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BA8" w:rsidRDefault="00FA2C64" w:rsidP="00FA2C64">
      <w:pPr>
        <w:pStyle w:val="Heading1Center"/>
      </w:pPr>
      <w:bookmarkStart w:id="0" w:name="_Toc94724677"/>
      <w:r>
        <w:t>Amalan Lengkap Bulan Rajab</w:t>
      </w:r>
      <w:bookmarkEnd w:id="0"/>
    </w:p>
    <w:p w:rsidR="00FA2C64" w:rsidRDefault="00FA2C64" w:rsidP="00FA2C64">
      <w:pPr>
        <w:pStyle w:val="libNormal"/>
      </w:pPr>
    </w:p>
    <w:p w:rsidR="00FA2C64" w:rsidRDefault="00FA2C64" w:rsidP="00FA2C64">
      <w:pPr>
        <w:pStyle w:val="Heading2Center"/>
      </w:pPr>
      <w:bookmarkStart w:id="1" w:name="_Toc94724678"/>
      <w:r>
        <w:t>Disusun oleh:</w:t>
      </w:r>
      <w:bookmarkEnd w:id="1"/>
    </w:p>
    <w:p w:rsidR="00FA2C64" w:rsidRDefault="00FA2C64" w:rsidP="00FA2C64">
      <w:pPr>
        <w:pStyle w:val="Heading2Center"/>
      </w:pPr>
      <w:bookmarkStart w:id="2" w:name="_Toc94724679"/>
      <w:r>
        <w:t>Muhammad taufiq Ali Yahya</w:t>
      </w:r>
      <w:bookmarkEnd w:id="2"/>
    </w:p>
    <w:p w:rsidR="00FA2C64" w:rsidRDefault="00FA2C64">
      <w:pPr>
        <w:rPr>
          <w:rFonts w:eastAsia="Times New Roman" w:cs="Traditional Arabic"/>
          <w:b/>
          <w:bCs/>
          <w:noProof w:val="0"/>
          <w:color w:val="1F497D"/>
          <w:sz w:val="32"/>
          <w:szCs w:val="32"/>
          <w:lang w:bidi="ar-SA"/>
        </w:rPr>
      </w:pPr>
      <w:r>
        <w:br w:type="page"/>
      </w:r>
    </w:p>
    <w:p w:rsidR="00FA2C64" w:rsidRDefault="00FA2C64" w:rsidP="00BC3B8B">
      <w:pPr>
        <w:pStyle w:val="Heading1"/>
      </w:pPr>
      <w:bookmarkStart w:id="3" w:name="_Toc94724680"/>
      <w:r>
        <w:lastRenderedPageBreak/>
        <w:t>Bulan Rajab adalah salah satu dari bulan</w:t>
      </w:r>
      <w:bookmarkEnd w:id="3"/>
    </w:p>
    <w:p w:rsidR="00FA2C64" w:rsidRDefault="00FA2C64" w:rsidP="00BC3B8B">
      <w:pPr>
        <w:pStyle w:val="Heading1"/>
      </w:pPr>
      <w:bookmarkStart w:id="4" w:name="_Toc94724681"/>
      <w:r>
        <w:t>Haram</w:t>
      </w:r>
      <w:bookmarkEnd w:id="4"/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Bulan Rajab adalah termasuk di antara bulan-bulan</w:t>
      </w:r>
    </w:p>
    <w:p w:rsidR="00FA2C64" w:rsidRDefault="00FA2C64" w:rsidP="00FA2C64">
      <w:pPr>
        <w:pStyle w:val="libNormal0"/>
      </w:pPr>
      <w:r>
        <w:t>barokah, bulan yang agung dan mulia. Dia termasuk</w:t>
      </w:r>
    </w:p>
    <w:p w:rsidR="00FA2C64" w:rsidRDefault="00FA2C64" w:rsidP="00FA2C64">
      <w:pPr>
        <w:pStyle w:val="libNormal0"/>
      </w:pPr>
      <w:r>
        <w:t>salah satu bulan-bulan harom atau asyhurul hurum</w:t>
      </w:r>
    </w:p>
    <w:p w:rsidR="00FA2C64" w:rsidRDefault="00FA2C64" w:rsidP="00FA2C64">
      <w:pPr>
        <w:pStyle w:val="libNormal0"/>
      </w:pPr>
      <w:r>
        <w:t>(Dinamakan bulan haram karena pada bulan itu orangorang jahiliyah mengharamkan peperangan dan</w:t>
      </w:r>
    </w:p>
    <w:p w:rsidR="00FA2C64" w:rsidRDefault="00FA2C64" w:rsidP="00FA2C64">
      <w:pPr>
        <w:pStyle w:val="libNormal0"/>
      </w:pPr>
      <w:r>
        <w:t>memuliakannya ketika Islam datang tetap menjadikannya sebagai bulan haram dan bulan mulia) Di dalam AlQuran ada empat bulan di antara 12 bulan yang disebut</w:t>
      </w:r>
    </w:p>
    <w:p w:rsidR="00FA2C64" w:rsidRDefault="00FA2C64" w:rsidP="00FA2C64">
      <w:pPr>
        <w:pStyle w:val="libNormal0"/>
      </w:pPr>
      <w:r>
        <w:t>sebagai bulan haram yaitu bulan Zulqo‟dah, Zulhijjah,</w:t>
      </w:r>
    </w:p>
    <w:p w:rsidR="00FA2C64" w:rsidRDefault="00FA2C64" w:rsidP="00FA2C64">
      <w:pPr>
        <w:pStyle w:val="libNormal0"/>
      </w:pPr>
      <w:r>
        <w:t>Muharrom dan bulan Rajab. Firman Allah: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libAie"/>
      </w:pPr>
      <w:r>
        <w:t>Sesungguhnya bilangan bulan di sisi Allah ialah dua</w:t>
      </w:r>
    </w:p>
    <w:p w:rsidR="00FA2C64" w:rsidRDefault="00FA2C64" w:rsidP="00BC3B8B">
      <w:pPr>
        <w:pStyle w:val="libAie"/>
      </w:pPr>
      <w:r>
        <w:t>belas bulan, dalam ketetapan Allah di waktu Dia8</w:t>
      </w:r>
    </w:p>
    <w:p w:rsidR="00FA2C64" w:rsidRDefault="00FA2C64" w:rsidP="00BC3B8B">
      <w:pPr>
        <w:pStyle w:val="libAie"/>
      </w:pPr>
      <w:r>
        <w:t>menciptakan langit dan bumi, di antaranya empat</w:t>
      </w:r>
    </w:p>
    <w:p w:rsidR="00FA2C64" w:rsidRDefault="00FA2C64" w:rsidP="00BC3B8B">
      <w:pPr>
        <w:pStyle w:val="libAie"/>
      </w:pPr>
      <w:r>
        <w:t>bulan haram. Itulah (ketetapan) agama yang lurus,</w:t>
      </w:r>
    </w:p>
    <w:p w:rsidR="00FA2C64" w:rsidRDefault="00FA2C64" w:rsidP="00BC3B8B">
      <w:pPr>
        <w:pStyle w:val="libAie"/>
      </w:pPr>
      <w:r>
        <w:t>maka janganlah menganiaya diri dalam bulan yang</w:t>
      </w:r>
    </w:p>
    <w:p w:rsidR="00FA2C64" w:rsidRDefault="00FA2C64" w:rsidP="00BC3B8B">
      <w:pPr>
        <w:pStyle w:val="libAie"/>
      </w:pPr>
      <w:r>
        <w:t>empat itu,…... (QS. 9:36)</w:t>
      </w:r>
    </w:p>
    <w:p w:rsidR="00BC3B8B" w:rsidRDefault="00BC3B8B" w:rsidP="00FA2C64">
      <w:pPr>
        <w:pStyle w:val="libNormal0"/>
      </w:pPr>
    </w:p>
    <w:p w:rsidR="00FA2C64" w:rsidRDefault="00FA2C64" w:rsidP="00FA2C64">
      <w:pPr>
        <w:pStyle w:val="libNormal0"/>
      </w:pPr>
      <w:r>
        <w:t>Dinamakan bulan Rajab karena pada bulan ini Allah</w:t>
      </w:r>
    </w:p>
    <w:p w:rsidR="00FA2C64" w:rsidRDefault="00FA2C64" w:rsidP="00FA2C64">
      <w:pPr>
        <w:pStyle w:val="libNormal0"/>
      </w:pPr>
      <w:r>
        <w:t>mencurahkan rahmat dan berkah-Nya untuk ummat</w:t>
      </w:r>
    </w:p>
    <w:p w:rsidR="00FA2C64" w:rsidRDefault="00FA2C64" w:rsidP="00FA2C64">
      <w:pPr>
        <w:pStyle w:val="libNormal0"/>
      </w:pPr>
      <w:r>
        <w:t>manusia. Pada bulan Rajab juga Allah akan melipat</w:t>
      </w:r>
    </w:p>
    <w:p w:rsidR="00FA2C64" w:rsidRDefault="00FA2C64" w:rsidP="00FA2C64">
      <w:pPr>
        <w:pStyle w:val="libNormal0"/>
      </w:pPr>
      <w:r>
        <w:t>gandakan pahala dan memaafkan kesalahan.</w:t>
      </w:r>
    </w:p>
    <w:p w:rsidR="00FA2C64" w:rsidRDefault="00FA2C64" w:rsidP="00FA2C64">
      <w:pPr>
        <w:pStyle w:val="libNormal0"/>
      </w:pPr>
      <w:r>
        <w:t>Rajab juga adalah salah satu dari nama sungai di</w:t>
      </w:r>
    </w:p>
    <w:p w:rsidR="00FA2C64" w:rsidRDefault="00FA2C64" w:rsidP="00FA2C64">
      <w:pPr>
        <w:pStyle w:val="libNormal0"/>
      </w:pPr>
      <w:r>
        <w:t>sorga yang warnanya lebih putih dari susu dan rasanya</w:t>
      </w:r>
    </w:p>
    <w:p w:rsidR="00FA2C64" w:rsidRDefault="00FA2C64" w:rsidP="00FA2C64">
      <w:pPr>
        <w:pStyle w:val="libNormal0"/>
      </w:pPr>
      <w:r>
        <w:t>lebih manis dari madu. Rajab adalah bulannya Allah</w:t>
      </w:r>
    </w:p>
    <w:p w:rsidR="00FA2C64" w:rsidRDefault="00FA2C64" w:rsidP="00FA2C64">
      <w:pPr>
        <w:pStyle w:val="libNormal0"/>
      </w:pPr>
      <w:r>
        <w:t>Swt, Sya‟ban adalah bulannya Rasulullah saw dan</w:t>
      </w:r>
    </w:p>
    <w:p w:rsidR="00FA2C64" w:rsidRDefault="00FA2C64" w:rsidP="00FA2C64">
      <w:pPr>
        <w:pStyle w:val="libNormal0"/>
      </w:pPr>
      <w:r>
        <w:t>Romadhon adalah bulannya ummat Nabi Muhammad</w:t>
      </w:r>
    </w:p>
    <w:p w:rsidR="00FA2C64" w:rsidRDefault="00FA2C64" w:rsidP="00FA2C64">
      <w:pPr>
        <w:pStyle w:val="libNormal0"/>
      </w:pPr>
      <w:r>
        <w:t>saw.</w:t>
      </w:r>
    </w:p>
    <w:p w:rsidR="00BC3B8B" w:rsidRDefault="00BC3B8B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BC3B8B">
      <w:pPr>
        <w:pStyle w:val="Heading1"/>
      </w:pPr>
      <w:bookmarkStart w:id="5" w:name="_Toc94724682"/>
      <w:r>
        <w:lastRenderedPageBreak/>
        <w:t>Sholat pada Malam Pertama Bulan Rajab</w:t>
      </w:r>
      <w:bookmarkEnd w:id="5"/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Nabi saw bersabda : “Barangsiapa yang melakukan</w:t>
      </w:r>
    </w:p>
    <w:p w:rsidR="00FA2C64" w:rsidRDefault="00FA2C64" w:rsidP="00FA2C64">
      <w:pPr>
        <w:pStyle w:val="libNormal0"/>
      </w:pPr>
      <w:r>
        <w:t>sholat 20 rakaat setelah sholat Maghrib pada malam</w:t>
      </w:r>
    </w:p>
    <w:p w:rsidR="00FA2C64" w:rsidRDefault="00FA2C64" w:rsidP="00FA2C64">
      <w:pPr>
        <w:pStyle w:val="libNormal0"/>
      </w:pPr>
      <w:r>
        <w:t>pertama bulan Rajab. Membaca surah Al-ikhlas 10 kali</w:t>
      </w:r>
    </w:p>
    <w:p w:rsidR="00FA2C64" w:rsidRDefault="00FA2C64" w:rsidP="00FA2C64">
      <w:pPr>
        <w:pStyle w:val="libNormal0"/>
      </w:pPr>
      <w:r>
        <w:t>setelah surah Al-Fatihah setiap rakaatnya. Maka Allah</w:t>
      </w:r>
    </w:p>
    <w:p w:rsidR="00FA2C64" w:rsidRDefault="00FA2C64" w:rsidP="00FA2C64">
      <w:pPr>
        <w:pStyle w:val="libNormal0"/>
      </w:pPr>
      <w:r>
        <w:t>akan menjaga dirinya, keluarganya, hartanya serta</w:t>
      </w:r>
    </w:p>
    <w:p w:rsidR="00FA2C64" w:rsidRDefault="00FA2C64" w:rsidP="00FA2C64">
      <w:pPr>
        <w:pStyle w:val="libNormal0"/>
      </w:pPr>
      <w:r>
        <w:t>diselamatkan dari siksa kubur. Dia akan melewati</w:t>
      </w:r>
    </w:p>
    <w:p w:rsidR="00FA2C64" w:rsidRDefault="00FA2C64" w:rsidP="00FA2C64">
      <w:pPr>
        <w:pStyle w:val="libNormal0"/>
      </w:pPr>
      <w:r>
        <w:t>shirot (jembatan di hari kiamat) bagaikan kilat dan</w:t>
      </w:r>
    </w:p>
    <w:p w:rsidR="00FA2C64" w:rsidRDefault="00FA2C64" w:rsidP="00FA2C64">
      <w:pPr>
        <w:pStyle w:val="libNormal0"/>
      </w:pPr>
      <w:r>
        <w:t>selamat dari siksaan". (Wasail, 5: 93)</w:t>
      </w:r>
    </w:p>
    <w:p w:rsidR="00BC3B8B" w:rsidRDefault="00FA2C64" w:rsidP="00BC3B8B">
      <w:pPr>
        <w:pStyle w:val="libNormal0"/>
      </w:pPr>
      <w:r>
        <w:t>Dalam riwayat yang lain,</w:t>
      </w:r>
    </w:p>
    <w:p w:rsidR="00FA2C64" w:rsidRDefault="00FA2C64" w:rsidP="00BC3B8B">
      <w:pPr>
        <w:pStyle w:val="libNormal0"/>
      </w:pPr>
      <w:r>
        <w:t xml:space="preserve"> </w:t>
      </w:r>
    </w:p>
    <w:p w:rsidR="00FA2C64" w:rsidRDefault="00FA2C64" w:rsidP="00FA2C64">
      <w:pPr>
        <w:pStyle w:val="libNormal0"/>
      </w:pPr>
      <w:r>
        <w:t>Nabi saw bersabda: “Barangsiapa yang sholat 2</w:t>
      </w:r>
    </w:p>
    <w:p w:rsidR="00FA2C64" w:rsidRDefault="00FA2C64" w:rsidP="00FA2C64">
      <w:pPr>
        <w:pStyle w:val="libNormal0"/>
      </w:pPr>
      <w:r>
        <w:t>(dua) rakaat pada malam pertama bulan Rajab setelah</w:t>
      </w:r>
    </w:p>
    <w:p w:rsidR="00FA2C64" w:rsidRDefault="00FA2C64" w:rsidP="00FA2C64">
      <w:pPr>
        <w:pStyle w:val="libNormal0"/>
      </w:pPr>
      <w:r>
        <w:t>sholat Isya‟. Pada rakaat pertamanya setelah AlFatihah membaca surah Surah Alam nasyroh (94) satu</w:t>
      </w:r>
    </w:p>
    <w:p w:rsidR="00FA2C64" w:rsidRDefault="00FA2C64" w:rsidP="00FA2C64">
      <w:pPr>
        <w:pStyle w:val="libNormal0"/>
      </w:pPr>
      <w:r>
        <w:t>kali dan surah Al-Ikhlas 3 kali dan pada rakaat kedua</w:t>
      </w:r>
    </w:p>
    <w:p w:rsidR="00FA2C64" w:rsidRDefault="00FA2C64" w:rsidP="00FA2C64">
      <w:pPr>
        <w:pStyle w:val="libNormal0"/>
      </w:pPr>
      <w:r>
        <w:t>setelah Al-Fatihah membaca surah Alam nasyroh satu</w:t>
      </w:r>
    </w:p>
    <w:p w:rsidR="00FA2C64" w:rsidRDefault="00FA2C64" w:rsidP="00FA2C64">
      <w:pPr>
        <w:pStyle w:val="libNormal0"/>
      </w:pPr>
      <w:r>
        <w:t>kali dan Surah Al-Ikhlâs, Al-Falaq dan An-Nâs satu</w:t>
      </w:r>
    </w:p>
    <w:p w:rsidR="00FA2C64" w:rsidRDefault="00FA2C64" w:rsidP="00FA2C64">
      <w:pPr>
        <w:pStyle w:val="libNormal0"/>
      </w:pPr>
      <w:r>
        <w:t>kali. Dan setelah salam membaca : lâ ilâha illallâh dan</w:t>
      </w:r>
    </w:p>
    <w:p w:rsidR="00FA2C64" w:rsidRDefault="00FA2C64" w:rsidP="00BC3B8B">
      <w:pPr>
        <w:pStyle w:val="libNormal0"/>
      </w:pPr>
      <w:r>
        <w:t>sholawat 30 kali”. (Wasail, 5: 943)</w:t>
      </w:r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t>lâ ilâha illallâh, Allâhumma sholli ‘alâ Muhammad</w:t>
      </w:r>
    </w:p>
    <w:p w:rsidR="00FA2C64" w:rsidRDefault="00FA2C64" w:rsidP="00FA2C64">
      <w:pPr>
        <w:pStyle w:val="libNormal0"/>
      </w:pPr>
      <w:r>
        <w:t>wa âli Muhammad</w:t>
      </w:r>
    </w:p>
    <w:p w:rsidR="00FA2C64" w:rsidRDefault="00FA2C64" w:rsidP="00FA2C64">
      <w:pPr>
        <w:pStyle w:val="libNormal0"/>
      </w:pPr>
      <w:r>
        <w:t>Tidak ada tuhan kecuali Allah, Ya Allah,</w:t>
      </w:r>
    </w:p>
    <w:p w:rsidR="00FA2C64" w:rsidRDefault="00FA2C64" w:rsidP="00FA2C64">
      <w:pPr>
        <w:pStyle w:val="libNormal0"/>
      </w:pPr>
      <w:r>
        <w:t>limpahkanlah shalawat atas Muhammad dan keluarga</w:t>
      </w:r>
    </w:p>
    <w:p w:rsidR="00FA2C64" w:rsidRDefault="00FA2C64" w:rsidP="00FA2C64">
      <w:pPr>
        <w:pStyle w:val="libNormal0"/>
      </w:pPr>
      <w:r>
        <w:t>Muhammad. Maka Allah akan mengampuni dosa-dosa</w:t>
      </w:r>
    </w:p>
    <w:p w:rsidR="00FA2C64" w:rsidRDefault="00FA2C64" w:rsidP="00FA2C64">
      <w:pPr>
        <w:pStyle w:val="libNormal0"/>
      </w:pPr>
      <w:r>
        <w:t>yang lalunya dan dia akan keluar dari dosanya</w:t>
      </w:r>
    </w:p>
    <w:p w:rsidR="00FA2C64" w:rsidRDefault="00FA2C64" w:rsidP="00FA2C64">
      <w:pPr>
        <w:pStyle w:val="libNormal0"/>
      </w:pPr>
      <w:r>
        <w:t>sebagaimana bayi yang keluar dari perut ibunya".11</w:t>
      </w:r>
    </w:p>
    <w:p w:rsidR="00BC3B8B" w:rsidRDefault="00BC3B8B" w:rsidP="00FA2C64">
      <w:pPr>
        <w:pStyle w:val="libNormal0"/>
      </w:pPr>
    </w:p>
    <w:p w:rsidR="00FA2C64" w:rsidRDefault="00FA2C64" w:rsidP="00FA2C64">
      <w:pPr>
        <w:pStyle w:val="libNormal0"/>
      </w:pPr>
      <w:r>
        <w:t>Nabi saw bersabda:"Barangsiapa yang sholat pada</w:t>
      </w:r>
    </w:p>
    <w:p w:rsidR="00FA2C64" w:rsidRDefault="00FA2C64" w:rsidP="00FA2C64">
      <w:pPr>
        <w:pStyle w:val="libNormal0"/>
      </w:pPr>
      <w:r>
        <w:t>malam hari di bulan Rajab dan membaca surah AlIkhlas sebanyak 100 kali di dua rakaat (50 kali rakat</w:t>
      </w:r>
    </w:p>
    <w:p w:rsidR="00FA2C64" w:rsidRDefault="00FA2C64" w:rsidP="00FA2C64">
      <w:pPr>
        <w:pStyle w:val="libNormal0"/>
      </w:pPr>
      <w:r>
        <w:t>pertama dan 50 kali di rakaat kedua setelah surah</w:t>
      </w:r>
    </w:p>
    <w:p w:rsidR="00FA2C64" w:rsidRDefault="00FA2C64" w:rsidP="00FA2C64">
      <w:pPr>
        <w:pStyle w:val="libNormal0"/>
      </w:pPr>
      <w:r>
        <w:t>Alfatihah) dia bagaikan berpuasa seratus tahun di jalan</w:t>
      </w:r>
    </w:p>
    <w:p w:rsidR="00FA2C64" w:rsidRDefault="00FA2C64" w:rsidP="00FA2C64">
      <w:pPr>
        <w:pStyle w:val="libNormal0"/>
      </w:pPr>
      <w:r>
        <w:t>Allah, Allah akan memberinya 100 istana di sorga”.</w:t>
      </w:r>
    </w:p>
    <w:p w:rsidR="00FA2C64" w:rsidRDefault="00FA2C64" w:rsidP="00FA2C64">
      <w:pPr>
        <w:pStyle w:val="libNormal0"/>
      </w:pPr>
      <w:r>
        <w:lastRenderedPageBreak/>
        <w:t>(Iqbalul Amal, hal. 122)</w:t>
      </w:r>
    </w:p>
    <w:p w:rsidR="00FA2C64" w:rsidRDefault="00FA2C64" w:rsidP="00BC3B8B">
      <w:pPr>
        <w:pStyle w:val="libNormal0"/>
      </w:pPr>
      <w:r>
        <w:t>Dalam riwayat yang lain:</w:t>
      </w:r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rPr>
          <w:rFonts w:hint="eastAsia"/>
        </w:rPr>
        <w:t>“</w:t>
      </w:r>
      <w:r>
        <w:t>Diriwayatkan dari Abdurrahman bin Muhammad12</w:t>
      </w:r>
    </w:p>
    <w:p w:rsidR="00FA2C64" w:rsidRDefault="00FA2C64" w:rsidP="00FA2C64">
      <w:pPr>
        <w:pStyle w:val="libNormal0"/>
      </w:pPr>
      <w:r>
        <w:t>Hulwani dalam Kitab Tuhfah, Rasulullah saw</w:t>
      </w:r>
    </w:p>
    <w:p w:rsidR="00FA2C64" w:rsidRDefault="00FA2C64" w:rsidP="00FA2C64">
      <w:pPr>
        <w:pStyle w:val="libNormal0"/>
      </w:pPr>
      <w:r>
        <w:t>bersabda: “Siapa yang melakukan sholat pada bulan</w:t>
      </w:r>
    </w:p>
    <w:p w:rsidR="00FA2C64" w:rsidRDefault="00FA2C64" w:rsidP="00FA2C64">
      <w:pPr>
        <w:pStyle w:val="libNormal0"/>
      </w:pPr>
      <w:r>
        <w:t>Rajam 60 rakaat setiap malamnya dua rakaat, dan pada</w:t>
      </w:r>
    </w:p>
    <w:p w:rsidR="00FA2C64" w:rsidRDefault="00FA2C64" w:rsidP="00FA2C64">
      <w:pPr>
        <w:pStyle w:val="libNormal0"/>
      </w:pPr>
      <w:r>
        <w:t>tiap rakaatnya membaca fatihah, surah alkafirun 3 kali</w:t>
      </w:r>
    </w:p>
    <w:p w:rsidR="00FA2C64" w:rsidRDefault="00FA2C64" w:rsidP="00FA2C64">
      <w:pPr>
        <w:pStyle w:val="libNormal0"/>
      </w:pPr>
      <w:r>
        <w:t>dan alikhlas sekali maka Allah akan mengabulkan</w:t>
      </w:r>
    </w:p>
    <w:p w:rsidR="00FA2C64" w:rsidRDefault="00FA2C64" w:rsidP="00FA2C64">
      <w:pPr>
        <w:pStyle w:val="libNormal0"/>
      </w:pPr>
      <w:r>
        <w:t>doanya dan dia akan diberi pahala 60 haji dan 60</w:t>
      </w:r>
    </w:p>
    <w:p w:rsidR="00FA2C64" w:rsidRDefault="00FA2C64" w:rsidP="00FA2C64">
      <w:pPr>
        <w:pStyle w:val="libNormal0"/>
      </w:pPr>
      <w:r>
        <w:t>umroh.” (Wasail, 5: 95)</w:t>
      </w:r>
    </w:p>
    <w:p w:rsidR="00BC3B8B" w:rsidRDefault="00BC3B8B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BC3B8B">
      <w:pPr>
        <w:pStyle w:val="Heading1"/>
      </w:pPr>
      <w:bookmarkStart w:id="6" w:name="_Toc94724683"/>
      <w:r>
        <w:lastRenderedPageBreak/>
        <w:t>Sholat Setiap Malam di Bulan Rajab</w:t>
      </w:r>
      <w:bookmarkEnd w:id="6"/>
    </w:p>
    <w:p w:rsidR="00FA2C64" w:rsidRDefault="00FA2C64" w:rsidP="00BC3B8B">
      <w:pPr>
        <w:pStyle w:val="Heading2"/>
      </w:pPr>
      <w:bookmarkStart w:id="7" w:name="_Toc94724684"/>
      <w:r>
        <w:t>Malam Pertama</w:t>
      </w:r>
      <w:bookmarkEnd w:id="7"/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rPr>
          <w:rFonts w:hint="eastAsia"/>
        </w:rPr>
        <w:t>“</w:t>
      </w:r>
      <w:r>
        <w:t>Ibrahim bin Ali al-Kaf-ami meriwayatkan dalam</w:t>
      </w:r>
    </w:p>
    <w:p w:rsidR="00FA2C64" w:rsidRDefault="00FA2C64" w:rsidP="00FA2C64">
      <w:pPr>
        <w:pStyle w:val="libNormal0"/>
      </w:pPr>
      <w:r>
        <w:t>kitab kitab Al-Mishbah mengutib dari kitab Mishbah azzairi karya Ibu Thowus dari Salman Al-Farisi dari Nabi</w:t>
      </w:r>
    </w:p>
    <w:p w:rsidR="00FA2C64" w:rsidRDefault="00FA2C64" w:rsidP="00FA2C64">
      <w:pPr>
        <w:pStyle w:val="libNormal0"/>
      </w:pPr>
      <w:r>
        <w:t>saw :”Barangsiapa yang sholat pada malam pertama</w:t>
      </w:r>
    </w:p>
    <w:p w:rsidR="00FA2C64" w:rsidRDefault="00FA2C64" w:rsidP="00FA2C64">
      <w:pPr>
        <w:pStyle w:val="libNormal0"/>
      </w:pPr>
      <w:r>
        <w:t>bulan Rajab 30 rakaat membaca alhamdu dan surah</w:t>
      </w:r>
    </w:p>
    <w:p w:rsidR="00FA2C64" w:rsidRDefault="00FA2C64" w:rsidP="00FA2C64">
      <w:pPr>
        <w:pStyle w:val="libNormal0"/>
      </w:pPr>
      <w:r>
        <w:t>aljahd (alkafirun) 3 kali dan alikhlas 3 kali maka Allah</w:t>
      </w:r>
    </w:p>
    <w:p w:rsidR="00FA2C64" w:rsidRDefault="00FA2C64" w:rsidP="00FA2C64">
      <w:pPr>
        <w:pStyle w:val="libNormal0"/>
      </w:pPr>
      <w:r>
        <w:t>akan mengampuni dosa-dosanya dan akan dijauhkan13</w:t>
      </w:r>
    </w:p>
    <w:p w:rsidR="00FA2C64" w:rsidRDefault="00FA2C64" w:rsidP="00FA2C64">
      <w:pPr>
        <w:pStyle w:val="libNormal0"/>
      </w:pPr>
      <w:r>
        <w:t>dari munafiq dan akan dicatat sebagai orang yang</w:t>
      </w:r>
    </w:p>
    <w:p w:rsidR="00FA2C64" w:rsidRDefault="00FA2C64" w:rsidP="00FA2C64">
      <w:pPr>
        <w:pStyle w:val="libNormal0"/>
      </w:pPr>
      <w:r>
        <w:t>sholeh hingga tahun depan”.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8" w:name="_Toc94724685"/>
      <w:r>
        <w:t>Malam Kedua</w:t>
      </w:r>
      <w:bookmarkEnd w:id="8"/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t>Pada malam kedua bulan Rajab sholat 10 rakaat</w:t>
      </w:r>
    </w:p>
    <w:p w:rsidR="00FA2C64" w:rsidRDefault="00FA2C64" w:rsidP="00FA2C64">
      <w:pPr>
        <w:pStyle w:val="libNormal0"/>
      </w:pPr>
      <w:r>
        <w:t>membaca alhamdu (alfatihah) dan alkafirun 3 kali maka</w:t>
      </w:r>
    </w:p>
    <w:p w:rsidR="00FA2C64" w:rsidRDefault="00FA2C64" w:rsidP="00FA2C64">
      <w:pPr>
        <w:pStyle w:val="libNormal0"/>
      </w:pPr>
      <w:r>
        <w:t>pahalanya sama seperti malam pertama.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9" w:name="_Toc94724686"/>
      <w:r>
        <w:t>Malam Ketiga</w:t>
      </w:r>
      <w:bookmarkEnd w:id="9"/>
    </w:p>
    <w:p w:rsidR="00BC3B8B" w:rsidRDefault="00BC3B8B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ketiga bulan Rajab sholat 10 rakaat</w:t>
      </w:r>
    </w:p>
    <w:p w:rsidR="00FA2C64" w:rsidRDefault="00FA2C64" w:rsidP="00FA2C64">
      <w:pPr>
        <w:pStyle w:val="libNormal0"/>
      </w:pPr>
      <w:r>
        <w:t>membaca alhamdu (alfatihah) dan surat an-nashr 5 kali</w:t>
      </w:r>
    </w:p>
    <w:p w:rsidR="00FA2C64" w:rsidRDefault="00FA2C64" w:rsidP="00FA2C64">
      <w:pPr>
        <w:pStyle w:val="libNormal0"/>
      </w:pPr>
      <w:r>
        <w:t>maka Allah Swt akan membangunkan untuknya istana</w:t>
      </w:r>
    </w:p>
    <w:p w:rsidR="00FA2C64" w:rsidRDefault="00FA2C64" w:rsidP="00FA2C64">
      <w:pPr>
        <w:pStyle w:val="libNormal0"/>
      </w:pPr>
      <w:r>
        <w:t>di sorga. Hadis.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10" w:name="_Toc94724687"/>
      <w:r>
        <w:t>Malam Keempat</w:t>
      </w:r>
      <w:bookmarkEnd w:id="10"/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t>Pada malam keempat bulan Rajab sholat 100 rakaat</w:t>
      </w:r>
    </w:p>
    <w:p w:rsidR="00FA2C64" w:rsidRDefault="00FA2C64" w:rsidP="00FA2C64">
      <w:pPr>
        <w:pStyle w:val="libNormal0"/>
      </w:pPr>
      <w:r>
        <w:t>pertama membaca alhamdu (alfatihah) dan surat alfalaq</w:t>
      </w:r>
    </w:p>
    <w:p w:rsidR="00FA2C64" w:rsidRDefault="00FA2C64" w:rsidP="00FA2C64">
      <w:pPr>
        <w:pStyle w:val="libNormal0"/>
      </w:pPr>
      <w:r>
        <w:t>di rakaat kedua alhamdu dan surat an-naas disemuanya</w:t>
      </w:r>
    </w:p>
    <w:p w:rsidR="00FA2C64" w:rsidRDefault="00FA2C64" w:rsidP="00FA2C64">
      <w:pPr>
        <w:pStyle w:val="libNormal0"/>
      </w:pPr>
      <w:r>
        <w:t>maka akan turun malaikat dari setiap langit akan</w:t>
      </w:r>
    </w:p>
    <w:p w:rsidR="00FA2C64" w:rsidRDefault="00FA2C64" w:rsidP="00FA2C64">
      <w:pPr>
        <w:pStyle w:val="libNormal0"/>
      </w:pPr>
      <w:r>
        <w:t>mencatat pahala hingga hari kiamat. Khobar.</w:t>
      </w:r>
    </w:p>
    <w:p w:rsidR="00BC3B8B" w:rsidRDefault="00BC3B8B" w:rsidP="00FA2C64">
      <w:pPr>
        <w:pStyle w:val="libNormal0"/>
      </w:pPr>
    </w:p>
    <w:p w:rsidR="00BC3B8B" w:rsidRDefault="00FA2C64" w:rsidP="00BC3B8B">
      <w:pPr>
        <w:pStyle w:val="Heading2"/>
      </w:pPr>
      <w:bookmarkStart w:id="11" w:name="_Toc94724688"/>
      <w:r>
        <w:lastRenderedPageBreak/>
        <w:t>Malam Kelima</w:t>
      </w:r>
      <w:bookmarkEnd w:id="11"/>
    </w:p>
    <w:p w:rsidR="00BC3B8B" w:rsidRDefault="00BC3B8B" w:rsidP="00BC3B8B">
      <w:pPr>
        <w:pStyle w:val="libNormal0"/>
      </w:pPr>
    </w:p>
    <w:p w:rsidR="00FA2C64" w:rsidRDefault="00FA2C64" w:rsidP="00BC3B8B">
      <w:pPr>
        <w:pStyle w:val="libNormal0"/>
      </w:pPr>
      <w:r>
        <w:t>Pada malam kelima bulan Rajab sholat 10 rakaat</w:t>
      </w:r>
    </w:p>
    <w:p w:rsidR="00FA2C64" w:rsidRDefault="00FA2C64" w:rsidP="00FA2C64">
      <w:pPr>
        <w:pStyle w:val="libNormal0"/>
      </w:pPr>
      <w:r>
        <w:t>membaca alhamdu (alfatihah) dan surat attauhid</w:t>
      </w:r>
    </w:p>
    <w:p w:rsidR="00FA2C64" w:rsidRDefault="00FA2C64" w:rsidP="00FA2C64">
      <w:pPr>
        <w:pStyle w:val="libNormal0"/>
      </w:pPr>
      <w:r>
        <w:t>(alikhlas) 25 kali maka dia akan mendapat pahala para</w:t>
      </w:r>
    </w:p>
    <w:p w:rsidR="00FA2C64" w:rsidRDefault="00FA2C64" w:rsidP="00FA2C64">
      <w:pPr>
        <w:pStyle w:val="libNormal0"/>
      </w:pPr>
      <w:r>
        <w:t>nabi. Khobar.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12" w:name="_Toc94724689"/>
      <w:r>
        <w:t>Malam Keenam</w:t>
      </w:r>
      <w:bookmarkEnd w:id="12"/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t>Pada malam keenam bulan Rajab sholat 2 rakaat</w:t>
      </w:r>
    </w:p>
    <w:p w:rsidR="00FA2C64" w:rsidRDefault="00FA2C64" w:rsidP="00FA2C64">
      <w:pPr>
        <w:pStyle w:val="libNormal0"/>
      </w:pPr>
      <w:r>
        <w:t>membaca alhamdu (alfatihah) dan ayatul kursi 7 kali</w:t>
      </w:r>
    </w:p>
    <w:p w:rsidR="00FA2C64" w:rsidRDefault="00FA2C64" w:rsidP="00FA2C64">
      <w:pPr>
        <w:pStyle w:val="libNormal0"/>
      </w:pPr>
      <w:r>
        <w:t>maka anda akan dipanggil sebagai wali Allah (kekasih</w:t>
      </w:r>
    </w:p>
    <w:p w:rsidR="00FA2C64" w:rsidRDefault="00FA2C64" w:rsidP="00FA2C64">
      <w:pPr>
        <w:pStyle w:val="libNormal0"/>
      </w:pPr>
      <w:r>
        <w:t>Allah) dengan sebenarnya. Khobar.15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13" w:name="_Toc94724690"/>
      <w:r>
        <w:t>Malam Ketujuh</w:t>
      </w:r>
      <w:bookmarkEnd w:id="13"/>
    </w:p>
    <w:p w:rsidR="00BC3B8B" w:rsidRDefault="00BC3B8B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ketujuh bulan Rajab sholat 4 rakaat</w:t>
      </w:r>
    </w:p>
    <w:p w:rsidR="00FA2C64" w:rsidRDefault="00FA2C64" w:rsidP="00FA2C64">
      <w:pPr>
        <w:pStyle w:val="libNormal0"/>
      </w:pPr>
      <w:r>
        <w:t>membaca alhamdu (alfatihah) dan surat tauhid dan</w:t>
      </w:r>
    </w:p>
    <w:p w:rsidR="00FA2C64" w:rsidRDefault="00FA2C64" w:rsidP="00FA2C64">
      <w:pPr>
        <w:pStyle w:val="libNormal0"/>
      </w:pPr>
      <w:r>
        <w:t>alfalaq dan annas 3 kali bila selesai baca sholawat 10</w:t>
      </w:r>
    </w:p>
    <w:p w:rsidR="00FA2C64" w:rsidRDefault="00FA2C64" w:rsidP="00FA2C64">
      <w:pPr>
        <w:pStyle w:val="libNormal0"/>
      </w:pPr>
      <w:r>
        <w:t>kali maka Allah akan menaunginya di arsy-Nya dana</w:t>
      </w:r>
    </w:p>
    <w:p w:rsidR="00FA2C64" w:rsidRDefault="00FA2C64" w:rsidP="00FA2C64">
      <w:pPr>
        <w:pStyle w:val="libNormal0"/>
      </w:pPr>
      <w:r>
        <w:t>akn diberi pahala yang berpuasa pada bulan Romadhon.</w:t>
      </w:r>
    </w:p>
    <w:p w:rsidR="00FA2C64" w:rsidRDefault="00FA2C64" w:rsidP="00FA2C64">
      <w:pPr>
        <w:pStyle w:val="libNormal0"/>
      </w:pPr>
      <w:r>
        <w:t>Khobar.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14" w:name="_Toc94724691"/>
      <w:r>
        <w:t>Malam Kedelapan</w:t>
      </w:r>
      <w:bookmarkEnd w:id="14"/>
    </w:p>
    <w:p w:rsidR="00BC3B8B" w:rsidRDefault="00BC3B8B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kedelapan bulan Rajab sholat 20 rakaat</w:t>
      </w:r>
    </w:p>
    <w:p w:rsidR="00FA2C64" w:rsidRDefault="00FA2C64" w:rsidP="00FA2C64">
      <w:pPr>
        <w:pStyle w:val="libNormal0"/>
      </w:pPr>
      <w:r>
        <w:t>membaca alhamdu (alfatihah) dan surat alfalaq annas</w:t>
      </w:r>
    </w:p>
    <w:p w:rsidR="00FA2C64" w:rsidRDefault="00FA2C64" w:rsidP="00FA2C64">
      <w:pPr>
        <w:pStyle w:val="libNormal0"/>
      </w:pPr>
      <w:r>
        <w:t>dan aliklas masing-masing 3 kali maka dia akan diberi</w:t>
      </w:r>
    </w:p>
    <w:p w:rsidR="00FA2C64" w:rsidRDefault="00FA2C64" w:rsidP="00FA2C64">
      <w:pPr>
        <w:pStyle w:val="libNormal0"/>
      </w:pPr>
      <w:r>
        <w:t>pahala orang yang syukur dan sabar.16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15" w:name="_Toc94724692"/>
      <w:r>
        <w:t>Malam Kesembilan</w:t>
      </w:r>
      <w:bookmarkEnd w:id="15"/>
    </w:p>
    <w:p w:rsidR="00BC3B8B" w:rsidRDefault="00BC3B8B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kedelapan bulan Rajab sholat 2 rakaat</w:t>
      </w:r>
    </w:p>
    <w:p w:rsidR="00FA2C64" w:rsidRDefault="00FA2C64" w:rsidP="00FA2C64">
      <w:pPr>
        <w:pStyle w:val="libNormal0"/>
      </w:pPr>
      <w:r>
        <w:t>membaca alhamdu (alfatihah) dan surat attakatsur 5 kali</w:t>
      </w:r>
    </w:p>
    <w:p w:rsidR="00FA2C64" w:rsidRDefault="00FA2C64" w:rsidP="00FA2C64">
      <w:pPr>
        <w:pStyle w:val="libNormal0"/>
      </w:pPr>
      <w:r>
        <w:t>dia tidak bangun dari tempatnya hinnga dia bahagia.</w:t>
      </w:r>
    </w:p>
    <w:p w:rsidR="00BC3B8B" w:rsidRDefault="00FA2C64" w:rsidP="00BC3B8B">
      <w:pPr>
        <w:pStyle w:val="Heading2"/>
      </w:pPr>
      <w:bookmarkStart w:id="16" w:name="_Toc94724693"/>
      <w:r>
        <w:lastRenderedPageBreak/>
        <w:t>Malam Kesepuluh</w:t>
      </w:r>
      <w:bookmarkEnd w:id="16"/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kesepuluh bulan Rajab sholat 12 rakaat</w:t>
      </w:r>
    </w:p>
    <w:p w:rsidR="00FA2C64" w:rsidRDefault="00FA2C64" w:rsidP="00FA2C64">
      <w:pPr>
        <w:pStyle w:val="libNormal0"/>
      </w:pPr>
      <w:r>
        <w:t>setelah magrib membaca alhamdu (alfatihah) dan surat</w:t>
      </w:r>
    </w:p>
    <w:p w:rsidR="00FA2C64" w:rsidRDefault="00FA2C64" w:rsidP="00FA2C64">
      <w:pPr>
        <w:pStyle w:val="libNormal0"/>
      </w:pPr>
      <w:r>
        <w:t>attauhid 3 kali maka akan dibangunkan untuknya istana</w:t>
      </w:r>
    </w:p>
    <w:p w:rsidR="00FA2C64" w:rsidRDefault="00FA2C64" w:rsidP="00FA2C64">
      <w:pPr>
        <w:pStyle w:val="libNormal0"/>
      </w:pPr>
      <w:r>
        <w:t>di surge. Khobar.</w:t>
      </w:r>
    </w:p>
    <w:p w:rsidR="00BC3B8B" w:rsidRDefault="00BC3B8B" w:rsidP="00FA2C64">
      <w:pPr>
        <w:pStyle w:val="libNormal0"/>
      </w:pPr>
    </w:p>
    <w:p w:rsidR="00BC3B8B" w:rsidRDefault="00FA2C64" w:rsidP="00BC3B8B">
      <w:pPr>
        <w:pStyle w:val="Heading2"/>
      </w:pPr>
      <w:bookmarkStart w:id="17" w:name="_Toc94724694"/>
      <w:r>
        <w:t>Malam Kesebelas</w:t>
      </w:r>
      <w:bookmarkEnd w:id="17"/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kesebelas bulan Rajab sholat 12 rakaat</w:t>
      </w:r>
    </w:p>
    <w:p w:rsidR="00FA2C64" w:rsidRDefault="00FA2C64" w:rsidP="00FA2C64">
      <w:pPr>
        <w:pStyle w:val="libNormal0"/>
      </w:pPr>
      <w:r>
        <w:t>membaca alhamdu (alfatihah) dan ayatkursi 12 kali</w:t>
      </w:r>
    </w:p>
    <w:p w:rsidR="00FA2C64" w:rsidRDefault="00FA2C64" w:rsidP="00FA2C64">
      <w:pPr>
        <w:pStyle w:val="libNormal0"/>
      </w:pPr>
      <w:r>
        <w:t>pahalanya bagaikan membaca semua kitab yang</w:t>
      </w:r>
    </w:p>
    <w:p w:rsidR="00FA2C64" w:rsidRDefault="00FA2C64" w:rsidP="00FA2C64">
      <w:pPr>
        <w:pStyle w:val="libNormal0"/>
      </w:pPr>
      <w:r>
        <w:t>diturunkan dan akan diampuni.</w:t>
      </w:r>
    </w:p>
    <w:p w:rsidR="00BC3B8B" w:rsidRDefault="00BC3B8B" w:rsidP="00FA2C64">
      <w:pPr>
        <w:pStyle w:val="libNormal0"/>
      </w:pPr>
    </w:p>
    <w:p w:rsidR="00FA2C64" w:rsidRPr="00E36F01" w:rsidRDefault="00FA2C64" w:rsidP="00BC3B8B">
      <w:pPr>
        <w:pStyle w:val="Heading2"/>
      </w:pPr>
      <w:bookmarkStart w:id="18" w:name="_Toc94724695"/>
      <w:r>
        <w:t>Malam Keduabelas</w:t>
      </w:r>
      <w:bookmarkEnd w:id="18"/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t>Pada malam keduabelas bulan Rajab sholat 2 rakaat</w:t>
      </w:r>
    </w:p>
    <w:p w:rsidR="00FA2C64" w:rsidRDefault="00FA2C64" w:rsidP="00FA2C64">
      <w:pPr>
        <w:pStyle w:val="libNormal0"/>
      </w:pPr>
      <w:r>
        <w:t>membaca alhamdu (alfatihah) dan ayat amanarrosul</w:t>
      </w:r>
    </w:p>
    <w:p w:rsidR="00FA2C64" w:rsidRDefault="00FA2C64" w:rsidP="00FA2C64">
      <w:pPr>
        <w:pStyle w:val="libNormal0"/>
      </w:pPr>
      <w:r>
        <w:t>(akhir albaqoroh) 10 kali maka akan diberipahala yang</w:t>
      </w:r>
    </w:p>
    <w:p w:rsidR="00FA2C64" w:rsidRDefault="00FA2C64" w:rsidP="00FA2C64">
      <w:pPr>
        <w:pStyle w:val="libNormal0"/>
      </w:pPr>
      <w:r>
        <w:t>memperjuangkan kebaikan dan mencegah kemungkaran. Khobar.</w:t>
      </w:r>
    </w:p>
    <w:p w:rsidR="00BC3B8B" w:rsidRDefault="00BC3B8B" w:rsidP="00FA2C64">
      <w:pPr>
        <w:pStyle w:val="libNormal0"/>
      </w:pPr>
    </w:p>
    <w:p w:rsidR="00BC3B8B" w:rsidRDefault="00FA2C64" w:rsidP="00BC3B8B">
      <w:pPr>
        <w:pStyle w:val="Heading2"/>
      </w:pPr>
      <w:bookmarkStart w:id="19" w:name="_Toc94724696"/>
      <w:r>
        <w:t>Malam Ketigabelas</w:t>
      </w:r>
      <w:bookmarkEnd w:id="19"/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ketigabelas bulan Rajab sholat 10 rakaat</w:t>
      </w:r>
    </w:p>
    <w:p w:rsidR="00FA2C64" w:rsidRDefault="00FA2C64" w:rsidP="00FA2C64">
      <w:pPr>
        <w:pStyle w:val="libNormal0"/>
      </w:pPr>
      <w:r>
        <w:t>membaca alhamdu (alfatihah) dan surat al‟adiyat di18</w:t>
      </w:r>
    </w:p>
    <w:p w:rsidR="00FA2C64" w:rsidRDefault="00FA2C64" w:rsidP="00FA2C64">
      <w:pPr>
        <w:pStyle w:val="libNormal0"/>
      </w:pPr>
      <w:r>
        <w:t>rakaat akhir setiap rakaat surat attakatsur maka dia akan</w:t>
      </w:r>
    </w:p>
    <w:p w:rsidR="00FA2C64" w:rsidRDefault="00FA2C64" w:rsidP="00FA2C64">
      <w:pPr>
        <w:pStyle w:val="libNormal0"/>
      </w:pPr>
      <w:r>
        <w:t>diampuni. Khobar.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20" w:name="_Toc94724697"/>
      <w:r>
        <w:t>Malam Keempatbelas</w:t>
      </w:r>
      <w:bookmarkEnd w:id="20"/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t>Pada malam keempatbelas bulan Rajab sholat 30</w:t>
      </w:r>
    </w:p>
    <w:p w:rsidR="00FA2C64" w:rsidRDefault="00FA2C64" w:rsidP="00FA2C64">
      <w:pPr>
        <w:pStyle w:val="libNormal0"/>
      </w:pPr>
      <w:r>
        <w:t>rakaat membaca alhamdu (alfatihah) dan surat attauhid</w:t>
      </w:r>
    </w:p>
    <w:p w:rsidR="00FA2C64" w:rsidRDefault="00FA2C64" w:rsidP="00FA2C64">
      <w:pPr>
        <w:pStyle w:val="libNormal0"/>
      </w:pPr>
      <w:r>
        <w:t>dan ayat terakhir surat alkahfi maka dia akan diampuni</w:t>
      </w:r>
    </w:p>
    <w:p w:rsidR="00FA2C64" w:rsidRDefault="00FA2C64" w:rsidP="00FA2C64">
      <w:pPr>
        <w:pStyle w:val="libNormal0"/>
      </w:pPr>
      <w:r>
        <w:t>dosa-dosanya. Khobar.</w:t>
      </w:r>
    </w:p>
    <w:p w:rsidR="00FA2C64" w:rsidRDefault="00FA2C64" w:rsidP="00BC3B8B">
      <w:pPr>
        <w:pStyle w:val="Heading2"/>
      </w:pPr>
      <w:bookmarkStart w:id="21" w:name="_Toc94724698"/>
      <w:r>
        <w:lastRenderedPageBreak/>
        <w:t>Malam Kelimabelas, enambelas, tujuhbelas</w:t>
      </w:r>
      <w:bookmarkEnd w:id="21"/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t>Pada malam kelimabelas, enambelas, tujuhbelas</w:t>
      </w:r>
    </w:p>
    <w:p w:rsidR="00FA2C64" w:rsidRDefault="00FA2C64" w:rsidP="00FA2C64">
      <w:pPr>
        <w:pStyle w:val="libNormal0"/>
      </w:pPr>
      <w:r>
        <w:t>bulan Rajab sholat 30 rakaat membaca alhamdu</w:t>
      </w:r>
    </w:p>
    <w:p w:rsidR="00FA2C64" w:rsidRDefault="00FA2C64" w:rsidP="00FA2C64">
      <w:pPr>
        <w:pStyle w:val="libNormal0"/>
      </w:pPr>
      <w:r>
        <w:t>(alfatihah) dan surat attauhid 11 kali maka dia akan</w:t>
      </w:r>
    </w:p>
    <w:p w:rsidR="00FA2C64" w:rsidRDefault="00FA2C64" w:rsidP="00FA2C64">
      <w:pPr>
        <w:pStyle w:val="libNormal0"/>
      </w:pPr>
      <w:r>
        <w:t>diberi pahala orang yang mati syahid. Khobar.19</w:t>
      </w:r>
    </w:p>
    <w:p w:rsidR="00BC3B8B" w:rsidRDefault="00BC3B8B" w:rsidP="00FA2C64">
      <w:pPr>
        <w:pStyle w:val="libNormal0"/>
      </w:pPr>
    </w:p>
    <w:p w:rsidR="00BC3B8B" w:rsidRDefault="00FA2C64" w:rsidP="00BC3B8B">
      <w:pPr>
        <w:pStyle w:val="Heading2"/>
      </w:pPr>
      <w:bookmarkStart w:id="22" w:name="_Toc94724699"/>
      <w:r>
        <w:t>Malam Kedelapanbelas</w:t>
      </w:r>
      <w:bookmarkEnd w:id="22"/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kedelapanbelas bulan Rajab sholat 2</w:t>
      </w:r>
    </w:p>
    <w:p w:rsidR="00FA2C64" w:rsidRDefault="00FA2C64" w:rsidP="00FA2C64">
      <w:pPr>
        <w:pStyle w:val="libNormal0"/>
      </w:pPr>
      <w:r>
        <w:t>rakaat membaca alhamdu (alfatihah) dan surat attauhid</w:t>
      </w:r>
    </w:p>
    <w:p w:rsidR="00FA2C64" w:rsidRDefault="00FA2C64" w:rsidP="00FA2C64">
      <w:pPr>
        <w:pStyle w:val="libNormal0"/>
      </w:pPr>
      <w:r>
        <w:t>1 kali alfalaq 10 kali, annas 10 kali maka akan diampuni</w:t>
      </w:r>
    </w:p>
    <w:p w:rsidR="00FA2C64" w:rsidRDefault="00FA2C64" w:rsidP="00FA2C64">
      <w:pPr>
        <w:pStyle w:val="libNormal0"/>
      </w:pPr>
      <w:r>
        <w:t>dosa-dosanya.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23" w:name="_Toc94724700"/>
      <w:r>
        <w:t>Malam Kesembilanbelas</w:t>
      </w:r>
      <w:bookmarkEnd w:id="23"/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t>Pada malam kesembilanbelas bulan Rajab sholat 4</w:t>
      </w:r>
    </w:p>
    <w:p w:rsidR="00FA2C64" w:rsidRDefault="00FA2C64" w:rsidP="00FA2C64">
      <w:pPr>
        <w:pStyle w:val="libNormal0"/>
      </w:pPr>
      <w:r>
        <w:t>rakaat membaca alhamdu (alfatihah) dan ayat kursi 15</w:t>
      </w:r>
    </w:p>
    <w:p w:rsidR="00FA2C64" w:rsidRDefault="00FA2C64" w:rsidP="00FA2C64">
      <w:pPr>
        <w:pStyle w:val="libNormal0"/>
      </w:pPr>
      <w:r>
        <w:t>kali dan attauhid 15 kali maka akan diberi pahala Nabi</w:t>
      </w:r>
    </w:p>
    <w:p w:rsidR="00FA2C64" w:rsidRDefault="00FA2C64" w:rsidP="00FA2C64">
      <w:pPr>
        <w:pStyle w:val="libNormal0"/>
      </w:pPr>
      <w:r>
        <w:t>Musa a.s.</w:t>
      </w:r>
    </w:p>
    <w:p w:rsidR="00BC3B8B" w:rsidRDefault="00BC3B8B" w:rsidP="00FA2C64">
      <w:pPr>
        <w:pStyle w:val="libNormal0"/>
      </w:pPr>
    </w:p>
    <w:p w:rsidR="00FA2C64" w:rsidRDefault="00FA2C64" w:rsidP="00BC3B8B">
      <w:pPr>
        <w:pStyle w:val="Heading2"/>
      </w:pPr>
      <w:bookmarkStart w:id="24" w:name="_Toc94724701"/>
      <w:r>
        <w:t>Malam Keduapuluh</w:t>
      </w:r>
      <w:bookmarkEnd w:id="24"/>
    </w:p>
    <w:p w:rsidR="00BC3B8B" w:rsidRPr="00BC3B8B" w:rsidRDefault="00BC3B8B" w:rsidP="00BC3B8B">
      <w:pPr>
        <w:pStyle w:val="libNormal"/>
      </w:pPr>
    </w:p>
    <w:p w:rsidR="00FA2C64" w:rsidRDefault="00FA2C64" w:rsidP="00FA2C64">
      <w:pPr>
        <w:pStyle w:val="libNormal0"/>
      </w:pPr>
      <w:r>
        <w:t>Pada malam keduapuluh bulan Rajab sholat 2 rakaat</w:t>
      </w:r>
    </w:p>
    <w:p w:rsidR="00FA2C64" w:rsidRDefault="00FA2C64" w:rsidP="00FA2C64">
      <w:pPr>
        <w:pStyle w:val="libNormal0"/>
      </w:pPr>
      <w:r>
        <w:t>membaca alhamdu (alfatihah) dan surat alqodar 5 kali</w:t>
      </w:r>
    </w:p>
    <w:p w:rsidR="00FA2C64" w:rsidRDefault="00FA2C64" w:rsidP="00FA2C64">
      <w:pPr>
        <w:pStyle w:val="libNormal0"/>
      </w:pPr>
      <w:r>
        <w:t>maka akan diberi pahala Nabi Ibrahim, Musa dan Isa</w:t>
      </w:r>
    </w:p>
    <w:p w:rsidR="00FA2C64" w:rsidRDefault="00FA2C64" w:rsidP="00FA2C64">
      <w:pPr>
        <w:pStyle w:val="libNormal0"/>
      </w:pPr>
      <w:r>
        <w:t>dan dia akan aman dari kejahatan makhluq langit dan</w:t>
      </w:r>
    </w:p>
    <w:p w:rsidR="00FA2C64" w:rsidRDefault="00FA2C64" w:rsidP="00FA2C64">
      <w:pPr>
        <w:pStyle w:val="libNormal0"/>
      </w:pPr>
      <w:r>
        <w:t>bumi dan Allah akan memandangnya dengan pandangan</w:t>
      </w:r>
    </w:p>
    <w:p w:rsidR="00FA2C64" w:rsidRDefault="00FA2C64" w:rsidP="00FA2C64">
      <w:pPr>
        <w:pStyle w:val="libNormal0"/>
      </w:pPr>
      <w:r>
        <w:t>ampunan.</w:t>
      </w:r>
    </w:p>
    <w:p w:rsidR="00BC3B8B" w:rsidRDefault="00BC3B8B" w:rsidP="00FA2C64">
      <w:pPr>
        <w:pStyle w:val="libNormal0"/>
      </w:pPr>
    </w:p>
    <w:p w:rsidR="00BC3B8B" w:rsidRDefault="00FA2C64" w:rsidP="00BC3B8B">
      <w:pPr>
        <w:pStyle w:val="Heading2"/>
      </w:pPr>
      <w:bookmarkStart w:id="25" w:name="_Toc94724702"/>
      <w:r>
        <w:t>Malam Keduapuluhsatu</w:t>
      </w:r>
      <w:bookmarkEnd w:id="25"/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keduapuluh satu bulan Rajab sholat 6</w:t>
      </w:r>
    </w:p>
    <w:p w:rsidR="00FA2C64" w:rsidRDefault="00FA2C64" w:rsidP="00FA2C64">
      <w:pPr>
        <w:pStyle w:val="libNormal0"/>
      </w:pPr>
      <w:r>
        <w:t>rakaat membaca alhamdu (alfatihah) dan surat alkautsar</w:t>
      </w:r>
    </w:p>
    <w:p w:rsidR="00FA2C64" w:rsidRDefault="00FA2C64" w:rsidP="00FA2C64">
      <w:pPr>
        <w:pStyle w:val="libNormal0"/>
      </w:pPr>
      <w:r>
        <w:t>10 kali dan tauhid 10 kali mak doanya tidak akan dicatat</w:t>
      </w:r>
    </w:p>
    <w:p w:rsidR="00FA2C64" w:rsidRDefault="00FA2C64" w:rsidP="00FA2C64">
      <w:pPr>
        <w:pStyle w:val="libNormal0"/>
      </w:pPr>
      <w:r>
        <w:lastRenderedPageBreak/>
        <w:t>setahun. Khobar.</w:t>
      </w:r>
    </w:p>
    <w:p w:rsidR="0096329B" w:rsidRDefault="0096329B" w:rsidP="00FA2C64">
      <w:pPr>
        <w:pStyle w:val="libNormal0"/>
      </w:pPr>
    </w:p>
    <w:p w:rsidR="0096329B" w:rsidRDefault="00FA2C64" w:rsidP="0096329B">
      <w:pPr>
        <w:pStyle w:val="Heading2"/>
      </w:pPr>
      <w:bookmarkStart w:id="26" w:name="_Toc94724703"/>
      <w:r>
        <w:t>Malam Keduapuluhdua</w:t>
      </w:r>
      <w:bookmarkEnd w:id="26"/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keduapuluh dua bulan Rajab sholat 8</w:t>
      </w:r>
    </w:p>
    <w:p w:rsidR="00FA2C64" w:rsidRDefault="00FA2C64" w:rsidP="00FA2C64">
      <w:pPr>
        <w:pStyle w:val="libNormal0"/>
      </w:pPr>
      <w:r>
        <w:t>rakaat membaca alhamdu (alfatihah) dan surat alkafirun21</w:t>
      </w:r>
    </w:p>
    <w:p w:rsidR="00FA2C64" w:rsidRDefault="00FA2C64" w:rsidP="00FA2C64">
      <w:pPr>
        <w:pStyle w:val="libNormal0"/>
      </w:pPr>
      <w:r>
        <w:t>7 kali setelah salam baca sholawat dan istighfar 10 kali</w:t>
      </w:r>
    </w:p>
    <w:p w:rsidR="00FA2C64" w:rsidRDefault="00FA2C64" w:rsidP="00FA2C64">
      <w:pPr>
        <w:pStyle w:val="libNormal0"/>
      </w:pPr>
      <w:r>
        <w:t>dia tidak akan keluar dari dunia hingga dia melihat</w:t>
      </w:r>
    </w:p>
    <w:p w:rsidR="00FA2C64" w:rsidRDefault="00FA2C64" w:rsidP="00FA2C64">
      <w:pPr>
        <w:pStyle w:val="libNormal0"/>
      </w:pPr>
      <w:r>
        <w:t>tempatnya di sorga dan dia mati dalam islam dia akan</w:t>
      </w:r>
    </w:p>
    <w:p w:rsidR="00FA2C64" w:rsidRDefault="00FA2C64" w:rsidP="00FA2C64">
      <w:pPr>
        <w:pStyle w:val="libNormal0"/>
      </w:pPr>
      <w:r>
        <w:t>dapat pahala 70 nabi.</w:t>
      </w:r>
    </w:p>
    <w:p w:rsidR="0096329B" w:rsidRDefault="0096329B" w:rsidP="00FA2C64">
      <w:pPr>
        <w:pStyle w:val="libNormal0"/>
      </w:pPr>
    </w:p>
    <w:p w:rsidR="00FA2C64" w:rsidRPr="00E36F01" w:rsidRDefault="00FA2C64" w:rsidP="0096329B">
      <w:pPr>
        <w:pStyle w:val="Heading2"/>
      </w:pPr>
      <w:bookmarkStart w:id="27" w:name="_Toc94724704"/>
      <w:r>
        <w:t>Malam Keduapuluhtiga</w:t>
      </w:r>
      <w:bookmarkEnd w:id="27"/>
    </w:p>
    <w:p w:rsidR="0096329B" w:rsidRPr="0096329B" w:rsidRDefault="0096329B" w:rsidP="0096329B">
      <w:pPr>
        <w:pStyle w:val="libNormal"/>
      </w:pPr>
    </w:p>
    <w:p w:rsidR="00FA2C64" w:rsidRDefault="00FA2C64" w:rsidP="00FA2C64">
      <w:pPr>
        <w:pStyle w:val="libNormal0"/>
      </w:pPr>
      <w:r>
        <w:t>Pada malam keduapuluhtiga bulan Rajab sholat 2</w:t>
      </w:r>
    </w:p>
    <w:p w:rsidR="00FA2C64" w:rsidRDefault="00FA2C64" w:rsidP="00FA2C64">
      <w:pPr>
        <w:pStyle w:val="libNormal0"/>
      </w:pPr>
      <w:r>
        <w:t>rakaat membaca alhamdu (alfatihah) dan surat adhdhuha</w:t>
      </w:r>
    </w:p>
    <w:p w:rsidR="00FA2C64" w:rsidRDefault="00FA2C64" w:rsidP="00FA2C64">
      <w:pPr>
        <w:pStyle w:val="libNormal0"/>
      </w:pPr>
      <w:r>
        <w:t>5 kali maka ada diberi pahala setiap huruf sejumlah</w:t>
      </w:r>
    </w:p>
    <w:p w:rsidR="00FA2C64" w:rsidRDefault="00FA2C64" w:rsidP="00FA2C64">
      <w:pPr>
        <w:pStyle w:val="libNormal0"/>
      </w:pPr>
      <w:r>
        <w:t>orang kafir laki dan perempuan derajat di sorga.</w:t>
      </w:r>
    </w:p>
    <w:p w:rsidR="00FA2C64" w:rsidRDefault="00FA2C64" w:rsidP="00FA2C64">
      <w:pPr>
        <w:pStyle w:val="libNormal0"/>
      </w:pPr>
      <w:r>
        <w:t>Khobar.</w:t>
      </w:r>
    </w:p>
    <w:p w:rsidR="0096329B" w:rsidRDefault="0096329B" w:rsidP="00FA2C64">
      <w:pPr>
        <w:pStyle w:val="libNormal0"/>
      </w:pPr>
    </w:p>
    <w:p w:rsidR="00FA2C64" w:rsidRDefault="00FA2C64" w:rsidP="0096329B">
      <w:pPr>
        <w:pStyle w:val="Heading2"/>
      </w:pPr>
      <w:bookmarkStart w:id="28" w:name="_Toc94724705"/>
      <w:r>
        <w:t>Malam Keduapuluh empat</w:t>
      </w:r>
      <w:bookmarkEnd w:id="28"/>
    </w:p>
    <w:p w:rsidR="0096329B" w:rsidRPr="0096329B" w:rsidRDefault="0096329B" w:rsidP="0096329B">
      <w:pPr>
        <w:pStyle w:val="libNormal"/>
      </w:pPr>
    </w:p>
    <w:p w:rsidR="00FA2C64" w:rsidRDefault="00FA2C64" w:rsidP="00FA2C64">
      <w:pPr>
        <w:pStyle w:val="libNormal0"/>
      </w:pPr>
      <w:r>
        <w:t>Pada malam keduapuluh empat bulan Rajab sholat 40</w:t>
      </w:r>
    </w:p>
    <w:p w:rsidR="00FA2C64" w:rsidRDefault="00FA2C64" w:rsidP="00FA2C64">
      <w:pPr>
        <w:pStyle w:val="libNormal0"/>
      </w:pPr>
      <w:r>
        <w:t>rakaat membaca alhamdu (alfatihah) dan surat alikhlas</w:t>
      </w:r>
    </w:p>
    <w:p w:rsidR="00FA2C64" w:rsidRDefault="00FA2C64" w:rsidP="00FA2C64">
      <w:pPr>
        <w:pStyle w:val="libNormal0"/>
      </w:pPr>
      <w:r>
        <w:t>maka akan dicatat untuknya 100 kebaikan dan akan22</w:t>
      </w:r>
    </w:p>
    <w:p w:rsidR="00FA2C64" w:rsidRDefault="00FA2C64" w:rsidP="00FA2C64">
      <w:pPr>
        <w:pStyle w:val="libNormal0"/>
      </w:pPr>
      <w:r>
        <w:t>dihapus darinya kejelekan, akan diangkat untuknya ke</w:t>
      </w:r>
    </w:p>
    <w:p w:rsidR="00FA2C64" w:rsidRDefault="00FA2C64" w:rsidP="00FA2C64">
      <w:pPr>
        <w:pStyle w:val="libNormal0"/>
      </w:pPr>
      <w:r>
        <w:t>derajat sedemikian rupa. Khobar.</w:t>
      </w:r>
    </w:p>
    <w:p w:rsidR="0096329B" w:rsidRDefault="0096329B" w:rsidP="00FA2C64">
      <w:pPr>
        <w:pStyle w:val="libNormal0"/>
      </w:pPr>
    </w:p>
    <w:p w:rsidR="00FA2C64" w:rsidRDefault="00FA2C64" w:rsidP="0096329B">
      <w:pPr>
        <w:pStyle w:val="Heading2"/>
      </w:pPr>
      <w:bookmarkStart w:id="29" w:name="_Toc94724706"/>
      <w:r>
        <w:t>Malam Keduapuluh lima</w:t>
      </w:r>
      <w:bookmarkEnd w:id="29"/>
    </w:p>
    <w:p w:rsidR="0096329B" w:rsidRPr="0096329B" w:rsidRDefault="0096329B" w:rsidP="0096329B">
      <w:pPr>
        <w:pStyle w:val="libNormal"/>
      </w:pPr>
    </w:p>
    <w:p w:rsidR="00FA2C64" w:rsidRDefault="00FA2C64" w:rsidP="00FA2C64">
      <w:pPr>
        <w:pStyle w:val="libNormal0"/>
      </w:pPr>
      <w:r>
        <w:t>Pada malam keduapuluh lima bulan Rajab sholat 12</w:t>
      </w:r>
    </w:p>
    <w:p w:rsidR="00FA2C64" w:rsidRDefault="00FA2C64" w:rsidP="00FA2C64">
      <w:pPr>
        <w:pStyle w:val="libNormal0"/>
      </w:pPr>
      <w:r>
        <w:t>rakaat anatara magrib dan Isya‟ membaca alhamdu</w:t>
      </w:r>
    </w:p>
    <w:p w:rsidR="00FA2C64" w:rsidRDefault="00FA2C64" w:rsidP="00FA2C64">
      <w:pPr>
        <w:pStyle w:val="libNormal0"/>
      </w:pPr>
      <w:r>
        <w:t>(alfatihah) dan amanarrosul (akhir surat albaqoroh)</w:t>
      </w:r>
    </w:p>
    <w:p w:rsidR="00FA2C64" w:rsidRDefault="00FA2C64" w:rsidP="00FA2C64">
      <w:pPr>
        <w:pStyle w:val="libNormal0"/>
      </w:pPr>
      <w:r>
        <w:t>maka Allah akan menjaganya. Khobar.</w:t>
      </w:r>
    </w:p>
    <w:p w:rsidR="0096329B" w:rsidRDefault="0096329B" w:rsidP="0096329B">
      <w:pPr>
        <w:pStyle w:val="libNormal0"/>
      </w:pPr>
    </w:p>
    <w:p w:rsidR="0096329B" w:rsidRDefault="00FA2C64" w:rsidP="0096329B">
      <w:pPr>
        <w:pStyle w:val="Heading2"/>
      </w:pPr>
      <w:bookmarkStart w:id="30" w:name="_Toc94724707"/>
      <w:r>
        <w:lastRenderedPageBreak/>
        <w:t>Malam Keduapuluh enam</w:t>
      </w:r>
      <w:bookmarkEnd w:id="30"/>
    </w:p>
    <w:p w:rsidR="0096329B" w:rsidRDefault="0096329B" w:rsidP="00FA2C64">
      <w:pPr>
        <w:pStyle w:val="libNormal0"/>
      </w:pPr>
    </w:p>
    <w:p w:rsidR="00FA2C64" w:rsidRDefault="00FA2C64" w:rsidP="00FA2C64">
      <w:pPr>
        <w:pStyle w:val="libNormal0"/>
      </w:pPr>
      <w:r>
        <w:t>Pada malam keduapuluh enam bulan Rajab sholat 12</w:t>
      </w:r>
    </w:p>
    <w:p w:rsidR="00FA2C64" w:rsidRDefault="00FA2C64" w:rsidP="00FA2C64">
      <w:pPr>
        <w:pStyle w:val="libNormal0"/>
      </w:pPr>
      <w:r>
        <w:t>rakaat membaca alhamdu (alfatihah) dan surat attauhid</w:t>
      </w:r>
    </w:p>
    <w:p w:rsidR="00FA2C64" w:rsidRDefault="00FA2C64" w:rsidP="00FA2C64">
      <w:pPr>
        <w:pStyle w:val="libNormal0"/>
      </w:pPr>
      <w:r>
        <w:t>maka dia akan disalami para malaikat. Khobar.</w:t>
      </w:r>
    </w:p>
    <w:p w:rsidR="0096329B" w:rsidRDefault="0096329B" w:rsidP="00FA2C64">
      <w:pPr>
        <w:pStyle w:val="libNormal0"/>
      </w:pPr>
    </w:p>
    <w:p w:rsidR="00FA2C64" w:rsidRDefault="00FA2C64" w:rsidP="00FA2C64">
      <w:pPr>
        <w:pStyle w:val="libNormal0"/>
      </w:pPr>
      <w:r>
        <w:t>Malam duapuluh tujuh, duapuluh delapan</w:t>
      </w:r>
    </w:p>
    <w:p w:rsidR="0096329B" w:rsidRDefault="00FA2C64" w:rsidP="00FA2C64">
      <w:pPr>
        <w:pStyle w:val="libNormal0"/>
      </w:pPr>
      <w:r>
        <w:t>dan duapuluh Sembilan</w:t>
      </w:r>
    </w:p>
    <w:p w:rsidR="0096329B" w:rsidRPr="00E36F01" w:rsidRDefault="00FA2C64" w:rsidP="0096329B">
      <w:pPr>
        <w:pStyle w:val="libNormal0"/>
      </w:pPr>
      <w:r w:rsidRPr="00E36F01">
        <w:rPr>
          <w:rFonts w:ascii="Sakkal Majalla" w:hAnsi="Sakkal Majalla" w:cs="Sakkal Majalla"/>
          <w:rtl/>
        </w:rPr>
        <w:t>َِ</w:t>
      </w:r>
    </w:p>
    <w:p w:rsidR="00FA2C64" w:rsidRDefault="00FA2C64" w:rsidP="0096329B">
      <w:pPr>
        <w:pStyle w:val="libNormal0"/>
      </w:pPr>
      <w:r>
        <w:t>Pada malam keduapuluh tujuh, duapuluh delapan,</w:t>
      </w:r>
    </w:p>
    <w:p w:rsidR="00FA2C64" w:rsidRDefault="00FA2C64" w:rsidP="00FA2C64">
      <w:pPr>
        <w:pStyle w:val="libNormal0"/>
      </w:pPr>
      <w:r>
        <w:t>duapuluh sembilan bulan Rajab sholat 12 rakaat</w:t>
      </w:r>
    </w:p>
    <w:p w:rsidR="00FA2C64" w:rsidRDefault="00FA2C64" w:rsidP="00FA2C64">
      <w:pPr>
        <w:pStyle w:val="libNormal0"/>
      </w:pPr>
      <w:r>
        <w:t>membaca alhamdu (alfatihah) dan surat al‟alâ dan</w:t>
      </w:r>
    </w:p>
    <w:p w:rsidR="00FA2C64" w:rsidRDefault="00FA2C64" w:rsidP="00FA2C64">
      <w:pPr>
        <w:pStyle w:val="libNormal0"/>
      </w:pPr>
      <w:r>
        <w:t>alqodr 10 kali setelah salam membaca sholawat dan</w:t>
      </w:r>
    </w:p>
    <w:p w:rsidR="00FA2C64" w:rsidRDefault="00FA2C64" w:rsidP="00FA2C64">
      <w:pPr>
        <w:pStyle w:val="libNormal0"/>
      </w:pPr>
      <w:r>
        <w:t>istighfar 100 kali akan dicatat sebagai pahala para</w:t>
      </w:r>
    </w:p>
    <w:p w:rsidR="00FA2C64" w:rsidRDefault="00FA2C64" w:rsidP="00FA2C64">
      <w:pPr>
        <w:pStyle w:val="libNormal0"/>
      </w:pPr>
      <w:r>
        <w:t>malaikat.</w:t>
      </w:r>
    </w:p>
    <w:p w:rsidR="0096329B" w:rsidRDefault="0096329B" w:rsidP="00FA2C64">
      <w:pPr>
        <w:pStyle w:val="libNormal0"/>
      </w:pPr>
    </w:p>
    <w:p w:rsidR="00FA2C64" w:rsidRDefault="00FA2C64" w:rsidP="0096329B">
      <w:pPr>
        <w:pStyle w:val="Heading2"/>
      </w:pPr>
      <w:bookmarkStart w:id="31" w:name="_Toc94724708"/>
      <w:r>
        <w:t>Malam Ketigapuluh</w:t>
      </w:r>
      <w:bookmarkEnd w:id="31"/>
    </w:p>
    <w:p w:rsidR="0096329B" w:rsidRPr="0096329B" w:rsidRDefault="0096329B" w:rsidP="0096329B">
      <w:pPr>
        <w:pStyle w:val="libNormal"/>
      </w:pPr>
    </w:p>
    <w:p w:rsidR="00FA2C64" w:rsidRDefault="00FA2C64" w:rsidP="00FA2C64">
      <w:pPr>
        <w:pStyle w:val="libNormal0"/>
      </w:pPr>
      <w:r>
        <w:t>Pada malam ketigapuluh bulan Rajab sholat 10</w:t>
      </w:r>
    </w:p>
    <w:p w:rsidR="00FA2C64" w:rsidRDefault="00FA2C64" w:rsidP="00FA2C64">
      <w:pPr>
        <w:pStyle w:val="libNormal0"/>
      </w:pPr>
      <w:r>
        <w:t>rakaat membaca alhamdu (alfatihah) dan surat attauhid</w:t>
      </w:r>
    </w:p>
    <w:p w:rsidR="00FA2C64" w:rsidRDefault="00FA2C64" w:rsidP="00FA2C64">
      <w:pPr>
        <w:pStyle w:val="libNormal0"/>
      </w:pPr>
      <w:r>
        <w:t>11 kali maka dia akan diberi pahala sorga firdaus.</w:t>
      </w:r>
    </w:p>
    <w:p w:rsidR="00FA2C64" w:rsidRDefault="00FA2C64" w:rsidP="00FA2C64">
      <w:pPr>
        <w:pStyle w:val="libNormal0"/>
      </w:pPr>
      <w:r>
        <w:t>Khobar.24</w:t>
      </w:r>
    </w:p>
    <w:p w:rsidR="0096329B" w:rsidRDefault="0096329B" w:rsidP="00FA2C64">
      <w:pPr>
        <w:pStyle w:val="libNormal0"/>
      </w:pPr>
    </w:p>
    <w:p w:rsidR="0096329B" w:rsidRDefault="0096329B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96329B">
      <w:pPr>
        <w:pStyle w:val="Heading1"/>
      </w:pPr>
      <w:bookmarkStart w:id="32" w:name="_Toc94724709"/>
      <w:r>
        <w:lastRenderedPageBreak/>
        <w:t>Sholat Roghô-ib (Sholat Malam Jum'at</w:t>
      </w:r>
      <w:bookmarkEnd w:id="32"/>
    </w:p>
    <w:p w:rsidR="0096329B" w:rsidRDefault="00FA2C64" w:rsidP="0096329B">
      <w:pPr>
        <w:pStyle w:val="Heading1"/>
      </w:pPr>
      <w:bookmarkStart w:id="33" w:name="_Toc94724710"/>
      <w:r>
        <w:t>bulan Rajab)</w:t>
      </w:r>
      <w:bookmarkEnd w:id="33"/>
    </w:p>
    <w:p w:rsidR="00FA2C64" w:rsidRDefault="00FA2C64" w:rsidP="0096329B">
      <w:pPr>
        <w:pStyle w:val="libNormal0"/>
      </w:pPr>
      <w:r>
        <w:rPr>
          <w:rtl/>
        </w:rPr>
        <w:t xml:space="preserve"> </w:t>
      </w:r>
    </w:p>
    <w:p w:rsidR="00FA2C64" w:rsidRDefault="00FA2C64" w:rsidP="00FA2C64">
      <w:pPr>
        <w:pStyle w:val="libNormal0"/>
      </w:pPr>
      <w:r>
        <w:t>Diriwayatkan dari Hasan bin Yusuf bin Muthohhar</w:t>
      </w:r>
    </w:p>
    <w:p w:rsidR="00FA2C64" w:rsidRDefault="00FA2C64" w:rsidP="00FA2C64">
      <w:pPr>
        <w:pStyle w:val="libNormal0"/>
      </w:pPr>
      <w:r>
        <w:t>seorang yang Alim yang mendapat ijazah dari Bani</w:t>
      </w:r>
    </w:p>
    <w:p w:rsidR="00FA2C64" w:rsidRDefault="00FA2C64" w:rsidP="00FA2C64">
      <w:pPr>
        <w:pStyle w:val="libNormal0"/>
      </w:pPr>
      <w:r>
        <w:t>Zuhroh Nabi saw bersabda :”Rajab bulan Allah,</w:t>
      </w:r>
    </w:p>
    <w:p w:rsidR="00FA2C64" w:rsidRDefault="00FA2C64" w:rsidP="00FA2C64">
      <w:pPr>
        <w:pStyle w:val="libNormal0"/>
      </w:pPr>
      <w:r>
        <w:t>Sya‟ban bulanku, Romadhon bulan ummatku, yang26</w:t>
      </w:r>
    </w:p>
    <w:p w:rsidR="00FA2C64" w:rsidRDefault="00FA2C64" w:rsidP="00FA2C64">
      <w:pPr>
        <w:pStyle w:val="libNormal0"/>
      </w:pPr>
      <w:r>
        <w:t>berpuasa sebulan penuh maka Allah akan mengabulkan</w:t>
      </w:r>
    </w:p>
    <w:p w:rsidR="00FA2C64" w:rsidRDefault="00FA2C64" w:rsidP="00FA2C64">
      <w:pPr>
        <w:pStyle w:val="libNormal0"/>
      </w:pPr>
      <w:r>
        <w:t>tiga hal; Ampunan untuk semua dosa-dosanya, dan akan</w:t>
      </w:r>
    </w:p>
    <w:p w:rsidR="00FA2C64" w:rsidRDefault="00FA2C64" w:rsidP="00FA2C64">
      <w:pPr>
        <w:pStyle w:val="libNormal0"/>
      </w:pPr>
      <w:r>
        <w:t>dijaga dari yang tersisa umurnya dan akan aman dari</w:t>
      </w:r>
    </w:p>
    <w:p w:rsidR="00FA2C64" w:rsidRDefault="00FA2C64" w:rsidP="00FA2C64">
      <w:pPr>
        <w:pStyle w:val="libNormal0"/>
      </w:pPr>
      <w:r>
        <w:t>haus pada hari ketakutan yang besar (kiamat) maka</w:t>
      </w:r>
    </w:p>
    <w:p w:rsidR="00FA2C64" w:rsidRDefault="00FA2C64" w:rsidP="00FA2C64">
      <w:pPr>
        <w:pStyle w:val="libNormal0"/>
      </w:pPr>
      <w:r>
        <w:t>bertanyalah seorang tua; Ya Rasulullah saw aku seorang</w:t>
      </w:r>
    </w:p>
    <w:p w:rsidR="00FA2C64" w:rsidRDefault="00FA2C64" w:rsidP="00FA2C64">
      <w:pPr>
        <w:pStyle w:val="libNormal0"/>
      </w:pPr>
      <w:r>
        <w:t>tua yang lemah tidak mampu melakukannya. Rasul</w:t>
      </w:r>
    </w:p>
    <w:p w:rsidR="00FA2C64" w:rsidRDefault="00FA2C64" w:rsidP="00FA2C64">
      <w:pPr>
        <w:pStyle w:val="libNormal0"/>
      </w:pPr>
      <w:r>
        <w:t>menjawab puasalah di awalnya karena setiap satu</w:t>
      </w:r>
    </w:p>
    <w:p w:rsidR="00FA2C64" w:rsidRDefault="00FA2C64" w:rsidP="00FA2C64">
      <w:pPr>
        <w:pStyle w:val="libNormal0"/>
      </w:pPr>
      <w:r>
        <w:t>perbuatan akan diberi pahala 10 kali lipat, dan</w:t>
      </w:r>
    </w:p>
    <w:p w:rsidR="00FA2C64" w:rsidRDefault="00FA2C64" w:rsidP="00FA2C64">
      <w:pPr>
        <w:pStyle w:val="libNormal0"/>
      </w:pPr>
      <w:r>
        <w:t>pertengahan serta ahir dari bulannya maka engkau akan</w:t>
      </w:r>
    </w:p>
    <w:p w:rsidR="00FA2C64" w:rsidRDefault="00FA2C64" w:rsidP="00FA2C64">
      <w:pPr>
        <w:pStyle w:val="libNormal0"/>
      </w:pPr>
      <w:r>
        <w:t>diberipahala seakan puasa seluruhnya dan jangan lupa</w:t>
      </w:r>
    </w:p>
    <w:p w:rsidR="00FA2C64" w:rsidRDefault="00FA2C64" w:rsidP="00FA2C64">
      <w:pPr>
        <w:pStyle w:val="libNormal0"/>
      </w:pPr>
      <w:r>
        <w:t>akan malam jum‟at pertama dari bulan tersebut karena</w:t>
      </w:r>
    </w:p>
    <w:p w:rsidR="00FA2C64" w:rsidRDefault="00FA2C64" w:rsidP="00FA2C64">
      <w:pPr>
        <w:pStyle w:val="libNormal0"/>
      </w:pPr>
      <w:r>
        <w:t>malam itu dinamakan oleh para malaikat; Laylatul roghô-ib. Bila telah lewat sepertiga malam semua</w:t>
      </w:r>
    </w:p>
    <w:p w:rsidR="00FA2C64" w:rsidRDefault="00FA2C64" w:rsidP="00FA2C64">
      <w:pPr>
        <w:pStyle w:val="libNormal0"/>
      </w:pPr>
      <w:r>
        <w:t>malaikat berkumpul di Ka‟bah kemudian Allah Swt</w:t>
      </w:r>
    </w:p>
    <w:p w:rsidR="00FA2C64" w:rsidRDefault="00FA2C64" w:rsidP="00FA2C64">
      <w:pPr>
        <w:pStyle w:val="libNormal0"/>
      </w:pPr>
      <w:r>
        <w:t>berfirman; “Hai Malaikatku mohonlah kepadaku apa</w:t>
      </w:r>
    </w:p>
    <w:p w:rsidR="00FA2C64" w:rsidRDefault="00FA2C64" w:rsidP="00FA2C64">
      <w:pPr>
        <w:pStyle w:val="libNormal0"/>
      </w:pPr>
      <w:r>
        <w:t>saja kemudian para malaikat memohon ; Ya Robbana</w:t>
      </w:r>
    </w:p>
    <w:p w:rsidR="00FA2C64" w:rsidRDefault="00FA2C64" w:rsidP="00FA2C64">
      <w:pPr>
        <w:pStyle w:val="libNormal0"/>
      </w:pPr>
      <w:r>
        <w:t>(duhai tuhan kami) ampunilah siapa yang berpuasa di</w:t>
      </w:r>
    </w:p>
    <w:p w:rsidR="00FA2C64" w:rsidRDefault="00FA2C64" w:rsidP="00FA2C64">
      <w:pPr>
        <w:pStyle w:val="libNormal0"/>
      </w:pPr>
      <w:r>
        <w:t>bulan Rajab. Allah Swt menjawab sudah kuampuni.</w:t>
      </w:r>
    </w:p>
    <w:p w:rsidR="00FA2C64" w:rsidRDefault="00FA2C64" w:rsidP="00FA2C64">
      <w:pPr>
        <w:pStyle w:val="libNormal0"/>
      </w:pPr>
      <w:r>
        <w:t>Kemudian Rasulullah saw bersabda :”Siapa saja yang</w:t>
      </w:r>
    </w:p>
    <w:p w:rsidR="00FA2C64" w:rsidRDefault="00FA2C64" w:rsidP="00FA2C64">
      <w:pPr>
        <w:pStyle w:val="libNormal0"/>
      </w:pPr>
      <w:r>
        <w:t>berpuasa di hari kamis di awal kamis bulan rajab</w:t>
      </w:r>
    </w:p>
    <w:p w:rsidR="00FA2C64" w:rsidRDefault="00FA2C64" w:rsidP="00FA2C64">
      <w:pPr>
        <w:pStyle w:val="libNormal0"/>
      </w:pPr>
      <w:r>
        <w:t>kemudia dia sholat antara Isya dan pertengahan malam</w:t>
      </w:r>
    </w:p>
    <w:p w:rsidR="00FA2C64" w:rsidRDefault="00FA2C64" w:rsidP="00FA2C64">
      <w:pPr>
        <w:pStyle w:val="libNormal0"/>
      </w:pPr>
      <w:r>
        <w:t>12 rakaat setelah selesai dia membaca sholawat</w:t>
      </w:r>
    </w:p>
    <w:p w:rsidR="00FA2C64" w:rsidRDefault="00FA2C64" w:rsidP="00FA2C64">
      <w:pPr>
        <w:pStyle w:val="libNormal0"/>
      </w:pPr>
      <w:r>
        <w:t>kepadaku 70 kali ( Allâhumma sholli „alâ Muhammad</w:t>
      </w:r>
    </w:p>
    <w:p w:rsidR="00FA2C64" w:rsidRDefault="00FA2C64" w:rsidP="00FA2C64">
      <w:pPr>
        <w:pStyle w:val="libNormal0"/>
      </w:pPr>
      <w:r>
        <w:t>wa‟alâ âlihi) kemudian dia sujud sambil membaca : 70</w:t>
      </w:r>
    </w:p>
    <w:p w:rsidR="00FA2C64" w:rsidRDefault="00FA2C64" w:rsidP="00FA2C64">
      <w:pPr>
        <w:pStyle w:val="libNormal0"/>
      </w:pPr>
      <w:r>
        <w:t>kali subbûhun quddûsun robbul malâikati warrûh27</w:t>
      </w:r>
    </w:p>
    <w:p w:rsidR="00FA2C64" w:rsidRDefault="00FA2C64" w:rsidP="00FA2C64">
      <w:pPr>
        <w:pStyle w:val="libNormal0"/>
      </w:pPr>
      <w:r>
        <w:t>kemudian dia mengangkat kepalanya dan membaca ;</w:t>
      </w:r>
    </w:p>
    <w:p w:rsidR="00FA2C64" w:rsidRDefault="00FA2C64" w:rsidP="00FA2C64">
      <w:pPr>
        <w:pStyle w:val="libNormal0"/>
      </w:pPr>
      <w:r>
        <w:t>Robighfir warham watajâwaz amma ta‟lam innaka antal</w:t>
      </w:r>
    </w:p>
    <w:p w:rsidR="00FA2C64" w:rsidRDefault="00FA2C64" w:rsidP="00FA2C64">
      <w:pPr>
        <w:pStyle w:val="libNormal0"/>
      </w:pPr>
      <w:r>
        <w:rPr>
          <w:rFonts w:hint="eastAsia"/>
        </w:rPr>
        <w:t>„</w:t>
      </w:r>
      <w:r>
        <w:t>aliyyul a‟dzhom, kemudian sujud lagi sambil membaca</w:t>
      </w:r>
    </w:p>
    <w:p w:rsidR="00FA2C64" w:rsidRDefault="00FA2C64" w:rsidP="00FA2C64">
      <w:pPr>
        <w:pStyle w:val="libNormal0"/>
      </w:pPr>
      <w:r>
        <w:lastRenderedPageBreak/>
        <w:t>: subbûhun quddûsun robbul malâikati warrûh 70 kali</w:t>
      </w:r>
    </w:p>
    <w:p w:rsidR="00FA2C64" w:rsidRDefault="00FA2C64" w:rsidP="00FA2C64">
      <w:pPr>
        <w:pStyle w:val="libNormal0"/>
      </w:pPr>
      <w:r>
        <w:t>kemudian dia memohon hajatnya saat dia sedang sujud</w:t>
      </w:r>
    </w:p>
    <w:p w:rsidR="00FA2C64" w:rsidRDefault="00FA2C64" w:rsidP="00FA2C64">
      <w:pPr>
        <w:pStyle w:val="libNormal0"/>
      </w:pPr>
      <w:r>
        <w:t>maka Allah Swt akan mengabulkan hajatnya. Rasulullah</w:t>
      </w:r>
    </w:p>
    <w:p w:rsidR="00FA2C64" w:rsidRDefault="00FA2C64" w:rsidP="00FA2C64">
      <w:pPr>
        <w:pStyle w:val="libNormal0"/>
      </w:pPr>
      <w:r>
        <w:t>saw kemudian bersabda :” Demi jiwaku yang berada di</w:t>
      </w:r>
    </w:p>
    <w:p w:rsidR="00FA2C64" w:rsidRDefault="00FA2C64" w:rsidP="00FA2C64">
      <w:pPr>
        <w:pStyle w:val="libNormal0"/>
      </w:pPr>
      <w:r>
        <w:t>tangan-Nya tidaklah orang yang sholat dengan sholat</w:t>
      </w:r>
    </w:p>
    <w:p w:rsidR="00FA2C64" w:rsidRDefault="00FA2C64" w:rsidP="00FA2C64">
      <w:pPr>
        <w:pStyle w:val="libNormal0"/>
      </w:pPr>
      <w:r>
        <w:t>tsb. Maka Allah akan mengampuni semua dosa-dosanya</w:t>
      </w:r>
    </w:p>
    <w:p w:rsidR="00FA2C64" w:rsidRDefault="00FA2C64" w:rsidP="00FA2C64">
      <w:pPr>
        <w:pStyle w:val="libNormal0"/>
      </w:pPr>
      <w:r>
        <w:t>walau sebanyak busa di lautan maka dia di hari kiamata</w:t>
      </w:r>
    </w:p>
    <w:p w:rsidR="00FA2C64" w:rsidRDefault="00FA2C64" w:rsidP="00FA2C64">
      <w:pPr>
        <w:pStyle w:val="libNormal0"/>
      </w:pPr>
      <w:r>
        <w:t>akan mendapat syafaatku diantara 700 orang dari</w:t>
      </w:r>
    </w:p>
    <w:p w:rsidR="00FA2C64" w:rsidRDefault="00FA2C64" w:rsidP="00FA2C64">
      <w:pPr>
        <w:pStyle w:val="libNormal0"/>
      </w:pPr>
      <w:r>
        <w:t>keluargaku dan akan dijauhkan dari api neraka. Hadis.</w:t>
      </w:r>
    </w:p>
    <w:p w:rsidR="00FA2C64" w:rsidRDefault="00FA2C64" w:rsidP="00FA2C64">
      <w:pPr>
        <w:pStyle w:val="libNormal0"/>
      </w:pPr>
      <w:r>
        <w:t>(Wasail 6:98).</w:t>
      </w:r>
    </w:p>
    <w:p w:rsidR="009B3A9D" w:rsidRDefault="009B3A9D" w:rsidP="00FA2C64">
      <w:pPr>
        <w:pStyle w:val="libNormal0"/>
      </w:pPr>
    </w:p>
    <w:p w:rsidR="00FA2C64" w:rsidRDefault="00FA2C64" w:rsidP="00FA2C64">
      <w:pPr>
        <w:pStyle w:val="libNormal0"/>
      </w:pPr>
      <w:r>
        <w:t>Dalam riwayat yang lain:</w:t>
      </w:r>
    </w:p>
    <w:p w:rsidR="00FA2C64" w:rsidRDefault="00FA2C64" w:rsidP="00FA2C64">
      <w:pPr>
        <w:pStyle w:val="libNormal0"/>
      </w:pPr>
      <w:r>
        <w:t>Nabi saw bersabda : "Barangsiapa berpuasa pada</w:t>
      </w:r>
    </w:p>
    <w:p w:rsidR="00FA2C64" w:rsidRDefault="00FA2C64" w:rsidP="00FA2C64">
      <w:pPr>
        <w:pStyle w:val="libNormal0"/>
      </w:pPr>
      <w:r>
        <w:t>hari Kamis pertama di bulan Rajab, kemudian dia</w:t>
      </w:r>
    </w:p>
    <w:p w:rsidR="00FA2C64" w:rsidRDefault="00FA2C64" w:rsidP="00FA2C64">
      <w:pPr>
        <w:pStyle w:val="libNormal0"/>
      </w:pPr>
      <w:r>
        <w:t>melakukan sholat antara Magrib dan Isya atau antara</w:t>
      </w:r>
    </w:p>
    <w:p w:rsidR="00FA2C64" w:rsidRDefault="00FA2C64" w:rsidP="00FA2C64">
      <w:pPr>
        <w:pStyle w:val="libNormal0"/>
      </w:pPr>
      <w:r>
        <w:t>Isya dan makan malam sebanyak 12 rakaat setiap dua</w:t>
      </w:r>
    </w:p>
    <w:p w:rsidR="00FA2C64" w:rsidRDefault="00FA2C64" w:rsidP="00FA2C64">
      <w:pPr>
        <w:pStyle w:val="libNormal0"/>
      </w:pPr>
      <w:r>
        <w:t>rakaat salam, ayat yang dibaca di setiap rakaat setelah</w:t>
      </w:r>
    </w:p>
    <w:p w:rsidR="00FA2C64" w:rsidRDefault="00FA2C64" w:rsidP="00FA2C64">
      <w:pPr>
        <w:pStyle w:val="libNormal0"/>
      </w:pPr>
      <w:r>
        <w:t>alfatihah, rakaat pertama surah Alqodar 3 (tiga kali)</w:t>
      </w:r>
    </w:p>
    <w:p w:rsidR="00FA2C64" w:rsidRDefault="00FA2C64" w:rsidP="00FA2C64">
      <w:pPr>
        <w:pStyle w:val="libNormal0"/>
      </w:pPr>
      <w:r>
        <w:t>dan rakaat kedua surah al-ikhlas 12 (dua belas kali).</w:t>
      </w:r>
    </w:p>
    <w:p w:rsidR="00FA2C64" w:rsidRDefault="00FA2C64" w:rsidP="00FA2C64">
      <w:pPr>
        <w:pStyle w:val="libNormal0"/>
      </w:pPr>
      <w:r>
        <w:t>Setelah selesai sholat yag 12 rakaat, membaca sholawat</w:t>
      </w:r>
    </w:p>
    <w:p w:rsidR="00FA2C64" w:rsidRDefault="00FA2C64" w:rsidP="00FA2C64">
      <w:pPr>
        <w:pStyle w:val="libNormal0"/>
      </w:pPr>
      <w:r>
        <w:t>kepadaku dengan sholawat:</w:t>
      </w:r>
    </w:p>
    <w:p w:rsidR="009B3A9D" w:rsidRPr="009B3A9D" w:rsidRDefault="009B3A9D" w:rsidP="009B3A9D">
      <w:pPr>
        <w:pStyle w:val="libNormal"/>
      </w:pPr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Allâhumma sholli ‘alâ Muhammadin-nabiyyil ummiyyi wa 'alâ âlihi</w:t>
      </w:r>
    </w:p>
    <w:p w:rsidR="009B3A9D" w:rsidRDefault="009B3A9D" w:rsidP="00FA2C64">
      <w:pPr>
        <w:pStyle w:val="libNormal0"/>
      </w:pPr>
    </w:p>
    <w:p w:rsidR="00FA2C64" w:rsidRDefault="00FA2C64" w:rsidP="00FA2C64">
      <w:pPr>
        <w:pStyle w:val="libNormal0"/>
      </w:pPr>
      <w:r>
        <w:t>Kemudian sujud dan membaca (doa dibawah ini)</w:t>
      </w:r>
    </w:p>
    <w:p w:rsidR="00FA2C64" w:rsidRDefault="00FA2C64" w:rsidP="00FA2C64">
      <w:pPr>
        <w:pStyle w:val="libNormal0"/>
      </w:pPr>
      <w:r>
        <w:t>sambil sujud 70 kali</w:t>
      </w:r>
    </w:p>
    <w:p w:rsidR="009B3A9D" w:rsidRDefault="009B3A9D" w:rsidP="00FA2C64">
      <w:pPr>
        <w:pStyle w:val="libNormal0"/>
      </w:pPr>
    </w:p>
    <w:p w:rsidR="00FA2C64" w:rsidRDefault="00FA2C64" w:rsidP="00FA2C64">
      <w:pPr>
        <w:pStyle w:val="libNormal0"/>
      </w:pPr>
      <w:r>
        <w:t>Subbûhun quddûsun robbal malâikati war-rûh</w:t>
      </w:r>
    </w:p>
    <w:p w:rsidR="00FA2C64" w:rsidRDefault="00FA2C64" w:rsidP="009B3A9D">
      <w:pPr>
        <w:pStyle w:val="libNormal0"/>
      </w:pPr>
      <w:r>
        <w:t>Kemudian bangun dari sujud dan baca :</w:t>
      </w:r>
    </w:p>
    <w:p w:rsidR="00FA2C64" w:rsidRDefault="00FA2C64" w:rsidP="00FA2C64">
      <w:pPr>
        <w:pStyle w:val="libNormal0"/>
      </w:pPr>
      <w:r>
        <w:t>Robbighfir warham, watajâwaz 'ammâ ta'lam, innaka</w:t>
      </w:r>
    </w:p>
    <w:p w:rsidR="00FA2C64" w:rsidRDefault="00FA2C64" w:rsidP="00FA2C64">
      <w:pPr>
        <w:pStyle w:val="libNormal0"/>
      </w:pPr>
      <w:r>
        <w:t>antal 'aliyyul a'zhom</w:t>
      </w:r>
    </w:p>
    <w:p w:rsidR="00FA2C64" w:rsidRDefault="00FA2C64" w:rsidP="00FA2C64">
      <w:pPr>
        <w:pStyle w:val="libNormal0"/>
      </w:pPr>
      <w:r>
        <w:t>Kemudian sujud kembali dan baca lagi :</w:t>
      </w:r>
    </w:p>
    <w:p w:rsidR="009B3A9D" w:rsidRDefault="009B3A9D" w:rsidP="00FA2C64">
      <w:pPr>
        <w:pStyle w:val="libNormal0"/>
      </w:pPr>
    </w:p>
    <w:p w:rsidR="00FA2C64" w:rsidRDefault="00FA2C64" w:rsidP="00FA2C64">
      <w:pPr>
        <w:pStyle w:val="libNormal0"/>
      </w:pPr>
      <w:r>
        <w:t>Subbûhun quddûsun robbal malâikati war rrûh</w:t>
      </w:r>
    </w:p>
    <w:p w:rsidR="00FA2C64" w:rsidRDefault="00FA2C64" w:rsidP="00FA2C64">
      <w:pPr>
        <w:pStyle w:val="libNormal0"/>
      </w:pPr>
      <w:r>
        <w:lastRenderedPageBreak/>
        <w:t>dan mintalah kepada Allah swt hajatnya</w:t>
      </w:r>
    </w:p>
    <w:p w:rsidR="00FA2C64" w:rsidRDefault="00FA2C64" w:rsidP="00FA2C64">
      <w:pPr>
        <w:pStyle w:val="libNormal0"/>
      </w:pPr>
      <w:r>
        <w:t>sesungguhnya Allah akan mengabulkannya Insya Allah.</w:t>
      </w:r>
    </w:p>
    <w:p w:rsidR="00FA2C64" w:rsidRDefault="00FA2C64" w:rsidP="00FA2C64">
      <w:pPr>
        <w:pStyle w:val="libNormal0"/>
      </w:pPr>
      <w:r>
        <w:t>Keutamaan Sholat Roghô-ib</w:t>
      </w:r>
    </w:p>
    <w:p w:rsidR="00FA2C64" w:rsidRDefault="00FA2C64" w:rsidP="00FA2C64">
      <w:pPr>
        <w:pStyle w:val="libNormal0"/>
      </w:pPr>
      <w:r>
        <w:t>Kemudian Rasulullah saww bersabda:"Demi jiwaku</w:t>
      </w:r>
    </w:p>
    <w:p w:rsidR="00FA2C64" w:rsidRDefault="00FA2C64" w:rsidP="00FA2C64">
      <w:pPr>
        <w:pStyle w:val="libNormal0"/>
      </w:pPr>
      <w:r>
        <w:t>yang berada pada tubuhku tidaklah seseorang baik lakilaki maupun perempuan yang melakukan sholat</w:t>
      </w:r>
    </w:p>
    <w:p w:rsidR="00FA2C64" w:rsidRDefault="00FA2C64" w:rsidP="00FA2C64">
      <w:pPr>
        <w:pStyle w:val="libNormal0"/>
      </w:pPr>
      <w:r>
        <w:t>(tersebut di atas) kecuali Allah Swt mengampuni dosa29</w:t>
      </w:r>
    </w:p>
    <w:p w:rsidR="00FA2C64" w:rsidRDefault="00FA2C64" w:rsidP="00FA2C64">
      <w:pPr>
        <w:pStyle w:val="libNormal0"/>
      </w:pPr>
      <w:r>
        <w:t>dosanya walaupun sebanyak buih di lautan dan</w:t>
      </w:r>
    </w:p>
    <w:p w:rsidR="00FA2C64" w:rsidRDefault="00FA2C64" w:rsidP="00FA2C64">
      <w:pPr>
        <w:pStyle w:val="libNormal0"/>
      </w:pPr>
      <w:r>
        <w:t>pasirnya, atau seberat gunung, dan sebanyak daun di</w:t>
      </w:r>
    </w:p>
    <w:p w:rsidR="00FA2C64" w:rsidRDefault="00FA2C64" w:rsidP="00FA2C64">
      <w:pPr>
        <w:pStyle w:val="libNormal0"/>
      </w:pPr>
      <w:r>
        <w:t>pepohonan, dan dia (yang melakukan sholat Roghô-ib)</w:t>
      </w:r>
    </w:p>
    <w:p w:rsidR="00FA2C64" w:rsidRDefault="00FA2C64" w:rsidP="00FA2C64">
      <w:pPr>
        <w:pStyle w:val="libNormal0"/>
      </w:pPr>
      <w:r>
        <w:t>tersebut akan mendapat syafaat (pertolongan) di hari</w:t>
      </w:r>
    </w:p>
    <w:p w:rsidR="00FA2C64" w:rsidRDefault="00FA2C64" w:rsidP="00FA2C64">
      <w:pPr>
        <w:pStyle w:val="libNormal0"/>
      </w:pPr>
      <w:r>
        <w:t>kiamat dari 700 orang dari keluarganya yang sudah</w:t>
      </w:r>
    </w:p>
    <w:p w:rsidR="00FA2C64" w:rsidRDefault="00FA2C64" w:rsidP="00FA2C64">
      <w:pPr>
        <w:pStyle w:val="libNormal0"/>
      </w:pPr>
      <w:r>
        <w:t>dibebaskan dari api neraka. (Bagi yang melakukan</w:t>
      </w:r>
    </w:p>
    <w:p w:rsidR="00FA2C64" w:rsidRDefault="00FA2C64" w:rsidP="00FA2C64">
      <w:pPr>
        <w:pStyle w:val="libNormal0"/>
      </w:pPr>
      <w:r>
        <w:t>sholat tersebut) maka ketika malam pertama dia masuk</w:t>
      </w:r>
    </w:p>
    <w:p w:rsidR="00FA2C64" w:rsidRDefault="00FA2C64" w:rsidP="00FA2C64">
      <w:pPr>
        <w:pStyle w:val="libNormal0"/>
      </w:pPr>
      <w:r>
        <w:t>dalam kuburnya, Allah Swt akan mengutus pahala</w:t>
      </w:r>
    </w:p>
    <w:p w:rsidR="00FA2C64" w:rsidRDefault="00FA2C64" w:rsidP="00FA2C64">
      <w:pPr>
        <w:pStyle w:val="libNormal0"/>
      </w:pPr>
      <w:r>
        <w:t>sholat yang dilakukannya berupa seorang yang sangat</w:t>
      </w:r>
    </w:p>
    <w:p w:rsidR="00FA2C64" w:rsidRDefault="00FA2C64" w:rsidP="00FA2C64">
      <w:pPr>
        <w:pStyle w:val="libNormal0"/>
      </w:pPr>
      <w:r>
        <w:t>tampan dan bercahaya dengan ucapan yang jelas dia</w:t>
      </w:r>
    </w:p>
    <w:p w:rsidR="00FA2C64" w:rsidRDefault="00FA2C64" w:rsidP="00FA2C64">
      <w:pPr>
        <w:pStyle w:val="libNormal0"/>
      </w:pPr>
      <w:r>
        <w:t>mengucapkan: 'Duhai kekasihku, bergembiralah engkau</w:t>
      </w:r>
    </w:p>
    <w:p w:rsidR="00FA2C64" w:rsidRDefault="00FA2C64" w:rsidP="00FA2C64">
      <w:pPr>
        <w:pStyle w:val="libNormal0"/>
      </w:pPr>
      <w:r>
        <w:t>telah selamat dari berbagai kesulitan. Yang dikubur</w:t>
      </w:r>
    </w:p>
    <w:p w:rsidR="00FA2C64" w:rsidRDefault="00FA2C64" w:rsidP="00FA2C64">
      <w:pPr>
        <w:pStyle w:val="libNormal0"/>
      </w:pPr>
      <w:r>
        <w:t>bertanya; "Siapakah engkau? Dan aku belum pernah</w:t>
      </w:r>
    </w:p>
    <w:p w:rsidR="00FA2C64" w:rsidRDefault="00FA2C64" w:rsidP="00FA2C64">
      <w:pPr>
        <w:pStyle w:val="libNormal0"/>
      </w:pPr>
      <w:r>
        <w:t>melihat orang sebaik engkau! Dan aku belum pernah</w:t>
      </w:r>
    </w:p>
    <w:p w:rsidR="00FA2C64" w:rsidRDefault="00FA2C64" w:rsidP="00FA2C64">
      <w:pPr>
        <w:pStyle w:val="libNormal0"/>
      </w:pPr>
      <w:r>
        <w:t>mencium aroma sewangi engkau! Dia menjawab:</w:t>
      </w:r>
    </w:p>
    <w:p w:rsidR="00FA2C64" w:rsidRDefault="00FA2C64" w:rsidP="00FA2C64">
      <w:pPr>
        <w:pStyle w:val="libNormal0"/>
      </w:pPr>
      <w:r>
        <w:t>"Duhai kekasihku akulah pahala sholat yang kau</w:t>
      </w:r>
    </w:p>
    <w:p w:rsidR="00FA2C64" w:rsidRDefault="00FA2C64" w:rsidP="00FA2C64">
      <w:pPr>
        <w:pStyle w:val="libNormal0"/>
      </w:pPr>
      <w:r>
        <w:t>lakukan pada malam tersebut (malam jum'at di bulan</w:t>
      </w:r>
    </w:p>
    <w:p w:rsidR="00FA2C64" w:rsidRDefault="00FA2C64" w:rsidP="00FA2C64">
      <w:pPr>
        <w:pStyle w:val="libNormal0"/>
      </w:pPr>
      <w:r>
        <w:t>rajab) daku datang untuk memenuhi hakmu, menemani</w:t>
      </w:r>
    </w:p>
    <w:p w:rsidR="00FA2C64" w:rsidRDefault="00FA2C64" w:rsidP="00FA2C64">
      <w:pPr>
        <w:pStyle w:val="libNormal0"/>
      </w:pPr>
      <w:r>
        <w:t>kesendirianmu, menghilangkan rasa takutmu bila telah</w:t>
      </w:r>
    </w:p>
    <w:p w:rsidR="00FA2C64" w:rsidRDefault="00FA2C64" w:rsidP="00FA2C64">
      <w:pPr>
        <w:pStyle w:val="libNormal0"/>
      </w:pPr>
      <w:r>
        <w:t>tiba hari kiamat daku akan memayungi kepalamu dan</w:t>
      </w:r>
    </w:p>
    <w:p w:rsidR="00FA2C64" w:rsidRDefault="00FA2C64" w:rsidP="00FA2C64">
      <w:pPr>
        <w:pStyle w:val="libNormal0"/>
      </w:pPr>
      <w:r>
        <w:t>sesungguhnya engkau tidak akan kehilangan</w:t>
      </w:r>
    </w:p>
    <w:p w:rsidR="00FA2C64" w:rsidRDefault="00FA2C64" w:rsidP="00FA2C64">
      <w:pPr>
        <w:pStyle w:val="libNormal0"/>
      </w:pPr>
      <w:r>
        <w:t>kebaikanmu dari Rabb-mu selamanya (Dikutib dari</w:t>
      </w:r>
    </w:p>
    <w:p w:rsidR="00FA2C64" w:rsidRDefault="00FA2C64" w:rsidP="00FA2C64">
      <w:pPr>
        <w:pStyle w:val="libNormal0"/>
      </w:pPr>
      <w:r>
        <w:t>Kitab Iqbalul a'mal, jilid III, hal. 185, Kitab Albihar,</w:t>
      </w:r>
    </w:p>
    <w:p w:rsidR="00FA2C64" w:rsidRDefault="00FA2C64" w:rsidP="00FA2C64">
      <w:pPr>
        <w:pStyle w:val="libNormal0"/>
      </w:pPr>
      <w:r>
        <w:t>jilid 98 hal. 396, Kitab Alwasail, jilid 8 hal. 98).</w:t>
      </w:r>
    </w:p>
    <w:p w:rsidR="00FA2C64" w:rsidRDefault="00FA2C64" w:rsidP="00FA2C64">
      <w:pPr>
        <w:pStyle w:val="libNormal0"/>
      </w:pPr>
      <w:r>
        <w:t>Doa-doa di bulan Rajab30</w:t>
      </w:r>
    </w:p>
    <w:p w:rsidR="00FA2C64" w:rsidRDefault="00FA2C64" w:rsidP="00FA2C64">
      <w:pPr>
        <w:pStyle w:val="libNormal0"/>
      </w:pPr>
      <w:r>
        <w:t>Doa ini dibaca Oleh Imam Ali Zainal Abidin a.s. di</w:t>
      </w:r>
    </w:p>
    <w:p w:rsidR="009B3A9D" w:rsidRDefault="00FA2C64" w:rsidP="009B3A9D">
      <w:pPr>
        <w:pStyle w:val="libNormal0"/>
      </w:pPr>
      <w:r>
        <w:t>Hijir Ismail pada pagi hari bulan Rajab:</w:t>
      </w:r>
    </w:p>
    <w:p w:rsidR="009B3A9D" w:rsidRPr="009B3A9D" w:rsidRDefault="009B3A9D" w:rsidP="009B3A9D">
      <w:pPr>
        <w:pStyle w:val="libNormal"/>
      </w:pPr>
    </w:p>
    <w:p w:rsidR="00FA2C64" w:rsidRDefault="00FA2C64" w:rsidP="00FA2C64">
      <w:pPr>
        <w:pStyle w:val="libNormal0"/>
      </w:pPr>
      <w:r>
        <w:t xml:space="preserve">. </w:t>
      </w:r>
      <w:r w:rsidRPr="00E36F01">
        <w:rPr>
          <w:rFonts w:ascii="Sakkal Majalla" w:hAnsi="Sakkal Majalla" w:cs="Sakkal Majalla"/>
          <w:rtl/>
        </w:rPr>
        <w:t>ْ</w:t>
      </w:r>
    </w:p>
    <w:p w:rsidR="00FA2C64" w:rsidRDefault="00FA2C64" w:rsidP="00FA2C64">
      <w:pPr>
        <w:pStyle w:val="libNormal0"/>
      </w:pPr>
      <w:r>
        <w:lastRenderedPageBreak/>
        <w:t>Bismillâhirrohmânnirrohîm, Allâhumma sholli ‘alâ</w:t>
      </w:r>
    </w:p>
    <w:p w:rsidR="00FA2C64" w:rsidRDefault="00FA2C64" w:rsidP="00FA2C64">
      <w:pPr>
        <w:pStyle w:val="libNormal0"/>
      </w:pPr>
      <w:r>
        <w:t>Muhammad wa âli Muhammad. Yâ man yamliku</w:t>
      </w:r>
    </w:p>
    <w:p w:rsidR="00FA2C64" w:rsidRDefault="00FA2C64" w:rsidP="00FA2C64">
      <w:pPr>
        <w:pStyle w:val="libNormal0"/>
      </w:pPr>
      <w:r>
        <w:t>hawâ-ijas sâ-ilîn, wa ya’lamu dhomîrosh shômitîn,</w:t>
      </w:r>
    </w:p>
    <w:p w:rsidR="00FA2C64" w:rsidRDefault="00FA2C64" w:rsidP="00FA2C64">
      <w:pPr>
        <w:pStyle w:val="libNormal0"/>
      </w:pPr>
      <w:r>
        <w:t>likulli mas-alatin minnaka sam’un hâdhirun wa</w:t>
      </w:r>
    </w:p>
    <w:p w:rsidR="00FA2C64" w:rsidRDefault="00FA2C64" w:rsidP="00FA2C64">
      <w:pPr>
        <w:pStyle w:val="libNormal0"/>
      </w:pPr>
      <w:r>
        <w:t>jawâbun ‘atîdun, Allâhumma wa-mawâ ‘îdukashshôdiqoh, wa ayâdîkal fâdhilah wa rohmatukal wâ-</w:t>
      </w:r>
    </w:p>
    <w:p w:rsidR="00FA2C64" w:rsidRDefault="00FA2C64" w:rsidP="00FA2C64">
      <w:pPr>
        <w:pStyle w:val="libNormal0"/>
      </w:pPr>
      <w:r>
        <w:t>si’ah fa-as aluka an-tusholliya ‘alâ Muhammadin wa</w:t>
      </w:r>
    </w:p>
    <w:p w:rsidR="00FA2C64" w:rsidRDefault="00FA2C64" w:rsidP="00FA2C64">
      <w:pPr>
        <w:pStyle w:val="libNormal0"/>
      </w:pPr>
      <w:r>
        <w:rPr>
          <w:rFonts w:hint="eastAsia"/>
        </w:rPr>
        <w:t>â</w:t>
      </w:r>
      <w:r>
        <w:t>li Muhammadin wa an taqdhiya hawâ ijî lid-dunyâ</w:t>
      </w:r>
    </w:p>
    <w:p w:rsidR="00FA2C64" w:rsidRDefault="00FA2C64" w:rsidP="00FA2C64">
      <w:pPr>
        <w:pStyle w:val="libNormal0"/>
      </w:pPr>
      <w:r>
        <w:t>wal âkhiroh innaka ‘alâ kulli syai in qodîr</w:t>
      </w:r>
    </w:p>
    <w:p w:rsidR="00FA2C64" w:rsidRDefault="00FA2C64" w:rsidP="00FA2C64">
      <w:pPr>
        <w:pStyle w:val="libNormal0"/>
      </w:pPr>
      <w:r>
        <w:t>Dengan asma Allah Yang Maha Pengasih Maha31</w:t>
      </w:r>
    </w:p>
    <w:p w:rsidR="00FA2C64" w:rsidRDefault="00FA2C64" w:rsidP="00FA2C64">
      <w:pPr>
        <w:pStyle w:val="libNormal0"/>
      </w:pPr>
      <w:r>
        <w:t>Penyayang Ya Allah, limpahkanlah shalawat atas</w:t>
      </w:r>
    </w:p>
    <w:p w:rsidR="00FA2C64" w:rsidRDefault="00FA2C64" w:rsidP="00FA2C64">
      <w:pPr>
        <w:pStyle w:val="libNormal0"/>
      </w:pPr>
      <w:r>
        <w:t>Muhammad dan keluarga Muhammad. Duhai Yang</w:t>
      </w:r>
    </w:p>
    <w:p w:rsidR="00FA2C64" w:rsidRDefault="00FA2C64" w:rsidP="00FA2C64">
      <w:pPr>
        <w:pStyle w:val="libNormal0"/>
      </w:pPr>
      <w:r>
        <w:t>Menguasai semua hajat para peminta, Yang Maha</w:t>
      </w:r>
    </w:p>
    <w:p w:rsidR="00FA2C64" w:rsidRDefault="00FA2C64" w:rsidP="00FA2C64">
      <w:pPr>
        <w:pStyle w:val="libNormal0"/>
      </w:pPr>
      <w:r>
        <w:t>Mengetahui suara hati yang paling dalam, Segala</w:t>
      </w:r>
    </w:p>
    <w:p w:rsidR="00FA2C64" w:rsidRDefault="00FA2C64" w:rsidP="00FA2C64">
      <w:pPr>
        <w:pStyle w:val="libNormal0"/>
      </w:pPr>
      <w:r>
        <w:t>sesuatu dari-Mu, Pendengaran yang selalu hadir dan</w:t>
      </w:r>
    </w:p>
    <w:p w:rsidR="00FA2C64" w:rsidRDefault="00FA2C64" w:rsidP="00FA2C64">
      <w:pPr>
        <w:pStyle w:val="libNormal0"/>
      </w:pPr>
      <w:r>
        <w:t>jawaban yang selalu tepat, Ya Allah, duhai yang</w:t>
      </w:r>
    </w:p>
    <w:p w:rsidR="00FA2C64" w:rsidRDefault="00FA2C64" w:rsidP="00FA2C64">
      <w:pPr>
        <w:pStyle w:val="libNormal0"/>
      </w:pPr>
      <w:r>
        <w:t>janjinya selalu benar, Maha Mulia anugerah-Mu,</w:t>
      </w:r>
    </w:p>
    <w:p w:rsidR="00FA2C64" w:rsidRDefault="00FA2C64" w:rsidP="00FA2C64">
      <w:pPr>
        <w:pStyle w:val="libNormal0"/>
      </w:pPr>
      <w:r>
        <w:t>Rahmat-Mu Maha luas. Hamba memohon agar</w:t>
      </w:r>
    </w:p>
    <w:p w:rsidR="00FA2C64" w:rsidRDefault="00FA2C64" w:rsidP="00FA2C64">
      <w:pPr>
        <w:pStyle w:val="libNormal0"/>
      </w:pPr>
      <w:r>
        <w:t>sampaikan sholawat untuk Muhammad dan keluarga</w:t>
      </w:r>
    </w:p>
    <w:p w:rsidR="00FA2C64" w:rsidRDefault="00FA2C64" w:rsidP="00FA2C64">
      <w:pPr>
        <w:pStyle w:val="libNormal0"/>
      </w:pPr>
      <w:r>
        <w:t>Muhammad, kabulkan semua hajat dunia dan hajat</w:t>
      </w:r>
    </w:p>
    <w:p w:rsidR="00FA2C64" w:rsidRDefault="00FA2C64" w:rsidP="00FA2C64">
      <w:pPr>
        <w:pStyle w:val="libNormal0"/>
      </w:pPr>
      <w:r>
        <w:t>akhirat hamba. Sesungguhnya Engkau Maha berkuasa</w:t>
      </w:r>
    </w:p>
    <w:p w:rsidR="00FA2C64" w:rsidRDefault="00FA2C64" w:rsidP="00FA2C64">
      <w:pPr>
        <w:pStyle w:val="libNormal0"/>
      </w:pPr>
      <w:r>
        <w:t>atas segala sesuatu.</w:t>
      </w:r>
    </w:p>
    <w:p w:rsidR="009B3A9D" w:rsidRDefault="009B3A9D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9B3A9D">
      <w:pPr>
        <w:pStyle w:val="Heading1"/>
      </w:pPr>
      <w:bookmarkStart w:id="34" w:name="_Toc94724711"/>
      <w:r>
        <w:lastRenderedPageBreak/>
        <w:t>Doa Harian di bulan Rajab</w:t>
      </w:r>
      <w:bookmarkEnd w:id="34"/>
    </w:p>
    <w:p w:rsidR="009B3A9D" w:rsidRPr="009B3A9D" w:rsidRDefault="009B3A9D" w:rsidP="009B3A9D">
      <w:pPr>
        <w:pStyle w:val="libNormal"/>
      </w:pPr>
    </w:p>
    <w:p w:rsidR="00FA2C64" w:rsidRDefault="00FA2C64" w:rsidP="00FA2C64">
      <w:pPr>
        <w:pStyle w:val="libNormal0"/>
      </w:pPr>
      <w:r>
        <w:t>Bismillâhirrohmânnirrohîm, Allâhumma sholli ‘alâ</w:t>
      </w:r>
    </w:p>
    <w:p w:rsidR="00FA2C64" w:rsidRDefault="00FA2C64" w:rsidP="00FA2C64">
      <w:pPr>
        <w:pStyle w:val="libNormal0"/>
      </w:pPr>
      <w:r>
        <w:t>Muhammad wa âli Muhammad khôbal wâfidûna ‘alâ</w:t>
      </w:r>
    </w:p>
    <w:p w:rsidR="00FA2C64" w:rsidRDefault="00FA2C64" w:rsidP="00FA2C64">
      <w:pPr>
        <w:pStyle w:val="libNormal0"/>
      </w:pPr>
      <w:r>
        <w:t>ghoirika, wa-khosirol muta’arridhûna illâ-laka, wadhô’al mulimmûna illâ bika, wa ajdabal muntaji’ûna</w:t>
      </w:r>
    </w:p>
    <w:p w:rsidR="00FA2C64" w:rsidRDefault="00FA2C64" w:rsidP="00FA2C64">
      <w:pPr>
        <w:pStyle w:val="libNormal0"/>
      </w:pPr>
      <w:r>
        <w:t>illâ manin taja’a fadlaka bâ buka maftûhun lirrô-</w:t>
      </w:r>
    </w:p>
    <w:p w:rsidR="00FA2C64" w:rsidRDefault="00FA2C64" w:rsidP="00FA2C64">
      <w:pPr>
        <w:pStyle w:val="libNormal0"/>
      </w:pPr>
      <w:r>
        <w:t>ghibîn, wa khoiruka mab-dzûlun lith-thôlibîn wafadhluka mubâhun lis-sâ-ilîn, wa nailuka mutâhun lil</w:t>
      </w:r>
    </w:p>
    <w:p w:rsidR="00FA2C64" w:rsidRDefault="00FA2C64" w:rsidP="00FA2C64">
      <w:pPr>
        <w:pStyle w:val="libNormal0"/>
      </w:pPr>
      <w:r>
        <w:rPr>
          <w:rFonts w:hint="eastAsia"/>
        </w:rPr>
        <w:t>â</w:t>
      </w:r>
      <w:r>
        <w:t>milîn, wa rizkuka mabsûthun liman ashôka, wa</w:t>
      </w:r>
    </w:p>
    <w:p w:rsidR="00FA2C64" w:rsidRDefault="00FA2C64" w:rsidP="00FA2C64">
      <w:pPr>
        <w:pStyle w:val="libNormal0"/>
      </w:pPr>
      <w:r>
        <w:t>hilmuka muta’arridun liman nâwâka, ‘âdatukal</w:t>
      </w:r>
    </w:p>
    <w:p w:rsidR="00FA2C64" w:rsidRDefault="00FA2C64" w:rsidP="00FA2C64">
      <w:pPr>
        <w:pStyle w:val="libNormal0"/>
      </w:pPr>
      <w:r>
        <w:t>ihsânu ilal musî-în, wa sabîlukal ibqô-u ‘alal</w:t>
      </w:r>
    </w:p>
    <w:p w:rsidR="00FA2C64" w:rsidRDefault="00FA2C64" w:rsidP="00FA2C64">
      <w:pPr>
        <w:pStyle w:val="libNormal0"/>
      </w:pPr>
      <w:r>
        <w:t>mu’tadîn, Allâhumma fahdînî hudal muhtadîn, war</w:t>
      </w:r>
    </w:p>
    <w:p w:rsidR="00FA2C64" w:rsidRDefault="00FA2C64" w:rsidP="00FA2C64">
      <w:pPr>
        <w:pStyle w:val="libNormal0"/>
      </w:pPr>
      <w:r>
        <w:t>zuqnî ijtihâdal mujtahidîn wa-lâ taj’alnî minal</w:t>
      </w:r>
    </w:p>
    <w:p w:rsidR="00FA2C64" w:rsidRDefault="00FA2C64" w:rsidP="00FA2C64">
      <w:pPr>
        <w:pStyle w:val="libNormal0"/>
      </w:pPr>
      <w:r>
        <w:t>ghôfilînal-mub’idîn wagh-firlî yaumad-dîn</w:t>
      </w:r>
    </w:p>
    <w:p w:rsidR="00FA2C64" w:rsidRDefault="00FA2C64" w:rsidP="00FA2C64">
      <w:pPr>
        <w:pStyle w:val="libNormal0"/>
      </w:pPr>
      <w:r>
        <w:t>Dengan asma Allah Yang Maha Pengasih Maha</w:t>
      </w:r>
    </w:p>
    <w:p w:rsidR="00FA2C64" w:rsidRDefault="00FA2C64" w:rsidP="00FA2C64">
      <w:pPr>
        <w:pStyle w:val="libNormal0"/>
      </w:pPr>
      <w:r>
        <w:t>Penyayang Ya Allah, limpahkanlah shalawat atas</w:t>
      </w:r>
    </w:p>
    <w:p w:rsidR="00FA2C64" w:rsidRDefault="00FA2C64" w:rsidP="00FA2C64">
      <w:pPr>
        <w:pStyle w:val="libNormal0"/>
      </w:pPr>
      <w:r>
        <w:t>Muhammad dan keluarga Muhammad. Kecewalah</w:t>
      </w:r>
    </w:p>
    <w:p w:rsidR="00FA2C64" w:rsidRDefault="00FA2C64" w:rsidP="00FA2C64">
      <w:pPr>
        <w:pStyle w:val="libNormal0"/>
      </w:pPr>
      <w:r>
        <w:t>orang yang berserahdiri pada selain-Mu, rugilah orang33</w:t>
      </w:r>
    </w:p>
    <w:p w:rsidR="00FA2C64" w:rsidRDefault="00FA2C64" w:rsidP="00FA2C64">
      <w:pPr>
        <w:pStyle w:val="libNormal0"/>
      </w:pPr>
      <w:r>
        <w:t>yang lari dari-Mu. Sirnalah apa yang dicari selain-Mu,</w:t>
      </w:r>
    </w:p>
    <w:p w:rsidR="00FA2C64" w:rsidRDefault="00FA2C64" w:rsidP="00FA2C64">
      <w:pPr>
        <w:pStyle w:val="libNormal0"/>
      </w:pPr>
      <w:r>
        <w:t>Terwujudlah bagi siapa yang mendambakan-Mu. PintuMu selalu terbuka bagi yang selalu mendatanginya.</w:t>
      </w:r>
    </w:p>
    <w:p w:rsidR="00FA2C64" w:rsidRDefault="00FA2C64" w:rsidP="00FA2C64">
      <w:pPr>
        <w:pStyle w:val="libNormal0"/>
      </w:pPr>
      <w:r>
        <w:t>Kebaikan-Mu selalu hadir bagi yang memintanya.</w:t>
      </w:r>
    </w:p>
    <w:p w:rsidR="00FA2C64" w:rsidRDefault="00FA2C64" w:rsidP="00FA2C64">
      <w:pPr>
        <w:pStyle w:val="libNormal0"/>
      </w:pPr>
      <w:r>
        <w:t>Keutamaan-Mu diberikan pada yang memintanya,</w:t>
      </w:r>
    </w:p>
    <w:p w:rsidR="00FA2C64" w:rsidRDefault="00FA2C64" w:rsidP="00FA2C64">
      <w:pPr>
        <w:pStyle w:val="libNormal0"/>
      </w:pPr>
      <w:r>
        <w:t>Perjumpaan dengan-Mu akan berhasil bagi yang</w:t>
      </w:r>
    </w:p>
    <w:p w:rsidR="00FA2C64" w:rsidRDefault="00FA2C64" w:rsidP="00FA2C64">
      <w:pPr>
        <w:pStyle w:val="libNormal0"/>
      </w:pPr>
      <w:r>
        <w:t>beramal. Rizki-Mu (berupa materi) terbentang bagi</w:t>
      </w:r>
    </w:p>
    <w:p w:rsidR="00FA2C64" w:rsidRDefault="00FA2C64" w:rsidP="00FA2C64">
      <w:pPr>
        <w:pStyle w:val="libNormal0"/>
      </w:pPr>
      <w:r>
        <w:t>yang bermaksiat pada-Mu, Kedermawanan-Mu selalu</w:t>
      </w:r>
    </w:p>
    <w:p w:rsidR="00FA2C64" w:rsidRDefault="00FA2C64" w:rsidP="00FA2C64">
      <w:pPr>
        <w:pStyle w:val="libNormal0"/>
      </w:pPr>
      <w:r>
        <w:t>didekatkan bagi yang menjauhi-Mu. Kebiasaan-Mu</w:t>
      </w:r>
    </w:p>
    <w:p w:rsidR="00FA2C64" w:rsidRDefault="00FA2C64" w:rsidP="00FA2C64">
      <w:pPr>
        <w:pStyle w:val="libNormal0"/>
      </w:pPr>
      <w:r>
        <w:t>selalu berbuat baik bagi para pendosa, Jalan-Mu selalu</w:t>
      </w:r>
    </w:p>
    <w:p w:rsidR="00FA2C64" w:rsidRDefault="00FA2C64" w:rsidP="00FA2C64">
      <w:pPr>
        <w:pStyle w:val="libNormal0"/>
      </w:pPr>
      <w:r>
        <w:t>kekal bagi yang keterlaluan. Ya Allah karuniailah</w:t>
      </w:r>
    </w:p>
    <w:p w:rsidR="00FA2C64" w:rsidRDefault="00FA2C64" w:rsidP="00FA2C64">
      <w:pPr>
        <w:pStyle w:val="libNormal0"/>
      </w:pPr>
      <w:r>
        <w:t>hamba petunjuk orang-orang yang mendapat petunjuk,</w:t>
      </w:r>
    </w:p>
    <w:p w:rsidR="00FA2C64" w:rsidRDefault="00FA2C64" w:rsidP="00FA2C64">
      <w:pPr>
        <w:pStyle w:val="libNormal0"/>
      </w:pPr>
      <w:r>
        <w:t>limpahilah hamba rizkinya orang yang benar-benar</w:t>
      </w:r>
    </w:p>
    <w:p w:rsidR="00FA2C64" w:rsidRDefault="00FA2C64" w:rsidP="00FA2C64">
      <w:pPr>
        <w:pStyle w:val="libNormal0"/>
      </w:pPr>
      <w:r>
        <w:t>bersungguh-sungguh Dan jangan jadikan hamba orang</w:t>
      </w:r>
    </w:p>
    <w:p w:rsidR="00FA2C64" w:rsidRDefault="00FA2C64" w:rsidP="00FA2C64">
      <w:pPr>
        <w:pStyle w:val="libNormal0"/>
      </w:pPr>
      <w:r>
        <w:t>yang lalai, yang menjauh dan ampunilah hamba pada</w:t>
      </w:r>
    </w:p>
    <w:p w:rsidR="00FA2C64" w:rsidRDefault="00FA2C64" w:rsidP="00FA2C64">
      <w:pPr>
        <w:pStyle w:val="libNormal0"/>
      </w:pPr>
      <w:r>
        <w:t>hari kiamat.</w:t>
      </w:r>
    </w:p>
    <w:p w:rsidR="00FA2C64" w:rsidRDefault="00FA2C64" w:rsidP="00FA2C64">
      <w:pPr>
        <w:pStyle w:val="libNormal0"/>
      </w:pPr>
      <w:r>
        <w:t>Diriwayatkan dari Ma‟la bin Hunain dari Imam</w:t>
      </w:r>
    </w:p>
    <w:p w:rsidR="00FA2C64" w:rsidRDefault="00FA2C64" w:rsidP="00FA2C64">
      <w:pPr>
        <w:pStyle w:val="libNormal0"/>
      </w:pPr>
      <w:r>
        <w:lastRenderedPageBreak/>
        <w:t>Shodiq a.s. beliau mengucapkan doa ini di bulan Rajab</w:t>
      </w:r>
    </w:p>
    <w:p w:rsidR="00FA2C64" w:rsidRDefault="00FA2C64" w:rsidP="009B3A9D">
      <w:pPr>
        <w:pStyle w:val="libNormal0"/>
      </w:pPr>
      <w:r>
        <w:t>dan dibaca di setiap selesai Sholat lima waktu</w:t>
      </w:r>
    </w:p>
    <w:p w:rsidR="009B3A9D" w:rsidRPr="009B3A9D" w:rsidRDefault="009B3A9D" w:rsidP="009B3A9D">
      <w:pPr>
        <w:pStyle w:val="libNormal"/>
      </w:pPr>
    </w:p>
    <w:p w:rsidR="00FA2C64" w:rsidRDefault="00FA2C64" w:rsidP="00FA2C64">
      <w:pPr>
        <w:pStyle w:val="libNormal0"/>
      </w:pPr>
      <w:r>
        <w:t>Bismillâhirrohmânnirrohîm, Allâhumma sholli ‘alâ</w:t>
      </w:r>
    </w:p>
    <w:p w:rsidR="00FA2C64" w:rsidRDefault="00FA2C64" w:rsidP="00FA2C64">
      <w:pPr>
        <w:pStyle w:val="libNormal0"/>
      </w:pPr>
      <w:r>
        <w:t>Muhammad wa âli Muhammad, Allâhumma innî asaluka shobrosy-syâkirîna laka, wa’amalal khô-ifîna</w:t>
      </w:r>
    </w:p>
    <w:p w:rsidR="00FA2C64" w:rsidRDefault="00FA2C64" w:rsidP="00FA2C64">
      <w:pPr>
        <w:pStyle w:val="libNormal0"/>
      </w:pPr>
      <w:r>
        <w:t>minka, waya-qînal ‘âbidîna laka, Allâhumma antal</w:t>
      </w:r>
    </w:p>
    <w:p w:rsidR="00FA2C64" w:rsidRDefault="00FA2C64" w:rsidP="00FA2C64">
      <w:pPr>
        <w:pStyle w:val="libNormal0"/>
      </w:pPr>
      <w:r>
        <w:rPr>
          <w:rFonts w:hint="eastAsia"/>
        </w:rPr>
        <w:t>‘</w:t>
      </w:r>
      <w:r>
        <w:t>aliy-yul ‘adzîmu, wa-ana ‘abdukal bâ-isul faqî-ru,</w:t>
      </w:r>
    </w:p>
    <w:p w:rsidR="00FA2C64" w:rsidRDefault="00FA2C64" w:rsidP="00FA2C64">
      <w:pPr>
        <w:pStyle w:val="libNormal0"/>
      </w:pPr>
      <w:r>
        <w:t>antal ghoniyyul hamîdu, wa-anal ‘ab dudz-dzalîlu,</w:t>
      </w:r>
    </w:p>
    <w:p w:rsidR="00FA2C64" w:rsidRDefault="00FA2C64" w:rsidP="00FA2C64">
      <w:pPr>
        <w:pStyle w:val="libNormal0"/>
      </w:pPr>
      <w:r>
        <w:t>Allâhumma sholli ‘alâ Muhammad wa âlihi, wamnun</w:t>
      </w:r>
    </w:p>
    <w:p w:rsidR="00FA2C64" w:rsidRDefault="00FA2C64" w:rsidP="00FA2C64">
      <w:pPr>
        <w:pStyle w:val="libNormal0"/>
      </w:pPr>
      <w:r>
        <w:t>bighinâka ‘alâ faqrî, wabihilmika ‘alâ jahlî, wabiquwwatika ‘alâ dho’fî yâ ‘azîzu, Allâhumma sholli ‘alâ</w:t>
      </w:r>
    </w:p>
    <w:p w:rsidR="00FA2C64" w:rsidRDefault="00FA2C64" w:rsidP="00FA2C64">
      <w:pPr>
        <w:pStyle w:val="libNormal0"/>
      </w:pPr>
      <w:r>
        <w:t>Muhammad wa âlihil aushiyâ-il mardhiyyîna wakfinî</w:t>
      </w:r>
    </w:p>
    <w:p w:rsidR="00FA2C64" w:rsidRDefault="00FA2C64" w:rsidP="00FA2C64">
      <w:pPr>
        <w:pStyle w:val="libNormal0"/>
      </w:pPr>
      <w:r>
        <w:t>mâ ahammanî min amrid-dunyâ wal-âkhiroti yâ</w:t>
      </w:r>
    </w:p>
    <w:p w:rsidR="00FA2C64" w:rsidRDefault="00FA2C64" w:rsidP="00FA2C64">
      <w:pPr>
        <w:pStyle w:val="libNormal0"/>
      </w:pPr>
      <w:r>
        <w:t>arhamar-rôhimîna</w:t>
      </w:r>
    </w:p>
    <w:p w:rsidR="00FA2C64" w:rsidRDefault="00FA2C64" w:rsidP="00FA2C64">
      <w:pPr>
        <w:pStyle w:val="libNormal0"/>
      </w:pPr>
      <w:r>
        <w:t>Dengan asma Allah Yang Maha Pengasih Maha35</w:t>
      </w:r>
    </w:p>
    <w:p w:rsidR="00FA2C64" w:rsidRDefault="00FA2C64" w:rsidP="00FA2C64">
      <w:pPr>
        <w:pStyle w:val="libNormal0"/>
      </w:pPr>
      <w:r>
        <w:t>Penyayang Ya Allah, limpahkanlah shalawat atas</w:t>
      </w:r>
    </w:p>
    <w:p w:rsidR="00FA2C64" w:rsidRDefault="00FA2C64" w:rsidP="00FA2C64">
      <w:pPr>
        <w:pStyle w:val="libNormal0"/>
      </w:pPr>
      <w:r>
        <w:t>Muhammad dan keluarga Muhammad. Ya Allah hamba</w:t>
      </w:r>
    </w:p>
    <w:p w:rsidR="00FA2C64" w:rsidRDefault="00FA2C64" w:rsidP="00FA2C64">
      <w:pPr>
        <w:pStyle w:val="libNormal0"/>
      </w:pPr>
      <w:r>
        <w:t>memohon kesabaran orang yang bersyukur pada-Mu,</w:t>
      </w:r>
    </w:p>
    <w:p w:rsidR="00FA2C64" w:rsidRDefault="00FA2C64" w:rsidP="00FA2C64">
      <w:pPr>
        <w:pStyle w:val="libNormal0"/>
      </w:pPr>
      <w:r>
        <w:t>amalan orang yang takut pada-Mu, keyakinan orang</w:t>
      </w:r>
    </w:p>
    <w:p w:rsidR="00FA2C64" w:rsidRDefault="00FA2C64" w:rsidP="00FA2C64">
      <w:pPr>
        <w:pStyle w:val="libNormal0"/>
      </w:pPr>
      <w:r>
        <w:t>yang beribadah pada-Mu. Ya Allah, duhai Yang Maha</w:t>
      </w:r>
    </w:p>
    <w:p w:rsidR="00FA2C64" w:rsidRDefault="00FA2C64" w:rsidP="00FA2C64">
      <w:pPr>
        <w:pStyle w:val="libNormal0"/>
      </w:pPr>
      <w:r>
        <w:t>Tinggi dan Agung sedangkan daku adalah hamba yang</w:t>
      </w:r>
    </w:p>
    <w:p w:rsidR="00FA2C64" w:rsidRDefault="00FA2C64" w:rsidP="00FA2C64">
      <w:pPr>
        <w:pStyle w:val="libNormal0"/>
      </w:pPr>
      <w:r>
        <w:t>lemah dan faqir, Dikau Yang Maha Kaya dan terpuji</w:t>
      </w:r>
    </w:p>
    <w:p w:rsidR="00FA2C64" w:rsidRDefault="00FA2C64" w:rsidP="00FA2C64">
      <w:pPr>
        <w:pStyle w:val="libNormal0"/>
      </w:pPr>
      <w:r>
        <w:t>sedangkan daku hamba yang hina. Ya Allah,</w:t>
      </w:r>
    </w:p>
    <w:p w:rsidR="00FA2C64" w:rsidRDefault="00FA2C64" w:rsidP="00FA2C64">
      <w:pPr>
        <w:pStyle w:val="libNormal0"/>
      </w:pPr>
      <w:r>
        <w:t>limpahkanlah shalawat atas Muhammad dan</w:t>
      </w:r>
    </w:p>
    <w:p w:rsidR="00FA2C64" w:rsidRDefault="00FA2C64" w:rsidP="00FA2C64">
      <w:pPr>
        <w:pStyle w:val="libNormal0"/>
      </w:pPr>
      <w:r>
        <w:t>keluarganya. Ya Allah hamba memohon kekayaan-Mu</w:t>
      </w:r>
    </w:p>
    <w:p w:rsidR="00FA2C64" w:rsidRDefault="00FA2C64" w:rsidP="00FA2C64">
      <w:pPr>
        <w:pStyle w:val="libNormal0"/>
      </w:pPr>
      <w:r>
        <w:t>guna menutup kefakiran hamba, kedermawanan-Mu</w:t>
      </w:r>
    </w:p>
    <w:p w:rsidR="00FA2C64" w:rsidRDefault="00FA2C64" w:rsidP="00FA2C64">
      <w:pPr>
        <w:pStyle w:val="libNormal0"/>
      </w:pPr>
      <w:r>
        <w:t>guna menghilangkan kejahilan hamba, kekuatan-Mu</w:t>
      </w:r>
    </w:p>
    <w:p w:rsidR="00FA2C64" w:rsidRDefault="00FA2C64" w:rsidP="00FA2C64">
      <w:pPr>
        <w:pStyle w:val="libNormal0"/>
      </w:pPr>
      <w:r>
        <w:t>atas kelemahan hamba, duhai Yang Maha Mulia. Ya</w:t>
      </w:r>
    </w:p>
    <w:p w:rsidR="00FA2C64" w:rsidRDefault="00FA2C64" w:rsidP="00FA2C64">
      <w:pPr>
        <w:pStyle w:val="libNormal0"/>
      </w:pPr>
      <w:r>
        <w:t>Allah, limpahkanlah shalawat atas Muhammad dan</w:t>
      </w:r>
    </w:p>
    <w:p w:rsidR="00FA2C64" w:rsidRDefault="00FA2C64" w:rsidP="00FA2C64">
      <w:pPr>
        <w:pStyle w:val="libNormal0"/>
      </w:pPr>
      <w:r>
        <w:t>keluarganya yang diridhoi cukupkan daku dari urusan</w:t>
      </w:r>
    </w:p>
    <w:p w:rsidR="00FA2C64" w:rsidRDefault="00FA2C64" w:rsidP="00FA2C64">
      <w:pPr>
        <w:pStyle w:val="libNormal0"/>
      </w:pPr>
      <w:r>
        <w:t>dunia dan akhirat, duhai Yang Maha Pengasih Maha</w:t>
      </w:r>
    </w:p>
    <w:p w:rsidR="00FA2C64" w:rsidRDefault="00FA2C64" w:rsidP="00FA2C64">
      <w:pPr>
        <w:pStyle w:val="libNormal0"/>
      </w:pPr>
      <w:r>
        <w:t>Penyayang.</w:t>
      </w:r>
    </w:p>
    <w:p w:rsidR="009B3A9D" w:rsidRDefault="009B3A9D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9B3A9D">
      <w:pPr>
        <w:pStyle w:val="Heading1"/>
      </w:pPr>
      <w:bookmarkStart w:id="35" w:name="_Toc94724712"/>
      <w:r>
        <w:lastRenderedPageBreak/>
        <w:t>Doa Sambil Sujud di setiap Siang dan Malam</w:t>
      </w:r>
      <w:bookmarkEnd w:id="35"/>
    </w:p>
    <w:p w:rsidR="00FA2C64" w:rsidRDefault="00FA2C64" w:rsidP="009B3A9D">
      <w:pPr>
        <w:pStyle w:val="Heading1"/>
      </w:pPr>
      <w:bookmarkStart w:id="36" w:name="_Toc94724713"/>
      <w:r>
        <w:t>bulan Rajab</w:t>
      </w:r>
      <w:bookmarkEnd w:id="36"/>
    </w:p>
    <w:p w:rsidR="009B3A9D" w:rsidRDefault="009B3A9D" w:rsidP="00FA2C64">
      <w:pPr>
        <w:pStyle w:val="libNormal0"/>
      </w:pPr>
    </w:p>
    <w:p w:rsidR="00FA2C64" w:rsidRDefault="00FA2C64" w:rsidP="00FA2C64">
      <w:pPr>
        <w:pStyle w:val="libNormal0"/>
      </w:pPr>
      <w:r>
        <w:t>Dianjurkan untuk membaca doa berikut pada saat</w:t>
      </w:r>
    </w:p>
    <w:p w:rsidR="00FA2C64" w:rsidRDefault="00FA2C64" w:rsidP="009B3A9D">
      <w:pPr>
        <w:pStyle w:val="libNormal0"/>
      </w:pPr>
      <w:r>
        <w:t>sujud pada setipa siang dan malamnya:</w:t>
      </w:r>
    </w:p>
    <w:p w:rsidR="009B3A9D" w:rsidRPr="009B3A9D" w:rsidRDefault="009B3A9D" w:rsidP="009B3A9D">
      <w:pPr>
        <w:pStyle w:val="libNormal"/>
      </w:pPr>
    </w:p>
    <w:p w:rsidR="00FA2C64" w:rsidRDefault="00FA2C64" w:rsidP="00FA2C64">
      <w:pPr>
        <w:pStyle w:val="libNormal0"/>
      </w:pPr>
      <w:r>
        <w:rPr>
          <w:rFonts w:hint="eastAsia"/>
        </w:rPr>
        <w:t>‘</w:t>
      </w:r>
      <w:r>
        <w:t>azhumadz dzambu min ‘abdika falyuhsinul ‘afwu min</w:t>
      </w:r>
    </w:p>
    <w:p w:rsidR="00FA2C64" w:rsidRDefault="00FA2C64" w:rsidP="00FA2C64">
      <w:pPr>
        <w:pStyle w:val="libNormal0"/>
      </w:pPr>
      <w:r>
        <w:rPr>
          <w:rFonts w:hint="eastAsia"/>
        </w:rPr>
        <w:t>‘</w:t>
      </w:r>
      <w:r>
        <w:t>indika36</w:t>
      </w:r>
    </w:p>
    <w:p w:rsidR="00FA2C64" w:rsidRDefault="00FA2C64" w:rsidP="00FA2C64">
      <w:pPr>
        <w:pStyle w:val="libNormal0"/>
      </w:pPr>
      <w:r>
        <w:t>Betapa besarnya dosa hamba pada-Mu, hamba</w:t>
      </w:r>
    </w:p>
    <w:p w:rsidR="00FA2C64" w:rsidRDefault="00FA2C64" w:rsidP="00FA2C64">
      <w:pPr>
        <w:pStyle w:val="libNormal0"/>
      </w:pPr>
      <w:r>
        <w:t>memohon keindahan pengampunan-Mu.</w:t>
      </w:r>
    </w:p>
    <w:p w:rsidR="00FA2C64" w:rsidRDefault="00FA2C64" w:rsidP="00FA2C64">
      <w:pPr>
        <w:pStyle w:val="libNormal0"/>
      </w:pPr>
      <w:r>
        <w:t>Istighfar bulan Rajab</w:t>
      </w:r>
    </w:p>
    <w:p w:rsidR="00FA2C64" w:rsidRDefault="00FA2C64" w:rsidP="00FA2C64">
      <w:pPr>
        <w:pStyle w:val="libNormal0"/>
      </w:pPr>
      <w:r>
        <w:t>Nabi saww bersabda :”Barangsiapa membaca</w:t>
      </w:r>
    </w:p>
    <w:p w:rsidR="00FA2C64" w:rsidRDefault="00FA2C64" w:rsidP="00FA2C64">
      <w:pPr>
        <w:pStyle w:val="libNormal0"/>
      </w:pPr>
      <w:r>
        <w:t>istighfar di bawah ini 100 kali dan mengakhirinya</w:t>
      </w:r>
    </w:p>
    <w:p w:rsidR="00FA2C64" w:rsidRDefault="00FA2C64" w:rsidP="00FA2C64">
      <w:pPr>
        <w:pStyle w:val="libNormal0"/>
      </w:pPr>
      <w:r>
        <w:t>dengan shodaqoh maka Allah akan mengampuninya dan</w:t>
      </w:r>
    </w:p>
    <w:p w:rsidR="00FA2C64" w:rsidRDefault="00FA2C64" w:rsidP="00FA2C64">
      <w:pPr>
        <w:pStyle w:val="libNormal0"/>
      </w:pPr>
      <w:r>
        <w:t>memberinya rahmat. Barangsiapa yang membacanya</w:t>
      </w:r>
    </w:p>
    <w:p w:rsidR="00FA2C64" w:rsidRDefault="00FA2C64" w:rsidP="00FA2C64">
      <w:pPr>
        <w:pStyle w:val="libNormal0"/>
      </w:pPr>
      <w:r>
        <w:t>400 kali Allah akan memberinya pahala orang yang</w:t>
      </w:r>
    </w:p>
    <w:p w:rsidR="00FA2C64" w:rsidRDefault="00FA2C64" w:rsidP="00FA2C64">
      <w:pPr>
        <w:pStyle w:val="libNormal0"/>
      </w:pPr>
      <w:r>
        <w:t>mati syahid dan pada hari kiamat Allah akan berfirman</w:t>
      </w:r>
    </w:p>
    <w:p w:rsidR="00FA2C64" w:rsidRDefault="00FA2C64" w:rsidP="00FA2C64">
      <w:pPr>
        <w:pStyle w:val="libNormal0"/>
      </w:pPr>
      <w:r>
        <w:t>bahwa Aku telah berikrar pada malaikat-Ku untuk</w:t>
      </w:r>
    </w:p>
    <w:p w:rsidR="00FA2C64" w:rsidRDefault="00FA2C64" w:rsidP="00BE28E6">
      <w:pPr>
        <w:pStyle w:val="libNormal0"/>
      </w:pPr>
      <w:r>
        <w:t>mengabulkan permohonannya.</w:t>
      </w:r>
    </w:p>
    <w:p w:rsidR="00BE28E6" w:rsidRPr="00BE28E6" w:rsidRDefault="00BE28E6" w:rsidP="00BE28E6">
      <w:pPr>
        <w:pStyle w:val="libNormal"/>
      </w:pPr>
    </w:p>
    <w:p w:rsidR="00FA2C64" w:rsidRDefault="00FA2C64" w:rsidP="00FA2C64">
      <w:pPr>
        <w:pStyle w:val="libNormal0"/>
      </w:pPr>
      <w:r>
        <w:t>Astagh-firullôhal-ladzî lâ ilâha illâ huwa wahdahu lâ</w:t>
      </w:r>
    </w:p>
    <w:p w:rsidR="00FA2C64" w:rsidRDefault="00FA2C64" w:rsidP="00FA2C64">
      <w:pPr>
        <w:pStyle w:val="libNormal0"/>
      </w:pPr>
      <w:r>
        <w:t>syarîka-lahu wa atûbû ilaihi</w:t>
      </w:r>
    </w:p>
    <w:p w:rsidR="00FA2C64" w:rsidRDefault="00FA2C64" w:rsidP="00FA2C64">
      <w:pPr>
        <w:pStyle w:val="libNormal0"/>
      </w:pPr>
      <w:r>
        <w:t>Hamba memohon ampun pada Allah yang tidak ada</w:t>
      </w:r>
    </w:p>
    <w:p w:rsidR="00FA2C64" w:rsidRDefault="00FA2C64" w:rsidP="00FA2C64">
      <w:pPr>
        <w:pStyle w:val="libNormal0"/>
      </w:pPr>
      <w:r>
        <w:t>tuhan selain Dia Yang Tunggal dan tidak ada sekutu</w:t>
      </w:r>
    </w:p>
    <w:p w:rsidR="00FA2C64" w:rsidRDefault="00FA2C64" w:rsidP="00FA2C64">
      <w:pPr>
        <w:pStyle w:val="libNormal0"/>
      </w:pPr>
      <w:r>
        <w:t>bagi-Nya dan hamba bertaubat kepada-Nya</w:t>
      </w:r>
    </w:p>
    <w:p w:rsidR="00FA2C64" w:rsidRDefault="00FA2C64" w:rsidP="00FA2C64">
      <w:pPr>
        <w:pStyle w:val="libNormal0"/>
      </w:pPr>
      <w:r>
        <w:t>Keutamaan Puasa di Bulan Rajab</w:t>
      </w:r>
    </w:p>
    <w:p w:rsidR="00FA2C64" w:rsidRDefault="00FA2C64" w:rsidP="00FA2C64">
      <w:pPr>
        <w:pStyle w:val="libNormal0"/>
      </w:pPr>
      <w:r>
        <w:t>Disebutkan dalam hadis-hadis berikut tentang</w:t>
      </w:r>
    </w:p>
    <w:p w:rsidR="00BE28E6" w:rsidRDefault="00BE28E6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BE28E6">
      <w:pPr>
        <w:pStyle w:val="Heading1"/>
      </w:pPr>
      <w:bookmarkStart w:id="37" w:name="_Toc94724714"/>
      <w:r>
        <w:lastRenderedPageBreak/>
        <w:t>keutamaan puasa di bulan Rajab:</w:t>
      </w:r>
      <w:bookmarkEnd w:id="37"/>
    </w:p>
    <w:p w:rsidR="00FA2C64" w:rsidRDefault="00FA2C64" w:rsidP="00FA2C64">
      <w:pPr>
        <w:pStyle w:val="libNormal0"/>
      </w:pPr>
      <w:r>
        <w:t>Barangsiapa yang berpuasa di bulan Rajab Allah37</w:t>
      </w:r>
    </w:p>
    <w:p w:rsidR="00FA2C64" w:rsidRDefault="00FA2C64" w:rsidP="00FA2C64">
      <w:pPr>
        <w:pStyle w:val="libNormal0"/>
      </w:pPr>
      <w:r>
        <w:t>akan menyelamatkannya dari siksa api neraka dan</w:t>
      </w:r>
    </w:p>
    <w:p w:rsidR="00FA2C64" w:rsidRDefault="00FA2C64" w:rsidP="00FA2C64">
      <w:pPr>
        <w:pStyle w:val="libNormal0"/>
      </w:pPr>
      <w:r>
        <w:t>Allah akan mewajibkannya untuk masuk sorga.</w:t>
      </w:r>
    </w:p>
    <w:p w:rsidR="00FA2C64" w:rsidRDefault="00FA2C64" w:rsidP="00FA2C64">
      <w:pPr>
        <w:pStyle w:val="libNormal0"/>
      </w:pPr>
      <w:r>
        <w:t>Barangsiapa yang berpuasa 1 (satu) hari di bulan</w:t>
      </w:r>
    </w:p>
    <w:p w:rsidR="00FA2C64" w:rsidRDefault="00FA2C64" w:rsidP="00FA2C64">
      <w:pPr>
        <w:pStyle w:val="libNormal0"/>
      </w:pPr>
      <w:r>
        <w:t>Rajab maka Allah akan menjauhkan neraka darinya</w:t>
      </w:r>
    </w:p>
    <w:p w:rsidR="00FA2C64" w:rsidRDefault="00FA2C64" w:rsidP="00FA2C64">
      <w:pPr>
        <w:pStyle w:val="libNormal0"/>
      </w:pPr>
      <w:r>
        <w:t>sejauh perjalanan satu tahun. Dan Allah akan</w:t>
      </w:r>
    </w:p>
    <w:p w:rsidR="00FA2C64" w:rsidRDefault="00FA2C64" w:rsidP="00FA2C64">
      <w:pPr>
        <w:pStyle w:val="libNormal0"/>
      </w:pPr>
      <w:r>
        <w:t>memberinya minum dari sungai yang bernama Rajab,</w:t>
      </w:r>
    </w:p>
    <w:p w:rsidR="00FA2C64" w:rsidRDefault="00FA2C64" w:rsidP="00FA2C64">
      <w:pPr>
        <w:pStyle w:val="libNormal0"/>
      </w:pPr>
      <w:r>
        <w:t>yang airnya lebih putih dari susu dan manisnya lebih</w:t>
      </w:r>
    </w:p>
    <w:p w:rsidR="00FA2C64" w:rsidRDefault="00FA2C64" w:rsidP="00FA2C64">
      <w:pPr>
        <w:pStyle w:val="libNormal0"/>
      </w:pPr>
      <w:r>
        <w:t>manis dari madu.</w:t>
      </w:r>
    </w:p>
    <w:p w:rsidR="00FA2C64" w:rsidRDefault="00FA2C64" w:rsidP="00FA2C64">
      <w:pPr>
        <w:pStyle w:val="libNormal0"/>
      </w:pPr>
      <w:r>
        <w:t>Barangsiapa yang berpuasa 3 (tiga) hari di bulan</w:t>
      </w:r>
    </w:p>
    <w:p w:rsidR="00FA2C64" w:rsidRDefault="00FA2C64" w:rsidP="00FA2C64">
      <w:pPr>
        <w:pStyle w:val="libNormal0"/>
      </w:pPr>
      <w:r>
        <w:t>Rajab maka Allah akan mencatat untuk setiap hari</w:t>
      </w:r>
    </w:p>
    <w:p w:rsidR="00FA2C64" w:rsidRDefault="00FA2C64" w:rsidP="00FA2C64">
      <w:pPr>
        <w:pStyle w:val="libNormal0"/>
      </w:pPr>
      <w:r>
        <w:t>puasanya sebagaimana puasa satu tahun. Dan wajib</w:t>
      </w:r>
    </w:p>
    <w:p w:rsidR="00FA2C64" w:rsidRDefault="00FA2C64" w:rsidP="00FA2C64">
      <w:pPr>
        <w:pStyle w:val="libNormal0"/>
      </w:pPr>
      <w:r>
        <w:t>atasnya untuk masuk sorga.</w:t>
      </w:r>
    </w:p>
    <w:p w:rsidR="00FA2C64" w:rsidRDefault="00FA2C64" w:rsidP="00FA2C64">
      <w:pPr>
        <w:pStyle w:val="libNormal0"/>
      </w:pPr>
      <w:r>
        <w:t>Barangsiapa yang puasa 7 (tujuh) hari di bulan</w:t>
      </w:r>
    </w:p>
    <w:p w:rsidR="00FA2C64" w:rsidRDefault="00FA2C64" w:rsidP="00FA2C64">
      <w:pPr>
        <w:pStyle w:val="libNormal0"/>
      </w:pPr>
      <w:r>
        <w:t>Rajab maka Allah akan menutup 7 (tujuh) pintu neraka</w:t>
      </w:r>
    </w:p>
    <w:p w:rsidR="00FA2C64" w:rsidRDefault="00FA2C64" w:rsidP="00FA2C64">
      <w:pPr>
        <w:pStyle w:val="libNormal0"/>
      </w:pPr>
      <w:r>
        <w:t>untuknya.</w:t>
      </w:r>
    </w:p>
    <w:p w:rsidR="00FA2C64" w:rsidRDefault="00FA2C64" w:rsidP="00FA2C64">
      <w:pPr>
        <w:pStyle w:val="libNormal0"/>
      </w:pPr>
      <w:r>
        <w:t>Barangsiapa yang berpuasa 8 (delapan) hari di</w:t>
      </w:r>
    </w:p>
    <w:p w:rsidR="00FA2C64" w:rsidRDefault="00FA2C64" w:rsidP="00FA2C64">
      <w:pPr>
        <w:pStyle w:val="libNormal0"/>
      </w:pPr>
      <w:r>
        <w:t>bulan Rajab maka Allah akan membuka untuknya 8</w:t>
      </w:r>
    </w:p>
    <w:p w:rsidR="00FA2C64" w:rsidRDefault="00FA2C64" w:rsidP="00FA2C64">
      <w:pPr>
        <w:pStyle w:val="libNormal0"/>
      </w:pPr>
      <w:r>
        <w:t>(delapan) pintu sorga.</w:t>
      </w:r>
    </w:p>
    <w:p w:rsidR="00FA2C64" w:rsidRDefault="00FA2C64" w:rsidP="00FA2C64">
      <w:pPr>
        <w:pStyle w:val="libNormal0"/>
      </w:pPr>
      <w:r>
        <w:t>Barangsiapa yang berpuasa 15 (lima belas) hari di</w:t>
      </w:r>
    </w:p>
    <w:p w:rsidR="00FA2C64" w:rsidRDefault="00FA2C64" w:rsidP="00FA2C64">
      <w:pPr>
        <w:pStyle w:val="libNormal0"/>
      </w:pPr>
      <w:r>
        <w:t>bulan Rajab maka Allah akan mengadili dirinya dengan</w:t>
      </w:r>
    </w:p>
    <w:p w:rsidR="00FA2C64" w:rsidRDefault="00FA2C64" w:rsidP="00FA2C64">
      <w:pPr>
        <w:pStyle w:val="libNormal0"/>
      </w:pPr>
      <w:r>
        <w:t>pengadilan yang mudah.</w:t>
      </w:r>
    </w:p>
    <w:p w:rsidR="00FA2C64" w:rsidRDefault="00FA2C64" w:rsidP="00FA2C64">
      <w:pPr>
        <w:pStyle w:val="libNormal0"/>
      </w:pPr>
      <w:r>
        <w:t>Barangsiapa yang berpuasa selama satu bulan</w:t>
      </w:r>
    </w:p>
    <w:p w:rsidR="00FA2C64" w:rsidRDefault="00FA2C64" w:rsidP="00FA2C64">
      <w:pPr>
        <w:pStyle w:val="libNormal0"/>
      </w:pPr>
      <w:r>
        <w:t>dalam bulan Rajab maka Allah akan meridhoinya.</w:t>
      </w:r>
    </w:p>
    <w:p w:rsidR="00FA2C64" w:rsidRDefault="00FA2C64" w:rsidP="00FA2C64">
      <w:pPr>
        <w:pStyle w:val="libNormal0"/>
      </w:pPr>
      <w:r>
        <w:t>Barangsiapa yang diridhoi-Nya maka dia tidak akan di38</w:t>
      </w:r>
    </w:p>
    <w:p w:rsidR="00FA2C64" w:rsidRDefault="00FA2C64" w:rsidP="00FA2C64">
      <w:pPr>
        <w:pStyle w:val="libNormal0"/>
      </w:pPr>
      <w:r>
        <w:t>siksa.</w:t>
      </w:r>
    </w:p>
    <w:p w:rsidR="00FA2C64" w:rsidRDefault="00FA2C64" w:rsidP="00FA2C64">
      <w:pPr>
        <w:pStyle w:val="libNormal0"/>
      </w:pPr>
      <w:r>
        <w:t>Yang tidak berpuasa di bulan Rajab maka dia tidak</w:t>
      </w:r>
    </w:p>
    <w:p w:rsidR="00FA2C64" w:rsidRDefault="00FA2C64" w:rsidP="00FA2C64">
      <w:pPr>
        <w:pStyle w:val="libNormal0"/>
      </w:pPr>
      <w:r>
        <w:t>mendapatkan keutamaan dan kemulian bulan Rajab.</w:t>
      </w:r>
    </w:p>
    <w:p w:rsidR="00FA2C64" w:rsidRDefault="00FA2C64" w:rsidP="00FA2C64">
      <w:pPr>
        <w:pStyle w:val="libNormal0"/>
      </w:pPr>
      <w:r>
        <w:t>Barangsiapa yang berpuasa satu hari di akhir bulan</w:t>
      </w:r>
    </w:p>
    <w:p w:rsidR="00FA2C64" w:rsidRDefault="00FA2C64" w:rsidP="00FA2C64">
      <w:pPr>
        <w:pStyle w:val="libNormal0"/>
      </w:pPr>
      <w:r>
        <w:t>Rajab maka Allah akan menyelamatkannya dari</w:t>
      </w:r>
    </w:p>
    <w:p w:rsidR="00FA2C64" w:rsidRDefault="00FA2C64" w:rsidP="00FA2C64">
      <w:pPr>
        <w:pStyle w:val="libNormal0"/>
      </w:pPr>
      <w:r>
        <w:t>dahsyatnya siksa pada saat sakaratul maut dan siksa</w:t>
      </w:r>
    </w:p>
    <w:p w:rsidR="00FA2C64" w:rsidRDefault="00FA2C64" w:rsidP="00FA2C64">
      <w:pPr>
        <w:pStyle w:val="libNormal0"/>
      </w:pPr>
      <w:r>
        <w:t>kubur.</w:t>
      </w:r>
    </w:p>
    <w:p w:rsidR="00FA2C64" w:rsidRDefault="00FA2C64" w:rsidP="00FA2C64">
      <w:pPr>
        <w:pStyle w:val="libNormal0"/>
      </w:pPr>
      <w:r>
        <w:t>Barangsiapa yang berpuasa selama dua hari di akhir</w:t>
      </w:r>
    </w:p>
    <w:p w:rsidR="00FA2C64" w:rsidRDefault="00FA2C64" w:rsidP="00FA2C64">
      <w:pPr>
        <w:pStyle w:val="libNormal0"/>
      </w:pPr>
      <w:r>
        <w:t>bulan Rajab maka Allah akan menyela-matkannya dari</w:t>
      </w:r>
    </w:p>
    <w:p w:rsidR="00FA2C64" w:rsidRDefault="00FA2C64" w:rsidP="00FA2C64">
      <w:pPr>
        <w:pStyle w:val="libNormal0"/>
      </w:pPr>
      <w:r>
        <w:t>Shirot (Jembatan di Hari Kiamat)</w:t>
      </w:r>
    </w:p>
    <w:p w:rsidR="00FA2C64" w:rsidRDefault="00FA2C64" w:rsidP="00FA2C64">
      <w:pPr>
        <w:pStyle w:val="libNormal0"/>
      </w:pPr>
      <w:r>
        <w:lastRenderedPageBreak/>
        <w:t>Barangsiapa yang tidak dapat berpuasa di bulan</w:t>
      </w:r>
    </w:p>
    <w:p w:rsidR="00FA2C64" w:rsidRDefault="00FA2C64" w:rsidP="00FA2C64">
      <w:pPr>
        <w:pStyle w:val="libNormal0"/>
      </w:pPr>
      <w:r>
        <w:t>Rajab karena sakit atau berhalangan maka di anjurkan</w:t>
      </w:r>
    </w:p>
    <w:p w:rsidR="00FA2C64" w:rsidRDefault="00FA2C64" w:rsidP="00FA2C64">
      <w:pPr>
        <w:pStyle w:val="libNormal0"/>
      </w:pPr>
      <w:r>
        <w:t>untuk bersedekah kepada fakir miskin di setiap harinya</w:t>
      </w:r>
    </w:p>
    <w:p w:rsidR="00FA2C64" w:rsidRDefault="00FA2C64" w:rsidP="00FA2C64">
      <w:pPr>
        <w:pStyle w:val="libNormal0"/>
      </w:pPr>
      <w:r>
        <w:t>selama bulan Rajab agar dia mendapatkan pahalapahala puasa di bulan Rajab. Dan yang tidak mampu</w:t>
      </w:r>
    </w:p>
    <w:p w:rsidR="00FA2C64" w:rsidRDefault="00FA2C64" w:rsidP="00FA2C64">
      <w:pPr>
        <w:pStyle w:val="libNormal0"/>
      </w:pPr>
      <w:r>
        <w:t>bersedekah maka dia dapat menggantinya dengan</w:t>
      </w:r>
    </w:p>
    <w:p w:rsidR="00FA2C64" w:rsidRDefault="00FA2C64" w:rsidP="00BE28E6">
      <w:pPr>
        <w:pStyle w:val="libNormal0"/>
      </w:pPr>
      <w:r>
        <w:t>membaca tasbih sebagai berikut:</w:t>
      </w:r>
    </w:p>
    <w:p w:rsidR="00BE28E6" w:rsidRPr="00BE28E6" w:rsidRDefault="00BE28E6" w:rsidP="00BE28E6">
      <w:pPr>
        <w:pStyle w:val="libNormal"/>
      </w:pPr>
    </w:p>
    <w:p w:rsidR="00FA2C64" w:rsidRDefault="00FA2C64" w:rsidP="00FA2C64">
      <w:pPr>
        <w:pStyle w:val="libNormal0"/>
      </w:pPr>
      <w:r>
        <w:t>subhânal ilâhal jalîl, subhâna man lâ yanbaghit</w:t>
      </w:r>
    </w:p>
    <w:p w:rsidR="00FA2C64" w:rsidRDefault="00FA2C64" w:rsidP="00FA2C64">
      <w:pPr>
        <w:pStyle w:val="libNormal0"/>
      </w:pPr>
      <w:r>
        <w:t>tasbîhu illâ lahu, subhânal a’azzul akromi, subhâna</w:t>
      </w:r>
    </w:p>
    <w:p w:rsidR="00FA2C64" w:rsidRDefault="00FA2C64" w:rsidP="00FA2C64">
      <w:pPr>
        <w:pStyle w:val="libNormal0"/>
      </w:pPr>
      <w:r>
        <w:t>man labisal ‘izza wa huwa lahu ahlun</w:t>
      </w:r>
      <w:r>
        <w:rPr>
          <w:rtl/>
        </w:rPr>
        <w:t>‏</w:t>
      </w:r>
    </w:p>
    <w:p w:rsidR="00FA2C64" w:rsidRDefault="00FA2C64" w:rsidP="00FA2C64">
      <w:pPr>
        <w:pStyle w:val="libNormal0"/>
      </w:pPr>
      <w:r>
        <w:t>Mahasuci Allah Yang Maha Mempunyai Kebesaran,</w:t>
      </w:r>
    </w:p>
    <w:p w:rsidR="00FA2C64" w:rsidRDefault="00FA2C64" w:rsidP="00FA2C64">
      <w:pPr>
        <w:pStyle w:val="libNormal0"/>
      </w:pPr>
      <w:r>
        <w:t>Maha suci (Allah) Yang hanya Dia-lah yang layak</w:t>
      </w:r>
    </w:p>
    <w:p w:rsidR="00FA2C64" w:rsidRDefault="00FA2C64" w:rsidP="00FA2C64">
      <w:pPr>
        <w:pStyle w:val="libNormal0"/>
      </w:pPr>
      <w:r>
        <w:t>disucikan, Maha suci (Allah) Yang Maha Mulia dan</w:t>
      </w:r>
    </w:p>
    <w:p w:rsidR="00FA2C64" w:rsidRDefault="00FA2C64" w:rsidP="00FA2C64">
      <w:pPr>
        <w:pStyle w:val="libNormal0"/>
      </w:pPr>
      <w:r>
        <w:t>Maha Dermawan, Maha suci (Allah) Yang Menyandang</w:t>
      </w:r>
    </w:p>
    <w:p w:rsidR="00FA2C64" w:rsidRDefault="00FA2C64" w:rsidP="00FA2C64">
      <w:pPr>
        <w:pStyle w:val="libNormal0"/>
      </w:pPr>
      <w:r>
        <w:t>Kemuliaan dan Hanya Dialah Yang pantas</w:t>
      </w:r>
    </w:p>
    <w:p w:rsidR="00FA2C64" w:rsidRDefault="00FA2C64" w:rsidP="00FA2C64">
      <w:pPr>
        <w:pStyle w:val="libNormal0"/>
      </w:pPr>
      <w:r>
        <w:t>menyandangnya</w:t>
      </w:r>
    </w:p>
    <w:p w:rsidR="00BE28E6" w:rsidRDefault="00BE28E6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BE28E6">
      <w:pPr>
        <w:pStyle w:val="Heading1"/>
      </w:pPr>
      <w:bookmarkStart w:id="38" w:name="_Toc94724715"/>
      <w:r>
        <w:lastRenderedPageBreak/>
        <w:t>Umroh di Bulab Rajab</w:t>
      </w:r>
      <w:bookmarkEnd w:id="38"/>
    </w:p>
    <w:p w:rsidR="00BE28E6" w:rsidRDefault="00BE28E6" w:rsidP="00FA2C64">
      <w:pPr>
        <w:pStyle w:val="libNormal0"/>
      </w:pPr>
    </w:p>
    <w:p w:rsidR="00FA2C64" w:rsidRDefault="00FA2C64" w:rsidP="00FA2C64">
      <w:pPr>
        <w:pStyle w:val="libNormal0"/>
      </w:pPr>
      <w:r>
        <w:t>Keutamaan yang melakukan Umroh pada bulan</w:t>
      </w:r>
    </w:p>
    <w:p w:rsidR="00FA2C64" w:rsidRDefault="00FA2C64" w:rsidP="00FA2C64">
      <w:pPr>
        <w:pStyle w:val="libNormal0"/>
      </w:pPr>
      <w:r>
        <w:t>Rajab disebutkan dalam hadis adalah :</w:t>
      </w:r>
    </w:p>
    <w:p w:rsidR="00FA2C64" w:rsidRDefault="00FA2C64" w:rsidP="00FA2C64">
      <w:pPr>
        <w:pStyle w:val="libNormal0"/>
      </w:pPr>
      <w:r>
        <w:rPr>
          <w:rFonts w:hint="eastAsia"/>
        </w:rPr>
        <w:t>”</w:t>
      </w:r>
      <w:r>
        <w:t>Barangsiapa melakukan Umroh di bulan Rajab dia</w:t>
      </w:r>
    </w:p>
    <w:p w:rsidR="00FA2C64" w:rsidRDefault="00FA2C64" w:rsidP="00FA2C64">
      <w:pPr>
        <w:pStyle w:val="libNormal0"/>
      </w:pPr>
      <w:r>
        <w:t>bagaikan melakukan ibadah Haji.</w:t>
      </w:r>
    </w:p>
    <w:p w:rsidR="00FA2C64" w:rsidRDefault="00FA2C64" w:rsidP="00FA2C64">
      <w:pPr>
        <w:pStyle w:val="libNormal0"/>
      </w:pPr>
      <w:r>
        <w:t>Membaca Surah Al-Ikhlas di bulan Rajab</w:t>
      </w:r>
    </w:p>
    <w:p w:rsidR="00FA2C64" w:rsidRDefault="00FA2C64" w:rsidP="00FA2C64">
      <w:pPr>
        <w:pStyle w:val="libNormal0"/>
      </w:pPr>
      <w:r>
        <w:t>Nabi saaw bersabda: “Barangsiapa membaca AtTauhid (Surah Al-Ikhlas) 10.000 (sepuluh ribu) kali</w:t>
      </w:r>
    </w:p>
    <w:p w:rsidR="00FA2C64" w:rsidRDefault="00FA2C64" w:rsidP="00FA2C64">
      <w:pPr>
        <w:pStyle w:val="libNormal0"/>
      </w:pPr>
      <w:r>
        <w:t>dengan niat yang ikhlas di bulan Rajab. Dia akan</w:t>
      </w:r>
    </w:p>
    <w:p w:rsidR="00FA2C64" w:rsidRDefault="00FA2C64" w:rsidP="00FA2C64">
      <w:pPr>
        <w:pStyle w:val="libNormal0"/>
      </w:pPr>
      <w:r>
        <w:t>dihapus dosanya pada hari kiamat bagaikan bayi yang</w:t>
      </w:r>
    </w:p>
    <w:p w:rsidR="00FA2C64" w:rsidRDefault="00FA2C64" w:rsidP="00FA2C64">
      <w:pPr>
        <w:pStyle w:val="libNormal0"/>
      </w:pPr>
      <w:r>
        <w:t>baru lahir perut ibunya. Dia akan digiring oleh 70</w:t>
      </w:r>
    </w:p>
    <w:p w:rsidR="00FA2C64" w:rsidRDefault="00FA2C64" w:rsidP="00FA2C64">
      <w:pPr>
        <w:pStyle w:val="libNormal0"/>
      </w:pPr>
      <w:r>
        <w:t>malaikat yang akan membawanya ke sorga. Barangsiapa</w:t>
      </w:r>
    </w:p>
    <w:p w:rsidR="00FA2C64" w:rsidRDefault="00FA2C64" w:rsidP="00FA2C64">
      <w:pPr>
        <w:pStyle w:val="libNormal0"/>
      </w:pPr>
      <w:r>
        <w:t>yang membaca 1000 (seribu kali) surah Al-Ikhlas. Dia</w:t>
      </w:r>
    </w:p>
    <w:p w:rsidR="00FA2C64" w:rsidRDefault="00FA2C64" w:rsidP="00FA2C64">
      <w:pPr>
        <w:pStyle w:val="libNormal0"/>
      </w:pPr>
      <w:r>
        <w:t>akan dapatkan di hari kiamat nanti dengan amalan 100040</w:t>
      </w:r>
    </w:p>
    <w:p w:rsidR="00FA2C64" w:rsidRDefault="00FA2C64" w:rsidP="00FA2C64">
      <w:pPr>
        <w:pStyle w:val="libNormal0"/>
      </w:pPr>
      <w:r>
        <w:t>nabi dan 100 malaikat dan akan dekat dengan Allah.</w:t>
      </w:r>
    </w:p>
    <w:p w:rsidR="00FA2C64" w:rsidRDefault="00FA2C64" w:rsidP="00FA2C64">
      <w:pPr>
        <w:pStyle w:val="libNormal0"/>
      </w:pPr>
      <w:r>
        <w:t>Barangsiapa yang membaca 100 kali surah Al-Ikhlas,</w:t>
      </w:r>
    </w:p>
    <w:p w:rsidR="00FA2C64" w:rsidRDefault="00FA2C64" w:rsidP="00FA2C64">
      <w:pPr>
        <w:pStyle w:val="libNormal0"/>
      </w:pPr>
      <w:r>
        <w:t>Allah akan memberkahi dirinya, dan keluarganya serta</w:t>
      </w:r>
    </w:p>
    <w:p w:rsidR="00FA2C64" w:rsidRDefault="00FA2C64" w:rsidP="00FA2C64">
      <w:pPr>
        <w:pStyle w:val="libNormal0"/>
      </w:pPr>
      <w:r>
        <w:t>tetangganya. Dan akan dibangunkan untuknya 12 istana</w:t>
      </w:r>
    </w:p>
    <w:p w:rsidR="00FA2C64" w:rsidRDefault="00FA2C64" w:rsidP="00FA2C64">
      <w:pPr>
        <w:pStyle w:val="libNormal0"/>
      </w:pPr>
      <w:r>
        <w:t>di sorga. Barangsiapa membacanya pada hari Jum‟at</w:t>
      </w:r>
    </w:p>
    <w:p w:rsidR="00FA2C64" w:rsidRDefault="00FA2C64" w:rsidP="00FA2C64">
      <w:pPr>
        <w:pStyle w:val="libNormal0"/>
      </w:pPr>
      <w:r>
        <w:t>100 kali akan diberi cahaya di hari kiamat dan akan di</w:t>
      </w:r>
    </w:p>
    <w:p w:rsidR="00FA2C64" w:rsidRDefault="00FA2C64" w:rsidP="00FA2C64">
      <w:pPr>
        <w:pStyle w:val="libNormal0"/>
      </w:pPr>
      <w:r>
        <w:t>giring ke sorga.</w:t>
      </w:r>
    </w:p>
    <w:p w:rsidR="00FA2C64" w:rsidRDefault="00FA2C64" w:rsidP="00FA2C64">
      <w:pPr>
        <w:pStyle w:val="libNormal0"/>
      </w:pPr>
      <w:r>
        <w:t>Peristiwa Yang Terjadi di Bulan Rajab</w:t>
      </w:r>
    </w:p>
    <w:p w:rsidR="00FA2C64" w:rsidRDefault="00FA2C64" w:rsidP="00FA2C64">
      <w:pPr>
        <w:pStyle w:val="libNormal0"/>
      </w:pPr>
      <w:r>
        <w:t>1 Tanggal 1 Rajab hari lahirnya Imam Muhammad</w:t>
      </w:r>
    </w:p>
    <w:p w:rsidR="00FA2C64" w:rsidRDefault="00FA2C64" w:rsidP="00FA2C64">
      <w:pPr>
        <w:pStyle w:val="libNormal0"/>
      </w:pPr>
      <w:r>
        <w:t>Al-Baqir a.s.</w:t>
      </w:r>
    </w:p>
    <w:p w:rsidR="00FA2C64" w:rsidRDefault="00FA2C64" w:rsidP="00FA2C64">
      <w:pPr>
        <w:pStyle w:val="libNormal0"/>
      </w:pPr>
      <w:r>
        <w:t>2 Tanggal 2 Rajab hari lahirnya Imam Ali Al-Hadi</w:t>
      </w:r>
    </w:p>
    <w:p w:rsidR="00FA2C64" w:rsidRDefault="00FA2C64" w:rsidP="00FA2C64">
      <w:pPr>
        <w:pStyle w:val="libNormal0"/>
      </w:pPr>
      <w:r>
        <w:t>a.s.</w:t>
      </w:r>
    </w:p>
    <w:p w:rsidR="00FA2C64" w:rsidRDefault="00FA2C64" w:rsidP="00FA2C64">
      <w:pPr>
        <w:pStyle w:val="libNormal0"/>
      </w:pPr>
      <w:r>
        <w:t>3 Tanggal 3 Rajab hari syahadah Imam Ali Hadi AnNaqi a.s.</w:t>
      </w:r>
    </w:p>
    <w:p w:rsidR="00FA2C64" w:rsidRDefault="00FA2C64" w:rsidP="00FA2C64">
      <w:pPr>
        <w:pStyle w:val="libNormal0"/>
      </w:pPr>
      <w:r>
        <w:t>4 Tanggal 10 Rajab hari lahirnya Imam Muhammad</w:t>
      </w:r>
    </w:p>
    <w:p w:rsidR="00FA2C64" w:rsidRDefault="00FA2C64" w:rsidP="00FA2C64">
      <w:pPr>
        <w:pStyle w:val="libNormal0"/>
      </w:pPr>
      <w:r>
        <w:t>Ali At-Taqi Al-Jawad a.s.</w:t>
      </w:r>
    </w:p>
    <w:p w:rsidR="00FA2C64" w:rsidRDefault="00FA2C64" w:rsidP="00FA2C64">
      <w:pPr>
        <w:pStyle w:val="libNormal0"/>
      </w:pPr>
      <w:r>
        <w:t>5 Tanggal 13 Rajab hari lahirnya Imam Ali bin Abi</w:t>
      </w:r>
    </w:p>
    <w:p w:rsidR="00FA2C64" w:rsidRDefault="00FA2C64" w:rsidP="00FA2C64">
      <w:pPr>
        <w:pStyle w:val="libNormal0"/>
      </w:pPr>
      <w:r>
        <w:t>Thalib a.s.</w:t>
      </w:r>
    </w:p>
    <w:p w:rsidR="00FA2C64" w:rsidRDefault="00FA2C64" w:rsidP="00FA2C64">
      <w:pPr>
        <w:pStyle w:val="libNormal0"/>
      </w:pPr>
      <w:r>
        <w:t>6 Tanggal 14 Rajab hari wafatnya Sayyidah Zainab</w:t>
      </w:r>
    </w:p>
    <w:p w:rsidR="00FA2C64" w:rsidRDefault="00FA2C64" w:rsidP="00FA2C64">
      <w:pPr>
        <w:pStyle w:val="libNormal0"/>
      </w:pPr>
      <w:r>
        <w:t>(putri Imam Ali bin Abi Tholib a.s.)</w:t>
      </w:r>
    </w:p>
    <w:p w:rsidR="00FA2C64" w:rsidRDefault="00FA2C64" w:rsidP="00FA2C64">
      <w:pPr>
        <w:pStyle w:val="libNormal0"/>
      </w:pPr>
      <w:r>
        <w:t>7 Tanggal 24 Rajab hari kemenangan di Perang</w:t>
      </w:r>
    </w:p>
    <w:p w:rsidR="00FA2C64" w:rsidRDefault="00FA2C64" w:rsidP="00FA2C64">
      <w:pPr>
        <w:pStyle w:val="libNormal0"/>
      </w:pPr>
      <w:r>
        <w:lastRenderedPageBreak/>
        <w:t>Khaibar41</w:t>
      </w:r>
    </w:p>
    <w:p w:rsidR="00FA2C64" w:rsidRDefault="00FA2C64" w:rsidP="00FA2C64">
      <w:pPr>
        <w:pStyle w:val="libNormal0"/>
      </w:pPr>
      <w:r>
        <w:t>8 Tanggal 25 Rajab hari syahadah Imam Musa AlKadzim a.s.</w:t>
      </w:r>
    </w:p>
    <w:p w:rsidR="00FA2C64" w:rsidRDefault="00FA2C64" w:rsidP="00FA2C64">
      <w:pPr>
        <w:pStyle w:val="libNormal0"/>
      </w:pPr>
      <w:r>
        <w:t>9 Tanggal 27 Rajab hari (Mab‟ats) di utusnya</w:t>
      </w:r>
    </w:p>
    <w:p w:rsidR="00FA2C64" w:rsidRDefault="00FA2C64" w:rsidP="00FA2C64">
      <w:pPr>
        <w:pStyle w:val="libNormal0"/>
      </w:pPr>
      <w:r>
        <w:t>Rasulullah saww dan Isra‟ Mi‟raj.</w:t>
      </w:r>
    </w:p>
    <w:p w:rsidR="00FA2C64" w:rsidRDefault="00FA2C64" w:rsidP="00FA2C64">
      <w:pPr>
        <w:pStyle w:val="libNormal0"/>
      </w:pPr>
      <w:r>
        <w:t>10 Tanggal 29 Rajab terjadi Perang Tabuk.</w:t>
      </w:r>
    </w:p>
    <w:p w:rsidR="00FA2C64" w:rsidRDefault="00FA2C64" w:rsidP="00FA2C64">
      <w:pPr>
        <w:pStyle w:val="libNormal0"/>
      </w:pPr>
      <w:r>
        <w:t>Amalan 13, 14 dan 15 Rajab (Nisfu Rajab)</w:t>
      </w:r>
    </w:p>
    <w:p w:rsidR="00FA2C64" w:rsidRDefault="00FA2C64" w:rsidP="00FA2C64">
      <w:pPr>
        <w:pStyle w:val="libNormal0"/>
      </w:pPr>
      <w:r>
        <w:t>Sebelum memulai amalan malam nisfu Rajab di</w:t>
      </w:r>
    </w:p>
    <w:p w:rsidR="00FA2C64" w:rsidRDefault="00FA2C64" w:rsidP="00FA2C64">
      <w:pPr>
        <w:pStyle w:val="libNormal0"/>
      </w:pPr>
      <w:r>
        <w:t>anjurkan untuk berpuasa pada tanggal 13, 14 dan 15</w:t>
      </w:r>
    </w:p>
    <w:p w:rsidR="00FA2C64" w:rsidRDefault="00FA2C64" w:rsidP="00FA2C64">
      <w:pPr>
        <w:pStyle w:val="libNormal0"/>
      </w:pPr>
      <w:r>
        <w:t>Rajab (Ayyâmul bît). Yang tidak sanggup berpuasa atau</w:t>
      </w:r>
    </w:p>
    <w:p w:rsidR="00FA2C64" w:rsidRDefault="00FA2C64" w:rsidP="00FA2C64">
      <w:pPr>
        <w:pStyle w:val="libNormal0"/>
      </w:pPr>
      <w:r>
        <w:t>sedang berhalangan bias menggantinya dengan sedekah</w:t>
      </w:r>
    </w:p>
    <w:p w:rsidR="00FA2C64" w:rsidRDefault="00FA2C64" w:rsidP="00FA2C64">
      <w:pPr>
        <w:pStyle w:val="libNormal0"/>
      </w:pPr>
      <w:r>
        <w:t>atau membaca tasbih, sebagaimana disebutkan dalam</w:t>
      </w:r>
    </w:p>
    <w:p w:rsidR="00FA2C64" w:rsidRDefault="00FA2C64" w:rsidP="00BE28E6">
      <w:pPr>
        <w:pStyle w:val="libNormal0"/>
      </w:pPr>
      <w:r>
        <w:t>hadis :</w:t>
      </w:r>
    </w:p>
    <w:p w:rsidR="00BE28E6" w:rsidRPr="00BE28E6" w:rsidRDefault="00BE28E6" w:rsidP="00BE28E6">
      <w:pPr>
        <w:pStyle w:val="libNormal"/>
      </w:pPr>
    </w:p>
    <w:p w:rsidR="00FA2C64" w:rsidRDefault="00FA2C64" w:rsidP="00FA2C64">
      <w:pPr>
        <w:pStyle w:val="libNormal0"/>
      </w:pPr>
      <w:r>
        <w:t>Diriwayatkan dari Abu Said Al-Khudri, Rasulullah</w:t>
      </w:r>
    </w:p>
    <w:p w:rsidR="00FA2C64" w:rsidRDefault="00FA2C64" w:rsidP="00FA2C64">
      <w:pPr>
        <w:pStyle w:val="libNormal0"/>
      </w:pPr>
      <w:r>
        <w:t>saw bersabda : “Sesungguhnya bulan Rajab adalah</w:t>
      </w:r>
    </w:p>
    <w:p w:rsidR="00FA2C64" w:rsidRDefault="00FA2C64" w:rsidP="00FA2C64">
      <w:pPr>
        <w:pStyle w:val="libNormal0"/>
      </w:pPr>
      <w:r>
        <w:t>bulan Allah disebutkan tentang keutamaan dan pahala</w:t>
      </w:r>
    </w:p>
    <w:p w:rsidR="00FA2C64" w:rsidRDefault="00FA2C64" w:rsidP="00FA2C64">
      <w:pPr>
        <w:pStyle w:val="libNormal0"/>
      </w:pPr>
      <w:r>
        <w:t>yang berpuasa di siang harinya, kemudian ada yang</w:t>
      </w:r>
    </w:p>
    <w:p w:rsidR="00FA2C64" w:rsidRDefault="00FA2C64" w:rsidP="00FA2C64">
      <w:pPr>
        <w:pStyle w:val="libNormal0"/>
      </w:pPr>
      <w:r>
        <w:t>bertanya Ya Rasulullah Kalau ada yang tidak mampu</w:t>
      </w:r>
    </w:p>
    <w:p w:rsidR="00FA2C64" w:rsidRDefault="00FA2C64" w:rsidP="00FA2C64">
      <w:pPr>
        <w:pStyle w:val="libNormal0"/>
      </w:pPr>
      <w:r>
        <w:t>atau berhalangan berpuasa agar mendapat keutamaan</w:t>
      </w:r>
    </w:p>
    <w:p w:rsidR="00FA2C64" w:rsidRDefault="00FA2C64" w:rsidP="00FA2C64">
      <w:pPr>
        <w:pStyle w:val="libNormal0"/>
      </w:pPr>
      <w:r>
        <w:t>tersebut apa yang harus dilakukannya. Rasulullah saw</w:t>
      </w:r>
    </w:p>
    <w:p w:rsidR="00FA2C64" w:rsidRDefault="00FA2C64" w:rsidP="00FA2C64">
      <w:pPr>
        <w:pStyle w:val="libNormal0"/>
      </w:pPr>
      <w:r>
        <w:t>menjawab hendaknya dia membaca tasbih berikut setiap</w:t>
      </w:r>
    </w:p>
    <w:p w:rsidR="00FA2C64" w:rsidRDefault="00FA2C64" w:rsidP="00BE28E6">
      <w:pPr>
        <w:pStyle w:val="libNormal0"/>
      </w:pPr>
      <w:r>
        <w:t>harinya 100 kali selama satu bulan.</w:t>
      </w:r>
    </w:p>
    <w:p w:rsidR="00BE28E6" w:rsidRPr="00BE28E6" w:rsidRDefault="00BE28E6" w:rsidP="00BE28E6">
      <w:pPr>
        <w:pStyle w:val="libNormal"/>
      </w:pPr>
    </w:p>
    <w:p w:rsidR="00FA2C64" w:rsidRDefault="00FA2C64" w:rsidP="00FA2C64">
      <w:pPr>
        <w:pStyle w:val="libNormal0"/>
      </w:pPr>
      <w:r>
        <w:t>subhânal ilâhal jalîl, subhâna man lâ yanbaghit</w:t>
      </w:r>
    </w:p>
    <w:p w:rsidR="00FA2C64" w:rsidRDefault="00FA2C64" w:rsidP="00FA2C64">
      <w:pPr>
        <w:pStyle w:val="libNormal0"/>
      </w:pPr>
      <w:r>
        <w:t>tasbîhu illâ lahu, subhânal a’azzul akromi, subhâna</w:t>
      </w:r>
    </w:p>
    <w:p w:rsidR="00FA2C64" w:rsidRDefault="00FA2C64" w:rsidP="00FA2C64">
      <w:pPr>
        <w:pStyle w:val="libNormal0"/>
      </w:pPr>
      <w:r>
        <w:t>man labisal ‘izza wa huwa lahu ahlun</w:t>
      </w:r>
      <w:r>
        <w:rPr>
          <w:rtl/>
        </w:rPr>
        <w:t>‏</w:t>
      </w:r>
    </w:p>
    <w:p w:rsidR="00FA2C64" w:rsidRDefault="00FA2C64" w:rsidP="00FA2C64">
      <w:pPr>
        <w:pStyle w:val="libNormal0"/>
      </w:pPr>
      <w:r>
        <w:t>Mahasuci Allah Yang Maha Mempunyai Kebesaran,</w:t>
      </w:r>
    </w:p>
    <w:p w:rsidR="00FA2C64" w:rsidRDefault="00FA2C64" w:rsidP="00FA2C64">
      <w:pPr>
        <w:pStyle w:val="libNormal0"/>
      </w:pPr>
      <w:r>
        <w:t>Maha suci (Allah) Yang hanya Dia-lah yang layak</w:t>
      </w:r>
    </w:p>
    <w:p w:rsidR="00FA2C64" w:rsidRDefault="00FA2C64" w:rsidP="00FA2C64">
      <w:pPr>
        <w:pStyle w:val="libNormal0"/>
      </w:pPr>
      <w:r>
        <w:t>disucikan, Maha suci (Allah) Yang Maha Mulia dan</w:t>
      </w:r>
    </w:p>
    <w:p w:rsidR="00FA2C64" w:rsidRDefault="00FA2C64" w:rsidP="00FA2C64">
      <w:pPr>
        <w:pStyle w:val="libNormal0"/>
      </w:pPr>
      <w:r>
        <w:t>Maha Dermawan, Maha suci (Allah) Yang Menyandang</w:t>
      </w:r>
    </w:p>
    <w:p w:rsidR="00FA2C64" w:rsidRDefault="00FA2C64" w:rsidP="00FA2C64">
      <w:pPr>
        <w:pStyle w:val="libNormal0"/>
      </w:pPr>
      <w:r>
        <w:t>Kemuliaan dan Hanya Dialah Yang pantas</w:t>
      </w:r>
    </w:p>
    <w:p w:rsidR="00FA2C64" w:rsidRDefault="00FA2C64" w:rsidP="00FA2C64">
      <w:pPr>
        <w:pStyle w:val="libNormal0"/>
      </w:pPr>
      <w:r>
        <w:t>menyandangnya.</w:t>
      </w:r>
    </w:p>
    <w:p w:rsidR="00FA2C64" w:rsidRDefault="00FA2C64" w:rsidP="00FA2C64">
      <w:pPr>
        <w:pStyle w:val="libNormal0"/>
      </w:pPr>
      <w:r>
        <w:t>Penulis kitab Iqbalul a‟mal menanmbahkan untuk</w:t>
      </w:r>
    </w:p>
    <w:p w:rsidR="00FA2C64" w:rsidRDefault="00FA2C64" w:rsidP="00FA2C64">
      <w:pPr>
        <w:pStyle w:val="libNormal0"/>
      </w:pPr>
      <w:r>
        <w:t>menganjurkan bersedekah sebagai ganti dari puasa</w:t>
      </w:r>
    </w:p>
    <w:p w:rsidR="00FA2C64" w:rsidRDefault="00FA2C64" w:rsidP="00FA2C64">
      <w:pPr>
        <w:pStyle w:val="libNormal0"/>
      </w:pPr>
      <w:r>
        <w:t>sunnah yang tidak bisa dilakukannya selain tasbih yang</w:t>
      </w:r>
    </w:p>
    <w:p w:rsidR="00FA2C64" w:rsidRDefault="00FA2C64" w:rsidP="00FA2C64">
      <w:pPr>
        <w:pStyle w:val="libNormal0"/>
      </w:pPr>
      <w:r>
        <w:lastRenderedPageBreak/>
        <w:t>harus dibacanya setiap hari dengan niat ibadah.</w:t>
      </w:r>
    </w:p>
    <w:p w:rsidR="00FA2C64" w:rsidRDefault="00FA2C64" w:rsidP="00FA2C64">
      <w:pPr>
        <w:pStyle w:val="libNormal0"/>
      </w:pPr>
      <w:r>
        <w:t>Pada malam 13 Rajab sholat 2 rakaat, pada rakaat</w:t>
      </w:r>
    </w:p>
    <w:p w:rsidR="00FA2C64" w:rsidRDefault="00FA2C64" w:rsidP="00FA2C64">
      <w:pPr>
        <w:pStyle w:val="libNormal0"/>
      </w:pPr>
      <w:r>
        <w:t>pertama setelah membaca surah Al-Fatihah membaca</w:t>
      </w:r>
    </w:p>
    <w:p w:rsidR="00FA2C64" w:rsidRDefault="00FA2C64" w:rsidP="00FA2C64">
      <w:pPr>
        <w:pStyle w:val="libNormal0"/>
      </w:pPr>
      <w:r>
        <w:t>surah Yâsin dan pada rakaat kedua setelah Al-Fatihah</w:t>
      </w:r>
    </w:p>
    <w:p w:rsidR="00FA2C64" w:rsidRDefault="00FA2C64" w:rsidP="00FA2C64">
      <w:pPr>
        <w:pStyle w:val="libNormal0"/>
      </w:pPr>
      <w:r>
        <w:t>membaca Surah Al-Mulk (Tabârok) dan surah AtTauhid (Al-Ikhlash). Pada malam ke 14 Rajab sholatnya</w:t>
      </w:r>
    </w:p>
    <w:p w:rsidR="00FA2C64" w:rsidRDefault="00FA2C64" w:rsidP="00FA2C64">
      <w:pPr>
        <w:pStyle w:val="libNormal0"/>
      </w:pPr>
      <w:r>
        <w:t>sama seperti sholat malam ke 13 sholatnya empat rakaat</w:t>
      </w:r>
    </w:p>
    <w:p w:rsidR="00FA2C64" w:rsidRDefault="00FA2C64" w:rsidP="00FA2C64">
      <w:pPr>
        <w:pStyle w:val="libNormal0"/>
      </w:pPr>
      <w:r>
        <w:t>dengan dua salam. Pada malam ke 15 Rajab sholat 6</w:t>
      </w:r>
    </w:p>
    <w:p w:rsidR="00FA2C64" w:rsidRDefault="00FA2C64" w:rsidP="00FA2C64">
      <w:pPr>
        <w:pStyle w:val="libNormal0"/>
      </w:pPr>
      <w:r>
        <w:t>rakaat, sholatnya sama dengan sholat pada malam 13</w:t>
      </w:r>
    </w:p>
    <w:p w:rsidR="00FA2C64" w:rsidRDefault="00FA2C64" w:rsidP="00FA2C64">
      <w:pPr>
        <w:pStyle w:val="libNormal0"/>
      </w:pPr>
      <w:r>
        <w:t>dengan dua salam (3 kali sholat seperti malam 13).</w:t>
      </w:r>
    </w:p>
    <w:p w:rsidR="00FA2C64" w:rsidRDefault="00FA2C64" w:rsidP="00FA2C64">
      <w:pPr>
        <w:pStyle w:val="libNormal0"/>
      </w:pPr>
      <w:r>
        <w:t>Diriwayatkan dari Imam Shodiq a.s. :”Barangsiapa yang</w:t>
      </w:r>
    </w:p>
    <w:p w:rsidR="00FA2C64" w:rsidRDefault="00FA2C64" w:rsidP="00FA2C64">
      <w:pPr>
        <w:pStyle w:val="libNormal0"/>
      </w:pPr>
      <w:r>
        <w:t>mengerjakan amalan di atas maka Allah akan</w:t>
      </w:r>
    </w:p>
    <w:p w:rsidR="00FA2C64" w:rsidRDefault="00FA2C64" w:rsidP="00FA2C64">
      <w:pPr>
        <w:pStyle w:val="libNormal0"/>
      </w:pPr>
      <w:r>
        <w:t>mengampuni segala dosanya kecuali dosa syirik”.</w:t>
      </w:r>
    </w:p>
    <w:p w:rsidR="00FA2C64" w:rsidRDefault="00FA2C64" w:rsidP="00FA2C64">
      <w:pPr>
        <w:pStyle w:val="libNormal0"/>
      </w:pPr>
      <w:r>
        <w:t>(Mafâtîhul Jinân, hal. 201).44</w:t>
      </w:r>
    </w:p>
    <w:p w:rsidR="00FA2C64" w:rsidRDefault="00FA2C64" w:rsidP="00FA2C64">
      <w:pPr>
        <w:pStyle w:val="libNormal0"/>
      </w:pPr>
      <w:r>
        <w:t>Hari ke 13 Rajab, adalah (ayyâmul bît): Dinamakan</w:t>
      </w:r>
    </w:p>
    <w:p w:rsidR="00FA2C64" w:rsidRDefault="00FA2C64" w:rsidP="00FA2C64">
      <w:pPr>
        <w:pStyle w:val="libNormal0"/>
      </w:pPr>
      <w:r>
        <w:t>ayyamul bît; Pada hari-hari itu warna kulit Nabi Adam</w:t>
      </w:r>
    </w:p>
    <w:p w:rsidR="00FA2C64" w:rsidRDefault="00FA2C64" w:rsidP="00FA2C64">
      <w:pPr>
        <w:pStyle w:val="libNormal0"/>
      </w:pPr>
      <w:r>
        <w:t>berubah, karena perbuatan dosanya Nabi Adam</w:t>
      </w:r>
    </w:p>
    <w:p w:rsidR="00FA2C64" w:rsidRDefault="00FA2C64" w:rsidP="00FA2C64">
      <w:pPr>
        <w:pStyle w:val="libNormal0"/>
      </w:pPr>
      <w:r>
        <w:t>memakan buah khuldi menyebabkan warna kulitnya</w:t>
      </w:r>
    </w:p>
    <w:p w:rsidR="00FA2C64" w:rsidRDefault="00FA2C64" w:rsidP="00FA2C64">
      <w:pPr>
        <w:pStyle w:val="libNormal0"/>
      </w:pPr>
      <w:r>
        <w:t>menjadi hitam, kemudian Allah menyuruh Jibril untuk</w:t>
      </w:r>
    </w:p>
    <w:p w:rsidR="00FA2C64" w:rsidRDefault="00FA2C64" w:rsidP="00FA2C64">
      <w:pPr>
        <w:pStyle w:val="libNormal0"/>
      </w:pPr>
      <w:r>
        <w:t>menurunkan Adam dari sisi-Nya. setelah sampai di</w:t>
      </w:r>
    </w:p>
    <w:p w:rsidR="00FA2C64" w:rsidRDefault="00FA2C64" w:rsidP="00FA2C64">
      <w:pPr>
        <w:pStyle w:val="libNormal0"/>
      </w:pPr>
      <w:r>
        <w:t>bumi Nabi Adam berdoa, kemudian ada suara dari</w:t>
      </w:r>
    </w:p>
    <w:p w:rsidR="00FA2C64" w:rsidRDefault="00FA2C64" w:rsidP="00FA2C64">
      <w:pPr>
        <w:pStyle w:val="libNormal0"/>
      </w:pPr>
      <w:r>
        <w:t>langit menyuruh Adam untuk berpuasa tiga hari</w:t>
      </w:r>
    </w:p>
    <w:p w:rsidR="00FA2C64" w:rsidRDefault="00FA2C64" w:rsidP="00FA2C64">
      <w:pPr>
        <w:pStyle w:val="libNormal0"/>
      </w:pPr>
      <w:r>
        <w:t>berturut-turut.</w:t>
      </w:r>
    </w:p>
    <w:p w:rsidR="00FA2C64" w:rsidRDefault="00FA2C64" w:rsidP="00FA2C64">
      <w:pPr>
        <w:pStyle w:val="libNormal0"/>
      </w:pPr>
      <w:r>
        <w:t>Pada hari di suruhnya Adam berpuasa adalah hari ke</w:t>
      </w:r>
    </w:p>
    <w:p w:rsidR="00FA2C64" w:rsidRDefault="00FA2C64" w:rsidP="00FA2C64">
      <w:pPr>
        <w:pStyle w:val="libNormal0"/>
      </w:pPr>
      <w:r>
        <w:t>tiga belas dari bulan pada saat itu. Setelah berpuasa 3</w:t>
      </w:r>
    </w:p>
    <w:p w:rsidR="00FA2C64" w:rsidRDefault="00FA2C64" w:rsidP="00FA2C64">
      <w:pPr>
        <w:pStyle w:val="libNormal0"/>
      </w:pPr>
      <w:r>
        <w:t>hari berturut-turut yaitu 13, 14 dan 15 maka Allah</w:t>
      </w:r>
    </w:p>
    <w:p w:rsidR="00FA2C64" w:rsidRDefault="00FA2C64" w:rsidP="00FA2C64">
      <w:pPr>
        <w:pStyle w:val="libNormal0"/>
      </w:pPr>
      <w:r>
        <w:t>mengembalikan warna putihnya Nabi Adam. Dengan</w:t>
      </w:r>
    </w:p>
    <w:p w:rsidR="00FA2C64" w:rsidRDefault="00FA2C64" w:rsidP="00FA2C64">
      <w:pPr>
        <w:pStyle w:val="libNormal0"/>
      </w:pPr>
      <w:r>
        <w:t>kembalinya warna putih itulah disebut sebagai hari-hari</w:t>
      </w:r>
    </w:p>
    <w:p w:rsidR="00FA2C64" w:rsidRDefault="00FA2C64" w:rsidP="00FA2C64">
      <w:pPr>
        <w:pStyle w:val="libNormal0"/>
      </w:pPr>
      <w:r>
        <w:t>putih (ayyâmul bît).</w:t>
      </w:r>
    </w:p>
    <w:p w:rsidR="00FA2C64" w:rsidRDefault="00FA2C64" w:rsidP="00FA2C64">
      <w:pPr>
        <w:pStyle w:val="libNormal0"/>
      </w:pPr>
      <w:r>
        <w:t>Dalam riwayat lain Nabi Adam disuruh untuk sholat</w:t>
      </w:r>
    </w:p>
    <w:p w:rsidR="00FA2C64" w:rsidRDefault="00FA2C64" w:rsidP="00FA2C64">
      <w:pPr>
        <w:pStyle w:val="libNormal0"/>
      </w:pPr>
      <w:r>
        <w:t>lima kali. Setiap kali sholat yang dilakukan berubah</w:t>
      </w:r>
    </w:p>
    <w:p w:rsidR="00FA2C64" w:rsidRDefault="00FA2C64" w:rsidP="00FA2C64">
      <w:pPr>
        <w:pStyle w:val="libNormal0"/>
      </w:pPr>
      <w:r>
        <w:t>warna hitam menjadi putih.</w:t>
      </w:r>
    </w:p>
    <w:p w:rsidR="00FA2C64" w:rsidRDefault="00FA2C64" w:rsidP="00FA2C64">
      <w:pPr>
        <w:pStyle w:val="libNormal0"/>
      </w:pPr>
      <w:r>
        <w:t>Disebutkan dalam hadis berikut ini: "Diriwayatkan</w:t>
      </w:r>
    </w:p>
    <w:p w:rsidR="00FA2C64" w:rsidRDefault="00FA2C64" w:rsidP="00FA2C64">
      <w:pPr>
        <w:pStyle w:val="libNormal0"/>
      </w:pPr>
      <w:r>
        <w:t>dari Zurro bin Hubaisy ia berkata:‟Saya bertanya pada</w:t>
      </w:r>
    </w:p>
    <w:p w:rsidR="00FA2C64" w:rsidRDefault="00FA2C64" w:rsidP="00FA2C64">
      <w:pPr>
        <w:pStyle w:val="libNormal0"/>
      </w:pPr>
      <w:r>
        <w:t>Ibnu Mas‟ud tentang ayyâmul bît apa sebabnya?</w:t>
      </w:r>
    </w:p>
    <w:p w:rsidR="00FA2C64" w:rsidRDefault="00FA2C64" w:rsidP="00FA2C64">
      <w:pPr>
        <w:pStyle w:val="libNormal0"/>
      </w:pPr>
      <w:r>
        <w:t>Kenapa dinamainya? Aku mendengar Rasulullah saaw</w:t>
      </w:r>
    </w:p>
    <w:p w:rsidR="00FA2C64" w:rsidRDefault="00FA2C64" w:rsidP="00FA2C64">
      <w:pPr>
        <w:pStyle w:val="libNormal0"/>
      </w:pPr>
      <w:r>
        <w:lastRenderedPageBreak/>
        <w:t>bersabda: ”Ketika Adam bermaksiat pada Allah Azza</w:t>
      </w:r>
    </w:p>
    <w:p w:rsidR="00FA2C64" w:rsidRDefault="00FA2C64" w:rsidP="00FA2C64">
      <w:pPr>
        <w:pStyle w:val="libNormal0"/>
      </w:pPr>
      <w:r>
        <w:t>wa jalla. Terdengar suara dari Arsy; Ya Adam</w:t>
      </w:r>
    </w:p>
    <w:p w:rsidR="00FA2C64" w:rsidRDefault="00FA2C64" w:rsidP="00FA2C64">
      <w:pPr>
        <w:pStyle w:val="libNormal0"/>
      </w:pPr>
      <w:r>
        <w:t>keluarlah dari sisi-Ku sesungguhnya orang yang</w:t>
      </w:r>
    </w:p>
    <w:p w:rsidR="00FA2C64" w:rsidRDefault="00FA2C64" w:rsidP="00FA2C64">
      <w:pPr>
        <w:pStyle w:val="libNormal0"/>
      </w:pPr>
      <w:r>
        <w:t>bermaksiat tidak pantas dekat dengan-Ku. Maka45</w:t>
      </w:r>
    </w:p>
    <w:p w:rsidR="00FA2C64" w:rsidRDefault="00FA2C64" w:rsidP="00FA2C64">
      <w:pPr>
        <w:pStyle w:val="libNormal0"/>
      </w:pPr>
      <w:r>
        <w:t>menangislah Adam dan malaikat pun ikut menangis.</w:t>
      </w:r>
    </w:p>
    <w:p w:rsidR="00FA2C64" w:rsidRDefault="00FA2C64" w:rsidP="00FA2C64">
      <w:pPr>
        <w:pStyle w:val="libNormal0"/>
      </w:pPr>
      <w:r>
        <w:t>Kemudian Allah mengutus Jibril a.s. untuk menurunkan</w:t>
      </w:r>
    </w:p>
    <w:p w:rsidR="00FA2C64" w:rsidRDefault="00FA2C64" w:rsidP="00FA2C64">
      <w:pPr>
        <w:pStyle w:val="libNormal0"/>
      </w:pPr>
      <w:r>
        <w:t>Adam dari sisi-Nya dalam keadaan hitam legam. Ketika</w:t>
      </w:r>
    </w:p>
    <w:p w:rsidR="00FA2C64" w:rsidRDefault="00FA2C64" w:rsidP="00FA2C64">
      <w:pPr>
        <w:pStyle w:val="libNormal0"/>
      </w:pPr>
      <w:r>
        <w:t>malaikat melihatnya maka menangislah Adam dan</w:t>
      </w:r>
    </w:p>
    <w:p w:rsidR="00FA2C64" w:rsidRDefault="00FA2C64" w:rsidP="00FA2C64">
      <w:pPr>
        <w:pStyle w:val="libNormal0"/>
      </w:pPr>
      <w:r>
        <w:t>malaikatpun ikut menangis. Adam pun berdoa: ”Ya</w:t>
      </w:r>
    </w:p>
    <w:p w:rsidR="00FA2C64" w:rsidRDefault="00FA2C64" w:rsidP="00FA2C64">
      <w:pPr>
        <w:pStyle w:val="libNormal0"/>
      </w:pPr>
      <w:r>
        <w:t>Rabbi (Duhai Tuhanku) Yang menciptakan hamba-Nya.</w:t>
      </w:r>
    </w:p>
    <w:p w:rsidR="00FA2C64" w:rsidRDefault="00FA2C64" w:rsidP="00FA2C64">
      <w:pPr>
        <w:pStyle w:val="libNormal0"/>
      </w:pPr>
      <w:r>
        <w:t>Yang telah meniupkan pada hamba-Nya ruh-Nya dari</w:t>
      </w:r>
    </w:p>
    <w:p w:rsidR="00FA2C64" w:rsidRDefault="00FA2C64" w:rsidP="00FA2C64">
      <w:pPr>
        <w:pStyle w:val="libNormal0"/>
      </w:pPr>
      <w:r>
        <w:t>Ruh-Mu. Malaikat pun sujud kepadanya. Karena dosa</w:t>
      </w:r>
    </w:p>
    <w:p w:rsidR="00FA2C64" w:rsidRDefault="00FA2C64" w:rsidP="00FA2C64">
      <w:pPr>
        <w:pStyle w:val="libNormal0"/>
      </w:pPr>
      <w:r>
        <w:t>sekali saja Dia menutupi warna putih menjadi hitam.</w:t>
      </w:r>
    </w:p>
    <w:p w:rsidR="00FA2C64" w:rsidRDefault="00FA2C64" w:rsidP="00FA2C64">
      <w:pPr>
        <w:pStyle w:val="libNormal0"/>
      </w:pPr>
      <w:r>
        <w:t>Kemudian terdengar suara dari langit agar dia</w:t>
      </w:r>
    </w:p>
    <w:p w:rsidR="00FA2C64" w:rsidRDefault="00FA2C64" w:rsidP="00FA2C64">
      <w:pPr>
        <w:pStyle w:val="libNormal0"/>
      </w:pPr>
      <w:r>
        <w:t>melakukan puasa untuk Tuhannya dan pada saat itu</w:t>
      </w:r>
    </w:p>
    <w:p w:rsidR="00FA2C64" w:rsidRDefault="00FA2C64" w:rsidP="00FA2C64">
      <w:pPr>
        <w:pStyle w:val="libNormal0"/>
      </w:pPr>
      <w:r>
        <w:t>adalah tanggal 13 pada bulan pada saat itu. Setelah</w:t>
      </w:r>
    </w:p>
    <w:p w:rsidR="00FA2C64" w:rsidRDefault="00FA2C64" w:rsidP="00FA2C64">
      <w:pPr>
        <w:pStyle w:val="libNormal0"/>
      </w:pPr>
      <w:r>
        <w:t>berpuasa maka hilanglah sepetiga dari warna hitam.</w:t>
      </w:r>
    </w:p>
    <w:p w:rsidR="00FA2C64" w:rsidRDefault="00FA2C64" w:rsidP="00FA2C64">
      <w:pPr>
        <w:pStyle w:val="libNormal0"/>
      </w:pPr>
      <w:r>
        <w:t>Pada hari ke 14 terdengar suara lagi untuk melakukan</w:t>
      </w:r>
    </w:p>
    <w:p w:rsidR="00FA2C64" w:rsidRDefault="00FA2C64" w:rsidP="00FA2C64">
      <w:pPr>
        <w:pStyle w:val="libNormal0"/>
      </w:pPr>
      <w:r>
        <w:t>puasa untuk Tuhannya dan hilanglah sepertiga lagi dari</w:t>
      </w:r>
    </w:p>
    <w:p w:rsidR="00FA2C64" w:rsidRDefault="00FA2C64" w:rsidP="00FA2C64">
      <w:pPr>
        <w:pStyle w:val="libNormal0"/>
      </w:pPr>
      <w:r>
        <w:t>warna hitam kemudian pada hari ke 15 terdengar suara</w:t>
      </w:r>
    </w:p>
    <w:p w:rsidR="00FA2C64" w:rsidRDefault="00FA2C64" w:rsidP="00FA2C64">
      <w:pPr>
        <w:pStyle w:val="libNormal0"/>
      </w:pPr>
      <w:r>
        <w:t>lagi untuk melakukan puasa pada Tuhannya dan setelah</w:t>
      </w:r>
    </w:p>
    <w:p w:rsidR="00FA2C64" w:rsidRDefault="00FA2C64" w:rsidP="00FA2C64">
      <w:pPr>
        <w:pStyle w:val="libNormal0"/>
      </w:pPr>
      <w:r>
        <w:t>berpuasa hilanglah semua warna hitam pada Adam.</w:t>
      </w:r>
    </w:p>
    <w:p w:rsidR="00FA2C64" w:rsidRDefault="00FA2C64" w:rsidP="00FA2C64">
      <w:pPr>
        <w:pStyle w:val="libNormal0"/>
      </w:pPr>
      <w:r>
        <w:t>Dinamai ayyâmul bît (hari-hari putih) karena pada</w:t>
      </w:r>
    </w:p>
    <w:p w:rsidR="00FA2C64" w:rsidRDefault="00FA2C64" w:rsidP="00FA2C64">
      <w:pPr>
        <w:pStyle w:val="libNormal0"/>
      </w:pPr>
      <w:r>
        <w:t>hari-hari itu dikembalikannya warna putih Adam.</w:t>
      </w:r>
    </w:p>
    <w:p w:rsidR="00FA2C64" w:rsidRDefault="00FA2C64" w:rsidP="00FA2C64">
      <w:pPr>
        <w:pStyle w:val="libNormal0"/>
      </w:pPr>
      <w:r>
        <w:t>Kemudian ada suara dari langit Ya Adam hari-hari</w:t>
      </w:r>
    </w:p>
    <w:p w:rsidR="00FA2C64" w:rsidRDefault="00FA2C64" w:rsidP="00FA2C64">
      <w:pPr>
        <w:pStyle w:val="libNormal0"/>
      </w:pPr>
      <w:r>
        <w:t>yang tiga itu jadikanlah untukmu dan anak cucumu</w:t>
      </w:r>
    </w:p>
    <w:p w:rsidR="00FA2C64" w:rsidRDefault="00FA2C64" w:rsidP="00FA2C64">
      <w:pPr>
        <w:pStyle w:val="libNormal0"/>
      </w:pPr>
      <w:r>
        <w:t>untuk berpuasa. Barangsiapa berpuasa pada hari-hari</w:t>
      </w:r>
    </w:p>
    <w:p w:rsidR="00FA2C64" w:rsidRDefault="00FA2C64" w:rsidP="00FA2C64">
      <w:pPr>
        <w:pStyle w:val="libNormal0"/>
      </w:pPr>
      <w:r>
        <w:t>itu maka Allah akan memberi pahala bagaikan dia</w:t>
      </w:r>
    </w:p>
    <w:p w:rsidR="00FA2C64" w:rsidRDefault="00FA2C64" w:rsidP="00FA2C64">
      <w:pPr>
        <w:pStyle w:val="libNormal0"/>
      </w:pPr>
      <w:r>
        <w:t>berpuasa sepanjang tahun”. ( Al-Bihar, 11: 171)</w:t>
      </w:r>
    </w:p>
    <w:p w:rsidR="00FA2C64" w:rsidRDefault="00FA2C64" w:rsidP="00FA2C64">
      <w:pPr>
        <w:pStyle w:val="libNormal0"/>
      </w:pPr>
      <w:r>
        <w:t>Diriwayatkan dari Abi Abdillah a.s. beliau bersabda:</w:t>
      </w:r>
    </w:p>
    <w:p w:rsidR="00FA2C64" w:rsidRDefault="00FA2C64" w:rsidP="00FA2C64">
      <w:pPr>
        <w:pStyle w:val="libNormal0"/>
      </w:pPr>
      <w:r>
        <w:rPr>
          <w:rFonts w:hint="eastAsia"/>
        </w:rPr>
        <w:t>”</w:t>
      </w:r>
      <w:r>
        <w:t>Ketika Adam diturunkan dari sorga tampaklah46</w:t>
      </w:r>
    </w:p>
    <w:p w:rsidR="00FA2C64" w:rsidRDefault="00FA2C64" w:rsidP="00FA2C64">
      <w:pPr>
        <w:pStyle w:val="libNormal0"/>
      </w:pPr>
      <w:r>
        <w:t>syammah (warna hitam pada seluruh badannya dan</w:t>
      </w:r>
    </w:p>
    <w:p w:rsidR="00FA2C64" w:rsidRDefault="00FA2C64" w:rsidP="00FA2C64">
      <w:pPr>
        <w:pStyle w:val="libNormal0"/>
      </w:pPr>
      <w:r>
        <w:t>ditumbuhi oleh rambut). Warnanya mulai dari dahi</w:t>
      </w:r>
    </w:p>
    <w:p w:rsidR="00FA2C64" w:rsidRDefault="00FA2C64" w:rsidP="00FA2C64">
      <w:pPr>
        <w:pStyle w:val="libNormal0"/>
      </w:pPr>
      <w:r>
        <w:t>hingga ke kaki. Adam menangisi keadaannya tersebut.</w:t>
      </w:r>
    </w:p>
    <w:p w:rsidR="00FA2C64" w:rsidRDefault="00FA2C64" w:rsidP="00FA2C64">
      <w:pPr>
        <w:pStyle w:val="libNormal0"/>
      </w:pPr>
      <w:r>
        <w:t>Maka datanglah Jibril a.s. dan berkata padanya;‟Apa</w:t>
      </w:r>
    </w:p>
    <w:p w:rsidR="00FA2C64" w:rsidRDefault="00FA2C64" w:rsidP="00FA2C64">
      <w:pPr>
        <w:pStyle w:val="libNormal0"/>
      </w:pPr>
      <w:r>
        <w:t>yang menyebabkan engkau menangis wahai Adam?</w:t>
      </w:r>
    </w:p>
    <w:p w:rsidR="00FA2C64" w:rsidRDefault="00FA2C64" w:rsidP="00FA2C64">
      <w:pPr>
        <w:pStyle w:val="libNormal0"/>
      </w:pPr>
      <w:r>
        <w:lastRenderedPageBreak/>
        <w:t>Adam berkata; ‟Keadaan Syammah ini yang meliputi</w:t>
      </w:r>
    </w:p>
    <w:p w:rsidR="00FA2C64" w:rsidRDefault="00FA2C64" w:rsidP="00FA2C64">
      <w:pPr>
        <w:pStyle w:val="libNormal0"/>
      </w:pPr>
      <w:r>
        <w:t>diriku. Bangunlah wahai Adam untuk sholat ini adalah</w:t>
      </w:r>
    </w:p>
    <w:p w:rsidR="00FA2C64" w:rsidRDefault="00FA2C64" w:rsidP="00FA2C64">
      <w:pPr>
        <w:pStyle w:val="libNormal0"/>
      </w:pPr>
      <w:r>
        <w:t>waktu pertama. Maka sholatlah Adam. Selesai sholat</w:t>
      </w:r>
    </w:p>
    <w:p w:rsidR="00FA2C64" w:rsidRDefault="00FA2C64" w:rsidP="00FA2C64">
      <w:pPr>
        <w:pStyle w:val="libNormal0"/>
      </w:pPr>
      <w:r>
        <w:t>hilanglah warna hitam mulai dahi hingga dadanya.</w:t>
      </w:r>
    </w:p>
    <w:p w:rsidR="00FA2C64" w:rsidRDefault="00FA2C64" w:rsidP="00FA2C64">
      <w:pPr>
        <w:pStyle w:val="libNormal0"/>
      </w:pPr>
      <w:r>
        <w:t>Pada saat sholat yang kedua datang berkatalah Jibril</w:t>
      </w:r>
    </w:p>
    <w:p w:rsidR="00FA2C64" w:rsidRDefault="00FA2C64" w:rsidP="00FA2C64">
      <w:pPr>
        <w:pStyle w:val="libNormal0"/>
      </w:pPr>
      <w:r>
        <w:t>a.s.; „Ya Adam bangunlah untuk sholat karena saat ini</w:t>
      </w:r>
    </w:p>
    <w:p w:rsidR="00FA2C64" w:rsidRDefault="00FA2C64" w:rsidP="00FA2C64">
      <w:pPr>
        <w:pStyle w:val="libNormal0"/>
      </w:pPr>
      <w:r>
        <w:t>sudah datang waktu sholat yang kedua. Adampun sholat</w:t>
      </w:r>
    </w:p>
    <w:p w:rsidR="00FA2C64" w:rsidRDefault="00FA2C64" w:rsidP="00FA2C64">
      <w:pPr>
        <w:pStyle w:val="libNormal0"/>
      </w:pPr>
      <w:r>
        <w:t>untuk sholat yang kedua maka hilanglah warna hitam</w:t>
      </w:r>
    </w:p>
    <w:p w:rsidR="00FA2C64" w:rsidRDefault="00FA2C64" w:rsidP="00FA2C64">
      <w:pPr>
        <w:pStyle w:val="libNormal0"/>
      </w:pPr>
      <w:r>
        <w:t>ditubuhnya mulai dada hingga pusarnya. Pada saat</w:t>
      </w:r>
    </w:p>
    <w:p w:rsidR="00FA2C64" w:rsidRDefault="00FA2C64" w:rsidP="00FA2C64">
      <w:pPr>
        <w:pStyle w:val="libNormal0"/>
      </w:pPr>
      <w:r>
        <w:t>sholat yang ketiga datang berkatalah Jibril a.s.; „Ya</w:t>
      </w:r>
    </w:p>
    <w:p w:rsidR="00FA2C64" w:rsidRDefault="00FA2C64" w:rsidP="00FA2C64">
      <w:pPr>
        <w:pStyle w:val="libNormal0"/>
      </w:pPr>
      <w:r>
        <w:t>Adam bangunlah untuk sholat karena saat ini sudah</w:t>
      </w:r>
    </w:p>
    <w:p w:rsidR="00FA2C64" w:rsidRDefault="00FA2C64" w:rsidP="00FA2C64">
      <w:pPr>
        <w:pStyle w:val="libNormal0"/>
      </w:pPr>
      <w:r>
        <w:t>datang waktu sholat yang ketiga. Adampun sholat untuk</w:t>
      </w:r>
    </w:p>
    <w:p w:rsidR="00FA2C64" w:rsidRDefault="00FA2C64" w:rsidP="00FA2C64">
      <w:pPr>
        <w:pStyle w:val="libNormal0"/>
      </w:pPr>
      <w:r>
        <w:t>sholat yang ketiga maka hilanglah warna hitam</w:t>
      </w:r>
    </w:p>
    <w:p w:rsidR="00FA2C64" w:rsidRDefault="00FA2C64" w:rsidP="00FA2C64">
      <w:pPr>
        <w:pStyle w:val="libNormal0"/>
      </w:pPr>
      <w:r>
        <w:t>ditubuhnya mulai pusar hingga lututnya. Pada saat</w:t>
      </w:r>
    </w:p>
    <w:p w:rsidR="00FA2C64" w:rsidRDefault="00FA2C64" w:rsidP="00FA2C64">
      <w:pPr>
        <w:pStyle w:val="libNormal0"/>
      </w:pPr>
      <w:r>
        <w:t>sholat yang keempat datang berkatalah Jibril a.s.; „Ya</w:t>
      </w:r>
    </w:p>
    <w:p w:rsidR="00FA2C64" w:rsidRDefault="00FA2C64" w:rsidP="00FA2C64">
      <w:pPr>
        <w:pStyle w:val="libNormal0"/>
      </w:pPr>
      <w:r>
        <w:t>Adam bangunlah untuk sholat karena saat ini sudah</w:t>
      </w:r>
    </w:p>
    <w:p w:rsidR="00FA2C64" w:rsidRDefault="00FA2C64" w:rsidP="00FA2C64">
      <w:pPr>
        <w:pStyle w:val="libNormal0"/>
      </w:pPr>
      <w:r>
        <w:t>datang waktu sholat yang keempat. Adampun sholat</w:t>
      </w:r>
    </w:p>
    <w:p w:rsidR="00FA2C64" w:rsidRDefault="00FA2C64" w:rsidP="00FA2C64">
      <w:pPr>
        <w:pStyle w:val="libNormal0"/>
      </w:pPr>
      <w:r>
        <w:t>untuk sholat yang keempat maka hilanglah warna hitam</w:t>
      </w:r>
    </w:p>
    <w:p w:rsidR="00FA2C64" w:rsidRDefault="00FA2C64" w:rsidP="00FA2C64">
      <w:pPr>
        <w:pStyle w:val="libNormal0"/>
      </w:pPr>
      <w:r>
        <w:t>ditubuhnya mulai lutut hingga kakinya. Pada saat</w:t>
      </w:r>
    </w:p>
    <w:p w:rsidR="00FA2C64" w:rsidRDefault="00FA2C64" w:rsidP="00FA2C64">
      <w:pPr>
        <w:pStyle w:val="libNormal0"/>
      </w:pPr>
      <w:r>
        <w:t>sholat yang kelima datang berkatalah Jibril a.s.; „Ya</w:t>
      </w:r>
    </w:p>
    <w:p w:rsidR="00FA2C64" w:rsidRDefault="00FA2C64" w:rsidP="00FA2C64">
      <w:pPr>
        <w:pStyle w:val="libNormal0"/>
      </w:pPr>
      <w:r>
        <w:t>Adam bangunlah untuk sholat karena saat ini sudah</w:t>
      </w:r>
    </w:p>
    <w:p w:rsidR="00FA2C64" w:rsidRDefault="00FA2C64" w:rsidP="00FA2C64">
      <w:pPr>
        <w:pStyle w:val="libNormal0"/>
      </w:pPr>
      <w:r>
        <w:t>datang waktu sholat yang kelima. Adampun sholat47</w:t>
      </w:r>
    </w:p>
    <w:p w:rsidR="00FA2C64" w:rsidRDefault="00FA2C64" w:rsidP="00FA2C64">
      <w:pPr>
        <w:pStyle w:val="libNormal0"/>
      </w:pPr>
      <w:r>
        <w:t>untuk sholat yang kelima maka hilanglah warna hitam</w:t>
      </w:r>
    </w:p>
    <w:p w:rsidR="00FA2C64" w:rsidRDefault="00FA2C64" w:rsidP="00FA2C64">
      <w:pPr>
        <w:pStyle w:val="libNormal0"/>
      </w:pPr>
      <w:r>
        <w:t>dari seluruh tubuhnya. Adam pun bersyukur dan memuji</w:t>
      </w:r>
    </w:p>
    <w:p w:rsidR="00FA2C64" w:rsidRDefault="00FA2C64" w:rsidP="00FA2C64">
      <w:pPr>
        <w:pStyle w:val="libNormal0"/>
      </w:pPr>
      <w:r>
        <w:t>Allah. Kemudian Jibril a.s. berkata perumpamaan untuk</w:t>
      </w:r>
    </w:p>
    <w:p w:rsidR="00FA2C64" w:rsidRDefault="00FA2C64" w:rsidP="00FA2C64">
      <w:pPr>
        <w:pStyle w:val="libNormal0"/>
      </w:pPr>
      <w:r>
        <w:t>anak cucumu sebagaimana perumpamaan syammah.</w:t>
      </w:r>
    </w:p>
    <w:p w:rsidR="00FA2C64" w:rsidRDefault="00FA2C64" w:rsidP="00FA2C64">
      <w:pPr>
        <w:pStyle w:val="libNormal0"/>
      </w:pPr>
      <w:r>
        <w:t>Barangsiapa yang sholat dari anak cucumu sehari</w:t>
      </w:r>
    </w:p>
    <w:p w:rsidR="00FA2C64" w:rsidRDefault="00FA2C64" w:rsidP="00FA2C64">
      <w:pPr>
        <w:pStyle w:val="libNormal0"/>
      </w:pPr>
      <w:r>
        <w:t>semalam lima kali maka akan keluar dosanya dari</w:t>
      </w:r>
    </w:p>
    <w:p w:rsidR="00FA2C64" w:rsidRDefault="00FA2C64" w:rsidP="00FA2C64">
      <w:pPr>
        <w:pStyle w:val="libNormal0"/>
      </w:pPr>
      <w:r>
        <w:t>tubuhnya sebagaimana syammah yang keluar dari</w:t>
      </w:r>
    </w:p>
    <w:p w:rsidR="00FA2C64" w:rsidRDefault="00FA2C64" w:rsidP="00FA2C64">
      <w:pPr>
        <w:pStyle w:val="libNormal0"/>
      </w:pPr>
      <w:r>
        <w:t>tubuhmu”. (Al-Bihar, 11: 166).</w:t>
      </w:r>
    </w:p>
    <w:p w:rsidR="00BE28E6" w:rsidRDefault="00BE28E6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BE28E6">
      <w:pPr>
        <w:pStyle w:val="Heading1"/>
      </w:pPr>
      <w:bookmarkStart w:id="39" w:name="_Toc94724716"/>
      <w:r>
        <w:lastRenderedPageBreak/>
        <w:t>Amalan Hari ke 15 Bulan Rajab</w:t>
      </w:r>
      <w:bookmarkEnd w:id="39"/>
    </w:p>
    <w:p w:rsidR="00BE28E6" w:rsidRDefault="00BE28E6" w:rsidP="00FA2C64">
      <w:pPr>
        <w:pStyle w:val="libNormal0"/>
      </w:pPr>
    </w:p>
    <w:p w:rsidR="00FA2C64" w:rsidRDefault="00FA2C64" w:rsidP="00FA2C64">
      <w:pPr>
        <w:pStyle w:val="libNormal0"/>
      </w:pPr>
      <w:r>
        <w:t>Hari tanggal 15 Rajab adalah hari yang berkah</w:t>
      </w:r>
    </w:p>
    <w:p w:rsidR="00FA2C64" w:rsidRDefault="00FA2C64" w:rsidP="00FA2C64">
      <w:pPr>
        <w:pStyle w:val="libNormal0"/>
      </w:pPr>
      <w:r>
        <w:t>adapun amalan yang dikerjakan pada hari tersebut</w:t>
      </w:r>
    </w:p>
    <w:p w:rsidR="00FA2C64" w:rsidRDefault="00FA2C64" w:rsidP="00FA2C64">
      <w:pPr>
        <w:pStyle w:val="libNormal0"/>
      </w:pPr>
      <w:r>
        <w:t>adalah:</w:t>
      </w:r>
    </w:p>
    <w:p w:rsidR="00FA2C64" w:rsidRDefault="00FA2C64" w:rsidP="00FA2C64">
      <w:pPr>
        <w:pStyle w:val="libNormal0"/>
      </w:pPr>
      <w:r>
        <w:t>Mandi. Sebagaimana disebutkan dalam hadis berikut</w:t>
      </w:r>
    </w:p>
    <w:p w:rsidR="00BE28E6" w:rsidRDefault="00BE28E6" w:rsidP="00FA2C64">
      <w:pPr>
        <w:pStyle w:val="libNormal0"/>
      </w:pPr>
    </w:p>
    <w:p w:rsidR="00FA2C64" w:rsidRDefault="00FA2C64" w:rsidP="00FA2C64">
      <w:pPr>
        <w:pStyle w:val="libNormal0"/>
      </w:pPr>
      <w:r>
        <w:t>Nabi saw bersabda : Barangsiapa memasuki bulan</w:t>
      </w:r>
    </w:p>
    <w:p w:rsidR="00FA2C64" w:rsidRDefault="00FA2C64" w:rsidP="00FA2C64">
      <w:pPr>
        <w:pStyle w:val="libNormal0"/>
      </w:pPr>
      <w:r>
        <w:t>Rajab hendaklah dia mandi di awal bulannya,</w:t>
      </w:r>
    </w:p>
    <w:p w:rsidR="00FA2C64" w:rsidRDefault="00FA2C64" w:rsidP="00FA2C64">
      <w:pPr>
        <w:pStyle w:val="libNormal0"/>
      </w:pPr>
      <w:r>
        <w:t>pertengahannya dan di akhirnya maka dia akan</w:t>
      </w:r>
    </w:p>
    <w:p w:rsidR="00FA2C64" w:rsidRDefault="00FA2C64" w:rsidP="00FA2C64">
      <w:pPr>
        <w:pStyle w:val="libNormal0"/>
      </w:pPr>
      <w:r>
        <w:t>dihapuskan dosanya sebagainya saat dia keluar dari</w:t>
      </w:r>
    </w:p>
    <w:p w:rsidR="00FA2C64" w:rsidRDefault="00FA2C64" w:rsidP="00FA2C64">
      <w:pPr>
        <w:pStyle w:val="libNormal0"/>
      </w:pPr>
      <w:r>
        <w:t>perut ibunya.</w:t>
      </w:r>
    </w:p>
    <w:p w:rsidR="00BE28E6" w:rsidRDefault="00BE28E6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BE28E6">
      <w:pPr>
        <w:pStyle w:val="Heading1"/>
      </w:pPr>
      <w:bookmarkStart w:id="40" w:name="_Toc94724717"/>
      <w:r>
        <w:lastRenderedPageBreak/>
        <w:t>Keutamaan Hari ke15 Rajab</w:t>
      </w:r>
      <w:bookmarkEnd w:id="40"/>
    </w:p>
    <w:p w:rsidR="00BE28E6" w:rsidRDefault="00BE28E6" w:rsidP="00FA2C64">
      <w:pPr>
        <w:pStyle w:val="libNormal0"/>
      </w:pPr>
    </w:p>
    <w:p w:rsidR="00FA2C64" w:rsidRDefault="00FA2C64" w:rsidP="00BE28E6">
      <w:pPr>
        <w:pStyle w:val="libNormal0"/>
      </w:pPr>
      <w:r>
        <w:t>Sebagaimana disebutkan dalam hadis berikut :</w:t>
      </w:r>
    </w:p>
    <w:p w:rsidR="00BE28E6" w:rsidRPr="00BE28E6" w:rsidRDefault="00BE28E6" w:rsidP="00BE28E6">
      <w:pPr>
        <w:pStyle w:val="libNormal"/>
      </w:pPr>
    </w:p>
    <w:p w:rsidR="00FA2C64" w:rsidRDefault="00FA2C64" w:rsidP="00FA2C64">
      <w:pPr>
        <w:pStyle w:val="libNormal0"/>
      </w:pPr>
      <w:r>
        <w:t>Diriwayatkan dari Ibnu Abbas r.a. : “Nabi Adam</w:t>
      </w:r>
    </w:p>
    <w:p w:rsidR="00FA2C64" w:rsidRDefault="00FA2C64" w:rsidP="00FA2C64">
      <w:pPr>
        <w:pStyle w:val="libNormal0"/>
      </w:pPr>
      <w:r>
        <w:t>berkata kepada Allah, Ya Allah beritakan kepadaku49</w:t>
      </w:r>
    </w:p>
    <w:p w:rsidR="00FA2C64" w:rsidRDefault="00FA2C64" w:rsidP="00FA2C64">
      <w:pPr>
        <w:pStyle w:val="libNormal0"/>
      </w:pPr>
      <w:r>
        <w:t>tentang sebaik-baiknya hari dan saat di sisi-Mu? Allah</w:t>
      </w:r>
    </w:p>
    <w:p w:rsidR="00FA2C64" w:rsidRDefault="00FA2C64" w:rsidP="00FA2C64">
      <w:pPr>
        <w:pStyle w:val="libNormal0"/>
      </w:pPr>
      <w:r>
        <w:t>Swt mewahyukannya kepada Adam a.s.. Ya Adam</w:t>
      </w:r>
    </w:p>
    <w:p w:rsidR="00FA2C64" w:rsidRDefault="00FA2C64" w:rsidP="00FA2C64">
      <w:pPr>
        <w:pStyle w:val="libNormal0"/>
      </w:pPr>
      <w:r>
        <w:t>waktu yang paling Aku senangi adalah Nisfu Rajab</w:t>
      </w:r>
    </w:p>
    <w:p w:rsidR="00FA2C64" w:rsidRDefault="00FA2C64" w:rsidP="00FA2C64">
      <w:pPr>
        <w:pStyle w:val="libNormal0"/>
      </w:pPr>
      <w:r>
        <w:t>(pertengahan Rajab) hari dimana untuk mendekatkan</w:t>
      </w:r>
    </w:p>
    <w:p w:rsidR="00FA2C64" w:rsidRDefault="00FA2C64" w:rsidP="00FA2C64">
      <w:pPr>
        <w:pStyle w:val="libNormal0"/>
      </w:pPr>
      <w:r>
        <w:t>diri, bertamu, berpuasa, berdoa, beristighfar dan</w:t>
      </w:r>
    </w:p>
    <w:p w:rsidR="00FA2C64" w:rsidRDefault="00FA2C64" w:rsidP="00FA2C64">
      <w:pPr>
        <w:pStyle w:val="libNormal0"/>
      </w:pPr>
      <w:r>
        <w:t>membaca kalimat lâ ilâha illallâh. Ya Adam Aku akan</w:t>
      </w:r>
    </w:p>
    <w:p w:rsidR="00FA2C64" w:rsidRDefault="00FA2C64" w:rsidP="00FA2C64">
      <w:pPr>
        <w:pStyle w:val="libNormal0"/>
      </w:pPr>
      <w:r>
        <w:t>menerima, mengabulkan bagi yang dating kepada-Ku</w:t>
      </w:r>
    </w:p>
    <w:p w:rsidR="00FA2C64" w:rsidRDefault="00FA2C64" w:rsidP="00FA2C64">
      <w:pPr>
        <w:pStyle w:val="libNormal0"/>
      </w:pPr>
      <w:r>
        <w:t>dan berdoa, Aku akan menutupi (aib) bagi mereka yang</w:t>
      </w:r>
    </w:p>
    <w:p w:rsidR="00FA2C64" w:rsidRDefault="00FA2C64" w:rsidP="00FA2C64">
      <w:pPr>
        <w:pStyle w:val="libNormal0"/>
      </w:pPr>
      <w:r>
        <w:t>menutupi aib, Daku mengutus keturunanmu sebagai</w:t>
      </w:r>
    </w:p>
    <w:p w:rsidR="00FA2C64" w:rsidRDefault="00FA2C64" w:rsidP="00FA2C64">
      <w:pPr>
        <w:pStyle w:val="libNormal0"/>
      </w:pPr>
      <w:r>
        <w:t>Nabi, Sebaiknya di hari tersebut tidak disibukkan</w:t>
      </w:r>
    </w:p>
    <w:p w:rsidR="00FA2C64" w:rsidRDefault="00FA2C64" w:rsidP="00FA2C64">
      <w:pPr>
        <w:pStyle w:val="libNormal0"/>
      </w:pPr>
      <w:r>
        <w:t>dengan urusan pekerjaan ke pasar (shoping) karena hari</w:t>
      </w:r>
    </w:p>
    <w:p w:rsidR="00FA2C64" w:rsidRDefault="00FA2C64" w:rsidP="00FA2C64">
      <w:pPr>
        <w:pStyle w:val="libNormal0"/>
      </w:pPr>
      <w:r>
        <w:t>itu penuh kedamaian, keberkahan, kemuliaan dan</w:t>
      </w:r>
    </w:p>
    <w:p w:rsidR="00FA2C64" w:rsidRDefault="00FA2C64" w:rsidP="00FA2C64">
      <w:pPr>
        <w:pStyle w:val="libNormal0"/>
      </w:pPr>
      <w:r>
        <w:t>dikhususkan di pertengahan bulan Rajab. Tidaklah yang</w:t>
      </w:r>
    </w:p>
    <w:p w:rsidR="00FA2C64" w:rsidRDefault="00FA2C64" w:rsidP="00FA2C64">
      <w:pPr>
        <w:pStyle w:val="libNormal0"/>
      </w:pPr>
      <w:r>
        <w:t>memohon kepada-Ku kecuali Aku akan kabulkan. Yang</w:t>
      </w:r>
    </w:p>
    <w:p w:rsidR="00FA2C64" w:rsidRDefault="00FA2C64" w:rsidP="00FA2C64">
      <w:pPr>
        <w:pStyle w:val="libNormal0"/>
      </w:pPr>
      <w:r>
        <w:t>memohon ampun akan Aku ampuni, Yang memohon</w:t>
      </w:r>
    </w:p>
    <w:p w:rsidR="00FA2C64" w:rsidRDefault="00FA2C64" w:rsidP="00FA2C64">
      <w:pPr>
        <w:pStyle w:val="libNormal0"/>
      </w:pPr>
      <w:r>
        <w:t>rezki akan aku berikan rezki, Yang menghadap kepadaKu adan Aku terima, Yang mengharapkan rahmat-Ku</w:t>
      </w:r>
    </w:p>
    <w:p w:rsidR="00FA2C64" w:rsidRDefault="00FA2C64" w:rsidP="00FA2C64">
      <w:pPr>
        <w:pStyle w:val="libNormal0"/>
      </w:pPr>
      <w:r>
        <w:t>akan Aku berikan. Ya Adam barangsiapa di hari Nisfu</w:t>
      </w:r>
    </w:p>
    <w:p w:rsidR="00FA2C64" w:rsidRDefault="00FA2C64" w:rsidP="00FA2C64">
      <w:pPr>
        <w:pStyle w:val="libNormal0"/>
      </w:pPr>
      <w:r>
        <w:t>Rajab berpuasa, berzikir dengan khusyu‟, menjaga</w:t>
      </w:r>
    </w:p>
    <w:p w:rsidR="00FA2C64" w:rsidRDefault="00FA2C64" w:rsidP="00FA2C64">
      <w:pPr>
        <w:pStyle w:val="libNormal0"/>
      </w:pPr>
      <w:r>
        <w:t>kehormatannya, bersedekah dengan hartanya maka dia</w:t>
      </w:r>
    </w:p>
    <w:p w:rsidR="00FA2C64" w:rsidRDefault="00FA2C64" w:rsidP="00FA2C64">
      <w:pPr>
        <w:pStyle w:val="libNormal0"/>
      </w:pPr>
      <w:r>
        <w:t>akan mendapatkan balasan dari sisi-Ku berupa syurga.</w:t>
      </w:r>
    </w:p>
    <w:p w:rsidR="00FA2C64" w:rsidRDefault="00FA2C64" w:rsidP="00FA2C64">
      <w:pPr>
        <w:pStyle w:val="libNormal0"/>
      </w:pPr>
      <w:r>
        <w:t>Ya Adam sampaikan kepada anak cucumu agar menjaga</w:t>
      </w:r>
    </w:p>
    <w:p w:rsidR="00FA2C64" w:rsidRDefault="00FA2C64" w:rsidP="00FA2C64">
      <w:pPr>
        <w:pStyle w:val="libNormal0"/>
      </w:pPr>
      <w:r>
        <w:t>diri mereka di bulan Rajab karena yang berbuat salah di</w:t>
      </w:r>
    </w:p>
    <w:p w:rsidR="00FA2C64" w:rsidRDefault="00FA2C64" w:rsidP="00FA2C64">
      <w:pPr>
        <w:pStyle w:val="libNormal0"/>
      </w:pPr>
      <w:r>
        <w:t>bulan tersebut akan membahayakannya.</w:t>
      </w:r>
    </w:p>
    <w:p w:rsidR="00BE28E6" w:rsidRDefault="00BE28E6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BE28E6" w:rsidP="00BE28E6">
      <w:pPr>
        <w:pStyle w:val="Heading1"/>
      </w:pPr>
      <w:bookmarkStart w:id="41" w:name="_Toc94724718"/>
      <w:r>
        <w:lastRenderedPageBreak/>
        <w:t>Amalan Ummu Dawud dan Dalilnya</w:t>
      </w:r>
      <w:bookmarkEnd w:id="41"/>
    </w:p>
    <w:p w:rsidR="00BE28E6" w:rsidRDefault="00BE28E6" w:rsidP="00FA2C64">
      <w:pPr>
        <w:pStyle w:val="libNormal0"/>
      </w:pPr>
    </w:p>
    <w:p w:rsidR="00FA2C64" w:rsidRDefault="00FA2C64" w:rsidP="00FA2C64">
      <w:pPr>
        <w:pStyle w:val="libNormal0"/>
      </w:pPr>
      <w:r>
        <w:t>Ummu Daud adalah wanita sholihah ibunya Daud,</w:t>
      </w:r>
    </w:p>
    <w:p w:rsidR="00FA2C64" w:rsidRDefault="00FA2C64" w:rsidP="00FA2C64">
      <w:pPr>
        <w:pStyle w:val="libNormal0"/>
      </w:pPr>
      <w:r>
        <w:t>ayahnya Daud adalah Hasan anaknya Imam Hasan bin</w:t>
      </w:r>
    </w:p>
    <w:p w:rsidR="00FA2C64" w:rsidRDefault="00FA2C64" w:rsidP="00FA2C64">
      <w:pPr>
        <w:pStyle w:val="libNormal0"/>
      </w:pPr>
      <w:r>
        <w:t>Imam Ali bin Abi Tholib a.s. Ummu Daud adalah Ibu</w:t>
      </w:r>
    </w:p>
    <w:p w:rsidR="00FA2C64" w:rsidRDefault="00FA2C64" w:rsidP="00FA2C64">
      <w:pPr>
        <w:pStyle w:val="libNormal0"/>
      </w:pPr>
      <w:r>
        <w:t>susu Imam Shodiq a.s. yang dengan air susunya</w:t>
      </w:r>
    </w:p>
    <w:p w:rsidR="00FA2C64" w:rsidRDefault="00FA2C64" w:rsidP="00FA2C64">
      <w:pPr>
        <w:pStyle w:val="libNormal0"/>
      </w:pPr>
      <w:r>
        <w:t>menyusui Daud. Adapun ceritanya amalan Ummu Daud</w:t>
      </w:r>
    </w:p>
    <w:p w:rsidR="00FA2C64" w:rsidRDefault="00FA2C64" w:rsidP="00FA2C64">
      <w:pPr>
        <w:pStyle w:val="libNormal0"/>
      </w:pPr>
      <w:r>
        <w:t>adalah Kholifah Mansur Al-Abasi atasnya kutukan</w:t>
      </w:r>
    </w:p>
    <w:p w:rsidR="00FA2C64" w:rsidRDefault="00FA2C64" w:rsidP="00FA2C64">
      <w:pPr>
        <w:pStyle w:val="libNormal0"/>
      </w:pPr>
      <w:r>
        <w:t>Allah menangkap anaknya Daud dan dibawa ke Iraq</w:t>
      </w:r>
    </w:p>
    <w:p w:rsidR="00FA2C64" w:rsidRDefault="00FA2C64" w:rsidP="00FA2C64">
      <w:pPr>
        <w:pStyle w:val="libNormal0"/>
      </w:pPr>
      <w:r>
        <w:t>kemudian di penjara dengan perlakuan yang keras di</w:t>
      </w:r>
    </w:p>
    <w:p w:rsidR="00FA2C64" w:rsidRDefault="00FA2C64" w:rsidP="00FA2C64">
      <w:pPr>
        <w:pStyle w:val="libNormal0"/>
      </w:pPr>
      <w:r>
        <w:t>penjara. Datanglah Ummu Daud ke Imam Ja‟far Shodiq</w:t>
      </w:r>
    </w:p>
    <w:p w:rsidR="00FA2C64" w:rsidRDefault="00FA2C64" w:rsidP="00FA2C64">
      <w:pPr>
        <w:pStyle w:val="libNormal0"/>
      </w:pPr>
      <w:r>
        <w:t>a.s. kemudian Imam menanyakan tentang Anaknya dan</w:t>
      </w:r>
    </w:p>
    <w:p w:rsidR="00FA2C64" w:rsidRDefault="00FA2C64" w:rsidP="00FA2C64">
      <w:pPr>
        <w:pStyle w:val="libNormal0"/>
      </w:pPr>
      <w:r>
        <w:t>dijawab wahai Tuanku bagaimana keadaan Daud yang</w:t>
      </w:r>
    </w:p>
    <w:p w:rsidR="00FA2C64" w:rsidRDefault="00FA2C64" w:rsidP="00FA2C64">
      <w:pPr>
        <w:pStyle w:val="libNormal0"/>
      </w:pPr>
      <w:r>
        <w:t>berpisah dariku cukup lama dia dipenjara di Iraq.</w:t>
      </w:r>
    </w:p>
    <w:p w:rsidR="00FA2C64" w:rsidRDefault="00FA2C64" w:rsidP="00FA2C64">
      <w:pPr>
        <w:pStyle w:val="libNormal0"/>
      </w:pPr>
      <w:r>
        <w:t>Kemudian Imam berkata : “Dimana engkau dengan</w:t>
      </w:r>
    </w:p>
    <w:p w:rsidR="00FA2C64" w:rsidRDefault="00FA2C64" w:rsidP="00FA2C64">
      <w:pPr>
        <w:pStyle w:val="libNormal0"/>
      </w:pPr>
      <w:r>
        <w:t>dengan doa Istiftah (pembuka) dia adalah doa yang</w:t>
      </w:r>
    </w:p>
    <w:p w:rsidR="00FA2C64" w:rsidRDefault="00FA2C64" w:rsidP="00FA2C64">
      <w:pPr>
        <w:pStyle w:val="libNormal0"/>
      </w:pPr>
      <w:r>
        <w:t>dengannya akan dibukakan pintu-pintu langit dan akan</w:t>
      </w:r>
    </w:p>
    <w:p w:rsidR="00FA2C64" w:rsidRDefault="00FA2C64" w:rsidP="00FA2C64">
      <w:pPr>
        <w:pStyle w:val="libNormal0"/>
      </w:pPr>
      <w:r>
        <w:t>mengabulkan dengan segera hajat yang berdoa</w:t>
      </w:r>
    </w:p>
    <w:p w:rsidR="00FA2C64" w:rsidRDefault="00FA2C64" w:rsidP="00FA2C64">
      <w:pPr>
        <w:pStyle w:val="libNormal0"/>
      </w:pPr>
      <w:r>
        <w:t>dengannya dan yang mengamalkannya akan diganjar</w:t>
      </w:r>
    </w:p>
    <w:p w:rsidR="00FA2C64" w:rsidRDefault="00FA2C64" w:rsidP="00FA2C64">
      <w:pPr>
        <w:pStyle w:val="libNormal0"/>
      </w:pPr>
      <w:r>
        <w:t>dengan syurga. Berkatalah Ummu Daud gerangan</w:t>
      </w:r>
    </w:p>
    <w:p w:rsidR="00FA2C64" w:rsidRDefault="00FA2C64" w:rsidP="00FA2C64">
      <w:pPr>
        <w:pStyle w:val="libNormal0"/>
      </w:pPr>
      <w:r>
        <w:t>apakah amalan dan doa tersebut duhai putra orangorang yang benar. Imam Shodiq berkata kepadaku :”Ya</w:t>
      </w:r>
    </w:p>
    <w:p w:rsidR="00FA2C64" w:rsidRDefault="00FA2C64" w:rsidP="00FA2C64">
      <w:pPr>
        <w:pStyle w:val="libNormal0"/>
      </w:pPr>
      <w:r>
        <w:t>Ummu Daud bulan haram telah tiba dia adalah bulan</w:t>
      </w:r>
    </w:p>
    <w:p w:rsidR="00FA2C64" w:rsidRDefault="00FA2C64" w:rsidP="00FA2C64">
      <w:pPr>
        <w:pStyle w:val="libNormal0"/>
      </w:pPr>
      <w:r>
        <w:t>Rajab yang mendengarkan doa dia adalah bulan Allah</w:t>
      </w:r>
    </w:p>
    <w:p w:rsidR="00FA2C64" w:rsidRDefault="00FA2C64" w:rsidP="00FA2C64">
      <w:pPr>
        <w:pStyle w:val="libNormal0"/>
      </w:pPr>
      <w:r>
        <w:t>yang mulia maka berpuasalah engkau pada ayyamul bît53</w:t>
      </w:r>
    </w:p>
    <w:p w:rsidR="00FA2C64" w:rsidRDefault="00FA2C64" w:rsidP="00FA2C64">
      <w:pPr>
        <w:pStyle w:val="libNormal0"/>
      </w:pPr>
      <w:r>
        <w:t>(hari-hari putih) yaitu hari 13, 14 dan 15. Dan mandilah</w:t>
      </w:r>
    </w:p>
    <w:p w:rsidR="00FA2C64" w:rsidRDefault="00FA2C64" w:rsidP="00FA2C64">
      <w:pPr>
        <w:pStyle w:val="libNormal0"/>
      </w:pPr>
      <w:r>
        <w:t>di hari yang ke 15 menjelang dhuhur. Sholatlah Zawal</w:t>
      </w:r>
    </w:p>
    <w:p w:rsidR="00FA2C64" w:rsidRDefault="00FA2C64" w:rsidP="00FA2C64">
      <w:pPr>
        <w:pStyle w:val="libNormal0"/>
      </w:pPr>
      <w:r>
        <w:t>(sebelum azan dhuhur) 8 rakaat sempurnakan rukuk dan</w:t>
      </w:r>
    </w:p>
    <w:p w:rsidR="00FA2C64" w:rsidRDefault="00FA2C64" w:rsidP="00FA2C64">
      <w:pPr>
        <w:pStyle w:val="libNormal0"/>
      </w:pPr>
      <w:r>
        <w:t>sujudnya kemudian sholatlah dhuhur dan 2 rakaat</w:t>
      </w:r>
    </w:p>
    <w:p w:rsidR="00FA2C64" w:rsidRDefault="00FA2C64" w:rsidP="00FA2C64">
      <w:pPr>
        <w:pStyle w:val="libNormal0"/>
      </w:pPr>
      <w:r>
        <w:t>setelah dhuhur setelah itu bacalah 100 kali doa Yâ</w:t>
      </w:r>
    </w:p>
    <w:p w:rsidR="00FA2C64" w:rsidRDefault="00FA2C64" w:rsidP="00FA2C64">
      <w:pPr>
        <w:pStyle w:val="libNormal0"/>
      </w:pPr>
      <w:r>
        <w:t>qôdiyal hawâijath-thôlibîn (Duhai yang mengabulkan</w:t>
      </w:r>
    </w:p>
    <w:p w:rsidR="00FA2C64" w:rsidRDefault="00FA2C64" w:rsidP="00FA2C64">
      <w:pPr>
        <w:pStyle w:val="libNormal0"/>
      </w:pPr>
      <w:r>
        <w:t>hajat orang yang meminta) kemudian sholatlah 8 rakaat,</w:t>
      </w:r>
    </w:p>
    <w:p w:rsidR="00FA2C64" w:rsidRDefault="00FA2C64" w:rsidP="00FA2C64">
      <w:pPr>
        <w:pStyle w:val="libNormal0"/>
      </w:pPr>
      <w:r>
        <w:t>sholat sunnah sebelum ashar, bacalah setelahnya surat</w:t>
      </w:r>
    </w:p>
    <w:p w:rsidR="00FA2C64" w:rsidRDefault="00FA2C64" w:rsidP="00FA2C64">
      <w:pPr>
        <w:pStyle w:val="libNormal0"/>
      </w:pPr>
      <w:r>
        <w:t>alfatihah dan 3 kali surat al-ikhlas, dan surat al-kautsar</w:t>
      </w:r>
    </w:p>
    <w:p w:rsidR="00FA2C64" w:rsidRDefault="00FA2C64" w:rsidP="00FA2C64">
      <w:pPr>
        <w:pStyle w:val="libNormal0"/>
      </w:pPr>
      <w:r>
        <w:t>kemudian sholat ashar lakukanlah sholat tersebut</w:t>
      </w:r>
    </w:p>
    <w:p w:rsidR="00FA2C64" w:rsidRDefault="00FA2C64" w:rsidP="00FA2C64">
      <w:pPr>
        <w:pStyle w:val="libNormal0"/>
      </w:pPr>
      <w:r>
        <w:t>dengan pakaian yang bersih dan sungguh-sungguh dan</w:t>
      </w:r>
    </w:p>
    <w:p w:rsidR="00FA2C64" w:rsidRDefault="00FA2C64" w:rsidP="00FA2C64">
      <w:pPr>
        <w:pStyle w:val="libNormal0"/>
      </w:pPr>
      <w:r>
        <w:lastRenderedPageBreak/>
        <w:t>jangan ada orang yang berbicara dengan anda. Selesai</w:t>
      </w:r>
    </w:p>
    <w:p w:rsidR="00FA2C64" w:rsidRDefault="00FA2C64" w:rsidP="00FA2C64">
      <w:pPr>
        <w:pStyle w:val="libNormal0"/>
      </w:pPr>
      <w:r>
        <w:t>sholat ashar sambil menghadap qiblat bacalah 100 kali</w:t>
      </w:r>
    </w:p>
    <w:p w:rsidR="00FA2C64" w:rsidRDefault="00FA2C64" w:rsidP="00FA2C64">
      <w:pPr>
        <w:pStyle w:val="libNormal0"/>
      </w:pPr>
      <w:r>
        <w:t>surat alfatihah, 100 kali surat al-ikhlas, 10 kali ayat</w:t>
      </w:r>
    </w:p>
    <w:p w:rsidR="00FA2C64" w:rsidRDefault="00FA2C64" w:rsidP="00FA2C64">
      <w:pPr>
        <w:pStyle w:val="libNormal0"/>
      </w:pPr>
      <w:r>
        <w:t>kursi, kemudian bacalah surat Al-An‟am, Al-Isra,</w:t>
      </w:r>
    </w:p>
    <w:p w:rsidR="00FA2C64" w:rsidRDefault="00FA2C64" w:rsidP="00FA2C64">
      <w:pPr>
        <w:pStyle w:val="libNormal0"/>
      </w:pPr>
      <w:r>
        <w:t>Alkahfi, Luqman, Yasin, Ash-shoffat, Hamim Sajadah</w:t>
      </w:r>
    </w:p>
    <w:p w:rsidR="00FA2C64" w:rsidRDefault="00FA2C64" w:rsidP="00FA2C64">
      <w:pPr>
        <w:pStyle w:val="libNormal0"/>
      </w:pPr>
      <w:r>
        <w:t>(Fushshilat), hamim ain sin qof (Asy-syuuro), Hamim</w:t>
      </w:r>
    </w:p>
    <w:p w:rsidR="00FA2C64" w:rsidRDefault="00FA2C64" w:rsidP="00FA2C64">
      <w:pPr>
        <w:pStyle w:val="libNormal0"/>
      </w:pPr>
      <w:r>
        <w:t>Dukhon (ad-dukhon), Al-Fath, Al-Waqi‟ah, Al-Mulk,</w:t>
      </w:r>
    </w:p>
    <w:p w:rsidR="00FA2C64" w:rsidRDefault="00FA2C64" w:rsidP="00FA2C64">
      <w:pPr>
        <w:pStyle w:val="libNormal0"/>
      </w:pPr>
      <w:r>
        <w:t>Al-Qolam, Al-Insyiqoq hingga akhir qur‟an. Bila tidak</w:t>
      </w:r>
    </w:p>
    <w:p w:rsidR="00FA2C64" w:rsidRDefault="00FA2C64" w:rsidP="00FA2C64">
      <w:pPr>
        <w:pStyle w:val="libNormal0"/>
      </w:pPr>
      <w:r>
        <w:t>sempurna semuanya atau tidak bisa membacanya</w:t>
      </w:r>
    </w:p>
    <w:p w:rsidR="00FA2C64" w:rsidRDefault="00FA2C64" w:rsidP="00FA2C64">
      <w:pPr>
        <w:pStyle w:val="libNormal0"/>
      </w:pPr>
      <w:r>
        <w:t>melalui mushaf (karena halangan) maka bacalah 1000</w:t>
      </w:r>
    </w:p>
    <w:p w:rsidR="00FA2C64" w:rsidRDefault="00FA2C64" w:rsidP="00FA2C64">
      <w:pPr>
        <w:pStyle w:val="libNormal0"/>
      </w:pPr>
      <w:r>
        <w:t>kali surat al-ikhlas bila selesai maka bacalah doa (doa</w:t>
      </w:r>
    </w:p>
    <w:p w:rsidR="00FA2C64" w:rsidRDefault="00FA2C64" w:rsidP="00FA2C64">
      <w:pPr>
        <w:pStyle w:val="libNormal0"/>
      </w:pPr>
      <w:r>
        <w:t>ummu daud). Usahakanlah saat membaca doa</w:t>
      </w:r>
    </w:p>
    <w:p w:rsidR="00FA2C64" w:rsidRDefault="00FA2C64" w:rsidP="00FA2C64">
      <w:pPr>
        <w:pStyle w:val="libNormal0"/>
      </w:pPr>
      <w:r>
        <w:t>meneteskan air mata walau sebesar kepalanya lalat</w:t>
      </w:r>
    </w:p>
    <w:p w:rsidR="00FA2C64" w:rsidRDefault="00FA2C64" w:rsidP="00EC1609">
      <w:pPr>
        <w:pStyle w:val="libNormal0"/>
      </w:pPr>
      <w:r>
        <w:t>karena dia tanda dari dikabulkan.</w:t>
      </w:r>
    </w:p>
    <w:p w:rsidR="00EC1609" w:rsidRPr="00EC1609" w:rsidRDefault="00EC1609" w:rsidP="00EC1609">
      <w:pPr>
        <w:pStyle w:val="libNormal"/>
      </w:pPr>
    </w:p>
    <w:p w:rsidR="00FA2C64" w:rsidRDefault="00FA2C64" w:rsidP="00FA2C64">
      <w:pPr>
        <w:pStyle w:val="libNormal0"/>
      </w:pPr>
      <w:r>
        <w:t>Berkatalah Ummu Daud ;”Aku mengamalkan apa</w:t>
      </w:r>
    </w:p>
    <w:p w:rsidR="00FA2C64" w:rsidRDefault="00FA2C64" w:rsidP="00FA2C64">
      <w:pPr>
        <w:pStyle w:val="libNormal0"/>
      </w:pPr>
      <w:r>
        <w:t>yang diperintahkan Ash-Shodiq a.s. Kemudian saat tidur</w:t>
      </w:r>
    </w:p>
    <w:p w:rsidR="00FA2C64" w:rsidRDefault="00FA2C64" w:rsidP="00FA2C64">
      <w:pPr>
        <w:pStyle w:val="libNormal0"/>
      </w:pPr>
      <w:r>
        <w:t>di malam itu menjelang akhir malam aku melihat Nabi</w:t>
      </w:r>
    </w:p>
    <w:p w:rsidR="00FA2C64" w:rsidRDefault="00FA2C64" w:rsidP="00FA2C64">
      <w:pPr>
        <w:pStyle w:val="libNormal0"/>
      </w:pPr>
      <w:r>
        <w:t>Muhammad saw dan dari semua yang bersholat</w:t>
      </w:r>
    </w:p>
    <w:p w:rsidR="00FA2C64" w:rsidRDefault="00FA2C64" w:rsidP="00FA2C64">
      <w:pPr>
        <w:pStyle w:val="libNormal0"/>
      </w:pPr>
      <w:r>
        <w:t>kepadanya dari para malaikat, para Nabi, kemudian</w:t>
      </w:r>
    </w:p>
    <w:p w:rsidR="00FA2C64" w:rsidRDefault="00FA2C64" w:rsidP="00FA2C64">
      <w:pPr>
        <w:pStyle w:val="libNormal0"/>
      </w:pPr>
      <w:r>
        <w:t>Nabi saw berkata kepada Ummu Daud, Ya Ummu Daud</w:t>
      </w:r>
    </w:p>
    <w:p w:rsidR="00FA2C64" w:rsidRDefault="00FA2C64" w:rsidP="00FA2C64">
      <w:pPr>
        <w:pStyle w:val="libNormal0"/>
      </w:pPr>
      <w:r>
        <w:t>bergembiralah dan semua yang melihat amalmu juga</w:t>
      </w:r>
    </w:p>
    <w:p w:rsidR="00FA2C64" w:rsidRDefault="00FA2C64" w:rsidP="00FA2C64">
      <w:pPr>
        <w:pStyle w:val="libNormal0"/>
      </w:pPr>
      <w:r>
        <w:t>saudara-saudaramu semuanya akan memberikan syafaat</w:t>
      </w:r>
    </w:p>
    <w:p w:rsidR="00FA2C64" w:rsidRDefault="00FA2C64" w:rsidP="00FA2C64">
      <w:pPr>
        <w:pStyle w:val="libNormal0"/>
      </w:pPr>
      <w:r>
        <w:t>kepadamu, memberi berita gembira padamu, dan</w:t>
      </w:r>
    </w:p>
    <w:p w:rsidR="00FA2C64" w:rsidRDefault="00FA2C64" w:rsidP="00FA2C64">
      <w:pPr>
        <w:pStyle w:val="libNormal0"/>
      </w:pPr>
      <w:r>
        <w:t>hajatmu akan terkabul dan berbahagialah sesungguhnya</w:t>
      </w:r>
    </w:p>
    <w:p w:rsidR="00FA2C64" w:rsidRDefault="00FA2C64" w:rsidP="00FA2C64">
      <w:pPr>
        <w:pStyle w:val="libNormal0"/>
      </w:pPr>
      <w:r>
        <w:t>Allah akan menjagamu dan anakmu dan akan</w:t>
      </w:r>
    </w:p>
    <w:p w:rsidR="00FA2C64" w:rsidRDefault="00FA2C64" w:rsidP="00FA2C64">
      <w:pPr>
        <w:pStyle w:val="libNormal0"/>
      </w:pPr>
      <w:r>
        <w:t>mengembali kannya padamu.</w:t>
      </w:r>
    </w:p>
    <w:p w:rsidR="00FA2C64" w:rsidRDefault="00FA2C64" w:rsidP="00FA2C64">
      <w:pPr>
        <w:pStyle w:val="libNormal0"/>
      </w:pPr>
      <w:r>
        <w:t>Ummu Daud berkata saat aku terbangun selang</w:t>
      </w:r>
    </w:p>
    <w:p w:rsidR="00FA2C64" w:rsidRDefault="00FA2C64" w:rsidP="00FA2C64">
      <w:pPr>
        <w:pStyle w:val="libNormal0"/>
      </w:pPr>
      <w:r>
        <w:t>perjalanan antara Iraq ke Madinah datanglah Daud</w:t>
      </w:r>
    </w:p>
    <w:p w:rsidR="00FA2C64" w:rsidRDefault="00FA2C64" w:rsidP="00FA2C64">
      <w:pPr>
        <w:pStyle w:val="libNormal0"/>
      </w:pPr>
      <w:r>
        <w:t>kepadaku kemudian aku bertanya padanya tentang</w:t>
      </w:r>
    </w:p>
    <w:p w:rsidR="00FA2C64" w:rsidRDefault="00FA2C64" w:rsidP="00FA2C64">
      <w:pPr>
        <w:pStyle w:val="libNormal0"/>
      </w:pPr>
      <w:r>
        <w:t>keadaannya. Daud menjawab :”Saat aku dipenjara di</w:t>
      </w:r>
    </w:p>
    <w:p w:rsidR="00FA2C64" w:rsidRDefault="00FA2C64" w:rsidP="00FA2C64">
      <w:pPr>
        <w:pStyle w:val="libNormal0"/>
      </w:pPr>
      <w:r>
        <w:t>tempat yang sempit dengan pagar besi sampai</w:t>
      </w:r>
    </w:p>
    <w:p w:rsidR="00FA2C64" w:rsidRDefault="00FA2C64" w:rsidP="00FA2C64">
      <w:pPr>
        <w:pStyle w:val="libNormal0"/>
      </w:pPr>
      <w:r>
        <w:t>pertengahan Rajab, dimalamnya aku melihat dalam</w:t>
      </w:r>
    </w:p>
    <w:p w:rsidR="00FA2C64" w:rsidRDefault="00FA2C64" w:rsidP="00FA2C64">
      <w:pPr>
        <w:pStyle w:val="libNormal0"/>
      </w:pPr>
      <w:r>
        <w:t>mimpiku, aku melihat engkau dalam sholatmu di</w:t>
      </w:r>
    </w:p>
    <w:p w:rsidR="00FA2C64" w:rsidRDefault="00FA2C64" w:rsidP="00FA2C64">
      <w:pPr>
        <w:pStyle w:val="libNormal0"/>
      </w:pPr>
      <w:r>
        <w:t>kelilingi orang laki-laki yang kepala-kepala mereka di57</w:t>
      </w:r>
    </w:p>
    <w:p w:rsidR="00FA2C64" w:rsidRDefault="00FA2C64" w:rsidP="00FA2C64">
      <w:pPr>
        <w:pStyle w:val="libNormal0"/>
      </w:pPr>
      <w:r>
        <w:t>langit dan kaki-kaki mereka di bumi bertasbih kepada</w:t>
      </w:r>
    </w:p>
    <w:p w:rsidR="00FA2C64" w:rsidRDefault="00FA2C64" w:rsidP="00FA2C64">
      <w:pPr>
        <w:pStyle w:val="libNormal0"/>
      </w:pPr>
      <w:r>
        <w:lastRenderedPageBreak/>
        <w:t>Allah di sekitarmu maka berkatalah kepadaku seorang</w:t>
      </w:r>
    </w:p>
    <w:p w:rsidR="00FA2C64" w:rsidRDefault="00FA2C64" w:rsidP="00FA2C64">
      <w:pPr>
        <w:pStyle w:val="libNormal0"/>
      </w:pPr>
      <w:r>
        <w:t>yang tampan, bersih pakaiannya, harum baunya</w:t>
      </w:r>
    </w:p>
    <w:p w:rsidR="00FA2C64" w:rsidRDefault="00FA2C64" w:rsidP="00FA2C64">
      <w:pPr>
        <w:pStyle w:val="libNormal0"/>
      </w:pPr>
      <w:r>
        <w:t>seharum baunya kakekku Rasulullah saw ;”Berita</w:t>
      </w:r>
    </w:p>
    <w:p w:rsidR="00FA2C64" w:rsidRDefault="00FA2C64" w:rsidP="00FA2C64">
      <w:pPr>
        <w:pStyle w:val="libNormal0"/>
      </w:pPr>
      <w:r>
        <w:t>gembira duhai putra wanita yang sholehah, telah</w:t>
      </w:r>
    </w:p>
    <w:p w:rsidR="00FA2C64" w:rsidRDefault="00FA2C64" w:rsidP="00FA2C64">
      <w:pPr>
        <w:pStyle w:val="libNormal0"/>
      </w:pPr>
      <w:r>
        <w:t>dikabulkan Allah amalan ibumu dan doanya. Kemudian</w:t>
      </w:r>
    </w:p>
    <w:p w:rsidR="00FA2C64" w:rsidRDefault="00FA2C64" w:rsidP="00FA2C64">
      <w:pPr>
        <w:pStyle w:val="libNormal0"/>
      </w:pPr>
      <w:r>
        <w:t>aku bangun. Utusan Manshur sudah di pintu dia masuk</w:t>
      </w:r>
    </w:p>
    <w:p w:rsidR="00FA2C64" w:rsidRDefault="00FA2C64" w:rsidP="00FA2C64">
      <w:pPr>
        <w:pStyle w:val="libNormal0"/>
      </w:pPr>
      <w:r>
        <w:t>di kegelapan malam melepaskan rantai penjaraku dia</w:t>
      </w:r>
    </w:p>
    <w:p w:rsidR="00FA2C64" w:rsidRDefault="00FA2C64" w:rsidP="00FA2C64">
      <w:pPr>
        <w:pStyle w:val="libNormal0"/>
      </w:pPr>
      <w:r>
        <w:t>berbuat baik padaku dan memberiku 10 ribu dirham,</w:t>
      </w:r>
    </w:p>
    <w:p w:rsidR="00FA2C64" w:rsidRDefault="00FA2C64" w:rsidP="00FA2C64">
      <w:pPr>
        <w:pStyle w:val="libNormal0"/>
      </w:pPr>
      <w:r>
        <w:t>yang dengannya aku pulang ke madinah.</w:t>
      </w:r>
    </w:p>
    <w:p w:rsidR="00FA2C64" w:rsidRDefault="00FA2C64" w:rsidP="00FA2C64">
      <w:pPr>
        <w:pStyle w:val="libNormal0"/>
      </w:pPr>
      <w:r>
        <w:t>Kemudian Ummu Daud mendatangi Aba Abdillah</w:t>
      </w:r>
    </w:p>
    <w:p w:rsidR="00FA2C64" w:rsidRDefault="00FA2C64" w:rsidP="00FA2C64">
      <w:pPr>
        <w:pStyle w:val="libNormal0"/>
      </w:pPr>
      <w:r>
        <w:t>ash-shodiq a.s. Imam Shodiq a.s. berkata :”Al-Manshur</w:t>
      </w:r>
    </w:p>
    <w:p w:rsidR="00FA2C64" w:rsidRDefault="00FA2C64" w:rsidP="00FA2C64">
      <w:pPr>
        <w:pStyle w:val="libNormal0"/>
      </w:pPr>
      <w:r>
        <w:t>melihat Amirul Mukminin Ali a.s. dalam mimpinya dan</w:t>
      </w:r>
    </w:p>
    <w:p w:rsidR="00FA2C64" w:rsidRDefault="00FA2C64" w:rsidP="00FA2C64">
      <w:pPr>
        <w:pStyle w:val="libNormal0"/>
      </w:pPr>
      <w:r>
        <w:t>berkata kepadanya ;‟Lepaskan anakku kalau tidak kau</w:t>
      </w:r>
    </w:p>
    <w:p w:rsidR="00FA2C64" w:rsidRDefault="00FA2C64" w:rsidP="00FA2C64">
      <w:pPr>
        <w:pStyle w:val="libNormal0"/>
      </w:pPr>
      <w:r>
        <w:t>akan kumasukkan kedalam api dia (Manshur) melihat di</w:t>
      </w:r>
    </w:p>
    <w:p w:rsidR="00FA2C64" w:rsidRDefault="00FA2C64" w:rsidP="00FA2C64">
      <w:pPr>
        <w:pStyle w:val="libNormal0"/>
      </w:pPr>
      <w:r>
        <w:t>bawah kakinya ada api kemudian dia bangun dari</w:t>
      </w:r>
    </w:p>
    <w:p w:rsidR="00FA2C64" w:rsidRDefault="00FA2C64" w:rsidP="00FA2C64">
      <w:pPr>
        <w:pStyle w:val="libNormal0"/>
      </w:pPr>
      <w:r>
        <w:t>tidurnya menyuruh agar membebaskan Daud. Berkata</w:t>
      </w:r>
    </w:p>
    <w:p w:rsidR="00FA2C64" w:rsidRDefault="00FA2C64" w:rsidP="00FA2C64">
      <w:pPr>
        <w:pStyle w:val="libNormal0"/>
      </w:pPr>
      <w:r>
        <w:t>Ummu Daud kepada Abi Abdillah a.s. Duhai Tuanku</w:t>
      </w:r>
    </w:p>
    <w:p w:rsidR="00FA2C64" w:rsidRDefault="00FA2C64" w:rsidP="00FA2C64">
      <w:pPr>
        <w:pStyle w:val="libNormal0"/>
      </w:pPr>
      <w:r>
        <w:t>apakah aku boleh berdoa dengan doa tersebut selain di</w:t>
      </w:r>
    </w:p>
    <w:p w:rsidR="00FA2C64" w:rsidRDefault="00FA2C64" w:rsidP="00FA2C64">
      <w:pPr>
        <w:pStyle w:val="libNormal0"/>
      </w:pPr>
      <w:r>
        <w:t>bulan Rajab. Imam Shodiq menjawab :”Iya di hari</w:t>
      </w:r>
    </w:p>
    <w:p w:rsidR="00FA2C64" w:rsidRDefault="00FA2C64" w:rsidP="00FA2C64">
      <w:pPr>
        <w:pStyle w:val="libNormal0"/>
      </w:pPr>
      <w:r>
        <w:t>Arofah atau hari Jum‟at. Maka yang mengamalkannya</w:t>
      </w:r>
    </w:p>
    <w:p w:rsidR="00FA2C64" w:rsidRDefault="00FA2C64" w:rsidP="00FA2C64">
      <w:pPr>
        <w:pStyle w:val="libNormal0"/>
      </w:pPr>
      <w:r>
        <w:t>akan diampuni Allah Swt atau di setiap bulan dengan</w:t>
      </w:r>
    </w:p>
    <w:p w:rsidR="00FA2C64" w:rsidRDefault="00FA2C64" w:rsidP="00FA2C64">
      <w:pPr>
        <w:pStyle w:val="libNormal0"/>
      </w:pPr>
      <w:r>
        <w:t>melakukan puasa di ayyamul bît dan melakukannya</w:t>
      </w:r>
    </w:p>
    <w:p w:rsidR="00FA2C64" w:rsidRDefault="00FA2C64" w:rsidP="00FA2C64">
      <w:pPr>
        <w:pStyle w:val="libNormal0"/>
      </w:pPr>
      <w:r>
        <w:t>sama seperti di nisfu Rajab. Dalam riwayat yang lain di</w:t>
      </w:r>
    </w:p>
    <w:p w:rsidR="00FA2C64" w:rsidRDefault="00FA2C64" w:rsidP="00FA2C64">
      <w:pPr>
        <w:pStyle w:val="libNormal0"/>
      </w:pPr>
      <w:r>
        <w:t>hari Arofah atau setiap hari bisa dibaca doanya Allah</w:t>
      </w:r>
    </w:p>
    <w:p w:rsidR="00FA2C64" w:rsidRDefault="00FA2C64" w:rsidP="00FA2C64">
      <w:pPr>
        <w:pStyle w:val="libNormal0"/>
      </w:pPr>
      <w:r>
        <w:t>akan mengabulkan hajatnya. Insya Allah.58</w:t>
      </w:r>
    </w:p>
    <w:p w:rsidR="00FA2C64" w:rsidRDefault="00FA2C64" w:rsidP="00FA2C64">
      <w:pPr>
        <w:pStyle w:val="libNormal0"/>
      </w:pPr>
      <w:r>
        <w:t>Adab dan Amalan hari ke15 Rajab</w:t>
      </w:r>
    </w:p>
    <w:p w:rsidR="00FA2C64" w:rsidRDefault="00FA2C64" w:rsidP="00FA2C64">
      <w:pPr>
        <w:pStyle w:val="libNormal0"/>
      </w:pPr>
      <w:r>
        <w:t>Doa Ummu Dawud adalah di antara doa-doa yang</w:t>
      </w:r>
    </w:p>
    <w:p w:rsidR="00FA2C64" w:rsidRDefault="00FA2C64" w:rsidP="00FA2C64">
      <w:pPr>
        <w:pStyle w:val="libNormal0"/>
      </w:pPr>
      <w:r>
        <w:t>penting di baca pada hari ke 15 Rajab. Dia antara</w:t>
      </w:r>
    </w:p>
    <w:p w:rsidR="00FA2C64" w:rsidRDefault="00FA2C64" w:rsidP="00FA2C64">
      <w:pPr>
        <w:pStyle w:val="libNormal0"/>
      </w:pPr>
      <w:r>
        <w:t>rahasia yang ada dalam doa tersebut adalah:</w:t>
      </w:r>
    </w:p>
    <w:p w:rsidR="00FA2C64" w:rsidRDefault="00FA2C64" w:rsidP="00FA2C64">
      <w:pPr>
        <w:pStyle w:val="libNormal0"/>
      </w:pPr>
      <w:r>
        <w:t>1) Dapat mengabulkan semua hajat</w:t>
      </w:r>
    </w:p>
    <w:p w:rsidR="00FA2C64" w:rsidRDefault="00FA2C64" w:rsidP="00FA2C64">
      <w:pPr>
        <w:pStyle w:val="libNormal0"/>
      </w:pPr>
      <w:r>
        <w:t>2) Menghilangkan berbagai kesulitan</w:t>
      </w:r>
    </w:p>
    <w:p w:rsidR="00FA2C64" w:rsidRDefault="00FA2C64" w:rsidP="00FA2C64">
      <w:pPr>
        <w:pStyle w:val="libNormal0"/>
      </w:pPr>
      <w:r>
        <w:t>3) Melindungi dari kezaliman orang yang zalim</w:t>
      </w:r>
    </w:p>
    <w:p w:rsidR="00FA2C64" w:rsidRDefault="00FA2C64" w:rsidP="00FA2C64">
      <w:pPr>
        <w:pStyle w:val="libNormal0"/>
      </w:pPr>
      <w:r>
        <w:t>Yang ingin mendapatkan hal tersebut di atas agar dia</w:t>
      </w:r>
    </w:p>
    <w:p w:rsidR="00FA2C64" w:rsidRDefault="00FA2C64" w:rsidP="00FA2C64">
      <w:pPr>
        <w:pStyle w:val="libNormal0"/>
      </w:pPr>
      <w:r>
        <w:t>berpuasa pada hari ke 13, 14 dan 15. Ketika telah</w:t>
      </w:r>
    </w:p>
    <w:p w:rsidR="00FA2C64" w:rsidRDefault="00FA2C64" w:rsidP="00FA2C64">
      <w:pPr>
        <w:pStyle w:val="libNormal0"/>
      </w:pPr>
      <w:r>
        <w:t>tergelincir matahari pada hari ke lima belas Rajab.</w:t>
      </w:r>
    </w:p>
    <w:p w:rsidR="00FA2C64" w:rsidRDefault="00FA2C64" w:rsidP="00FA2C64">
      <w:pPr>
        <w:pStyle w:val="libNormal0"/>
      </w:pPr>
      <w:r>
        <w:t>Maka mandilah kemudian sholat Dhuhur dan sholat</w:t>
      </w:r>
    </w:p>
    <w:p w:rsidR="00FA2C64" w:rsidRDefault="00FA2C64" w:rsidP="00FA2C64">
      <w:pPr>
        <w:pStyle w:val="libNormal0"/>
      </w:pPr>
      <w:r>
        <w:lastRenderedPageBreak/>
        <w:t>Ashar perindahlah (sempurnakanlah) rukuk dan</w:t>
      </w:r>
    </w:p>
    <w:p w:rsidR="00FA2C64" w:rsidRDefault="00FA2C64" w:rsidP="00FA2C64">
      <w:pPr>
        <w:pStyle w:val="libNormal0"/>
      </w:pPr>
      <w:r>
        <w:t>sujudnya. Jadikan hari itu untuk tidak berkerja dan</w:t>
      </w:r>
    </w:p>
    <w:p w:rsidR="00FA2C64" w:rsidRDefault="00FA2C64" w:rsidP="00FA2C64">
      <w:pPr>
        <w:pStyle w:val="libNormal0"/>
      </w:pPr>
      <w:r>
        <w:t>berbicara dengan manusia. Bila selesai sholat</w:t>
      </w:r>
    </w:p>
    <w:p w:rsidR="00FA2C64" w:rsidRDefault="00FA2C64" w:rsidP="00FA2C64">
      <w:pPr>
        <w:pStyle w:val="libNormal0"/>
      </w:pPr>
      <w:r>
        <w:t>menghadaplah ke kiblat dan bacalah: 100 kali surah alfatihah. 100 kali surah Al-Ikhlas, 10 kali ayat kursi,</w:t>
      </w:r>
    </w:p>
    <w:p w:rsidR="00FA2C64" w:rsidRDefault="00FA2C64" w:rsidP="00FA2C64">
      <w:pPr>
        <w:pStyle w:val="libNormal0"/>
      </w:pPr>
      <w:r>
        <w:t>Kemudian setelahnya membaca: 1. Surah Al-An-„am, 2.</w:t>
      </w:r>
    </w:p>
    <w:p w:rsidR="00FA2C64" w:rsidRDefault="00FA2C64" w:rsidP="00FA2C64">
      <w:pPr>
        <w:pStyle w:val="libNormal0"/>
      </w:pPr>
      <w:r>
        <w:t>Surah Bani Israil, 3. Surah Kahfi, 4. Surah Lukman, 5.</w:t>
      </w:r>
    </w:p>
    <w:p w:rsidR="00FA2C64" w:rsidRDefault="00FA2C64" w:rsidP="00FA2C64">
      <w:pPr>
        <w:pStyle w:val="libNormal0"/>
      </w:pPr>
      <w:r>
        <w:t>Surah Yâsin, 6. Surah Shoffât, 7. Surah Hâmim</w:t>
      </w:r>
    </w:p>
    <w:p w:rsidR="00FA2C64" w:rsidRDefault="00FA2C64" w:rsidP="00FA2C64">
      <w:pPr>
        <w:pStyle w:val="libNormal0"/>
      </w:pPr>
      <w:r>
        <w:t>Sajadah, 8. Surah Hâmim „ain Sin Qôf, 9. Surah Hâmim</w:t>
      </w:r>
    </w:p>
    <w:p w:rsidR="00FA2C64" w:rsidRDefault="00FA2C64" w:rsidP="00FA2C64">
      <w:pPr>
        <w:pStyle w:val="libNormal0"/>
      </w:pPr>
      <w:r>
        <w:t>dukhon, 10. Surah Al-Fath, 11. Surah Al-Waqi‟ah, 12.</w:t>
      </w:r>
    </w:p>
    <w:p w:rsidR="00FA2C64" w:rsidRDefault="00FA2C64" w:rsidP="00FA2C64">
      <w:pPr>
        <w:pStyle w:val="libNormal0"/>
      </w:pPr>
      <w:r>
        <w:t>Surah Al-Mulk, 13. Surah Nun, 14. Surah Idzas samâ-</w:t>
      </w:r>
    </w:p>
    <w:p w:rsidR="00FA2C64" w:rsidRDefault="00FA2C64" w:rsidP="00FA2C64">
      <w:pPr>
        <w:pStyle w:val="libNormal0"/>
      </w:pPr>
      <w:r>
        <w:t>un saqqot hingga akhir Quran. Setelah selesai membaca</w:t>
      </w:r>
    </w:p>
    <w:p w:rsidR="00FA2C64" w:rsidRDefault="00FA2C64" w:rsidP="00FA2C64">
      <w:pPr>
        <w:pStyle w:val="libNormal0"/>
      </w:pPr>
      <w:r>
        <w:t>ayat-ayat tersebut di atas kemudian baru membaca Doa</w:t>
      </w:r>
    </w:p>
    <w:p w:rsidR="00FA2C64" w:rsidRDefault="00FA2C64" w:rsidP="00FA2C64">
      <w:pPr>
        <w:pStyle w:val="libNormal0"/>
      </w:pPr>
      <w:r>
        <w:t>Ummu Daud.59</w:t>
      </w:r>
    </w:p>
    <w:p w:rsidR="00EC1609" w:rsidRDefault="00EC1609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EC1609">
      <w:pPr>
        <w:pStyle w:val="Heading1"/>
      </w:pPr>
      <w:bookmarkStart w:id="42" w:name="_Toc94724719"/>
      <w:r>
        <w:lastRenderedPageBreak/>
        <w:t>Doa Sebelum Membaca Al-Quran</w:t>
      </w:r>
      <w:bookmarkEnd w:id="42"/>
    </w:p>
    <w:p w:rsidR="00EC1609" w:rsidRDefault="00EC1609" w:rsidP="00FA2C64">
      <w:pPr>
        <w:pStyle w:val="libNormal0"/>
      </w:pPr>
    </w:p>
    <w:p w:rsidR="00FA2C64" w:rsidRDefault="00FA2C64" w:rsidP="00FA2C64">
      <w:pPr>
        <w:pStyle w:val="libNormal0"/>
      </w:pPr>
      <w:r>
        <w:t>Pada saat membaca Al-Qur'an, hendaklah mengambil</w:t>
      </w:r>
    </w:p>
    <w:p w:rsidR="00FA2C64" w:rsidRDefault="00FA2C64" w:rsidP="00FA2C64">
      <w:pPr>
        <w:pStyle w:val="libNormal0"/>
      </w:pPr>
      <w:r>
        <w:t>nya dengan tangan kanan dan jangan lupa bahwa anda</w:t>
      </w:r>
    </w:p>
    <w:p w:rsidR="00FA2C64" w:rsidRDefault="00FA2C64" w:rsidP="00EC1609">
      <w:pPr>
        <w:pStyle w:val="libNormal0"/>
      </w:pPr>
      <w:r>
        <w:t>dalam keadaan suci lalu dibuka sambil membaca:</w:t>
      </w:r>
    </w:p>
    <w:p w:rsidR="00EC1609" w:rsidRPr="00EC1609" w:rsidRDefault="00EC1609" w:rsidP="00EC1609">
      <w:pPr>
        <w:pStyle w:val="libNormal"/>
      </w:pPr>
    </w:p>
    <w:p w:rsidR="00FA2C64" w:rsidRDefault="00FA2C64" w:rsidP="00FA2C64">
      <w:pPr>
        <w:pStyle w:val="libNormal0"/>
      </w:pPr>
      <w:r>
        <w:t>Allâhumma inî asyhadu annâ hâdzâ kitâbuk, al-mun</w:t>
      </w:r>
    </w:p>
    <w:p w:rsidR="00FA2C64" w:rsidRDefault="00FA2C64" w:rsidP="00FA2C64">
      <w:pPr>
        <w:pStyle w:val="libNormal0"/>
      </w:pPr>
      <w:r>
        <w:t>zalu min ‘indika, ‘alâ Rosûlika Muham madin</w:t>
      </w:r>
    </w:p>
    <w:p w:rsidR="00FA2C64" w:rsidRDefault="00FA2C64" w:rsidP="00FA2C64">
      <w:pPr>
        <w:pStyle w:val="libNormal0"/>
      </w:pPr>
      <w:r>
        <w:t>shollallô hu ‘alaihi wa âlihi, wakalâ mukan nâtiq ‘alâ</w:t>
      </w:r>
    </w:p>
    <w:p w:rsidR="00FA2C64" w:rsidRDefault="00FA2C64" w:rsidP="00FA2C64">
      <w:pPr>
        <w:pStyle w:val="libNormal0"/>
      </w:pPr>
      <w:r>
        <w:t>lisâni nabiyyika, ja’altahû hâdiyam minka ilâ</w:t>
      </w:r>
    </w:p>
    <w:p w:rsidR="00FA2C64" w:rsidRDefault="00FA2C64" w:rsidP="00FA2C64">
      <w:pPr>
        <w:pStyle w:val="libNormal0"/>
      </w:pPr>
      <w:r>
        <w:t>kholqik, wa hablan mut tashilan fîmâ baynaka</w:t>
      </w:r>
    </w:p>
    <w:p w:rsidR="00FA2C64" w:rsidRDefault="00FA2C64" w:rsidP="00FA2C64">
      <w:pPr>
        <w:pStyle w:val="libNormal0"/>
      </w:pPr>
      <w:r>
        <w:t>wabayna ‘ibâdika, Allâhumma innî nasyartu ‘ahdaka</w:t>
      </w:r>
    </w:p>
    <w:p w:rsidR="00FA2C64" w:rsidRDefault="00FA2C64" w:rsidP="00FA2C64">
      <w:pPr>
        <w:pStyle w:val="libNormal0"/>
      </w:pPr>
      <w:r>
        <w:t>wakitâbaka, Allâhumma faj’al nazhorî fîhî ‘ibâdah,</w:t>
      </w:r>
    </w:p>
    <w:p w:rsidR="00FA2C64" w:rsidRDefault="00FA2C64" w:rsidP="00FA2C64">
      <w:pPr>
        <w:pStyle w:val="libNormal0"/>
      </w:pPr>
      <w:r>
        <w:t>waqirô-atî fîhî fikrô, wafikri fîhî i’tibâro, waj’alnî</w:t>
      </w:r>
    </w:p>
    <w:p w:rsidR="00FA2C64" w:rsidRDefault="00FA2C64" w:rsidP="00FA2C64">
      <w:pPr>
        <w:pStyle w:val="libNormal0"/>
      </w:pPr>
      <w:r>
        <w:t>mimmanit ta’azho bibayâni mawâ ‘izhika fîhi,</w:t>
      </w:r>
    </w:p>
    <w:p w:rsidR="00FA2C64" w:rsidRDefault="00FA2C64" w:rsidP="00FA2C64">
      <w:pPr>
        <w:pStyle w:val="libNormal0"/>
      </w:pPr>
      <w:r>
        <w:t>wajtanaba ma’âshiyak, walâ-tathba’ ‘indâ qirô atî</w:t>
      </w:r>
    </w:p>
    <w:p w:rsidR="00FA2C64" w:rsidRDefault="00FA2C64" w:rsidP="00FA2C64">
      <w:pPr>
        <w:pStyle w:val="libNormal0"/>
      </w:pPr>
      <w:r>
        <w:rPr>
          <w:rFonts w:hint="eastAsia"/>
        </w:rPr>
        <w:t>‘</w:t>
      </w:r>
      <w:r>
        <w:t>alâsam’î, walâ taj’al ‘alâ bashorî ghisyâwatan, walâ</w:t>
      </w:r>
    </w:p>
    <w:p w:rsidR="00FA2C64" w:rsidRDefault="00FA2C64" w:rsidP="00FA2C64">
      <w:pPr>
        <w:pStyle w:val="libNormal0"/>
      </w:pPr>
      <w:r>
        <w:t>taj’al qirôatî qirô-atan lâtadabburo fîhâ, balij’alnî</w:t>
      </w:r>
    </w:p>
    <w:p w:rsidR="00FA2C64" w:rsidRDefault="00FA2C64" w:rsidP="00FA2C64">
      <w:pPr>
        <w:pStyle w:val="libNormal0"/>
      </w:pPr>
      <w:r>
        <w:t>atadabbaru âyâtihi wa ahkâmihî âkhidzan bisyarô yî’i</w:t>
      </w:r>
    </w:p>
    <w:p w:rsidR="00FA2C64" w:rsidRDefault="00FA2C64" w:rsidP="00FA2C64">
      <w:pPr>
        <w:pStyle w:val="libNormal0"/>
      </w:pPr>
      <w:r>
        <w:t>dînika, walâ taj’al nazhorî fîhî ghoflatan, walâ qirô atî</w:t>
      </w:r>
    </w:p>
    <w:p w:rsidR="00FA2C64" w:rsidRDefault="00FA2C64" w:rsidP="00FA2C64">
      <w:pPr>
        <w:pStyle w:val="libNormal0"/>
      </w:pPr>
      <w:r>
        <w:t>hadzaron innaka antar roûfur rohîm</w:t>
      </w:r>
    </w:p>
    <w:p w:rsidR="00FA2C64" w:rsidRDefault="00FA2C64" w:rsidP="00FA2C64">
      <w:pPr>
        <w:pStyle w:val="libNormal0"/>
      </w:pPr>
      <w:r>
        <w:t>Dengan asma Allah Yang Maha Pengasih Maha</w:t>
      </w:r>
    </w:p>
    <w:p w:rsidR="00FA2C64" w:rsidRDefault="00FA2C64" w:rsidP="00FA2C64">
      <w:pPr>
        <w:pStyle w:val="libNormal0"/>
      </w:pPr>
      <w:r>
        <w:t>Penyayang, Ya Allah curahkanlah rahmat-Mu kepada</w:t>
      </w:r>
    </w:p>
    <w:p w:rsidR="00FA2C64" w:rsidRDefault="00FA2C64" w:rsidP="00FA2C64">
      <w:pPr>
        <w:pStyle w:val="libNormal0"/>
      </w:pPr>
      <w:r>
        <w:t>Muhammad dan keluarganya. ''Ya Allah! daku bersaksi</w:t>
      </w:r>
    </w:p>
    <w:p w:rsidR="00FA2C64" w:rsidRDefault="00FA2C64" w:rsidP="00FA2C64">
      <w:pPr>
        <w:pStyle w:val="libNormal0"/>
      </w:pPr>
      <w:r>
        <w:t>bahwa sesungguhnya Al-Quran ini diturunkan dari sisi61</w:t>
      </w:r>
    </w:p>
    <w:p w:rsidR="00FA2C64" w:rsidRDefault="00FA2C64" w:rsidP="00FA2C64">
      <w:pPr>
        <w:pStyle w:val="libNormal0"/>
      </w:pPr>
      <w:r>
        <w:t>Mu kepada Rasul-Mu Muhammad bin Abdullah saww.</w:t>
      </w:r>
    </w:p>
    <w:p w:rsidR="00FA2C64" w:rsidRDefault="00FA2C64" w:rsidP="00FA2C64">
      <w:pPr>
        <w:pStyle w:val="libNormal0"/>
      </w:pPr>
      <w:r>
        <w:t>Firman-Mu yang diucapkan melalui lisan Nabi-Mu,</w:t>
      </w:r>
    </w:p>
    <w:p w:rsidR="00FA2C64" w:rsidRDefault="00FA2C64" w:rsidP="00FA2C64">
      <w:pPr>
        <w:pStyle w:val="libNormal0"/>
      </w:pPr>
      <w:r>
        <w:t>yang telah Engkau jadikan sebagai petunjuk untuk</w:t>
      </w:r>
    </w:p>
    <w:p w:rsidR="00FA2C64" w:rsidRDefault="00FA2C64" w:rsidP="00FA2C64">
      <w:pPr>
        <w:pStyle w:val="libNormal0"/>
      </w:pPr>
      <w:r>
        <w:t>seluruh umat manusia dan sebagai tali yang</w:t>
      </w:r>
    </w:p>
    <w:p w:rsidR="00FA2C64" w:rsidRDefault="00FA2C64" w:rsidP="00FA2C64">
      <w:pPr>
        <w:pStyle w:val="libNormal0"/>
      </w:pPr>
      <w:r>
        <w:t>menyambungkan antara Engkau dan hamba-hamba-Mu.</w:t>
      </w:r>
    </w:p>
    <w:p w:rsidR="00FA2C64" w:rsidRDefault="00FA2C64" w:rsidP="00FA2C64">
      <w:pPr>
        <w:pStyle w:val="libNormal0"/>
      </w:pPr>
      <w:r>
        <w:t>Ya Allah! sesungguhnya aku membuka petunjuk-Mu</w:t>
      </w:r>
    </w:p>
    <w:p w:rsidR="00FA2C64" w:rsidRDefault="00FA2C64" w:rsidP="00FA2C64">
      <w:pPr>
        <w:pStyle w:val="libNormal0"/>
      </w:pPr>
      <w:r>
        <w:t>dan kitab-Mu Ya Allah! jadikanlah penglihatanku</w:t>
      </w:r>
    </w:p>
    <w:p w:rsidR="00FA2C64" w:rsidRDefault="00FA2C64" w:rsidP="00FA2C64">
      <w:pPr>
        <w:pStyle w:val="libNormal0"/>
      </w:pPr>
      <w:r>
        <w:t>terhadapnya sebagai ibadah dan bacaanku terhadapnya</w:t>
      </w:r>
    </w:p>
    <w:p w:rsidR="00FA2C64" w:rsidRDefault="00FA2C64" w:rsidP="00FA2C64">
      <w:pPr>
        <w:pStyle w:val="libNormal0"/>
      </w:pPr>
      <w:r>
        <w:t>sebagai berfikir, dan berfikirku tentangnya sebagai</w:t>
      </w:r>
    </w:p>
    <w:p w:rsidR="00FA2C64" w:rsidRDefault="00FA2C64" w:rsidP="00FA2C64">
      <w:pPr>
        <w:pStyle w:val="libNormal0"/>
      </w:pPr>
      <w:r>
        <w:t>I'tibar (mengambil pelajaran). Dan jadikanlah aku</w:t>
      </w:r>
    </w:p>
    <w:p w:rsidR="00FA2C64" w:rsidRDefault="00FA2C64" w:rsidP="00FA2C64">
      <w:pPr>
        <w:pStyle w:val="libNormal0"/>
      </w:pPr>
      <w:r>
        <w:t>termasuk orang-orang yang menasihatkan (manusia)</w:t>
      </w:r>
    </w:p>
    <w:p w:rsidR="00FA2C64" w:rsidRDefault="00FA2C64" w:rsidP="00FA2C64">
      <w:pPr>
        <w:pStyle w:val="libNormal0"/>
      </w:pPr>
      <w:r>
        <w:lastRenderedPageBreak/>
        <w:t>dengan nasihat-nasihat-Mu dan menjauhkan (manusia)</w:t>
      </w:r>
    </w:p>
    <w:p w:rsidR="00FA2C64" w:rsidRDefault="00FA2C64" w:rsidP="00FA2C64">
      <w:pPr>
        <w:pStyle w:val="libNormal0"/>
      </w:pPr>
      <w:r>
        <w:t>dari memaksiati-Mu dan janganlah Engkau tutupi</w:t>
      </w:r>
    </w:p>
    <w:p w:rsidR="00FA2C64" w:rsidRDefault="00FA2C64" w:rsidP="00FA2C64">
      <w:pPr>
        <w:pStyle w:val="libNormal0"/>
      </w:pPr>
      <w:r>
        <w:t>pendengaranku (hingga tidak dapat menerima hidayahMu) ketika membaca Al-Quran dan janganlah Kau</w:t>
      </w:r>
    </w:p>
    <w:p w:rsidR="00FA2C64" w:rsidRDefault="00FA2C64" w:rsidP="00FA2C64">
      <w:pPr>
        <w:pStyle w:val="libNormal0"/>
      </w:pPr>
      <w:r>
        <w:t>jadikanlah atas mataku (ada) penghalang dan janganlah</w:t>
      </w:r>
    </w:p>
    <w:p w:rsidR="00FA2C64" w:rsidRDefault="00FA2C64" w:rsidP="00FA2C64">
      <w:pPr>
        <w:pStyle w:val="libNormal0"/>
      </w:pPr>
      <w:r>
        <w:t>Kau jadikan bacaan (Al-Quran)-ku sebagai bacaan yang</w:t>
      </w:r>
    </w:p>
    <w:p w:rsidR="00FA2C64" w:rsidRDefault="00FA2C64" w:rsidP="00FA2C64">
      <w:pPr>
        <w:pStyle w:val="libNormal0"/>
      </w:pPr>
      <w:r>
        <w:t>tidak ber-tadabbur (mengambil pelajaran dari isinya),</w:t>
      </w:r>
    </w:p>
    <w:p w:rsidR="00FA2C64" w:rsidRDefault="00FA2C64" w:rsidP="00FA2C64">
      <w:pPr>
        <w:pStyle w:val="libNormal0"/>
      </w:pPr>
      <w:r>
        <w:t>bahkan sebaliknya jadikanlah aku (dapat) mentadabburi (mengambil pelajaran) dari ayat-ayat dan</w:t>
      </w:r>
    </w:p>
    <w:p w:rsidR="00FA2C64" w:rsidRDefault="00FA2C64" w:rsidP="00FA2C64">
      <w:pPr>
        <w:pStyle w:val="libNormal0"/>
      </w:pPr>
      <w:r>
        <w:t>hukum-hukumnya yang menjadikan rujukan syariat-Mu.</w:t>
      </w:r>
    </w:p>
    <w:p w:rsidR="00FA2C64" w:rsidRDefault="00FA2C64" w:rsidP="00FA2C64">
      <w:pPr>
        <w:pStyle w:val="libNormal0"/>
      </w:pPr>
      <w:r>
        <w:t>dan janganlah Kau jadikan pandangan-Ku terhadapnya</w:t>
      </w:r>
    </w:p>
    <w:p w:rsidR="00FA2C64" w:rsidRDefault="00FA2C64" w:rsidP="00FA2C64">
      <w:pPr>
        <w:pStyle w:val="libNormal0"/>
      </w:pPr>
      <w:r>
        <w:t>(sebagai) pandangan yang lalai dan bacaanku (sebagai</w:t>
      </w:r>
    </w:p>
    <w:p w:rsidR="00FA2C64" w:rsidRDefault="00FA2C64" w:rsidP="00FA2C64">
      <w:pPr>
        <w:pStyle w:val="libNormal0"/>
      </w:pPr>
      <w:r>
        <w:t>bacaan yang meracau. Sesungguhnya Engkau Maha</w:t>
      </w:r>
    </w:p>
    <w:p w:rsidR="00FA2C64" w:rsidRDefault="00FA2C64" w:rsidP="00FA2C64">
      <w:pPr>
        <w:pStyle w:val="libNormal0"/>
      </w:pPr>
      <w:r>
        <w:t>Pengampun lagi Maha Penyayang.62</w:t>
      </w:r>
    </w:p>
    <w:p w:rsidR="00EC1609" w:rsidRDefault="00EC1609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EC1609" w:rsidRPr="00EC1609" w:rsidRDefault="00FA2C64" w:rsidP="00E36F01">
      <w:pPr>
        <w:pStyle w:val="Heading1"/>
      </w:pPr>
      <w:bookmarkStart w:id="43" w:name="_Toc94724720"/>
      <w:r>
        <w:lastRenderedPageBreak/>
        <w:t>Doa Ummu Daud</w:t>
      </w:r>
      <w:bookmarkEnd w:id="43"/>
    </w:p>
    <w:p w:rsidR="00FA2C64" w:rsidRDefault="00FA2C64" w:rsidP="00FA2C64">
      <w:pPr>
        <w:pStyle w:val="libNormal0"/>
      </w:pPr>
      <w:r>
        <w:t>Bismillâhirrohmânirrohîm, Shodaqollâhul 'adzîmul</w:t>
      </w:r>
    </w:p>
    <w:p w:rsidR="00FA2C64" w:rsidRDefault="00FA2C64" w:rsidP="00FA2C64">
      <w:pPr>
        <w:pStyle w:val="libNormal0"/>
      </w:pPr>
      <w:r>
        <w:t>ladzî lâ ilâha illâ huwal hayyul qoyyûm dzul jalâli wal</w:t>
      </w:r>
    </w:p>
    <w:p w:rsidR="00FA2C64" w:rsidRDefault="00FA2C64" w:rsidP="00FA2C64">
      <w:pPr>
        <w:pStyle w:val="libNormal0"/>
      </w:pPr>
      <w:r>
        <w:t>ikrôm, arrohmânur-rohîm alhalîmul karîm, al-ladzî</w:t>
      </w:r>
    </w:p>
    <w:p w:rsidR="00FA2C64" w:rsidRDefault="00FA2C64" w:rsidP="00FA2C64">
      <w:pPr>
        <w:pStyle w:val="libNormal0"/>
      </w:pPr>
      <w:r>
        <w:t>laysa kamits-lihî syai-un wahuwas-samî'ul 'alîmul</w:t>
      </w:r>
    </w:p>
    <w:p w:rsidR="00FA2C64" w:rsidRDefault="00FA2C64" w:rsidP="00FA2C64">
      <w:pPr>
        <w:pStyle w:val="libNormal0"/>
      </w:pPr>
      <w:r>
        <w:t>bashîrul khobîr,</w:t>
      </w:r>
    </w:p>
    <w:p w:rsidR="00FA2C64" w:rsidRDefault="00FA2C64" w:rsidP="00FA2C64">
      <w:pPr>
        <w:pStyle w:val="libNormal0"/>
      </w:pPr>
      <w:r>
        <w:t>Dengan asma Allah Yang Maha Pengasih Maha</w:t>
      </w:r>
    </w:p>
    <w:p w:rsidR="00FA2C64" w:rsidRDefault="00FA2C64" w:rsidP="00FA2C64">
      <w:pPr>
        <w:pStyle w:val="libNormal0"/>
      </w:pPr>
      <w:r>
        <w:t>Penyayang.</w:t>
      </w:r>
      <w:r w:rsidRPr="00E36F01">
        <w:rPr>
          <w:rFonts w:ascii="Sakkal Majalla" w:hAnsi="Sakkal Majalla" w:cs="Sakkal Majalla"/>
          <w:rtl/>
        </w:rPr>
        <w:t>ْ</w:t>
      </w:r>
      <w:r>
        <w:t>Mahabenar Allah, Zat Yang Mahaagung,</w:t>
      </w:r>
    </w:p>
    <w:p w:rsidR="00FA2C64" w:rsidRDefault="00FA2C64" w:rsidP="00FA2C64">
      <w:pPr>
        <w:pStyle w:val="libNormal0"/>
      </w:pPr>
      <w:r>
        <w:t>Yang tiada Tuhan selain Dia, Zat Yang Mahahidup dan</w:t>
      </w:r>
    </w:p>
    <w:p w:rsidR="00FA2C64" w:rsidRDefault="00FA2C64" w:rsidP="00FA2C64">
      <w:pPr>
        <w:pStyle w:val="libNormal0"/>
      </w:pPr>
      <w:r>
        <w:t>Berdiri sendiri, Yang Mempunyai kebesaran dan</w:t>
      </w:r>
    </w:p>
    <w:p w:rsidR="00FA2C64" w:rsidRDefault="00FA2C64" w:rsidP="00FA2C64">
      <w:pPr>
        <w:pStyle w:val="libNormal0"/>
      </w:pPr>
      <w:r>
        <w:t>kemuliaan, Yang Maha Pengasih lagi Maha Penyayang,</w:t>
      </w:r>
    </w:p>
    <w:p w:rsidR="00FA2C64" w:rsidRDefault="00FA2C64" w:rsidP="00FA2C64">
      <w:pPr>
        <w:pStyle w:val="libNormal0"/>
      </w:pPr>
      <w:r>
        <w:t>Yang Maha Bijaksana lagi Mahamulia, Yang tiada</w:t>
      </w:r>
    </w:p>
    <w:p w:rsidR="00FA2C64" w:rsidRDefault="00FA2C64" w:rsidP="00FA2C64">
      <w:pPr>
        <w:pStyle w:val="libNormal0"/>
      </w:pPr>
      <w:r>
        <w:t>sesuatu pun yang menyerupainya. Dia Maha</w:t>
      </w:r>
    </w:p>
    <w:p w:rsidR="00FA2C64" w:rsidRDefault="00FA2C64" w:rsidP="00FA2C64">
      <w:pPr>
        <w:pStyle w:val="libNormal0"/>
      </w:pPr>
      <w:r>
        <w:t>Mendengar, Maha Mengetahui, Maha Melihat lagi</w:t>
      </w:r>
    </w:p>
    <w:p w:rsidR="00FA2C64" w:rsidRDefault="00FA2C64" w:rsidP="00EC1609">
      <w:pPr>
        <w:pStyle w:val="libNormal0"/>
      </w:pPr>
      <w:r>
        <w:t>meliputi segala sesuatu.</w:t>
      </w:r>
    </w:p>
    <w:p w:rsidR="00EC1609" w:rsidRPr="00EC1609" w:rsidRDefault="00EC1609" w:rsidP="00EC1609">
      <w:pPr>
        <w:pStyle w:val="libNormal"/>
      </w:pPr>
    </w:p>
    <w:p w:rsidR="00FA2C64" w:rsidRDefault="00FA2C64" w:rsidP="00FA2C64">
      <w:pPr>
        <w:pStyle w:val="libNormal0"/>
      </w:pPr>
      <w:r>
        <w:t>syahidallâhu annahû lâ ilâha illâ huwa wal malâikatu</w:t>
      </w:r>
    </w:p>
    <w:p w:rsidR="00FA2C64" w:rsidRDefault="00FA2C64" w:rsidP="00FA2C64">
      <w:pPr>
        <w:pStyle w:val="libNormal0"/>
      </w:pPr>
      <w:r>
        <w:t>wa-ulul 'ilmi qô-imam bil qisthi, lâ ilâha illâ huwal</w:t>
      </w:r>
    </w:p>
    <w:p w:rsidR="00FA2C64" w:rsidRDefault="00FA2C64" w:rsidP="00FA2C64">
      <w:pPr>
        <w:pStyle w:val="libNormal0"/>
      </w:pPr>
      <w:r>
        <w:t>'azîzul hakîm, waballaghta rusuluhul kirômu wa ana</w:t>
      </w:r>
    </w:p>
    <w:p w:rsidR="00FA2C64" w:rsidRDefault="00FA2C64" w:rsidP="00FA2C64">
      <w:pPr>
        <w:pStyle w:val="libNormal0"/>
      </w:pPr>
      <w:r>
        <w:t>'alâ dzâlika minasy-syahidîn, Allâhumma lakal hamdu</w:t>
      </w:r>
    </w:p>
    <w:p w:rsidR="00FA2C64" w:rsidRDefault="00FA2C64" w:rsidP="00FA2C64">
      <w:pPr>
        <w:pStyle w:val="libNormal0"/>
      </w:pPr>
      <w:r>
        <w:t>walakal majdu walakal 'izzu walakal fakhru, walakal</w:t>
      </w:r>
    </w:p>
    <w:p w:rsidR="00FA2C64" w:rsidRDefault="00FA2C64" w:rsidP="00FA2C64">
      <w:pPr>
        <w:pStyle w:val="libNormal0"/>
      </w:pPr>
      <w:r>
        <w:t>qohru walakan-ni'matu</w:t>
      </w:r>
    </w:p>
    <w:p w:rsidR="00FA2C64" w:rsidRDefault="00FA2C64" w:rsidP="00FA2C64">
      <w:pPr>
        <w:pStyle w:val="libNormal0"/>
      </w:pPr>
      <w:r>
        <w:t>Allah menyatakan bahwasanya tidak ada Tuhan</w:t>
      </w:r>
    </w:p>
    <w:p w:rsidR="00FA2C64" w:rsidRDefault="00FA2C64" w:rsidP="00FA2C64">
      <w:pPr>
        <w:pStyle w:val="libNormal0"/>
      </w:pPr>
      <w:r>
        <w:t>yang berhak disembah melainkan Dia, Yang</w:t>
      </w:r>
    </w:p>
    <w:p w:rsidR="00FA2C64" w:rsidRDefault="00FA2C64" w:rsidP="00FA2C64">
      <w:pPr>
        <w:pStyle w:val="libNormal0"/>
      </w:pPr>
      <w:r>
        <w:t>menegakkan keadilan. Para malaikat dan orang-orang</w:t>
      </w:r>
    </w:p>
    <w:p w:rsidR="00FA2C64" w:rsidRDefault="00FA2C64" w:rsidP="00FA2C64">
      <w:pPr>
        <w:pStyle w:val="libNormal0"/>
      </w:pPr>
      <w:r>
        <w:t>yang berilmu [juga menyatakan yang demikian itu]. Tak</w:t>
      </w:r>
    </w:p>
    <w:p w:rsidR="00FA2C64" w:rsidRDefault="00FA2C64" w:rsidP="00FA2C64">
      <w:pPr>
        <w:pStyle w:val="libNormal0"/>
      </w:pPr>
      <w:r>
        <w:t>ada Tuhan melainkan Dia, Yang Maha Perkasa lagi</w:t>
      </w:r>
    </w:p>
    <w:p w:rsidR="00FA2C64" w:rsidRDefault="00FA2C64" w:rsidP="00FA2C64">
      <w:pPr>
        <w:pStyle w:val="libNormal0"/>
      </w:pPr>
      <w:r>
        <w:t>Maha Bijaksana. Dan para rasul-Nya yang mulia juga</w:t>
      </w:r>
    </w:p>
    <w:p w:rsidR="00FA2C64" w:rsidRDefault="00FA2C64" w:rsidP="00FA2C64">
      <w:pPr>
        <w:pStyle w:val="libNormal0"/>
      </w:pPr>
      <w:r>
        <w:t>menyampaikan hal tersebut, dan aku termasuk orangorang yang bersaksi atas hal itu. Ya Allah bagi-Mu</w:t>
      </w:r>
    </w:p>
    <w:p w:rsidR="00FA2C64" w:rsidRDefault="00FA2C64" w:rsidP="00FA2C64">
      <w:pPr>
        <w:pStyle w:val="libNormal0"/>
      </w:pPr>
      <w:r>
        <w:t>pujian dan kehormatan, Bagi-Mu kemuliaan dan</w:t>
      </w:r>
    </w:p>
    <w:p w:rsidR="00FA2C64" w:rsidRDefault="00FA2C64" w:rsidP="00EC1609">
      <w:pPr>
        <w:pStyle w:val="libNormal0"/>
      </w:pPr>
      <w:r>
        <w:t>kebanggaan, Bagi-Mu keperkasaan dan nikmat,</w:t>
      </w:r>
    </w:p>
    <w:p w:rsidR="00EC1609" w:rsidRPr="00EC1609" w:rsidRDefault="00EC1609" w:rsidP="00EC1609">
      <w:pPr>
        <w:pStyle w:val="libNormal"/>
      </w:pPr>
    </w:p>
    <w:p w:rsidR="00FA2C64" w:rsidRDefault="00FA2C64" w:rsidP="00FA2C64">
      <w:pPr>
        <w:pStyle w:val="libNormal0"/>
      </w:pPr>
      <w:r>
        <w:t>walakal 'adhomatu walakar-rohmatu, walakal</w:t>
      </w:r>
    </w:p>
    <w:p w:rsidR="00FA2C64" w:rsidRDefault="00FA2C64" w:rsidP="00FA2C64">
      <w:pPr>
        <w:pStyle w:val="libNormal0"/>
      </w:pPr>
      <w:r>
        <w:t>mahabbatu, walakas-sulthônu, walakal bahâ-u</w:t>
      </w:r>
    </w:p>
    <w:p w:rsidR="00FA2C64" w:rsidRDefault="00FA2C64" w:rsidP="00FA2C64">
      <w:pPr>
        <w:pStyle w:val="libNormal0"/>
      </w:pPr>
      <w:r>
        <w:t>walakal imtinânu, walakat-tasbîhu, walakat-taqdîsu</w:t>
      </w:r>
    </w:p>
    <w:p w:rsidR="00FA2C64" w:rsidRDefault="00FA2C64" w:rsidP="00FA2C64">
      <w:pPr>
        <w:pStyle w:val="libNormal0"/>
      </w:pPr>
      <w:r>
        <w:lastRenderedPageBreak/>
        <w:t>walakat-tahlîlu, walakat-takbîru, walaka mâ yurô</w:t>
      </w:r>
    </w:p>
    <w:p w:rsidR="00FA2C64" w:rsidRDefault="00FA2C64" w:rsidP="00FA2C64">
      <w:pPr>
        <w:pStyle w:val="libNormal0"/>
      </w:pPr>
      <w:r>
        <w:t>walaka mâ lâ yurô, walaka mâ fauqos-samâwâtil 'ulâ</w:t>
      </w:r>
    </w:p>
    <w:p w:rsidR="00FA2C64" w:rsidRDefault="00FA2C64" w:rsidP="00FA2C64">
      <w:pPr>
        <w:pStyle w:val="libNormal0"/>
      </w:pPr>
      <w:r>
        <w:t>walaka mâ tahtats-tsurô, walakal arodhûnas-suflâ,</w:t>
      </w:r>
    </w:p>
    <w:p w:rsidR="00FA2C64" w:rsidRDefault="00FA2C64" w:rsidP="00FA2C64">
      <w:pPr>
        <w:pStyle w:val="libNormal0"/>
      </w:pPr>
      <w:r>
        <w:t>walakal âkhirotu wal ûlâ</w:t>
      </w:r>
    </w:p>
    <w:p w:rsidR="00FA2C64" w:rsidRDefault="00FA2C64" w:rsidP="00FA2C64">
      <w:pPr>
        <w:pStyle w:val="libNormal0"/>
      </w:pPr>
      <w:r>
        <w:t>Bagi-Mu kebesaran dan rahmat, Bagi-Mu</w:t>
      </w:r>
    </w:p>
    <w:p w:rsidR="00FA2C64" w:rsidRDefault="00FA2C64" w:rsidP="00FA2C64">
      <w:pPr>
        <w:pStyle w:val="libNormal0"/>
      </w:pPr>
      <w:r>
        <w:t>kewibawaan dan kekuasaan, Bagi-Mu keindahan dan</w:t>
      </w:r>
    </w:p>
    <w:p w:rsidR="00FA2C64" w:rsidRDefault="00FA2C64" w:rsidP="00FA2C64">
      <w:pPr>
        <w:pStyle w:val="libNormal0"/>
      </w:pPr>
      <w:r>
        <w:t>karunia, Bagi-Mu tasbih dan penyucian, Bagi-Mu tahlil</w:t>
      </w:r>
    </w:p>
    <w:p w:rsidR="00FA2C64" w:rsidRDefault="00FA2C64" w:rsidP="00FA2C64">
      <w:pPr>
        <w:pStyle w:val="libNormal0"/>
      </w:pPr>
      <w:r>
        <w:t>dan takbir, Bagi-Mu apa yang dilihat dan apa yang tak</w:t>
      </w:r>
    </w:p>
    <w:p w:rsidR="00FA2C64" w:rsidRDefault="00FA2C64" w:rsidP="00FA2C64">
      <w:pPr>
        <w:pStyle w:val="libNormal0"/>
      </w:pPr>
      <w:r>
        <w:t>dilihat, Bagi-Mu apa yang ada di atas langit yang tinggi</w:t>
      </w:r>
    </w:p>
    <w:p w:rsidR="00FA2C64" w:rsidRDefault="00FA2C64" w:rsidP="00FA2C64">
      <w:pPr>
        <w:pStyle w:val="libNormal0"/>
      </w:pPr>
      <w:r>
        <w:t>dan apa yang ada di bawah tanah, Bagi-Mu bumi-bumi</w:t>
      </w:r>
    </w:p>
    <w:p w:rsidR="00FA2C64" w:rsidRDefault="00FA2C64" w:rsidP="00EC1609">
      <w:pPr>
        <w:pStyle w:val="libNormal0"/>
      </w:pPr>
      <w:r>
        <w:t>yang rendah dan bagi-Mu akhirat dan dunia,</w:t>
      </w:r>
    </w:p>
    <w:p w:rsidR="00EC1609" w:rsidRPr="00EC1609" w:rsidRDefault="00EC1609" w:rsidP="00EC1609">
      <w:pPr>
        <w:pStyle w:val="libNormal"/>
      </w:pPr>
    </w:p>
    <w:p w:rsidR="00FA2C64" w:rsidRDefault="00FA2C64" w:rsidP="00FA2C64">
      <w:pPr>
        <w:pStyle w:val="libNormal0"/>
      </w:pPr>
      <w:r>
        <w:t>Walaka mâ tardhô bihî minats-tsanâ-i wal hamdi</w:t>
      </w:r>
    </w:p>
    <w:p w:rsidR="00FA2C64" w:rsidRDefault="00FA2C64" w:rsidP="00FA2C64">
      <w:pPr>
        <w:pStyle w:val="libNormal0"/>
      </w:pPr>
      <w:r>
        <w:t>wasy-syukri wan-na'mâ-i, allâhumma sholli 'alâ</w:t>
      </w:r>
    </w:p>
    <w:p w:rsidR="00FA2C64" w:rsidRDefault="00FA2C64" w:rsidP="00FA2C64">
      <w:pPr>
        <w:pStyle w:val="libNormal0"/>
      </w:pPr>
      <w:r>
        <w:t>Jibrô-îla amînika 'alâ wahyika wal qowiyyi 'alâ</w:t>
      </w:r>
    </w:p>
    <w:p w:rsidR="00FA2C64" w:rsidRDefault="00FA2C64" w:rsidP="00FA2C64">
      <w:pPr>
        <w:pStyle w:val="libNormal0"/>
      </w:pPr>
      <w:r>
        <w:t>amrika wal muthô-i fî samâwâ tika wamahalli</w:t>
      </w:r>
    </w:p>
    <w:p w:rsidR="00FA2C64" w:rsidRDefault="00FA2C64" w:rsidP="00FA2C64">
      <w:pPr>
        <w:pStyle w:val="libNormal0"/>
      </w:pPr>
      <w:r>
        <w:t>karômatikal mutahammili likalimâtikan-nâshiri li</w:t>
      </w:r>
    </w:p>
    <w:p w:rsidR="00FA2C64" w:rsidRDefault="00FA2C64" w:rsidP="00FA2C64">
      <w:pPr>
        <w:pStyle w:val="libNormal0"/>
      </w:pPr>
      <w:r>
        <w:t>ambiyâ-ikal mudam-miri li a'dâ-ika,</w:t>
      </w:r>
    </w:p>
    <w:p w:rsidR="00FA2C64" w:rsidRDefault="00FA2C64" w:rsidP="00FA2C64">
      <w:pPr>
        <w:pStyle w:val="libNormal0"/>
      </w:pPr>
      <w:r>
        <w:t>Bagi-Mu apa yang Engkau sukai dari sanjungan dan</w:t>
      </w:r>
    </w:p>
    <w:p w:rsidR="00FA2C64" w:rsidRDefault="00FA2C64" w:rsidP="00FA2C64">
      <w:pPr>
        <w:pStyle w:val="libNormal0"/>
      </w:pPr>
      <w:r>
        <w:t>pujian, syukur dan nikmat Ya Allah sampaikan</w:t>
      </w:r>
    </w:p>
    <w:p w:rsidR="00FA2C64" w:rsidRDefault="00FA2C64" w:rsidP="00FA2C64">
      <w:pPr>
        <w:pStyle w:val="libNormal0"/>
      </w:pPr>
      <w:r>
        <w:t>shalawat kepada Jibril, makhluk kepercayaan-Mu</w:t>
      </w:r>
    </w:p>
    <w:p w:rsidR="00FA2C64" w:rsidRDefault="00FA2C64" w:rsidP="00FA2C64">
      <w:pPr>
        <w:pStyle w:val="libNormal0"/>
      </w:pPr>
      <w:r>
        <w:t>untuk menyampaikan wahyu-Mu, yang tegar dalam</w:t>
      </w:r>
    </w:p>
    <w:p w:rsidR="00FA2C64" w:rsidRDefault="00FA2C64" w:rsidP="00FA2C64">
      <w:pPr>
        <w:pStyle w:val="libNormal0"/>
      </w:pPr>
      <w:r>
        <w:t>menjalankan perintah-Mu dan yang ditaati di langit-Mu,</w:t>
      </w:r>
    </w:p>
    <w:p w:rsidR="00FA2C64" w:rsidRDefault="00FA2C64" w:rsidP="00FA2C64">
      <w:pPr>
        <w:pStyle w:val="libNormal0"/>
      </w:pPr>
      <w:r>
        <w:t>Tempat kemuliaan-Mu, yang membawa kalimatkalimat-Mu, Yang membantu para nabi-Mu dan yang</w:t>
      </w:r>
    </w:p>
    <w:p w:rsidR="00FA2C64" w:rsidRDefault="00FA2C64" w:rsidP="00EC1609">
      <w:pPr>
        <w:pStyle w:val="libNormal0"/>
      </w:pPr>
      <w:r>
        <w:t>menghancurkan musuh-musuh-Mu,</w:t>
      </w:r>
    </w:p>
    <w:p w:rsidR="00EC1609" w:rsidRPr="00EC1609" w:rsidRDefault="00EC1609" w:rsidP="00EC1609">
      <w:pPr>
        <w:pStyle w:val="libNormal"/>
      </w:pPr>
    </w:p>
    <w:p w:rsidR="00FA2C64" w:rsidRDefault="00FA2C64" w:rsidP="00FA2C64">
      <w:pPr>
        <w:pStyle w:val="libNormal0"/>
      </w:pPr>
      <w:r>
        <w:t>allâhumma sholli 'alâ Mîkâ-îl malaki rohmatika wal</w:t>
      </w:r>
    </w:p>
    <w:p w:rsidR="00FA2C64" w:rsidRDefault="00FA2C64" w:rsidP="00FA2C64">
      <w:pPr>
        <w:pStyle w:val="libNormal0"/>
      </w:pPr>
      <w:r>
        <w:t>makhlûki liro'fatika wal mus-tagh firil mu'îni li ahli</w:t>
      </w:r>
    </w:p>
    <w:p w:rsidR="00FA2C64" w:rsidRDefault="00FA2C64" w:rsidP="00FA2C64">
      <w:pPr>
        <w:pStyle w:val="libNormal0"/>
      </w:pPr>
      <w:r>
        <w:t>thô'atik, allâhumma sholli 'alâ Isrôfîla hâmili 'arsyika</w:t>
      </w:r>
    </w:p>
    <w:p w:rsidR="00FA2C64" w:rsidRDefault="00FA2C64" w:rsidP="00FA2C64">
      <w:pPr>
        <w:pStyle w:val="libNormal0"/>
      </w:pPr>
      <w:r>
        <w:t>washâhibish-shûril muntadhiri li amrikal wajilil</w:t>
      </w:r>
    </w:p>
    <w:p w:rsidR="00FA2C64" w:rsidRDefault="00FA2C64" w:rsidP="00FA2C64">
      <w:pPr>
        <w:pStyle w:val="libNormal0"/>
      </w:pPr>
      <w:r>
        <w:t>musyfiqi min khoyfatika, allâhumma sholli 'alâ</w:t>
      </w:r>
    </w:p>
    <w:p w:rsidR="00FA2C64" w:rsidRDefault="00FA2C64" w:rsidP="00FA2C64">
      <w:pPr>
        <w:pStyle w:val="libNormal0"/>
      </w:pPr>
      <w:r>
        <w:t>hamalatil 'arsyith-thôhirîna wa 'alas-safarotil kirômil</w:t>
      </w:r>
    </w:p>
    <w:p w:rsidR="00FA2C64" w:rsidRDefault="00FA2C64" w:rsidP="00FA2C64">
      <w:pPr>
        <w:pStyle w:val="libNormal0"/>
      </w:pPr>
      <w:r>
        <w:t>barorotith-thoyyibîna</w:t>
      </w:r>
    </w:p>
    <w:p w:rsidR="00FA2C64" w:rsidRDefault="00FA2C64" w:rsidP="00FA2C64">
      <w:pPr>
        <w:pStyle w:val="libNormal0"/>
      </w:pPr>
      <w:r>
        <w:t>Ya Allah sampaikan shalawat kepada Mikail,</w:t>
      </w:r>
    </w:p>
    <w:p w:rsidR="00FA2C64" w:rsidRDefault="00FA2C64" w:rsidP="00FA2C64">
      <w:pPr>
        <w:pStyle w:val="libNormal0"/>
      </w:pPr>
      <w:r>
        <w:t>malaikat pembawa rahmat-Mu, yang mencerminkan</w:t>
      </w:r>
    </w:p>
    <w:p w:rsidR="00FA2C64" w:rsidRDefault="00FA2C64" w:rsidP="00FA2C64">
      <w:pPr>
        <w:pStyle w:val="libNormal0"/>
      </w:pPr>
      <w:r>
        <w:lastRenderedPageBreak/>
        <w:t>kasih sayang-Mu yang memintakan ampunan dan</w:t>
      </w:r>
    </w:p>
    <w:p w:rsidR="00FA2C64" w:rsidRDefault="00FA2C64" w:rsidP="00FA2C64">
      <w:pPr>
        <w:pStyle w:val="libNormal0"/>
      </w:pPr>
      <w:r>
        <w:t>membantu orang-orang yang menaati perintah-Mu, Ya</w:t>
      </w:r>
    </w:p>
    <w:p w:rsidR="00FA2C64" w:rsidRDefault="00FA2C64" w:rsidP="00FA2C64">
      <w:pPr>
        <w:pStyle w:val="libNormal0"/>
      </w:pPr>
      <w:r>
        <w:t>Allah sampaikan shalawat kepada Israfil, pembawa</w:t>
      </w:r>
    </w:p>
    <w:p w:rsidR="00FA2C64" w:rsidRDefault="00FA2C64" w:rsidP="00FA2C64">
      <w:pPr>
        <w:pStyle w:val="libNormal0"/>
      </w:pPr>
      <w:r>
        <w:t>arsy-Mu, pemilik gambar, yang menanti-nanti perintahMu, yang takut lagi penyayang karena rasa takut</w:t>
      </w:r>
    </w:p>
    <w:p w:rsidR="00FA2C64" w:rsidRDefault="00FA2C64" w:rsidP="00FA2C64">
      <w:pPr>
        <w:pStyle w:val="libNormal0"/>
      </w:pPr>
      <w:r>
        <w:t>kepada-Mu, Ya Allah sampaikan shalawat kepada para67</w:t>
      </w:r>
    </w:p>
    <w:p w:rsidR="00FA2C64" w:rsidRDefault="00FA2C64" w:rsidP="00FA2C64">
      <w:pPr>
        <w:pStyle w:val="libNormal0"/>
      </w:pPr>
      <w:r>
        <w:t>pembawa arsy yang suci dan kepada para malaikat</w:t>
      </w:r>
    </w:p>
    <w:p w:rsidR="00EC1609" w:rsidRDefault="00FA2C64" w:rsidP="00EC1609">
      <w:pPr>
        <w:pStyle w:val="libNormal0"/>
      </w:pPr>
      <w:r>
        <w:t>yang mulia dan baik</w:t>
      </w:r>
    </w:p>
    <w:p w:rsidR="00EC1609" w:rsidRPr="00EC1609" w:rsidRDefault="00EC1609" w:rsidP="00EC1609">
      <w:pPr>
        <w:pStyle w:val="libNormal"/>
      </w:pPr>
    </w:p>
    <w:p w:rsidR="00FA2C64" w:rsidRPr="00E36F01" w:rsidRDefault="00FA2C64" w:rsidP="00FA2C64">
      <w:pPr>
        <w:pStyle w:val="libNormal0"/>
      </w:pPr>
      <w:r>
        <w:t xml:space="preserve"> </w:t>
      </w:r>
      <w:r w:rsidRPr="00E36F01">
        <w:rPr>
          <w:rFonts w:ascii="Sakkal Majalla" w:hAnsi="Sakkal Majalla" w:cs="Sakkal Majalla"/>
          <w:rtl/>
        </w:rPr>
        <w:t>ْ</w:t>
      </w:r>
    </w:p>
    <w:p w:rsidR="00FA2C64" w:rsidRDefault="00FA2C64" w:rsidP="00FA2C64">
      <w:pPr>
        <w:pStyle w:val="libNormal0"/>
      </w:pPr>
      <w:r>
        <w:t>Wa'alâ malâ-ikatikal kirômil kâtibîna wa'alâ malâ-</w:t>
      </w:r>
    </w:p>
    <w:p w:rsidR="00FA2C64" w:rsidRDefault="00FA2C64" w:rsidP="00FA2C64">
      <w:pPr>
        <w:pStyle w:val="libNormal0"/>
      </w:pPr>
      <w:r>
        <w:t>ikatil jinâni wa khozanatin-nîrôni, wamalakil mauti</w:t>
      </w:r>
    </w:p>
    <w:p w:rsidR="00FA2C64" w:rsidRDefault="00FA2C64" w:rsidP="00FA2C64">
      <w:pPr>
        <w:pStyle w:val="libNormal0"/>
      </w:pPr>
      <w:r>
        <w:t>wal a'wâni yâ dzal jalâli wal ikrôm, allâhumma sholli</w:t>
      </w:r>
    </w:p>
    <w:p w:rsidR="00FA2C64" w:rsidRDefault="00FA2C64" w:rsidP="00FA2C64">
      <w:pPr>
        <w:pStyle w:val="libNormal0"/>
      </w:pPr>
      <w:r>
        <w:t>'alâ abînâ âdama badî'a fith-rotikal ladzî karromtahû</w:t>
      </w:r>
    </w:p>
    <w:p w:rsidR="00FA2C64" w:rsidRDefault="00FA2C64" w:rsidP="00FA2C64">
      <w:pPr>
        <w:pStyle w:val="libNormal0"/>
      </w:pPr>
      <w:r>
        <w:t>bisujûdi malâ-ikatika wa abahtahu jannatika,</w:t>
      </w:r>
    </w:p>
    <w:p w:rsidR="00FA2C64" w:rsidRDefault="00FA2C64" w:rsidP="00FA2C64">
      <w:pPr>
        <w:pStyle w:val="libNormal0"/>
      </w:pPr>
      <w:r>
        <w:t>Dan kepada para malaikat yang mulia yang mencacat</w:t>
      </w:r>
    </w:p>
    <w:p w:rsidR="00FA2C64" w:rsidRDefault="00FA2C64" w:rsidP="00FA2C64">
      <w:pPr>
        <w:pStyle w:val="libNormal0"/>
      </w:pPr>
      <w:r>
        <w:t>amal manusia, Kepada para malaikat penjaga surga dan</w:t>
      </w:r>
    </w:p>
    <w:p w:rsidR="00FA2C64" w:rsidRDefault="00FA2C64" w:rsidP="00FA2C64">
      <w:pPr>
        <w:pStyle w:val="libNormal0"/>
      </w:pPr>
      <w:r>
        <w:t>pengawal neraka dan malaikat maut dan para pembantu,</w:t>
      </w:r>
    </w:p>
    <w:p w:rsidR="00FA2C64" w:rsidRDefault="00FA2C64" w:rsidP="00FA2C64">
      <w:pPr>
        <w:pStyle w:val="libNormal0"/>
      </w:pPr>
      <w:r>
        <w:t>Wahai Zat Yang Mahabesar dan Maha Pemberi</w:t>
      </w:r>
    </w:p>
    <w:p w:rsidR="00FA2C64" w:rsidRDefault="00FA2C64" w:rsidP="00FA2C64">
      <w:pPr>
        <w:pStyle w:val="libNormal0"/>
      </w:pPr>
      <w:r>
        <w:t>kemuliaan. Ya Allah sampaikan shalawat kepada ayah</w:t>
      </w:r>
    </w:p>
    <w:p w:rsidR="00FA2C64" w:rsidRDefault="00FA2C64" w:rsidP="00FA2C64">
      <w:pPr>
        <w:pStyle w:val="libNormal0"/>
      </w:pPr>
      <w:r>
        <w:t>kami Adam, ciptaan-Mu yang pertama, Yang Engkau</w:t>
      </w:r>
    </w:p>
    <w:p w:rsidR="00FA2C64" w:rsidRDefault="00FA2C64" w:rsidP="00FA2C64">
      <w:pPr>
        <w:pStyle w:val="libNormal0"/>
      </w:pPr>
      <w:r>
        <w:t>memuliakannya dengan sujudnya para malaikat-Mu dan</w:t>
      </w:r>
    </w:p>
    <w:p w:rsidR="00FA2C64" w:rsidRDefault="00FA2C64" w:rsidP="00EC1609">
      <w:pPr>
        <w:pStyle w:val="libNormal0"/>
      </w:pPr>
      <w:r>
        <w:t>Engkau menempatkannya di surga-Mu,</w:t>
      </w:r>
    </w:p>
    <w:p w:rsidR="00EC1609" w:rsidRPr="00EC1609" w:rsidRDefault="00EC1609" w:rsidP="00EC1609">
      <w:pPr>
        <w:pStyle w:val="libNormal"/>
      </w:pPr>
    </w:p>
    <w:p w:rsidR="00FA2C64" w:rsidRDefault="00FA2C64" w:rsidP="00FA2C64">
      <w:pPr>
        <w:pStyle w:val="libNormal0"/>
      </w:pPr>
      <w:r>
        <w:t>allâhumma sholli 'alâ ummanâ hawwâ-il muthohharoti minar-rijsal mushoffâti minad-danasil mufadhdholati minal insil mutaroddidati bayna mahallil</w:t>
      </w:r>
    </w:p>
    <w:p w:rsidR="00FA2C64" w:rsidRDefault="00FA2C64" w:rsidP="00FA2C64">
      <w:pPr>
        <w:pStyle w:val="libNormal0"/>
      </w:pPr>
      <w:r>
        <w:t>qudsi, allâhumma sholli 'alâ Hâbîl, wa Syîsin, wa</w:t>
      </w:r>
    </w:p>
    <w:p w:rsidR="00FA2C64" w:rsidRDefault="00FA2C64" w:rsidP="00FA2C64">
      <w:pPr>
        <w:pStyle w:val="libNormal0"/>
      </w:pPr>
      <w:r>
        <w:t>Idrîsa, wa Nûhin, wa Hudin, wa Solihin, wa Ibrôhima,</w:t>
      </w:r>
    </w:p>
    <w:p w:rsidR="00FA2C64" w:rsidRDefault="00FA2C64" w:rsidP="00FA2C64">
      <w:pPr>
        <w:pStyle w:val="libNormal0"/>
      </w:pPr>
      <w:r>
        <w:t>wa Ismâ'îla, wa Ishâk, wa Ya`kûb, wa Yûsuf, wal as</w:t>
      </w:r>
    </w:p>
    <w:p w:rsidR="00FA2C64" w:rsidRDefault="00FA2C64" w:rsidP="00FA2C64">
      <w:pPr>
        <w:pStyle w:val="libNormal0"/>
      </w:pPr>
      <w:r>
        <w:t>bâthi wa Lûthin, wa Syu'aib, wa Ayûb,</w:t>
      </w:r>
    </w:p>
    <w:p w:rsidR="00FA2C64" w:rsidRDefault="00FA2C64" w:rsidP="00FA2C64">
      <w:pPr>
        <w:pStyle w:val="libNormal0"/>
      </w:pPr>
      <w:r>
        <w:t>Ya Allah sampaikan shalawat kepada Ibu kami,</w:t>
      </w:r>
    </w:p>
    <w:p w:rsidR="00FA2C64" w:rsidRDefault="00FA2C64" w:rsidP="00FA2C64">
      <w:pPr>
        <w:pStyle w:val="libNormal0"/>
      </w:pPr>
      <w:r>
        <w:t>Hawwa', yang suci dari segala kenistaan, yang bersih</w:t>
      </w:r>
    </w:p>
    <w:p w:rsidR="00FA2C64" w:rsidRDefault="00FA2C64" w:rsidP="00FA2C64">
      <w:pPr>
        <w:pStyle w:val="libNormal0"/>
      </w:pPr>
      <w:r>
        <w:t>dari segala kesalahan, yang diutamakan dari jin, yang</w:t>
      </w:r>
    </w:p>
    <w:p w:rsidR="00FA2C64" w:rsidRDefault="00FA2C64" w:rsidP="00FA2C64">
      <w:pPr>
        <w:pStyle w:val="libNormal0"/>
      </w:pPr>
      <w:r>
        <w:t>berlalu-lalang di antara tempat-tempat yang suci, Ya</w:t>
      </w:r>
    </w:p>
    <w:p w:rsidR="00FA2C64" w:rsidRDefault="00FA2C64" w:rsidP="00FA2C64">
      <w:pPr>
        <w:pStyle w:val="libNormal0"/>
      </w:pPr>
      <w:r>
        <w:t>Allah sampaikan shalawat kepada Habil, Syis, Idris,</w:t>
      </w:r>
    </w:p>
    <w:p w:rsidR="00FA2C64" w:rsidRDefault="00FA2C64" w:rsidP="00FA2C64">
      <w:pPr>
        <w:pStyle w:val="libNormal0"/>
      </w:pPr>
      <w:r>
        <w:lastRenderedPageBreak/>
        <w:t>Nuh, Hud, Saleh, Ibrahim, Ismail, Ishak, Ya`kub,</w:t>
      </w:r>
    </w:p>
    <w:p w:rsidR="00FA2C64" w:rsidRDefault="00FA2C64" w:rsidP="00197E55">
      <w:pPr>
        <w:pStyle w:val="libNormal0"/>
      </w:pPr>
      <w:r>
        <w:t>Yusuf, dan para cucu mereka, dan Luth, Syuaib, Ayub,</w:t>
      </w:r>
    </w:p>
    <w:p w:rsidR="00197E55" w:rsidRPr="00197E55" w:rsidRDefault="00197E55" w:rsidP="00197E55">
      <w:pPr>
        <w:pStyle w:val="libNormal"/>
      </w:pPr>
    </w:p>
    <w:p w:rsidR="00FA2C64" w:rsidRDefault="00FA2C64" w:rsidP="00FA2C64">
      <w:pPr>
        <w:pStyle w:val="libNormal0"/>
      </w:pPr>
      <w:r>
        <w:t>Wa Mûsâ, wa Harûna, wa Yusa`a, wa Misyâ, wal</w:t>
      </w:r>
    </w:p>
    <w:p w:rsidR="00FA2C64" w:rsidRDefault="00FA2C64" w:rsidP="00FA2C64">
      <w:pPr>
        <w:pStyle w:val="libNormal0"/>
      </w:pPr>
      <w:r>
        <w:t>Hidhri, wa Dzil Qornaini, wa Yûnusa, wa Ilyâsa, wal</w:t>
      </w:r>
    </w:p>
    <w:p w:rsidR="00FA2C64" w:rsidRDefault="00FA2C64" w:rsidP="00FA2C64">
      <w:pPr>
        <w:pStyle w:val="libNormal0"/>
      </w:pPr>
      <w:r>
        <w:t>Yasa'a, wa Dzil Kifli, wa Thôlut, wa Dâwûd, wa</w:t>
      </w:r>
    </w:p>
    <w:p w:rsidR="00FA2C64" w:rsidRDefault="00FA2C64" w:rsidP="00FA2C64">
      <w:pPr>
        <w:pStyle w:val="libNormal0"/>
      </w:pPr>
      <w:r>
        <w:t>Sulaimân, wa Zakariâ, wa Sya`yâ, wa Yahyâ, wa</w:t>
      </w:r>
    </w:p>
    <w:p w:rsidR="00FA2C64" w:rsidRDefault="00FA2C64" w:rsidP="00FA2C64">
      <w:pPr>
        <w:pStyle w:val="libNormal0"/>
      </w:pPr>
      <w:r>
        <w:t>Turakha, wa Matâ, wa Irmiyâ, wa Haiquqo, wa</w:t>
      </w:r>
    </w:p>
    <w:p w:rsidR="00FA2C64" w:rsidRDefault="00FA2C64" w:rsidP="00FA2C64">
      <w:pPr>
        <w:pStyle w:val="libNormal0"/>
      </w:pPr>
      <w:r>
        <w:t>Dâniyâla, wa 'Uzair, wa Îsâ, wa Syam`un, wa Jirjîsa,</w:t>
      </w:r>
    </w:p>
    <w:p w:rsidR="00FA2C64" w:rsidRDefault="00FA2C64" w:rsidP="00FA2C64">
      <w:pPr>
        <w:pStyle w:val="libNormal0"/>
      </w:pPr>
      <w:r>
        <w:t>wal Hawâriyyîna wal atbâ'i, wa Khalidin, wa</w:t>
      </w:r>
    </w:p>
    <w:p w:rsidR="00FA2C64" w:rsidRDefault="00FA2C64" w:rsidP="00FA2C64">
      <w:pPr>
        <w:pStyle w:val="libNormal0"/>
      </w:pPr>
      <w:r>
        <w:t>Handholata, wa Luqmân</w:t>
      </w:r>
    </w:p>
    <w:p w:rsidR="00FA2C64" w:rsidRDefault="00FA2C64" w:rsidP="00FA2C64">
      <w:pPr>
        <w:pStyle w:val="libNormal0"/>
      </w:pPr>
      <w:r>
        <w:t>Musa, Harun, Yusa`, Misya, Hidhr, Dzul Qornaini,</w:t>
      </w:r>
    </w:p>
    <w:p w:rsidR="00FA2C64" w:rsidRDefault="00FA2C64" w:rsidP="00FA2C64">
      <w:pPr>
        <w:pStyle w:val="libNormal0"/>
      </w:pPr>
      <w:r>
        <w:t>Yuunus, Ilyaasa, Yasa'a, Dzil Kifli, Thalut, Dawud,</w:t>
      </w:r>
    </w:p>
    <w:p w:rsidR="00FA2C64" w:rsidRDefault="00FA2C64" w:rsidP="00FA2C64">
      <w:pPr>
        <w:pStyle w:val="libNormal0"/>
      </w:pPr>
      <w:r>
        <w:t>Sulaiman, Zakaria, Sya`ya, Yahya, Turakha, Matta,</w:t>
      </w:r>
    </w:p>
    <w:p w:rsidR="00FA2C64" w:rsidRDefault="00FA2C64" w:rsidP="00FA2C64">
      <w:pPr>
        <w:pStyle w:val="libNormal0"/>
      </w:pPr>
      <w:r>
        <w:t>Irmiya, Haiquq, Daniyal, Uzair, Isa, Syam`un, Jirjisa,</w:t>
      </w:r>
    </w:p>
    <w:p w:rsidR="00FA2C64" w:rsidRDefault="00FA2C64" w:rsidP="00FA2C64">
      <w:pPr>
        <w:pStyle w:val="libNormal0"/>
      </w:pPr>
      <w:r>
        <w:t>dan kaum Hawariyun beserta para pengikut, dan Khalid,</w:t>
      </w:r>
    </w:p>
    <w:p w:rsidR="00FA2C64" w:rsidRDefault="00FA2C64" w:rsidP="00197E55">
      <w:pPr>
        <w:pStyle w:val="libNormal0"/>
      </w:pPr>
      <w:r>
        <w:t>Handholah, dan Luqman</w:t>
      </w:r>
    </w:p>
    <w:p w:rsidR="00197E55" w:rsidRPr="00197E55" w:rsidRDefault="00197E55" w:rsidP="00197E55">
      <w:pPr>
        <w:pStyle w:val="libNormal"/>
      </w:pPr>
    </w:p>
    <w:p w:rsidR="00FA2C64" w:rsidRDefault="00FA2C64" w:rsidP="00FA2C64">
      <w:pPr>
        <w:pStyle w:val="libNormal0"/>
      </w:pPr>
      <w:r>
        <w:t>allâhumma sholli 'alâ Muhammad wa âli Muhammad,</w:t>
      </w:r>
    </w:p>
    <w:p w:rsidR="00FA2C64" w:rsidRDefault="00FA2C64" w:rsidP="00FA2C64">
      <w:pPr>
        <w:pStyle w:val="libNormal0"/>
      </w:pPr>
      <w:r>
        <w:t>warham Muhammad wa âli Muhammad, wabârik 'alâ</w:t>
      </w:r>
    </w:p>
    <w:p w:rsidR="00FA2C64" w:rsidRDefault="00FA2C64" w:rsidP="00FA2C64">
      <w:pPr>
        <w:pStyle w:val="libNormal0"/>
      </w:pPr>
      <w:r>
        <w:t>Muhammad wa âli Muhammad, kamâ shollayta</w:t>
      </w:r>
    </w:p>
    <w:p w:rsidR="00FA2C64" w:rsidRDefault="00FA2C64" w:rsidP="00FA2C64">
      <w:pPr>
        <w:pStyle w:val="libNormal0"/>
      </w:pPr>
      <w:r>
        <w:t>warohimta wabârokta 'alâ Ibrôhim wa âli Ibrôhim</w:t>
      </w:r>
    </w:p>
    <w:p w:rsidR="00FA2C64" w:rsidRDefault="00FA2C64" w:rsidP="00FA2C64">
      <w:pPr>
        <w:pStyle w:val="libNormal0"/>
      </w:pPr>
      <w:r>
        <w:t>innaka hamîdum majîd, allâhumma sholli 'alal</w:t>
      </w:r>
    </w:p>
    <w:p w:rsidR="00FA2C64" w:rsidRDefault="00FA2C64" w:rsidP="00FA2C64">
      <w:pPr>
        <w:pStyle w:val="libNormal0"/>
      </w:pPr>
      <w:r>
        <w:t>aushiyâ-i was-su'adâ-i was-suhadâ-i wa aimmatil</w:t>
      </w:r>
    </w:p>
    <w:p w:rsidR="00FA2C64" w:rsidRDefault="00FA2C64" w:rsidP="00FA2C64">
      <w:pPr>
        <w:pStyle w:val="libNormal0"/>
      </w:pPr>
      <w:r>
        <w:t>hudâ</w:t>
      </w:r>
    </w:p>
    <w:p w:rsidR="00FA2C64" w:rsidRDefault="00FA2C64" w:rsidP="00FA2C64">
      <w:pPr>
        <w:pStyle w:val="libNormal0"/>
      </w:pPr>
      <w:r>
        <w:t>Ya Allah sampaikan shalawat kepada Muhammad</w:t>
      </w:r>
    </w:p>
    <w:p w:rsidR="00FA2C64" w:rsidRDefault="00FA2C64" w:rsidP="00FA2C64">
      <w:pPr>
        <w:pStyle w:val="libNormal0"/>
      </w:pPr>
      <w:r>
        <w:t>dan keluarga Muhammad, rahmatilah Muhammad dan</w:t>
      </w:r>
    </w:p>
    <w:p w:rsidR="00FA2C64" w:rsidRDefault="00FA2C64" w:rsidP="00FA2C64">
      <w:pPr>
        <w:pStyle w:val="libNormal0"/>
      </w:pPr>
      <w:r>
        <w:t>keluarga Muhammad, berkatilah Muhammad dan</w:t>
      </w:r>
    </w:p>
    <w:p w:rsidR="00FA2C64" w:rsidRDefault="00FA2C64" w:rsidP="00FA2C64">
      <w:pPr>
        <w:pStyle w:val="libNormal0"/>
      </w:pPr>
      <w:r>
        <w:t>keluarga Muhammad sebagaimana Engkau</w:t>
      </w:r>
    </w:p>
    <w:p w:rsidR="00FA2C64" w:rsidRDefault="00FA2C64" w:rsidP="00FA2C64">
      <w:pPr>
        <w:pStyle w:val="libNormal0"/>
      </w:pPr>
      <w:r>
        <w:t>menyampaikan shalawat, Engkau merahmati, dan</w:t>
      </w:r>
    </w:p>
    <w:p w:rsidR="00FA2C64" w:rsidRDefault="00FA2C64" w:rsidP="00FA2C64">
      <w:pPr>
        <w:pStyle w:val="libNormal0"/>
      </w:pPr>
      <w:r>
        <w:t>Engkau memberkati Ibrahim dan keluarga Ibrahim,</w:t>
      </w:r>
    </w:p>
    <w:p w:rsidR="00FA2C64" w:rsidRDefault="00FA2C64" w:rsidP="00FA2C64">
      <w:pPr>
        <w:pStyle w:val="libNormal0"/>
      </w:pPr>
      <w:r>
        <w:t>Sesungguhnya Engkau Maha Terpuji lagi Mahamulia</w:t>
      </w:r>
    </w:p>
    <w:p w:rsidR="00FA2C64" w:rsidRDefault="00FA2C64" w:rsidP="00FA2C64">
      <w:pPr>
        <w:pStyle w:val="libNormal0"/>
      </w:pPr>
      <w:r>
        <w:t>Ya Allah sampaikan shalawat kepada para washi, orangorang yang bahagia, para syuhada, dan para imam</w:t>
      </w:r>
    </w:p>
    <w:p w:rsidR="00FA2C64" w:rsidRDefault="00FA2C64" w:rsidP="00197E55">
      <w:pPr>
        <w:pStyle w:val="libNormal0"/>
      </w:pPr>
      <w:r>
        <w:t>pemberi petunjuk,</w:t>
      </w:r>
    </w:p>
    <w:p w:rsidR="00197E55" w:rsidRPr="00197E55" w:rsidRDefault="00197E55" w:rsidP="00197E55">
      <w:pPr>
        <w:pStyle w:val="libNormal"/>
      </w:pPr>
    </w:p>
    <w:p w:rsidR="00FA2C64" w:rsidRDefault="00FA2C64" w:rsidP="00FA2C64">
      <w:pPr>
        <w:pStyle w:val="libNormal0"/>
      </w:pPr>
      <w:r>
        <w:lastRenderedPageBreak/>
        <w:t>allâhumma sholli 'alal abdâli wal autâdi was-suyâhi</w:t>
      </w:r>
    </w:p>
    <w:p w:rsidR="00FA2C64" w:rsidRDefault="00FA2C64" w:rsidP="00FA2C64">
      <w:pPr>
        <w:pStyle w:val="libNormal0"/>
      </w:pPr>
      <w:r>
        <w:t>wal 'ubbâdi wal mukhlishîna wazzuhâdi wa ahlil jiddi</w:t>
      </w:r>
    </w:p>
    <w:p w:rsidR="00FA2C64" w:rsidRDefault="00FA2C64" w:rsidP="00FA2C64">
      <w:pPr>
        <w:pStyle w:val="libNormal0"/>
      </w:pPr>
      <w:r>
        <w:t>wal ijtihâdi wakh-shush Muhammadan wa ahli baytihi</w:t>
      </w:r>
    </w:p>
    <w:p w:rsidR="00FA2C64" w:rsidRDefault="00FA2C64" w:rsidP="00FA2C64">
      <w:pPr>
        <w:pStyle w:val="libNormal0"/>
      </w:pPr>
      <w:r>
        <w:t>bi af-dholi sholawâtika wa aj-zali karômatika wa</w:t>
      </w:r>
    </w:p>
    <w:p w:rsidR="00FA2C64" w:rsidRDefault="00FA2C64" w:rsidP="00FA2C64">
      <w:pPr>
        <w:pStyle w:val="libNormal0"/>
      </w:pPr>
      <w:r>
        <w:t>balligh rûhahu wajasadahu minnî tahiyyatan</w:t>
      </w:r>
    </w:p>
    <w:p w:rsidR="00FA2C64" w:rsidRDefault="00FA2C64" w:rsidP="00FA2C64">
      <w:pPr>
        <w:pStyle w:val="libNormal0"/>
      </w:pPr>
      <w:r>
        <w:t>wasalâmâ, wazid-hu fadhlan wasyarofan wakaroman</w:t>
      </w:r>
    </w:p>
    <w:p w:rsidR="00FA2C64" w:rsidRDefault="00FA2C64" w:rsidP="00FA2C64">
      <w:pPr>
        <w:pStyle w:val="libNormal0"/>
      </w:pPr>
      <w:r>
        <w:t>Ya Allah sampaikan shalawat kepada para pengganti,</w:t>
      </w:r>
    </w:p>
    <w:p w:rsidR="00FA2C64" w:rsidRDefault="00FA2C64" w:rsidP="00FA2C64">
      <w:pPr>
        <w:pStyle w:val="libNormal0"/>
      </w:pPr>
      <w:r>
        <w:t>pasak (pemandu), para pejalan, hamba-hamba, orangorang yang ikhlas lagi zahid, orang-orang yang</w:t>
      </w:r>
    </w:p>
    <w:p w:rsidR="00FA2C64" w:rsidRDefault="00FA2C64" w:rsidP="00FA2C64">
      <w:pPr>
        <w:pStyle w:val="libNormal0"/>
      </w:pPr>
      <w:r>
        <w:t>semangat dalam beribadah, Khususkanlah shalawat</w:t>
      </w:r>
    </w:p>
    <w:p w:rsidR="00FA2C64" w:rsidRDefault="00FA2C64" w:rsidP="00FA2C64">
      <w:pPr>
        <w:pStyle w:val="libNormal0"/>
      </w:pPr>
      <w:r>
        <w:t>terbaik dan kemuliaan terbanyak kepada Muhammad</w:t>
      </w:r>
    </w:p>
    <w:p w:rsidR="00FA2C64" w:rsidRDefault="00FA2C64" w:rsidP="00FA2C64">
      <w:pPr>
        <w:pStyle w:val="libNormal0"/>
      </w:pPr>
      <w:r>
        <w:t>dan keluarganya, Sampaikanlah salam dan</w:t>
      </w:r>
    </w:p>
    <w:p w:rsidR="00FA2C64" w:rsidRDefault="00FA2C64" w:rsidP="00FA2C64">
      <w:pPr>
        <w:pStyle w:val="libNormal0"/>
      </w:pPr>
      <w:r>
        <w:t>penghormatanku kepada rohnya dan jasadnya dan</w:t>
      </w:r>
    </w:p>
    <w:p w:rsidR="00FA2C64" w:rsidRDefault="00FA2C64" w:rsidP="00FA2C64">
      <w:pPr>
        <w:pStyle w:val="libNormal0"/>
      </w:pPr>
      <w:r>
        <w:t>tambahkanlah kemuliaan, penghormatan, dan karunia</w:t>
      </w:r>
    </w:p>
    <w:p w:rsidR="00FA2C64" w:rsidRDefault="00FA2C64" w:rsidP="00197E55">
      <w:pPr>
        <w:pStyle w:val="libNormal0"/>
      </w:pPr>
      <w:r>
        <w:t>kepadanya,</w:t>
      </w:r>
    </w:p>
    <w:p w:rsidR="00197E55" w:rsidRPr="00197E55" w:rsidRDefault="00197E55" w:rsidP="00197E55">
      <w:pPr>
        <w:pStyle w:val="libNormal"/>
      </w:pPr>
    </w:p>
    <w:p w:rsidR="00FA2C64" w:rsidRDefault="00FA2C64" w:rsidP="00FA2C64">
      <w:pPr>
        <w:pStyle w:val="libNormal0"/>
      </w:pPr>
      <w:r>
        <w:t>hattâ tuballighohu a'lâ darojâti ahlisy-syarofi minannabiyyîna wal mursalîna wal afâdhilil muqorrobîn,</w:t>
      </w:r>
    </w:p>
    <w:p w:rsidR="00FA2C64" w:rsidRDefault="00FA2C64" w:rsidP="00FA2C64">
      <w:pPr>
        <w:pStyle w:val="libNormal0"/>
      </w:pPr>
      <w:r>
        <w:t>allâhumma washolli 'alâ man sammaytu wamal-lam</w:t>
      </w:r>
    </w:p>
    <w:p w:rsidR="00FA2C64" w:rsidRDefault="00FA2C64" w:rsidP="00FA2C64">
      <w:pPr>
        <w:pStyle w:val="libNormal0"/>
      </w:pPr>
      <w:r>
        <w:t>usammi min malâ-ikatika wa ambiyâ-ika warusulika</w:t>
      </w:r>
    </w:p>
    <w:p w:rsidR="00FA2C64" w:rsidRDefault="00FA2C64" w:rsidP="00FA2C64">
      <w:pPr>
        <w:pStyle w:val="libNormal0"/>
      </w:pPr>
      <w:r>
        <w:t>wa ahli thô'atika wa aushil sholawâtî ilayhim wa ilâ</w:t>
      </w:r>
    </w:p>
    <w:p w:rsidR="00FA2C64" w:rsidRDefault="00FA2C64" w:rsidP="00FA2C64">
      <w:pPr>
        <w:pStyle w:val="libNormal0"/>
      </w:pPr>
      <w:r>
        <w:t>arwâhihim waj'alhim ikhwânî fîkâ wa a'wânî 'alâ</w:t>
      </w:r>
    </w:p>
    <w:p w:rsidR="00FA2C64" w:rsidRDefault="00FA2C64" w:rsidP="00FA2C64">
      <w:pPr>
        <w:pStyle w:val="libNormal0"/>
      </w:pPr>
      <w:r>
        <w:t>du'â-ika</w:t>
      </w:r>
    </w:p>
    <w:p w:rsidR="00FA2C64" w:rsidRDefault="00FA2C64" w:rsidP="00FA2C64">
      <w:pPr>
        <w:pStyle w:val="libNormal0"/>
      </w:pPr>
      <w:r>
        <w:t>Hingga Engkau mengantarkannya ke derajat</w:t>
      </w:r>
    </w:p>
    <w:p w:rsidR="00FA2C64" w:rsidRDefault="00FA2C64" w:rsidP="00FA2C64">
      <w:pPr>
        <w:pStyle w:val="libNormal0"/>
      </w:pPr>
      <w:r>
        <w:t>tertinggi yang dicapai orang-orang yang mulia dari</w:t>
      </w:r>
    </w:p>
    <w:p w:rsidR="00FA2C64" w:rsidRDefault="00FA2C64" w:rsidP="00FA2C64">
      <w:pPr>
        <w:pStyle w:val="libNormal0"/>
      </w:pPr>
      <w:r>
        <w:t>para nabi dan rasul dan orang-orang utama yang dekat</w:t>
      </w:r>
    </w:p>
    <w:p w:rsidR="00FA2C64" w:rsidRDefault="00FA2C64" w:rsidP="00FA2C64">
      <w:pPr>
        <w:pStyle w:val="libNormal0"/>
      </w:pPr>
      <w:r>
        <w:t>dengan-Mu Ya Allah sampaikan shalawat juga kepada</w:t>
      </w:r>
    </w:p>
    <w:p w:rsidR="00FA2C64" w:rsidRDefault="00FA2C64" w:rsidP="00FA2C64">
      <w:pPr>
        <w:pStyle w:val="libNormal0"/>
      </w:pPr>
      <w:r>
        <w:t>malaikat-malaikat, para nabi-Mu dan rasul-Mu, dan</w:t>
      </w:r>
    </w:p>
    <w:p w:rsidR="00FA2C64" w:rsidRDefault="00FA2C64" w:rsidP="00FA2C64">
      <w:pPr>
        <w:pStyle w:val="libNormal0"/>
      </w:pPr>
      <w:r>
        <w:t>orang-orang yang menaati-Mu yang Engkau sebut</w:t>
      </w:r>
    </w:p>
    <w:p w:rsidR="00FA2C64" w:rsidRDefault="00FA2C64" w:rsidP="00FA2C64">
      <w:pPr>
        <w:pStyle w:val="libNormal0"/>
      </w:pPr>
      <w:r>
        <w:t>nama-nama mereka dan yang tidak Engkau sebut</w:t>
      </w:r>
    </w:p>
    <w:p w:rsidR="00FA2C64" w:rsidRDefault="00FA2C64" w:rsidP="00FA2C64">
      <w:pPr>
        <w:pStyle w:val="libNormal0"/>
      </w:pPr>
      <w:r>
        <w:t>Sampaikanlah shalawatku kepada mereka dan kepada</w:t>
      </w:r>
    </w:p>
    <w:p w:rsidR="00FA2C64" w:rsidRDefault="00FA2C64" w:rsidP="00FA2C64">
      <w:pPr>
        <w:pStyle w:val="libNormal0"/>
      </w:pPr>
      <w:r>
        <w:t>roh-roh mereka, Jadikanlah mereka sebagai saudara73</w:t>
      </w:r>
    </w:p>
    <w:p w:rsidR="00FA2C64" w:rsidRDefault="00FA2C64" w:rsidP="00FA2C64">
      <w:pPr>
        <w:pStyle w:val="libNormal0"/>
      </w:pPr>
      <w:r>
        <w:t>saudaraku kepada-Mu dan para pembantuku dalam</w:t>
      </w:r>
    </w:p>
    <w:p w:rsidR="00FA2C64" w:rsidRDefault="00FA2C64" w:rsidP="00197E55">
      <w:pPr>
        <w:pStyle w:val="libNormal0"/>
      </w:pPr>
      <w:r>
        <w:t>menyeru kepada-Mu</w:t>
      </w:r>
    </w:p>
    <w:p w:rsidR="00197E55" w:rsidRPr="00197E55" w:rsidRDefault="00197E55" w:rsidP="00197E55">
      <w:pPr>
        <w:pStyle w:val="libNormal"/>
      </w:pPr>
    </w:p>
    <w:p w:rsidR="00FA2C64" w:rsidRDefault="00FA2C64" w:rsidP="00FA2C64">
      <w:pPr>
        <w:pStyle w:val="libNormal0"/>
      </w:pPr>
      <w:r>
        <w:t>Allâhumma innî astasy-fi'u bika ilayka wabi karomika</w:t>
      </w:r>
    </w:p>
    <w:p w:rsidR="00FA2C64" w:rsidRDefault="00FA2C64" w:rsidP="00FA2C64">
      <w:pPr>
        <w:pStyle w:val="libNormal0"/>
      </w:pPr>
      <w:r>
        <w:lastRenderedPageBreak/>
        <w:t>ilâ karomika wabi jûdika ilâ jûdika wabi rohmatika ilâ</w:t>
      </w:r>
    </w:p>
    <w:p w:rsidR="00FA2C64" w:rsidRDefault="00FA2C64" w:rsidP="00FA2C64">
      <w:pPr>
        <w:pStyle w:val="libNormal0"/>
      </w:pPr>
      <w:r>
        <w:t>rohmatika wabi ahli thô'atika ilayka, wa as-aluka</w:t>
      </w:r>
    </w:p>
    <w:p w:rsidR="00FA2C64" w:rsidRDefault="00FA2C64" w:rsidP="00FA2C64">
      <w:pPr>
        <w:pStyle w:val="libNormal0"/>
      </w:pPr>
      <w:r>
        <w:t>allâhumma bikulli mâ sa-alaka bihî ahadum minhum</w:t>
      </w:r>
    </w:p>
    <w:p w:rsidR="00FA2C64" w:rsidRDefault="00FA2C64" w:rsidP="00FA2C64">
      <w:pPr>
        <w:pStyle w:val="libNormal0"/>
      </w:pPr>
      <w:r>
        <w:t>min mas-alati syarîfatin ghoyri mardûdatin wabimâ</w:t>
      </w:r>
    </w:p>
    <w:p w:rsidR="00FA2C64" w:rsidRDefault="00FA2C64" w:rsidP="00FA2C64">
      <w:pPr>
        <w:pStyle w:val="libNormal0"/>
      </w:pPr>
      <w:r>
        <w:t>da'auka bihî min da'watin mujâbatin ghoyri</w:t>
      </w:r>
    </w:p>
    <w:p w:rsidR="00FA2C64" w:rsidRDefault="00FA2C64" w:rsidP="00FA2C64">
      <w:pPr>
        <w:pStyle w:val="libNormal0"/>
      </w:pPr>
      <w:r>
        <w:t>mukhoyyabatin</w:t>
      </w:r>
    </w:p>
    <w:p w:rsidR="00FA2C64" w:rsidRDefault="00FA2C64" w:rsidP="00FA2C64">
      <w:pPr>
        <w:pStyle w:val="libNormal0"/>
      </w:pPr>
      <w:r>
        <w:t>Ya Allah aku meminta syafaat kepadamu melalui-Mu</w:t>
      </w:r>
    </w:p>
    <w:p w:rsidR="00FA2C64" w:rsidRDefault="00FA2C64" w:rsidP="00FA2C64">
      <w:pPr>
        <w:pStyle w:val="libNormal0"/>
      </w:pPr>
      <w:r>
        <w:t>dan melalui kemuliaan-Mu dan melalui kedermawananMu dan melalui rahmat-Mu dan melalui orang-orang</w:t>
      </w:r>
    </w:p>
    <w:p w:rsidR="00FA2C64" w:rsidRDefault="00FA2C64" w:rsidP="00FA2C64">
      <w:pPr>
        <w:pStyle w:val="libNormal0"/>
      </w:pPr>
      <w:r>
        <w:t>yang menaati-Mu, Aku memohon kepada-Mu dengan</w:t>
      </w:r>
    </w:p>
    <w:p w:rsidR="00FA2C64" w:rsidRDefault="00FA2C64" w:rsidP="00FA2C64">
      <w:pPr>
        <w:pStyle w:val="libNormal0"/>
      </w:pPr>
      <w:r>
        <w:t>apa saja yang diminta oleh salah seorang di antara</w:t>
      </w:r>
    </w:p>
    <w:p w:rsidR="00FA2C64" w:rsidRDefault="00FA2C64" w:rsidP="00FA2C64">
      <w:pPr>
        <w:pStyle w:val="libNormal0"/>
      </w:pPr>
      <w:r>
        <w:t>mereka dari suatu permintaan yang mulia yang tidak74</w:t>
      </w:r>
    </w:p>
    <w:p w:rsidR="00FA2C64" w:rsidRDefault="00FA2C64" w:rsidP="00FA2C64">
      <w:pPr>
        <w:pStyle w:val="libNormal0"/>
      </w:pPr>
      <w:r>
        <w:t>ditolak dan dengan doa yang mereka serukan yang</w:t>
      </w:r>
    </w:p>
    <w:p w:rsidR="00197E55" w:rsidRDefault="00FA2C64" w:rsidP="00197E55">
      <w:pPr>
        <w:pStyle w:val="libNormal0"/>
      </w:pPr>
      <w:r>
        <w:t>dikabulkan</w:t>
      </w:r>
    </w:p>
    <w:p w:rsidR="00197E55" w:rsidRPr="00197E55" w:rsidRDefault="00197E55" w:rsidP="00197E55">
      <w:pPr>
        <w:pStyle w:val="libNormal"/>
      </w:pPr>
    </w:p>
    <w:p w:rsidR="00FA2C64" w:rsidRDefault="00FA2C64" w:rsidP="00FA2C64">
      <w:pPr>
        <w:pStyle w:val="libNormal0"/>
      </w:pPr>
      <w:r>
        <w:t xml:space="preserve"> </w:t>
      </w:r>
      <w:r w:rsidRPr="00E36F01">
        <w:rPr>
          <w:rFonts w:ascii="Sakkal Majalla" w:hAnsi="Sakkal Majalla" w:cs="Sakkal Majalla"/>
          <w:rtl/>
        </w:rPr>
        <w:t>ُْْْ</w:t>
      </w:r>
      <w:r>
        <w:t xml:space="preserve"> </w:t>
      </w:r>
      <w:r w:rsidRPr="00E36F01">
        <w:rPr>
          <w:rFonts w:ascii="Sakkal Majalla" w:hAnsi="Sakkal Majalla" w:cs="Sakkal Majalla"/>
          <w:rtl/>
        </w:rPr>
        <w:t>ْ</w:t>
      </w:r>
    </w:p>
    <w:p w:rsidR="00FA2C64" w:rsidRDefault="00FA2C64" w:rsidP="00FA2C64">
      <w:pPr>
        <w:pStyle w:val="libNormal0"/>
      </w:pPr>
      <w:r>
        <w:t>yâ Allâh yâ Rohmân yâ Rohîm yâ Halîm yâ Karîm yâ</w:t>
      </w:r>
    </w:p>
    <w:p w:rsidR="00FA2C64" w:rsidRDefault="00FA2C64" w:rsidP="00FA2C64">
      <w:pPr>
        <w:pStyle w:val="libNormal0"/>
      </w:pPr>
      <w:r>
        <w:t>'Adhîm yâ Jalîl yâ Munîl yâ Jamîl yâ Kafîl yâ Wakîl</w:t>
      </w:r>
    </w:p>
    <w:p w:rsidR="00FA2C64" w:rsidRDefault="00FA2C64" w:rsidP="00FA2C64">
      <w:pPr>
        <w:pStyle w:val="libNormal0"/>
      </w:pPr>
      <w:r>
        <w:t>yâ Muqîl yâ Khobîr yâ Munîr yâ mubîr yâ Manî' yâ</w:t>
      </w:r>
    </w:p>
    <w:p w:rsidR="00FA2C64" w:rsidRDefault="00FA2C64" w:rsidP="00FA2C64">
      <w:pPr>
        <w:pStyle w:val="libNormal0"/>
      </w:pPr>
      <w:r>
        <w:t>Mudîl yâ Muhîl yâ Kabîr yâ Qodîr yâ bashîr yâ Syakûr</w:t>
      </w:r>
    </w:p>
    <w:p w:rsidR="00FA2C64" w:rsidRDefault="00FA2C64" w:rsidP="00FA2C64">
      <w:pPr>
        <w:pStyle w:val="libNormal0"/>
      </w:pPr>
      <w:r>
        <w:t>yâ Barru yâ Thuhru yâ Thôhir yâ Qôhir yâ Zhôhir yâ</w:t>
      </w:r>
    </w:p>
    <w:p w:rsidR="00FA2C64" w:rsidRDefault="00FA2C64" w:rsidP="00FA2C64">
      <w:pPr>
        <w:pStyle w:val="libNormal0"/>
      </w:pPr>
      <w:r>
        <w:t>Bâthin yâ Sâtir yâ Muhîth yâ Muqtadir yâ Hafîdh</w:t>
      </w:r>
    </w:p>
    <w:p w:rsidR="00FA2C64" w:rsidRDefault="00FA2C64" w:rsidP="00FA2C64">
      <w:pPr>
        <w:pStyle w:val="libNormal0"/>
      </w:pPr>
      <w:r>
        <w:t>Ya Allah, wahai Yang Maha Penyayang, Yang Maha</w:t>
      </w:r>
    </w:p>
    <w:p w:rsidR="00FA2C64" w:rsidRDefault="00FA2C64" w:rsidP="00FA2C64">
      <w:pPr>
        <w:pStyle w:val="libNormal0"/>
      </w:pPr>
      <w:r>
        <w:t>Pengasih, Yang Maha Penyantun, Yang Maha-mulia,</w:t>
      </w:r>
    </w:p>
    <w:p w:rsidR="00FA2C64" w:rsidRDefault="00FA2C64" w:rsidP="00FA2C64">
      <w:pPr>
        <w:pStyle w:val="libNormal0"/>
      </w:pPr>
      <w:r>
        <w:t>Yang Mahaagung, Yang Mahabesar, Yang Memberi</w:t>
      </w:r>
    </w:p>
    <w:p w:rsidR="00FA2C64" w:rsidRDefault="00FA2C64" w:rsidP="00FA2C64">
      <w:pPr>
        <w:pStyle w:val="libNormal0"/>
      </w:pPr>
      <w:r>
        <w:t>karunia, Yang Indah, Yang Menjaga, Yang Mengurusi,</w:t>
      </w:r>
    </w:p>
    <w:p w:rsidR="00FA2C64" w:rsidRDefault="00FA2C64" w:rsidP="00FA2C64">
      <w:pPr>
        <w:pStyle w:val="libNormal0"/>
      </w:pPr>
      <w:r>
        <w:t>Yang Memaafkan, Yang Menolong, Yang Mengetahui,</w:t>
      </w:r>
    </w:p>
    <w:p w:rsidR="00FA2C64" w:rsidRDefault="00FA2C64" w:rsidP="00FA2C64">
      <w:pPr>
        <w:pStyle w:val="libNormal0"/>
      </w:pPr>
      <w:r>
        <w:t>Yang Menerangi,</w:t>
      </w:r>
      <w:r w:rsidRPr="00E36F01">
        <w:rPr>
          <w:rFonts w:ascii="Sakkal Majalla" w:hAnsi="Sakkal Majalla" w:cs="Sakkal Majalla"/>
          <w:rtl/>
        </w:rPr>
        <w:t>ْْ</w:t>
      </w:r>
      <w:r>
        <w:t>Yang Menghancurkan, Yang Kuat,</w:t>
      </w:r>
    </w:p>
    <w:p w:rsidR="00FA2C64" w:rsidRDefault="00FA2C64" w:rsidP="00FA2C64">
      <w:pPr>
        <w:pStyle w:val="libNormal0"/>
      </w:pPr>
      <w:r>
        <w:t>Yang Memutar, Yang Mengubah, Yang Mahabesar,75</w:t>
      </w:r>
    </w:p>
    <w:p w:rsidR="00FA2C64" w:rsidRDefault="00FA2C64" w:rsidP="00FA2C64">
      <w:pPr>
        <w:pStyle w:val="libNormal0"/>
      </w:pPr>
      <w:r>
        <w:t>Yang Mahakuasa, Yang Maha Melihat, Yang Maha</w:t>
      </w:r>
    </w:p>
    <w:p w:rsidR="00FA2C64" w:rsidRDefault="00FA2C64" w:rsidP="00FA2C64">
      <w:pPr>
        <w:pStyle w:val="libNormal0"/>
      </w:pPr>
      <w:r>
        <w:t>Berterima kasih, wahai Yang Baik, wahai Kesucian,</w:t>
      </w:r>
    </w:p>
    <w:p w:rsidR="00FA2C64" w:rsidRDefault="00FA2C64" w:rsidP="00FA2C64">
      <w:pPr>
        <w:pStyle w:val="libNormal0"/>
      </w:pPr>
      <w:r>
        <w:t>wahai Yang Mahasuci, wahai Yang Maha Perkasa,</w:t>
      </w:r>
    </w:p>
    <w:p w:rsidR="00FA2C64" w:rsidRDefault="00FA2C64" w:rsidP="00FA2C64">
      <w:pPr>
        <w:pStyle w:val="libNormal0"/>
      </w:pPr>
      <w:r>
        <w:t>wahai Zahir, wahai Batin, wahai Penutup, wahai Yang</w:t>
      </w:r>
    </w:p>
    <w:p w:rsidR="00FA2C64" w:rsidRDefault="00FA2C64" w:rsidP="00197E55">
      <w:pPr>
        <w:pStyle w:val="libNormal0"/>
      </w:pPr>
      <w:r>
        <w:t>Meliputi, wahai Yang Kuasa, wahai Yang Menjaga,</w:t>
      </w:r>
    </w:p>
    <w:p w:rsidR="00197E55" w:rsidRPr="00197E55" w:rsidRDefault="00197E55" w:rsidP="00197E55">
      <w:pPr>
        <w:pStyle w:val="libNormal"/>
      </w:pPr>
    </w:p>
    <w:p w:rsidR="00FA2C64" w:rsidRDefault="00FA2C64" w:rsidP="00FA2C64">
      <w:pPr>
        <w:pStyle w:val="libNormal0"/>
      </w:pPr>
      <w:r>
        <w:lastRenderedPageBreak/>
        <w:t>yâ Mujîr yâ Qorîb yâ Wadûd yâ Hamîd yâ Majîd yâ</w:t>
      </w:r>
    </w:p>
    <w:p w:rsidR="00FA2C64" w:rsidRDefault="00FA2C64" w:rsidP="00FA2C64">
      <w:pPr>
        <w:pStyle w:val="libNormal0"/>
      </w:pPr>
      <w:r>
        <w:t>Mubdi-u yâ Mu'îd yâ Syahîd yâ Muhsin yâ Mujmil yâ</w:t>
      </w:r>
    </w:p>
    <w:p w:rsidR="00FA2C64" w:rsidRDefault="00FA2C64" w:rsidP="00FA2C64">
      <w:pPr>
        <w:pStyle w:val="libNormal0"/>
      </w:pPr>
      <w:r>
        <w:t>Mun'im yâ Muf-dhil yâ Qôbidh yâ Bâsith yâ Hâdî yâ</w:t>
      </w:r>
    </w:p>
    <w:p w:rsidR="00FA2C64" w:rsidRDefault="00FA2C64" w:rsidP="00FA2C64">
      <w:pPr>
        <w:pStyle w:val="libNormal0"/>
      </w:pPr>
      <w:r>
        <w:t>Mursil yâ Mursyid yâ Musaddid yâ Mu'thî yâ Mâni' yâ</w:t>
      </w:r>
    </w:p>
    <w:p w:rsidR="00FA2C64" w:rsidRDefault="00FA2C64" w:rsidP="00FA2C64">
      <w:pPr>
        <w:pStyle w:val="libNormal0"/>
      </w:pPr>
      <w:r>
        <w:t>Dâfi' yâ Rôfi' yâ Bâqî yâ Khollâq yâ Wahhâb yâ</w:t>
      </w:r>
    </w:p>
    <w:p w:rsidR="00FA2C64" w:rsidRDefault="00FA2C64" w:rsidP="00FA2C64">
      <w:pPr>
        <w:pStyle w:val="libNormal0"/>
      </w:pPr>
      <w:r>
        <w:t>Tawwâb yâ Fattâh yâ Naffâh</w:t>
      </w:r>
    </w:p>
    <w:p w:rsidR="00FA2C64" w:rsidRDefault="00FA2C64" w:rsidP="00FA2C64">
      <w:pPr>
        <w:pStyle w:val="libNormal0"/>
      </w:pPr>
      <w:r>
        <w:t>wahai Yang Berkuasa, wahai Yang Dekat, wahai</w:t>
      </w:r>
    </w:p>
    <w:p w:rsidR="00FA2C64" w:rsidRDefault="00FA2C64" w:rsidP="00FA2C64">
      <w:pPr>
        <w:pStyle w:val="libNormal0"/>
      </w:pPr>
      <w:r>
        <w:t>Yang Penyayang, wahai Yang Terpuji, wahai Yang</w:t>
      </w:r>
    </w:p>
    <w:p w:rsidR="00FA2C64" w:rsidRDefault="00FA2C64" w:rsidP="00FA2C64">
      <w:pPr>
        <w:pStyle w:val="libNormal0"/>
      </w:pPr>
      <w:r>
        <w:t>Mulia, Wahai Yang Menciptakan, wahai Yang</w:t>
      </w:r>
    </w:p>
    <w:p w:rsidR="00FA2C64" w:rsidRDefault="00FA2C64" w:rsidP="00FA2C64">
      <w:pPr>
        <w:pStyle w:val="libNormal0"/>
      </w:pPr>
      <w:r>
        <w:t>Mengulangi, Wahai Yang Menyaksikan,wahai Yang76</w:t>
      </w:r>
    </w:p>
    <w:p w:rsidR="00FA2C64" w:rsidRDefault="00FA2C64" w:rsidP="00FA2C64">
      <w:pPr>
        <w:pStyle w:val="libNormal0"/>
      </w:pPr>
      <w:r>
        <w:t>Berbuat Kebaikan, Wahai Yang Memperindah, wahai</w:t>
      </w:r>
    </w:p>
    <w:p w:rsidR="00FA2C64" w:rsidRDefault="00FA2C64" w:rsidP="00FA2C64">
      <w:pPr>
        <w:pStyle w:val="libNormal0"/>
      </w:pPr>
      <w:r>
        <w:t>Yang Memberi karunia, wahai Yang Memberi</w:t>
      </w:r>
    </w:p>
    <w:p w:rsidR="00FA2C64" w:rsidRDefault="00FA2C64" w:rsidP="00FA2C64">
      <w:pPr>
        <w:pStyle w:val="libNormal0"/>
      </w:pPr>
      <w:r>
        <w:t>keutamaan, wahai Yang Menahan rezeki, wahai Yang</w:t>
      </w:r>
    </w:p>
    <w:p w:rsidR="00FA2C64" w:rsidRDefault="00FA2C64" w:rsidP="00FA2C64">
      <w:pPr>
        <w:pStyle w:val="libNormal0"/>
      </w:pPr>
      <w:r>
        <w:t>Membentangkan rezeki, wahai Yang Memberikan</w:t>
      </w:r>
    </w:p>
    <w:p w:rsidR="00FA2C64" w:rsidRDefault="00FA2C64" w:rsidP="00FA2C64">
      <w:pPr>
        <w:pStyle w:val="libNormal0"/>
      </w:pPr>
      <w:r>
        <w:t>petunjuk, wahai Yang Mengutus, wahai Yang</w:t>
      </w:r>
    </w:p>
    <w:p w:rsidR="00FA2C64" w:rsidRDefault="00FA2C64" w:rsidP="00FA2C64">
      <w:pPr>
        <w:pStyle w:val="libNormal0"/>
      </w:pPr>
      <w:r>
        <w:t>Membimbing, wahai Yang Membenarkan, wahai Yang</w:t>
      </w:r>
    </w:p>
    <w:p w:rsidR="00FA2C64" w:rsidRDefault="00FA2C64" w:rsidP="00FA2C64">
      <w:pPr>
        <w:pStyle w:val="libNormal0"/>
      </w:pPr>
      <w:r>
        <w:t>Memberi, wahai Yang Melarang, wahai Yang Menolak,</w:t>
      </w:r>
    </w:p>
    <w:p w:rsidR="00FA2C64" w:rsidRDefault="00FA2C64" w:rsidP="00FA2C64">
      <w:pPr>
        <w:pStyle w:val="libNormal0"/>
      </w:pPr>
      <w:r>
        <w:t>Wahai Yang Meninggikan, wahai Yang Kekal, wahai</w:t>
      </w:r>
    </w:p>
    <w:p w:rsidR="00FA2C64" w:rsidRDefault="00FA2C64" w:rsidP="00FA2C64">
      <w:pPr>
        <w:pStyle w:val="libNormal0"/>
      </w:pPr>
      <w:r>
        <w:t>Yang Menjaga, wahai Maha Pencipta, wahai Maha</w:t>
      </w:r>
    </w:p>
    <w:p w:rsidR="00FA2C64" w:rsidRDefault="00FA2C64" w:rsidP="00FA2C64">
      <w:pPr>
        <w:pStyle w:val="libNormal0"/>
      </w:pPr>
      <w:r>
        <w:t>Pemberi, Wahai Pemberi ampunan, Wahai Maha</w:t>
      </w:r>
    </w:p>
    <w:p w:rsidR="00FA2C64" w:rsidRDefault="00FA2C64" w:rsidP="00F60BF3">
      <w:pPr>
        <w:pStyle w:val="libNormal0"/>
      </w:pPr>
      <w:r>
        <w:t>Pembuka, wahai Pemberi [karunia],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yâ Murtâh yâ man biyadihî kullu Miftâh yâ Naffâ'u yâ</w:t>
      </w:r>
    </w:p>
    <w:p w:rsidR="00FA2C64" w:rsidRDefault="00FA2C64" w:rsidP="00FA2C64">
      <w:pPr>
        <w:pStyle w:val="libNormal0"/>
      </w:pPr>
      <w:r>
        <w:t>Ro-ûf yâ 'Athûf yâ Kâfî yâ Syâfî yâ Mu'âfî yâ Mukâfî</w:t>
      </w:r>
    </w:p>
    <w:p w:rsidR="00FA2C64" w:rsidRDefault="00FA2C64" w:rsidP="00FA2C64">
      <w:pPr>
        <w:pStyle w:val="libNormal0"/>
      </w:pPr>
      <w:r>
        <w:t>yâ wafî yâ Muhaymin yâ 'Azîz yâ jabbâr yâ</w:t>
      </w:r>
    </w:p>
    <w:p w:rsidR="00FA2C64" w:rsidRDefault="00FA2C64" w:rsidP="00FA2C64">
      <w:pPr>
        <w:pStyle w:val="libNormal0"/>
      </w:pPr>
      <w:r>
        <w:t>Mutakabbir yâ Salâm yâ Mu'min yâ Ahadu yâ77</w:t>
      </w:r>
    </w:p>
    <w:p w:rsidR="00FA2C64" w:rsidRDefault="00FA2C64" w:rsidP="00FA2C64">
      <w:pPr>
        <w:pStyle w:val="libNormal0"/>
      </w:pPr>
      <w:r>
        <w:t>Shomadu yâ Nûr yâ Mudabbir yâ fardu yâ witru yâ</w:t>
      </w:r>
    </w:p>
    <w:p w:rsidR="00FA2C64" w:rsidRDefault="00FA2C64" w:rsidP="00FA2C64">
      <w:pPr>
        <w:pStyle w:val="libNormal0"/>
      </w:pPr>
      <w:r>
        <w:t>Quddûs yâ Nâshir yâ Mu'nis yâ Bâ'its yâ Wârits yâ</w:t>
      </w:r>
    </w:p>
    <w:p w:rsidR="00FA2C64" w:rsidRDefault="00FA2C64" w:rsidP="00FA2C64">
      <w:pPr>
        <w:pStyle w:val="libNormal0"/>
      </w:pPr>
      <w:r>
        <w:t>'âlim yâ hâkim</w:t>
      </w:r>
    </w:p>
    <w:p w:rsidR="00FA2C64" w:rsidRDefault="00FA2C64" w:rsidP="00FA2C64">
      <w:pPr>
        <w:pStyle w:val="libNormal0"/>
      </w:pPr>
      <w:r>
        <w:t>wahai Yang Memberi [kenyamanan], wahai Yang</w:t>
      </w:r>
    </w:p>
    <w:p w:rsidR="00FA2C64" w:rsidRDefault="00FA2C64" w:rsidP="00FA2C64">
      <w:pPr>
        <w:pStyle w:val="libNormal0"/>
      </w:pPr>
      <w:r>
        <w:t>berada ditangan-Nya segala kunci, wahai Yang</w:t>
      </w:r>
    </w:p>
    <w:p w:rsidR="00FA2C64" w:rsidRDefault="00FA2C64" w:rsidP="00FA2C64">
      <w:pPr>
        <w:pStyle w:val="libNormal0"/>
      </w:pPr>
      <w:r>
        <w:t>Memberi manfaat, wahai Yang Maha Penyayang, wahai</w:t>
      </w:r>
    </w:p>
    <w:p w:rsidR="00FA2C64" w:rsidRDefault="00FA2C64" w:rsidP="00FA2C64">
      <w:pPr>
        <w:pStyle w:val="libNormal0"/>
      </w:pPr>
      <w:r>
        <w:t>Yang Mahakasih, wahai Yang Mencukupi, wahai Yang</w:t>
      </w:r>
    </w:p>
    <w:p w:rsidR="00FA2C64" w:rsidRDefault="00FA2C64" w:rsidP="00FA2C64">
      <w:pPr>
        <w:pStyle w:val="libNormal0"/>
      </w:pPr>
      <w:r>
        <w:t>Menyembuhkan, wahai Yang Memberikan kesehatan,</w:t>
      </w:r>
    </w:p>
    <w:p w:rsidR="00FA2C64" w:rsidRDefault="00FA2C64" w:rsidP="00FA2C64">
      <w:pPr>
        <w:pStyle w:val="libNormal0"/>
      </w:pPr>
      <w:r>
        <w:t>wahai Yang Membalas, wahai Yang Menepati, wahai</w:t>
      </w:r>
    </w:p>
    <w:p w:rsidR="00FA2C64" w:rsidRDefault="00FA2C64" w:rsidP="00FA2C64">
      <w:pPr>
        <w:pStyle w:val="libNormal0"/>
      </w:pPr>
      <w:r>
        <w:t>Yang Menguasai, wahai Yang Mulia, wahai Yang</w:t>
      </w:r>
    </w:p>
    <w:p w:rsidR="00FA2C64" w:rsidRDefault="00FA2C64" w:rsidP="00FA2C64">
      <w:pPr>
        <w:pStyle w:val="libNormal0"/>
      </w:pPr>
      <w:r>
        <w:lastRenderedPageBreak/>
        <w:t>Perkasa, wahai Yang Berkuasa, wahai Yang</w:t>
      </w:r>
    </w:p>
    <w:p w:rsidR="00FA2C64" w:rsidRDefault="00FA2C64" w:rsidP="00FA2C64">
      <w:pPr>
        <w:pStyle w:val="libNormal0"/>
      </w:pPr>
      <w:r>
        <w:t>Memberikan kedamaian, wahai Yang Memberikan</w:t>
      </w:r>
    </w:p>
    <w:p w:rsidR="00FA2C64" w:rsidRDefault="00FA2C64" w:rsidP="00FA2C64">
      <w:pPr>
        <w:pStyle w:val="libNormal0"/>
      </w:pPr>
      <w:r>
        <w:t>keamanan, wahai Yang Mahaesa, wahai Tempat</w:t>
      </w:r>
    </w:p>
    <w:p w:rsidR="00FA2C64" w:rsidRDefault="00FA2C64" w:rsidP="00FA2C64">
      <w:pPr>
        <w:pStyle w:val="libNormal0"/>
      </w:pPr>
      <w:r>
        <w:t>Bergantung, wahai Cahaya, wahai Yang Mengurusi,</w:t>
      </w:r>
    </w:p>
    <w:p w:rsidR="00FA2C64" w:rsidRDefault="00FA2C64" w:rsidP="00FA2C64">
      <w:pPr>
        <w:pStyle w:val="libNormal0"/>
      </w:pPr>
      <w:r>
        <w:t>wahai Yang Satu, wahai Yang Ganjil, wahai Yang Suci,</w:t>
      </w:r>
    </w:p>
    <w:p w:rsidR="00FA2C64" w:rsidRDefault="00FA2C64" w:rsidP="00FA2C64">
      <w:pPr>
        <w:pStyle w:val="libNormal0"/>
      </w:pPr>
      <w:r>
        <w:t>wahai Penolong, wahai Penghibur, wahai Pembangkit,</w:t>
      </w:r>
    </w:p>
    <w:p w:rsidR="00FA2C64" w:rsidRDefault="00FA2C64" w:rsidP="00FA2C64">
      <w:pPr>
        <w:pStyle w:val="libNormal0"/>
      </w:pPr>
      <w:r>
        <w:t>wahai Pewaris, wahai Yang Mengetahui, wahai</w:t>
      </w:r>
    </w:p>
    <w:p w:rsidR="00FA2C64" w:rsidRDefault="00FA2C64" w:rsidP="00F60BF3">
      <w:pPr>
        <w:pStyle w:val="libNormal0"/>
      </w:pPr>
      <w:r>
        <w:t>Hakim,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yâ Bâdî yâ Muta'âlî yâ Mushowwir yâ musallim yâ</w:t>
      </w:r>
    </w:p>
    <w:p w:rsidR="00FA2C64" w:rsidRDefault="00FA2C64" w:rsidP="00FA2C64">
      <w:pPr>
        <w:pStyle w:val="libNormal0"/>
      </w:pPr>
      <w:r>
        <w:t>Mutahabbib yâ Qô-im yâ dâ-im yâ 'Alîm yâ Hakîm yâ</w:t>
      </w:r>
    </w:p>
    <w:p w:rsidR="00FA2C64" w:rsidRDefault="00FA2C64" w:rsidP="00FA2C64">
      <w:pPr>
        <w:pStyle w:val="libNormal0"/>
      </w:pPr>
      <w:r>
        <w:t>Jawâd yâ bâri-u yâ Bâr yâ Sâru yâ 'Adlu yâ Fâshil yâ</w:t>
      </w:r>
    </w:p>
    <w:p w:rsidR="00FA2C64" w:rsidRDefault="00FA2C64" w:rsidP="00FA2C64">
      <w:pPr>
        <w:pStyle w:val="libNormal0"/>
      </w:pPr>
      <w:r>
        <w:t>Dayyânu yâ Hannân yâ mannân yâ Samî' yâ badî' yâ</w:t>
      </w:r>
    </w:p>
    <w:p w:rsidR="00FA2C64" w:rsidRDefault="00FA2C64" w:rsidP="00FA2C64">
      <w:pPr>
        <w:pStyle w:val="libNormal0"/>
      </w:pPr>
      <w:r>
        <w:t>Khofîr yâ Mu'în yâ Nâsyir yâ Ghôfir yâ Qodîm yâ</w:t>
      </w:r>
    </w:p>
    <w:p w:rsidR="00FA2C64" w:rsidRDefault="00FA2C64" w:rsidP="00FA2C64">
      <w:pPr>
        <w:pStyle w:val="libNormal0"/>
      </w:pPr>
      <w:r>
        <w:t>Musahhil yâ Muyassir yâ Mumît yâ muhyî</w:t>
      </w:r>
    </w:p>
    <w:p w:rsidR="00FA2C64" w:rsidRDefault="00FA2C64" w:rsidP="00FA2C64">
      <w:pPr>
        <w:pStyle w:val="libNormal0"/>
      </w:pPr>
      <w:r>
        <w:t>wahai Yang Tampak, wahai Yang Tinggi, wahai</w:t>
      </w:r>
    </w:p>
    <w:p w:rsidR="00FA2C64" w:rsidRDefault="00FA2C64" w:rsidP="00FA2C64">
      <w:pPr>
        <w:pStyle w:val="libNormal0"/>
      </w:pPr>
      <w:r>
        <w:t>Yang Melukis, wahai Yang Menyerahkan, wahai</w:t>
      </w:r>
    </w:p>
    <w:p w:rsidR="00FA2C64" w:rsidRDefault="00FA2C64" w:rsidP="00FA2C64">
      <w:pPr>
        <w:pStyle w:val="libNormal0"/>
      </w:pPr>
      <w:r>
        <w:t>Yang Menampakkan Kecintaan, wahai Yang Berdiri,</w:t>
      </w:r>
    </w:p>
    <w:p w:rsidR="00FA2C64" w:rsidRDefault="00FA2C64" w:rsidP="00FA2C64">
      <w:pPr>
        <w:pStyle w:val="libNormal0"/>
      </w:pPr>
      <w:r>
        <w:t>wahai Yang Abadi, wahai Yang Maha Mengetahui,</w:t>
      </w:r>
    </w:p>
    <w:p w:rsidR="00FA2C64" w:rsidRDefault="00FA2C64" w:rsidP="00FA2C64">
      <w:pPr>
        <w:pStyle w:val="libNormal0"/>
      </w:pPr>
      <w:r>
        <w:t>wahai Yang Maha Bijaksana, wahai Yang Maha</w:t>
      </w:r>
    </w:p>
    <w:p w:rsidR="00FA2C64" w:rsidRDefault="00FA2C64" w:rsidP="00FA2C64">
      <w:pPr>
        <w:pStyle w:val="libNormal0"/>
      </w:pPr>
      <w:r>
        <w:t>Dermawan, wahai Yang Menciptakan, wahai Yang</w:t>
      </w:r>
    </w:p>
    <w:p w:rsidR="00FA2C64" w:rsidRDefault="00FA2C64" w:rsidP="00FA2C64">
      <w:pPr>
        <w:pStyle w:val="libNormal0"/>
      </w:pPr>
      <w:r>
        <w:t>Baik, wahai Yang Membahagiakan, wahai Yang</w:t>
      </w:r>
    </w:p>
    <w:p w:rsidR="00FA2C64" w:rsidRDefault="00FA2C64" w:rsidP="00FA2C64">
      <w:pPr>
        <w:pStyle w:val="libNormal0"/>
      </w:pPr>
      <w:r>
        <w:t>Mahaadil, wahai Yang Memisahkan, wahai Dayyan</w:t>
      </w:r>
    </w:p>
    <w:p w:rsidR="00FA2C64" w:rsidRDefault="00FA2C64" w:rsidP="00FA2C64">
      <w:pPr>
        <w:pStyle w:val="libNormal0"/>
      </w:pPr>
      <w:r>
        <w:t>(Yang Membalas), wahai Yang Mahakasih, wahai</w:t>
      </w:r>
    </w:p>
    <w:p w:rsidR="00FA2C64" w:rsidRDefault="00FA2C64" w:rsidP="00FA2C64">
      <w:pPr>
        <w:pStyle w:val="libNormal0"/>
      </w:pPr>
      <w:r>
        <w:t>Yang Memberi anugerah, wahai Yang Maha</w:t>
      </w:r>
    </w:p>
    <w:p w:rsidR="00FA2C64" w:rsidRDefault="00FA2C64" w:rsidP="00FA2C64">
      <w:pPr>
        <w:pStyle w:val="libNormal0"/>
      </w:pPr>
      <w:r>
        <w:t>Mendengar, wahai Yang Menciptakan, wahai Yang</w:t>
      </w:r>
    </w:p>
    <w:p w:rsidR="00FA2C64" w:rsidRDefault="00FA2C64" w:rsidP="00FA2C64">
      <w:pPr>
        <w:pStyle w:val="libNormal0"/>
      </w:pPr>
      <w:r>
        <w:t>Menjaga, wahai Yang Membantu, wahai Yang</w:t>
      </w:r>
    </w:p>
    <w:p w:rsidR="00FA2C64" w:rsidRDefault="00FA2C64" w:rsidP="00FA2C64">
      <w:pPr>
        <w:pStyle w:val="libNormal0"/>
      </w:pPr>
      <w:r>
        <w:t>Menyebarkan, wahai Yang Mengampuni, wahai Yang</w:t>
      </w:r>
    </w:p>
    <w:p w:rsidR="00FA2C64" w:rsidRDefault="00FA2C64" w:rsidP="00FA2C64">
      <w:pPr>
        <w:pStyle w:val="libNormal0"/>
      </w:pPr>
      <w:r>
        <w:t>Mahadahulu, wahai Yang Memudahkan, wahai Yang</w:t>
      </w:r>
    </w:p>
    <w:p w:rsidR="00FA2C64" w:rsidRDefault="00FA2C64" w:rsidP="00FA2C64">
      <w:pPr>
        <w:pStyle w:val="libNormal0"/>
      </w:pPr>
      <w:r>
        <w:t>Mempersulit, wahai Yang Mematikan, wahai Yang</w:t>
      </w:r>
    </w:p>
    <w:p w:rsidR="00FA2C64" w:rsidRDefault="00FA2C64" w:rsidP="00F60BF3">
      <w:pPr>
        <w:pStyle w:val="libNormal0"/>
      </w:pPr>
      <w:r>
        <w:t>Menghidupkan,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Yâ Nâfi' yâ Rôziq yâ Muqtadir yâ Musabbib yâ</w:t>
      </w:r>
    </w:p>
    <w:p w:rsidR="00FA2C64" w:rsidRDefault="00FA2C64" w:rsidP="00FA2C64">
      <w:pPr>
        <w:pStyle w:val="libNormal0"/>
      </w:pPr>
      <w:r>
        <w:t>Mughîts yâ Mughni yâ muqnî yâ Khôliq yâ Rôshid yâ</w:t>
      </w:r>
    </w:p>
    <w:p w:rsidR="00FA2C64" w:rsidRDefault="00FA2C64" w:rsidP="00FA2C64">
      <w:pPr>
        <w:pStyle w:val="libNormal0"/>
      </w:pPr>
      <w:r>
        <w:t>Wâhid yâ Hâdhir yâ Jâbir yâ Hâfizh yâ Syadîd yâ</w:t>
      </w:r>
    </w:p>
    <w:p w:rsidR="00FA2C64" w:rsidRDefault="00FA2C64" w:rsidP="00FA2C64">
      <w:pPr>
        <w:pStyle w:val="libNormal0"/>
      </w:pPr>
      <w:r>
        <w:t>Ghiyâts yâ 'â-id yâ Qôbidh yâ man 'alâ fas ta'lâ</w:t>
      </w:r>
    </w:p>
    <w:p w:rsidR="00FA2C64" w:rsidRDefault="00FA2C64" w:rsidP="00FA2C64">
      <w:pPr>
        <w:pStyle w:val="libNormal0"/>
      </w:pPr>
      <w:r>
        <w:lastRenderedPageBreak/>
        <w:t>fakâna bil mandhoril a'lâ yâ man qoruba fadanâ wa</w:t>
      </w:r>
    </w:p>
    <w:p w:rsidR="00FA2C64" w:rsidRDefault="00FA2C64" w:rsidP="00FA2C64">
      <w:pPr>
        <w:pStyle w:val="libNormal0"/>
      </w:pPr>
      <w:r>
        <w:t>ba'uda fana'â wa 'alimas-sirro wa akh fâ</w:t>
      </w:r>
    </w:p>
    <w:p w:rsidR="00FA2C64" w:rsidRDefault="00FA2C64" w:rsidP="00FA2C64">
      <w:pPr>
        <w:pStyle w:val="libNormal0"/>
      </w:pPr>
      <w:r>
        <w:t>wahai Yang Memberi manfaat, wahai Yang</w:t>
      </w:r>
    </w:p>
    <w:p w:rsidR="00FA2C64" w:rsidRDefault="00FA2C64" w:rsidP="00FA2C64">
      <w:pPr>
        <w:pStyle w:val="libNormal0"/>
      </w:pPr>
      <w:r>
        <w:t>Memberi rezeki, wahai Yang Mahakuasa, wahai Yang</w:t>
      </w:r>
    </w:p>
    <w:p w:rsidR="00FA2C64" w:rsidRDefault="00FA2C64" w:rsidP="00FA2C64">
      <w:pPr>
        <w:pStyle w:val="libNormal0"/>
      </w:pPr>
      <w:r>
        <w:t>Menyebabkan [terjadinya sesuatu], wahai Yang</w:t>
      </w:r>
    </w:p>
    <w:p w:rsidR="00FA2C64" w:rsidRDefault="00FA2C64" w:rsidP="00FA2C64">
      <w:pPr>
        <w:pStyle w:val="libNormal0"/>
      </w:pPr>
      <w:r>
        <w:t>Menolong, wahai Yang Memampukan, wahai Muqni,</w:t>
      </w:r>
    </w:p>
    <w:p w:rsidR="00FA2C64" w:rsidRDefault="00FA2C64" w:rsidP="00FA2C64">
      <w:pPr>
        <w:pStyle w:val="libNormal0"/>
      </w:pPr>
      <w:r>
        <w:t>wahai Pencipta, wahai Yang Mengawasi, wahai Yang</w:t>
      </w:r>
    </w:p>
    <w:p w:rsidR="00FA2C64" w:rsidRDefault="00FA2C64" w:rsidP="00FA2C64">
      <w:pPr>
        <w:pStyle w:val="libNormal0"/>
      </w:pPr>
      <w:r>
        <w:t>Mahaesa, wahai Yang Hadir, wahai Yang Memaksa,</w:t>
      </w:r>
    </w:p>
    <w:p w:rsidR="00FA2C64" w:rsidRDefault="00FA2C64" w:rsidP="00FA2C64">
      <w:pPr>
        <w:pStyle w:val="libNormal0"/>
      </w:pPr>
      <w:r>
        <w:t>wahai Yang Menjaga, wahai Yang Mahakuat, wahai</w:t>
      </w:r>
    </w:p>
    <w:p w:rsidR="00FA2C64" w:rsidRDefault="00FA2C64" w:rsidP="00FA2C64">
      <w:pPr>
        <w:pStyle w:val="libNormal0"/>
      </w:pPr>
      <w:r>
        <w:t>Yang Menolong, wahai Yang Melindungi, wahai Yang</w:t>
      </w:r>
    </w:p>
    <w:p w:rsidR="00FA2C64" w:rsidRDefault="00FA2C64" w:rsidP="00FA2C64">
      <w:pPr>
        <w:pStyle w:val="libNormal0"/>
      </w:pPr>
      <w:r>
        <w:t>Menahan, wahai Yang Maha Tinggi, Dia berada di</w:t>
      </w:r>
    </w:p>
    <w:p w:rsidR="00FA2C64" w:rsidRDefault="00FA2C64" w:rsidP="00FA2C64">
      <w:pPr>
        <w:pStyle w:val="libNormal0"/>
      </w:pPr>
      <w:r>
        <w:t>tempat penglihatan yang jauh, wahai Yang Mendekat</w:t>
      </w:r>
    </w:p>
    <w:p w:rsidR="00FA2C64" w:rsidRDefault="00FA2C64" w:rsidP="00FA2C64">
      <w:pPr>
        <w:pStyle w:val="libNormal0"/>
      </w:pPr>
      <w:r>
        <w:t>lalu menjadi dekat dan Menjauh lalu menjadi jauh, dan</w:t>
      </w:r>
    </w:p>
    <w:p w:rsidR="00FA2C64" w:rsidRDefault="00FA2C64" w:rsidP="00F60BF3">
      <w:pPr>
        <w:pStyle w:val="libNormal0"/>
      </w:pPr>
      <w:r>
        <w:t>yang mengetahui rahasia lalu menyembunyikan,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Yâ man ilayhi tadbîru walahul maqôdîru wayâ manil</w:t>
      </w:r>
    </w:p>
    <w:p w:rsidR="00FA2C64" w:rsidRDefault="00FA2C64" w:rsidP="00FA2C64">
      <w:pPr>
        <w:pStyle w:val="libNormal0"/>
      </w:pPr>
      <w:r>
        <w:t>'asîru 'alaihi sahluy yasîr yâ man huwa 'alâ mâ yasyâ-</w:t>
      </w:r>
    </w:p>
    <w:p w:rsidR="00FA2C64" w:rsidRDefault="00FA2C64" w:rsidP="00FA2C64">
      <w:pPr>
        <w:pStyle w:val="libNormal0"/>
      </w:pPr>
      <w:r>
        <w:t>u qodîr yâ mursilur-riyâhi yâ fâliqul ish-bâhi yâ</w:t>
      </w:r>
    </w:p>
    <w:p w:rsidR="00FA2C64" w:rsidRDefault="00FA2C64" w:rsidP="00FA2C64">
      <w:pPr>
        <w:pStyle w:val="libNormal0"/>
      </w:pPr>
      <w:r>
        <w:t>bâ'itsal arwâh yâ dzal jûdi was-samâhi yâ rôdda mâ</w:t>
      </w:r>
    </w:p>
    <w:p w:rsidR="00FA2C64" w:rsidRDefault="00FA2C64" w:rsidP="00FA2C64">
      <w:pPr>
        <w:pStyle w:val="libNormal0"/>
      </w:pPr>
      <w:r>
        <w:t>qod fâta yâ nâsyirol amwâti yâ jâmi'asy-syatâti yâ</w:t>
      </w:r>
    </w:p>
    <w:p w:rsidR="00FA2C64" w:rsidRDefault="00FA2C64" w:rsidP="00FA2C64">
      <w:pPr>
        <w:pStyle w:val="libNormal0"/>
      </w:pPr>
      <w:r>
        <w:t>rôziqo may-yasyâ-u bighoyri hisâb</w:t>
      </w:r>
    </w:p>
    <w:p w:rsidR="00FA2C64" w:rsidRDefault="00FA2C64" w:rsidP="00FA2C64">
      <w:pPr>
        <w:pStyle w:val="libNormal0"/>
      </w:pPr>
      <w:r>
        <w:t>wahai yang kembali kepada-Nya suatu urusan dan</w:t>
      </w:r>
    </w:p>
    <w:p w:rsidR="00FA2C64" w:rsidRDefault="00FA2C64" w:rsidP="00FA2C64">
      <w:pPr>
        <w:pStyle w:val="libNormal0"/>
      </w:pPr>
      <w:r>
        <w:t>bagi-Nya segala ketentuan, wahai yang kesulitan bagiNya menjadi mudah, wahai yang mampu melaksanakan</w:t>
      </w:r>
    </w:p>
    <w:p w:rsidR="00FA2C64" w:rsidRDefault="00FA2C64" w:rsidP="00FA2C64">
      <w:pPr>
        <w:pStyle w:val="libNormal0"/>
      </w:pPr>
      <w:r>
        <w:t>kehendak-Nya, wahai Yang mengirimkan angin, wahai</w:t>
      </w:r>
    </w:p>
    <w:p w:rsidR="00FA2C64" w:rsidRDefault="00FA2C64" w:rsidP="00FA2C64">
      <w:pPr>
        <w:pStyle w:val="libNormal0"/>
      </w:pPr>
      <w:r>
        <w:t>Yang Membelah biji-bijian, wahai Yang Membangkitkan roh, wahai Yang Memiliki kedermawanan dan</w:t>
      </w:r>
    </w:p>
    <w:p w:rsidR="00FA2C64" w:rsidRDefault="00FA2C64" w:rsidP="00FA2C64">
      <w:pPr>
        <w:pStyle w:val="libNormal0"/>
      </w:pPr>
      <w:r>
        <w:t>pemaafan, wahai Yang Mengembalikan apa-apa yang</w:t>
      </w:r>
    </w:p>
    <w:p w:rsidR="00FA2C64" w:rsidRDefault="00FA2C64" w:rsidP="00FA2C64">
      <w:pPr>
        <w:pStyle w:val="libNormal0"/>
      </w:pPr>
      <w:r>
        <w:t>hilang, wahai Yang Membangkitkan orang-orang yang</w:t>
      </w:r>
    </w:p>
    <w:p w:rsidR="00FA2C64" w:rsidRDefault="00FA2C64" w:rsidP="00FA2C64">
      <w:pPr>
        <w:pStyle w:val="libNormal0"/>
      </w:pPr>
      <w:r>
        <w:t>mati, wahai Yang Mengumpulkan benda-benda yang81</w:t>
      </w:r>
    </w:p>
    <w:p w:rsidR="00FA2C64" w:rsidRDefault="00FA2C64" w:rsidP="00FA2C64">
      <w:pPr>
        <w:pStyle w:val="libNormal0"/>
      </w:pPr>
      <w:r>
        <w:t>berceceran, wahai Yang Memberi rezeki kepada siapa</w:t>
      </w:r>
    </w:p>
    <w:p w:rsidR="00FA2C64" w:rsidRDefault="00FA2C64" w:rsidP="00F60BF3">
      <w:pPr>
        <w:pStyle w:val="libNormal0"/>
      </w:pPr>
      <w:r>
        <w:t>saja yang dikehendaki-Nya tanpa perhitungan,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Yâ fâ'ila mâ yasyâ' kayfa yasyâ' wayâ dzal jalâli wal</w:t>
      </w:r>
    </w:p>
    <w:p w:rsidR="00FA2C64" w:rsidRDefault="00FA2C64" w:rsidP="00FA2C64">
      <w:pPr>
        <w:pStyle w:val="libNormal0"/>
      </w:pPr>
      <w:r>
        <w:t>ikrôm yâ hayyu yâ qoyyûm yâ hayyan hîna lâ hayya yâ</w:t>
      </w:r>
    </w:p>
    <w:p w:rsidR="00FA2C64" w:rsidRDefault="00FA2C64" w:rsidP="00FA2C64">
      <w:pPr>
        <w:pStyle w:val="libNormal0"/>
      </w:pPr>
      <w:r>
        <w:t>hayyu yâ muhyiyal mauta yâ hayyu lâ ilâha illâ anta</w:t>
      </w:r>
    </w:p>
    <w:p w:rsidR="00FA2C64" w:rsidRDefault="00FA2C64" w:rsidP="00FA2C64">
      <w:pPr>
        <w:pStyle w:val="libNormal0"/>
      </w:pPr>
      <w:r>
        <w:lastRenderedPageBreak/>
        <w:t>badî'us-samâwâti wal ardhi yâ ilâhî wasayyidî sholli</w:t>
      </w:r>
    </w:p>
    <w:p w:rsidR="00FA2C64" w:rsidRDefault="00FA2C64" w:rsidP="00FA2C64">
      <w:pPr>
        <w:pStyle w:val="libNormal0"/>
      </w:pPr>
      <w:r>
        <w:t>'alâ Muhammad wa âli Muhammad, warham</w:t>
      </w:r>
    </w:p>
    <w:p w:rsidR="00FA2C64" w:rsidRDefault="00FA2C64" w:rsidP="00FA2C64">
      <w:pPr>
        <w:pStyle w:val="libNormal0"/>
      </w:pPr>
      <w:r>
        <w:t>Muhammad wa âli Muhammad,</w:t>
      </w:r>
    </w:p>
    <w:p w:rsidR="00FA2C64" w:rsidRDefault="00FA2C64" w:rsidP="00FA2C64">
      <w:pPr>
        <w:pStyle w:val="libNormal0"/>
      </w:pPr>
      <w:r>
        <w:t>wahai Yang Melakukan apa saja yang dikehendakiNya dan dengan cara apapun yang dikehendaki-Nya,</w:t>
      </w:r>
    </w:p>
    <w:p w:rsidR="00FA2C64" w:rsidRDefault="00FA2C64" w:rsidP="00FA2C64">
      <w:pPr>
        <w:pStyle w:val="libNormal0"/>
      </w:pPr>
      <w:r>
        <w:t>wahai Zat Yang Memiliki kebesaran dan kemuliaan,</w:t>
      </w:r>
    </w:p>
    <w:p w:rsidR="00FA2C64" w:rsidRDefault="00FA2C64" w:rsidP="00FA2C64">
      <w:pPr>
        <w:pStyle w:val="libNormal0"/>
      </w:pPr>
      <w:r>
        <w:t>wahai Yang Maha Hidup dan Berdiri sendiri, wahai</w:t>
      </w:r>
    </w:p>
    <w:p w:rsidR="00FA2C64" w:rsidRDefault="00FA2C64" w:rsidP="00FA2C64">
      <w:pPr>
        <w:pStyle w:val="libNormal0"/>
      </w:pPr>
      <w:r>
        <w:t>Yang Tetap Hidup ketika tidak ada sesuatupun yang</w:t>
      </w:r>
    </w:p>
    <w:p w:rsidR="00FA2C64" w:rsidRDefault="00FA2C64" w:rsidP="00FA2C64">
      <w:pPr>
        <w:pStyle w:val="libNormal0"/>
      </w:pPr>
      <w:r>
        <w:t>hidup, wahai Yang Maha Hidup, wahai Yang</w:t>
      </w:r>
    </w:p>
    <w:p w:rsidR="00FA2C64" w:rsidRDefault="00FA2C64" w:rsidP="00FA2C64">
      <w:pPr>
        <w:pStyle w:val="libNormal0"/>
      </w:pPr>
      <w:r>
        <w:t>Menghidupkan orang-orang yang mati, wahai Yang</w:t>
      </w:r>
    </w:p>
    <w:p w:rsidR="00FA2C64" w:rsidRDefault="00FA2C64" w:rsidP="00FA2C64">
      <w:pPr>
        <w:pStyle w:val="libNormal0"/>
      </w:pPr>
      <w:r>
        <w:t>Maha Hidup, Tiada Tuhan selain Engkau, Pencipta</w:t>
      </w:r>
    </w:p>
    <w:p w:rsidR="00FA2C64" w:rsidRDefault="00FA2C64" w:rsidP="00FA2C64">
      <w:pPr>
        <w:pStyle w:val="libNormal0"/>
      </w:pPr>
      <w:r>
        <w:t>langit dan bumi Ya Ilahi dan Junjunganku, sampaikan82</w:t>
      </w:r>
    </w:p>
    <w:p w:rsidR="00FA2C64" w:rsidRDefault="00FA2C64" w:rsidP="00FA2C64">
      <w:pPr>
        <w:pStyle w:val="libNormal0"/>
      </w:pPr>
      <w:r>
        <w:t>shalawat kepada Muhammad dan keluarga Muhammad</w:t>
      </w:r>
    </w:p>
    <w:p w:rsidR="00FA2C64" w:rsidRDefault="00FA2C64" w:rsidP="00F60BF3">
      <w:pPr>
        <w:pStyle w:val="libNormal0"/>
      </w:pPr>
      <w:r>
        <w:t>dan rahmatilah Muhammad dan keluarga Muhammad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wabârik 'alâ Muhammad wa âli Muhammad, kamâ</w:t>
      </w:r>
    </w:p>
    <w:p w:rsidR="00FA2C64" w:rsidRDefault="00FA2C64" w:rsidP="00FA2C64">
      <w:pPr>
        <w:pStyle w:val="libNormal0"/>
      </w:pPr>
      <w:r>
        <w:t>shollayta wabârokta warohimta 'alâ Ibrôhim wa âli</w:t>
      </w:r>
    </w:p>
    <w:p w:rsidR="00FA2C64" w:rsidRDefault="00FA2C64" w:rsidP="00FA2C64">
      <w:pPr>
        <w:pStyle w:val="libNormal0"/>
      </w:pPr>
      <w:r>
        <w:t>Ibrôhim innaka hamîdum majîd, warham dzullî</w:t>
      </w:r>
    </w:p>
    <w:p w:rsidR="00FA2C64" w:rsidRDefault="00FA2C64" w:rsidP="00FA2C64">
      <w:pPr>
        <w:pStyle w:val="libNormal0"/>
      </w:pPr>
      <w:r>
        <w:t>wafâqotî wa faqrî wanfirôdî wawahdatî wakhudhû'î</w:t>
      </w:r>
    </w:p>
    <w:p w:rsidR="00FA2C64" w:rsidRDefault="00FA2C64" w:rsidP="00FA2C64">
      <w:pPr>
        <w:pStyle w:val="libNormal0"/>
      </w:pPr>
      <w:r>
        <w:t>bayna yadayka wa'timâdî 'alaika watadhorru'î ilayka</w:t>
      </w:r>
    </w:p>
    <w:p w:rsidR="00FA2C64" w:rsidRDefault="00FA2C64" w:rsidP="00FA2C64">
      <w:pPr>
        <w:pStyle w:val="libNormal0"/>
      </w:pPr>
      <w:r>
        <w:t>ad'ûka dû'â-al khôdhi'idz-dzalîlil khôsyi'</w:t>
      </w:r>
    </w:p>
    <w:p w:rsidR="00FA2C64" w:rsidRDefault="00FA2C64" w:rsidP="00FA2C64">
      <w:pPr>
        <w:pStyle w:val="libNormal0"/>
      </w:pPr>
      <w:r>
        <w:t>dan berkatilah Muhammad dan keluarga Muhammad</w:t>
      </w:r>
    </w:p>
    <w:p w:rsidR="00FA2C64" w:rsidRDefault="00FA2C64" w:rsidP="00FA2C64">
      <w:pPr>
        <w:pStyle w:val="libNormal0"/>
      </w:pPr>
      <w:r>
        <w:t>sebagaimana Engkau menyampaikan shalawat,</w:t>
      </w:r>
    </w:p>
    <w:p w:rsidR="00FA2C64" w:rsidRDefault="00FA2C64" w:rsidP="00FA2C64">
      <w:pPr>
        <w:pStyle w:val="libNormal0"/>
      </w:pPr>
      <w:r>
        <w:t>memberkati, dan menyayangi Ibrahim dan keluarga</w:t>
      </w:r>
    </w:p>
    <w:p w:rsidR="00FA2C64" w:rsidRDefault="00FA2C64" w:rsidP="00FA2C64">
      <w:pPr>
        <w:pStyle w:val="libNormal0"/>
      </w:pPr>
      <w:r>
        <w:t>Ibrahim, Sesungguhnya Engkau Maha Terpuji dan</w:t>
      </w:r>
    </w:p>
    <w:p w:rsidR="00FA2C64" w:rsidRDefault="00FA2C64" w:rsidP="00FA2C64">
      <w:pPr>
        <w:pStyle w:val="libNormal0"/>
      </w:pPr>
      <w:r>
        <w:t>Mahamulia, Kasihanilah kehinaanku dan kefakiranku,</w:t>
      </w:r>
    </w:p>
    <w:p w:rsidR="00FA2C64" w:rsidRDefault="00FA2C64" w:rsidP="00FA2C64">
      <w:pPr>
        <w:pStyle w:val="libNormal0"/>
      </w:pPr>
      <w:r>
        <w:t>kekuranganku dan kesendirianku, kesunyianku dan</w:t>
      </w:r>
    </w:p>
    <w:p w:rsidR="00FA2C64" w:rsidRDefault="00FA2C64" w:rsidP="00FA2C64">
      <w:pPr>
        <w:pStyle w:val="libNormal0"/>
      </w:pPr>
      <w:r>
        <w:t>kerendahanku di hadapan-Mu. Dan penyandaranku dan83</w:t>
      </w:r>
    </w:p>
    <w:p w:rsidR="00FA2C64" w:rsidRDefault="00FA2C64" w:rsidP="00FA2C64">
      <w:pPr>
        <w:pStyle w:val="libNormal0"/>
      </w:pPr>
      <w:r>
        <w:t>kerendahanku kepada-Mu, Aku memohon kepada-Mu</w:t>
      </w:r>
    </w:p>
    <w:p w:rsidR="00FA2C64" w:rsidRDefault="00FA2C64" w:rsidP="00FA2C64">
      <w:pPr>
        <w:pStyle w:val="libNormal0"/>
      </w:pPr>
      <w:r>
        <w:t>dengan doa orang yang merendah, yang hina, yang</w:t>
      </w:r>
    </w:p>
    <w:p w:rsidR="00FA2C64" w:rsidRDefault="00FA2C64" w:rsidP="00F60BF3">
      <w:pPr>
        <w:pStyle w:val="libNormal0"/>
      </w:pPr>
      <w:r>
        <w:t>khusuk, yang takut,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Al-khô-ifil musyfiqil bâ-isil mahînal haqiril jâ-i'il</w:t>
      </w:r>
    </w:p>
    <w:p w:rsidR="00FA2C64" w:rsidRDefault="00FA2C64" w:rsidP="00FA2C64">
      <w:pPr>
        <w:pStyle w:val="libNormal0"/>
      </w:pPr>
      <w:r>
        <w:t>faqîril 'â-idzil mustajîril muqirri bidzambihil mus</w:t>
      </w:r>
    </w:p>
    <w:p w:rsidR="00FA2C64" w:rsidRDefault="00FA2C64" w:rsidP="00FA2C64">
      <w:pPr>
        <w:pStyle w:val="libNormal0"/>
      </w:pPr>
      <w:r>
        <w:t>taghfiri minhul mustakîni lirobbihi du'â-a man</w:t>
      </w:r>
    </w:p>
    <w:p w:rsidR="00FA2C64" w:rsidRDefault="00FA2C64" w:rsidP="00FA2C64">
      <w:pPr>
        <w:pStyle w:val="libNormal0"/>
      </w:pPr>
      <w:r>
        <w:t>aslamat-hu tsiqotuhu warofadhot-hu ahibbatuhu wa</w:t>
      </w:r>
    </w:p>
    <w:p w:rsidR="00FA2C64" w:rsidRDefault="00FA2C64" w:rsidP="00FA2C64">
      <w:pPr>
        <w:pStyle w:val="libNormal0"/>
      </w:pPr>
      <w:r>
        <w:lastRenderedPageBreak/>
        <w:t>'adhumat fajî'atuhu du'â-a harîqin hazînin dho'îfin</w:t>
      </w:r>
    </w:p>
    <w:p w:rsidR="00FA2C64" w:rsidRDefault="00FA2C64" w:rsidP="00FA2C64">
      <w:pPr>
        <w:pStyle w:val="libNormal0"/>
      </w:pPr>
      <w:r>
        <w:t>mahînin bâ-isin mustakînin bika mustajîr</w:t>
      </w:r>
    </w:p>
    <w:p w:rsidR="00FA2C64" w:rsidRDefault="00FA2C64" w:rsidP="00FA2C64">
      <w:pPr>
        <w:pStyle w:val="libNormal0"/>
      </w:pPr>
      <w:r>
        <w:t>yang mengasihi, yang sengsara, yang hina dina, yang</w:t>
      </w:r>
    </w:p>
    <w:p w:rsidR="00FA2C64" w:rsidRDefault="00FA2C64" w:rsidP="00FA2C64">
      <w:pPr>
        <w:pStyle w:val="libNormal0"/>
      </w:pPr>
      <w:r>
        <w:t>lapar lagi fakir, yang mengharapkan perlindungan dan</w:t>
      </w:r>
    </w:p>
    <w:p w:rsidR="00FA2C64" w:rsidRDefault="00FA2C64" w:rsidP="00FA2C64">
      <w:pPr>
        <w:pStyle w:val="libNormal0"/>
      </w:pPr>
      <w:r>
        <w:t>bantuan, yang mengakui dosanya, yang meminta</w:t>
      </w:r>
    </w:p>
    <w:p w:rsidR="00FA2C64" w:rsidRDefault="00FA2C64" w:rsidP="00FA2C64">
      <w:pPr>
        <w:pStyle w:val="libNormal0"/>
      </w:pPr>
      <w:r>
        <w:t>ampunan, yang tunduk kepada Tuhannya Doa seseorang</w:t>
      </w:r>
    </w:p>
    <w:p w:rsidR="00FA2C64" w:rsidRDefault="00FA2C64" w:rsidP="00FA2C64">
      <w:pPr>
        <w:pStyle w:val="libNormal0"/>
      </w:pPr>
      <w:r>
        <w:t>yang kepercayaannya menyelamatkannya dan</w:t>
      </w:r>
    </w:p>
    <w:p w:rsidR="00FA2C64" w:rsidRDefault="00FA2C64" w:rsidP="00FA2C64">
      <w:pPr>
        <w:pStyle w:val="libNormal0"/>
      </w:pPr>
      <w:r>
        <w:t>kecintaannya menolaknya dan sangat besar musibahnya.84</w:t>
      </w:r>
    </w:p>
    <w:p w:rsidR="00FA2C64" w:rsidRDefault="00FA2C64" w:rsidP="00FA2C64">
      <w:pPr>
        <w:pStyle w:val="libNormal0"/>
      </w:pPr>
      <w:r>
        <w:t>Doa orang yang terbakar, yang sedih, yang lemah, yang</w:t>
      </w:r>
    </w:p>
    <w:p w:rsidR="00FA2C64" w:rsidRDefault="00FA2C64" w:rsidP="00FA2C64">
      <w:pPr>
        <w:pStyle w:val="libNormal0"/>
      </w:pPr>
      <w:r>
        <w:t>hina, yang sengsara, yang tunduk kepadamu lagi</w:t>
      </w:r>
    </w:p>
    <w:p w:rsidR="00FA2C64" w:rsidRDefault="00FA2C64" w:rsidP="00F60BF3">
      <w:pPr>
        <w:pStyle w:val="libNormal0"/>
      </w:pPr>
      <w:r>
        <w:t>memerlukan bantuan.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Allâhumma wa as-aluka bi annaka malîkun wa</w:t>
      </w:r>
    </w:p>
    <w:p w:rsidR="00FA2C64" w:rsidRDefault="00FA2C64" w:rsidP="00FA2C64">
      <w:pPr>
        <w:pStyle w:val="libNormal0"/>
      </w:pPr>
      <w:r>
        <w:t>annaka mâ tasyâ-u min amrin yakûnu wa innaka 'alâ</w:t>
      </w:r>
    </w:p>
    <w:p w:rsidR="00FA2C64" w:rsidRDefault="00FA2C64" w:rsidP="00FA2C64">
      <w:pPr>
        <w:pStyle w:val="libNormal0"/>
      </w:pPr>
      <w:r>
        <w:t>mâ tasyâ-u qodîr wa as-aluka bihurmati hâdzasysyahril harômi wal baytil harômi wal baladil harôm</w:t>
      </w:r>
    </w:p>
    <w:p w:rsidR="00FA2C64" w:rsidRDefault="00FA2C64" w:rsidP="00FA2C64">
      <w:pPr>
        <w:pStyle w:val="libNormal0"/>
      </w:pPr>
      <w:r>
        <w:t>war-rukni wal maqômi wal masyâ-'iril 'idhômi</w:t>
      </w:r>
    </w:p>
    <w:p w:rsidR="00FA2C64" w:rsidRDefault="00FA2C64" w:rsidP="00FA2C64">
      <w:pPr>
        <w:pStyle w:val="libNormal0"/>
      </w:pPr>
      <w:r>
        <w:t>wabihaqqi nabiyyika Muhammadin 'alayhi wa âlihis</w:t>
      </w:r>
    </w:p>
    <w:p w:rsidR="00FA2C64" w:rsidRDefault="00FA2C64" w:rsidP="00FA2C64">
      <w:pPr>
        <w:pStyle w:val="libNormal0"/>
      </w:pPr>
      <w:r>
        <w:t>salâmu yâ man wahaba li âdama Syîtsan wali</w:t>
      </w:r>
    </w:p>
    <w:p w:rsidR="00FA2C64" w:rsidRDefault="00FA2C64" w:rsidP="00FA2C64">
      <w:pPr>
        <w:pStyle w:val="libNormal0"/>
      </w:pPr>
      <w:r>
        <w:t>Ibrôhîma Ismâîla wa Ishâq</w:t>
      </w:r>
    </w:p>
    <w:p w:rsidR="00FA2C64" w:rsidRDefault="00FA2C64" w:rsidP="00FA2C64">
      <w:pPr>
        <w:pStyle w:val="libNormal0"/>
      </w:pPr>
      <w:r>
        <w:t>Ya Allah aku memohon kepada-Mu karena</w:t>
      </w:r>
    </w:p>
    <w:p w:rsidR="00FA2C64" w:rsidRDefault="00FA2C64" w:rsidP="00FA2C64">
      <w:pPr>
        <w:pStyle w:val="libNormal0"/>
      </w:pPr>
      <w:r>
        <w:t>sesungguhnya Engkau adalah Maha Memiliki dan85</w:t>
      </w:r>
    </w:p>
    <w:p w:rsidR="00FA2C64" w:rsidRDefault="00FA2C64" w:rsidP="00FA2C64">
      <w:pPr>
        <w:pStyle w:val="libNormal0"/>
      </w:pPr>
      <w:r>
        <w:t>bahwa apa saja yang Engkau inginkan akan terjadi dan</w:t>
      </w:r>
    </w:p>
    <w:p w:rsidR="00FA2C64" w:rsidRDefault="00FA2C64" w:rsidP="00FA2C64">
      <w:pPr>
        <w:pStyle w:val="libNormal0"/>
      </w:pPr>
      <w:r>
        <w:t>Engkau Maha Kuasa atas segala sesuatu, Aku memohon</w:t>
      </w:r>
    </w:p>
    <w:p w:rsidR="00FA2C64" w:rsidRDefault="00FA2C64" w:rsidP="00FA2C64">
      <w:pPr>
        <w:pStyle w:val="libNormal0"/>
      </w:pPr>
      <w:r>
        <w:t>kepada-Mu demi kemuliaan bulan yang agung ini, dan</w:t>
      </w:r>
    </w:p>
    <w:p w:rsidR="00FA2C64" w:rsidRDefault="00FA2C64" w:rsidP="00FA2C64">
      <w:pPr>
        <w:pStyle w:val="libNormal0"/>
      </w:pPr>
      <w:r>
        <w:t>Ka'bah yang agung dan negeri yang agung dan rukun</w:t>
      </w:r>
    </w:p>
    <w:p w:rsidR="00FA2C64" w:rsidRDefault="00FA2C64" w:rsidP="00FA2C64">
      <w:pPr>
        <w:pStyle w:val="libNormal0"/>
      </w:pPr>
      <w:r>
        <w:t>dan maqam serta syiar-syiar yang agung, dan demi</w:t>
      </w:r>
    </w:p>
    <w:p w:rsidR="00FA2C64" w:rsidRDefault="00FA2C64" w:rsidP="00FA2C64">
      <w:pPr>
        <w:pStyle w:val="libNormal0"/>
      </w:pPr>
      <w:r>
        <w:t>kedudukan Nabi-Mu, Muhammad saww Wahai Yang</w:t>
      </w:r>
    </w:p>
    <w:p w:rsidR="00FA2C64" w:rsidRDefault="00FA2C64" w:rsidP="00FA2C64">
      <w:pPr>
        <w:pStyle w:val="libNormal0"/>
      </w:pPr>
      <w:r>
        <w:t>Memberikan sesuatu (Syits) kepada Adam dan kepada</w:t>
      </w:r>
    </w:p>
    <w:p w:rsidR="00FA2C64" w:rsidRDefault="00FA2C64" w:rsidP="00F60BF3">
      <w:pPr>
        <w:pStyle w:val="libNormal0"/>
      </w:pPr>
      <w:r>
        <w:t>Ibrahim, Ismail dan Ishak,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Wayâ man rodda Yûsufa 'alâ Ya'kûba wayâ man</w:t>
      </w:r>
    </w:p>
    <w:p w:rsidR="00FA2C64" w:rsidRDefault="00FA2C64" w:rsidP="00FA2C64">
      <w:pPr>
        <w:pStyle w:val="libNormal0"/>
      </w:pPr>
      <w:r>
        <w:t>kasyafa ba'dal balâ-i dhurro Ayyûba yâ rôda Mûsâ</w:t>
      </w:r>
    </w:p>
    <w:p w:rsidR="00FA2C64" w:rsidRDefault="00FA2C64" w:rsidP="00FA2C64">
      <w:pPr>
        <w:pStyle w:val="libNormal0"/>
      </w:pPr>
      <w:r>
        <w:t>'alâ ummihî wazâ-idal Khidri fî 'ilmihi wayâ man</w:t>
      </w:r>
    </w:p>
    <w:p w:rsidR="00FA2C64" w:rsidRDefault="00FA2C64" w:rsidP="00FA2C64">
      <w:pPr>
        <w:pStyle w:val="libNormal0"/>
      </w:pPr>
      <w:r>
        <w:t>wahaba lidâwûda Sulaimâna wali Zakariyyâ Yahyâ</w:t>
      </w:r>
    </w:p>
    <w:p w:rsidR="00FA2C64" w:rsidRDefault="00FA2C64" w:rsidP="00FA2C64">
      <w:pPr>
        <w:pStyle w:val="libNormal0"/>
      </w:pPr>
      <w:r>
        <w:lastRenderedPageBreak/>
        <w:t>wali Maryama Isâ yâ hâfidho binti Syu'aib wayâ kâfila</w:t>
      </w:r>
    </w:p>
    <w:p w:rsidR="00FA2C64" w:rsidRDefault="00FA2C64" w:rsidP="00FA2C64">
      <w:pPr>
        <w:pStyle w:val="libNormal0"/>
      </w:pPr>
      <w:r>
        <w:t>waladi ummi Mûsâ</w:t>
      </w:r>
    </w:p>
    <w:p w:rsidR="00FA2C64" w:rsidRDefault="00FA2C64" w:rsidP="00FA2C64">
      <w:pPr>
        <w:pStyle w:val="libNormal0"/>
      </w:pPr>
      <w:r>
        <w:t>Wahai Yang Mengembalikan Yusuf kepangkuan</w:t>
      </w:r>
    </w:p>
    <w:p w:rsidR="00FA2C64" w:rsidRDefault="00FA2C64" w:rsidP="00FA2C64">
      <w:pPr>
        <w:pStyle w:val="libNormal0"/>
      </w:pPr>
      <w:r>
        <w:t>Yakub Wahai Yang Menghilangkan kesengsaraan dan</w:t>
      </w:r>
    </w:p>
    <w:p w:rsidR="00FA2C64" w:rsidRDefault="00FA2C64" w:rsidP="00FA2C64">
      <w:pPr>
        <w:pStyle w:val="libNormal0"/>
      </w:pPr>
      <w:r>
        <w:t>bala Ayub, Wahai Yang Mengembalikan Musa ke86</w:t>
      </w:r>
    </w:p>
    <w:p w:rsidR="00FA2C64" w:rsidRDefault="00FA2C64" w:rsidP="00FA2C64">
      <w:pPr>
        <w:pStyle w:val="libNormal0"/>
      </w:pPr>
      <w:r>
        <w:t>pangkuan ibunya dan menambah ilmu Khidr, Wahai</w:t>
      </w:r>
    </w:p>
    <w:p w:rsidR="00FA2C64" w:rsidRDefault="00FA2C64" w:rsidP="00FA2C64">
      <w:pPr>
        <w:pStyle w:val="libNormal0"/>
      </w:pPr>
      <w:r>
        <w:t>Yang Menganugerahkan Sulaiman kepada Dawud,</w:t>
      </w:r>
    </w:p>
    <w:p w:rsidR="00FA2C64" w:rsidRDefault="00FA2C64" w:rsidP="00FA2C64">
      <w:pPr>
        <w:pStyle w:val="libNormal0"/>
      </w:pPr>
      <w:r>
        <w:t>Yahya kepada Zakaria, dan Isa kepada Maryam. Wahai</w:t>
      </w:r>
    </w:p>
    <w:p w:rsidR="00FA2C64" w:rsidRDefault="00FA2C64" w:rsidP="00FA2C64">
      <w:pPr>
        <w:pStyle w:val="libNormal0"/>
      </w:pPr>
      <w:r>
        <w:t>Yang Menjaga putri Syuaib, wahai Yang Melindungi</w:t>
      </w:r>
    </w:p>
    <w:p w:rsidR="00FA2C64" w:rsidRDefault="00FA2C64" w:rsidP="00F60BF3">
      <w:pPr>
        <w:pStyle w:val="libNormal0"/>
      </w:pPr>
      <w:r>
        <w:t>anak ibu Musa dari ibunya,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As-aluka an tusholli 'alâ Muhammad wa âli</w:t>
      </w:r>
    </w:p>
    <w:p w:rsidR="00FA2C64" w:rsidRDefault="00FA2C64" w:rsidP="00FA2C64">
      <w:pPr>
        <w:pStyle w:val="libNormal0"/>
      </w:pPr>
      <w:r>
        <w:t>Muhammad, wa an taghfiro lî dzunûbî kullahâ</w:t>
      </w:r>
    </w:p>
    <w:p w:rsidR="00FA2C64" w:rsidRDefault="00FA2C64" w:rsidP="00FA2C64">
      <w:pPr>
        <w:pStyle w:val="libNormal0"/>
      </w:pPr>
      <w:r>
        <w:t>watujîronî min 'adzâbika watûjiba lî ridhwânika wa</w:t>
      </w:r>
    </w:p>
    <w:p w:rsidR="00FA2C64" w:rsidRDefault="00FA2C64" w:rsidP="00FA2C64">
      <w:pPr>
        <w:pStyle w:val="libNormal0"/>
      </w:pPr>
      <w:r>
        <w:t>amânika wa ihsânika wa ghufrônika wajinânaka wa</w:t>
      </w:r>
    </w:p>
    <w:p w:rsidR="00FA2C64" w:rsidRDefault="00FA2C64" w:rsidP="00FA2C64">
      <w:pPr>
        <w:pStyle w:val="libNormal0"/>
      </w:pPr>
      <w:r>
        <w:t>as-aluka an tafukka 'annî kulla halqotin baynî</w:t>
      </w:r>
    </w:p>
    <w:p w:rsidR="00FA2C64" w:rsidRDefault="00FA2C64" w:rsidP="00FA2C64">
      <w:pPr>
        <w:pStyle w:val="libNormal0"/>
      </w:pPr>
      <w:r>
        <w:t>wabayna man yu'dzînî wa taftaha lî kulla bâbin</w:t>
      </w:r>
    </w:p>
    <w:p w:rsidR="00FA2C64" w:rsidRDefault="00FA2C64" w:rsidP="00FA2C64">
      <w:pPr>
        <w:pStyle w:val="libNormal0"/>
      </w:pPr>
      <w:r>
        <w:t>watulliyana lî kulla sho'bin watusahhila lî kulla 'asîr87</w:t>
      </w:r>
    </w:p>
    <w:p w:rsidR="00FA2C64" w:rsidRDefault="00FA2C64" w:rsidP="00FA2C64">
      <w:pPr>
        <w:pStyle w:val="libNormal0"/>
      </w:pPr>
      <w:r>
        <w:t>Aku memohon kepada-Mu agar Engkau</w:t>
      </w:r>
    </w:p>
    <w:p w:rsidR="00FA2C64" w:rsidRDefault="00FA2C64" w:rsidP="00FA2C64">
      <w:pPr>
        <w:pStyle w:val="libNormal0"/>
      </w:pPr>
      <w:r>
        <w:t>menyampaikan shalawat kepada Muhammad dan</w:t>
      </w:r>
    </w:p>
    <w:p w:rsidR="00FA2C64" w:rsidRDefault="00FA2C64" w:rsidP="00FA2C64">
      <w:pPr>
        <w:pStyle w:val="libNormal0"/>
      </w:pPr>
      <w:r>
        <w:t>keluarga Muhammad, Ampunilah dosa-dosaku</w:t>
      </w:r>
    </w:p>
    <w:p w:rsidR="00FA2C64" w:rsidRDefault="00FA2C64" w:rsidP="00FA2C64">
      <w:pPr>
        <w:pStyle w:val="libNormal0"/>
      </w:pPr>
      <w:r>
        <w:t>semuanya dan selamatkanlah aku dari azab-Mu. Berilah</w:t>
      </w:r>
    </w:p>
    <w:p w:rsidR="00FA2C64" w:rsidRDefault="00FA2C64" w:rsidP="00FA2C64">
      <w:pPr>
        <w:pStyle w:val="libNormal0"/>
      </w:pPr>
      <w:r>
        <w:t>aku rida-Mu, keamanan-Mu, kebaikan-Mu, ampunanMu dan surga-Mu. Aku memohon kepada-Mu agar</w:t>
      </w:r>
    </w:p>
    <w:p w:rsidR="00FA2C64" w:rsidRDefault="00FA2C64" w:rsidP="00FA2C64">
      <w:pPr>
        <w:pStyle w:val="libNormal0"/>
      </w:pPr>
      <w:r>
        <w:t>Engkau memisahkan setiap hubungan yang terjalin</w:t>
      </w:r>
    </w:p>
    <w:p w:rsidR="00FA2C64" w:rsidRDefault="00FA2C64" w:rsidP="00FA2C64">
      <w:pPr>
        <w:pStyle w:val="libNormal0"/>
      </w:pPr>
      <w:r>
        <w:t>antara aku dan orang yang hendak menyakitiku,</w:t>
      </w:r>
    </w:p>
    <w:p w:rsidR="00FA2C64" w:rsidRDefault="00FA2C64" w:rsidP="00FA2C64">
      <w:pPr>
        <w:pStyle w:val="libNormal0"/>
      </w:pPr>
      <w:r>
        <w:t>Bukakanlah kepadaku setiap pintu, ringankanlah setiap</w:t>
      </w:r>
    </w:p>
    <w:p w:rsidR="00FA2C64" w:rsidRDefault="00FA2C64" w:rsidP="00F60BF3">
      <w:pPr>
        <w:pStyle w:val="libNormal0"/>
      </w:pPr>
      <w:r>
        <w:t>yang sulit dan mudahkanlah untukku setiap yang rumit</w:t>
      </w:r>
    </w:p>
    <w:p w:rsidR="00F60BF3" w:rsidRPr="00F60BF3" w:rsidRDefault="00F60BF3" w:rsidP="00F60BF3">
      <w:pPr>
        <w:pStyle w:val="libNormal"/>
      </w:pPr>
    </w:p>
    <w:p w:rsidR="00FA2C64" w:rsidRDefault="00FA2C64" w:rsidP="00FA2C64">
      <w:pPr>
        <w:pStyle w:val="libNormal0"/>
      </w:pPr>
      <w:r>
        <w:t>Watukh-risa 'annî kulla nâthiqin bisyar-rin watukaffa</w:t>
      </w:r>
    </w:p>
    <w:p w:rsidR="00FA2C64" w:rsidRDefault="00FA2C64" w:rsidP="00FA2C64">
      <w:pPr>
        <w:pStyle w:val="libNormal0"/>
      </w:pPr>
      <w:r>
        <w:t>'annî kulla bâghin watak-bita 'annî kulla 'aduwwin lî</w:t>
      </w:r>
    </w:p>
    <w:p w:rsidR="00FA2C64" w:rsidRDefault="00FA2C64" w:rsidP="00FA2C64">
      <w:pPr>
        <w:pStyle w:val="libNormal0"/>
      </w:pPr>
      <w:r>
        <w:t>wahâsidin watamna'a minnî kulla dhôlimin88</w:t>
      </w:r>
    </w:p>
    <w:p w:rsidR="00FA2C64" w:rsidRDefault="00FA2C64" w:rsidP="00FA2C64">
      <w:pPr>
        <w:pStyle w:val="libNormal0"/>
      </w:pPr>
      <w:r>
        <w:t>watakfiyanî kulla 'â-iqin yahûlu baynî wabayna hâjatî</w:t>
      </w:r>
    </w:p>
    <w:p w:rsidR="00FA2C64" w:rsidRDefault="00FA2C64" w:rsidP="00FA2C64">
      <w:pPr>
        <w:pStyle w:val="libNormal0"/>
      </w:pPr>
      <w:r>
        <w:t>wayuhâwilu an yufarriqo baynî wabayna thô'atika</w:t>
      </w:r>
    </w:p>
    <w:p w:rsidR="00FA2C64" w:rsidRDefault="00FA2C64" w:rsidP="00FA2C64">
      <w:pPr>
        <w:pStyle w:val="libNormal0"/>
      </w:pPr>
      <w:r>
        <w:t>wayats bithonî 'an 'ibâdatika yâ manil jamal jinnal</w:t>
      </w:r>
    </w:p>
    <w:p w:rsidR="00FA2C64" w:rsidRDefault="00FA2C64" w:rsidP="00FA2C64">
      <w:pPr>
        <w:pStyle w:val="libNormal0"/>
      </w:pPr>
      <w:r>
        <w:t>mutamar-ridayni waqoharo 'utâtasy-syayâthîn</w:t>
      </w:r>
    </w:p>
    <w:p w:rsidR="00FA2C64" w:rsidRDefault="00FA2C64" w:rsidP="00FA2C64">
      <w:pPr>
        <w:pStyle w:val="libNormal0"/>
      </w:pPr>
      <w:r>
        <w:lastRenderedPageBreak/>
        <w:t>Bisukanlah untukku setiap orang yang berbicara</w:t>
      </w:r>
    </w:p>
    <w:p w:rsidR="00FA2C64" w:rsidRDefault="00FA2C64" w:rsidP="00FA2C64">
      <w:pPr>
        <w:pStyle w:val="libNormal0"/>
      </w:pPr>
      <w:r>
        <w:t>jahat, cegalah setiap pembangkang, tahanlah setiap</w:t>
      </w:r>
    </w:p>
    <w:p w:rsidR="00FA2C64" w:rsidRDefault="00FA2C64" w:rsidP="00FA2C64">
      <w:pPr>
        <w:pStyle w:val="libNormal0"/>
      </w:pPr>
      <w:r>
        <w:t>musuh dan orang yang hasud kepadaku. Perdayalah</w:t>
      </w:r>
    </w:p>
    <w:p w:rsidR="00FA2C64" w:rsidRDefault="00FA2C64" w:rsidP="00FA2C64">
      <w:pPr>
        <w:pStyle w:val="libNormal0"/>
      </w:pPr>
      <w:r>
        <w:t>orang yang zalim dan lindungilah aku dari setiap</w:t>
      </w:r>
    </w:p>
    <w:p w:rsidR="00FA2C64" w:rsidRDefault="00FA2C64" w:rsidP="00FA2C64">
      <w:pPr>
        <w:pStyle w:val="libNormal0"/>
      </w:pPr>
      <w:r>
        <w:t>rintangan yang mencegah terkabulnya hajatku dan</w:t>
      </w:r>
    </w:p>
    <w:p w:rsidR="00FA2C64" w:rsidRDefault="00FA2C64" w:rsidP="00FA2C64">
      <w:pPr>
        <w:pStyle w:val="libNormal0"/>
      </w:pPr>
      <w:r>
        <w:t>berusaha memisahkan antara aku dan ketaatan kepadaMu dan melemahkan semangat beribadah kepada-Mu.</w:t>
      </w:r>
    </w:p>
    <w:p w:rsidR="00FA2C64" w:rsidRDefault="00FA2C64" w:rsidP="00FA2C64">
      <w:pPr>
        <w:pStyle w:val="libNormal0"/>
      </w:pPr>
      <w:r>
        <w:t>Wahai Yang Mengekang jin yang menentang, Yang</w:t>
      </w:r>
    </w:p>
    <w:p w:rsidR="00FA2C64" w:rsidRDefault="00FA2C64" w:rsidP="001116B5">
      <w:pPr>
        <w:pStyle w:val="libNormal0"/>
      </w:pPr>
      <w:r>
        <w:t>Menjinakkan para gembong setan,</w:t>
      </w:r>
    </w:p>
    <w:p w:rsidR="001116B5" w:rsidRPr="001116B5" w:rsidRDefault="001116B5" w:rsidP="001116B5">
      <w:pPr>
        <w:pStyle w:val="libNormal"/>
      </w:pPr>
    </w:p>
    <w:p w:rsidR="00FA2C64" w:rsidRDefault="00FA2C64" w:rsidP="00FA2C64">
      <w:pPr>
        <w:pStyle w:val="libNormal0"/>
      </w:pPr>
      <w:r>
        <w:t>Wa adzalla riqôbal mutajabbirîna warodda kayday</w:t>
      </w:r>
    </w:p>
    <w:p w:rsidR="00FA2C64" w:rsidRDefault="00FA2C64" w:rsidP="00FA2C64">
      <w:pPr>
        <w:pStyle w:val="libNormal0"/>
      </w:pPr>
      <w:r>
        <w:t>mutasallithîna 'anil mustad 'afîna as-aluka</w:t>
      </w:r>
    </w:p>
    <w:p w:rsidR="00FA2C64" w:rsidRDefault="00FA2C64" w:rsidP="00FA2C64">
      <w:pPr>
        <w:pStyle w:val="libNormal0"/>
      </w:pPr>
      <w:r>
        <w:t>biqudrotika 'alâ mâ tasyâ-u watas hîlika limâ tasyâ-u</w:t>
      </w:r>
    </w:p>
    <w:p w:rsidR="00FA2C64" w:rsidRDefault="00FA2C64" w:rsidP="00FA2C64">
      <w:pPr>
        <w:pStyle w:val="libNormal0"/>
      </w:pPr>
      <w:r>
        <w:t>kayfa tasyâ-u an taj'ala qodhô-a hâjatî fîmâ tasyâ-u</w:t>
      </w:r>
    </w:p>
    <w:p w:rsidR="00FA2C64" w:rsidRDefault="00FA2C64" w:rsidP="00FA2C64">
      <w:pPr>
        <w:pStyle w:val="libNormal0"/>
      </w:pPr>
      <w:r>
        <w:t>(sujud): Allâhumma laka sajadtu wabika âmantu</w:t>
      </w:r>
    </w:p>
    <w:p w:rsidR="00FA2C64" w:rsidRDefault="00FA2C64" w:rsidP="00FA2C64">
      <w:pPr>
        <w:pStyle w:val="libNormal0"/>
      </w:pPr>
      <w:r>
        <w:t>farham dzullî wafâqotî waj tihâdî watadhor-ru'î</w:t>
      </w:r>
    </w:p>
    <w:p w:rsidR="00FA2C64" w:rsidRDefault="00FA2C64" w:rsidP="00FA2C64">
      <w:pPr>
        <w:pStyle w:val="libNormal0"/>
      </w:pPr>
      <w:r>
        <w:t>wamaskanatî wa faqrî ilayka yâ robbi</w:t>
      </w:r>
    </w:p>
    <w:p w:rsidR="00FA2C64" w:rsidRDefault="00FA2C64" w:rsidP="00FA2C64">
      <w:pPr>
        <w:pStyle w:val="libNormal0"/>
      </w:pPr>
      <w:r>
        <w:t>Yang Menghinakan para tiran, Yang Mematahkan</w:t>
      </w:r>
    </w:p>
    <w:p w:rsidR="00FA2C64" w:rsidRDefault="00FA2C64" w:rsidP="00FA2C64">
      <w:pPr>
        <w:pStyle w:val="libNormal0"/>
      </w:pPr>
      <w:r>
        <w:t>tipu daya para penguasa yang menindas kaum yang</w:t>
      </w:r>
    </w:p>
    <w:p w:rsidR="00FA2C64" w:rsidRDefault="00FA2C64" w:rsidP="00FA2C64">
      <w:pPr>
        <w:pStyle w:val="libNormal0"/>
      </w:pPr>
      <w:r>
        <w:t>lemah. Aku memohon kepada-Mu demi kekuasaan-Mu</w:t>
      </w:r>
    </w:p>
    <w:p w:rsidR="00FA2C64" w:rsidRDefault="00FA2C64" w:rsidP="00FA2C64">
      <w:pPr>
        <w:pStyle w:val="libNormal0"/>
      </w:pPr>
      <w:r>
        <w:t>atas apa saja yang Engkau kehendaki, dan pemudahanMu kepada siapa saja yang Engkau kehendaki dan</w:t>
      </w:r>
    </w:p>
    <w:p w:rsidR="00FA2C64" w:rsidRDefault="00FA2C64" w:rsidP="00FA2C64">
      <w:pPr>
        <w:pStyle w:val="libNormal0"/>
      </w:pPr>
      <w:r>
        <w:t>dengan cara yang Engkau kehendaki, agar Engkau</w:t>
      </w:r>
    </w:p>
    <w:p w:rsidR="00FA2C64" w:rsidRDefault="00FA2C64" w:rsidP="00FA2C64">
      <w:pPr>
        <w:pStyle w:val="libNormal0"/>
      </w:pPr>
      <w:r>
        <w:t>mengabulkan hajatku sesuai dengan apa yang Engkau</w:t>
      </w:r>
    </w:p>
    <w:p w:rsidR="00FA2C64" w:rsidRDefault="00FA2C64" w:rsidP="00FA2C64">
      <w:pPr>
        <w:pStyle w:val="libNormal0"/>
      </w:pPr>
      <w:r>
        <w:t>kehendaki</w:t>
      </w:r>
    </w:p>
    <w:p w:rsidR="00FA2C64" w:rsidRDefault="00FA2C64" w:rsidP="00FA2C64">
      <w:pPr>
        <w:pStyle w:val="libNormal0"/>
      </w:pPr>
      <w:r>
        <w:t>(Kemudian sujudlah di atas tanah sembari</w:t>
      </w:r>
    </w:p>
    <w:p w:rsidR="00FA2C64" w:rsidRDefault="00FA2C64" w:rsidP="001116B5">
      <w:pPr>
        <w:pStyle w:val="libNormal0"/>
      </w:pPr>
      <w:r>
        <w:t>mengatakan:)</w:t>
      </w:r>
    </w:p>
    <w:p w:rsidR="001116B5" w:rsidRPr="001116B5" w:rsidRDefault="001116B5" w:rsidP="001116B5">
      <w:pPr>
        <w:pStyle w:val="libNormal"/>
      </w:pPr>
    </w:p>
    <w:p w:rsidR="00FA2C64" w:rsidRDefault="00FA2C64" w:rsidP="00FA2C64">
      <w:pPr>
        <w:pStyle w:val="libNormal0"/>
      </w:pPr>
      <w:r>
        <w:t>Allâhumma laka sajadtu wabika âmantu farham</w:t>
      </w:r>
    </w:p>
    <w:p w:rsidR="00FA2C64" w:rsidRDefault="00FA2C64" w:rsidP="00FA2C64">
      <w:pPr>
        <w:pStyle w:val="libNormal0"/>
      </w:pPr>
      <w:r>
        <w:t>dzullî wafâqotî waj tihâdî watadhor-ru'î wamaskanatî</w:t>
      </w:r>
    </w:p>
    <w:p w:rsidR="00FA2C64" w:rsidRDefault="00FA2C64" w:rsidP="00FA2C64">
      <w:pPr>
        <w:pStyle w:val="libNormal0"/>
      </w:pPr>
      <w:r>
        <w:t>wa faqrî ilayka yâ robbi</w:t>
      </w:r>
    </w:p>
    <w:p w:rsidR="00FA2C64" w:rsidRDefault="00FA2C64" w:rsidP="00FA2C64">
      <w:pPr>
        <w:pStyle w:val="libNormal0"/>
      </w:pPr>
      <w:r>
        <w:t>Ya Allah, aku bersujud kepada-Mu, Aku beriman</w:t>
      </w:r>
    </w:p>
    <w:p w:rsidR="00FA2C64" w:rsidRDefault="00FA2C64" w:rsidP="00FA2C64">
      <w:pPr>
        <w:pStyle w:val="libNormal0"/>
      </w:pPr>
      <w:r>
        <w:t>kepada-Mu, maka kasihanilah kehinaanku,</w:t>
      </w:r>
    </w:p>
    <w:p w:rsidR="00FA2C64" w:rsidRDefault="00FA2C64" w:rsidP="00FA2C64">
      <w:pPr>
        <w:pStyle w:val="libNormal0"/>
      </w:pPr>
      <w:r>
        <w:t>kekuranganku, kesungguhan usahaku, kepatuhanku,</w:t>
      </w:r>
    </w:p>
    <w:p w:rsidR="00FA2C64" w:rsidRDefault="00FA2C64" w:rsidP="00FA2C64">
      <w:pPr>
        <w:pStyle w:val="libNormal0"/>
      </w:pPr>
      <w:r>
        <w:t>kemiskinanku dan kafakiranku di sisi-Mu Ya Rabbi!</w:t>
      </w:r>
    </w:p>
    <w:p w:rsidR="00FA2C64" w:rsidRDefault="00FA2C64" w:rsidP="00FA2C64">
      <w:pPr>
        <w:pStyle w:val="libNormal0"/>
      </w:pPr>
      <w:r>
        <w:t>Biarkan jangan mengusap mata yang ada airmatanya</w:t>
      </w:r>
    </w:p>
    <w:p w:rsidR="00FA2C64" w:rsidRDefault="00FA2C64" w:rsidP="00FA2C64">
      <w:pPr>
        <w:pStyle w:val="libNormal0"/>
      </w:pPr>
      <w:r>
        <w:lastRenderedPageBreak/>
        <w:t>walaupun sebesar lalat. Karena hal itu adalah sebagai</w:t>
      </w:r>
    </w:p>
    <w:p w:rsidR="00FA2C64" w:rsidRDefault="00FA2C64" w:rsidP="00FA2C64">
      <w:pPr>
        <w:pStyle w:val="libNormal0"/>
      </w:pPr>
      <w:r>
        <w:t>tanda diterimanya doa. Tanggal 15 Rajab adalah hari</w:t>
      </w:r>
    </w:p>
    <w:p w:rsidR="00FA2C64" w:rsidRDefault="00FA2C64" w:rsidP="00FA2C64">
      <w:pPr>
        <w:pStyle w:val="libNormal0"/>
      </w:pPr>
      <w:r>
        <w:t>syahadah Imam Musa bin Ja‟far As-Shodiq a.s. Hari itu</w:t>
      </w:r>
    </w:p>
    <w:p w:rsidR="00FA2C64" w:rsidRDefault="00FA2C64" w:rsidP="00FA2C64">
      <w:pPr>
        <w:pStyle w:val="libNormal0"/>
      </w:pPr>
      <w:r>
        <w:t>adalah hari duka para pecinta Ahlul Bayt Nabi saw.</w:t>
      </w:r>
    </w:p>
    <w:p w:rsidR="001116B5" w:rsidRDefault="001116B5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1116B5">
      <w:pPr>
        <w:pStyle w:val="Heading1"/>
      </w:pPr>
      <w:bookmarkStart w:id="44" w:name="_Toc94724721"/>
      <w:r>
        <w:lastRenderedPageBreak/>
        <w:t>Amalan Malam dan Hari di utusnya</w:t>
      </w:r>
      <w:bookmarkEnd w:id="44"/>
    </w:p>
    <w:p w:rsidR="00FA2C64" w:rsidRDefault="00FA2C64" w:rsidP="001116B5">
      <w:pPr>
        <w:pStyle w:val="Heading1"/>
      </w:pPr>
      <w:bookmarkStart w:id="45" w:name="_Toc94724722"/>
      <w:r>
        <w:t>Rasulullah saww (Layl Mab’uts)</w:t>
      </w:r>
      <w:bookmarkEnd w:id="45"/>
    </w:p>
    <w:p w:rsidR="001116B5" w:rsidRDefault="001116B5" w:rsidP="00FA2C64">
      <w:pPr>
        <w:pStyle w:val="libNormal0"/>
      </w:pPr>
    </w:p>
    <w:p w:rsidR="00FA2C64" w:rsidRDefault="001116B5" w:rsidP="00FA2C64">
      <w:pPr>
        <w:pStyle w:val="libNormal0"/>
      </w:pPr>
      <w:r>
        <w:t>]</w:t>
      </w:r>
      <w:r w:rsidR="00FA2C64">
        <w:t>Malam 27 Rajab adalah malam di utusnya Rasulullah</w:t>
      </w:r>
    </w:p>
    <w:p w:rsidR="00FA2C64" w:rsidRDefault="00FA2C64" w:rsidP="00FA2C64">
      <w:pPr>
        <w:pStyle w:val="libNormal0"/>
      </w:pPr>
      <w:r>
        <w:t>saww. Dia termasuk dari malam-malam yang diberkahi.</w:t>
      </w:r>
    </w:p>
    <w:p w:rsidR="00FA2C64" w:rsidRDefault="00FA2C64" w:rsidP="00FA2C64">
      <w:pPr>
        <w:pStyle w:val="libNormal0"/>
      </w:pPr>
      <w:r>
        <w:t>Di dalamnya ada beberapa amalan. Di antaranya yang</w:t>
      </w:r>
    </w:p>
    <w:p w:rsidR="00FA2C64" w:rsidRDefault="00FA2C64" w:rsidP="00FA2C64">
      <w:pPr>
        <w:pStyle w:val="libNormal0"/>
      </w:pPr>
      <w:r>
        <w:t>disebut oleh Imam Ridho as. Pada malam di bulan</w:t>
      </w:r>
    </w:p>
    <w:p w:rsidR="00FA2C64" w:rsidRDefault="00FA2C64" w:rsidP="00FA2C64">
      <w:pPr>
        <w:pStyle w:val="libNormal0"/>
      </w:pPr>
      <w:r>
        <w:t>Rajab ada satu malam yang terbaik untuk manusia.</w:t>
      </w:r>
    </w:p>
    <w:p w:rsidR="00FA2C64" w:rsidRDefault="00FA2C64" w:rsidP="00FA2C64">
      <w:pPr>
        <w:pStyle w:val="libNormal0"/>
      </w:pPr>
      <w:r>
        <w:t>Malam itu adalah malam ke 27 yaitu malam dilantiknya</w:t>
      </w:r>
    </w:p>
    <w:p w:rsidR="00FA2C64" w:rsidRDefault="00FA2C64" w:rsidP="00FA2C64">
      <w:pPr>
        <w:pStyle w:val="libNormal0"/>
      </w:pPr>
      <w:r>
        <w:t>Rasulullah menjadi Nabi pada keesokan harinya.</w:t>
      </w:r>
    </w:p>
    <w:p w:rsidR="00FA2C64" w:rsidRDefault="00FA2C64" w:rsidP="00FA2C64">
      <w:pPr>
        <w:pStyle w:val="libNormal0"/>
      </w:pPr>
      <w:r>
        <w:t>Amalan pada pada malam dan siang harinya bagi para</w:t>
      </w:r>
    </w:p>
    <w:p w:rsidR="00FA2C64" w:rsidRDefault="00FA2C64" w:rsidP="00FA2C64">
      <w:pPr>
        <w:pStyle w:val="libNormal0"/>
      </w:pPr>
      <w:r>
        <w:t>pencinta ahlul bayt Nabi akan diberi pahala bagaikan</w:t>
      </w:r>
    </w:p>
    <w:p w:rsidR="00FA2C64" w:rsidRDefault="00FA2C64" w:rsidP="00FA2C64">
      <w:pPr>
        <w:pStyle w:val="libNormal0"/>
      </w:pPr>
      <w:r>
        <w:t>orang yang beramal selama 60 tahun. Beliau di tanya</w:t>
      </w:r>
    </w:p>
    <w:p w:rsidR="00FA2C64" w:rsidRDefault="00FA2C64" w:rsidP="00FA2C64">
      <w:pPr>
        <w:pStyle w:val="libNormal0"/>
      </w:pPr>
      <w:r>
        <w:t>amalan apakah yang harus dilakukan? Beliau menjawab91</w:t>
      </w:r>
    </w:p>
    <w:p w:rsidR="00FA2C64" w:rsidRDefault="00FA2C64" w:rsidP="00FA2C64">
      <w:pPr>
        <w:pStyle w:val="libNormal0"/>
      </w:pPr>
      <w:r>
        <w:t>bila engkau telah menunaikan sholat Isya‟ dan segera ke</w:t>
      </w:r>
    </w:p>
    <w:p w:rsidR="00FA2C64" w:rsidRDefault="00FA2C64" w:rsidP="00FA2C64">
      <w:pPr>
        <w:pStyle w:val="libNormal0"/>
      </w:pPr>
      <w:r>
        <w:t>pembaringan untuk tidur kemudian bangunlah sebelum</w:t>
      </w:r>
    </w:p>
    <w:p w:rsidR="00FA2C64" w:rsidRDefault="00FA2C64" w:rsidP="00FA2C64">
      <w:pPr>
        <w:pStyle w:val="libNormal0"/>
      </w:pPr>
      <w:r>
        <w:t>pertengahan malam untuk melakukan sholat 12 rakaat</w:t>
      </w:r>
    </w:p>
    <w:p w:rsidR="00FA2C64" w:rsidRDefault="00FA2C64" w:rsidP="00FA2C64">
      <w:pPr>
        <w:pStyle w:val="libNormal0"/>
      </w:pPr>
      <w:r>
        <w:t>surah yang dibaca setelah al-fatihah membaca surat</w:t>
      </w:r>
    </w:p>
    <w:p w:rsidR="00FA2C64" w:rsidRDefault="00FA2C64" w:rsidP="00FA2C64">
      <w:pPr>
        <w:pStyle w:val="libNormal0"/>
      </w:pPr>
      <w:r>
        <w:t>yang ringan yang bersambung, mulai surah Muhammad</w:t>
      </w:r>
    </w:p>
    <w:p w:rsidR="00FA2C64" w:rsidRDefault="00FA2C64" w:rsidP="00FA2C64">
      <w:pPr>
        <w:pStyle w:val="libNormal0"/>
      </w:pPr>
      <w:r>
        <w:t>hingga akhir Quran. Setiap dua rakaat membaca salam.</w:t>
      </w:r>
    </w:p>
    <w:p w:rsidR="00FA2C64" w:rsidRDefault="00FA2C64" w:rsidP="00FA2C64">
      <w:pPr>
        <w:pStyle w:val="libNormal0"/>
      </w:pPr>
      <w:r>
        <w:t>Setelah selesai sholat membaca Al-Fatihah, Al-Falaq,</w:t>
      </w:r>
    </w:p>
    <w:p w:rsidR="00FA2C64" w:rsidRDefault="00FA2C64" w:rsidP="00FA2C64">
      <w:pPr>
        <w:pStyle w:val="libNormal0"/>
      </w:pPr>
      <w:r>
        <w:t>An-Nâsi, Al-Ikhlâs, Al-Kâfirun, Al-Qodr (Inna</w:t>
      </w:r>
    </w:p>
    <w:p w:rsidR="00FA2C64" w:rsidRDefault="00FA2C64" w:rsidP="00FA2C64">
      <w:pPr>
        <w:pStyle w:val="libNormal0"/>
      </w:pPr>
      <w:r>
        <w:t>anzalna), ayatul Kursi (Al-baqoroh 255) masing-masing</w:t>
      </w:r>
    </w:p>
    <w:p w:rsidR="00FA2C64" w:rsidRDefault="00FA2C64" w:rsidP="00FA2C64">
      <w:pPr>
        <w:pStyle w:val="libNormal0"/>
      </w:pPr>
      <w:r>
        <w:t>7 kali.</w:t>
      </w:r>
    </w:p>
    <w:p w:rsidR="00FA2C64" w:rsidRDefault="00FA2C64" w:rsidP="0044129D">
      <w:pPr>
        <w:pStyle w:val="libNormal0"/>
      </w:pPr>
      <w:r>
        <w:t>Kemudian membaca doa berikut:</w:t>
      </w:r>
    </w:p>
    <w:p w:rsidR="0044129D" w:rsidRPr="0044129D" w:rsidRDefault="0044129D" w:rsidP="0044129D">
      <w:pPr>
        <w:pStyle w:val="libNormal"/>
      </w:pPr>
    </w:p>
    <w:p w:rsidR="00FA2C64" w:rsidRDefault="00FA2C64" w:rsidP="00FA2C64">
      <w:pPr>
        <w:pStyle w:val="libNormal0"/>
      </w:pPr>
      <w:r>
        <w:t>Alhamdulillâhil-ladzî lam yat-takhidz waladaw-walam</w:t>
      </w:r>
    </w:p>
    <w:p w:rsidR="00FA2C64" w:rsidRDefault="00FA2C64" w:rsidP="00303924">
      <w:pPr>
        <w:pStyle w:val="libNormal0"/>
      </w:pPr>
      <w:r>
        <w:t>yakul-lahû syarîkun fil mulki walam yakul-lahû waliyyum-minadh-dhulli wakab-birhu takbîrô, allâhumma</w:t>
      </w:r>
    </w:p>
    <w:p w:rsidR="00303924" w:rsidRPr="00303924" w:rsidRDefault="00303924" w:rsidP="00303924">
      <w:pPr>
        <w:pStyle w:val="libNormal"/>
      </w:pPr>
    </w:p>
    <w:p w:rsidR="00FA2C64" w:rsidRDefault="00FA2C64" w:rsidP="00FA2C64">
      <w:pPr>
        <w:pStyle w:val="libNormal0"/>
      </w:pPr>
      <w:r>
        <w:t>innî as-aluka bima’âqidi ‘izzika ‘alâ arkâni ‘ar-syika</w:t>
      </w:r>
    </w:p>
    <w:p w:rsidR="00FA2C64" w:rsidRDefault="00FA2C64" w:rsidP="00FA2C64">
      <w:pPr>
        <w:pStyle w:val="libNormal0"/>
      </w:pPr>
      <w:r>
        <w:t>wamuntahar-rohmati min kitâbika wabismikal</w:t>
      </w:r>
    </w:p>
    <w:p w:rsidR="00FA2C64" w:rsidRDefault="00FA2C64" w:rsidP="00FA2C64">
      <w:pPr>
        <w:pStyle w:val="libNormal0"/>
      </w:pPr>
      <w:r>
        <w:t>a’dhomil a’dhomil a’dhomi, wadzikrikal a’lal-a’lâ</w:t>
      </w:r>
    </w:p>
    <w:p w:rsidR="00FA2C64" w:rsidRDefault="00FA2C64" w:rsidP="00FA2C64">
      <w:pPr>
        <w:pStyle w:val="libNormal0"/>
      </w:pPr>
      <w:r>
        <w:lastRenderedPageBreak/>
        <w:t>wabikalimâtikat-tâmmâti an-tusholli ‘alâ</w:t>
      </w:r>
    </w:p>
    <w:p w:rsidR="00FA2C64" w:rsidRDefault="00FA2C64" w:rsidP="00FA2C64">
      <w:pPr>
        <w:pStyle w:val="libNormal0"/>
      </w:pPr>
      <w:r>
        <w:t>Muhammadin wa âlihi wa-an taf’ala bî mâ anta</w:t>
      </w:r>
    </w:p>
    <w:p w:rsidR="00FA2C64" w:rsidRDefault="00303924" w:rsidP="00FA2C64">
      <w:pPr>
        <w:pStyle w:val="libNormal0"/>
      </w:pPr>
      <w:r>
        <w:t>A</w:t>
      </w:r>
      <w:r w:rsidR="00FA2C64">
        <w:t>hluhu</w:t>
      </w:r>
    </w:p>
    <w:p w:rsidR="00303924" w:rsidRPr="00303924" w:rsidRDefault="00303924" w:rsidP="00303924">
      <w:pPr>
        <w:pStyle w:val="libNormal"/>
      </w:pPr>
    </w:p>
    <w:p w:rsidR="00FA2C64" w:rsidRDefault="00FA2C64" w:rsidP="00FA2C64">
      <w:pPr>
        <w:pStyle w:val="libNormal0"/>
      </w:pPr>
      <w:r>
        <w:t>"Segala puji bagi Allah Yang tidak mempunyai anak</w:t>
      </w:r>
    </w:p>
    <w:p w:rsidR="00FA2C64" w:rsidRDefault="00FA2C64" w:rsidP="00FA2C64">
      <w:pPr>
        <w:pStyle w:val="libNormal0"/>
      </w:pPr>
      <w:r>
        <w:t>dan tidak mempuyai sekutu dalam kerajaan-Nya dan</w:t>
      </w:r>
    </w:p>
    <w:p w:rsidR="00FA2C64" w:rsidRDefault="00FA2C64" w:rsidP="00FA2C64">
      <w:pPr>
        <w:pStyle w:val="libNormal0"/>
      </w:pPr>
      <w:r>
        <w:t>tidak mempunyai penolong (untuk menjaga-Nya) dari</w:t>
      </w:r>
    </w:p>
    <w:p w:rsidR="00FA2C64" w:rsidRDefault="00FA2C64" w:rsidP="00FA2C64">
      <w:pPr>
        <w:pStyle w:val="libNormal0"/>
      </w:pPr>
      <w:r>
        <w:t>kehinaan dan agungkanlah Dia dengan pengagungan</w:t>
      </w:r>
    </w:p>
    <w:p w:rsidR="00FA2C64" w:rsidRDefault="00FA2C64" w:rsidP="00FA2C64">
      <w:pPr>
        <w:pStyle w:val="libNormal0"/>
      </w:pPr>
      <w:r>
        <w:t>yang sebenar-benarnya". Ya Allah hamba memohon</w:t>
      </w:r>
    </w:p>
    <w:p w:rsidR="00FA2C64" w:rsidRDefault="00FA2C64" w:rsidP="00FA2C64">
      <w:pPr>
        <w:pStyle w:val="libNormal0"/>
      </w:pPr>
      <w:r>
        <w:t>dengan kemuliaan kedudukan-Mu yang Maha agung</w:t>
      </w:r>
    </w:p>
    <w:p w:rsidR="00FA2C64" w:rsidRDefault="00FA2C64" w:rsidP="00FA2C64">
      <w:pPr>
        <w:pStyle w:val="libNormal0"/>
      </w:pPr>
      <w:r>
        <w:t>dan puncak kepemilikan rahmat dalam ketentuan-Mu</w:t>
      </w:r>
    </w:p>
    <w:p w:rsidR="00FA2C64" w:rsidRDefault="00FA2C64" w:rsidP="00FA2C64">
      <w:pPr>
        <w:pStyle w:val="libNormal0"/>
      </w:pPr>
      <w:r>
        <w:t>dengan asma-Mu yang Maha agung serta maha agung</w:t>
      </w:r>
    </w:p>
    <w:p w:rsidR="00FA2C64" w:rsidRDefault="00FA2C64" w:rsidP="00FA2C64">
      <w:pPr>
        <w:pStyle w:val="libNormal0"/>
      </w:pPr>
      <w:r>
        <w:t>dan dzikir-Mu yang Maha tinggi maha tinggi maha</w:t>
      </w:r>
    </w:p>
    <w:p w:rsidR="00FA2C64" w:rsidRDefault="00FA2C64" w:rsidP="00FA2C64">
      <w:pPr>
        <w:pStyle w:val="libNormal0"/>
      </w:pPr>
      <w:r>
        <w:t>tinggi dengan kalimat-Mu yang Maha sempurna agar</w:t>
      </w:r>
    </w:p>
    <w:p w:rsidR="00FA2C64" w:rsidRDefault="00FA2C64" w:rsidP="00FA2C64">
      <w:pPr>
        <w:pStyle w:val="libNormal0"/>
      </w:pPr>
      <w:r>
        <w:t>Engkau karuniakankan Muhammad dan keluarga</w:t>
      </w:r>
    </w:p>
    <w:p w:rsidR="00FA2C64" w:rsidRDefault="00FA2C64" w:rsidP="00FA2C64">
      <w:pPr>
        <w:pStyle w:val="libNormal0"/>
      </w:pPr>
      <w:r>
        <w:t>Muhammad yang Engkau lebih tahu tentangnya</w:t>
      </w:r>
    </w:p>
    <w:p w:rsidR="00FA2C64" w:rsidRDefault="00FA2C64" w:rsidP="00FA2C64">
      <w:pPr>
        <w:pStyle w:val="libNormal0"/>
      </w:pPr>
      <w:r>
        <w:t>Hari 27 Rajab adalah hari raya di antara hari-hari</w:t>
      </w:r>
    </w:p>
    <w:p w:rsidR="00FA2C64" w:rsidRDefault="00FA2C64" w:rsidP="00FA2C64">
      <w:pPr>
        <w:pStyle w:val="libNormal0"/>
      </w:pPr>
      <w:r>
        <w:t>raya yang besar. Karena hari itu adalah hari dilantiknya</w:t>
      </w:r>
    </w:p>
    <w:p w:rsidR="00FA2C64" w:rsidRDefault="00FA2C64" w:rsidP="00FA2C64">
      <w:pPr>
        <w:pStyle w:val="libNormal0"/>
      </w:pPr>
      <w:r>
        <w:t>Rasulullah oleh Allah dengan perantara Jibril. Amalan</w:t>
      </w:r>
    </w:p>
    <w:p w:rsidR="00FA2C64" w:rsidRDefault="00FA2C64" w:rsidP="00FA2C64">
      <w:pPr>
        <w:pStyle w:val="libNormal0"/>
      </w:pPr>
      <w:r>
        <w:t>pada hari tersebut adalah mandi dan berpuasa yang</w:t>
      </w:r>
    </w:p>
    <w:p w:rsidR="00FA2C64" w:rsidRDefault="00FA2C64" w:rsidP="00FA2C64">
      <w:pPr>
        <w:pStyle w:val="libNormal0"/>
      </w:pPr>
      <w:r>
        <w:t>mana puasa pada hari itu bernilai sama dengan puasa 60</w:t>
      </w:r>
    </w:p>
    <w:p w:rsidR="00FA2C64" w:rsidRDefault="00FA2C64" w:rsidP="00FA2C64">
      <w:pPr>
        <w:pStyle w:val="libNormal0"/>
      </w:pPr>
      <w:r>
        <w:t>tahun. Membaca sholawat untuk Muhammad dan</w:t>
      </w:r>
    </w:p>
    <w:p w:rsidR="00FA2C64" w:rsidRDefault="00FA2C64" w:rsidP="00FA2C64">
      <w:pPr>
        <w:pStyle w:val="libNormal0"/>
      </w:pPr>
      <w:r>
        <w:t>keluarga Muhammad. Membaca ziarah Nabi dan ziarah</w:t>
      </w:r>
    </w:p>
    <w:p w:rsidR="00FA2C64" w:rsidRDefault="00FA2C64" w:rsidP="00FA2C64">
      <w:pPr>
        <w:pStyle w:val="libNormal0"/>
      </w:pPr>
      <w:r>
        <w:t>Imam Ali a.s. dan Sholat 12 rakaat. Setelah selesai93</w:t>
      </w:r>
    </w:p>
    <w:p w:rsidR="00FA2C64" w:rsidRDefault="00FA2C64" w:rsidP="00FA2C64">
      <w:pPr>
        <w:pStyle w:val="libNormal0"/>
      </w:pPr>
      <w:r>
        <w:t>membaca Surah Al-Ikhlas 4 kali, al-falaq dan An-Nâs 4</w:t>
      </w:r>
    </w:p>
    <w:p w:rsidR="00FA2C64" w:rsidRDefault="00FA2C64" w:rsidP="00FA2C64">
      <w:pPr>
        <w:pStyle w:val="libNormal0"/>
      </w:pPr>
      <w:r>
        <w:t>kali.</w:t>
      </w:r>
    </w:p>
    <w:p w:rsidR="00303924" w:rsidRDefault="00FA2C64" w:rsidP="00303924">
      <w:pPr>
        <w:pStyle w:val="libNormal0"/>
      </w:pPr>
      <w:r>
        <w:t>Kemudian membaca 4 kali :</w:t>
      </w:r>
    </w:p>
    <w:p w:rsidR="00303924" w:rsidRPr="00303924" w:rsidRDefault="00303924" w:rsidP="00303924">
      <w:pPr>
        <w:pStyle w:val="libNormal"/>
      </w:pPr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Lâ ilâha illallâh wallâhu akbar, wasubhânallâh, walhamdulillâh, walâ haula walâ quwwata illâ billâhil-</w:t>
      </w:r>
    </w:p>
    <w:p w:rsidR="00FA2C64" w:rsidRDefault="00FA2C64" w:rsidP="00FA2C64">
      <w:pPr>
        <w:pStyle w:val="libNormal0"/>
      </w:pPr>
      <w:r>
        <w:rPr>
          <w:rFonts w:hint="eastAsia"/>
        </w:rPr>
        <w:t>‘</w:t>
      </w:r>
      <w:r>
        <w:t>aliyyil ‘adhîm, allâhu allâhu robbî lâ usy-riku bihî</w:t>
      </w:r>
    </w:p>
    <w:p w:rsidR="00FA2C64" w:rsidRDefault="00FA2C64" w:rsidP="00FA2C64">
      <w:pPr>
        <w:pStyle w:val="libNormal0"/>
      </w:pPr>
      <w:r>
        <w:t>syai-an lâ usy-riku bihî ahadâ</w:t>
      </w:r>
    </w:p>
    <w:p w:rsidR="00FA2C64" w:rsidRDefault="00FA2C64" w:rsidP="00FA2C64">
      <w:pPr>
        <w:pStyle w:val="libNormal0"/>
      </w:pPr>
      <w:r>
        <w:t>Tidak ada tuhan kecuali Allah, Allah maha besar,</w:t>
      </w:r>
    </w:p>
    <w:p w:rsidR="00FA2C64" w:rsidRDefault="00FA2C64" w:rsidP="00FA2C64">
      <w:pPr>
        <w:pStyle w:val="libNormal0"/>
      </w:pPr>
      <w:r>
        <w:t>maha suci Allah, Segala puji bagi Allah tidak ada</w:t>
      </w:r>
    </w:p>
    <w:p w:rsidR="00FA2C64" w:rsidRDefault="00FA2C64" w:rsidP="00FA2C64">
      <w:pPr>
        <w:pStyle w:val="libNormal0"/>
      </w:pPr>
      <w:r>
        <w:t>kekuatan kecuali kekuatan dari Allah Yang maha Tinggi</w:t>
      </w:r>
    </w:p>
    <w:p w:rsidR="00FA2C64" w:rsidRDefault="00FA2C64" w:rsidP="00FA2C64">
      <w:pPr>
        <w:pStyle w:val="libNormal0"/>
      </w:pPr>
      <w:r>
        <w:lastRenderedPageBreak/>
        <w:t>dan Maha Besar, Allah, Allah Rabbi, tidak aku</w:t>
      </w:r>
    </w:p>
    <w:p w:rsidR="00FA2C64" w:rsidRDefault="00FA2C64" w:rsidP="00FA2C64">
      <w:pPr>
        <w:pStyle w:val="libNormal0"/>
      </w:pPr>
      <w:r>
        <w:t>sekutukan Dia dengan sesuatu, tidak aku sekutukan Dia</w:t>
      </w:r>
    </w:p>
    <w:p w:rsidR="00FA2C64" w:rsidRDefault="00FA2C64" w:rsidP="00FA2C64">
      <w:pPr>
        <w:pStyle w:val="libNormal0"/>
      </w:pPr>
      <w:r>
        <w:t>dengan siapa pun</w:t>
      </w:r>
    </w:p>
    <w:p w:rsidR="00303924" w:rsidRDefault="00303924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303924">
      <w:pPr>
        <w:pStyle w:val="Heading1"/>
      </w:pPr>
      <w:bookmarkStart w:id="46" w:name="_Toc94724723"/>
      <w:r>
        <w:lastRenderedPageBreak/>
        <w:t>Sholat pada Malam Hari Mab’uts</w:t>
      </w:r>
      <w:bookmarkEnd w:id="46"/>
    </w:p>
    <w:p w:rsidR="00FA2C64" w:rsidRDefault="00FA2C64" w:rsidP="00303924">
      <w:pPr>
        <w:pStyle w:val="Heading1"/>
      </w:pPr>
      <w:bookmarkStart w:id="47" w:name="_Toc94724724"/>
      <w:r>
        <w:t>(Diutusnya Rasulullah saw Menjadi Nabi</w:t>
      </w:r>
      <w:bookmarkEnd w:id="47"/>
    </w:p>
    <w:p w:rsidR="00303924" w:rsidRPr="00303924" w:rsidRDefault="00FA2C64" w:rsidP="00E36F01">
      <w:pPr>
        <w:pStyle w:val="Heading1"/>
      </w:pPr>
      <w:bookmarkStart w:id="48" w:name="_Toc94724725"/>
      <w:r>
        <w:t>dan Rasul)</w:t>
      </w:r>
      <w:bookmarkEnd w:id="48"/>
      <w:r w:rsidR="00E36F01" w:rsidRPr="00303924">
        <w:t xml:space="preserve"> </w:t>
      </w:r>
    </w:p>
    <w:p w:rsidR="00303924" w:rsidRDefault="00303924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303924">
      <w:pPr>
        <w:pStyle w:val="Heading1"/>
      </w:pPr>
      <w:bookmarkStart w:id="49" w:name="_Toc94724726"/>
      <w:r>
        <w:lastRenderedPageBreak/>
        <w:t>Ziarah Amirul Mukminin pada Malam dan</w:t>
      </w:r>
      <w:bookmarkEnd w:id="49"/>
    </w:p>
    <w:p w:rsidR="00303924" w:rsidRPr="00E36F01" w:rsidRDefault="00FA2C64" w:rsidP="00E36F01">
      <w:pPr>
        <w:pStyle w:val="Heading1"/>
      </w:pPr>
      <w:bookmarkStart w:id="50" w:name="_Toc94724727"/>
      <w:r>
        <w:t>Hari Mab’uts</w:t>
      </w:r>
      <w:bookmarkEnd w:id="50"/>
    </w:p>
    <w:p w:rsidR="00E36F01" w:rsidRPr="00E36F01" w:rsidRDefault="00E36F01" w:rsidP="00E36F01">
      <w:pPr>
        <w:pStyle w:val="libNormal0"/>
      </w:pPr>
    </w:p>
    <w:p w:rsidR="00FA2C64" w:rsidRDefault="00FA2C64" w:rsidP="00FA2C64">
      <w:pPr>
        <w:pStyle w:val="libNormal0"/>
      </w:pPr>
      <w:r>
        <w:t>Dengan asma Allah Yang Maha Kasih dan Maha</w:t>
      </w:r>
    </w:p>
    <w:p w:rsidR="00FA2C64" w:rsidRDefault="00FA2C64" w:rsidP="00FA2C64">
      <w:pPr>
        <w:pStyle w:val="libNormal0"/>
      </w:pPr>
      <w:r>
        <w:t>sayang. Ya Allah limpahkanlah sholawat untuk</w:t>
      </w:r>
    </w:p>
    <w:p w:rsidR="00FA2C64" w:rsidRDefault="00FA2C64" w:rsidP="00FA2C64">
      <w:pPr>
        <w:pStyle w:val="libNormal0"/>
      </w:pPr>
      <w:r>
        <w:t>Muhammad dan keluarga Muhammad, aku bersaksi</w:t>
      </w:r>
    </w:p>
    <w:p w:rsidR="00FA2C64" w:rsidRDefault="00FA2C64" w:rsidP="00FA2C64">
      <w:pPr>
        <w:pStyle w:val="libNormal0"/>
      </w:pPr>
      <w:r>
        <w:t>bahwa tidak ada tuhan kecuali Allah Maha Tunggal dan</w:t>
      </w:r>
    </w:p>
    <w:p w:rsidR="00FA2C64" w:rsidRDefault="00FA2C64" w:rsidP="00FA2C64">
      <w:pPr>
        <w:pStyle w:val="libNormal0"/>
      </w:pPr>
      <w:r>
        <w:t>tidak ada sekutu bagi-Nya, Aku bersaksi bahwa (Nabi)</w:t>
      </w:r>
    </w:p>
    <w:p w:rsidR="00FA2C64" w:rsidRDefault="00FA2C64" w:rsidP="00FA2C64">
      <w:pPr>
        <w:pStyle w:val="libNormal0"/>
      </w:pPr>
      <w:r>
        <w:t>Muhammad saww hamba-Mu dan Rasul-Mu, Aku</w:t>
      </w:r>
    </w:p>
    <w:p w:rsidR="00FA2C64" w:rsidRDefault="00FA2C64" w:rsidP="00FA2C64">
      <w:pPr>
        <w:pStyle w:val="libNormal0"/>
      </w:pPr>
      <w:r>
        <w:t>bersaksi bahwa (Imam) Ali bin Abi Thalib a.s.98</w:t>
      </w:r>
    </w:p>
    <w:p w:rsidR="00FA2C64" w:rsidRDefault="00FA2C64" w:rsidP="00FA2C64">
      <w:pPr>
        <w:pStyle w:val="libNormal0"/>
      </w:pPr>
      <w:r>
        <w:t>pemimpin orang-orang yang beriman hamba Allah,</w:t>
      </w:r>
    </w:p>
    <w:p w:rsidR="00FA2C64" w:rsidRDefault="00FA2C64" w:rsidP="00FA2C64">
      <w:pPr>
        <w:pStyle w:val="libNormal0"/>
      </w:pPr>
      <w:r>
        <w:t>saudara Rasul-Nya, dan aku bersaksi bahwa para Imam</w:t>
      </w:r>
    </w:p>
    <w:p w:rsidR="00FA2C64" w:rsidRDefault="00FA2C64" w:rsidP="00FA2C64">
      <w:pPr>
        <w:pStyle w:val="libNormal0"/>
      </w:pPr>
      <w:r>
        <w:t>yang suci dari putra-putranya adalah hujah-hujah Allah</w:t>
      </w:r>
    </w:p>
    <w:p w:rsidR="00FA2C64" w:rsidRDefault="00FA2C64" w:rsidP="00303924">
      <w:pPr>
        <w:pStyle w:val="libNormal0"/>
      </w:pPr>
      <w:r>
        <w:t>untuk makhluq-Nya</w:t>
      </w:r>
    </w:p>
    <w:p w:rsidR="00303924" w:rsidRPr="00303924" w:rsidRDefault="00303924" w:rsidP="00303924">
      <w:pPr>
        <w:pStyle w:val="libNormal"/>
      </w:pPr>
    </w:p>
    <w:p w:rsidR="00FA2C64" w:rsidRDefault="00FA2C64" w:rsidP="00FA2C64">
      <w:pPr>
        <w:pStyle w:val="libNormal0"/>
      </w:pPr>
      <w:r>
        <w:t>Salam atasmu wahai pewaris Adam, khalifatulah, Salam</w:t>
      </w:r>
    </w:p>
    <w:p w:rsidR="00FA2C64" w:rsidRDefault="00FA2C64" w:rsidP="00FA2C64">
      <w:pPr>
        <w:pStyle w:val="libNormal0"/>
      </w:pPr>
      <w:r>
        <w:t>atasmu wahai pewaris Nuh, pilihan Allah, Salam</w:t>
      </w:r>
    </w:p>
    <w:p w:rsidR="00FA2C64" w:rsidRDefault="00FA2C64" w:rsidP="00FA2C64">
      <w:pPr>
        <w:pStyle w:val="libNormal0"/>
      </w:pPr>
      <w:r>
        <w:t>atasmu wahai pewaris Ibrahim, Khalilullah (Kekasih</w:t>
      </w:r>
    </w:p>
    <w:p w:rsidR="00FA2C64" w:rsidRDefault="00FA2C64" w:rsidP="00FA2C64">
      <w:pPr>
        <w:pStyle w:val="libNormal0"/>
      </w:pPr>
      <w:r>
        <w:t>Allah), Salam atasmu wahai pewaris Musa, Kalimullah</w:t>
      </w:r>
    </w:p>
    <w:p w:rsidR="00FA2C64" w:rsidRDefault="00FA2C64" w:rsidP="00FA2C64">
      <w:pPr>
        <w:pStyle w:val="libNormal0"/>
      </w:pPr>
      <w:r>
        <w:t>(orang yang diajak bicara oleh Allah), Salam atasmu</w:t>
      </w:r>
    </w:p>
    <w:p w:rsidR="00FA2C64" w:rsidRDefault="00FA2C64" w:rsidP="00FA2C64">
      <w:pPr>
        <w:pStyle w:val="libNormal0"/>
      </w:pPr>
      <w:r>
        <w:t>wahai pewaris Isa, Ruhullah, Salam atasmu wahai</w:t>
      </w:r>
    </w:p>
    <w:p w:rsidR="00FA2C64" w:rsidRDefault="00FA2C64" w:rsidP="00FA2C64">
      <w:pPr>
        <w:pStyle w:val="libNormal0"/>
      </w:pPr>
      <w:r>
        <w:t>pewaris Muhammad, pemimpin para utusan Allah,</w:t>
      </w:r>
    </w:p>
    <w:p w:rsidR="00FA2C64" w:rsidRDefault="00FA2C64" w:rsidP="00FA2C64">
      <w:pPr>
        <w:pStyle w:val="libNormal0"/>
      </w:pPr>
      <w:r>
        <w:t>Salam atasmu wahai Amirul Mukminin,</w:t>
      </w:r>
    </w:p>
    <w:p w:rsidR="00303924" w:rsidRDefault="00303924" w:rsidP="00FA2C64">
      <w:pPr>
        <w:pStyle w:val="libNormal0"/>
      </w:pPr>
    </w:p>
    <w:p w:rsidR="00FA2C64" w:rsidRPr="00E36F01" w:rsidRDefault="00FA2C64" w:rsidP="00FA2C64">
      <w:pPr>
        <w:pStyle w:val="libNormal0"/>
      </w:pPr>
      <w:r w:rsidRPr="00E36F01">
        <w:rPr>
          <w:rFonts w:ascii="Sakkal Majalla" w:hAnsi="Sakkal Majalla" w:cs="Sakkal Majalla"/>
          <w:rtl/>
        </w:rPr>
        <w:t>ْ</w:t>
      </w:r>
    </w:p>
    <w:p w:rsidR="00FA2C64" w:rsidRDefault="00FA2C64" w:rsidP="00FA2C64">
      <w:pPr>
        <w:pStyle w:val="libNormal0"/>
      </w:pPr>
      <w:r>
        <w:t>Salam atasmu wahai Imam orang-orang yang</w:t>
      </w:r>
    </w:p>
    <w:p w:rsidR="00FA2C64" w:rsidRDefault="00FA2C64" w:rsidP="00FA2C64">
      <w:pPr>
        <w:pStyle w:val="libNormal0"/>
      </w:pPr>
      <w:r>
        <w:t>bertakwa, Salam atasmu wahai Penghulu para washi,</w:t>
      </w:r>
    </w:p>
    <w:p w:rsidR="00FA2C64" w:rsidRDefault="00FA2C64" w:rsidP="00FA2C64">
      <w:pPr>
        <w:pStyle w:val="libNormal0"/>
      </w:pPr>
      <w:r>
        <w:t>(penerima wasiat), Salam atasmu wahai Washi</w:t>
      </w:r>
    </w:p>
    <w:p w:rsidR="00FA2C64" w:rsidRDefault="00FA2C64" w:rsidP="00FA2C64">
      <w:pPr>
        <w:pStyle w:val="libNormal0"/>
      </w:pPr>
      <w:r>
        <w:t>Rasululah, Salam atasmu wahai Pewaris ilmu orangorang terdahulu dan orang-orang yang terakhir, Salam</w:t>
      </w:r>
    </w:p>
    <w:p w:rsidR="00FA2C64" w:rsidRDefault="00FA2C64" w:rsidP="00303924">
      <w:pPr>
        <w:pStyle w:val="libNormal0"/>
      </w:pPr>
      <w:r>
        <w:t>atasmu wahai Berita Yang Besar,</w:t>
      </w:r>
    </w:p>
    <w:p w:rsidR="00303924" w:rsidRPr="00303924" w:rsidRDefault="00303924" w:rsidP="00303924">
      <w:pPr>
        <w:pStyle w:val="libNormal"/>
      </w:pPr>
    </w:p>
    <w:p w:rsidR="00FA2C64" w:rsidRDefault="00FA2C64" w:rsidP="00FA2C64">
      <w:pPr>
        <w:pStyle w:val="libNormal0"/>
      </w:pPr>
      <w:r>
        <w:t>Salam atasmu wahai Sirôthol-Mustaqîm Salam</w:t>
      </w:r>
    </w:p>
    <w:p w:rsidR="00FA2C64" w:rsidRDefault="00FA2C64" w:rsidP="00FA2C64">
      <w:pPr>
        <w:pStyle w:val="libNormal0"/>
      </w:pPr>
      <w:r>
        <w:t>atasmu wahai orang yang terdidik secara mulia, Salam</w:t>
      </w:r>
    </w:p>
    <w:p w:rsidR="00FA2C64" w:rsidRDefault="00FA2C64" w:rsidP="00FA2C64">
      <w:pPr>
        <w:pStyle w:val="libNormal0"/>
      </w:pPr>
      <w:r>
        <w:t>atasmu wahai Washi yang bertakwa, Salam atasmu</w:t>
      </w:r>
    </w:p>
    <w:p w:rsidR="00FA2C64" w:rsidRDefault="00FA2C64" w:rsidP="00FA2C64">
      <w:pPr>
        <w:pStyle w:val="libNormal0"/>
      </w:pPr>
      <w:r>
        <w:lastRenderedPageBreak/>
        <w:t>wahai ar-Radhi (orang yang mendapat rida Allah) dan100</w:t>
      </w:r>
    </w:p>
    <w:p w:rsidR="00FA2C64" w:rsidRDefault="00FA2C64" w:rsidP="00FA2C64">
      <w:pPr>
        <w:pStyle w:val="libNormal0"/>
      </w:pPr>
      <w:r>
        <w:t>az-Zaki (orang yang suci), Salam atasmu wahai bulan</w:t>
      </w:r>
    </w:p>
    <w:p w:rsidR="00FA2C64" w:rsidRDefault="00FA2C64" w:rsidP="00303924">
      <w:pPr>
        <w:pStyle w:val="libNormal0"/>
      </w:pPr>
      <w:r>
        <w:t>yang bersinar, Salam atasmu wahai ash-Shiddiq alAkbar (kebenaran terbesar),</w:t>
      </w:r>
    </w:p>
    <w:p w:rsidR="00303924" w:rsidRPr="00303924" w:rsidRDefault="00303924" w:rsidP="00303924">
      <w:pPr>
        <w:pStyle w:val="libNormal"/>
      </w:pPr>
    </w:p>
    <w:p w:rsidR="00FA2C64" w:rsidRDefault="00FA2C64" w:rsidP="00FA2C64">
      <w:pPr>
        <w:pStyle w:val="libNormal0"/>
      </w:pPr>
      <w:r>
        <w:t>Salam atasmu wahai al-Faruq al-A`dhzam (pembeda</w:t>
      </w:r>
    </w:p>
    <w:p w:rsidR="00FA2C64" w:rsidRDefault="00FA2C64" w:rsidP="00FA2C64">
      <w:pPr>
        <w:pStyle w:val="libNormal0"/>
      </w:pPr>
      <w:r>
        <w:t>antara yang hak dan yang batil yang terbesar), Salam</w:t>
      </w:r>
    </w:p>
    <w:p w:rsidR="00FA2C64" w:rsidRDefault="00FA2C64" w:rsidP="00FA2C64">
      <w:pPr>
        <w:pStyle w:val="libNormal0"/>
      </w:pPr>
      <w:r>
        <w:t>atasmu wahai pelita yang bersinar, Salam atasmu wahai</w:t>
      </w:r>
    </w:p>
    <w:p w:rsidR="00FA2C64" w:rsidRDefault="00FA2C64" w:rsidP="00FA2C64">
      <w:pPr>
        <w:pStyle w:val="libNormal0"/>
      </w:pPr>
      <w:r>
        <w:t>Imam Pemberi petunjuk, Salam atasmu wahai tonggak</w:t>
      </w:r>
    </w:p>
    <w:p w:rsidR="00FA2C64" w:rsidRDefault="00FA2C64" w:rsidP="00FA2C64">
      <w:pPr>
        <w:pStyle w:val="libNormal0"/>
      </w:pPr>
      <w:r>
        <w:t>ketakwaan, Salam atasmu wahai hujah Allah yang</w:t>
      </w:r>
    </w:p>
    <w:p w:rsidR="00FA2C64" w:rsidRDefault="00FA2C64" w:rsidP="00FA2C64">
      <w:pPr>
        <w:pStyle w:val="libNormal0"/>
      </w:pPr>
      <w:r>
        <w:t>terbesar, Salam atasmu wahai kecintaan dan</w:t>
      </w:r>
    </w:p>
    <w:p w:rsidR="00FA2C64" w:rsidRDefault="00FA2C64" w:rsidP="00FA2C64">
      <w:pPr>
        <w:pStyle w:val="libNormal0"/>
      </w:pPr>
      <w:r>
        <w:t>keistimewaan Allah Kepercayaan Allah dan pilihanNya, Pintu Allah dan hujah-Nya, Tambang hukum101</w:t>
      </w:r>
    </w:p>
    <w:p w:rsidR="00FA2C64" w:rsidRDefault="00FA2C64" w:rsidP="00303924">
      <w:pPr>
        <w:pStyle w:val="libNormal0"/>
      </w:pPr>
      <w:r>
        <w:t>Allah dan rahasia-Nya, Gudang ilmu-Nya dan penjagaNya, Utusan Allah pada makhluk-Nya,</w:t>
      </w:r>
    </w:p>
    <w:p w:rsidR="00303924" w:rsidRPr="00303924" w:rsidRDefault="00303924" w:rsidP="00303924">
      <w:pPr>
        <w:pStyle w:val="libNormal"/>
      </w:pPr>
    </w:p>
    <w:p w:rsidR="00FA2C64" w:rsidRDefault="00FA2C64" w:rsidP="00FA2C64">
      <w:pPr>
        <w:pStyle w:val="libNormal0"/>
      </w:pPr>
      <w:r>
        <w:t>Aku bersaksi bahwa engkau mendirikan shalat dan</w:t>
      </w:r>
    </w:p>
    <w:p w:rsidR="00FA2C64" w:rsidRDefault="00FA2C64" w:rsidP="00FA2C64">
      <w:pPr>
        <w:pStyle w:val="libNormal0"/>
      </w:pPr>
      <w:r>
        <w:t>menunaikan zakat Engkau menegakkan amal makruf</w:t>
      </w:r>
    </w:p>
    <w:p w:rsidR="00FA2C64" w:rsidRDefault="00FA2C64" w:rsidP="00FA2C64">
      <w:pPr>
        <w:pStyle w:val="libNormal0"/>
      </w:pPr>
      <w:r>
        <w:t>dan nahi mungkar serta mengikuti Rasul saw, Engkau</w:t>
      </w:r>
    </w:p>
    <w:p w:rsidR="00FA2C64" w:rsidRDefault="00FA2C64" w:rsidP="00FA2C64">
      <w:pPr>
        <w:pStyle w:val="libNormal0"/>
      </w:pPr>
      <w:r>
        <w:t>benar-benar membaca Al-Qur`an dan menyampaikan</w:t>
      </w:r>
    </w:p>
    <w:p w:rsidR="00FA2C64" w:rsidRDefault="00FA2C64" w:rsidP="00FA2C64">
      <w:pPr>
        <w:pStyle w:val="libNormal0"/>
      </w:pPr>
      <w:r>
        <w:t>ajaran Allah, Engkau memenuhi janji kepada Allah,</w:t>
      </w:r>
    </w:p>
    <w:p w:rsidR="00FA2C64" w:rsidRDefault="00FA2C64" w:rsidP="00FA2C64">
      <w:pPr>
        <w:pStyle w:val="libNormal0"/>
      </w:pPr>
      <w:r>
        <w:t>Kalimat-kalimat Allah menjadi sempurna denganmu,</w:t>
      </w:r>
    </w:p>
    <w:p w:rsidR="00FA2C64" w:rsidRDefault="00FA2C64" w:rsidP="00FA2C64">
      <w:pPr>
        <w:pStyle w:val="libNormal0"/>
      </w:pPr>
      <w:r>
        <w:t>Engkau benar-benar berjuang di jalan Allah, Engkau</w:t>
      </w:r>
    </w:p>
    <w:p w:rsidR="00FA2C64" w:rsidRDefault="00FA2C64" w:rsidP="00FA2C64">
      <w:pPr>
        <w:pStyle w:val="libNormal0"/>
      </w:pPr>
      <w:r>
        <w:t>telah menyampaikan nasihat karena Allah dan RasulNya, Engkau telah bersabar dalam memperjuangkan</w:t>
      </w:r>
    </w:p>
    <w:p w:rsidR="00FA2C64" w:rsidRDefault="00FA2C64" w:rsidP="00610932">
      <w:pPr>
        <w:pStyle w:val="libNormal0"/>
      </w:pPr>
      <w:r>
        <w:t xml:space="preserve">gama Allah dan melindungi Rasulullah 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Yang engkau cari hanya ridho Allah, Yang engkau</w:t>
      </w:r>
    </w:p>
    <w:p w:rsidR="00FA2C64" w:rsidRDefault="00FA2C64" w:rsidP="00FA2C64">
      <w:pPr>
        <w:pStyle w:val="libNormal0"/>
      </w:pPr>
      <w:r>
        <w:t>dambakan hanya janji Allah, Meskipun karenanya</w:t>
      </w:r>
    </w:p>
    <w:p w:rsidR="00FA2C64" w:rsidRDefault="00FA2C64" w:rsidP="00FA2C64">
      <w:pPr>
        <w:pStyle w:val="libNormal0"/>
      </w:pPr>
      <w:r>
        <w:t>engkau harus mengorbankan dirimu sebagai syahid,</w:t>
      </w:r>
    </w:p>
    <w:p w:rsidR="00FA2C64" w:rsidRDefault="00FA2C64" w:rsidP="00610932">
      <w:pPr>
        <w:pStyle w:val="libNormal0"/>
      </w:pPr>
      <w:r>
        <w:t xml:space="preserve">saksi, dan yang </w:t>
      </w:r>
      <w:r w:rsidR="00610932">
        <w:t>disaksikan</w:t>
      </w:r>
    </w:p>
    <w:p w:rsidR="00610932" w:rsidRDefault="00610932" w:rsidP="00610932">
      <w:pPr>
        <w:pStyle w:val="libNormal"/>
      </w:pP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Mudah-mudahan Allah membalas usahamu dalam</w:t>
      </w:r>
    </w:p>
    <w:p w:rsidR="00FA2C64" w:rsidRDefault="00FA2C64" w:rsidP="00FA2C64">
      <w:pPr>
        <w:pStyle w:val="libNormal0"/>
      </w:pPr>
      <w:r>
        <w:t>membantu dakwah Rasul-Nya dan umat Islam dengan</w:t>
      </w:r>
    </w:p>
    <w:p w:rsidR="00FA2C64" w:rsidRDefault="00FA2C64" w:rsidP="00FA2C64">
      <w:pPr>
        <w:pStyle w:val="libNormal0"/>
      </w:pPr>
      <w:r>
        <w:t>ganjaran yang terbaik, Aku bersaksi bahwa engkau</w:t>
      </w:r>
    </w:p>
    <w:p w:rsidR="00FA2C64" w:rsidRDefault="00FA2C64" w:rsidP="00FA2C64">
      <w:pPr>
        <w:pStyle w:val="libNormal0"/>
      </w:pPr>
      <w:r>
        <w:lastRenderedPageBreak/>
        <w:t>termasuk orang yang pertama kali masuk Islam Paling</w:t>
      </w:r>
    </w:p>
    <w:p w:rsidR="00FA2C64" w:rsidRDefault="00FA2C64" w:rsidP="00FA2C64">
      <w:pPr>
        <w:pStyle w:val="libNormal0"/>
      </w:pPr>
      <w:r>
        <w:t>baik keimanannya, Paling kuat keyakinannya, dan</w:t>
      </w:r>
    </w:p>
    <w:p w:rsidR="00FA2C64" w:rsidRDefault="00FA2C64" w:rsidP="00FA2C64">
      <w:pPr>
        <w:pStyle w:val="libNormal0"/>
      </w:pPr>
      <w:r>
        <w:t>Paling takut kepada Allah, Engkau paling berat dalam103</w:t>
      </w:r>
    </w:p>
    <w:p w:rsidR="00FA2C64" w:rsidRDefault="00FA2C64" w:rsidP="00FA2C64">
      <w:pPr>
        <w:pStyle w:val="libNormal0"/>
      </w:pPr>
      <w:r>
        <w:t>memikul beban dan paling berhati-hati terhadap</w:t>
      </w:r>
    </w:p>
    <w:p w:rsidR="00FA2C64" w:rsidRDefault="00FA2C64" w:rsidP="00610932">
      <w:pPr>
        <w:pStyle w:val="libNormal0"/>
      </w:pPr>
      <w:r>
        <w:t>Rasulullah saw,</w:t>
      </w:r>
    </w:p>
    <w:p w:rsidR="00FA2C64" w:rsidRDefault="00FA2C64" w:rsidP="00FA2C64">
      <w:pPr>
        <w:pStyle w:val="libNormal0"/>
      </w:pPr>
      <w:r>
        <w:t>Engkau memiliki keutamaan yang terbaik dan</w:t>
      </w:r>
    </w:p>
    <w:p w:rsidR="00FA2C64" w:rsidRDefault="00FA2C64" w:rsidP="00FA2C64">
      <w:pPr>
        <w:pStyle w:val="libNormal0"/>
      </w:pPr>
      <w:r>
        <w:t>prestasi terbanyak. Derajatmu paling tinggi dan</w:t>
      </w:r>
    </w:p>
    <w:p w:rsidR="00FA2C64" w:rsidRDefault="00FA2C64" w:rsidP="00FA2C64">
      <w:pPr>
        <w:pStyle w:val="libNormal0"/>
      </w:pPr>
      <w:r>
        <w:t>kedudukanmu paling mulia, dan engkau paling</w:t>
      </w:r>
    </w:p>
    <w:p w:rsidR="00FA2C64" w:rsidRDefault="00FA2C64" w:rsidP="00FA2C64">
      <w:pPr>
        <w:pStyle w:val="libNormal0"/>
      </w:pPr>
      <w:r>
        <w:t>terhormat, Engkau tetap kuat pada saat mereka melemah</w:t>
      </w:r>
    </w:p>
    <w:p w:rsidR="00FA2C64" w:rsidRDefault="00FA2C64" w:rsidP="00FA2C64">
      <w:pPr>
        <w:pStyle w:val="libNormal0"/>
      </w:pPr>
      <w:r>
        <w:t>dan Engkau senantiasa berpegangan dengan jalan</w:t>
      </w:r>
    </w:p>
    <w:p w:rsidR="00610932" w:rsidRDefault="00FA2C64" w:rsidP="00610932">
      <w:pPr>
        <w:pStyle w:val="libNormal0"/>
      </w:pPr>
      <w:r>
        <w:t>Rasulullah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Aku bersaksi bahwa engkau benar-benar khalifahnya</w:t>
      </w:r>
    </w:p>
    <w:p w:rsidR="00FA2C64" w:rsidRDefault="00FA2C64" w:rsidP="00FA2C64">
      <w:pPr>
        <w:pStyle w:val="libNormal0"/>
      </w:pPr>
      <w:r>
        <w:t>yang tidak dapat diganggu gugat dengan klaim orang104</w:t>
      </w:r>
    </w:p>
    <w:p w:rsidR="00FA2C64" w:rsidRDefault="00FA2C64" w:rsidP="00FA2C64">
      <w:pPr>
        <w:pStyle w:val="libNormal0"/>
      </w:pPr>
      <w:r>
        <w:t>orang munafik dan kemarahan orang-orang kafir serta</w:t>
      </w:r>
    </w:p>
    <w:p w:rsidR="00FA2C64" w:rsidRDefault="00FA2C64" w:rsidP="00FA2C64">
      <w:pPr>
        <w:pStyle w:val="libNormal0"/>
      </w:pPr>
      <w:r>
        <w:t>kedengkian orang-orang fasik, Engkau tepat</w:t>
      </w:r>
    </w:p>
    <w:p w:rsidR="00FA2C64" w:rsidRDefault="00FA2C64" w:rsidP="00FA2C64">
      <w:pPr>
        <w:pStyle w:val="libNormal0"/>
      </w:pPr>
      <w:r>
        <w:t>menjalankan dakwah pada saat mereka gagal, Engkau</w:t>
      </w:r>
    </w:p>
    <w:p w:rsidR="00FA2C64" w:rsidRDefault="00FA2C64" w:rsidP="00FA2C64">
      <w:pPr>
        <w:pStyle w:val="libNormal0"/>
      </w:pPr>
      <w:r>
        <w:t>berbicara pada saat mereka terbata-bata, Engkau pergi</w:t>
      </w:r>
    </w:p>
    <w:p w:rsidR="00FA2C64" w:rsidRDefault="00FA2C64" w:rsidP="00610932">
      <w:pPr>
        <w:pStyle w:val="libNormal0"/>
      </w:pPr>
      <w:r>
        <w:t>dengan cahaya Allah pada saat mereka berdiam diri,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Siapa saja yang mengikutimu maka ia akan</w:t>
      </w:r>
    </w:p>
    <w:p w:rsidR="00FA2C64" w:rsidRDefault="00FA2C64" w:rsidP="00FA2C64">
      <w:pPr>
        <w:pStyle w:val="libNormal0"/>
      </w:pPr>
      <w:r>
        <w:t>mendapatkan petunjuk, Engkau yang pertama kali</w:t>
      </w:r>
    </w:p>
    <w:p w:rsidR="00FA2C64" w:rsidRDefault="00FA2C64" w:rsidP="00FA2C64">
      <w:pPr>
        <w:pStyle w:val="libNormal0"/>
      </w:pPr>
      <w:r>
        <w:t>mengutarakan kebenaran, Paling keras dalam</w:t>
      </w:r>
    </w:p>
    <w:p w:rsidR="00FA2C64" w:rsidRDefault="00FA2C64" w:rsidP="00FA2C64">
      <w:pPr>
        <w:pStyle w:val="libNormal0"/>
      </w:pPr>
      <w:r>
        <w:t>menentang kebatilan, Paling benar dalam bertutur kata</w:t>
      </w:r>
    </w:p>
    <w:p w:rsidR="00FA2C64" w:rsidRDefault="00FA2C64" w:rsidP="00FA2C64">
      <w:pPr>
        <w:pStyle w:val="libNormal0"/>
      </w:pPr>
      <w:r>
        <w:t>Paling tepat dalam berpendapat, Paling bernyali dan</w:t>
      </w:r>
    </w:p>
    <w:p w:rsidR="00FA2C64" w:rsidRDefault="00FA2C64" w:rsidP="00FA2C64">
      <w:pPr>
        <w:pStyle w:val="libNormal0"/>
      </w:pPr>
      <w:r>
        <w:t>paling yakin, Paling baik amalnya dan paling</w:t>
      </w:r>
    </w:p>
    <w:p w:rsidR="00FA2C64" w:rsidRDefault="00FA2C64" w:rsidP="00FA2C64">
      <w:pPr>
        <w:pStyle w:val="libNormal0"/>
      </w:pPr>
      <w:r>
        <w:t>mengetahui permasalahan, Engkau adalah ayah yang</w:t>
      </w:r>
    </w:p>
    <w:p w:rsidR="00FA2C64" w:rsidRDefault="00FA2C64" w:rsidP="00FA2C64">
      <w:pPr>
        <w:pStyle w:val="libNormal0"/>
      </w:pPr>
      <w:r>
        <w:t>penyayang bagi orang-orang mukmin ketika mereka</w:t>
      </w:r>
    </w:p>
    <w:p w:rsidR="00610932" w:rsidRDefault="00FA2C64" w:rsidP="00610932">
      <w:pPr>
        <w:pStyle w:val="libNormal0"/>
      </w:pPr>
      <w:r>
        <w:t>menjadi keluargamu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Engkau memikul beban yang tidak mampu mereka</w:t>
      </w:r>
    </w:p>
    <w:p w:rsidR="00FA2C64" w:rsidRDefault="00FA2C64" w:rsidP="00FA2C64">
      <w:pPr>
        <w:pStyle w:val="libNormal0"/>
      </w:pPr>
      <w:r>
        <w:t>bawa, Engkau menjaga hal-hal yang mereka tinggalkan,</w:t>
      </w:r>
    </w:p>
    <w:p w:rsidR="00FA2C64" w:rsidRDefault="00FA2C64" w:rsidP="00FA2C64">
      <w:pPr>
        <w:pStyle w:val="libNormal0"/>
      </w:pPr>
      <w:r>
        <w:t>dan memelihara hal-hal yang mereka abaikan, Engkau</w:t>
      </w:r>
    </w:p>
    <w:p w:rsidR="00FA2C64" w:rsidRDefault="00FA2C64" w:rsidP="00FA2C64">
      <w:pPr>
        <w:pStyle w:val="libNormal0"/>
      </w:pPr>
      <w:r>
        <w:t>selalu siap untuk maju ketika mereka merasa takut,</w:t>
      </w:r>
    </w:p>
    <w:p w:rsidR="00FA2C64" w:rsidRDefault="00FA2C64" w:rsidP="00FA2C64">
      <w:pPr>
        <w:pStyle w:val="libNormal0"/>
      </w:pPr>
      <w:r>
        <w:lastRenderedPageBreak/>
        <w:t>Engkau tetap optimis ketika mereka tidak sabar, Engkau</w:t>
      </w:r>
    </w:p>
    <w:p w:rsidR="00FA2C64" w:rsidRDefault="00FA2C64" w:rsidP="00610932">
      <w:pPr>
        <w:pStyle w:val="libNormal0"/>
      </w:pPr>
      <w:r>
        <w:t>sabar saat mereka berkeluh kesah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Bagi orang kafir, engkau adalah hal yang</w:t>
      </w:r>
    </w:p>
    <w:p w:rsidR="00FA2C64" w:rsidRDefault="00FA2C64" w:rsidP="00FA2C64">
      <w:pPr>
        <w:pStyle w:val="libNormal0"/>
      </w:pPr>
      <w:r>
        <w:t>menyebalkan dan memuakkan, tapi, bagi orang</w:t>
      </w:r>
    </w:p>
    <w:p w:rsidR="00FA2C64" w:rsidRDefault="00FA2C64" w:rsidP="00FA2C64">
      <w:pPr>
        <w:pStyle w:val="libNormal0"/>
      </w:pPr>
      <w:r>
        <w:t>mukmin, engkau laksana hujan dan tanah yang subur</w:t>
      </w:r>
    </w:p>
    <w:p w:rsidR="00FA2C64" w:rsidRDefault="00FA2C64" w:rsidP="00FA2C64">
      <w:pPr>
        <w:pStyle w:val="libNormal0"/>
      </w:pPr>
      <w:r>
        <w:t>serta ilmu, sujahmu tidak pernah terkalahkan dan106</w:t>
      </w:r>
    </w:p>
    <w:p w:rsidR="00FA2C64" w:rsidRDefault="00FA2C64" w:rsidP="00FA2C64">
      <w:pPr>
        <w:pStyle w:val="libNormal0"/>
      </w:pPr>
      <w:r>
        <w:t>hatimu tidak pernah ternoda, Basirahmu (tatapanmu)</w:t>
      </w:r>
    </w:p>
    <w:p w:rsidR="00FA2C64" w:rsidRDefault="00FA2C64" w:rsidP="00FA2C64">
      <w:pPr>
        <w:pStyle w:val="libNormal0"/>
      </w:pPr>
      <w:r>
        <w:t>tidak pernah melemah dan jiwamu tidak pernah gelisah,</w:t>
      </w:r>
    </w:p>
    <w:p w:rsidR="00FA2C64" w:rsidRDefault="00FA2C64" w:rsidP="00FA2C64">
      <w:pPr>
        <w:pStyle w:val="libNormal0"/>
      </w:pPr>
      <w:r>
        <w:t>engkau bagai gunung kokoh yang tak dapat</w:t>
      </w:r>
    </w:p>
    <w:p w:rsidR="00FA2C64" w:rsidRDefault="00FA2C64" w:rsidP="00FA2C64">
      <w:pPr>
        <w:pStyle w:val="libNormal0"/>
      </w:pPr>
      <w:r>
        <w:t>diguncangkan oleh angin kencang dan tidak dapat</w:t>
      </w:r>
    </w:p>
    <w:p w:rsidR="00FA2C64" w:rsidRDefault="00FA2C64" w:rsidP="00FA2C64">
      <w:pPr>
        <w:pStyle w:val="libNormal0"/>
      </w:pPr>
      <w:r>
        <w:t>digoyangkan oleh badai Engkau sebagaimana dikatakan</w:t>
      </w:r>
    </w:p>
    <w:p w:rsidR="00FA2C64" w:rsidRDefault="00FA2C64" w:rsidP="00610932">
      <w:pPr>
        <w:pStyle w:val="libNormal0"/>
      </w:pPr>
      <w:r>
        <w:t>oleh Rasulullah saww,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sangat kuat badanmu namun engkau rendah diri,</w:t>
      </w:r>
    </w:p>
    <w:p w:rsidR="00FA2C64" w:rsidRDefault="00FA2C64" w:rsidP="00FA2C64">
      <w:pPr>
        <w:pStyle w:val="libNormal0"/>
      </w:pPr>
      <w:r>
        <w:t>engkau agung di sisi Allah, terpandang di muka bumi,</w:t>
      </w:r>
    </w:p>
    <w:p w:rsidR="00FA2C64" w:rsidRDefault="00FA2C64" w:rsidP="00FA2C64">
      <w:pPr>
        <w:pStyle w:val="libNormal0"/>
      </w:pPr>
      <w:r>
        <w:t>dan terhormat di langit. sidak ada seorangpun yang ada</w:t>
      </w:r>
    </w:p>
    <w:p w:rsidR="00FA2C64" w:rsidRDefault="00FA2C64" w:rsidP="00FA2C64">
      <w:pPr>
        <w:pStyle w:val="libNormal0"/>
      </w:pPr>
      <w:r>
        <w:t>di sisimu menjadi tercela, tidak seorangpun yang107</w:t>
      </w:r>
    </w:p>
    <w:p w:rsidR="00FA2C64" w:rsidRDefault="00FA2C64" w:rsidP="00FA2C64">
      <w:pPr>
        <w:pStyle w:val="libNormal0"/>
      </w:pPr>
      <w:r>
        <w:t>berkata tentangmu akan dikecam, tidak ada orang yang</w:t>
      </w:r>
    </w:p>
    <w:p w:rsidR="00FA2C64" w:rsidRDefault="00FA2C64" w:rsidP="00FA2C64">
      <w:pPr>
        <w:pStyle w:val="libNormal0"/>
      </w:pPr>
      <w:r>
        <w:t>ada di sekitarmu dapat menikmati ambisinya, tak ada</w:t>
      </w:r>
    </w:p>
    <w:p w:rsidR="00FA2C64" w:rsidRDefault="00FA2C64" w:rsidP="00FA2C64">
      <w:pPr>
        <w:pStyle w:val="libNormal0"/>
      </w:pPr>
      <w:r>
        <w:t>seorangpun di sisimu yang mendapat keringanan, orang</w:t>
      </w:r>
    </w:p>
    <w:p w:rsidR="00FA2C64" w:rsidRDefault="00FA2C64" w:rsidP="00FA2C64">
      <w:pPr>
        <w:pStyle w:val="libNormal0"/>
      </w:pPr>
      <w:r>
        <w:t>yang lemah dan hina di sisimu akan menjadi kuat dan</w:t>
      </w:r>
    </w:p>
    <w:p w:rsidR="00FA2C64" w:rsidRDefault="00FA2C64" w:rsidP="00FA2C64">
      <w:pPr>
        <w:pStyle w:val="libNormal0"/>
      </w:pPr>
      <w:r>
        <w:t>mulia sehingga ia memperoleh haknya kembali,</w:t>
      </w:r>
    </w:p>
    <w:p w:rsidR="00FA2C64" w:rsidRDefault="00FA2C64" w:rsidP="00FA2C64">
      <w:pPr>
        <w:pStyle w:val="libNormal0"/>
      </w:pPr>
      <w:r>
        <w:t>sedangkan orang kuat dan terpandang di sisimu akan</w:t>
      </w:r>
    </w:p>
    <w:p w:rsidR="00FA2C64" w:rsidRDefault="00FA2C64" w:rsidP="00FA2C64">
      <w:pPr>
        <w:pStyle w:val="libNormal0"/>
      </w:pPr>
      <w:r>
        <w:t>menjadi lemah hingga hak yang dirampasnya</w:t>
      </w:r>
    </w:p>
    <w:p w:rsidR="00FA2C64" w:rsidRDefault="00FA2C64" w:rsidP="00FA2C64">
      <w:pPr>
        <w:pStyle w:val="libNormal0"/>
      </w:pPr>
      <w:r>
        <w:t>dikembalikan. Orang yang dekat dan jauh di sisimu</w:t>
      </w:r>
    </w:p>
    <w:p w:rsidR="00FA2C64" w:rsidRDefault="00FA2C64" w:rsidP="00610932">
      <w:pPr>
        <w:pStyle w:val="libNormal0"/>
      </w:pPr>
      <w:r>
        <w:t>dalam hal itu sama saja,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yang menjadi pertimbanganmu hanyalah kebenaran,</w:t>
      </w:r>
    </w:p>
    <w:p w:rsidR="00FA2C64" w:rsidRDefault="00FA2C64" w:rsidP="00FA2C64">
      <w:pPr>
        <w:pStyle w:val="libNormal0"/>
      </w:pPr>
      <w:r>
        <w:t>kejujuran, dan kecintaan, perkataanmu adalah hukum</w:t>
      </w:r>
    </w:p>
    <w:p w:rsidR="00FA2C64" w:rsidRDefault="00FA2C64" w:rsidP="00FA2C64">
      <w:pPr>
        <w:pStyle w:val="libNormal0"/>
      </w:pPr>
      <w:r>
        <w:t>dan kepastian, perintahmu adalah kelembutan dan</w:t>
      </w:r>
    </w:p>
    <w:p w:rsidR="00FA2C64" w:rsidRDefault="00FA2C64" w:rsidP="00FA2C64">
      <w:pPr>
        <w:pStyle w:val="libNormal0"/>
      </w:pPr>
      <w:r>
        <w:t>ketetapan, pendapatmu adalah ilmu dan keputusan,</w:t>
      </w:r>
    </w:p>
    <w:p w:rsidR="00FA2C64" w:rsidRDefault="00FA2C64" w:rsidP="00FA2C64">
      <w:pPr>
        <w:pStyle w:val="libNormal0"/>
      </w:pPr>
      <w:r>
        <w:t>agama menjadi tegak denganmu, kesulitan menjadi108</w:t>
      </w:r>
    </w:p>
    <w:p w:rsidR="00FA2C64" w:rsidRDefault="00FA2C64" w:rsidP="00FA2C64">
      <w:pPr>
        <w:pStyle w:val="libNormal0"/>
      </w:pPr>
      <w:r>
        <w:t>mudah denganmu, api menjadi padam denganmu, Iman</w:t>
      </w:r>
    </w:p>
    <w:p w:rsidR="00FA2C64" w:rsidRDefault="00FA2C64" w:rsidP="00FA2C64">
      <w:pPr>
        <w:pStyle w:val="libNormal0"/>
      </w:pPr>
      <w:r>
        <w:t>menjadi kuat denganmu, islam menjadi kukuh</w:t>
      </w:r>
    </w:p>
    <w:p w:rsidR="00FA2C64" w:rsidRDefault="00FA2C64" w:rsidP="00FA2C64">
      <w:pPr>
        <w:pStyle w:val="libNormal0"/>
      </w:pPr>
      <w:r>
        <w:t>denganmu. musibahmu cukup menggoncangkan</w:t>
      </w:r>
    </w:p>
    <w:p w:rsidR="00FA2C64" w:rsidRDefault="00FA2C64" w:rsidP="00FA2C64">
      <w:pPr>
        <w:pStyle w:val="libNormal0"/>
      </w:pPr>
      <w:r>
        <w:lastRenderedPageBreak/>
        <w:t>manusia, sesungguhnya kita adalah milik Allah dan</w:t>
      </w:r>
    </w:p>
    <w:p w:rsidR="00FA2C64" w:rsidRDefault="00FA2C64" w:rsidP="00610932">
      <w:pPr>
        <w:pStyle w:val="libNormal0"/>
      </w:pPr>
      <w:r>
        <w:t>kepada-Nya kita akan kembali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Mudah-mudahan Allah menghukum orang yang</w:t>
      </w:r>
    </w:p>
    <w:p w:rsidR="00FA2C64" w:rsidRDefault="00FA2C64" w:rsidP="00FA2C64">
      <w:pPr>
        <w:pStyle w:val="libNormal0"/>
      </w:pPr>
      <w:r>
        <w:t>membunuhmu, mudah-mudahan Allah menghukum</w:t>
      </w:r>
    </w:p>
    <w:p w:rsidR="00FA2C64" w:rsidRDefault="00FA2C64" w:rsidP="00FA2C64">
      <w:pPr>
        <w:pStyle w:val="libNormal0"/>
      </w:pPr>
      <w:r>
        <w:t>orang yang menentangmu, mudah-mudahan Allah</w:t>
      </w:r>
    </w:p>
    <w:p w:rsidR="00FA2C64" w:rsidRDefault="00FA2C64" w:rsidP="00FA2C64">
      <w:pPr>
        <w:pStyle w:val="libNormal0"/>
      </w:pPr>
      <w:r>
        <w:t>menghukum orang yang membuat-buat kebohongan</w:t>
      </w:r>
    </w:p>
    <w:p w:rsidR="00FA2C64" w:rsidRDefault="00FA2C64" w:rsidP="00FA2C64">
      <w:pPr>
        <w:pStyle w:val="libNormal0"/>
      </w:pPr>
      <w:r>
        <w:t>atasmu, mudah-mudahan Allah menghukum orang yang</w:t>
      </w:r>
    </w:p>
    <w:p w:rsidR="00FA2C64" w:rsidRDefault="00FA2C64" w:rsidP="00FA2C64">
      <w:pPr>
        <w:pStyle w:val="libNormal0"/>
      </w:pPr>
      <w:r>
        <w:t>medzalimimu dan merampas hakmu, mudah-mudahan</w:t>
      </w:r>
    </w:p>
    <w:p w:rsidR="00FA2C64" w:rsidRDefault="00FA2C64" w:rsidP="00FA2C64">
      <w:pPr>
        <w:pStyle w:val="libNormal0"/>
      </w:pPr>
      <w:r>
        <w:t>Allah menghukum orang yang mendengar berita</w:t>
      </w:r>
    </w:p>
    <w:p w:rsidR="00FA2C64" w:rsidRDefault="00FA2C64" w:rsidP="00FA2C64">
      <w:pPr>
        <w:pStyle w:val="libNormal0"/>
      </w:pPr>
      <w:r>
        <w:t>tersebut namun ia merasa puas dengannya, Ya Allah,</w:t>
      </w:r>
    </w:p>
    <w:p w:rsidR="00FA2C64" w:rsidRDefault="00FA2C64" w:rsidP="00FA2C64">
      <w:pPr>
        <w:pStyle w:val="libNormal0"/>
      </w:pPr>
      <w:r>
        <w:t>kami berlepas diri dari orang-orang seperti itu, mudah109</w:t>
      </w:r>
    </w:p>
    <w:p w:rsidR="00FA2C64" w:rsidRDefault="00FA2C64" w:rsidP="00FA2C64">
      <w:pPr>
        <w:pStyle w:val="libNormal0"/>
      </w:pPr>
      <w:r>
        <w:t>mudahan Allah menghukum umat yang menentangmu</w:t>
      </w:r>
    </w:p>
    <w:p w:rsidR="00FA2C64" w:rsidRDefault="00FA2C64" w:rsidP="00FA2C64">
      <w:pPr>
        <w:pStyle w:val="libNormal0"/>
      </w:pPr>
      <w:r>
        <w:t>dan mengingkari kepemimpinanmu, memprotesmu dan</w:t>
      </w:r>
    </w:p>
    <w:p w:rsidR="00FA2C64" w:rsidRDefault="00FA2C64" w:rsidP="00610932">
      <w:pPr>
        <w:pStyle w:val="libNormal0"/>
      </w:pPr>
      <w:r>
        <w:t>membunuhmu, berpaling darimu dan menipumu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Segala puji bagi Allah yang menjadikan neraka</w:t>
      </w:r>
    </w:p>
    <w:p w:rsidR="00FA2C64" w:rsidRDefault="00FA2C64" w:rsidP="00FA2C64">
      <w:pPr>
        <w:pStyle w:val="libNormal0"/>
      </w:pPr>
      <w:r>
        <w:t>sebagai tempat tinggal mereka, Itu adalah seburukburuk tempat kembali, Aku bersaksi atasmu wahai Wali</w:t>
      </w:r>
    </w:p>
    <w:p w:rsidR="00FA2C64" w:rsidRDefault="00FA2C64" w:rsidP="00FA2C64">
      <w:pPr>
        <w:pStyle w:val="libNormal0"/>
      </w:pPr>
      <w:r>
        <w:t>Allah dan Wali Rasul-Nya saww bahwa engkau telah</w:t>
      </w:r>
    </w:p>
    <w:p w:rsidR="00FA2C64" w:rsidRDefault="00FA2C64" w:rsidP="00FA2C64">
      <w:pPr>
        <w:pStyle w:val="libNormal0"/>
      </w:pPr>
      <w:r>
        <w:t>menyampaikan amanat dan dakwah, Aku bersaksi</w:t>
      </w:r>
    </w:p>
    <w:p w:rsidR="00FA2C64" w:rsidRDefault="00FA2C64" w:rsidP="00FA2C64">
      <w:pPr>
        <w:pStyle w:val="libNormal0"/>
      </w:pPr>
      <w:r>
        <w:t>bahwa engkau adalah Kekasih Allah dan pintu-Nya,</w:t>
      </w:r>
    </w:p>
    <w:p w:rsidR="00FA2C64" w:rsidRDefault="00FA2C64" w:rsidP="00FA2C64">
      <w:pPr>
        <w:pStyle w:val="libNormal0"/>
      </w:pPr>
      <w:r>
        <w:t>Engkau adalah arah dan jalan Allah yang darinya Dia</w:t>
      </w:r>
    </w:p>
    <w:p w:rsidR="00FA2C64" w:rsidRDefault="00FA2C64" w:rsidP="00FA2C64">
      <w:pPr>
        <w:pStyle w:val="libNormal0"/>
      </w:pPr>
      <w:r>
        <w:t>didekati, Engkau adalah jalan Allah dan hamba Allah</w:t>
      </w:r>
    </w:p>
    <w:p w:rsidR="00FA2C64" w:rsidRDefault="00FA2C64" w:rsidP="00610932">
      <w:pPr>
        <w:pStyle w:val="libNormal0"/>
      </w:pPr>
      <w:r>
        <w:t>serta saudara Rasulullah saw,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Aku datang atasmu sebagai peziarah karena</w:t>
      </w:r>
    </w:p>
    <w:p w:rsidR="00FA2C64" w:rsidRDefault="00FA2C64" w:rsidP="00FA2C64">
      <w:pPr>
        <w:pStyle w:val="libNormal0"/>
      </w:pPr>
      <w:r>
        <w:t>agungnya keadaanmu dan kedudukanmu di sisi Allah</w:t>
      </w:r>
    </w:p>
    <w:p w:rsidR="00FA2C64" w:rsidRDefault="00FA2C64" w:rsidP="00FA2C64">
      <w:pPr>
        <w:pStyle w:val="libNormal0"/>
      </w:pPr>
      <w:r>
        <w:t>dan Rasul-Nya, Aku mendekat kepada Allah dengan</w:t>
      </w:r>
    </w:p>
    <w:p w:rsidR="00FA2C64" w:rsidRDefault="00FA2C64" w:rsidP="00FA2C64">
      <w:pPr>
        <w:pStyle w:val="libNormal0"/>
      </w:pPr>
      <w:r>
        <w:t>membaca ziarah atasmu, Aku mengharapkan syafaatmu,</w:t>
      </w:r>
    </w:p>
    <w:p w:rsidR="00FA2C64" w:rsidRDefault="00FA2C64" w:rsidP="00FA2C64">
      <w:pPr>
        <w:pStyle w:val="libNormal0"/>
      </w:pPr>
      <w:r>
        <w:t>dengan syafaatmu, aku berharap agar diriku terlepas dan</w:t>
      </w:r>
    </w:p>
    <w:p w:rsidR="00FA2C64" w:rsidRDefault="00FA2C64" w:rsidP="00FA2C64">
      <w:pPr>
        <w:pStyle w:val="libNormal0"/>
      </w:pPr>
      <w:r>
        <w:t>terlindung dari api neraka, aku berlari dari dosa-dosaku</w:t>
      </w:r>
    </w:p>
    <w:p w:rsidR="00FA2C64" w:rsidRDefault="00FA2C64" w:rsidP="00FA2C64">
      <w:pPr>
        <w:pStyle w:val="libNormal0"/>
      </w:pPr>
      <w:r>
        <w:t>yang aku himpun laksana kayu bakar di atas pundakku</w:t>
      </w:r>
    </w:p>
    <w:p w:rsidR="00FA2C64" w:rsidRDefault="00FA2C64" w:rsidP="00FA2C64">
      <w:pPr>
        <w:pStyle w:val="libNormal0"/>
      </w:pPr>
      <w:r>
        <w:t>dengan penuh rasa takut atasmu, Aku sangat berharap</w:t>
      </w:r>
    </w:p>
    <w:p w:rsidR="00610932" w:rsidRDefault="00FA2C64" w:rsidP="00610932">
      <w:pPr>
        <w:pStyle w:val="libNormal0"/>
      </w:pPr>
      <w:r>
        <w:t>kepada rahmat Tuhanku,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lastRenderedPageBreak/>
        <w:t xml:space="preserve"> </w:t>
      </w:r>
      <w:r w:rsidRPr="00E36F01">
        <w:rPr>
          <w:rFonts w:ascii="Sakkal Majalla" w:hAnsi="Sakkal Majalla" w:cs="Sakkal Majalla"/>
          <w:rtl/>
        </w:rPr>
        <w:t>َُِ</w:t>
      </w:r>
      <w:r>
        <w:t>.</w:t>
      </w:r>
    </w:p>
    <w:p w:rsidR="00FA2C64" w:rsidRDefault="00FA2C64" w:rsidP="00FA2C64">
      <w:pPr>
        <w:pStyle w:val="libNormal0"/>
      </w:pPr>
      <w:r>
        <w:t>Aku datang atasmu dengan meminta syafaatmu</w:t>
      </w:r>
    </w:p>
    <w:p w:rsidR="00FA2C64" w:rsidRDefault="00FA2C64" w:rsidP="00FA2C64">
      <w:pPr>
        <w:pStyle w:val="libNormal0"/>
      </w:pPr>
      <w:r>
        <w:t>wahai junjunganku, Aku mendekat kepada-Nya melalui</w:t>
      </w:r>
    </w:p>
    <w:p w:rsidR="00FA2C64" w:rsidRDefault="00FA2C64" w:rsidP="00FA2C64">
      <w:pPr>
        <w:pStyle w:val="libNormal0"/>
      </w:pPr>
      <w:r>
        <w:t>jalanmu agar Dia mengabulkan hajatku Maka berilah</w:t>
      </w:r>
    </w:p>
    <w:p w:rsidR="00FA2C64" w:rsidRDefault="00FA2C64" w:rsidP="00FA2C64">
      <w:pPr>
        <w:pStyle w:val="libNormal0"/>
      </w:pPr>
      <w:r>
        <w:t>aku syafaat di sisi Allah wahai Amirul Mukminin, Aku</w:t>
      </w:r>
    </w:p>
    <w:p w:rsidR="00FA2C64" w:rsidRDefault="00FA2C64" w:rsidP="00FA2C64">
      <w:pPr>
        <w:pStyle w:val="libNormal0"/>
      </w:pPr>
      <w:r>
        <w:t>adalah hamba Allah, pecintamu, dan peziarahmu,</w:t>
      </w:r>
    </w:p>
    <w:p w:rsidR="00FA2C64" w:rsidRDefault="00FA2C64" w:rsidP="00FA2C64">
      <w:pPr>
        <w:pStyle w:val="libNormal0"/>
      </w:pPr>
      <w:r>
        <w:t>Engkau mempunyai kedudukan yang tinggi dan urusan</w:t>
      </w:r>
    </w:p>
    <w:p w:rsidR="00FA2C64" w:rsidRDefault="00FA2C64" w:rsidP="00610932">
      <w:pPr>
        <w:pStyle w:val="libNormal0"/>
      </w:pPr>
      <w:r>
        <w:t>yang besar serta syafaat yang diterima,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Ya Allah sampaikan shalawat kepada Muhammad</w:t>
      </w:r>
    </w:p>
    <w:p w:rsidR="00FA2C64" w:rsidRDefault="00FA2C64" w:rsidP="00FA2C64">
      <w:pPr>
        <w:pStyle w:val="libNormal0"/>
      </w:pPr>
      <w:r>
        <w:t>dan keluarga Muhammad, Sampaikan shalawat kepada</w:t>
      </w:r>
    </w:p>
    <w:p w:rsidR="00FA2C64" w:rsidRDefault="00FA2C64" w:rsidP="00FA2C64">
      <w:pPr>
        <w:pStyle w:val="libNormal0"/>
      </w:pPr>
      <w:r>
        <w:t>hamba-Mu dan orang kepercayaan-Mu yang paling setia</w:t>
      </w:r>
    </w:p>
    <w:p w:rsidR="00FA2C64" w:rsidRDefault="00FA2C64" w:rsidP="00FA2C64">
      <w:pPr>
        <w:pStyle w:val="libNormal0"/>
      </w:pPr>
      <w:r>
        <w:t>dan tali-Mu yang kuat, Kepada kekuasaan-Mu yang</w:t>
      </w:r>
    </w:p>
    <w:p w:rsidR="00FA2C64" w:rsidRDefault="00FA2C64" w:rsidP="00FA2C64">
      <w:pPr>
        <w:pStyle w:val="libNormal0"/>
      </w:pPr>
      <w:r>
        <w:t>tertinggi dan kalimat-Mu yang terbaik, Hujahmu atas</w:t>
      </w:r>
    </w:p>
    <w:p w:rsidR="00FA2C64" w:rsidRDefault="00FA2C64" w:rsidP="00FA2C64">
      <w:pPr>
        <w:pStyle w:val="libNormal0"/>
      </w:pPr>
      <w:r>
        <w:t>manusia, Kebenaran-Mu yang terbesar, Penghulu para</w:t>
      </w:r>
    </w:p>
    <w:p w:rsidR="00FA2C64" w:rsidRDefault="00FA2C64" w:rsidP="00FA2C64">
      <w:pPr>
        <w:pStyle w:val="libNormal0"/>
      </w:pPr>
      <w:r>
        <w:t>Washi, Tiang para wali, Pilar para manusia pilihan,</w:t>
      </w:r>
    </w:p>
    <w:p w:rsidR="00FA2C64" w:rsidRDefault="00FA2C64" w:rsidP="00FA2C64">
      <w:pPr>
        <w:pStyle w:val="libNormal0"/>
      </w:pPr>
      <w:r>
        <w:t>Pemimpin orang-orang mukmin, Pemandu orang-orang</w:t>
      </w:r>
    </w:p>
    <w:p w:rsidR="00FA2C64" w:rsidRDefault="00FA2C64" w:rsidP="00FA2C64">
      <w:pPr>
        <w:pStyle w:val="libNormal0"/>
      </w:pPr>
      <w:r>
        <w:t>yang takwa, Teladan orang-rang yang benar, Imam</w:t>
      </w:r>
    </w:p>
    <w:p w:rsidR="00FA2C64" w:rsidRDefault="00FA2C64" w:rsidP="00FA2C64">
      <w:pPr>
        <w:pStyle w:val="libNormal0"/>
      </w:pPr>
      <w:r>
        <w:t>orang-orang yang saleh, Yang maksum dari dosa, yang</w:t>
      </w:r>
    </w:p>
    <w:p w:rsidR="00FA2C64" w:rsidRDefault="00FA2C64" w:rsidP="00FA2C64">
      <w:pPr>
        <w:pStyle w:val="libNormal0"/>
      </w:pPr>
      <w:r>
        <w:t>terjaga dari kesalahan, Yang terdidik dari segala aib,</w:t>
      </w:r>
    </w:p>
    <w:p w:rsidR="00610932" w:rsidRDefault="00FA2C64" w:rsidP="00610932">
      <w:pPr>
        <w:pStyle w:val="libNormal0"/>
      </w:pPr>
      <w:r>
        <w:t>yang suci dari segala keraguan,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saudara Nabi-Mu, washi Rasul-Mu, Yang tidur di</w:t>
      </w:r>
    </w:p>
    <w:p w:rsidR="00FA2C64" w:rsidRDefault="00FA2C64" w:rsidP="00FA2C64">
      <w:pPr>
        <w:pStyle w:val="libNormal0"/>
      </w:pPr>
      <w:r>
        <w:t>ranjangnya saat Rasul saww hijrah ke Madinah, yang</w:t>
      </w:r>
    </w:p>
    <w:p w:rsidR="00FA2C64" w:rsidRDefault="00FA2C64" w:rsidP="00FA2C64">
      <w:pPr>
        <w:pStyle w:val="libNormal0"/>
      </w:pPr>
      <w:r>
        <w:t>selalu menghibur Nabi, Penghilang segala kegelisahan</w:t>
      </w:r>
    </w:p>
    <w:p w:rsidR="00FA2C64" w:rsidRDefault="00FA2C64" w:rsidP="00FA2C64">
      <w:pPr>
        <w:pStyle w:val="libNormal0"/>
      </w:pPr>
      <w:r>
        <w:t>dari wajahnya, Yang Engkau jadikan ia sebagai pedang</w:t>
      </w:r>
    </w:p>
    <w:p w:rsidR="00FA2C64" w:rsidRDefault="00FA2C64" w:rsidP="00FA2C64">
      <w:pPr>
        <w:pStyle w:val="libNormal0"/>
      </w:pPr>
      <w:r>
        <w:t>kenabiannya, Penguat ajarannya, bukti kuat akan</w:t>
      </w:r>
    </w:p>
    <w:p w:rsidR="00FA2C64" w:rsidRDefault="00FA2C64" w:rsidP="00FA2C64">
      <w:pPr>
        <w:pStyle w:val="libNormal0"/>
      </w:pPr>
      <w:r>
        <w:t>kebenaran dakwahnya, Pembawa benderanya,</w:t>
      </w:r>
    </w:p>
    <w:p w:rsidR="00FA2C64" w:rsidRDefault="00FA2C64" w:rsidP="00FA2C64">
      <w:pPr>
        <w:pStyle w:val="libNormal0"/>
      </w:pPr>
      <w:r>
        <w:t>Pelindung jalannya, Pemberi petunjuk kepada umatnya</w:t>
      </w:r>
    </w:p>
    <w:p w:rsidR="00FA2C64" w:rsidRDefault="00FA2C64" w:rsidP="00FA2C64">
      <w:pPr>
        <w:pStyle w:val="libNormal0"/>
      </w:pPr>
      <w:r>
        <w:t>Penolong setiap kesusahannya, Mahkota bagi</w:t>
      </w:r>
    </w:p>
    <w:p w:rsidR="00FA2C64" w:rsidRDefault="00FA2C64" w:rsidP="00610932">
      <w:pPr>
        <w:pStyle w:val="libNormal0"/>
      </w:pPr>
      <w:r>
        <w:t>kepalanya,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Pintu yang menolongnya dan kunci kemenangannya,</w:t>
      </w:r>
    </w:p>
    <w:p w:rsidR="00FA2C64" w:rsidRDefault="00FA2C64" w:rsidP="00FA2C64">
      <w:pPr>
        <w:pStyle w:val="libNormal0"/>
      </w:pPr>
      <w:r>
        <w:t>Sehingga tentara syirik kalah di tanganmu dan pasukan</w:t>
      </w:r>
    </w:p>
    <w:p w:rsidR="00FA2C64" w:rsidRDefault="00FA2C64" w:rsidP="00FA2C64">
      <w:pPr>
        <w:pStyle w:val="libNormal0"/>
      </w:pPr>
      <w:r>
        <w:t>kekufuran hancur karena perintahmu Ia mengorbankan</w:t>
      </w:r>
    </w:p>
    <w:p w:rsidR="00FA2C64" w:rsidRDefault="00FA2C64" w:rsidP="00FA2C64">
      <w:pPr>
        <w:pStyle w:val="libNormal0"/>
      </w:pPr>
      <w:r>
        <w:lastRenderedPageBreak/>
        <w:t>dirinya untuk menggapai ridho-Mu dan ridho rasul-Mu</w:t>
      </w:r>
    </w:p>
    <w:p w:rsidR="00FA2C64" w:rsidRDefault="00FA2C64" w:rsidP="00FA2C64">
      <w:pPr>
        <w:pStyle w:val="libNormal0"/>
      </w:pPr>
      <w:r>
        <w:t>dan menjadikannya sebagai syarat atas ketaatannya dan</w:t>
      </w:r>
    </w:p>
    <w:p w:rsidR="00FA2C64" w:rsidRDefault="00FA2C64" w:rsidP="00FA2C64">
      <w:pPr>
        <w:pStyle w:val="libNormal0"/>
      </w:pPr>
      <w:r>
        <w:t>sarana untuk menutupi musibahnya sehingga beliau</w:t>
      </w:r>
    </w:p>
    <w:p w:rsidR="00FA2C64" w:rsidRDefault="00FA2C64" w:rsidP="00FA2C64">
      <w:pPr>
        <w:pStyle w:val="libNormal0"/>
      </w:pPr>
      <w:r>
        <w:t>saww meninggal dunia di tangannya hingga rasa dingin</w:t>
      </w:r>
    </w:p>
    <w:p w:rsidR="00FA2C64" w:rsidRDefault="00FA2C64" w:rsidP="00FA2C64">
      <w:pPr>
        <w:pStyle w:val="libNormal0"/>
      </w:pPr>
      <w:r>
        <w:t>jasadnya hilang lalu ia mengusapkannya di atas</w:t>
      </w:r>
    </w:p>
    <w:p w:rsidR="00FA2C64" w:rsidRDefault="00FA2C64" w:rsidP="00FA2C64">
      <w:pPr>
        <w:pStyle w:val="libNormal0"/>
      </w:pPr>
      <w:r>
        <w:t>wajahnya Dan para malaikat-Mu membantunya untuk</w:t>
      </w:r>
    </w:p>
    <w:p w:rsidR="00FA2C64" w:rsidRDefault="00FA2C64" w:rsidP="00FA2C64">
      <w:pPr>
        <w:pStyle w:val="libNormal0"/>
      </w:pPr>
      <w:r>
        <w:t>memandikannya dan menyiapkan pemakamannya. Ia</w:t>
      </w:r>
    </w:p>
    <w:p w:rsidR="00FA2C64" w:rsidRDefault="00FA2C64" w:rsidP="00FA2C64">
      <w:pPr>
        <w:pStyle w:val="libNormal0"/>
      </w:pPr>
      <w:r>
        <w:t>menshalatinya dan menyembunyikan dirinya, melunasi</w:t>
      </w:r>
    </w:p>
    <w:p w:rsidR="00FA2C64" w:rsidRDefault="00FA2C64" w:rsidP="00FA2C64">
      <w:pPr>
        <w:pStyle w:val="libNormal0"/>
      </w:pPr>
      <w:r>
        <w:t>hutangnya, menunaikan janjinya, melaksanakan</w:t>
      </w:r>
    </w:p>
    <w:p w:rsidR="00FA2C64" w:rsidRDefault="00FA2C64" w:rsidP="00FA2C64">
      <w:pPr>
        <w:pStyle w:val="libNormal0"/>
      </w:pPr>
      <w:r>
        <w:t>kesepakatannya, meneladani jejak langkahnya, dan</w:t>
      </w:r>
    </w:p>
    <w:p w:rsidR="00FA2C64" w:rsidRDefault="00FA2C64" w:rsidP="00610932">
      <w:pPr>
        <w:pStyle w:val="libNormal0"/>
      </w:pPr>
      <w:r>
        <w:t>menjaga wasiatnya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Ketika ia mendapatkan dukungan dari para</w:t>
      </w:r>
    </w:p>
    <w:p w:rsidR="00FA2C64" w:rsidRDefault="00FA2C64" w:rsidP="00FA2C64">
      <w:pPr>
        <w:pStyle w:val="libNormal0"/>
      </w:pPr>
      <w:r>
        <w:t>sahabatnya, Ia bangkit mengadakan perlawanan untuk</w:t>
      </w:r>
    </w:p>
    <w:p w:rsidR="00FA2C64" w:rsidRDefault="00FA2C64" w:rsidP="00FA2C64">
      <w:pPr>
        <w:pStyle w:val="libNormal0"/>
      </w:pPr>
      <w:r>
        <w:t>mengembalikan kursi khilafah yang direbut, Ia</w:t>
      </w:r>
    </w:p>
    <w:p w:rsidR="00FA2C64" w:rsidRDefault="00FA2C64" w:rsidP="00FA2C64">
      <w:pPr>
        <w:pStyle w:val="libNormal0"/>
      </w:pPr>
      <w:r>
        <w:t>menyadari betapa berat amanat yang dibebankan di atas</w:t>
      </w:r>
    </w:p>
    <w:p w:rsidR="00FA2C64" w:rsidRDefault="00FA2C64" w:rsidP="00FA2C64">
      <w:pPr>
        <w:pStyle w:val="libNormal0"/>
      </w:pPr>
      <w:r>
        <w:t>pundaknya, Ia mendirikan bendera petunjuk pada</w:t>
      </w:r>
    </w:p>
    <w:p w:rsidR="00FA2C64" w:rsidRDefault="00FA2C64" w:rsidP="00FA2C64">
      <w:pPr>
        <w:pStyle w:val="libNormal0"/>
      </w:pPr>
      <w:r>
        <w:t>hamba-hamba-Mu, Ia menyebarkan kedamaian di</w:t>
      </w:r>
    </w:p>
    <w:p w:rsidR="00FA2C64" w:rsidRDefault="00FA2C64" w:rsidP="00FA2C64">
      <w:pPr>
        <w:pStyle w:val="libNormal0"/>
      </w:pPr>
      <w:r>
        <w:t>negeri-Mu dan membentangkan keadilan di tengahtengah makhluk-Mu, Ia memutuskan perkara yang</w:t>
      </w:r>
    </w:p>
    <w:p w:rsidR="00FA2C64" w:rsidRDefault="00FA2C64" w:rsidP="00FA2C64">
      <w:pPr>
        <w:pStyle w:val="libNormal0"/>
      </w:pPr>
      <w:r>
        <w:t>terjadi di antara makhluk-Mu sesuai dengan petunjuk</w:t>
      </w:r>
    </w:p>
    <w:p w:rsidR="00FA2C64" w:rsidRDefault="00FA2C64" w:rsidP="00FA2C64">
      <w:pPr>
        <w:pStyle w:val="libNormal0"/>
      </w:pPr>
      <w:r>
        <w:t>Kitab-Mu, Ia menegakkan hukum-hukum-Mu dan</w:t>
      </w:r>
    </w:p>
    <w:p w:rsidR="00FA2C64" w:rsidRDefault="00FA2C64" w:rsidP="00FA2C64">
      <w:pPr>
        <w:pStyle w:val="libNormal0"/>
      </w:pPr>
      <w:r>
        <w:t>memerangi segala bentuk pengingkaran, Ia meluruskan</w:t>
      </w:r>
    </w:p>
    <w:p w:rsidR="00FA2C64" w:rsidRDefault="00FA2C64" w:rsidP="00FA2C64">
      <w:pPr>
        <w:pStyle w:val="libNormal0"/>
      </w:pPr>
      <w:r>
        <w:t>kesesatan, menyelesaikan segala kesulitan, Ia</w:t>
      </w:r>
    </w:p>
    <w:p w:rsidR="00FA2C64" w:rsidRDefault="00FA2C64" w:rsidP="00FA2C64">
      <w:pPr>
        <w:pStyle w:val="libNormal0"/>
      </w:pPr>
      <w:r>
        <w:t>menghilangkan segala kevakuman, dan menutupi segala</w:t>
      </w:r>
    </w:p>
    <w:p w:rsidR="00FA2C64" w:rsidRDefault="00FA2C64" w:rsidP="00FA2C64">
      <w:pPr>
        <w:pStyle w:val="libNormal0"/>
      </w:pPr>
      <w:r>
        <w:t>celah, Ia membunuh kelompok nakitsah (orang yang</w:t>
      </w:r>
    </w:p>
    <w:p w:rsidR="00FA2C64" w:rsidRDefault="00FA2C64" w:rsidP="00FA2C64">
      <w:pPr>
        <w:pStyle w:val="libNormal0"/>
      </w:pPr>
      <w:r>
        <w:t>membatalkan baiat), qatsitah (kelompok Muawiyah),</w:t>
      </w:r>
    </w:p>
    <w:p w:rsidR="00FA2C64" w:rsidRDefault="00FA2C64" w:rsidP="00FA2C64">
      <w:pPr>
        <w:pStyle w:val="libNormal0"/>
      </w:pPr>
      <w:r>
        <w:t>dan mariqah (kelompok Khawarij), Ia selalu berada di</w:t>
      </w:r>
    </w:p>
    <w:p w:rsidR="00FA2C64" w:rsidRDefault="00FA2C64" w:rsidP="00610932">
      <w:pPr>
        <w:pStyle w:val="libNormal0"/>
      </w:pPr>
      <w:r>
        <w:t>atas jalan Rasulullah saww,</w:t>
      </w:r>
    </w:p>
    <w:p w:rsidR="00610932" w:rsidRPr="00610932" w:rsidRDefault="00610932" w:rsidP="00610932">
      <w:pPr>
        <w:pStyle w:val="libNormal"/>
      </w:pPr>
    </w:p>
    <w:p w:rsidR="00FA2C64" w:rsidRDefault="00FA2C64" w:rsidP="00FA2C64">
      <w:pPr>
        <w:pStyle w:val="libNormal0"/>
      </w:pPr>
      <w:r>
        <w:t>kelembutan perilakunya, dan keindahan sejarahnya,</w:t>
      </w:r>
    </w:p>
    <w:p w:rsidR="00FA2C64" w:rsidRDefault="00FA2C64" w:rsidP="00FA2C64">
      <w:pPr>
        <w:pStyle w:val="libNormal0"/>
      </w:pPr>
      <w:r>
        <w:t>Ia mengikuti sunahnya dan bergantung kepada</w:t>
      </w:r>
    </w:p>
    <w:p w:rsidR="00FA2C64" w:rsidRDefault="00FA2C64" w:rsidP="00FA2C64">
      <w:pPr>
        <w:pStyle w:val="libNormal0"/>
      </w:pPr>
      <w:r>
        <w:t>keinginannya, Ia mengikuti caranya dan kebijaksanaan</w:t>
      </w:r>
    </w:p>
    <w:p w:rsidR="00FA2C64" w:rsidRDefault="00FA2C64" w:rsidP="00FA2C64">
      <w:pPr>
        <w:pStyle w:val="libNormal0"/>
      </w:pPr>
      <w:r>
        <w:t>nya, Ia mengajak dan membawa hamba-hamba-Mu</w:t>
      </w:r>
    </w:p>
    <w:p w:rsidR="00FA2C64" w:rsidRDefault="00FA2C64" w:rsidP="00FA2C64">
      <w:pPr>
        <w:pStyle w:val="libNormal0"/>
      </w:pPr>
      <w:r>
        <w:t>untuk meneladani hal tersebut, sehingga jenggotnya</w:t>
      </w:r>
    </w:p>
    <w:p w:rsidR="00FA2C64" w:rsidRDefault="00FA2C64" w:rsidP="00FA2C64">
      <w:pPr>
        <w:pStyle w:val="libNormal0"/>
      </w:pPr>
      <w:r>
        <w:t>diwarnai dengan darah dari kepalanya Ya Allah</w:t>
      </w:r>
    </w:p>
    <w:p w:rsidR="00FA2C64" w:rsidRDefault="00FA2C64" w:rsidP="00FA2C64">
      <w:pPr>
        <w:pStyle w:val="libNormal0"/>
      </w:pPr>
      <w:r>
        <w:lastRenderedPageBreak/>
        <w:t>sebagaimana ia tidak pernah menampakkan keraguan,</w:t>
      </w:r>
    </w:p>
    <w:p w:rsidR="00FA2C64" w:rsidRDefault="00FA2C64" w:rsidP="00FA2C64">
      <w:pPr>
        <w:pStyle w:val="libNormal0"/>
      </w:pPr>
      <w:r>
        <w:t>bahkan ia selalu yakin dalam menjalankan ketaatan</w:t>
      </w:r>
    </w:p>
    <w:p w:rsidR="00FA2C64" w:rsidRDefault="00FA2C64" w:rsidP="00FA2C64">
      <w:pPr>
        <w:pStyle w:val="libNormal0"/>
      </w:pPr>
      <w:r>
        <w:t>kepada-Mu, dan ia tidak pernah melakukan syirik</w:t>
      </w:r>
    </w:p>
    <w:p w:rsidR="00FA2C64" w:rsidRDefault="00FA2C64" w:rsidP="00B27BE3">
      <w:pPr>
        <w:pStyle w:val="libNormal0"/>
      </w:pPr>
      <w:r>
        <w:t>atasmu sekecil apa pun,</w:t>
      </w:r>
    </w:p>
    <w:p w:rsidR="00B27BE3" w:rsidRPr="00B27BE3" w:rsidRDefault="00B27BE3" w:rsidP="00B27BE3">
      <w:pPr>
        <w:pStyle w:val="libNormal"/>
      </w:pPr>
    </w:p>
    <w:p w:rsidR="00FA2C64" w:rsidRDefault="00FA2C64" w:rsidP="00FA2C64">
      <w:pPr>
        <w:pStyle w:val="libNormal0"/>
      </w:pPr>
      <w:r>
        <w:t>maka sampaikanlah shawalat yang suci dan</w:t>
      </w:r>
    </w:p>
    <w:p w:rsidR="00FA2C64" w:rsidRDefault="00FA2C64" w:rsidP="00FA2C64">
      <w:pPr>
        <w:pStyle w:val="libNormal0"/>
      </w:pPr>
      <w:r>
        <w:t>sempurna serta terus menerus kepadanya, Yang</w:t>
      </w:r>
    </w:p>
    <w:p w:rsidR="00FA2C64" w:rsidRDefault="00FA2C64" w:rsidP="00FA2C64">
      <w:pPr>
        <w:pStyle w:val="libNormal0"/>
      </w:pPr>
      <w:r>
        <w:t>dengannya akan tercapai derajat kenabian di surga-Mu,</w:t>
      </w:r>
    </w:p>
    <w:p w:rsidR="00FA2C64" w:rsidRDefault="00FA2C64" w:rsidP="00FA2C64">
      <w:pPr>
        <w:pStyle w:val="libNormal0"/>
      </w:pPr>
      <w:r>
        <w:t>Dan sampaikan penghormatan dan salam hangat kami</w:t>
      </w:r>
    </w:p>
    <w:p w:rsidR="00FA2C64" w:rsidRDefault="00FA2C64" w:rsidP="00FA2C64">
      <w:pPr>
        <w:pStyle w:val="libNormal0"/>
      </w:pPr>
      <w:r>
        <w:t>kepadanya, berilah kami karena kecintaan kami</w:t>
      </w:r>
    </w:p>
    <w:p w:rsidR="00FA2C64" w:rsidRDefault="00FA2C64" w:rsidP="00FA2C64">
      <w:pPr>
        <w:pStyle w:val="libNormal0"/>
      </w:pPr>
      <w:r>
        <w:t>kepadanya suatu karunia dan kebaikan, ampunan dan</w:t>
      </w:r>
    </w:p>
    <w:p w:rsidR="00FA2C64" w:rsidRDefault="00FA2C64" w:rsidP="00FA2C64">
      <w:pPr>
        <w:pStyle w:val="libNormal0"/>
      </w:pPr>
      <w:r>
        <w:t>keridaan, Sesungguhnya Engkau Maha Pemberi karunia</w:t>
      </w:r>
    </w:p>
    <w:p w:rsidR="00FA2C64" w:rsidRDefault="00FA2C64" w:rsidP="00FA2C64">
      <w:pPr>
        <w:pStyle w:val="libNormal0"/>
      </w:pPr>
      <w:r>
        <w:t>yang besar, dengan rahmat-Mu wahai Zat Yang Maha</w:t>
      </w:r>
    </w:p>
    <w:p w:rsidR="00B27BE3" w:rsidRDefault="00FA2C64" w:rsidP="00B27BE3">
      <w:pPr>
        <w:pStyle w:val="libNormal0"/>
      </w:pPr>
      <w:r>
        <w:t>Pengasih di antara yang mengasihi</w:t>
      </w:r>
    </w:p>
    <w:p w:rsidR="00B27BE3" w:rsidRPr="00B27BE3" w:rsidRDefault="00B27BE3" w:rsidP="00B27BE3">
      <w:pPr>
        <w:pStyle w:val="libNormal"/>
      </w:pPr>
    </w:p>
    <w:p w:rsidR="00FA2C64" w:rsidRDefault="00FA2C64" w:rsidP="00FA2C64">
      <w:pPr>
        <w:pStyle w:val="libNormal0"/>
      </w:pPr>
      <w:r>
        <w:t xml:space="preserve"> </w:t>
      </w:r>
      <w:r w:rsidRPr="00E36F01">
        <w:rPr>
          <w:rFonts w:ascii="Sakkal Majalla" w:hAnsi="Sakkal Majalla" w:cs="Sakkal Majalla"/>
          <w:rtl/>
        </w:rPr>
        <w:t>ْْ</w:t>
      </w:r>
      <w:r>
        <w:t xml:space="preserve"> </w:t>
      </w:r>
      <w:r w:rsidRPr="00E36F01">
        <w:rPr>
          <w:rFonts w:ascii="Sakkal Majalla" w:hAnsi="Sakkal Majalla" w:cs="Sakkal Majalla"/>
          <w:rtl/>
        </w:rPr>
        <w:t>ِْ</w:t>
      </w:r>
    </w:p>
    <w:p w:rsidR="00B27BE3" w:rsidRDefault="00B27BE3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A2C64" w:rsidRDefault="00FA2C64" w:rsidP="00B27BE3">
      <w:pPr>
        <w:pStyle w:val="Heading1"/>
      </w:pPr>
      <w:bookmarkStart w:id="51" w:name="_Toc94724728"/>
      <w:r>
        <w:lastRenderedPageBreak/>
        <w:t>Sujud Tilawah</w:t>
      </w:r>
      <w:bookmarkEnd w:id="51"/>
    </w:p>
    <w:p w:rsidR="00FA2C64" w:rsidRDefault="00FA2C64" w:rsidP="00FA2C64">
      <w:pPr>
        <w:pStyle w:val="libNormal0"/>
      </w:pPr>
      <w:r>
        <w:t>Sujud tilawah adalah sujud yang wajib dilakukan</w:t>
      </w:r>
    </w:p>
    <w:p w:rsidR="00FA2C64" w:rsidRDefault="00FA2C64" w:rsidP="00FA2C64">
      <w:pPr>
        <w:pStyle w:val="libNormal0"/>
      </w:pPr>
      <w:r>
        <w:t>pada saat membaca salah satu</w:t>
      </w:r>
      <w:r>
        <w:rPr>
          <w:rtl/>
        </w:rPr>
        <w:t>‏</w:t>
      </w:r>
      <w:r>
        <w:t>dari empat ayat dalam</w:t>
      </w:r>
    </w:p>
    <w:p w:rsidR="00FA2C64" w:rsidRDefault="00FA2C64" w:rsidP="00FA2C64">
      <w:pPr>
        <w:pStyle w:val="libNormal0"/>
      </w:pPr>
      <w:r>
        <w:t>empat surat berikut (Al-Wasail, juz 2, bab 19, hal. 218.)</w:t>
      </w:r>
    </w:p>
    <w:p w:rsidR="00B27BE3" w:rsidRDefault="00B27BE3" w:rsidP="00FA2C64">
      <w:pPr>
        <w:pStyle w:val="libNormal0"/>
      </w:pPr>
    </w:p>
    <w:p w:rsidR="00FA2C64" w:rsidRDefault="00FA2C64" w:rsidP="00FA2C64">
      <w:pPr>
        <w:pStyle w:val="libNormal0"/>
      </w:pPr>
      <w:r>
        <w:t>Maka sujudlah dan mendekatlah (pada Allah).</w:t>
      </w:r>
    </w:p>
    <w:p w:rsidR="00FA2C64" w:rsidRDefault="00FA2C64" w:rsidP="00B27BE3">
      <w:pPr>
        <w:pStyle w:val="libNormal0"/>
      </w:pPr>
      <w:r>
        <w:t>(Q.S. :96 :19.)120</w:t>
      </w:r>
    </w:p>
    <w:p w:rsidR="00B27BE3" w:rsidRPr="00B27BE3" w:rsidRDefault="00B27BE3" w:rsidP="00B27BE3">
      <w:pPr>
        <w:pStyle w:val="libNormal"/>
      </w:pPr>
    </w:p>
    <w:p w:rsidR="00FA2C64" w:rsidRDefault="00FA2C64" w:rsidP="00FA2C64">
      <w:pPr>
        <w:pStyle w:val="libNormal0"/>
      </w:pPr>
      <w:r>
        <w:t>Maka sujudlah kalian pada Allah dan sembahlah Dia</w:t>
      </w:r>
    </w:p>
    <w:p w:rsidR="00B27BE3" w:rsidRDefault="00FA2C64" w:rsidP="00B27BE3">
      <w:pPr>
        <w:pStyle w:val="libNormal0"/>
      </w:pPr>
      <w:r>
        <w:t>(Q.S. : 53 :62.)</w:t>
      </w:r>
    </w:p>
    <w:p w:rsidR="00B27BE3" w:rsidRDefault="00B27BE3" w:rsidP="00FA2C64">
      <w:pPr>
        <w:pStyle w:val="libNormal0"/>
      </w:pPr>
    </w:p>
    <w:p w:rsidR="00FA2C64" w:rsidRDefault="00FA2C64" w:rsidP="00FA2C64">
      <w:pPr>
        <w:pStyle w:val="libNormal0"/>
      </w:pPr>
      <w:r>
        <w:t>Dan mereka mensucikan tuhan mereka, dengan</w:t>
      </w:r>
    </w:p>
    <w:p w:rsidR="00FA2C64" w:rsidRDefault="00FA2C64" w:rsidP="00FA2C64">
      <w:pPr>
        <w:pStyle w:val="libNormal0"/>
      </w:pPr>
      <w:r>
        <w:t>segala pujianNya dan mereka tidak bersikap sombong.</w:t>
      </w:r>
    </w:p>
    <w:p w:rsidR="00FA2C64" w:rsidRDefault="00FA2C64" w:rsidP="00B27BE3">
      <w:pPr>
        <w:pStyle w:val="libNormal0"/>
      </w:pPr>
      <w:r>
        <w:t>(Q.S. : 32 :15.)</w:t>
      </w:r>
    </w:p>
    <w:p w:rsidR="00B27BE3" w:rsidRPr="00B27BE3" w:rsidRDefault="00B27BE3" w:rsidP="00B27BE3">
      <w:pPr>
        <w:pStyle w:val="libNormal"/>
      </w:pPr>
    </w:p>
    <w:p w:rsidR="00FA2C64" w:rsidRDefault="00FA2C64" w:rsidP="00FA2C64">
      <w:pPr>
        <w:pStyle w:val="libNormal0"/>
      </w:pPr>
      <w:r>
        <w:t>Apabila kalian menyembah-Nya (Q.S. : 41 :37-38.)</w:t>
      </w:r>
    </w:p>
    <w:p w:rsidR="00FA2C64" w:rsidRDefault="00FA2C64" w:rsidP="00FA2C64">
      <w:pPr>
        <w:pStyle w:val="libNormal0"/>
      </w:pPr>
      <w:r>
        <w:t>Sujud tersebut hukumnya wajib baik bagi yang</w:t>
      </w:r>
    </w:p>
    <w:p w:rsidR="00FA2C64" w:rsidRDefault="00FA2C64" w:rsidP="00FA2C64">
      <w:pPr>
        <w:pStyle w:val="libNormal0"/>
      </w:pPr>
      <w:r>
        <w:t>membacanya atau yang sengaja mendengarkan bacaan</w:t>
      </w:r>
    </w:p>
    <w:p w:rsidR="00FA2C64" w:rsidRDefault="00FA2C64" w:rsidP="00FA2C64">
      <w:pPr>
        <w:pStyle w:val="libNormal0"/>
      </w:pPr>
      <w:r>
        <w:t>seseorang. Untuk ayat-ayat sajdah selain yang tersebut</w:t>
      </w:r>
    </w:p>
    <w:p w:rsidR="00FA2C64" w:rsidRDefault="00FA2C64" w:rsidP="00FA2C64">
      <w:pPr>
        <w:pStyle w:val="libNormal0"/>
      </w:pPr>
      <w:r>
        <w:t>diatas, perintah sujudnya hanya bersifat sunnah.</w:t>
      </w:r>
    </w:p>
    <w:p w:rsidR="00FA2C64" w:rsidRDefault="00FA2C64" w:rsidP="00FA2C64">
      <w:pPr>
        <w:pStyle w:val="libNormal0"/>
      </w:pPr>
      <w:r>
        <w:t>Kewajiban sujud harus dilakukan secara langsung saat</w:t>
      </w:r>
    </w:p>
    <w:p w:rsidR="00FA2C64" w:rsidRDefault="00FA2C64" w:rsidP="00FA2C64">
      <w:pPr>
        <w:pStyle w:val="libNormal0"/>
      </w:pPr>
      <w:r>
        <w:t>bacaan melintasi ayat-ayat tersebut. Dan mereka yang</w:t>
      </w:r>
    </w:p>
    <w:p w:rsidR="00FA2C64" w:rsidRDefault="00FA2C64" w:rsidP="00FA2C64">
      <w:pPr>
        <w:pStyle w:val="libNormal0"/>
      </w:pPr>
      <w:r>
        <w:t>sengaja menunda sujud dianggap telah melakukan</w:t>
      </w:r>
    </w:p>
    <w:p w:rsidR="00FA2C64" w:rsidRDefault="00FA2C64" w:rsidP="00FA2C64">
      <w:pPr>
        <w:pStyle w:val="libNormal0"/>
      </w:pPr>
      <w:r>
        <w:t>maksiat (dosa), disamping itu kewajiban sujud masih</w:t>
      </w:r>
    </w:p>
    <w:p w:rsidR="00FA2C64" w:rsidRDefault="00FA2C64" w:rsidP="00FA2C64">
      <w:pPr>
        <w:pStyle w:val="libNormal0"/>
      </w:pPr>
      <w:r>
        <w:t>tetap menjadi tanggungannya sampai dia melakukan</w:t>
      </w:r>
    </w:p>
    <w:p w:rsidR="00FA2C64" w:rsidRDefault="00FA2C64" w:rsidP="00FA2C64">
      <w:pPr>
        <w:pStyle w:val="libNormal0"/>
      </w:pPr>
      <w:r>
        <w:t>sujud tersebut. Adapun bagi mereka yang terdengar</w:t>
      </w:r>
    </w:p>
    <w:p w:rsidR="00FA2C64" w:rsidRDefault="00FA2C64" w:rsidP="00FA2C64">
      <w:pPr>
        <w:pStyle w:val="libNormal0"/>
      </w:pPr>
      <w:r>
        <w:t>bacaan ayat-ayat tersebut dianjurkan untuk sujud. Di</w:t>
      </w:r>
    </w:p>
    <w:p w:rsidR="00FA2C64" w:rsidRDefault="00FA2C64" w:rsidP="00FA2C64">
      <w:pPr>
        <w:pStyle w:val="libNormal0"/>
      </w:pPr>
      <w:r>
        <w:t>dalam sujud tilawah tidak terdapat takbiratul ihram,121</w:t>
      </w:r>
    </w:p>
    <w:p w:rsidR="00FA2C64" w:rsidRDefault="00FA2C64" w:rsidP="00FA2C64">
      <w:pPr>
        <w:pStyle w:val="libNormal0"/>
      </w:pPr>
      <w:r>
        <w:t>tasyahud atau salam, begitu pula tidak diharuskan suci</w:t>
      </w:r>
    </w:p>
    <w:p w:rsidR="00FA2C64" w:rsidRDefault="00FA2C64" w:rsidP="00FA2C64">
      <w:pPr>
        <w:pStyle w:val="libNormal0"/>
      </w:pPr>
      <w:r>
        <w:t>dari hadas kecil1, menghadap kiblat dan lain sebagainya,</w:t>
      </w:r>
    </w:p>
    <w:p w:rsidR="00FA2C64" w:rsidRDefault="00FA2C64" w:rsidP="00FA2C64">
      <w:pPr>
        <w:pStyle w:val="libNormal0"/>
      </w:pPr>
      <w:r>
        <w:t>tetapi tetap disunnahkan membaca takbir saat</w:t>
      </w:r>
    </w:p>
    <w:p w:rsidR="00FA2C64" w:rsidRDefault="00FA2C64" w:rsidP="00FA2C64">
      <w:pPr>
        <w:pStyle w:val="libNormal0"/>
      </w:pPr>
      <w:r>
        <w:t>mengangkat kepala dari sujud, dan bacaan yang</w:t>
      </w:r>
    </w:p>
    <w:p w:rsidR="00B27BE3" w:rsidRDefault="00FA2C64" w:rsidP="00B27BE3">
      <w:pPr>
        <w:pStyle w:val="libNormal0"/>
      </w:pPr>
      <w:r>
        <w:t>disunnahkan pada saat sujud2:</w:t>
      </w:r>
    </w:p>
    <w:p w:rsidR="00B27BE3" w:rsidRPr="00B27BE3" w:rsidRDefault="00B27BE3" w:rsidP="00B27BE3">
      <w:pPr>
        <w:pStyle w:val="libNormal"/>
      </w:pPr>
    </w:p>
    <w:p w:rsidR="00FA2C64" w:rsidRDefault="00FA2C64" w:rsidP="00FA2C64">
      <w:pPr>
        <w:pStyle w:val="libNormal0"/>
      </w:pPr>
    </w:p>
    <w:p w:rsidR="00FA2C64" w:rsidRDefault="00FA2C64" w:rsidP="00FA2C64">
      <w:pPr>
        <w:pStyle w:val="libNormal0"/>
      </w:pPr>
      <w:r>
        <w:t>"Lâ ilâha illallâh haqqon haqqo, "Lâ ilâha illallâh</w:t>
      </w:r>
    </w:p>
    <w:p w:rsidR="00FA2C64" w:rsidRDefault="00FA2C64" w:rsidP="00FA2C64">
      <w:pPr>
        <w:pStyle w:val="libNormal0"/>
      </w:pPr>
      <w:r>
        <w:rPr>
          <w:rFonts w:hint="eastAsia"/>
        </w:rPr>
        <w:lastRenderedPageBreak/>
        <w:t>î</w:t>
      </w:r>
      <w:r>
        <w:t>mânan wa-tashdîqo, "Lâ ilâha illallâh 'ubudiyatan</w:t>
      </w:r>
    </w:p>
    <w:p w:rsidR="00FA2C64" w:rsidRDefault="00FA2C64" w:rsidP="00FA2C64">
      <w:pPr>
        <w:pStyle w:val="libNormal0"/>
      </w:pPr>
      <w:r>
        <w:t>wariqqo, sajadtu laka yâ robbi ta'abbudan wariqqo, lâ-</w:t>
      </w:r>
    </w:p>
    <w:p w:rsidR="00FA2C64" w:rsidRDefault="00FA2C64" w:rsidP="00FA2C64">
      <w:pPr>
        <w:pStyle w:val="libNormal0"/>
      </w:pPr>
      <w:r>
        <w:t>mustankifa walâ mustakbiro, bal ana 'abdun dzalîlun</w:t>
      </w:r>
    </w:p>
    <w:p w:rsidR="00FA2C64" w:rsidRDefault="00FA2C64" w:rsidP="00FA2C64">
      <w:pPr>
        <w:pStyle w:val="libNormal0"/>
      </w:pPr>
      <w:r>
        <w:t>khoifun mustajir".</w:t>
      </w:r>
    </w:p>
    <w:p w:rsidR="00FA2C64" w:rsidRDefault="00FA2C64" w:rsidP="00FA2C64">
      <w:pPr>
        <w:pStyle w:val="libNormal0"/>
      </w:pPr>
      <w:r>
        <w:t>Benar-benar Tiada Tuhan Selain Allah, Tiada Tuhan</w:t>
      </w:r>
    </w:p>
    <w:p w:rsidR="00FA2C64" w:rsidRDefault="00FA2C64" w:rsidP="00FA2C64">
      <w:pPr>
        <w:pStyle w:val="libNormal0"/>
      </w:pPr>
      <w:r>
        <w:t>yang kuyakini dan kuimani selain Allah, Dengan penuh</w:t>
      </w:r>
    </w:p>
    <w:p w:rsidR="00FA2C64" w:rsidRDefault="00FA2C64" w:rsidP="00FA2C64">
      <w:pPr>
        <w:pStyle w:val="libNormal0"/>
      </w:pPr>
      <w:r>
        <w:t>penghambaan (kuucapkan) bahwa Tiada Tuhan selain</w:t>
      </w:r>
    </w:p>
    <w:p w:rsidR="00FA2C64" w:rsidRDefault="00FA2C64" w:rsidP="00FA2C64">
      <w:pPr>
        <w:pStyle w:val="libNormal0"/>
      </w:pPr>
      <w:r>
        <w:t>Allah, Aku sujud pada-Mu Wahai Robbi dengan penuh</w:t>
      </w:r>
    </w:p>
    <w:p w:rsidR="00FA2C64" w:rsidRDefault="00FA2C64" w:rsidP="00FA2C64">
      <w:pPr>
        <w:pStyle w:val="libNormal0"/>
      </w:pPr>
      <w:r>
        <w:t>penghambaan tanpa ada rasa enggan dan angkuh,</w:t>
      </w:r>
    </w:p>
    <w:p w:rsidR="00FA2C64" w:rsidRDefault="00FA2C64" w:rsidP="00FA2C64">
      <w:pPr>
        <w:pStyle w:val="libNormal0"/>
      </w:pPr>
      <w:r>
        <w:t>1 Walaupun anjuran untuk wud</w:t>
      </w:r>
      <w:bookmarkStart w:id="52" w:name="_GoBack"/>
      <w:bookmarkEnd w:id="52"/>
      <w:r>
        <w:t>hu tetap ada</w:t>
      </w:r>
    </w:p>
    <w:p w:rsidR="00987847" w:rsidRDefault="00FA2C64" w:rsidP="00FA2C64">
      <w:pPr>
        <w:pStyle w:val="libNormal0"/>
      </w:pPr>
      <w:r>
        <w:t>2 Al-Bihar, juz 10, bab 25, hal. 397.122</w:t>
      </w:r>
    </w:p>
    <w:p w:rsidR="00987847" w:rsidRDefault="00987847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sdt>
      <w:sdtPr>
        <w:id w:val="997927078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/>
          <w:noProof/>
          <w:color w:val="auto"/>
          <w:sz w:val="24"/>
          <w:szCs w:val="24"/>
          <w:lang w:bidi="fa-IR"/>
        </w:rPr>
      </w:sdtEndPr>
      <w:sdtContent>
        <w:p w:rsidR="006E50CE" w:rsidRDefault="006E50CE" w:rsidP="006E50CE">
          <w:pPr>
            <w:pStyle w:val="TOCHeading"/>
          </w:pPr>
          <w:r>
            <w:t>Daftar Isi:</w:t>
          </w:r>
        </w:p>
        <w:p w:rsidR="006E50CE" w:rsidRPr="006E50CE" w:rsidRDefault="006E50CE" w:rsidP="006E50CE">
          <w:pPr>
            <w:rPr>
              <w:lang w:bidi="ar-SA"/>
            </w:rPr>
          </w:pPr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4724677" w:history="1">
            <w:r w:rsidRPr="00B14CA2">
              <w:rPr>
                <w:rStyle w:val="Hyperlink"/>
              </w:rPr>
              <w:t>Amalan Lengkap Bulan Rajab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78" w:history="1">
            <w:r w:rsidRPr="00B14CA2">
              <w:rPr>
                <w:rStyle w:val="Hyperlink"/>
              </w:rPr>
              <w:t>Disusun oleh: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79" w:history="1">
            <w:r w:rsidRPr="00B14CA2">
              <w:rPr>
                <w:rStyle w:val="Hyperlink"/>
              </w:rPr>
              <w:t>Muhammad taufiq Ali Yahya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680" w:history="1">
            <w:r w:rsidRPr="00B14CA2">
              <w:rPr>
                <w:rStyle w:val="Hyperlink"/>
              </w:rPr>
              <w:t>Bulan Rajab adalah salah satu dari bulan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681" w:history="1">
            <w:r w:rsidRPr="00B14CA2">
              <w:rPr>
                <w:rStyle w:val="Hyperlink"/>
              </w:rPr>
              <w:t>Haram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682" w:history="1">
            <w:r w:rsidRPr="00B14CA2">
              <w:rPr>
                <w:rStyle w:val="Hyperlink"/>
              </w:rPr>
              <w:t>Sholat pada Malam Pertama Bulan Rajab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683" w:history="1">
            <w:r w:rsidRPr="00B14CA2">
              <w:rPr>
                <w:rStyle w:val="Hyperlink"/>
              </w:rPr>
              <w:t>Sholat Setiap Malam di Bulan Rajab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84" w:history="1">
            <w:r w:rsidRPr="00B14CA2">
              <w:rPr>
                <w:rStyle w:val="Hyperlink"/>
              </w:rPr>
              <w:t>Malam Pertama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85" w:history="1">
            <w:r w:rsidRPr="00B14CA2">
              <w:rPr>
                <w:rStyle w:val="Hyperlink"/>
              </w:rPr>
              <w:t>Malam Kedua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86" w:history="1">
            <w:r w:rsidRPr="00B14CA2">
              <w:rPr>
                <w:rStyle w:val="Hyperlink"/>
              </w:rPr>
              <w:t>Malam Ketiga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87" w:history="1">
            <w:r w:rsidRPr="00B14CA2">
              <w:rPr>
                <w:rStyle w:val="Hyperlink"/>
              </w:rPr>
              <w:t>Malam Keempat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88" w:history="1">
            <w:r w:rsidRPr="00B14CA2">
              <w:rPr>
                <w:rStyle w:val="Hyperlink"/>
              </w:rPr>
              <w:t>Malam Kelima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89" w:history="1">
            <w:r w:rsidRPr="00B14CA2">
              <w:rPr>
                <w:rStyle w:val="Hyperlink"/>
              </w:rPr>
              <w:t>Malam Keenam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0" w:history="1">
            <w:r w:rsidRPr="00B14CA2">
              <w:rPr>
                <w:rStyle w:val="Hyperlink"/>
              </w:rPr>
              <w:t>Malam Ketujuh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1" w:history="1">
            <w:r w:rsidRPr="00B14CA2">
              <w:rPr>
                <w:rStyle w:val="Hyperlink"/>
              </w:rPr>
              <w:t>Malam Kedelapan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2" w:history="1">
            <w:r w:rsidRPr="00B14CA2">
              <w:rPr>
                <w:rStyle w:val="Hyperlink"/>
              </w:rPr>
              <w:t>Malam Kesembilan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3" w:history="1">
            <w:r w:rsidRPr="00B14CA2">
              <w:rPr>
                <w:rStyle w:val="Hyperlink"/>
              </w:rPr>
              <w:t>Malam Kesepuluh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4" w:history="1">
            <w:r w:rsidRPr="00B14CA2">
              <w:rPr>
                <w:rStyle w:val="Hyperlink"/>
              </w:rPr>
              <w:t>Malam Kesebelas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5" w:history="1">
            <w:r w:rsidRPr="00B14CA2">
              <w:rPr>
                <w:rStyle w:val="Hyperlink"/>
              </w:rPr>
              <w:t>Malam Keduabelas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6" w:history="1">
            <w:r w:rsidRPr="00B14CA2">
              <w:rPr>
                <w:rStyle w:val="Hyperlink"/>
              </w:rPr>
              <w:t>Malam Ketigabelas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7" w:history="1">
            <w:r w:rsidRPr="00B14CA2">
              <w:rPr>
                <w:rStyle w:val="Hyperlink"/>
              </w:rPr>
              <w:t>Malam Keempatbelas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8" w:history="1">
            <w:r w:rsidRPr="00B14CA2">
              <w:rPr>
                <w:rStyle w:val="Hyperlink"/>
              </w:rPr>
              <w:t>Malam Kelimabelas, enambelas, tujuhbelas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699" w:history="1">
            <w:r w:rsidRPr="00B14CA2">
              <w:rPr>
                <w:rStyle w:val="Hyperlink"/>
              </w:rPr>
              <w:t>Malam Kedelapanbelas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Toc94724699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700" w:history="1">
            <w:r w:rsidRPr="00B14CA2">
              <w:rPr>
                <w:rStyle w:val="Hyperlink"/>
              </w:rPr>
              <w:t>Malam Kesembilanbelas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701" w:history="1">
            <w:r w:rsidRPr="00B14CA2">
              <w:rPr>
                <w:rStyle w:val="Hyperlink"/>
              </w:rPr>
              <w:t>Malam Keduapuluh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702" w:history="1">
            <w:r w:rsidRPr="00B14CA2">
              <w:rPr>
                <w:rStyle w:val="Hyperlink"/>
              </w:rPr>
              <w:t>Malam Keduapuluhsatu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703" w:history="1">
            <w:r w:rsidRPr="00B14CA2">
              <w:rPr>
                <w:rStyle w:val="Hyperlink"/>
              </w:rPr>
              <w:t>Malam Keduapuluhdua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704" w:history="1">
            <w:r w:rsidRPr="00B14CA2">
              <w:rPr>
                <w:rStyle w:val="Hyperlink"/>
              </w:rPr>
              <w:t>Malam Keduapuluhtiga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705" w:history="1">
            <w:r w:rsidRPr="00B14CA2">
              <w:rPr>
                <w:rStyle w:val="Hyperlink"/>
              </w:rPr>
              <w:t>Malam Keduapuluh empat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706" w:history="1">
            <w:r w:rsidRPr="00B14CA2">
              <w:rPr>
                <w:rStyle w:val="Hyperlink"/>
              </w:rPr>
              <w:t>Malam Keduapuluh lima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707" w:history="1">
            <w:r w:rsidRPr="00B14CA2">
              <w:rPr>
                <w:rStyle w:val="Hyperlink"/>
              </w:rPr>
              <w:t>Malam Keduapuluh enam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4724708" w:history="1">
            <w:r w:rsidRPr="00B14CA2">
              <w:rPr>
                <w:rStyle w:val="Hyperlink"/>
              </w:rPr>
              <w:t>Malam Ketigapuluh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09" w:history="1">
            <w:r w:rsidRPr="00B14CA2">
              <w:rPr>
                <w:rStyle w:val="Hyperlink"/>
              </w:rPr>
              <w:t>Sholat Roghô-ib (Sholat Malam Jum'at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0" w:history="1">
            <w:r w:rsidRPr="00B14CA2">
              <w:rPr>
                <w:rStyle w:val="Hyperlink"/>
              </w:rPr>
              <w:t>bulan Rajab)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1" w:history="1">
            <w:r w:rsidRPr="00B14CA2">
              <w:rPr>
                <w:rStyle w:val="Hyperlink"/>
              </w:rPr>
              <w:t>Doa Harian di bulan Rajab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2" w:history="1">
            <w:r w:rsidRPr="00B14CA2">
              <w:rPr>
                <w:rStyle w:val="Hyperlink"/>
              </w:rPr>
              <w:t>Doa Sambil Sujud di setiap Siang dan Malam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3" w:history="1">
            <w:r w:rsidRPr="00B14CA2">
              <w:rPr>
                <w:rStyle w:val="Hyperlink"/>
              </w:rPr>
              <w:t>bulan Rajab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4" w:history="1">
            <w:r w:rsidRPr="00B14CA2">
              <w:rPr>
                <w:rStyle w:val="Hyperlink"/>
              </w:rPr>
              <w:t>keutamaan puasa di bulan Rajab: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5" w:history="1">
            <w:r w:rsidRPr="00B14CA2">
              <w:rPr>
                <w:rStyle w:val="Hyperlink"/>
              </w:rPr>
              <w:t>Umroh di Bulab Rajab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6" w:history="1">
            <w:r w:rsidRPr="00B14CA2">
              <w:rPr>
                <w:rStyle w:val="Hyperlink"/>
              </w:rPr>
              <w:t>Amalan Hari ke 15 Bulan Rajab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7" w:history="1">
            <w:r w:rsidRPr="00B14CA2">
              <w:rPr>
                <w:rStyle w:val="Hyperlink"/>
              </w:rPr>
              <w:t>Keutamaan Hari ke15 Rajab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8" w:history="1">
            <w:r w:rsidRPr="00B14CA2">
              <w:rPr>
                <w:rStyle w:val="Hyperlink"/>
              </w:rPr>
              <w:t>Amalan Ummu Dawud dan Dalilnya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19" w:history="1">
            <w:r w:rsidRPr="00B14CA2">
              <w:rPr>
                <w:rStyle w:val="Hyperlink"/>
              </w:rPr>
              <w:t>Doa Sebelum Membaca Al-Quran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20" w:history="1">
            <w:r w:rsidRPr="00B14CA2">
              <w:rPr>
                <w:rStyle w:val="Hyperlink"/>
              </w:rPr>
              <w:t>Doa Ummu Daud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21" w:history="1">
            <w:r w:rsidRPr="00B14CA2">
              <w:rPr>
                <w:rStyle w:val="Hyperlink"/>
              </w:rPr>
              <w:t>Amalan Malam dan Hari di utusnya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22" w:history="1">
            <w:r w:rsidRPr="00B14CA2">
              <w:rPr>
                <w:rStyle w:val="Hyperlink"/>
              </w:rPr>
              <w:t>Rasulullah saww (Layl Mab’uts)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23" w:history="1">
            <w:r w:rsidRPr="00B14CA2">
              <w:rPr>
                <w:rStyle w:val="Hyperlink"/>
              </w:rPr>
              <w:t>Sholat pada Malam Hari Mab’uts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24" w:history="1">
            <w:r w:rsidRPr="00B14CA2">
              <w:rPr>
                <w:rStyle w:val="Hyperlink"/>
              </w:rPr>
              <w:t>(Diutusnya Rasulullah saw Menjadi Nabi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25" w:history="1">
            <w:r w:rsidRPr="00B14CA2">
              <w:rPr>
                <w:rStyle w:val="Hyperlink"/>
              </w:rPr>
              <w:t>dan Rasul)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26" w:history="1">
            <w:r w:rsidRPr="00B14CA2">
              <w:rPr>
                <w:rStyle w:val="Hyperlink"/>
              </w:rPr>
              <w:t>Ziarah Amirul Mukminin pada Malam dan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27" w:history="1">
            <w:r w:rsidRPr="00B14CA2">
              <w:rPr>
                <w:rStyle w:val="Hyperlink"/>
              </w:rPr>
              <w:t>Hari Mab’uts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4724728" w:history="1">
            <w:r w:rsidRPr="00B14CA2">
              <w:rPr>
                <w:rStyle w:val="Hyperlink"/>
              </w:rPr>
              <w:t>Sujud Tilawah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Toc94724728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6E50CE" w:rsidRDefault="006E50CE" w:rsidP="006E50CE">
          <w:r>
            <w:rPr>
              <w:b/>
              <w:bCs/>
            </w:rPr>
            <w:fldChar w:fldCharType="end"/>
          </w:r>
        </w:p>
      </w:sdtContent>
    </w:sdt>
    <w:p w:rsidR="00FA2C64" w:rsidRPr="00FA2C64" w:rsidRDefault="00FA2C64" w:rsidP="00FA2C64">
      <w:pPr>
        <w:pStyle w:val="libNormal0"/>
        <w:rPr>
          <w:rtl/>
        </w:rPr>
      </w:pPr>
    </w:p>
    <w:sectPr w:rsidR="00FA2C64" w:rsidRPr="00FA2C64" w:rsidSect="00DB0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C4D" w:rsidRDefault="00786C4D" w:rsidP="00113C59">
      <w:r>
        <w:separator/>
      </w:r>
    </w:p>
  </w:endnote>
  <w:endnote w:type="continuationSeparator" w:id="0">
    <w:p w:rsidR="00786C4D" w:rsidRDefault="00786C4D" w:rsidP="0011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6E50CE">
      <w:rPr>
        <w:noProof/>
      </w:rPr>
      <w:t>60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6E50CE">
      <w:rPr>
        <w:noProof/>
      </w:rPr>
      <w:t>59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C4D" w:rsidRDefault="00786C4D" w:rsidP="00113C59">
      <w:r>
        <w:separator/>
      </w:r>
    </w:p>
  </w:footnote>
  <w:footnote w:type="continuationSeparator" w:id="0">
    <w:p w:rsidR="00786C4D" w:rsidRDefault="00786C4D" w:rsidP="00113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 w:rsidRPr="00DB04D9">
      <w:t>Buku Ini di Buat dan di teliti di Yayasan Alhasanain as dan sudah disesuaikan dengan buku aslinya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1123380"/>
    <w:multiLevelType w:val="hybridMultilevel"/>
    <w:tmpl w:val="E38E4A66"/>
    <w:lvl w:ilvl="0" w:tplc="DCDC912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07D2291E"/>
    <w:multiLevelType w:val="hybridMultilevel"/>
    <w:tmpl w:val="9B904FAC"/>
    <w:lvl w:ilvl="0" w:tplc="551C9C24">
      <w:start w:val="3"/>
      <w:numFmt w:val="lowerLetter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0A1D2AB2"/>
    <w:multiLevelType w:val="hybridMultilevel"/>
    <w:tmpl w:val="305A3C3E"/>
    <w:lvl w:ilvl="0" w:tplc="AE4644E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0A2C658B"/>
    <w:multiLevelType w:val="hybridMultilevel"/>
    <w:tmpl w:val="B04CC744"/>
    <w:lvl w:ilvl="0" w:tplc="151A09D0">
      <w:start w:val="1"/>
      <w:numFmt w:val="lowerLetter"/>
      <w:lvlText w:val="%1."/>
      <w:lvlJc w:val="left"/>
      <w:pPr>
        <w:ind w:left="918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16853363"/>
    <w:multiLevelType w:val="hybridMultilevel"/>
    <w:tmpl w:val="9BAA5294"/>
    <w:lvl w:ilvl="0" w:tplc="97704BC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184A7614"/>
    <w:multiLevelType w:val="hybridMultilevel"/>
    <w:tmpl w:val="D7FEEBBA"/>
    <w:lvl w:ilvl="0" w:tplc="3606FFAA">
      <w:start w:val="1"/>
      <w:numFmt w:val="lowerLetter"/>
      <w:lvlText w:val="%1."/>
      <w:lvlJc w:val="left"/>
      <w:pPr>
        <w:ind w:left="1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3" w:hanging="360"/>
      </w:pPr>
    </w:lvl>
    <w:lvl w:ilvl="2" w:tplc="0409001B" w:tentative="1">
      <w:start w:val="1"/>
      <w:numFmt w:val="lowerRoman"/>
      <w:lvlText w:val="%3."/>
      <w:lvlJc w:val="right"/>
      <w:pPr>
        <w:ind w:left="2673" w:hanging="180"/>
      </w:pPr>
    </w:lvl>
    <w:lvl w:ilvl="3" w:tplc="0409000F" w:tentative="1">
      <w:start w:val="1"/>
      <w:numFmt w:val="decimal"/>
      <w:lvlText w:val="%4."/>
      <w:lvlJc w:val="left"/>
      <w:pPr>
        <w:ind w:left="3393" w:hanging="360"/>
      </w:pPr>
    </w:lvl>
    <w:lvl w:ilvl="4" w:tplc="04090019" w:tentative="1">
      <w:start w:val="1"/>
      <w:numFmt w:val="lowerLetter"/>
      <w:lvlText w:val="%5."/>
      <w:lvlJc w:val="left"/>
      <w:pPr>
        <w:ind w:left="4113" w:hanging="360"/>
      </w:pPr>
    </w:lvl>
    <w:lvl w:ilvl="5" w:tplc="0409001B" w:tentative="1">
      <w:start w:val="1"/>
      <w:numFmt w:val="lowerRoman"/>
      <w:lvlText w:val="%6."/>
      <w:lvlJc w:val="right"/>
      <w:pPr>
        <w:ind w:left="4833" w:hanging="180"/>
      </w:pPr>
    </w:lvl>
    <w:lvl w:ilvl="6" w:tplc="0409000F" w:tentative="1">
      <w:start w:val="1"/>
      <w:numFmt w:val="decimal"/>
      <w:lvlText w:val="%7."/>
      <w:lvlJc w:val="left"/>
      <w:pPr>
        <w:ind w:left="5553" w:hanging="360"/>
      </w:pPr>
    </w:lvl>
    <w:lvl w:ilvl="7" w:tplc="04090019" w:tentative="1">
      <w:start w:val="1"/>
      <w:numFmt w:val="lowerLetter"/>
      <w:lvlText w:val="%8."/>
      <w:lvlJc w:val="left"/>
      <w:pPr>
        <w:ind w:left="6273" w:hanging="360"/>
      </w:pPr>
    </w:lvl>
    <w:lvl w:ilvl="8" w:tplc="040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0" w15:restartNumberingAfterBreak="0">
    <w:nsid w:val="1AB41FC8"/>
    <w:multiLevelType w:val="hybridMultilevel"/>
    <w:tmpl w:val="47445CA2"/>
    <w:lvl w:ilvl="0" w:tplc="A1CCBFA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249A6229"/>
    <w:multiLevelType w:val="hybridMultilevel"/>
    <w:tmpl w:val="226846CE"/>
    <w:lvl w:ilvl="0" w:tplc="ACD4F2F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4A92B4A"/>
    <w:multiLevelType w:val="hybridMultilevel"/>
    <w:tmpl w:val="EACE8462"/>
    <w:lvl w:ilvl="0" w:tplc="D0C6DFC4">
      <w:start w:val="1"/>
      <w:numFmt w:val="lowerLetter"/>
      <w:lvlText w:val="%1."/>
      <w:lvlJc w:val="left"/>
      <w:pPr>
        <w:ind w:left="1023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 w15:restartNumberingAfterBreak="0">
    <w:nsid w:val="25C94030"/>
    <w:multiLevelType w:val="hybridMultilevel"/>
    <w:tmpl w:val="5E4CF586"/>
    <w:lvl w:ilvl="0" w:tplc="C6D8BF16">
      <w:start w:val="1"/>
      <w:numFmt w:val="decimal"/>
      <w:lvlText w:val="%1."/>
      <w:lvlJc w:val="left"/>
      <w:pPr>
        <w:ind w:left="978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2B616046"/>
    <w:multiLevelType w:val="hybridMultilevel"/>
    <w:tmpl w:val="B2284F30"/>
    <w:lvl w:ilvl="0" w:tplc="A79A40A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E31DD0"/>
    <w:multiLevelType w:val="hybridMultilevel"/>
    <w:tmpl w:val="230CD396"/>
    <w:lvl w:ilvl="0" w:tplc="173CB5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8" w15:restartNumberingAfterBreak="0">
    <w:nsid w:val="37601B99"/>
    <w:multiLevelType w:val="hybridMultilevel"/>
    <w:tmpl w:val="6CDE09C2"/>
    <w:lvl w:ilvl="0" w:tplc="A1CE0A4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 w15:restartNumberingAfterBreak="0">
    <w:nsid w:val="378E0A1A"/>
    <w:multiLevelType w:val="hybridMultilevel"/>
    <w:tmpl w:val="38DA5E7C"/>
    <w:lvl w:ilvl="0" w:tplc="B7F842E8">
      <w:start w:val="1"/>
      <w:numFmt w:val="lowerLetter"/>
      <w:lvlText w:val="%1."/>
      <w:lvlJc w:val="left"/>
      <w:pPr>
        <w:ind w:left="873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 w15:restartNumberingAfterBreak="0">
    <w:nsid w:val="40A12567"/>
    <w:multiLevelType w:val="hybridMultilevel"/>
    <w:tmpl w:val="7E2E1CF6"/>
    <w:lvl w:ilvl="0" w:tplc="CB1EE85A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 w15:restartNumberingAfterBreak="0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41A16ED5"/>
    <w:multiLevelType w:val="hybridMultilevel"/>
    <w:tmpl w:val="0DCED7CE"/>
    <w:lvl w:ilvl="0" w:tplc="0414E7D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 w15:restartNumberingAfterBreak="0">
    <w:nsid w:val="546D1AE5"/>
    <w:multiLevelType w:val="hybridMultilevel"/>
    <w:tmpl w:val="EF202170"/>
    <w:lvl w:ilvl="0" w:tplc="205E1632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4" w15:restartNumberingAfterBreak="0">
    <w:nsid w:val="5CA33457"/>
    <w:multiLevelType w:val="hybridMultilevel"/>
    <w:tmpl w:val="ADBEFC2C"/>
    <w:lvl w:ilvl="0" w:tplc="CE18F5DC">
      <w:start w:val="1"/>
      <w:numFmt w:val="decimal"/>
      <w:lvlText w:val="%1."/>
      <w:lvlJc w:val="left"/>
      <w:pPr>
        <w:ind w:left="1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8" w:hanging="360"/>
      </w:pPr>
    </w:lvl>
    <w:lvl w:ilvl="2" w:tplc="0409001B" w:tentative="1">
      <w:start w:val="1"/>
      <w:numFmt w:val="lowerRoman"/>
      <w:lvlText w:val="%3."/>
      <w:lvlJc w:val="right"/>
      <w:pPr>
        <w:ind w:left="2778" w:hanging="180"/>
      </w:pPr>
    </w:lvl>
    <w:lvl w:ilvl="3" w:tplc="0409000F" w:tentative="1">
      <w:start w:val="1"/>
      <w:numFmt w:val="decimal"/>
      <w:lvlText w:val="%4."/>
      <w:lvlJc w:val="left"/>
      <w:pPr>
        <w:ind w:left="3498" w:hanging="360"/>
      </w:pPr>
    </w:lvl>
    <w:lvl w:ilvl="4" w:tplc="04090019" w:tentative="1">
      <w:start w:val="1"/>
      <w:numFmt w:val="lowerLetter"/>
      <w:lvlText w:val="%5."/>
      <w:lvlJc w:val="left"/>
      <w:pPr>
        <w:ind w:left="4218" w:hanging="360"/>
      </w:pPr>
    </w:lvl>
    <w:lvl w:ilvl="5" w:tplc="0409001B" w:tentative="1">
      <w:start w:val="1"/>
      <w:numFmt w:val="lowerRoman"/>
      <w:lvlText w:val="%6."/>
      <w:lvlJc w:val="right"/>
      <w:pPr>
        <w:ind w:left="4938" w:hanging="180"/>
      </w:pPr>
    </w:lvl>
    <w:lvl w:ilvl="6" w:tplc="0409000F" w:tentative="1">
      <w:start w:val="1"/>
      <w:numFmt w:val="decimal"/>
      <w:lvlText w:val="%7."/>
      <w:lvlJc w:val="left"/>
      <w:pPr>
        <w:ind w:left="5658" w:hanging="360"/>
      </w:pPr>
    </w:lvl>
    <w:lvl w:ilvl="7" w:tplc="04090019" w:tentative="1">
      <w:start w:val="1"/>
      <w:numFmt w:val="lowerLetter"/>
      <w:lvlText w:val="%8."/>
      <w:lvlJc w:val="left"/>
      <w:pPr>
        <w:ind w:left="6378" w:hanging="360"/>
      </w:pPr>
    </w:lvl>
    <w:lvl w:ilvl="8" w:tplc="0409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25" w15:restartNumberingAfterBreak="0">
    <w:nsid w:val="5EF23DF8"/>
    <w:multiLevelType w:val="hybridMultilevel"/>
    <w:tmpl w:val="267E15B8"/>
    <w:lvl w:ilvl="0" w:tplc="DE74ACB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6" w15:restartNumberingAfterBreak="0">
    <w:nsid w:val="65A40086"/>
    <w:multiLevelType w:val="hybridMultilevel"/>
    <w:tmpl w:val="D278C40A"/>
    <w:lvl w:ilvl="0" w:tplc="FFEEE334">
      <w:start w:val="1"/>
      <w:numFmt w:val="lowerLetter"/>
      <w:lvlText w:val="%1."/>
      <w:lvlJc w:val="left"/>
      <w:pPr>
        <w:ind w:left="1308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 w15:restartNumberingAfterBreak="0">
    <w:nsid w:val="67E33D03"/>
    <w:multiLevelType w:val="hybridMultilevel"/>
    <w:tmpl w:val="F4D2A80E"/>
    <w:lvl w:ilvl="0" w:tplc="D57C73C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6D7C762D"/>
    <w:multiLevelType w:val="hybridMultilevel"/>
    <w:tmpl w:val="EAEE3BF6"/>
    <w:lvl w:ilvl="0" w:tplc="C5921DC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72445F96"/>
    <w:multiLevelType w:val="hybridMultilevel"/>
    <w:tmpl w:val="B8B22E3C"/>
    <w:lvl w:ilvl="0" w:tplc="ACC21AF6">
      <w:start w:val="1"/>
      <w:numFmt w:val="lowerLetter"/>
      <w:lvlText w:val="%1."/>
      <w:lvlJc w:val="left"/>
      <w:pPr>
        <w:ind w:left="16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1" w:hanging="360"/>
      </w:pPr>
    </w:lvl>
    <w:lvl w:ilvl="2" w:tplc="0409001B" w:tentative="1">
      <w:start w:val="1"/>
      <w:numFmt w:val="lowerRoman"/>
      <w:lvlText w:val="%3."/>
      <w:lvlJc w:val="right"/>
      <w:pPr>
        <w:ind w:left="3111" w:hanging="180"/>
      </w:pPr>
    </w:lvl>
    <w:lvl w:ilvl="3" w:tplc="0409000F" w:tentative="1">
      <w:start w:val="1"/>
      <w:numFmt w:val="decimal"/>
      <w:lvlText w:val="%4."/>
      <w:lvlJc w:val="left"/>
      <w:pPr>
        <w:ind w:left="3831" w:hanging="360"/>
      </w:pPr>
    </w:lvl>
    <w:lvl w:ilvl="4" w:tplc="04090019" w:tentative="1">
      <w:start w:val="1"/>
      <w:numFmt w:val="lowerLetter"/>
      <w:lvlText w:val="%5."/>
      <w:lvlJc w:val="left"/>
      <w:pPr>
        <w:ind w:left="4551" w:hanging="360"/>
      </w:pPr>
    </w:lvl>
    <w:lvl w:ilvl="5" w:tplc="0409001B" w:tentative="1">
      <w:start w:val="1"/>
      <w:numFmt w:val="lowerRoman"/>
      <w:lvlText w:val="%6."/>
      <w:lvlJc w:val="right"/>
      <w:pPr>
        <w:ind w:left="5271" w:hanging="180"/>
      </w:pPr>
    </w:lvl>
    <w:lvl w:ilvl="6" w:tplc="0409000F" w:tentative="1">
      <w:start w:val="1"/>
      <w:numFmt w:val="decimal"/>
      <w:lvlText w:val="%7."/>
      <w:lvlJc w:val="left"/>
      <w:pPr>
        <w:ind w:left="5991" w:hanging="360"/>
      </w:pPr>
    </w:lvl>
    <w:lvl w:ilvl="7" w:tplc="04090019" w:tentative="1">
      <w:start w:val="1"/>
      <w:numFmt w:val="lowerLetter"/>
      <w:lvlText w:val="%8."/>
      <w:lvlJc w:val="left"/>
      <w:pPr>
        <w:ind w:left="6711" w:hanging="360"/>
      </w:pPr>
    </w:lvl>
    <w:lvl w:ilvl="8" w:tplc="0409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30" w15:restartNumberingAfterBreak="0">
    <w:nsid w:val="790B65A8"/>
    <w:multiLevelType w:val="hybridMultilevel"/>
    <w:tmpl w:val="0D5622E4"/>
    <w:lvl w:ilvl="0" w:tplc="5D9EEC8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1"/>
  </w:num>
  <w:num w:numId="3">
    <w:abstractNumId w:val="31"/>
  </w:num>
  <w:num w:numId="4">
    <w:abstractNumId w:val="7"/>
  </w:num>
  <w:num w:numId="5">
    <w:abstractNumId w:val="15"/>
  </w:num>
  <w:num w:numId="6">
    <w:abstractNumId w:val="3"/>
  </w:num>
  <w:num w:numId="7">
    <w:abstractNumId w:val="21"/>
  </w:num>
  <w:num w:numId="8">
    <w:abstractNumId w:val="2"/>
  </w:num>
  <w:num w:numId="9">
    <w:abstractNumId w:val="30"/>
  </w:num>
  <w:num w:numId="10">
    <w:abstractNumId w:val="10"/>
  </w:num>
  <w:num w:numId="11">
    <w:abstractNumId w:val="17"/>
  </w:num>
  <w:num w:numId="12">
    <w:abstractNumId w:val="28"/>
  </w:num>
  <w:num w:numId="13">
    <w:abstractNumId w:val="13"/>
  </w:num>
  <w:num w:numId="14">
    <w:abstractNumId w:val="29"/>
  </w:num>
  <w:num w:numId="15">
    <w:abstractNumId w:val="23"/>
  </w:num>
  <w:num w:numId="16">
    <w:abstractNumId w:val="1"/>
  </w:num>
  <w:num w:numId="17">
    <w:abstractNumId w:val="16"/>
  </w:num>
  <w:num w:numId="18">
    <w:abstractNumId w:val="4"/>
  </w:num>
  <w:num w:numId="19">
    <w:abstractNumId w:val="20"/>
  </w:num>
  <w:num w:numId="20">
    <w:abstractNumId w:val="27"/>
  </w:num>
  <w:num w:numId="21">
    <w:abstractNumId w:val="6"/>
  </w:num>
  <w:num w:numId="22">
    <w:abstractNumId w:val="22"/>
  </w:num>
  <w:num w:numId="23">
    <w:abstractNumId w:val="12"/>
  </w:num>
  <w:num w:numId="24">
    <w:abstractNumId w:val="14"/>
  </w:num>
  <w:num w:numId="25">
    <w:abstractNumId w:val="24"/>
  </w:num>
  <w:num w:numId="26">
    <w:abstractNumId w:val="19"/>
  </w:num>
  <w:num w:numId="27">
    <w:abstractNumId w:val="9"/>
  </w:num>
  <w:num w:numId="28">
    <w:abstractNumId w:val="8"/>
  </w:num>
  <w:num w:numId="29">
    <w:abstractNumId w:val="5"/>
  </w:num>
  <w:num w:numId="30">
    <w:abstractNumId w:val="26"/>
  </w:num>
  <w:num w:numId="31">
    <w:abstractNumId w:val="18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12"/>
    <w:rsid w:val="00000148"/>
    <w:rsid w:val="000003E3"/>
    <w:rsid w:val="00000407"/>
    <w:rsid w:val="00000614"/>
    <w:rsid w:val="00000706"/>
    <w:rsid w:val="000009D1"/>
    <w:rsid w:val="00000B48"/>
    <w:rsid w:val="00000B7C"/>
    <w:rsid w:val="00000E17"/>
    <w:rsid w:val="00001BC8"/>
    <w:rsid w:val="00001FE8"/>
    <w:rsid w:val="00002407"/>
    <w:rsid w:val="00002462"/>
    <w:rsid w:val="00002481"/>
    <w:rsid w:val="000026AA"/>
    <w:rsid w:val="0000276B"/>
    <w:rsid w:val="00002A37"/>
    <w:rsid w:val="00002A56"/>
    <w:rsid w:val="00002C55"/>
    <w:rsid w:val="000030FD"/>
    <w:rsid w:val="00003241"/>
    <w:rsid w:val="0000362B"/>
    <w:rsid w:val="00003704"/>
    <w:rsid w:val="00003906"/>
    <w:rsid w:val="0000390B"/>
    <w:rsid w:val="00004198"/>
    <w:rsid w:val="000041C4"/>
    <w:rsid w:val="0000437A"/>
    <w:rsid w:val="000043DD"/>
    <w:rsid w:val="0000492D"/>
    <w:rsid w:val="00004AA9"/>
    <w:rsid w:val="00004E5C"/>
    <w:rsid w:val="0000504E"/>
    <w:rsid w:val="000051F0"/>
    <w:rsid w:val="000053A2"/>
    <w:rsid w:val="000053B7"/>
    <w:rsid w:val="00005A19"/>
    <w:rsid w:val="00005E17"/>
    <w:rsid w:val="0000600F"/>
    <w:rsid w:val="0000650F"/>
    <w:rsid w:val="00006516"/>
    <w:rsid w:val="00006E4A"/>
    <w:rsid w:val="00006FFC"/>
    <w:rsid w:val="00007013"/>
    <w:rsid w:val="0000788A"/>
    <w:rsid w:val="00007B95"/>
    <w:rsid w:val="00007CA1"/>
    <w:rsid w:val="00010129"/>
    <w:rsid w:val="000102C0"/>
    <w:rsid w:val="00010911"/>
    <w:rsid w:val="00010C92"/>
    <w:rsid w:val="000110AA"/>
    <w:rsid w:val="000111D0"/>
    <w:rsid w:val="0001157E"/>
    <w:rsid w:val="00011627"/>
    <w:rsid w:val="0001183F"/>
    <w:rsid w:val="000118E1"/>
    <w:rsid w:val="00011F2F"/>
    <w:rsid w:val="0001244E"/>
    <w:rsid w:val="0001248B"/>
    <w:rsid w:val="000128F1"/>
    <w:rsid w:val="00012E69"/>
    <w:rsid w:val="000136DA"/>
    <w:rsid w:val="00013741"/>
    <w:rsid w:val="000139A6"/>
    <w:rsid w:val="000139FA"/>
    <w:rsid w:val="000141E5"/>
    <w:rsid w:val="0001420E"/>
    <w:rsid w:val="00014358"/>
    <w:rsid w:val="000145E2"/>
    <w:rsid w:val="000147C2"/>
    <w:rsid w:val="0001510A"/>
    <w:rsid w:val="00015582"/>
    <w:rsid w:val="000158FE"/>
    <w:rsid w:val="00015BEB"/>
    <w:rsid w:val="00015C08"/>
    <w:rsid w:val="0001600C"/>
    <w:rsid w:val="0001603B"/>
    <w:rsid w:val="00016574"/>
    <w:rsid w:val="0001666F"/>
    <w:rsid w:val="00016849"/>
    <w:rsid w:val="000169AA"/>
    <w:rsid w:val="00016C77"/>
    <w:rsid w:val="00016E4F"/>
    <w:rsid w:val="000171F0"/>
    <w:rsid w:val="0001747B"/>
    <w:rsid w:val="0001762B"/>
    <w:rsid w:val="000176A2"/>
    <w:rsid w:val="00017A04"/>
    <w:rsid w:val="00017DD2"/>
    <w:rsid w:val="00017EFC"/>
    <w:rsid w:val="000204C8"/>
    <w:rsid w:val="000207E3"/>
    <w:rsid w:val="00020DE1"/>
    <w:rsid w:val="0002158B"/>
    <w:rsid w:val="000215B0"/>
    <w:rsid w:val="00021601"/>
    <w:rsid w:val="000217E8"/>
    <w:rsid w:val="000217F3"/>
    <w:rsid w:val="000221F0"/>
    <w:rsid w:val="00022704"/>
    <w:rsid w:val="000227E5"/>
    <w:rsid w:val="00022847"/>
    <w:rsid w:val="000228F3"/>
    <w:rsid w:val="00022934"/>
    <w:rsid w:val="00022AF1"/>
    <w:rsid w:val="00022E31"/>
    <w:rsid w:val="00022F73"/>
    <w:rsid w:val="00023079"/>
    <w:rsid w:val="00023B1A"/>
    <w:rsid w:val="00023B3E"/>
    <w:rsid w:val="00024619"/>
    <w:rsid w:val="000249ED"/>
    <w:rsid w:val="00024BDB"/>
    <w:rsid w:val="00024FA4"/>
    <w:rsid w:val="00024FB5"/>
    <w:rsid w:val="000252DB"/>
    <w:rsid w:val="00025ACB"/>
    <w:rsid w:val="00025DE3"/>
    <w:rsid w:val="0002629F"/>
    <w:rsid w:val="00026669"/>
    <w:rsid w:val="000267FE"/>
    <w:rsid w:val="00026CC1"/>
    <w:rsid w:val="00026EFD"/>
    <w:rsid w:val="000275E5"/>
    <w:rsid w:val="00027729"/>
    <w:rsid w:val="0002788C"/>
    <w:rsid w:val="00027AA9"/>
    <w:rsid w:val="00027ACB"/>
    <w:rsid w:val="00027D22"/>
    <w:rsid w:val="00027E74"/>
    <w:rsid w:val="00027FEC"/>
    <w:rsid w:val="000301FB"/>
    <w:rsid w:val="00030683"/>
    <w:rsid w:val="00030A29"/>
    <w:rsid w:val="00030A4D"/>
    <w:rsid w:val="00030CC7"/>
    <w:rsid w:val="00030EE7"/>
    <w:rsid w:val="00031740"/>
    <w:rsid w:val="000317DF"/>
    <w:rsid w:val="00031969"/>
    <w:rsid w:val="00031BC7"/>
    <w:rsid w:val="00031F44"/>
    <w:rsid w:val="000320F5"/>
    <w:rsid w:val="0003244B"/>
    <w:rsid w:val="00032B0D"/>
    <w:rsid w:val="00032E66"/>
    <w:rsid w:val="00032F75"/>
    <w:rsid w:val="000330E9"/>
    <w:rsid w:val="00033290"/>
    <w:rsid w:val="000336C6"/>
    <w:rsid w:val="00033A76"/>
    <w:rsid w:val="00033C9A"/>
    <w:rsid w:val="00034231"/>
    <w:rsid w:val="00034424"/>
    <w:rsid w:val="00034428"/>
    <w:rsid w:val="00034548"/>
    <w:rsid w:val="000350CB"/>
    <w:rsid w:val="0003523D"/>
    <w:rsid w:val="000358C6"/>
    <w:rsid w:val="0003592A"/>
    <w:rsid w:val="000359D7"/>
    <w:rsid w:val="00035AE7"/>
    <w:rsid w:val="00035B5A"/>
    <w:rsid w:val="000366D7"/>
    <w:rsid w:val="00036751"/>
    <w:rsid w:val="000369A4"/>
    <w:rsid w:val="00036A62"/>
    <w:rsid w:val="00036C9B"/>
    <w:rsid w:val="00037035"/>
    <w:rsid w:val="000373E9"/>
    <w:rsid w:val="0003793A"/>
    <w:rsid w:val="00037EDB"/>
    <w:rsid w:val="000402BA"/>
    <w:rsid w:val="000404D8"/>
    <w:rsid w:val="00040798"/>
    <w:rsid w:val="000409FE"/>
    <w:rsid w:val="000410B7"/>
    <w:rsid w:val="00041384"/>
    <w:rsid w:val="0004140C"/>
    <w:rsid w:val="000416AD"/>
    <w:rsid w:val="00041754"/>
    <w:rsid w:val="00041769"/>
    <w:rsid w:val="00041E12"/>
    <w:rsid w:val="00041E44"/>
    <w:rsid w:val="00042152"/>
    <w:rsid w:val="0004273F"/>
    <w:rsid w:val="00042BC6"/>
    <w:rsid w:val="00043023"/>
    <w:rsid w:val="000430EB"/>
    <w:rsid w:val="000433FB"/>
    <w:rsid w:val="000436EA"/>
    <w:rsid w:val="00043790"/>
    <w:rsid w:val="00043893"/>
    <w:rsid w:val="00043B7A"/>
    <w:rsid w:val="00043DA1"/>
    <w:rsid w:val="00044241"/>
    <w:rsid w:val="00044302"/>
    <w:rsid w:val="000444B1"/>
    <w:rsid w:val="00044A45"/>
    <w:rsid w:val="00044D2F"/>
    <w:rsid w:val="00045004"/>
    <w:rsid w:val="0004554E"/>
    <w:rsid w:val="00045718"/>
    <w:rsid w:val="00045810"/>
    <w:rsid w:val="00045815"/>
    <w:rsid w:val="00045ACC"/>
    <w:rsid w:val="00045B54"/>
    <w:rsid w:val="00045E1A"/>
    <w:rsid w:val="00045F3C"/>
    <w:rsid w:val="00046B4B"/>
    <w:rsid w:val="00046BBA"/>
    <w:rsid w:val="00046CF1"/>
    <w:rsid w:val="0004763F"/>
    <w:rsid w:val="00047926"/>
    <w:rsid w:val="0004794F"/>
    <w:rsid w:val="00047E4D"/>
    <w:rsid w:val="0005002B"/>
    <w:rsid w:val="00051346"/>
    <w:rsid w:val="00051AE0"/>
    <w:rsid w:val="00051C77"/>
    <w:rsid w:val="00051DF9"/>
    <w:rsid w:val="00051ED9"/>
    <w:rsid w:val="00051FC8"/>
    <w:rsid w:val="000521BE"/>
    <w:rsid w:val="0005223E"/>
    <w:rsid w:val="00052548"/>
    <w:rsid w:val="00052A84"/>
    <w:rsid w:val="00052CA3"/>
    <w:rsid w:val="0005325F"/>
    <w:rsid w:val="0005399D"/>
    <w:rsid w:val="00053E2B"/>
    <w:rsid w:val="00054141"/>
    <w:rsid w:val="00054406"/>
    <w:rsid w:val="0005494B"/>
    <w:rsid w:val="0005498B"/>
    <w:rsid w:val="00054AB7"/>
    <w:rsid w:val="00054BA1"/>
    <w:rsid w:val="00054E6B"/>
    <w:rsid w:val="00054EE1"/>
    <w:rsid w:val="00054FDC"/>
    <w:rsid w:val="000554A2"/>
    <w:rsid w:val="0005555B"/>
    <w:rsid w:val="00055B50"/>
    <w:rsid w:val="00055E08"/>
    <w:rsid w:val="000563AF"/>
    <w:rsid w:val="00056E8B"/>
    <w:rsid w:val="00056FF5"/>
    <w:rsid w:val="00057131"/>
    <w:rsid w:val="00057143"/>
    <w:rsid w:val="00057255"/>
    <w:rsid w:val="000573B3"/>
    <w:rsid w:val="00057D64"/>
    <w:rsid w:val="00057F19"/>
    <w:rsid w:val="000602A1"/>
    <w:rsid w:val="000602B0"/>
    <w:rsid w:val="00060558"/>
    <w:rsid w:val="00060570"/>
    <w:rsid w:val="0006074C"/>
    <w:rsid w:val="00060960"/>
    <w:rsid w:val="00060C61"/>
    <w:rsid w:val="0006146C"/>
    <w:rsid w:val="000616A8"/>
    <w:rsid w:val="00061CB7"/>
    <w:rsid w:val="0006216A"/>
    <w:rsid w:val="000621A5"/>
    <w:rsid w:val="000629E2"/>
    <w:rsid w:val="00062AC6"/>
    <w:rsid w:val="00062E33"/>
    <w:rsid w:val="00062E78"/>
    <w:rsid w:val="00062EAB"/>
    <w:rsid w:val="00063147"/>
    <w:rsid w:val="00063428"/>
    <w:rsid w:val="000634D2"/>
    <w:rsid w:val="000634E1"/>
    <w:rsid w:val="00063595"/>
    <w:rsid w:val="0006368D"/>
    <w:rsid w:val="00063E8E"/>
    <w:rsid w:val="00063EE9"/>
    <w:rsid w:val="00063F9D"/>
    <w:rsid w:val="00063FCE"/>
    <w:rsid w:val="000646AE"/>
    <w:rsid w:val="00064782"/>
    <w:rsid w:val="00064802"/>
    <w:rsid w:val="0006485B"/>
    <w:rsid w:val="00064B07"/>
    <w:rsid w:val="00064BC2"/>
    <w:rsid w:val="00064CAA"/>
    <w:rsid w:val="000655E9"/>
    <w:rsid w:val="00066354"/>
    <w:rsid w:val="00066626"/>
    <w:rsid w:val="00066AE9"/>
    <w:rsid w:val="0006732E"/>
    <w:rsid w:val="000676F5"/>
    <w:rsid w:val="00067770"/>
    <w:rsid w:val="000679C1"/>
    <w:rsid w:val="00067B9D"/>
    <w:rsid w:val="00067F2A"/>
    <w:rsid w:val="00067F84"/>
    <w:rsid w:val="000700D0"/>
    <w:rsid w:val="000709C0"/>
    <w:rsid w:val="00070C8E"/>
    <w:rsid w:val="00070D26"/>
    <w:rsid w:val="00070ED0"/>
    <w:rsid w:val="00070EE8"/>
    <w:rsid w:val="00071362"/>
    <w:rsid w:val="00071C97"/>
    <w:rsid w:val="0007242C"/>
    <w:rsid w:val="00072586"/>
    <w:rsid w:val="00072A7C"/>
    <w:rsid w:val="00072B08"/>
    <w:rsid w:val="00072B46"/>
    <w:rsid w:val="00072B94"/>
    <w:rsid w:val="00072B9E"/>
    <w:rsid w:val="00072C91"/>
    <w:rsid w:val="000733EE"/>
    <w:rsid w:val="00073581"/>
    <w:rsid w:val="00073583"/>
    <w:rsid w:val="000736EB"/>
    <w:rsid w:val="0007385B"/>
    <w:rsid w:val="00073872"/>
    <w:rsid w:val="000738DB"/>
    <w:rsid w:val="00074192"/>
    <w:rsid w:val="000749B9"/>
    <w:rsid w:val="00074B62"/>
    <w:rsid w:val="00074CEC"/>
    <w:rsid w:val="00075A83"/>
    <w:rsid w:val="00075ABB"/>
    <w:rsid w:val="00075DA5"/>
    <w:rsid w:val="00075EC3"/>
    <w:rsid w:val="00075FF6"/>
    <w:rsid w:val="000761F7"/>
    <w:rsid w:val="00076218"/>
    <w:rsid w:val="000767A9"/>
    <w:rsid w:val="0007691E"/>
    <w:rsid w:val="00076A3A"/>
    <w:rsid w:val="00076BD0"/>
    <w:rsid w:val="000770CE"/>
    <w:rsid w:val="00077570"/>
    <w:rsid w:val="00077646"/>
    <w:rsid w:val="00077723"/>
    <w:rsid w:val="00077758"/>
    <w:rsid w:val="0007786F"/>
    <w:rsid w:val="000778DC"/>
    <w:rsid w:val="00077D16"/>
    <w:rsid w:val="00080267"/>
    <w:rsid w:val="00080306"/>
    <w:rsid w:val="00080530"/>
    <w:rsid w:val="0008070A"/>
    <w:rsid w:val="00080D6D"/>
    <w:rsid w:val="000816A8"/>
    <w:rsid w:val="000819C1"/>
    <w:rsid w:val="00081B3D"/>
    <w:rsid w:val="00081B69"/>
    <w:rsid w:val="00081E10"/>
    <w:rsid w:val="00081F3D"/>
    <w:rsid w:val="00082157"/>
    <w:rsid w:val="00082220"/>
    <w:rsid w:val="00082335"/>
    <w:rsid w:val="000824DF"/>
    <w:rsid w:val="00082641"/>
    <w:rsid w:val="000828CB"/>
    <w:rsid w:val="0008292D"/>
    <w:rsid w:val="000829D6"/>
    <w:rsid w:val="00082AE7"/>
    <w:rsid w:val="00082B10"/>
    <w:rsid w:val="0008303B"/>
    <w:rsid w:val="00083287"/>
    <w:rsid w:val="00083480"/>
    <w:rsid w:val="0008356B"/>
    <w:rsid w:val="000835FF"/>
    <w:rsid w:val="00083645"/>
    <w:rsid w:val="00083BC9"/>
    <w:rsid w:val="00084706"/>
    <w:rsid w:val="000847DB"/>
    <w:rsid w:val="00084C74"/>
    <w:rsid w:val="00084F70"/>
    <w:rsid w:val="00084F9F"/>
    <w:rsid w:val="00084FEF"/>
    <w:rsid w:val="00085244"/>
    <w:rsid w:val="00085282"/>
    <w:rsid w:val="00085835"/>
    <w:rsid w:val="00085B27"/>
    <w:rsid w:val="00085C69"/>
    <w:rsid w:val="000863F5"/>
    <w:rsid w:val="000867CD"/>
    <w:rsid w:val="00086920"/>
    <w:rsid w:val="00086A54"/>
    <w:rsid w:val="00086AD8"/>
    <w:rsid w:val="00086C56"/>
    <w:rsid w:val="00086D6F"/>
    <w:rsid w:val="00086E1F"/>
    <w:rsid w:val="00087120"/>
    <w:rsid w:val="0008787E"/>
    <w:rsid w:val="0008793C"/>
    <w:rsid w:val="00087A18"/>
    <w:rsid w:val="00087B98"/>
    <w:rsid w:val="00087C26"/>
    <w:rsid w:val="00087CEC"/>
    <w:rsid w:val="00087D05"/>
    <w:rsid w:val="00090185"/>
    <w:rsid w:val="00090377"/>
    <w:rsid w:val="000906EB"/>
    <w:rsid w:val="000909B7"/>
    <w:rsid w:val="00090E75"/>
    <w:rsid w:val="00090F6E"/>
    <w:rsid w:val="00090FA3"/>
    <w:rsid w:val="000910D5"/>
    <w:rsid w:val="000912F3"/>
    <w:rsid w:val="0009169D"/>
    <w:rsid w:val="00091794"/>
    <w:rsid w:val="00092352"/>
    <w:rsid w:val="000923C8"/>
    <w:rsid w:val="00092805"/>
    <w:rsid w:val="00092985"/>
    <w:rsid w:val="00092A0C"/>
    <w:rsid w:val="00092ABC"/>
    <w:rsid w:val="00092F1F"/>
    <w:rsid w:val="00092FE9"/>
    <w:rsid w:val="00093115"/>
    <w:rsid w:val="00093CD5"/>
    <w:rsid w:val="00093D81"/>
    <w:rsid w:val="00094352"/>
    <w:rsid w:val="00094364"/>
    <w:rsid w:val="00094536"/>
    <w:rsid w:val="0009490C"/>
    <w:rsid w:val="00094C60"/>
    <w:rsid w:val="00095239"/>
    <w:rsid w:val="00095311"/>
    <w:rsid w:val="00095421"/>
    <w:rsid w:val="00095645"/>
    <w:rsid w:val="000956E9"/>
    <w:rsid w:val="00095920"/>
    <w:rsid w:val="00095E62"/>
    <w:rsid w:val="00095ED3"/>
    <w:rsid w:val="00096109"/>
    <w:rsid w:val="00096386"/>
    <w:rsid w:val="00096665"/>
    <w:rsid w:val="00096A5F"/>
    <w:rsid w:val="00096C56"/>
    <w:rsid w:val="00096E99"/>
    <w:rsid w:val="00097301"/>
    <w:rsid w:val="000976AF"/>
    <w:rsid w:val="00097F94"/>
    <w:rsid w:val="000A0101"/>
    <w:rsid w:val="000A07F5"/>
    <w:rsid w:val="000A08F8"/>
    <w:rsid w:val="000A0EAA"/>
    <w:rsid w:val="000A0F45"/>
    <w:rsid w:val="000A1222"/>
    <w:rsid w:val="000A123B"/>
    <w:rsid w:val="000A1585"/>
    <w:rsid w:val="000A1874"/>
    <w:rsid w:val="000A1CAA"/>
    <w:rsid w:val="000A1F7E"/>
    <w:rsid w:val="000A24A5"/>
    <w:rsid w:val="000A2BF3"/>
    <w:rsid w:val="000A2CDF"/>
    <w:rsid w:val="000A2E5F"/>
    <w:rsid w:val="000A3460"/>
    <w:rsid w:val="000A34C5"/>
    <w:rsid w:val="000A34FD"/>
    <w:rsid w:val="000A391D"/>
    <w:rsid w:val="000A3B4A"/>
    <w:rsid w:val="000A403B"/>
    <w:rsid w:val="000A4A23"/>
    <w:rsid w:val="000A538B"/>
    <w:rsid w:val="000A53A1"/>
    <w:rsid w:val="000A5430"/>
    <w:rsid w:val="000A56CA"/>
    <w:rsid w:val="000A57A8"/>
    <w:rsid w:val="000A585C"/>
    <w:rsid w:val="000A586E"/>
    <w:rsid w:val="000A60D9"/>
    <w:rsid w:val="000A62FE"/>
    <w:rsid w:val="000A638A"/>
    <w:rsid w:val="000A6784"/>
    <w:rsid w:val="000A6B88"/>
    <w:rsid w:val="000A6F19"/>
    <w:rsid w:val="000A715C"/>
    <w:rsid w:val="000A7479"/>
    <w:rsid w:val="000A754E"/>
    <w:rsid w:val="000A7750"/>
    <w:rsid w:val="000A7B37"/>
    <w:rsid w:val="000B0140"/>
    <w:rsid w:val="000B084A"/>
    <w:rsid w:val="000B08E1"/>
    <w:rsid w:val="000B09B7"/>
    <w:rsid w:val="000B0D77"/>
    <w:rsid w:val="000B0E02"/>
    <w:rsid w:val="000B150C"/>
    <w:rsid w:val="000B1840"/>
    <w:rsid w:val="000B1B11"/>
    <w:rsid w:val="000B1D96"/>
    <w:rsid w:val="000B207F"/>
    <w:rsid w:val="000B21F1"/>
    <w:rsid w:val="000B26F9"/>
    <w:rsid w:val="000B279D"/>
    <w:rsid w:val="000B28E8"/>
    <w:rsid w:val="000B2B65"/>
    <w:rsid w:val="000B3874"/>
    <w:rsid w:val="000B38F2"/>
    <w:rsid w:val="000B3A56"/>
    <w:rsid w:val="000B3DB2"/>
    <w:rsid w:val="000B4002"/>
    <w:rsid w:val="000B41A8"/>
    <w:rsid w:val="000B4356"/>
    <w:rsid w:val="000B4456"/>
    <w:rsid w:val="000B44CF"/>
    <w:rsid w:val="000B4A14"/>
    <w:rsid w:val="000B4E54"/>
    <w:rsid w:val="000B4E9E"/>
    <w:rsid w:val="000B59AA"/>
    <w:rsid w:val="000B5AB6"/>
    <w:rsid w:val="000B5D34"/>
    <w:rsid w:val="000B5EE2"/>
    <w:rsid w:val="000B6182"/>
    <w:rsid w:val="000B61F5"/>
    <w:rsid w:val="000B6293"/>
    <w:rsid w:val="000B636C"/>
    <w:rsid w:val="000B6D41"/>
    <w:rsid w:val="000B6FA0"/>
    <w:rsid w:val="000B726A"/>
    <w:rsid w:val="000B7271"/>
    <w:rsid w:val="000B7311"/>
    <w:rsid w:val="000B7365"/>
    <w:rsid w:val="000B7453"/>
    <w:rsid w:val="000B76FF"/>
    <w:rsid w:val="000B7883"/>
    <w:rsid w:val="000B78D6"/>
    <w:rsid w:val="000B7AA5"/>
    <w:rsid w:val="000B7C67"/>
    <w:rsid w:val="000B7F9F"/>
    <w:rsid w:val="000B7FA7"/>
    <w:rsid w:val="000C0307"/>
    <w:rsid w:val="000C0382"/>
    <w:rsid w:val="000C041C"/>
    <w:rsid w:val="000C04C2"/>
    <w:rsid w:val="000C0A89"/>
    <w:rsid w:val="000C0F38"/>
    <w:rsid w:val="000C1718"/>
    <w:rsid w:val="000C1B05"/>
    <w:rsid w:val="000C1BA8"/>
    <w:rsid w:val="000C1EAE"/>
    <w:rsid w:val="000C243B"/>
    <w:rsid w:val="000C24E4"/>
    <w:rsid w:val="000C27C6"/>
    <w:rsid w:val="000C2BC5"/>
    <w:rsid w:val="000C2C12"/>
    <w:rsid w:val="000C2E08"/>
    <w:rsid w:val="000C3595"/>
    <w:rsid w:val="000C3B43"/>
    <w:rsid w:val="000C3D4D"/>
    <w:rsid w:val="000C3D86"/>
    <w:rsid w:val="000C40A6"/>
    <w:rsid w:val="000C42BA"/>
    <w:rsid w:val="000C4425"/>
    <w:rsid w:val="000C46B4"/>
    <w:rsid w:val="000C496B"/>
    <w:rsid w:val="000C4D2C"/>
    <w:rsid w:val="000C4D4A"/>
    <w:rsid w:val="000C4EFC"/>
    <w:rsid w:val="000C4FAE"/>
    <w:rsid w:val="000C517B"/>
    <w:rsid w:val="000C5208"/>
    <w:rsid w:val="000C536F"/>
    <w:rsid w:val="000C55EE"/>
    <w:rsid w:val="000C582A"/>
    <w:rsid w:val="000C5A3F"/>
    <w:rsid w:val="000C5EBA"/>
    <w:rsid w:val="000C5F8D"/>
    <w:rsid w:val="000C612D"/>
    <w:rsid w:val="000C61FE"/>
    <w:rsid w:val="000C62A3"/>
    <w:rsid w:val="000C6984"/>
    <w:rsid w:val="000C6A18"/>
    <w:rsid w:val="000C6BBD"/>
    <w:rsid w:val="000C6CD8"/>
    <w:rsid w:val="000C7111"/>
    <w:rsid w:val="000C7127"/>
    <w:rsid w:val="000C7722"/>
    <w:rsid w:val="000C77EA"/>
    <w:rsid w:val="000D0068"/>
    <w:rsid w:val="000D04C5"/>
    <w:rsid w:val="000D07D6"/>
    <w:rsid w:val="000D089E"/>
    <w:rsid w:val="000D0932"/>
    <w:rsid w:val="000D0A76"/>
    <w:rsid w:val="000D0FA3"/>
    <w:rsid w:val="000D12DE"/>
    <w:rsid w:val="000D18FE"/>
    <w:rsid w:val="000D1993"/>
    <w:rsid w:val="000D1BDF"/>
    <w:rsid w:val="000D1CE7"/>
    <w:rsid w:val="000D1F87"/>
    <w:rsid w:val="000D2325"/>
    <w:rsid w:val="000D2421"/>
    <w:rsid w:val="000D244F"/>
    <w:rsid w:val="000D254A"/>
    <w:rsid w:val="000D2570"/>
    <w:rsid w:val="000D25D7"/>
    <w:rsid w:val="000D26F7"/>
    <w:rsid w:val="000D27D3"/>
    <w:rsid w:val="000D2FFB"/>
    <w:rsid w:val="000D313C"/>
    <w:rsid w:val="000D33AF"/>
    <w:rsid w:val="000D3612"/>
    <w:rsid w:val="000D38F5"/>
    <w:rsid w:val="000D3BA2"/>
    <w:rsid w:val="000D3D27"/>
    <w:rsid w:val="000D3E93"/>
    <w:rsid w:val="000D4139"/>
    <w:rsid w:val="000D456F"/>
    <w:rsid w:val="000D45E6"/>
    <w:rsid w:val="000D4A82"/>
    <w:rsid w:val="000D4D70"/>
    <w:rsid w:val="000D4E30"/>
    <w:rsid w:val="000D6018"/>
    <w:rsid w:val="000D62BD"/>
    <w:rsid w:val="000D64A7"/>
    <w:rsid w:val="000D6B7D"/>
    <w:rsid w:val="000D7100"/>
    <w:rsid w:val="000D71B7"/>
    <w:rsid w:val="000D74CC"/>
    <w:rsid w:val="000D764F"/>
    <w:rsid w:val="000D76C7"/>
    <w:rsid w:val="000D772A"/>
    <w:rsid w:val="000D77BA"/>
    <w:rsid w:val="000D7969"/>
    <w:rsid w:val="000D7B59"/>
    <w:rsid w:val="000D7C30"/>
    <w:rsid w:val="000E0490"/>
    <w:rsid w:val="000E08BC"/>
    <w:rsid w:val="000E0B83"/>
    <w:rsid w:val="000E0C32"/>
    <w:rsid w:val="000E150C"/>
    <w:rsid w:val="000E162A"/>
    <w:rsid w:val="000E16D6"/>
    <w:rsid w:val="000E17D3"/>
    <w:rsid w:val="000E186F"/>
    <w:rsid w:val="000E1B96"/>
    <w:rsid w:val="000E1CFF"/>
    <w:rsid w:val="000E1D11"/>
    <w:rsid w:val="000E20EB"/>
    <w:rsid w:val="000E27F0"/>
    <w:rsid w:val="000E2B93"/>
    <w:rsid w:val="000E2FD5"/>
    <w:rsid w:val="000E31AD"/>
    <w:rsid w:val="000E384E"/>
    <w:rsid w:val="000E3938"/>
    <w:rsid w:val="000E3AC4"/>
    <w:rsid w:val="000E424C"/>
    <w:rsid w:val="000E425D"/>
    <w:rsid w:val="000E427F"/>
    <w:rsid w:val="000E443E"/>
    <w:rsid w:val="000E5288"/>
    <w:rsid w:val="000E5542"/>
    <w:rsid w:val="000E591F"/>
    <w:rsid w:val="000E5BC8"/>
    <w:rsid w:val="000E6351"/>
    <w:rsid w:val="000E6690"/>
    <w:rsid w:val="000E6824"/>
    <w:rsid w:val="000E6A49"/>
    <w:rsid w:val="000E6B85"/>
    <w:rsid w:val="000E718C"/>
    <w:rsid w:val="000E7823"/>
    <w:rsid w:val="000E7A36"/>
    <w:rsid w:val="000E7C7D"/>
    <w:rsid w:val="000F0A43"/>
    <w:rsid w:val="000F0D3A"/>
    <w:rsid w:val="000F15CF"/>
    <w:rsid w:val="000F1A8C"/>
    <w:rsid w:val="000F1B49"/>
    <w:rsid w:val="000F1CBE"/>
    <w:rsid w:val="000F226D"/>
    <w:rsid w:val="000F25BB"/>
    <w:rsid w:val="000F2896"/>
    <w:rsid w:val="000F2C10"/>
    <w:rsid w:val="000F2CB5"/>
    <w:rsid w:val="000F2EED"/>
    <w:rsid w:val="000F30D4"/>
    <w:rsid w:val="000F3275"/>
    <w:rsid w:val="000F33EF"/>
    <w:rsid w:val="000F355B"/>
    <w:rsid w:val="000F38CB"/>
    <w:rsid w:val="000F3AEF"/>
    <w:rsid w:val="000F3BF6"/>
    <w:rsid w:val="000F3D21"/>
    <w:rsid w:val="000F3E38"/>
    <w:rsid w:val="000F3FF1"/>
    <w:rsid w:val="000F42C7"/>
    <w:rsid w:val="000F4378"/>
    <w:rsid w:val="000F4466"/>
    <w:rsid w:val="000F448E"/>
    <w:rsid w:val="000F4494"/>
    <w:rsid w:val="000F44AA"/>
    <w:rsid w:val="000F4633"/>
    <w:rsid w:val="000F514F"/>
    <w:rsid w:val="000F517B"/>
    <w:rsid w:val="000F587B"/>
    <w:rsid w:val="000F5C1C"/>
    <w:rsid w:val="000F5C7D"/>
    <w:rsid w:val="000F62E8"/>
    <w:rsid w:val="000F636D"/>
    <w:rsid w:val="000F67B4"/>
    <w:rsid w:val="000F67BD"/>
    <w:rsid w:val="000F6A81"/>
    <w:rsid w:val="000F6AA4"/>
    <w:rsid w:val="000F6E30"/>
    <w:rsid w:val="000F6E79"/>
    <w:rsid w:val="000F6EDA"/>
    <w:rsid w:val="000F70B4"/>
    <w:rsid w:val="000F7228"/>
    <w:rsid w:val="000F746A"/>
    <w:rsid w:val="000F7570"/>
    <w:rsid w:val="000F775D"/>
    <w:rsid w:val="000F7852"/>
    <w:rsid w:val="000F7C0E"/>
    <w:rsid w:val="00100172"/>
    <w:rsid w:val="00100341"/>
    <w:rsid w:val="0010049D"/>
    <w:rsid w:val="00100FA4"/>
    <w:rsid w:val="0010119D"/>
    <w:rsid w:val="0010127B"/>
    <w:rsid w:val="001012A2"/>
    <w:rsid w:val="0010168C"/>
    <w:rsid w:val="00101769"/>
    <w:rsid w:val="00101799"/>
    <w:rsid w:val="001017EA"/>
    <w:rsid w:val="00101906"/>
    <w:rsid w:val="001019A4"/>
    <w:rsid w:val="00101D90"/>
    <w:rsid w:val="00101EA9"/>
    <w:rsid w:val="001027A4"/>
    <w:rsid w:val="001027D5"/>
    <w:rsid w:val="001027F6"/>
    <w:rsid w:val="00102DEA"/>
    <w:rsid w:val="00102E0E"/>
    <w:rsid w:val="00102EBD"/>
    <w:rsid w:val="00102EE5"/>
    <w:rsid w:val="00102F7C"/>
    <w:rsid w:val="001031DD"/>
    <w:rsid w:val="00103623"/>
    <w:rsid w:val="00103677"/>
    <w:rsid w:val="00104011"/>
    <w:rsid w:val="0010435E"/>
    <w:rsid w:val="00104901"/>
    <w:rsid w:val="00104A67"/>
    <w:rsid w:val="00104B46"/>
    <w:rsid w:val="00104D23"/>
    <w:rsid w:val="00104E15"/>
    <w:rsid w:val="00105956"/>
    <w:rsid w:val="00106569"/>
    <w:rsid w:val="0010686A"/>
    <w:rsid w:val="0010719A"/>
    <w:rsid w:val="0010740F"/>
    <w:rsid w:val="001076DA"/>
    <w:rsid w:val="0010775E"/>
    <w:rsid w:val="001077A3"/>
    <w:rsid w:val="0010796B"/>
    <w:rsid w:val="001079B4"/>
    <w:rsid w:val="00107A6B"/>
    <w:rsid w:val="001100E0"/>
    <w:rsid w:val="00110456"/>
    <w:rsid w:val="001105DB"/>
    <w:rsid w:val="001106A5"/>
    <w:rsid w:val="001106AA"/>
    <w:rsid w:val="00110894"/>
    <w:rsid w:val="001108BA"/>
    <w:rsid w:val="00110EE8"/>
    <w:rsid w:val="00110FE5"/>
    <w:rsid w:val="00111133"/>
    <w:rsid w:val="00111178"/>
    <w:rsid w:val="001115AD"/>
    <w:rsid w:val="001116B5"/>
    <w:rsid w:val="00111AE3"/>
    <w:rsid w:val="00111C13"/>
    <w:rsid w:val="001129A8"/>
    <w:rsid w:val="00113111"/>
    <w:rsid w:val="0011313E"/>
    <w:rsid w:val="0011352E"/>
    <w:rsid w:val="001135D6"/>
    <w:rsid w:val="00113A00"/>
    <w:rsid w:val="00113B0B"/>
    <w:rsid w:val="00113B86"/>
    <w:rsid w:val="00113BDA"/>
    <w:rsid w:val="00113C52"/>
    <w:rsid w:val="00113C59"/>
    <w:rsid w:val="00113CC6"/>
    <w:rsid w:val="00113CCC"/>
    <w:rsid w:val="00114104"/>
    <w:rsid w:val="001143A3"/>
    <w:rsid w:val="00114576"/>
    <w:rsid w:val="0011490C"/>
    <w:rsid w:val="00115473"/>
    <w:rsid w:val="00115A71"/>
    <w:rsid w:val="00115F96"/>
    <w:rsid w:val="00116114"/>
    <w:rsid w:val="001162C9"/>
    <w:rsid w:val="0011632A"/>
    <w:rsid w:val="0011682B"/>
    <w:rsid w:val="00116E29"/>
    <w:rsid w:val="00116EB8"/>
    <w:rsid w:val="001171A6"/>
    <w:rsid w:val="00117D17"/>
    <w:rsid w:val="00120144"/>
    <w:rsid w:val="001203DC"/>
    <w:rsid w:val="00120454"/>
    <w:rsid w:val="00120481"/>
    <w:rsid w:val="00120669"/>
    <w:rsid w:val="0012070F"/>
    <w:rsid w:val="001208E0"/>
    <w:rsid w:val="001213B8"/>
    <w:rsid w:val="00121524"/>
    <w:rsid w:val="001217B6"/>
    <w:rsid w:val="00121BD8"/>
    <w:rsid w:val="00121C2A"/>
    <w:rsid w:val="001222CD"/>
    <w:rsid w:val="0012268F"/>
    <w:rsid w:val="00122787"/>
    <w:rsid w:val="00122851"/>
    <w:rsid w:val="00122B0F"/>
    <w:rsid w:val="0012322A"/>
    <w:rsid w:val="00123425"/>
    <w:rsid w:val="0012343D"/>
    <w:rsid w:val="0012358B"/>
    <w:rsid w:val="0012374E"/>
    <w:rsid w:val="00123F87"/>
    <w:rsid w:val="001240F4"/>
    <w:rsid w:val="001243ED"/>
    <w:rsid w:val="00125836"/>
    <w:rsid w:val="00125BE4"/>
    <w:rsid w:val="00125CDB"/>
    <w:rsid w:val="00126137"/>
    <w:rsid w:val="0012634B"/>
    <w:rsid w:val="00126471"/>
    <w:rsid w:val="00126528"/>
    <w:rsid w:val="00126C35"/>
    <w:rsid w:val="00127556"/>
    <w:rsid w:val="00127722"/>
    <w:rsid w:val="00127918"/>
    <w:rsid w:val="00127E08"/>
    <w:rsid w:val="001303BB"/>
    <w:rsid w:val="001311CC"/>
    <w:rsid w:val="001312B2"/>
    <w:rsid w:val="00131537"/>
    <w:rsid w:val="00131540"/>
    <w:rsid w:val="00131DD3"/>
    <w:rsid w:val="001320CC"/>
    <w:rsid w:val="001321EE"/>
    <w:rsid w:val="00132836"/>
    <w:rsid w:val="00132DE4"/>
    <w:rsid w:val="00132FA8"/>
    <w:rsid w:val="001330D4"/>
    <w:rsid w:val="00133A6D"/>
    <w:rsid w:val="00133B7B"/>
    <w:rsid w:val="0013415C"/>
    <w:rsid w:val="001342A0"/>
    <w:rsid w:val="00134458"/>
    <w:rsid w:val="00134582"/>
    <w:rsid w:val="00134BC6"/>
    <w:rsid w:val="00135521"/>
    <w:rsid w:val="00135A20"/>
    <w:rsid w:val="00135A33"/>
    <w:rsid w:val="00135E90"/>
    <w:rsid w:val="00135EA5"/>
    <w:rsid w:val="00136268"/>
    <w:rsid w:val="001365F2"/>
    <w:rsid w:val="00136A4E"/>
    <w:rsid w:val="00136E6F"/>
    <w:rsid w:val="00137162"/>
    <w:rsid w:val="001372FD"/>
    <w:rsid w:val="0013764B"/>
    <w:rsid w:val="001378FC"/>
    <w:rsid w:val="00137D4E"/>
    <w:rsid w:val="00137D9A"/>
    <w:rsid w:val="00137EDC"/>
    <w:rsid w:val="001403E0"/>
    <w:rsid w:val="0014041D"/>
    <w:rsid w:val="001405D9"/>
    <w:rsid w:val="00140A08"/>
    <w:rsid w:val="00140D02"/>
    <w:rsid w:val="00141021"/>
    <w:rsid w:val="00141204"/>
    <w:rsid w:val="0014160D"/>
    <w:rsid w:val="0014167B"/>
    <w:rsid w:val="00141C5F"/>
    <w:rsid w:val="00142309"/>
    <w:rsid w:val="001424D0"/>
    <w:rsid w:val="00142786"/>
    <w:rsid w:val="00142C52"/>
    <w:rsid w:val="00142D9C"/>
    <w:rsid w:val="00142DDA"/>
    <w:rsid w:val="00142E74"/>
    <w:rsid w:val="001430A2"/>
    <w:rsid w:val="00143123"/>
    <w:rsid w:val="0014341C"/>
    <w:rsid w:val="00143725"/>
    <w:rsid w:val="00143EEA"/>
    <w:rsid w:val="00143F4D"/>
    <w:rsid w:val="00143F77"/>
    <w:rsid w:val="00143FFC"/>
    <w:rsid w:val="0014476A"/>
    <w:rsid w:val="00144DB8"/>
    <w:rsid w:val="00144DE8"/>
    <w:rsid w:val="00144FDF"/>
    <w:rsid w:val="0014506F"/>
    <w:rsid w:val="001450E7"/>
    <w:rsid w:val="00145308"/>
    <w:rsid w:val="0014538C"/>
    <w:rsid w:val="0014555A"/>
    <w:rsid w:val="00145AB4"/>
    <w:rsid w:val="00145E38"/>
    <w:rsid w:val="0014628F"/>
    <w:rsid w:val="0014648A"/>
    <w:rsid w:val="001467F3"/>
    <w:rsid w:val="00146B0A"/>
    <w:rsid w:val="00146BDE"/>
    <w:rsid w:val="00146E71"/>
    <w:rsid w:val="0014735C"/>
    <w:rsid w:val="0014748E"/>
    <w:rsid w:val="00147499"/>
    <w:rsid w:val="00147860"/>
    <w:rsid w:val="00147ED8"/>
    <w:rsid w:val="0015099D"/>
    <w:rsid w:val="00150AB6"/>
    <w:rsid w:val="00150ABD"/>
    <w:rsid w:val="0015133C"/>
    <w:rsid w:val="0015165B"/>
    <w:rsid w:val="00151BE8"/>
    <w:rsid w:val="00151C03"/>
    <w:rsid w:val="00151DA1"/>
    <w:rsid w:val="00151F9C"/>
    <w:rsid w:val="00152303"/>
    <w:rsid w:val="0015245B"/>
    <w:rsid w:val="00152657"/>
    <w:rsid w:val="00152721"/>
    <w:rsid w:val="00152B45"/>
    <w:rsid w:val="001535F1"/>
    <w:rsid w:val="00153603"/>
    <w:rsid w:val="00153917"/>
    <w:rsid w:val="00153D97"/>
    <w:rsid w:val="00153FDC"/>
    <w:rsid w:val="00154046"/>
    <w:rsid w:val="001540BA"/>
    <w:rsid w:val="0015486C"/>
    <w:rsid w:val="00154888"/>
    <w:rsid w:val="00154A07"/>
    <w:rsid w:val="00154DA3"/>
    <w:rsid w:val="00154FF1"/>
    <w:rsid w:val="00155471"/>
    <w:rsid w:val="001560A2"/>
    <w:rsid w:val="00156337"/>
    <w:rsid w:val="0015634E"/>
    <w:rsid w:val="0015652A"/>
    <w:rsid w:val="0015682D"/>
    <w:rsid w:val="00156BCD"/>
    <w:rsid w:val="00156F8A"/>
    <w:rsid w:val="00156F8F"/>
    <w:rsid w:val="00157306"/>
    <w:rsid w:val="0015735F"/>
    <w:rsid w:val="001573E9"/>
    <w:rsid w:val="001574ED"/>
    <w:rsid w:val="0015775A"/>
    <w:rsid w:val="00157942"/>
    <w:rsid w:val="00157C6A"/>
    <w:rsid w:val="00157CAF"/>
    <w:rsid w:val="00157D71"/>
    <w:rsid w:val="00160234"/>
    <w:rsid w:val="00160758"/>
    <w:rsid w:val="00160AB8"/>
    <w:rsid w:val="00160C8C"/>
    <w:rsid w:val="00160F76"/>
    <w:rsid w:val="00161119"/>
    <w:rsid w:val="00161411"/>
    <w:rsid w:val="00161561"/>
    <w:rsid w:val="001615EC"/>
    <w:rsid w:val="0016174D"/>
    <w:rsid w:val="00161863"/>
    <w:rsid w:val="00162344"/>
    <w:rsid w:val="00162CA3"/>
    <w:rsid w:val="0016312F"/>
    <w:rsid w:val="00163B4C"/>
    <w:rsid w:val="00163B9B"/>
    <w:rsid w:val="00163BF4"/>
    <w:rsid w:val="00163C50"/>
    <w:rsid w:val="00163D83"/>
    <w:rsid w:val="00163DBF"/>
    <w:rsid w:val="00163F78"/>
    <w:rsid w:val="001640DE"/>
    <w:rsid w:val="001640FF"/>
    <w:rsid w:val="00164112"/>
    <w:rsid w:val="001641AB"/>
    <w:rsid w:val="0016434D"/>
    <w:rsid w:val="00164767"/>
    <w:rsid w:val="00164810"/>
    <w:rsid w:val="00164820"/>
    <w:rsid w:val="00164BD7"/>
    <w:rsid w:val="00164C0E"/>
    <w:rsid w:val="00164D70"/>
    <w:rsid w:val="0016616D"/>
    <w:rsid w:val="00166232"/>
    <w:rsid w:val="001667D5"/>
    <w:rsid w:val="0016689D"/>
    <w:rsid w:val="001668EC"/>
    <w:rsid w:val="00166E14"/>
    <w:rsid w:val="001671DA"/>
    <w:rsid w:val="00167473"/>
    <w:rsid w:val="001675D2"/>
    <w:rsid w:val="00167821"/>
    <w:rsid w:val="001679AB"/>
    <w:rsid w:val="0017036F"/>
    <w:rsid w:val="0017069F"/>
    <w:rsid w:val="001706FE"/>
    <w:rsid w:val="001707F1"/>
    <w:rsid w:val="00170B69"/>
    <w:rsid w:val="00170B87"/>
    <w:rsid w:val="00170C2B"/>
    <w:rsid w:val="001712E1"/>
    <w:rsid w:val="001715F0"/>
    <w:rsid w:val="001717CA"/>
    <w:rsid w:val="001717EC"/>
    <w:rsid w:val="0017180E"/>
    <w:rsid w:val="00171DFA"/>
    <w:rsid w:val="0017230E"/>
    <w:rsid w:val="00172417"/>
    <w:rsid w:val="00172597"/>
    <w:rsid w:val="001725EA"/>
    <w:rsid w:val="0017278B"/>
    <w:rsid w:val="00172A13"/>
    <w:rsid w:val="00172B34"/>
    <w:rsid w:val="0017329B"/>
    <w:rsid w:val="001739F9"/>
    <w:rsid w:val="00173A33"/>
    <w:rsid w:val="00173FC7"/>
    <w:rsid w:val="0017407D"/>
    <w:rsid w:val="0017427B"/>
    <w:rsid w:val="001742D1"/>
    <w:rsid w:val="00174AC8"/>
    <w:rsid w:val="001753B5"/>
    <w:rsid w:val="001754A3"/>
    <w:rsid w:val="00175804"/>
    <w:rsid w:val="0017583F"/>
    <w:rsid w:val="00175A05"/>
    <w:rsid w:val="00175B46"/>
    <w:rsid w:val="00175F6F"/>
    <w:rsid w:val="00176099"/>
    <w:rsid w:val="00176595"/>
    <w:rsid w:val="001767F7"/>
    <w:rsid w:val="0017680D"/>
    <w:rsid w:val="001768DA"/>
    <w:rsid w:val="00176A83"/>
    <w:rsid w:val="00176B07"/>
    <w:rsid w:val="001771C9"/>
    <w:rsid w:val="00177998"/>
    <w:rsid w:val="00177BC3"/>
    <w:rsid w:val="00177D0E"/>
    <w:rsid w:val="00177D6C"/>
    <w:rsid w:val="00177DAD"/>
    <w:rsid w:val="00177F92"/>
    <w:rsid w:val="00180073"/>
    <w:rsid w:val="001809D4"/>
    <w:rsid w:val="00180B06"/>
    <w:rsid w:val="00180E1D"/>
    <w:rsid w:val="00180F4F"/>
    <w:rsid w:val="00181038"/>
    <w:rsid w:val="00181452"/>
    <w:rsid w:val="00181558"/>
    <w:rsid w:val="0018157F"/>
    <w:rsid w:val="001815FB"/>
    <w:rsid w:val="00181698"/>
    <w:rsid w:val="001818D6"/>
    <w:rsid w:val="00181C0E"/>
    <w:rsid w:val="00181D44"/>
    <w:rsid w:val="00181F83"/>
    <w:rsid w:val="00182251"/>
    <w:rsid w:val="0018246B"/>
    <w:rsid w:val="00182A81"/>
    <w:rsid w:val="00182C56"/>
    <w:rsid w:val="00182CD3"/>
    <w:rsid w:val="001832B1"/>
    <w:rsid w:val="001832D9"/>
    <w:rsid w:val="00183693"/>
    <w:rsid w:val="00183D61"/>
    <w:rsid w:val="00183F54"/>
    <w:rsid w:val="00184437"/>
    <w:rsid w:val="00184833"/>
    <w:rsid w:val="0018558D"/>
    <w:rsid w:val="0018595B"/>
    <w:rsid w:val="00185ADC"/>
    <w:rsid w:val="00185D15"/>
    <w:rsid w:val="00185D6F"/>
    <w:rsid w:val="00185E69"/>
    <w:rsid w:val="00185F2B"/>
    <w:rsid w:val="00186090"/>
    <w:rsid w:val="001865DE"/>
    <w:rsid w:val="0018664D"/>
    <w:rsid w:val="00186B9C"/>
    <w:rsid w:val="00186E7E"/>
    <w:rsid w:val="00186F64"/>
    <w:rsid w:val="00187017"/>
    <w:rsid w:val="00187246"/>
    <w:rsid w:val="00187897"/>
    <w:rsid w:val="00187DC0"/>
    <w:rsid w:val="00187DF5"/>
    <w:rsid w:val="00187F9F"/>
    <w:rsid w:val="0019018F"/>
    <w:rsid w:val="001902F8"/>
    <w:rsid w:val="00190332"/>
    <w:rsid w:val="00190423"/>
    <w:rsid w:val="00190580"/>
    <w:rsid w:val="00191426"/>
    <w:rsid w:val="00191806"/>
    <w:rsid w:val="001918AB"/>
    <w:rsid w:val="00191D04"/>
    <w:rsid w:val="001920B6"/>
    <w:rsid w:val="001923E4"/>
    <w:rsid w:val="001924E1"/>
    <w:rsid w:val="00192DF1"/>
    <w:rsid w:val="0019365F"/>
    <w:rsid w:val="001937F7"/>
    <w:rsid w:val="00193A86"/>
    <w:rsid w:val="00193DA0"/>
    <w:rsid w:val="00194768"/>
    <w:rsid w:val="001948F1"/>
    <w:rsid w:val="00194C22"/>
    <w:rsid w:val="00194D21"/>
    <w:rsid w:val="001953B7"/>
    <w:rsid w:val="00195464"/>
    <w:rsid w:val="001954EA"/>
    <w:rsid w:val="001957BF"/>
    <w:rsid w:val="00195AE6"/>
    <w:rsid w:val="00195AF7"/>
    <w:rsid w:val="00195E3D"/>
    <w:rsid w:val="00195FF6"/>
    <w:rsid w:val="001964F6"/>
    <w:rsid w:val="00196643"/>
    <w:rsid w:val="001966B6"/>
    <w:rsid w:val="001966FC"/>
    <w:rsid w:val="00196A62"/>
    <w:rsid w:val="00196D1C"/>
    <w:rsid w:val="00196DAE"/>
    <w:rsid w:val="00196FC2"/>
    <w:rsid w:val="00197145"/>
    <w:rsid w:val="001971E8"/>
    <w:rsid w:val="00197218"/>
    <w:rsid w:val="0019736C"/>
    <w:rsid w:val="00197CF2"/>
    <w:rsid w:val="00197D28"/>
    <w:rsid w:val="00197DDA"/>
    <w:rsid w:val="00197E55"/>
    <w:rsid w:val="001A0478"/>
    <w:rsid w:val="001A086F"/>
    <w:rsid w:val="001A0A46"/>
    <w:rsid w:val="001A0C44"/>
    <w:rsid w:val="001A0DC9"/>
    <w:rsid w:val="001A11D7"/>
    <w:rsid w:val="001A1240"/>
    <w:rsid w:val="001A1408"/>
    <w:rsid w:val="001A152B"/>
    <w:rsid w:val="001A1631"/>
    <w:rsid w:val="001A1CDE"/>
    <w:rsid w:val="001A1FA2"/>
    <w:rsid w:val="001A22DF"/>
    <w:rsid w:val="001A2669"/>
    <w:rsid w:val="001A2A17"/>
    <w:rsid w:val="001A2B4E"/>
    <w:rsid w:val="001A2BAA"/>
    <w:rsid w:val="001A2CC2"/>
    <w:rsid w:val="001A30FB"/>
    <w:rsid w:val="001A3110"/>
    <w:rsid w:val="001A318D"/>
    <w:rsid w:val="001A353C"/>
    <w:rsid w:val="001A369E"/>
    <w:rsid w:val="001A37CB"/>
    <w:rsid w:val="001A37D6"/>
    <w:rsid w:val="001A3AF4"/>
    <w:rsid w:val="001A4006"/>
    <w:rsid w:val="001A404C"/>
    <w:rsid w:val="001A43F8"/>
    <w:rsid w:val="001A4B8A"/>
    <w:rsid w:val="001A4C37"/>
    <w:rsid w:val="001A4D9B"/>
    <w:rsid w:val="001A4E46"/>
    <w:rsid w:val="001A533E"/>
    <w:rsid w:val="001A5412"/>
    <w:rsid w:val="001A547A"/>
    <w:rsid w:val="001A57E6"/>
    <w:rsid w:val="001A5A46"/>
    <w:rsid w:val="001A5A6E"/>
    <w:rsid w:val="001A5E34"/>
    <w:rsid w:val="001A5EAB"/>
    <w:rsid w:val="001A5F3C"/>
    <w:rsid w:val="001A65AB"/>
    <w:rsid w:val="001A6734"/>
    <w:rsid w:val="001A6E8C"/>
    <w:rsid w:val="001A6EC0"/>
    <w:rsid w:val="001A7554"/>
    <w:rsid w:val="001A763B"/>
    <w:rsid w:val="001B027C"/>
    <w:rsid w:val="001B03A6"/>
    <w:rsid w:val="001B07AA"/>
    <w:rsid w:val="001B07B7"/>
    <w:rsid w:val="001B0F76"/>
    <w:rsid w:val="001B16FD"/>
    <w:rsid w:val="001B1CC4"/>
    <w:rsid w:val="001B1E29"/>
    <w:rsid w:val="001B1EDD"/>
    <w:rsid w:val="001B2490"/>
    <w:rsid w:val="001B2A74"/>
    <w:rsid w:val="001B2B33"/>
    <w:rsid w:val="001B3541"/>
    <w:rsid w:val="001B37F2"/>
    <w:rsid w:val="001B3ED0"/>
    <w:rsid w:val="001B4176"/>
    <w:rsid w:val="001B4467"/>
    <w:rsid w:val="001B469F"/>
    <w:rsid w:val="001B47DC"/>
    <w:rsid w:val="001B4837"/>
    <w:rsid w:val="001B4904"/>
    <w:rsid w:val="001B4A70"/>
    <w:rsid w:val="001B4B31"/>
    <w:rsid w:val="001B51DD"/>
    <w:rsid w:val="001B5358"/>
    <w:rsid w:val="001B577F"/>
    <w:rsid w:val="001B5B2B"/>
    <w:rsid w:val="001B63C0"/>
    <w:rsid w:val="001B64D8"/>
    <w:rsid w:val="001B6631"/>
    <w:rsid w:val="001B6835"/>
    <w:rsid w:val="001B6A65"/>
    <w:rsid w:val="001B6CE1"/>
    <w:rsid w:val="001B702D"/>
    <w:rsid w:val="001B73F6"/>
    <w:rsid w:val="001B7407"/>
    <w:rsid w:val="001B75DE"/>
    <w:rsid w:val="001B783D"/>
    <w:rsid w:val="001B789A"/>
    <w:rsid w:val="001B7B02"/>
    <w:rsid w:val="001B7BE6"/>
    <w:rsid w:val="001B7D5E"/>
    <w:rsid w:val="001B7D98"/>
    <w:rsid w:val="001C028F"/>
    <w:rsid w:val="001C0A5F"/>
    <w:rsid w:val="001C0B15"/>
    <w:rsid w:val="001C0C3C"/>
    <w:rsid w:val="001C0C4C"/>
    <w:rsid w:val="001C0E6F"/>
    <w:rsid w:val="001C0FC5"/>
    <w:rsid w:val="001C10DF"/>
    <w:rsid w:val="001C11D0"/>
    <w:rsid w:val="001C13AE"/>
    <w:rsid w:val="001C2189"/>
    <w:rsid w:val="001C220F"/>
    <w:rsid w:val="001C2252"/>
    <w:rsid w:val="001C2BD8"/>
    <w:rsid w:val="001C2F11"/>
    <w:rsid w:val="001C307B"/>
    <w:rsid w:val="001C310D"/>
    <w:rsid w:val="001C36B3"/>
    <w:rsid w:val="001C37B3"/>
    <w:rsid w:val="001C37F7"/>
    <w:rsid w:val="001C3DD5"/>
    <w:rsid w:val="001C3DE0"/>
    <w:rsid w:val="001C3FBE"/>
    <w:rsid w:val="001C4055"/>
    <w:rsid w:val="001C41DF"/>
    <w:rsid w:val="001C42B2"/>
    <w:rsid w:val="001C4550"/>
    <w:rsid w:val="001C4839"/>
    <w:rsid w:val="001C494F"/>
    <w:rsid w:val="001C4BD6"/>
    <w:rsid w:val="001C4D57"/>
    <w:rsid w:val="001C5052"/>
    <w:rsid w:val="001C50A8"/>
    <w:rsid w:val="001C5444"/>
    <w:rsid w:val="001C5908"/>
    <w:rsid w:val="001C5EDB"/>
    <w:rsid w:val="001C649E"/>
    <w:rsid w:val="001C6552"/>
    <w:rsid w:val="001C6663"/>
    <w:rsid w:val="001C6844"/>
    <w:rsid w:val="001C686B"/>
    <w:rsid w:val="001C68F9"/>
    <w:rsid w:val="001C6AA2"/>
    <w:rsid w:val="001C6AA7"/>
    <w:rsid w:val="001C72F6"/>
    <w:rsid w:val="001C746C"/>
    <w:rsid w:val="001C74EA"/>
    <w:rsid w:val="001C7535"/>
    <w:rsid w:val="001C7AFE"/>
    <w:rsid w:val="001D0267"/>
    <w:rsid w:val="001D075A"/>
    <w:rsid w:val="001D0E5C"/>
    <w:rsid w:val="001D0F86"/>
    <w:rsid w:val="001D144D"/>
    <w:rsid w:val="001D145D"/>
    <w:rsid w:val="001D1611"/>
    <w:rsid w:val="001D16BE"/>
    <w:rsid w:val="001D1C00"/>
    <w:rsid w:val="001D1C40"/>
    <w:rsid w:val="001D1E22"/>
    <w:rsid w:val="001D1E8E"/>
    <w:rsid w:val="001D21ED"/>
    <w:rsid w:val="001D23F6"/>
    <w:rsid w:val="001D249C"/>
    <w:rsid w:val="001D296E"/>
    <w:rsid w:val="001D2C63"/>
    <w:rsid w:val="001D2CAE"/>
    <w:rsid w:val="001D3266"/>
    <w:rsid w:val="001D388D"/>
    <w:rsid w:val="001D41A1"/>
    <w:rsid w:val="001D433F"/>
    <w:rsid w:val="001D459E"/>
    <w:rsid w:val="001D5171"/>
    <w:rsid w:val="001D524D"/>
    <w:rsid w:val="001D53D6"/>
    <w:rsid w:val="001D5BC7"/>
    <w:rsid w:val="001D622B"/>
    <w:rsid w:val="001D627B"/>
    <w:rsid w:val="001D65FE"/>
    <w:rsid w:val="001D6933"/>
    <w:rsid w:val="001D6A32"/>
    <w:rsid w:val="001D6D92"/>
    <w:rsid w:val="001D6EB5"/>
    <w:rsid w:val="001D716C"/>
    <w:rsid w:val="001D732D"/>
    <w:rsid w:val="001D7447"/>
    <w:rsid w:val="001D764C"/>
    <w:rsid w:val="001D7950"/>
    <w:rsid w:val="001D7AFE"/>
    <w:rsid w:val="001E0856"/>
    <w:rsid w:val="001E097A"/>
    <w:rsid w:val="001E0D7E"/>
    <w:rsid w:val="001E1146"/>
    <w:rsid w:val="001E11FF"/>
    <w:rsid w:val="001E1354"/>
    <w:rsid w:val="001E1481"/>
    <w:rsid w:val="001E14F6"/>
    <w:rsid w:val="001E177D"/>
    <w:rsid w:val="001E1920"/>
    <w:rsid w:val="001E19B3"/>
    <w:rsid w:val="001E1D36"/>
    <w:rsid w:val="001E2380"/>
    <w:rsid w:val="001E2472"/>
    <w:rsid w:val="001E25DC"/>
    <w:rsid w:val="001E2625"/>
    <w:rsid w:val="001E2655"/>
    <w:rsid w:val="001E2812"/>
    <w:rsid w:val="001E2DD6"/>
    <w:rsid w:val="001E2E0A"/>
    <w:rsid w:val="001E3568"/>
    <w:rsid w:val="001E3BE5"/>
    <w:rsid w:val="001E3F33"/>
    <w:rsid w:val="001E3F5C"/>
    <w:rsid w:val="001E4054"/>
    <w:rsid w:val="001E432D"/>
    <w:rsid w:val="001E49D6"/>
    <w:rsid w:val="001E4E3C"/>
    <w:rsid w:val="001E4F78"/>
    <w:rsid w:val="001E501A"/>
    <w:rsid w:val="001E5029"/>
    <w:rsid w:val="001E56B9"/>
    <w:rsid w:val="001E57B5"/>
    <w:rsid w:val="001E6308"/>
    <w:rsid w:val="001E73A3"/>
    <w:rsid w:val="001E7AB2"/>
    <w:rsid w:val="001E7B88"/>
    <w:rsid w:val="001E7BE2"/>
    <w:rsid w:val="001F0209"/>
    <w:rsid w:val="001F05D5"/>
    <w:rsid w:val="001F066A"/>
    <w:rsid w:val="001F0713"/>
    <w:rsid w:val="001F112C"/>
    <w:rsid w:val="001F1263"/>
    <w:rsid w:val="001F13CC"/>
    <w:rsid w:val="001F16D5"/>
    <w:rsid w:val="001F196C"/>
    <w:rsid w:val="001F1FCA"/>
    <w:rsid w:val="001F2C0D"/>
    <w:rsid w:val="001F30F2"/>
    <w:rsid w:val="001F3221"/>
    <w:rsid w:val="001F3226"/>
    <w:rsid w:val="001F36A1"/>
    <w:rsid w:val="001F370C"/>
    <w:rsid w:val="001F3A01"/>
    <w:rsid w:val="001F4212"/>
    <w:rsid w:val="001F4367"/>
    <w:rsid w:val="001F43C7"/>
    <w:rsid w:val="001F44A1"/>
    <w:rsid w:val="001F47B9"/>
    <w:rsid w:val="001F48A2"/>
    <w:rsid w:val="001F4929"/>
    <w:rsid w:val="001F4A0D"/>
    <w:rsid w:val="001F4D19"/>
    <w:rsid w:val="001F4F4B"/>
    <w:rsid w:val="001F567D"/>
    <w:rsid w:val="001F641E"/>
    <w:rsid w:val="001F650F"/>
    <w:rsid w:val="001F66B5"/>
    <w:rsid w:val="001F694D"/>
    <w:rsid w:val="001F6963"/>
    <w:rsid w:val="001F6AD1"/>
    <w:rsid w:val="001F6DCC"/>
    <w:rsid w:val="001F730B"/>
    <w:rsid w:val="001F736A"/>
    <w:rsid w:val="001F7AFD"/>
    <w:rsid w:val="001F7B21"/>
    <w:rsid w:val="001F7C8E"/>
    <w:rsid w:val="001F7E10"/>
    <w:rsid w:val="0020007E"/>
    <w:rsid w:val="00200126"/>
    <w:rsid w:val="002001B0"/>
    <w:rsid w:val="0020091F"/>
    <w:rsid w:val="00200A9F"/>
    <w:rsid w:val="00200EAC"/>
    <w:rsid w:val="002010F1"/>
    <w:rsid w:val="0020177F"/>
    <w:rsid w:val="0020182D"/>
    <w:rsid w:val="00201857"/>
    <w:rsid w:val="00201954"/>
    <w:rsid w:val="0020197D"/>
    <w:rsid w:val="00201AC1"/>
    <w:rsid w:val="00201BEF"/>
    <w:rsid w:val="002022DB"/>
    <w:rsid w:val="00202741"/>
    <w:rsid w:val="00202827"/>
    <w:rsid w:val="00202B4D"/>
    <w:rsid w:val="00202C7B"/>
    <w:rsid w:val="00203285"/>
    <w:rsid w:val="002033FD"/>
    <w:rsid w:val="00203477"/>
    <w:rsid w:val="00204002"/>
    <w:rsid w:val="002048D9"/>
    <w:rsid w:val="0020495C"/>
    <w:rsid w:val="0020519D"/>
    <w:rsid w:val="0020532C"/>
    <w:rsid w:val="002054C5"/>
    <w:rsid w:val="002055CA"/>
    <w:rsid w:val="002059FB"/>
    <w:rsid w:val="00205A09"/>
    <w:rsid w:val="00205EE9"/>
    <w:rsid w:val="00206056"/>
    <w:rsid w:val="0020646D"/>
    <w:rsid w:val="00206941"/>
    <w:rsid w:val="00206B0F"/>
    <w:rsid w:val="00206D1C"/>
    <w:rsid w:val="00206E10"/>
    <w:rsid w:val="00206EB8"/>
    <w:rsid w:val="00207543"/>
    <w:rsid w:val="0020772D"/>
    <w:rsid w:val="002079EA"/>
    <w:rsid w:val="00207A16"/>
    <w:rsid w:val="00207A2D"/>
    <w:rsid w:val="00207DD0"/>
    <w:rsid w:val="00207DF4"/>
    <w:rsid w:val="002101F3"/>
    <w:rsid w:val="0021032E"/>
    <w:rsid w:val="0021054C"/>
    <w:rsid w:val="00210DE9"/>
    <w:rsid w:val="00210EEF"/>
    <w:rsid w:val="002117A4"/>
    <w:rsid w:val="002119C0"/>
    <w:rsid w:val="00211AE3"/>
    <w:rsid w:val="00211B54"/>
    <w:rsid w:val="00211EB2"/>
    <w:rsid w:val="00211ECD"/>
    <w:rsid w:val="002121E3"/>
    <w:rsid w:val="002123FF"/>
    <w:rsid w:val="002125A1"/>
    <w:rsid w:val="002128E1"/>
    <w:rsid w:val="00212A3F"/>
    <w:rsid w:val="002132BE"/>
    <w:rsid w:val="002134B9"/>
    <w:rsid w:val="002139CB"/>
    <w:rsid w:val="00213D13"/>
    <w:rsid w:val="00213D22"/>
    <w:rsid w:val="002140D9"/>
    <w:rsid w:val="002142A6"/>
    <w:rsid w:val="002143E3"/>
    <w:rsid w:val="0021475B"/>
    <w:rsid w:val="00214793"/>
    <w:rsid w:val="00214801"/>
    <w:rsid w:val="00214B62"/>
    <w:rsid w:val="00214B67"/>
    <w:rsid w:val="00214BD6"/>
    <w:rsid w:val="0021556A"/>
    <w:rsid w:val="00215687"/>
    <w:rsid w:val="0021575C"/>
    <w:rsid w:val="0021579A"/>
    <w:rsid w:val="002159E2"/>
    <w:rsid w:val="00215D81"/>
    <w:rsid w:val="00215DDF"/>
    <w:rsid w:val="00215FAB"/>
    <w:rsid w:val="00216163"/>
    <w:rsid w:val="002164E1"/>
    <w:rsid w:val="0021665C"/>
    <w:rsid w:val="00216B18"/>
    <w:rsid w:val="00216BAC"/>
    <w:rsid w:val="002171A1"/>
    <w:rsid w:val="0021757B"/>
    <w:rsid w:val="002177A1"/>
    <w:rsid w:val="0021787D"/>
    <w:rsid w:val="00217F01"/>
    <w:rsid w:val="00217F85"/>
    <w:rsid w:val="002202B2"/>
    <w:rsid w:val="0022054D"/>
    <w:rsid w:val="00220968"/>
    <w:rsid w:val="002215BF"/>
    <w:rsid w:val="00221701"/>
    <w:rsid w:val="00221869"/>
    <w:rsid w:val="00221937"/>
    <w:rsid w:val="00221964"/>
    <w:rsid w:val="00221D1E"/>
    <w:rsid w:val="00221D96"/>
    <w:rsid w:val="0022229B"/>
    <w:rsid w:val="002223AA"/>
    <w:rsid w:val="002225E4"/>
    <w:rsid w:val="00222975"/>
    <w:rsid w:val="00222AEA"/>
    <w:rsid w:val="00222D14"/>
    <w:rsid w:val="00222E21"/>
    <w:rsid w:val="00222F60"/>
    <w:rsid w:val="002239F0"/>
    <w:rsid w:val="00223A86"/>
    <w:rsid w:val="00223A9A"/>
    <w:rsid w:val="00223AAB"/>
    <w:rsid w:val="00224163"/>
    <w:rsid w:val="00224243"/>
    <w:rsid w:val="00224964"/>
    <w:rsid w:val="00225007"/>
    <w:rsid w:val="0022509D"/>
    <w:rsid w:val="0022554C"/>
    <w:rsid w:val="002255B3"/>
    <w:rsid w:val="00225716"/>
    <w:rsid w:val="0022578E"/>
    <w:rsid w:val="00225B4D"/>
    <w:rsid w:val="00225BB9"/>
    <w:rsid w:val="00225D9D"/>
    <w:rsid w:val="00225DB6"/>
    <w:rsid w:val="00225FBD"/>
    <w:rsid w:val="00226055"/>
    <w:rsid w:val="00226165"/>
    <w:rsid w:val="002267C7"/>
    <w:rsid w:val="00226A58"/>
    <w:rsid w:val="00226B8B"/>
    <w:rsid w:val="00226BDB"/>
    <w:rsid w:val="00227127"/>
    <w:rsid w:val="00227408"/>
    <w:rsid w:val="00227740"/>
    <w:rsid w:val="0022788F"/>
    <w:rsid w:val="00227E4A"/>
    <w:rsid w:val="00227FEE"/>
    <w:rsid w:val="00227FF3"/>
    <w:rsid w:val="00230207"/>
    <w:rsid w:val="00230A67"/>
    <w:rsid w:val="00230AD2"/>
    <w:rsid w:val="00230AD4"/>
    <w:rsid w:val="00231054"/>
    <w:rsid w:val="00231224"/>
    <w:rsid w:val="002318D4"/>
    <w:rsid w:val="00231FAF"/>
    <w:rsid w:val="002321F9"/>
    <w:rsid w:val="00232408"/>
    <w:rsid w:val="00232714"/>
    <w:rsid w:val="00232A65"/>
    <w:rsid w:val="00232A6F"/>
    <w:rsid w:val="00232B54"/>
    <w:rsid w:val="00232F6F"/>
    <w:rsid w:val="00232F7E"/>
    <w:rsid w:val="00233568"/>
    <w:rsid w:val="002338E7"/>
    <w:rsid w:val="00233D04"/>
    <w:rsid w:val="0023454A"/>
    <w:rsid w:val="00234969"/>
    <w:rsid w:val="00234DE5"/>
    <w:rsid w:val="00235005"/>
    <w:rsid w:val="002350C1"/>
    <w:rsid w:val="002353E7"/>
    <w:rsid w:val="0023594E"/>
    <w:rsid w:val="00235A31"/>
    <w:rsid w:val="00235CD5"/>
    <w:rsid w:val="00236617"/>
    <w:rsid w:val="00236A36"/>
    <w:rsid w:val="00237121"/>
    <w:rsid w:val="00240045"/>
    <w:rsid w:val="002401F9"/>
    <w:rsid w:val="002407FE"/>
    <w:rsid w:val="002409A9"/>
    <w:rsid w:val="002411AB"/>
    <w:rsid w:val="00241716"/>
    <w:rsid w:val="00241F59"/>
    <w:rsid w:val="0024204E"/>
    <w:rsid w:val="002421F0"/>
    <w:rsid w:val="00242342"/>
    <w:rsid w:val="002423E2"/>
    <w:rsid w:val="0024263F"/>
    <w:rsid w:val="0024265C"/>
    <w:rsid w:val="0024268E"/>
    <w:rsid w:val="00242831"/>
    <w:rsid w:val="00243272"/>
    <w:rsid w:val="00243388"/>
    <w:rsid w:val="002436A8"/>
    <w:rsid w:val="002437B2"/>
    <w:rsid w:val="002439D5"/>
    <w:rsid w:val="002439E5"/>
    <w:rsid w:val="00243EFF"/>
    <w:rsid w:val="0024400A"/>
    <w:rsid w:val="0024409A"/>
    <w:rsid w:val="002444F7"/>
    <w:rsid w:val="00244641"/>
    <w:rsid w:val="002447F3"/>
    <w:rsid w:val="00244A73"/>
    <w:rsid w:val="00244C26"/>
    <w:rsid w:val="00244C2E"/>
    <w:rsid w:val="00244E1F"/>
    <w:rsid w:val="00244F76"/>
    <w:rsid w:val="00244FFA"/>
    <w:rsid w:val="002452C8"/>
    <w:rsid w:val="002453C4"/>
    <w:rsid w:val="00245808"/>
    <w:rsid w:val="00245C7A"/>
    <w:rsid w:val="00245D3D"/>
    <w:rsid w:val="00245EB9"/>
    <w:rsid w:val="002462EA"/>
    <w:rsid w:val="002462FA"/>
    <w:rsid w:val="00246574"/>
    <w:rsid w:val="002466CC"/>
    <w:rsid w:val="002467DA"/>
    <w:rsid w:val="002467F7"/>
    <w:rsid w:val="002468D4"/>
    <w:rsid w:val="00246A4F"/>
    <w:rsid w:val="00246C1C"/>
    <w:rsid w:val="00246C78"/>
    <w:rsid w:val="00246FD9"/>
    <w:rsid w:val="002478B7"/>
    <w:rsid w:val="00247AB4"/>
    <w:rsid w:val="00247BBE"/>
    <w:rsid w:val="00247DE4"/>
    <w:rsid w:val="00247ECA"/>
    <w:rsid w:val="0025055D"/>
    <w:rsid w:val="002507BA"/>
    <w:rsid w:val="00250A24"/>
    <w:rsid w:val="00250CC1"/>
    <w:rsid w:val="00250CF9"/>
    <w:rsid w:val="00250E0A"/>
    <w:rsid w:val="00251317"/>
    <w:rsid w:val="0025133D"/>
    <w:rsid w:val="00251474"/>
    <w:rsid w:val="0025151D"/>
    <w:rsid w:val="002516B5"/>
    <w:rsid w:val="002518EE"/>
    <w:rsid w:val="00251A1A"/>
    <w:rsid w:val="00251D9A"/>
    <w:rsid w:val="00251E02"/>
    <w:rsid w:val="00251F38"/>
    <w:rsid w:val="00251F4A"/>
    <w:rsid w:val="002520CF"/>
    <w:rsid w:val="00252198"/>
    <w:rsid w:val="00252764"/>
    <w:rsid w:val="0025283C"/>
    <w:rsid w:val="00252C00"/>
    <w:rsid w:val="00252E13"/>
    <w:rsid w:val="00252FE6"/>
    <w:rsid w:val="002531D3"/>
    <w:rsid w:val="00253598"/>
    <w:rsid w:val="0025404D"/>
    <w:rsid w:val="00254924"/>
    <w:rsid w:val="00254AFE"/>
    <w:rsid w:val="00255712"/>
    <w:rsid w:val="0025580C"/>
    <w:rsid w:val="00255BF7"/>
    <w:rsid w:val="00255EE7"/>
    <w:rsid w:val="00255FE0"/>
    <w:rsid w:val="00256B21"/>
    <w:rsid w:val="00256BA9"/>
    <w:rsid w:val="00256CA2"/>
    <w:rsid w:val="00256CF1"/>
    <w:rsid w:val="00256E18"/>
    <w:rsid w:val="00256E9A"/>
    <w:rsid w:val="00256F74"/>
    <w:rsid w:val="002571C6"/>
    <w:rsid w:val="002575E2"/>
    <w:rsid w:val="0025762D"/>
    <w:rsid w:val="00257657"/>
    <w:rsid w:val="00257804"/>
    <w:rsid w:val="00257B22"/>
    <w:rsid w:val="00257C0F"/>
    <w:rsid w:val="00257C25"/>
    <w:rsid w:val="00257C5E"/>
    <w:rsid w:val="00257FE6"/>
    <w:rsid w:val="00260218"/>
    <w:rsid w:val="00260751"/>
    <w:rsid w:val="002607F7"/>
    <w:rsid w:val="00260BF0"/>
    <w:rsid w:val="00261064"/>
    <w:rsid w:val="002613FB"/>
    <w:rsid w:val="002615D1"/>
    <w:rsid w:val="002616A4"/>
    <w:rsid w:val="00261F42"/>
    <w:rsid w:val="00262403"/>
    <w:rsid w:val="0026275F"/>
    <w:rsid w:val="0026283F"/>
    <w:rsid w:val="00262BB6"/>
    <w:rsid w:val="00262EE4"/>
    <w:rsid w:val="002632C3"/>
    <w:rsid w:val="0026360D"/>
    <w:rsid w:val="00263A94"/>
    <w:rsid w:val="00263F56"/>
    <w:rsid w:val="00264192"/>
    <w:rsid w:val="00264267"/>
    <w:rsid w:val="0026476D"/>
    <w:rsid w:val="0026478A"/>
    <w:rsid w:val="00264DD6"/>
    <w:rsid w:val="00264FA6"/>
    <w:rsid w:val="002653CB"/>
    <w:rsid w:val="0026541E"/>
    <w:rsid w:val="002654AF"/>
    <w:rsid w:val="002655BC"/>
    <w:rsid w:val="00265684"/>
    <w:rsid w:val="00265865"/>
    <w:rsid w:val="00265D11"/>
    <w:rsid w:val="00265EA3"/>
    <w:rsid w:val="00266225"/>
    <w:rsid w:val="00266285"/>
    <w:rsid w:val="002662E5"/>
    <w:rsid w:val="00266577"/>
    <w:rsid w:val="0026660C"/>
    <w:rsid w:val="00266909"/>
    <w:rsid w:val="00266988"/>
    <w:rsid w:val="00266BCC"/>
    <w:rsid w:val="00266C1E"/>
    <w:rsid w:val="00266CC2"/>
    <w:rsid w:val="00266EE8"/>
    <w:rsid w:val="0026744F"/>
    <w:rsid w:val="00267500"/>
    <w:rsid w:val="00267883"/>
    <w:rsid w:val="00267942"/>
    <w:rsid w:val="002679C7"/>
    <w:rsid w:val="002679CD"/>
    <w:rsid w:val="00267B2E"/>
    <w:rsid w:val="0027061C"/>
    <w:rsid w:val="0027096E"/>
    <w:rsid w:val="00270AA3"/>
    <w:rsid w:val="00270D88"/>
    <w:rsid w:val="00270E04"/>
    <w:rsid w:val="002711E9"/>
    <w:rsid w:val="00271402"/>
    <w:rsid w:val="002716DA"/>
    <w:rsid w:val="002718E6"/>
    <w:rsid w:val="00271929"/>
    <w:rsid w:val="00271B08"/>
    <w:rsid w:val="00271D35"/>
    <w:rsid w:val="002722BA"/>
    <w:rsid w:val="00272358"/>
    <w:rsid w:val="00272517"/>
    <w:rsid w:val="00272827"/>
    <w:rsid w:val="002732DA"/>
    <w:rsid w:val="0027332B"/>
    <w:rsid w:val="0027369F"/>
    <w:rsid w:val="00273767"/>
    <w:rsid w:val="00273B79"/>
    <w:rsid w:val="0027400C"/>
    <w:rsid w:val="00274290"/>
    <w:rsid w:val="0027485D"/>
    <w:rsid w:val="00274B37"/>
    <w:rsid w:val="00274CF0"/>
    <w:rsid w:val="00274F17"/>
    <w:rsid w:val="0027529F"/>
    <w:rsid w:val="002754A1"/>
    <w:rsid w:val="00275B70"/>
    <w:rsid w:val="00275FED"/>
    <w:rsid w:val="002763E6"/>
    <w:rsid w:val="00276471"/>
    <w:rsid w:val="00276AE0"/>
    <w:rsid w:val="00277138"/>
    <w:rsid w:val="0027745C"/>
    <w:rsid w:val="0027747C"/>
    <w:rsid w:val="00277A11"/>
    <w:rsid w:val="00277CA6"/>
    <w:rsid w:val="00277D36"/>
    <w:rsid w:val="002801FE"/>
    <w:rsid w:val="002804D0"/>
    <w:rsid w:val="002805CE"/>
    <w:rsid w:val="00280895"/>
    <w:rsid w:val="002809D8"/>
    <w:rsid w:val="00280C8B"/>
    <w:rsid w:val="002811D8"/>
    <w:rsid w:val="002818EF"/>
    <w:rsid w:val="00281E49"/>
    <w:rsid w:val="00282132"/>
    <w:rsid w:val="0028218F"/>
    <w:rsid w:val="002824DA"/>
    <w:rsid w:val="0028271F"/>
    <w:rsid w:val="00282831"/>
    <w:rsid w:val="0028293E"/>
    <w:rsid w:val="00282BB8"/>
    <w:rsid w:val="00282E5A"/>
    <w:rsid w:val="00282EEF"/>
    <w:rsid w:val="0028306D"/>
    <w:rsid w:val="002838D2"/>
    <w:rsid w:val="00283DA5"/>
    <w:rsid w:val="00284468"/>
    <w:rsid w:val="00284E82"/>
    <w:rsid w:val="002850F6"/>
    <w:rsid w:val="00285E88"/>
    <w:rsid w:val="00286107"/>
    <w:rsid w:val="002863DF"/>
    <w:rsid w:val="0028651C"/>
    <w:rsid w:val="00286AA7"/>
    <w:rsid w:val="00286C90"/>
    <w:rsid w:val="00286E97"/>
    <w:rsid w:val="00287024"/>
    <w:rsid w:val="002870E1"/>
    <w:rsid w:val="002877BB"/>
    <w:rsid w:val="00287970"/>
    <w:rsid w:val="00287A34"/>
    <w:rsid w:val="00287D91"/>
    <w:rsid w:val="00287EE3"/>
    <w:rsid w:val="0029077F"/>
    <w:rsid w:val="002909B4"/>
    <w:rsid w:val="0029146C"/>
    <w:rsid w:val="0029177C"/>
    <w:rsid w:val="002919A3"/>
    <w:rsid w:val="00291A14"/>
    <w:rsid w:val="00291CCE"/>
    <w:rsid w:val="00292516"/>
    <w:rsid w:val="00292C57"/>
    <w:rsid w:val="00292E58"/>
    <w:rsid w:val="00293281"/>
    <w:rsid w:val="00293B9D"/>
    <w:rsid w:val="002944D5"/>
    <w:rsid w:val="00294C11"/>
    <w:rsid w:val="00294D36"/>
    <w:rsid w:val="00294DB2"/>
    <w:rsid w:val="00295016"/>
    <w:rsid w:val="002953AC"/>
    <w:rsid w:val="00295CC9"/>
    <w:rsid w:val="00295D8A"/>
    <w:rsid w:val="002960CF"/>
    <w:rsid w:val="00296390"/>
    <w:rsid w:val="00296492"/>
    <w:rsid w:val="00296522"/>
    <w:rsid w:val="00296714"/>
    <w:rsid w:val="002968F2"/>
    <w:rsid w:val="00296C0B"/>
    <w:rsid w:val="002971A5"/>
    <w:rsid w:val="002971E5"/>
    <w:rsid w:val="002972EB"/>
    <w:rsid w:val="00297920"/>
    <w:rsid w:val="0029799F"/>
    <w:rsid w:val="00297EB0"/>
    <w:rsid w:val="002A00F9"/>
    <w:rsid w:val="002A0284"/>
    <w:rsid w:val="002A04C4"/>
    <w:rsid w:val="002A0509"/>
    <w:rsid w:val="002A0935"/>
    <w:rsid w:val="002A0D9A"/>
    <w:rsid w:val="002A1114"/>
    <w:rsid w:val="002A1829"/>
    <w:rsid w:val="002A2FAD"/>
    <w:rsid w:val="002A338C"/>
    <w:rsid w:val="002A36E0"/>
    <w:rsid w:val="002A3740"/>
    <w:rsid w:val="002A3ABB"/>
    <w:rsid w:val="002A400E"/>
    <w:rsid w:val="002A4163"/>
    <w:rsid w:val="002A44E8"/>
    <w:rsid w:val="002A460C"/>
    <w:rsid w:val="002A4813"/>
    <w:rsid w:val="002A484E"/>
    <w:rsid w:val="002A4873"/>
    <w:rsid w:val="002A4A5A"/>
    <w:rsid w:val="002A4EA6"/>
    <w:rsid w:val="002A518A"/>
    <w:rsid w:val="002A53F2"/>
    <w:rsid w:val="002A5C62"/>
    <w:rsid w:val="002A5E59"/>
    <w:rsid w:val="002A5EBB"/>
    <w:rsid w:val="002A6147"/>
    <w:rsid w:val="002A6ABC"/>
    <w:rsid w:val="002A7070"/>
    <w:rsid w:val="002A717D"/>
    <w:rsid w:val="002A72B1"/>
    <w:rsid w:val="002A73D7"/>
    <w:rsid w:val="002A797B"/>
    <w:rsid w:val="002A7C3C"/>
    <w:rsid w:val="002A7CAD"/>
    <w:rsid w:val="002A7FBB"/>
    <w:rsid w:val="002B0090"/>
    <w:rsid w:val="002B0211"/>
    <w:rsid w:val="002B02D0"/>
    <w:rsid w:val="002B0459"/>
    <w:rsid w:val="002B0D32"/>
    <w:rsid w:val="002B100A"/>
    <w:rsid w:val="002B1BA0"/>
    <w:rsid w:val="002B1C6C"/>
    <w:rsid w:val="002B2686"/>
    <w:rsid w:val="002B275D"/>
    <w:rsid w:val="002B2AA0"/>
    <w:rsid w:val="002B2B15"/>
    <w:rsid w:val="002B2F89"/>
    <w:rsid w:val="002B304E"/>
    <w:rsid w:val="002B31F7"/>
    <w:rsid w:val="002B34A2"/>
    <w:rsid w:val="002B3514"/>
    <w:rsid w:val="002B3820"/>
    <w:rsid w:val="002B3D9F"/>
    <w:rsid w:val="002B3F76"/>
    <w:rsid w:val="002B4461"/>
    <w:rsid w:val="002B48A2"/>
    <w:rsid w:val="002B49DA"/>
    <w:rsid w:val="002B4A9F"/>
    <w:rsid w:val="002B4AEC"/>
    <w:rsid w:val="002B4C76"/>
    <w:rsid w:val="002B5326"/>
    <w:rsid w:val="002B5852"/>
    <w:rsid w:val="002B5ACF"/>
    <w:rsid w:val="002B6312"/>
    <w:rsid w:val="002B6EAB"/>
    <w:rsid w:val="002B6FAE"/>
    <w:rsid w:val="002B70AE"/>
    <w:rsid w:val="002B71A8"/>
    <w:rsid w:val="002B762B"/>
    <w:rsid w:val="002B7989"/>
    <w:rsid w:val="002B7CB8"/>
    <w:rsid w:val="002B7ED2"/>
    <w:rsid w:val="002C028F"/>
    <w:rsid w:val="002C0757"/>
    <w:rsid w:val="002C1217"/>
    <w:rsid w:val="002C1450"/>
    <w:rsid w:val="002C197E"/>
    <w:rsid w:val="002C1CE2"/>
    <w:rsid w:val="002C20C7"/>
    <w:rsid w:val="002C211B"/>
    <w:rsid w:val="002C23D3"/>
    <w:rsid w:val="002C255C"/>
    <w:rsid w:val="002C3121"/>
    <w:rsid w:val="002C3801"/>
    <w:rsid w:val="002C3A2F"/>
    <w:rsid w:val="002C3BD9"/>
    <w:rsid w:val="002C3E3A"/>
    <w:rsid w:val="002C43C8"/>
    <w:rsid w:val="002C449C"/>
    <w:rsid w:val="002C4903"/>
    <w:rsid w:val="002C496B"/>
    <w:rsid w:val="002C4E27"/>
    <w:rsid w:val="002C4E51"/>
    <w:rsid w:val="002C50E0"/>
    <w:rsid w:val="002C5363"/>
    <w:rsid w:val="002C5602"/>
    <w:rsid w:val="002C56D7"/>
    <w:rsid w:val="002C5B12"/>
    <w:rsid w:val="002C5C66"/>
    <w:rsid w:val="002C6326"/>
    <w:rsid w:val="002C636C"/>
    <w:rsid w:val="002C6383"/>
    <w:rsid w:val="002C6427"/>
    <w:rsid w:val="002C65A4"/>
    <w:rsid w:val="002C65D3"/>
    <w:rsid w:val="002C6FE2"/>
    <w:rsid w:val="002C71A8"/>
    <w:rsid w:val="002C754F"/>
    <w:rsid w:val="002D01AB"/>
    <w:rsid w:val="002D084B"/>
    <w:rsid w:val="002D0D1E"/>
    <w:rsid w:val="002D1076"/>
    <w:rsid w:val="002D11B7"/>
    <w:rsid w:val="002D1505"/>
    <w:rsid w:val="002D19A9"/>
    <w:rsid w:val="002D1E2E"/>
    <w:rsid w:val="002D1F03"/>
    <w:rsid w:val="002D21F5"/>
    <w:rsid w:val="002D22A2"/>
    <w:rsid w:val="002D2315"/>
    <w:rsid w:val="002D2485"/>
    <w:rsid w:val="002D24FA"/>
    <w:rsid w:val="002D271A"/>
    <w:rsid w:val="002D2AFB"/>
    <w:rsid w:val="002D2C87"/>
    <w:rsid w:val="002D2CF7"/>
    <w:rsid w:val="002D2E58"/>
    <w:rsid w:val="002D2EEB"/>
    <w:rsid w:val="002D30D2"/>
    <w:rsid w:val="002D33A7"/>
    <w:rsid w:val="002D35EC"/>
    <w:rsid w:val="002D3A09"/>
    <w:rsid w:val="002D3A17"/>
    <w:rsid w:val="002D3B1C"/>
    <w:rsid w:val="002D3E7A"/>
    <w:rsid w:val="002D3F24"/>
    <w:rsid w:val="002D4067"/>
    <w:rsid w:val="002D464E"/>
    <w:rsid w:val="002D4B73"/>
    <w:rsid w:val="002D580E"/>
    <w:rsid w:val="002D596D"/>
    <w:rsid w:val="002D5A73"/>
    <w:rsid w:val="002D5B82"/>
    <w:rsid w:val="002D5EB3"/>
    <w:rsid w:val="002D61EF"/>
    <w:rsid w:val="002D65F7"/>
    <w:rsid w:val="002D6891"/>
    <w:rsid w:val="002D6F6D"/>
    <w:rsid w:val="002D760A"/>
    <w:rsid w:val="002D7B16"/>
    <w:rsid w:val="002D7D17"/>
    <w:rsid w:val="002D7EB0"/>
    <w:rsid w:val="002D7F88"/>
    <w:rsid w:val="002E02BD"/>
    <w:rsid w:val="002E092D"/>
    <w:rsid w:val="002E0ADC"/>
    <w:rsid w:val="002E1131"/>
    <w:rsid w:val="002E1291"/>
    <w:rsid w:val="002E19EE"/>
    <w:rsid w:val="002E1CA7"/>
    <w:rsid w:val="002E1DF2"/>
    <w:rsid w:val="002E20BF"/>
    <w:rsid w:val="002E2297"/>
    <w:rsid w:val="002E24C4"/>
    <w:rsid w:val="002E25BB"/>
    <w:rsid w:val="002E2865"/>
    <w:rsid w:val="002E2E1F"/>
    <w:rsid w:val="002E30BD"/>
    <w:rsid w:val="002E34CD"/>
    <w:rsid w:val="002E4453"/>
    <w:rsid w:val="002E4520"/>
    <w:rsid w:val="002E4584"/>
    <w:rsid w:val="002E47BA"/>
    <w:rsid w:val="002E4C28"/>
    <w:rsid w:val="002E4D3D"/>
    <w:rsid w:val="002E4F2C"/>
    <w:rsid w:val="002E50B9"/>
    <w:rsid w:val="002E51C9"/>
    <w:rsid w:val="002E533A"/>
    <w:rsid w:val="002E5443"/>
    <w:rsid w:val="002E5593"/>
    <w:rsid w:val="002E5609"/>
    <w:rsid w:val="002E5A86"/>
    <w:rsid w:val="002E5CA1"/>
    <w:rsid w:val="002E5D43"/>
    <w:rsid w:val="002E5E5F"/>
    <w:rsid w:val="002E6022"/>
    <w:rsid w:val="002E62F3"/>
    <w:rsid w:val="002E6330"/>
    <w:rsid w:val="002E6781"/>
    <w:rsid w:val="002E67A5"/>
    <w:rsid w:val="002E67EB"/>
    <w:rsid w:val="002E6A49"/>
    <w:rsid w:val="002E6AC1"/>
    <w:rsid w:val="002E6C0F"/>
    <w:rsid w:val="002E6C7A"/>
    <w:rsid w:val="002E723B"/>
    <w:rsid w:val="002E7BBF"/>
    <w:rsid w:val="002E7C0F"/>
    <w:rsid w:val="002E7C83"/>
    <w:rsid w:val="002E7D8E"/>
    <w:rsid w:val="002F00AA"/>
    <w:rsid w:val="002F0147"/>
    <w:rsid w:val="002F0B67"/>
    <w:rsid w:val="002F0D37"/>
    <w:rsid w:val="002F0F0D"/>
    <w:rsid w:val="002F147D"/>
    <w:rsid w:val="002F14C9"/>
    <w:rsid w:val="002F18A7"/>
    <w:rsid w:val="002F195B"/>
    <w:rsid w:val="002F1BA1"/>
    <w:rsid w:val="002F1EDB"/>
    <w:rsid w:val="002F201D"/>
    <w:rsid w:val="002F2E9E"/>
    <w:rsid w:val="002F3017"/>
    <w:rsid w:val="002F34DF"/>
    <w:rsid w:val="002F3626"/>
    <w:rsid w:val="002F3663"/>
    <w:rsid w:val="002F3866"/>
    <w:rsid w:val="002F3C44"/>
    <w:rsid w:val="002F4240"/>
    <w:rsid w:val="002F42EF"/>
    <w:rsid w:val="002F469C"/>
    <w:rsid w:val="002F49E0"/>
    <w:rsid w:val="002F4A90"/>
    <w:rsid w:val="002F4E3A"/>
    <w:rsid w:val="002F4E55"/>
    <w:rsid w:val="002F4FD9"/>
    <w:rsid w:val="002F5413"/>
    <w:rsid w:val="002F56F4"/>
    <w:rsid w:val="002F5793"/>
    <w:rsid w:val="002F5AC6"/>
    <w:rsid w:val="002F5BB0"/>
    <w:rsid w:val="002F5E92"/>
    <w:rsid w:val="002F618F"/>
    <w:rsid w:val="002F7358"/>
    <w:rsid w:val="002F74FE"/>
    <w:rsid w:val="002F76A2"/>
    <w:rsid w:val="002F7B70"/>
    <w:rsid w:val="00300948"/>
    <w:rsid w:val="00300CB4"/>
    <w:rsid w:val="00301039"/>
    <w:rsid w:val="00301192"/>
    <w:rsid w:val="0030168D"/>
    <w:rsid w:val="00301C1E"/>
    <w:rsid w:val="00301C82"/>
    <w:rsid w:val="00301CB8"/>
    <w:rsid w:val="00301EBF"/>
    <w:rsid w:val="00302201"/>
    <w:rsid w:val="0030227A"/>
    <w:rsid w:val="00302808"/>
    <w:rsid w:val="00302D17"/>
    <w:rsid w:val="00302F9A"/>
    <w:rsid w:val="003035AB"/>
    <w:rsid w:val="0030368D"/>
    <w:rsid w:val="00303924"/>
    <w:rsid w:val="00303A06"/>
    <w:rsid w:val="00303AAF"/>
    <w:rsid w:val="00303E9A"/>
    <w:rsid w:val="00304007"/>
    <w:rsid w:val="003040FC"/>
    <w:rsid w:val="0030439D"/>
    <w:rsid w:val="0030450C"/>
    <w:rsid w:val="003045BB"/>
    <w:rsid w:val="003047B3"/>
    <w:rsid w:val="003052CB"/>
    <w:rsid w:val="003058C3"/>
    <w:rsid w:val="00305DFD"/>
    <w:rsid w:val="003061E6"/>
    <w:rsid w:val="003066C5"/>
    <w:rsid w:val="003068C6"/>
    <w:rsid w:val="00306F7A"/>
    <w:rsid w:val="0030730A"/>
    <w:rsid w:val="003073A6"/>
    <w:rsid w:val="00307A8F"/>
    <w:rsid w:val="00307B97"/>
    <w:rsid w:val="00307C3A"/>
    <w:rsid w:val="0031001C"/>
    <w:rsid w:val="00310141"/>
    <w:rsid w:val="0031025E"/>
    <w:rsid w:val="0031056C"/>
    <w:rsid w:val="00310618"/>
    <w:rsid w:val="0031064A"/>
    <w:rsid w:val="00310A30"/>
    <w:rsid w:val="00310AF2"/>
    <w:rsid w:val="00310D1D"/>
    <w:rsid w:val="00311994"/>
    <w:rsid w:val="00311A63"/>
    <w:rsid w:val="00311AB1"/>
    <w:rsid w:val="00311BA3"/>
    <w:rsid w:val="00311D27"/>
    <w:rsid w:val="00311E62"/>
    <w:rsid w:val="0031256A"/>
    <w:rsid w:val="003125AD"/>
    <w:rsid w:val="003126FD"/>
    <w:rsid w:val="0031283B"/>
    <w:rsid w:val="00312925"/>
    <w:rsid w:val="00312CCE"/>
    <w:rsid w:val="00312D9F"/>
    <w:rsid w:val="00312E00"/>
    <w:rsid w:val="00312F9F"/>
    <w:rsid w:val="003133A9"/>
    <w:rsid w:val="003138ED"/>
    <w:rsid w:val="00313B47"/>
    <w:rsid w:val="00313D1A"/>
    <w:rsid w:val="00313EDC"/>
    <w:rsid w:val="00314242"/>
    <w:rsid w:val="0031435E"/>
    <w:rsid w:val="003143A6"/>
    <w:rsid w:val="0031469D"/>
    <w:rsid w:val="00314D81"/>
    <w:rsid w:val="00314EA2"/>
    <w:rsid w:val="0031561F"/>
    <w:rsid w:val="0031580F"/>
    <w:rsid w:val="00315B47"/>
    <w:rsid w:val="00315BF2"/>
    <w:rsid w:val="00315C2B"/>
    <w:rsid w:val="00315CA0"/>
    <w:rsid w:val="00315CA6"/>
    <w:rsid w:val="003160EF"/>
    <w:rsid w:val="0031617C"/>
    <w:rsid w:val="00316955"/>
    <w:rsid w:val="00316A43"/>
    <w:rsid w:val="00316D09"/>
    <w:rsid w:val="00316F7E"/>
    <w:rsid w:val="00317165"/>
    <w:rsid w:val="00317405"/>
    <w:rsid w:val="0031742C"/>
    <w:rsid w:val="00317E22"/>
    <w:rsid w:val="00320139"/>
    <w:rsid w:val="003206C7"/>
    <w:rsid w:val="00320F30"/>
    <w:rsid w:val="00320F69"/>
    <w:rsid w:val="0032100E"/>
    <w:rsid w:val="003210A1"/>
    <w:rsid w:val="003212EE"/>
    <w:rsid w:val="003212F7"/>
    <w:rsid w:val="0032179E"/>
    <w:rsid w:val="003217C5"/>
    <w:rsid w:val="00321F88"/>
    <w:rsid w:val="00322220"/>
    <w:rsid w:val="00322420"/>
    <w:rsid w:val="00322466"/>
    <w:rsid w:val="0032291C"/>
    <w:rsid w:val="00322931"/>
    <w:rsid w:val="00322DDA"/>
    <w:rsid w:val="0032332C"/>
    <w:rsid w:val="00323377"/>
    <w:rsid w:val="0032351C"/>
    <w:rsid w:val="003237C9"/>
    <w:rsid w:val="00323B33"/>
    <w:rsid w:val="00323D1F"/>
    <w:rsid w:val="00323E77"/>
    <w:rsid w:val="003240A8"/>
    <w:rsid w:val="003242EE"/>
    <w:rsid w:val="00324480"/>
    <w:rsid w:val="003249FE"/>
    <w:rsid w:val="00324B78"/>
    <w:rsid w:val="00324FF5"/>
    <w:rsid w:val="00325650"/>
    <w:rsid w:val="003257F0"/>
    <w:rsid w:val="00325A62"/>
    <w:rsid w:val="00325C4C"/>
    <w:rsid w:val="00325E91"/>
    <w:rsid w:val="00325EEC"/>
    <w:rsid w:val="0032610D"/>
    <w:rsid w:val="0032677E"/>
    <w:rsid w:val="00326D5B"/>
    <w:rsid w:val="00327062"/>
    <w:rsid w:val="003273E1"/>
    <w:rsid w:val="00327426"/>
    <w:rsid w:val="00327AE2"/>
    <w:rsid w:val="00327C91"/>
    <w:rsid w:val="00327FB5"/>
    <w:rsid w:val="00330802"/>
    <w:rsid w:val="00330D70"/>
    <w:rsid w:val="00330E1B"/>
    <w:rsid w:val="00331061"/>
    <w:rsid w:val="003311BA"/>
    <w:rsid w:val="00331225"/>
    <w:rsid w:val="00331C5C"/>
    <w:rsid w:val="00332111"/>
    <w:rsid w:val="003323E6"/>
    <w:rsid w:val="003328A0"/>
    <w:rsid w:val="0033342B"/>
    <w:rsid w:val="003339C2"/>
    <w:rsid w:val="003339D0"/>
    <w:rsid w:val="00333BD4"/>
    <w:rsid w:val="00333C61"/>
    <w:rsid w:val="00333C85"/>
    <w:rsid w:val="00333E3F"/>
    <w:rsid w:val="0033420B"/>
    <w:rsid w:val="003342D6"/>
    <w:rsid w:val="0033438A"/>
    <w:rsid w:val="00334854"/>
    <w:rsid w:val="00334A68"/>
    <w:rsid w:val="003351DE"/>
    <w:rsid w:val="003353BB"/>
    <w:rsid w:val="00335B58"/>
    <w:rsid w:val="00335C17"/>
    <w:rsid w:val="0033620A"/>
    <w:rsid w:val="00336330"/>
    <w:rsid w:val="003367CA"/>
    <w:rsid w:val="00336F5E"/>
    <w:rsid w:val="00336F78"/>
    <w:rsid w:val="003371CF"/>
    <w:rsid w:val="003374D8"/>
    <w:rsid w:val="00337644"/>
    <w:rsid w:val="003378D0"/>
    <w:rsid w:val="00337C76"/>
    <w:rsid w:val="00337D06"/>
    <w:rsid w:val="00337DF7"/>
    <w:rsid w:val="00340055"/>
    <w:rsid w:val="0034011F"/>
    <w:rsid w:val="003402AB"/>
    <w:rsid w:val="003404E3"/>
    <w:rsid w:val="003405B1"/>
    <w:rsid w:val="003405CD"/>
    <w:rsid w:val="0034073C"/>
    <w:rsid w:val="00340DCA"/>
    <w:rsid w:val="00340EA3"/>
    <w:rsid w:val="00341052"/>
    <w:rsid w:val="00341649"/>
    <w:rsid w:val="003416A4"/>
    <w:rsid w:val="00341770"/>
    <w:rsid w:val="00341844"/>
    <w:rsid w:val="0034239A"/>
    <w:rsid w:val="00342731"/>
    <w:rsid w:val="003427B0"/>
    <w:rsid w:val="003428EC"/>
    <w:rsid w:val="00342F67"/>
    <w:rsid w:val="003435EB"/>
    <w:rsid w:val="003436B6"/>
    <w:rsid w:val="00343819"/>
    <w:rsid w:val="00343A10"/>
    <w:rsid w:val="00343AE9"/>
    <w:rsid w:val="00343D42"/>
    <w:rsid w:val="00343F4D"/>
    <w:rsid w:val="003442BC"/>
    <w:rsid w:val="003448E8"/>
    <w:rsid w:val="00344B2E"/>
    <w:rsid w:val="0034521F"/>
    <w:rsid w:val="00345A9A"/>
    <w:rsid w:val="00345B35"/>
    <w:rsid w:val="00345F54"/>
    <w:rsid w:val="00346020"/>
    <w:rsid w:val="0034627E"/>
    <w:rsid w:val="00346332"/>
    <w:rsid w:val="00346411"/>
    <w:rsid w:val="00346473"/>
    <w:rsid w:val="00346BCF"/>
    <w:rsid w:val="00346D15"/>
    <w:rsid w:val="00346DB1"/>
    <w:rsid w:val="00346E1E"/>
    <w:rsid w:val="00346F23"/>
    <w:rsid w:val="003472CB"/>
    <w:rsid w:val="00347553"/>
    <w:rsid w:val="0034793C"/>
    <w:rsid w:val="00347A13"/>
    <w:rsid w:val="003504ED"/>
    <w:rsid w:val="0035066E"/>
    <w:rsid w:val="00350873"/>
    <w:rsid w:val="003508F7"/>
    <w:rsid w:val="00350AC1"/>
    <w:rsid w:val="00350CB5"/>
    <w:rsid w:val="00350DA0"/>
    <w:rsid w:val="00350DA8"/>
    <w:rsid w:val="00350E28"/>
    <w:rsid w:val="00350E59"/>
    <w:rsid w:val="00351072"/>
    <w:rsid w:val="00351183"/>
    <w:rsid w:val="0035122A"/>
    <w:rsid w:val="00351427"/>
    <w:rsid w:val="0035156A"/>
    <w:rsid w:val="003515F8"/>
    <w:rsid w:val="0035173A"/>
    <w:rsid w:val="00351D12"/>
    <w:rsid w:val="00351F28"/>
    <w:rsid w:val="003522F8"/>
    <w:rsid w:val="003523B5"/>
    <w:rsid w:val="00352548"/>
    <w:rsid w:val="003525C5"/>
    <w:rsid w:val="003529FD"/>
    <w:rsid w:val="00352B86"/>
    <w:rsid w:val="00352D6A"/>
    <w:rsid w:val="003535D4"/>
    <w:rsid w:val="0035368E"/>
    <w:rsid w:val="00353BDA"/>
    <w:rsid w:val="00353FF5"/>
    <w:rsid w:val="003542FC"/>
    <w:rsid w:val="00354460"/>
    <w:rsid w:val="00354470"/>
    <w:rsid w:val="00354493"/>
    <w:rsid w:val="00354593"/>
    <w:rsid w:val="0035469D"/>
    <w:rsid w:val="003546E1"/>
    <w:rsid w:val="00354980"/>
    <w:rsid w:val="003549DC"/>
    <w:rsid w:val="00354D9B"/>
    <w:rsid w:val="00354E2E"/>
    <w:rsid w:val="00354E69"/>
    <w:rsid w:val="003551E9"/>
    <w:rsid w:val="00355325"/>
    <w:rsid w:val="003558DC"/>
    <w:rsid w:val="003559A7"/>
    <w:rsid w:val="00355D95"/>
    <w:rsid w:val="00355F40"/>
    <w:rsid w:val="00356023"/>
    <w:rsid w:val="00356144"/>
    <w:rsid w:val="00356F39"/>
    <w:rsid w:val="003570BD"/>
    <w:rsid w:val="00357344"/>
    <w:rsid w:val="0035742A"/>
    <w:rsid w:val="003575C1"/>
    <w:rsid w:val="003579A6"/>
    <w:rsid w:val="003579C6"/>
    <w:rsid w:val="0036076F"/>
    <w:rsid w:val="00360A5F"/>
    <w:rsid w:val="00360F1B"/>
    <w:rsid w:val="00360F67"/>
    <w:rsid w:val="003611C1"/>
    <w:rsid w:val="00361624"/>
    <w:rsid w:val="00361642"/>
    <w:rsid w:val="003618AA"/>
    <w:rsid w:val="003618B5"/>
    <w:rsid w:val="00361AFC"/>
    <w:rsid w:val="00361CA2"/>
    <w:rsid w:val="00362198"/>
    <w:rsid w:val="003625F4"/>
    <w:rsid w:val="0036299A"/>
    <w:rsid w:val="00362CBB"/>
    <w:rsid w:val="00362D19"/>
    <w:rsid w:val="00362F28"/>
    <w:rsid w:val="00362F97"/>
    <w:rsid w:val="0036385C"/>
    <w:rsid w:val="0036398F"/>
    <w:rsid w:val="00363AE3"/>
    <w:rsid w:val="00363C60"/>
    <w:rsid w:val="00363C94"/>
    <w:rsid w:val="00363F99"/>
    <w:rsid w:val="0036400D"/>
    <w:rsid w:val="0036427E"/>
    <w:rsid w:val="00364856"/>
    <w:rsid w:val="00364C0E"/>
    <w:rsid w:val="00364DD3"/>
    <w:rsid w:val="00364DFA"/>
    <w:rsid w:val="00364EDC"/>
    <w:rsid w:val="00365245"/>
    <w:rsid w:val="003652D2"/>
    <w:rsid w:val="00365530"/>
    <w:rsid w:val="003655C8"/>
    <w:rsid w:val="00365653"/>
    <w:rsid w:val="003656C0"/>
    <w:rsid w:val="003657C2"/>
    <w:rsid w:val="00365D67"/>
    <w:rsid w:val="003663DC"/>
    <w:rsid w:val="00366472"/>
    <w:rsid w:val="003666B1"/>
    <w:rsid w:val="00367024"/>
    <w:rsid w:val="0036703E"/>
    <w:rsid w:val="00367063"/>
    <w:rsid w:val="0036733F"/>
    <w:rsid w:val="003673F1"/>
    <w:rsid w:val="003674D2"/>
    <w:rsid w:val="003678A7"/>
    <w:rsid w:val="003678C9"/>
    <w:rsid w:val="00367FCD"/>
    <w:rsid w:val="00370041"/>
    <w:rsid w:val="00370190"/>
    <w:rsid w:val="00370664"/>
    <w:rsid w:val="0037174E"/>
    <w:rsid w:val="003718EF"/>
    <w:rsid w:val="0037197C"/>
    <w:rsid w:val="00371BBE"/>
    <w:rsid w:val="00371D84"/>
    <w:rsid w:val="00371EC7"/>
    <w:rsid w:val="0037218C"/>
    <w:rsid w:val="00372AF2"/>
    <w:rsid w:val="00372BB0"/>
    <w:rsid w:val="00372CDD"/>
    <w:rsid w:val="00373085"/>
    <w:rsid w:val="0037333D"/>
    <w:rsid w:val="003735F9"/>
    <w:rsid w:val="00373E27"/>
    <w:rsid w:val="00373EB9"/>
    <w:rsid w:val="00373FF7"/>
    <w:rsid w:val="003740AE"/>
    <w:rsid w:val="0037426B"/>
    <w:rsid w:val="00374425"/>
    <w:rsid w:val="00374FAB"/>
    <w:rsid w:val="00375128"/>
    <w:rsid w:val="00375129"/>
    <w:rsid w:val="00375316"/>
    <w:rsid w:val="003757B5"/>
    <w:rsid w:val="00375A42"/>
    <w:rsid w:val="00375C0C"/>
    <w:rsid w:val="00375D4E"/>
    <w:rsid w:val="00375DF4"/>
    <w:rsid w:val="00375E0C"/>
    <w:rsid w:val="0037608B"/>
    <w:rsid w:val="00376413"/>
    <w:rsid w:val="0037646A"/>
    <w:rsid w:val="00376960"/>
    <w:rsid w:val="00376B2F"/>
    <w:rsid w:val="00376F0A"/>
    <w:rsid w:val="003776D1"/>
    <w:rsid w:val="003777BF"/>
    <w:rsid w:val="003778D9"/>
    <w:rsid w:val="00377B1A"/>
    <w:rsid w:val="00377D36"/>
    <w:rsid w:val="00377DA2"/>
    <w:rsid w:val="00380026"/>
    <w:rsid w:val="00380063"/>
    <w:rsid w:val="00380091"/>
    <w:rsid w:val="00380489"/>
    <w:rsid w:val="003804E6"/>
    <w:rsid w:val="0038061A"/>
    <w:rsid w:val="00380665"/>
    <w:rsid w:val="003808F4"/>
    <w:rsid w:val="00380C27"/>
    <w:rsid w:val="003812E1"/>
    <w:rsid w:val="003812F5"/>
    <w:rsid w:val="0038189F"/>
    <w:rsid w:val="003819B5"/>
    <w:rsid w:val="00381D54"/>
    <w:rsid w:val="00381FB7"/>
    <w:rsid w:val="00382333"/>
    <w:rsid w:val="00382406"/>
    <w:rsid w:val="0038243A"/>
    <w:rsid w:val="00382741"/>
    <w:rsid w:val="003827CA"/>
    <w:rsid w:val="003828E3"/>
    <w:rsid w:val="00382E04"/>
    <w:rsid w:val="00383AC5"/>
    <w:rsid w:val="00383C00"/>
    <w:rsid w:val="00383DFE"/>
    <w:rsid w:val="00383ED5"/>
    <w:rsid w:val="00383F25"/>
    <w:rsid w:val="0038467C"/>
    <w:rsid w:val="00384702"/>
    <w:rsid w:val="00384746"/>
    <w:rsid w:val="0038482E"/>
    <w:rsid w:val="003848B8"/>
    <w:rsid w:val="00384A5F"/>
    <w:rsid w:val="003850AA"/>
    <w:rsid w:val="003850B1"/>
    <w:rsid w:val="00385160"/>
    <w:rsid w:val="00385C2D"/>
    <w:rsid w:val="003861DD"/>
    <w:rsid w:val="00386253"/>
    <w:rsid w:val="003862EF"/>
    <w:rsid w:val="0038683D"/>
    <w:rsid w:val="00386C0D"/>
    <w:rsid w:val="00386EAE"/>
    <w:rsid w:val="00386EC5"/>
    <w:rsid w:val="003870FF"/>
    <w:rsid w:val="0038710C"/>
    <w:rsid w:val="00387434"/>
    <w:rsid w:val="0038753E"/>
    <w:rsid w:val="003875B3"/>
    <w:rsid w:val="00387759"/>
    <w:rsid w:val="00387909"/>
    <w:rsid w:val="00387BC1"/>
    <w:rsid w:val="00387ECD"/>
    <w:rsid w:val="003900E1"/>
    <w:rsid w:val="00390641"/>
    <w:rsid w:val="00390663"/>
    <w:rsid w:val="00390748"/>
    <w:rsid w:val="003908CD"/>
    <w:rsid w:val="00390B49"/>
    <w:rsid w:val="00390BB2"/>
    <w:rsid w:val="0039116A"/>
    <w:rsid w:val="003915E6"/>
    <w:rsid w:val="003917EE"/>
    <w:rsid w:val="00391C80"/>
    <w:rsid w:val="003925C5"/>
    <w:rsid w:val="00392BD3"/>
    <w:rsid w:val="00392D0A"/>
    <w:rsid w:val="00393613"/>
    <w:rsid w:val="00394032"/>
    <w:rsid w:val="003940A6"/>
    <w:rsid w:val="0039419A"/>
    <w:rsid w:val="003942F3"/>
    <w:rsid w:val="00394751"/>
    <w:rsid w:val="00394C45"/>
    <w:rsid w:val="00394FFA"/>
    <w:rsid w:val="003951F3"/>
    <w:rsid w:val="003951FD"/>
    <w:rsid w:val="003957C6"/>
    <w:rsid w:val="003958D9"/>
    <w:rsid w:val="00395916"/>
    <w:rsid w:val="00395A6C"/>
    <w:rsid w:val="00395B20"/>
    <w:rsid w:val="00395EF8"/>
    <w:rsid w:val="0039615A"/>
    <w:rsid w:val="003963F3"/>
    <w:rsid w:val="003968F8"/>
    <w:rsid w:val="003969DB"/>
    <w:rsid w:val="00396B3E"/>
    <w:rsid w:val="00397065"/>
    <w:rsid w:val="00397439"/>
    <w:rsid w:val="0039787F"/>
    <w:rsid w:val="003978EF"/>
    <w:rsid w:val="00397AC9"/>
    <w:rsid w:val="00397D33"/>
    <w:rsid w:val="003A0E43"/>
    <w:rsid w:val="003A0F06"/>
    <w:rsid w:val="003A13B7"/>
    <w:rsid w:val="003A1475"/>
    <w:rsid w:val="003A15A7"/>
    <w:rsid w:val="003A163C"/>
    <w:rsid w:val="003A2493"/>
    <w:rsid w:val="003A24A7"/>
    <w:rsid w:val="003A2AD6"/>
    <w:rsid w:val="003A2C59"/>
    <w:rsid w:val="003A3298"/>
    <w:rsid w:val="003A366A"/>
    <w:rsid w:val="003A37A6"/>
    <w:rsid w:val="003A3D33"/>
    <w:rsid w:val="003A4085"/>
    <w:rsid w:val="003A4091"/>
    <w:rsid w:val="003A4587"/>
    <w:rsid w:val="003A4A49"/>
    <w:rsid w:val="003A4BF3"/>
    <w:rsid w:val="003A4E85"/>
    <w:rsid w:val="003A4F02"/>
    <w:rsid w:val="003A4F14"/>
    <w:rsid w:val="003A5129"/>
    <w:rsid w:val="003A5384"/>
    <w:rsid w:val="003A55E4"/>
    <w:rsid w:val="003A5CF7"/>
    <w:rsid w:val="003A5F5E"/>
    <w:rsid w:val="003A64C6"/>
    <w:rsid w:val="003A6522"/>
    <w:rsid w:val="003A661E"/>
    <w:rsid w:val="003A6640"/>
    <w:rsid w:val="003A679A"/>
    <w:rsid w:val="003A6819"/>
    <w:rsid w:val="003A7027"/>
    <w:rsid w:val="003A7852"/>
    <w:rsid w:val="003A7874"/>
    <w:rsid w:val="003A7D1E"/>
    <w:rsid w:val="003B051D"/>
    <w:rsid w:val="003B05AE"/>
    <w:rsid w:val="003B0913"/>
    <w:rsid w:val="003B0962"/>
    <w:rsid w:val="003B0A63"/>
    <w:rsid w:val="003B1027"/>
    <w:rsid w:val="003B10F8"/>
    <w:rsid w:val="003B1119"/>
    <w:rsid w:val="003B182D"/>
    <w:rsid w:val="003B1AB6"/>
    <w:rsid w:val="003B1E47"/>
    <w:rsid w:val="003B20C5"/>
    <w:rsid w:val="003B21AF"/>
    <w:rsid w:val="003B2574"/>
    <w:rsid w:val="003B2DA2"/>
    <w:rsid w:val="003B35BA"/>
    <w:rsid w:val="003B3BC4"/>
    <w:rsid w:val="003B3CF9"/>
    <w:rsid w:val="003B3D7A"/>
    <w:rsid w:val="003B4234"/>
    <w:rsid w:val="003B45C6"/>
    <w:rsid w:val="003B45DE"/>
    <w:rsid w:val="003B45E7"/>
    <w:rsid w:val="003B4609"/>
    <w:rsid w:val="003B47AC"/>
    <w:rsid w:val="003B4B00"/>
    <w:rsid w:val="003B5031"/>
    <w:rsid w:val="003B5878"/>
    <w:rsid w:val="003B59AE"/>
    <w:rsid w:val="003B5A4D"/>
    <w:rsid w:val="003B5B3A"/>
    <w:rsid w:val="003B5D0F"/>
    <w:rsid w:val="003B5F61"/>
    <w:rsid w:val="003B6066"/>
    <w:rsid w:val="003B6283"/>
    <w:rsid w:val="003B63A7"/>
    <w:rsid w:val="003B648E"/>
    <w:rsid w:val="003B6720"/>
    <w:rsid w:val="003B692C"/>
    <w:rsid w:val="003B6B54"/>
    <w:rsid w:val="003B6BE5"/>
    <w:rsid w:val="003B6FC2"/>
    <w:rsid w:val="003B7124"/>
    <w:rsid w:val="003B7250"/>
    <w:rsid w:val="003B74D9"/>
    <w:rsid w:val="003B7604"/>
    <w:rsid w:val="003B766C"/>
    <w:rsid w:val="003B76C6"/>
    <w:rsid w:val="003B76C7"/>
    <w:rsid w:val="003B775B"/>
    <w:rsid w:val="003B7777"/>
    <w:rsid w:val="003B7CAB"/>
    <w:rsid w:val="003B7D9E"/>
    <w:rsid w:val="003B7E45"/>
    <w:rsid w:val="003B7F6E"/>
    <w:rsid w:val="003B7FA9"/>
    <w:rsid w:val="003C08C2"/>
    <w:rsid w:val="003C0979"/>
    <w:rsid w:val="003C0EF8"/>
    <w:rsid w:val="003C100F"/>
    <w:rsid w:val="003C1080"/>
    <w:rsid w:val="003C12BD"/>
    <w:rsid w:val="003C12C0"/>
    <w:rsid w:val="003C13C7"/>
    <w:rsid w:val="003C1CA4"/>
    <w:rsid w:val="003C1D03"/>
    <w:rsid w:val="003C1DDA"/>
    <w:rsid w:val="003C1F7F"/>
    <w:rsid w:val="003C2005"/>
    <w:rsid w:val="003C2374"/>
    <w:rsid w:val="003C28B2"/>
    <w:rsid w:val="003C292B"/>
    <w:rsid w:val="003C29DA"/>
    <w:rsid w:val="003C2B52"/>
    <w:rsid w:val="003C2F9B"/>
    <w:rsid w:val="003C3011"/>
    <w:rsid w:val="003C33C1"/>
    <w:rsid w:val="003C3593"/>
    <w:rsid w:val="003C3663"/>
    <w:rsid w:val="003C3E93"/>
    <w:rsid w:val="003C47E0"/>
    <w:rsid w:val="003C4D9B"/>
    <w:rsid w:val="003C4E5D"/>
    <w:rsid w:val="003C5306"/>
    <w:rsid w:val="003C5559"/>
    <w:rsid w:val="003C56D6"/>
    <w:rsid w:val="003C58F5"/>
    <w:rsid w:val="003C5F05"/>
    <w:rsid w:val="003C5FB9"/>
    <w:rsid w:val="003C60CA"/>
    <w:rsid w:val="003C6354"/>
    <w:rsid w:val="003C6663"/>
    <w:rsid w:val="003C6CD4"/>
    <w:rsid w:val="003C6D16"/>
    <w:rsid w:val="003C6F3B"/>
    <w:rsid w:val="003C716B"/>
    <w:rsid w:val="003C728D"/>
    <w:rsid w:val="003C7404"/>
    <w:rsid w:val="003C776E"/>
    <w:rsid w:val="003C7825"/>
    <w:rsid w:val="003C78F5"/>
    <w:rsid w:val="003C7C08"/>
    <w:rsid w:val="003C7D2D"/>
    <w:rsid w:val="003C7E3D"/>
    <w:rsid w:val="003D01B5"/>
    <w:rsid w:val="003D04CF"/>
    <w:rsid w:val="003D0857"/>
    <w:rsid w:val="003D0900"/>
    <w:rsid w:val="003D0B79"/>
    <w:rsid w:val="003D0E16"/>
    <w:rsid w:val="003D12B7"/>
    <w:rsid w:val="003D135E"/>
    <w:rsid w:val="003D1CF4"/>
    <w:rsid w:val="003D1FCA"/>
    <w:rsid w:val="003D2087"/>
    <w:rsid w:val="003D2459"/>
    <w:rsid w:val="003D282B"/>
    <w:rsid w:val="003D28ED"/>
    <w:rsid w:val="003D2D75"/>
    <w:rsid w:val="003D2E62"/>
    <w:rsid w:val="003D2EA4"/>
    <w:rsid w:val="003D3025"/>
    <w:rsid w:val="003D3107"/>
    <w:rsid w:val="003D3359"/>
    <w:rsid w:val="003D374A"/>
    <w:rsid w:val="003D3889"/>
    <w:rsid w:val="003D3D19"/>
    <w:rsid w:val="003D3DE2"/>
    <w:rsid w:val="003D3E37"/>
    <w:rsid w:val="003D4385"/>
    <w:rsid w:val="003D4B98"/>
    <w:rsid w:val="003D4C31"/>
    <w:rsid w:val="003D4D47"/>
    <w:rsid w:val="003D4D5F"/>
    <w:rsid w:val="003D5579"/>
    <w:rsid w:val="003D5652"/>
    <w:rsid w:val="003D580C"/>
    <w:rsid w:val="003D5AB5"/>
    <w:rsid w:val="003D5C82"/>
    <w:rsid w:val="003D6044"/>
    <w:rsid w:val="003D6311"/>
    <w:rsid w:val="003D66C8"/>
    <w:rsid w:val="003D671C"/>
    <w:rsid w:val="003D67AC"/>
    <w:rsid w:val="003D6A4D"/>
    <w:rsid w:val="003D6AEB"/>
    <w:rsid w:val="003D70F0"/>
    <w:rsid w:val="003D76F8"/>
    <w:rsid w:val="003D7751"/>
    <w:rsid w:val="003D77D7"/>
    <w:rsid w:val="003D791F"/>
    <w:rsid w:val="003D794D"/>
    <w:rsid w:val="003D7B4C"/>
    <w:rsid w:val="003D7DBC"/>
    <w:rsid w:val="003D7F8A"/>
    <w:rsid w:val="003E00E9"/>
    <w:rsid w:val="003E0888"/>
    <w:rsid w:val="003E0C0E"/>
    <w:rsid w:val="003E0C2D"/>
    <w:rsid w:val="003E0C81"/>
    <w:rsid w:val="003E0F13"/>
    <w:rsid w:val="003E11E0"/>
    <w:rsid w:val="003E148D"/>
    <w:rsid w:val="003E1756"/>
    <w:rsid w:val="003E1A5B"/>
    <w:rsid w:val="003E1EF5"/>
    <w:rsid w:val="003E233A"/>
    <w:rsid w:val="003E2350"/>
    <w:rsid w:val="003E2755"/>
    <w:rsid w:val="003E28B2"/>
    <w:rsid w:val="003E2BA4"/>
    <w:rsid w:val="003E3600"/>
    <w:rsid w:val="003E373B"/>
    <w:rsid w:val="003E3B29"/>
    <w:rsid w:val="003E3DB7"/>
    <w:rsid w:val="003E4322"/>
    <w:rsid w:val="003E4394"/>
    <w:rsid w:val="003E4681"/>
    <w:rsid w:val="003E4DF3"/>
    <w:rsid w:val="003E525A"/>
    <w:rsid w:val="003E5406"/>
    <w:rsid w:val="003E5451"/>
    <w:rsid w:val="003E54B2"/>
    <w:rsid w:val="003E56E1"/>
    <w:rsid w:val="003E5A7E"/>
    <w:rsid w:val="003E5E3C"/>
    <w:rsid w:val="003E622E"/>
    <w:rsid w:val="003E6422"/>
    <w:rsid w:val="003E64E7"/>
    <w:rsid w:val="003E65EB"/>
    <w:rsid w:val="003E687A"/>
    <w:rsid w:val="003E6F42"/>
    <w:rsid w:val="003E7181"/>
    <w:rsid w:val="003E73D4"/>
    <w:rsid w:val="003E7636"/>
    <w:rsid w:val="003E7C50"/>
    <w:rsid w:val="003E7DA4"/>
    <w:rsid w:val="003F0241"/>
    <w:rsid w:val="003F033B"/>
    <w:rsid w:val="003F0342"/>
    <w:rsid w:val="003F0891"/>
    <w:rsid w:val="003F0BA3"/>
    <w:rsid w:val="003F0DEE"/>
    <w:rsid w:val="003F125D"/>
    <w:rsid w:val="003F15A3"/>
    <w:rsid w:val="003F1621"/>
    <w:rsid w:val="003F175A"/>
    <w:rsid w:val="003F1AA2"/>
    <w:rsid w:val="003F1BDB"/>
    <w:rsid w:val="003F1E0B"/>
    <w:rsid w:val="003F294D"/>
    <w:rsid w:val="003F2C22"/>
    <w:rsid w:val="003F2EB4"/>
    <w:rsid w:val="003F2F8A"/>
    <w:rsid w:val="003F30D5"/>
    <w:rsid w:val="003F3302"/>
    <w:rsid w:val="003F33DE"/>
    <w:rsid w:val="003F3447"/>
    <w:rsid w:val="003F345E"/>
    <w:rsid w:val="003F3679"/>
    <w:rsid w:val="003F3C30"/>
    <w:rsid w:val="003F3D1F"/>
    <w:rsid w:val="003F4016"/>
    <w:rsid w:val="003F4A0F"/>
    <w:rsid w:val="003F5456"/>
    <w:rsid w:val="003F56E2"/>
    <w:rsid w:val="003F5876"/>
    <w:rsid w:val="003F5B2B"/>
    <w:rsid w:val="003F5BBE"/>
    <w:rsid w:val="003F6454"/>
    <w:rsid w:val="003F65E3"/>
    <w:rsid w:val="003F6BF0"/>
    <w:rsid w:val="003F6F0B"/>
    <w:rsid w:val="003F705B"/>
    <w:rsid w:val="003F7297"/>
    <w:rsid w:val="003F74C7"/>
    <w:rsid w:val="004002CE"/>
    <w:rsid w:val="00400623"/>
    <w:rsid w:val="00400643"/>
    <w:rsid w:val="004006D0"/>
    <w:rsid w:val="0040075F"/>
    <w:rsid w:val="00400C33"/>
    <w:rsid w:val="00400DD2"/>
    <w:rsid w:val="00400ECB"/>
    <w:rsid w:val="00400F6D"/>
    <w:rsid w:val="0040110B"/>
    <w:rsid w:val="00401429"/>
    <w:rsid w:val="004015B4"/>
    <w:rsid w:val="00401774"/>
    <w:rsid w:val="00401969"/>
    <w:rsid w:val="00401B2D"/>
    <w:rsid w:val="00401CFB"/>
    <w:rsid w:val="00401D4B"/>
    <w:rsid w:val="00401FC3"/>
    <w:rsid w:val="00402327"/>
    <w:rsid w:val="00402758"/>
    <w:rsid w:val="0040292D"/>
    <w:rsid w:val="004029B4"/>
    <w:rsid w:val="00402C65"/>
    <w:rsid w:val="00402D6D"/>
    <w:rsid w:val="00403351"/>
    <w:rsid w:val="0040350E"/>
    <w:rsid w:val="00403AF0"/>
    <w:rsid w:val="00403C8C"/>
    <w:rsid w:val="00403E7C"/>
    <w:rsid w:val="00403F69"/>
    <w:rsid w:val="004040F8"/>
    <w:rsid w:val="004043DE"/>
    <w:rsid w:val="00404629"/>
    <w:rsid w:val="004047C2"/>
    <w:rsid w:val="00404820"/>
    <w:rsid w:val="00404955"/>
    <w:rsid w:val="00404CEB"/>
    <w:rsid w:val="00404EB7"/>
    <w:rsid w:val="00404FCF"/>
    <w:rsid w:val="004050DF"/>
    <w:rsid w:val="00405FA7"/>
    <w:rsid w:val="0040601F"/>
    <w:rsid w:val="00406926"/>
    <w:rsid w:val="00406DBB"/>
    <w:rsid w:val="00406F5A"/>
    <w:rsid w:val="0040726B"/>
    <w:rsid w:val="004072DF"/>
    <w:rsid w:val="00407378"/>
    <w:rsid w:val="00407B9B"/>
    <w:rsid w:val="00407C19"/>
    <w:rsid w:val="00407D56"/>
    <w:rsid w:val="00407E78"/>
    <w:rsid w:val="00407EEA"/>
    <w:rsid w:val="0041042A"/>
    <w:rsid w:val="0041064A"/>
    <w:rsid w:val="0041077B"/>
    <w:rsid w:val="004108CC"/>
    <w:rsid w:val="004109A9"/>
    <w:rsid w:val="00410BA2"/>
    <w:rsid w:val="00411154"/>
    <w:rsid w:val="004114FC"/>
    <w:rsid w:val="004117DF"/>
    <w:rsid w:val="00411A71"/>
    <w:rsid w:val="00411A81"/>
    <w:rsid w:val="00411B8C"/>
    <w:rsid w:val="00411BB4"/>
    <w:rsid w:val="00411E45"/>
    <w:rsid w:val="0041210D"/>
    <w:rsid w:val="004125BB"/>
    <w:rsid w:val="0041294B"/>
    <w:rsid w:val="00412A81"/>
    <w:rsid w:val="00412AE5"/>
    <w:rsid w:val="00412AEA"/>
    <w:rsid w:val="00412B29"/>
    <w:rsid w:val="00412D83"/>
    <w:rsid w:val="00412DF8"/>
    <w:rsid w:val="00412F89"/>
    <w:rsid w:val="00413350"/>
    <w:rsid w:val="00413430"/>
    <w:rsid w:val="00413439"/>
    <w:rsid w:val="00413A32"/>
    <w:rsid w:val="00413E2E"/>
    <w:rsid w:val="00414C9C"/>
    <w:rsid w:val="00414CD5"/>
    <w:rsid w:val="00414CE7"/>
    <w:rsid w:val="00415087"/>
    <w:rsid w:val="00415427"/>
    <w:rsid w:val="00415A92"/>
    <w:rsid w:val="00415C1F"/>
    <w:rsid w:val="00415D1E"/>
    <w:rsid w:val="00415ED0"/>
    <w:rsid w:val="00416200"/>
    <w:rsid w:val="0041635B"/>
    <w:rsid w:val="00416498"/>
    <w:rsid w:val="00416546"/>
    <w:rsid w:val="00416E2B"/>
    <w:rsid w:val="00416ED2"/>
    <w:rsid w:val="0041723C"/>
    <w:rsid w:val="0041734E"/>
    <w:rsid w:val="004173E4"/>
    <w:rsid w:val="004173FB"/>
    <w:rsid w:val="0041768A"/>
    <w:rsid w:val="00417ACC"/>
    <w:rsid w:val="00417BC3"/>
    <w:rsid w:val="00417F90"/>
    <w:rsid w:val="0042002B"/>
    <w:rsid w:val="0042022B"/>
    <w:rsid w:val="0042038F"/>
    <w:rsid w:val="004209BA"/>
    <w:rsid w:val="00420B53"/>
    <w:rsid w:val="00420C44"/>
    <w:rsid w:val="00420CF7"/>
    <w:rsid w:val="0042132D"/>
    <w:rsid w:val="00421AFE"/>
    <w:rsid w:val="00421FEF"/>
    <w:rsid w:val="004222FA"/>
    <w:rsid w:val="00422AC6"/>
    <w:rsid w:val="0042331F"/>
    <w:rsid w:val="00423535"/>
    <w:rsid w:val="00423A64"/>
    <w:rsid w:val="00423ACC"/>
    <w:rsid w:val="00423AF7"/>
    <w:rsid w:val="00423C27"/>
    <w:rsid w:val="00423C3A"/>
    <w:rsid w:val="00423CED"/>
    <w:rsid w:val="00423CEF"/>
    <w:rsid w:val="00423CF2"/>
    <w:rsid w:val="00423F95"/>
    <w:rsid w:val="004240CA"/>
    <w:rsid w:val="004241E7"/>
    <w:rsid w:val="004242C1"/>
    <w:rsid w:val="00424510"/>
    <w:rsid w:val="0042453D"/>
    <w:rsid w:val="004246DB"/>
    <w:rsid w:val="00424E18"/>
    <w:rsid w:val="004250C6"/>
    <w:rsid w:val="0042531F"/>
    <w:rsid w:val="004256BF"/>
    <w:rsid w:val="0042593F"/>
    <w:rsid w:val="00425F33"/>
    <w:rsid w:val="00426216"/>
    <w:rsid w:val="0042635F"/>
    <w:rsid w:val="004263E7"/>
    <w:rsid w:val="00426548"/>
    <w:rsid w:val="00426F5F"/>
    <w:rsid w:val="0042704E"/>
    <w:rsid w:val="004270DC"/>
    <w:rsid w:val="004272F7"/>
    <w:rsid w:val="00427361"/>
    <w:rsid w:val="0042754B"/>
    <w:rsid w:val="00427FAE"/>
    <w:rsid w:val="00427FC0"/>
    <w:rsid w:val="0043005A"/>
    <w:rsid w:val="004300E6"/>
    <w:rsid w:val="004301B7"/>
    <w:rsid w:val="004301D6"/>
    <w:rsid w:val="00430581"/>
    <w:rsid w:val="00430844"/>
    <w:rsid w:val="0043086C"/>
    <w:rsid w:val="004308A5"/>
    <w:rsid w:val="0043096E"/>
    <w:rsid w:val="00430C6F"/>
    <w:rsid w:val="00430E5B"/>
    <w:rsid w:val="00432054"/>
    <w:rsid w:val="0043220A"/>
    <w:rsid w:val="004323D4"/>
    <w:rsid w:val="004327F6"/>
    <w:rsid w:val="00432870"/>
    <w:rsid w:val="00432C33"/>
    <w:rsid w:val="004331FF"/>
    <w:rsid w:val="00433629"/>
    <w:rsid w:val="00433EA5"/>
    <w:rsid w:val="00433EBE"/>
    <w:rsid w:val="00433F48"/>
    <w:rsid w:val="00433F89"/>
    <w:rsid w:val="00434102"/>
    <w:rsid w:val="00434520"/>
    <w:rsid w:val="004345AD"/>
    <w:rsid w:val="00434A97"/>
    <w:rsid w:val="00434ECB"/>
    <w:rsid w:val="00435ED2"/>
    <w:rsid w:val="00435ED3"/>
    <w:rsid w:val="00436163"/>
    <w:rsid w:val="004361D9"/>
    <w:rsid w:val="00436319"/>
    <w:rsid w:val="004366B7"/>
    <w:rsid w:val="00436CBB"/>
    <w:rsid w:val="00437035"/>
    <w:rsid w:val="004370BB"/>
    <w:rsid w:val="004372B0"/>
    <w:rsid w:val="0043742A"/>
    <w:rsid w:val="00437801"/>
    <w:rsid w:val="0043783C"/>
    <w:rsid w:val="00437AF9"/>
    <w:rsid w:val="00440485"/>
    <w:rsid w:val="0044073A"/>
    <w:rsid w:val="00440B9C"/>
    <w:rsid w:val="00440C62"/>
    <w:rsid w:val="00440F5F"/>
    <w:rsid w:val="00441243"/>
    <w:rsid w:val="00441252"/>
    <w:rsid w:val="0044129D"/>
    <w:rsid w:val="004415F5"/>
    <w:rsid w:val="004418FB"/>
    <w:rsid w:val="00441AB9"/>
    <w:rsid w:val="004421F3"/>
    <w:rsid w:val="0044274E"/>
    <w:rsid w:val="0044284F"/>
    <w:rsid w:val="0044292F"/>
    <w:rsid w:val="00442D6C"/>
    <w:rsid w:val="00443B38"/>
    <w:rsid w:val="00443DFE"/>
    <w:rsid w:val="00443FB4"/>
    <w:rsid w:val="004440AA"/>
    <w:rsid w:val="0044476A"/>
    <w:rsid w:val="004448EF"/>
    <w:rsid w:val="00444A73"/>
    <w:rsid w:val="00444E19"/>
    <w:rsid w:val="00444EB1"/>
    <w:rsid w:val="00445104"/>
    <w:rsid w:val="004457B8"/>
    <w:rsid w:val="0044598A"/>
    <w:rsid w:val="004467F4"/>
    <w:rsid w:val="00446ABF"/>
    <w:rsid w:val="00446BBA"/>
    <w:rsid w:val="00446C9C"/>
    <w:rsid w:val="00446CAB"/>
    <w:rsid w:val="0044713D"/>
    <w:rsid w:val="00447165"/>
    <w:rsid w:val="004476F3"/>
    <w:rsid w:val="0044772C"/>
    <w:rsid w:val="004477E0"/>
    <w:rsid w:val="004479B2"/>
    <w:rsid w:val="004479F9"/>
    <w:rsid w:val="00447B6C"/>
    <w:rsid w:val="004506A0"/>
    <w:rsid w:val="004508CC"/>
    <w:rsid w:val="00450C99"/>
    <w:rsid w:val="00450CA3"/>
    <w:rsid w:val="00450D1C"/>
    <w:rsid w:val="00451122"/>
    <w:rsid w:val="004511BE"/>
    <w:rsid w:val="004514FB"/>
    <w:rsid w:val="00451923"/>
    <w:rsid w:val="00451B63"/>
    <w:rsid w:val="00451C5A"/>
    <w:rsid w:val="00451CFC"/>
    <w:rsid w:val="0045240A"/>
    <w:rsid w:val="004525F3"/>
    <w:rsid w:val="0045266F"/>
    <w:rsid w:val="00452949"/>
    <w:rsid w:val="00452A88"/>
    <w:rsid w:val="00452BEB"/>
    <w:rsid w:val="00452C12"/>
    <w:rsid w:val="00452FF1"/>
    <w:rsid w:val="004532A0"/>
    <w:rsid w:val="004532A9"/>
    <w:rsid w:val="00453381"/>
    <w:rsid w:val="004538D5"/>
    <w:rsid w:val="00453A3D"/>
    <w:rsid w:val="00453CDA"/>
    <w:rsid w:val="00453D8D"/>
    <w:rsid w:val="00454113"/>
    <w:rsid w:val="00454160"/>
    <w:rsid w:val="004541B0"/>
    <w:rsid w:val="004543D2"/>
    <w:rsid w:val="00454FC8"/>
    <w:rsid w:val="004551AE"/>
    <w:rsid w:val="00455204"/>
    <w:rsid w:val="0045527A"/>
    <w:rsid w:val="004555D0"/>
    <w:rsid w:val="004557F7"/>
    <w:rsid w:val="00455983"/>
    <w:rsid w:val="004559BC"/>
    <w:rsid w:val="00455A1C"/>
    <w:rsid w:val="00455A59"/>
    <w:rsid w:val="00455AD3"/>
    <w:rsid w:val="00455E20"/>
    <w:rsid w:val="00456027"/>
    <w:rsid w:val="00456281"/>
    <w:rsid w:val="0045653A"/>
    <w:rsid w:val="004566BA"/>
    <w:rsid w:val="00456BF4"/>
    <w:rsid w:val="00456DAC"/>
    <w:rsid w:val="0045706E"/>
    <w:rsid w:val="00457381"/>
    <w:rsid w:val="00457477"/>
    <w:rsid w:val="004575A1"/>
    <w:rsid w:val="004576AA"/>
    <w:rsid w:val="004579CA"/>
    <w:rsid w:val="00457C77"/>
    <w:rsid w:val="00457D7B"/>
    <w:rsid w:val="00457F8D"/>
    <w:rsid w:val="004603C3"/>
    <w:rsid w:val="004604DB"/>
    <w:rsid w:val="0046057C"/>
    <w:rsid w:val="004605D1"/>
    <w:rsid w:val="004607B5"/>
    <w:rsid w:val="00460801"/>
    <w:rsid w:val="004609B0"/>
    <w:rsid w:val="00460E86"/>
    <w:rsid w:val="00460F72"/>
    <w:rsid w:val="00461042"/>
    <w:rsid w:val="00461300"/>
    <w:rsid w:val="004613CC"/>
    <w:rsid w:val="0046145E"/>
    <w:rsid w:val="0046146B"/>
    <w:rsid w:val="00461659"/>
    <w:rsid w:val="004617CD"/>
    <w:rsid w:val="00462653"/>
    <w:rsid w:val="004626FB"/>
    <w:rsid w:val="00462FD9"/>
    <w:rsid w:val="00463008"/>
    <w:rsid w:val="00463126"/>
    <w:rsid w:val="0046360E"/>
    <w:rsid w:val="00463987"/>
    <w:rsid w:val="004639A5"/>
    <w:rsid w:val="00463E47"/>
    <w:rsid w:val="00463EEF"/>
    <w:rsid w:val="0046408A"/>
    <w:rsid w:val="00464728"/>
    <w:rsid w:val="00464879"/>
    <w:rsid w:val="00464A7E"/>
    <w:rsid w:val="00464F02"/>
    <w:rsid w:val="00464FB5"/>
    <w:rsid w:val="0046541C"/>
    <w:rsid w:val="004655E2"/>
    <w:rsid w:val="00466071"/>
    <w:rsid w:val="0046634E"/>
    <w:rsid w:val="00466C7A"/>
    <w:rsid w:val="00466E01"/>
    <w:rsid w:val="00466E99"/>
    <w:rsid w:val="00466F86"/>
    <w:rsid w:val="00467910"/>
    <w:rsid w:val="00467A1B"/>
    <w:rsid w:val="00467B5D"/>
    <w:rsid w:val="00467E54"/>
    <w:rsid w:val="00470378"/>
    <w:rsid w:val="0047053A"/>
    <w:rsid w:val="00470BE2"/>
    <w:rsid w:val="00470C94"/>
    <w:rsid w:val="00470DEB"/>
    <w:rsid w:val="0047154F"/>
    <w:rsid w:val="0047166D"/>
    <w:rsid w:val="0047179E"/>
    <w:rsid w:val="004719E6"/>
    <w:rsid w:val="00471BDB"/>
    <w:rsid w:val="00471C80"/>
    <w:rsid w:val="00471CA9"/>
    <w:rsid w:val="0047216C"/>
    <w:rsid w:val="004722F9"/>
    <w:rsid w:val="004729AE"/>
    <w:rsid w:val="004729D6"/>
    <w:rsid w:val="00472A23"/>
    <w:rsid w:val="00472B61"/>
    <w:rsid w:val="00472D64"/>
    <w:rsid w:val="00472DD3"/>
    <w:rsid w:val="00472FDB"/>
    <w:rsid w:val="0047311A"/>
    <w:rsid w:val="004733C7"/>
    <w:rsid w:val="0047344E"/>
    <w:rsid w:val="00473488"/>
    <w:rsid w:val="00473B23"/>
    <w:rsid w:val="00473B99"/>
    <w:rsid w:val="004744B4"/>
    <w:rsid w:val="00474560"/>
    <w:rsid w:val="00474667"/>
    <w:rsid w:val="004746BF"/>
    <w:rsid w:val="00474A8C"/>
    <w:rsid w:val="00474B94"/>
    <w:rsid w:val="0047520C"/>
    <w:rsid w:val="00475288"/>
    <w:rsid w:val="00475403"/>
    <w:rsid w:val="00475E99"/>
    <w:rsid w:val="0047600F"/>
    <w:rsid w:val="004764DA"/>
    <w:rsid w:val="0047664F"/>
    <w:rsid w:val="004769C8"/>
    <w:rsid w:val="00476BFB"/>
    <w:rsid w:val="00476D5B"/>
    <w:rsid w:val="0047701A"/>
    <w:rsid w:val="00477CD3"/>
    <w:rsid w:val="00477D86"/>
    <w:rsid w:val="00477DAD"/>
    <w:rsid w:val="00480700"/>
    <w:rsid w:val="004807D1"/>
    <w:rsid w:val="00480AF0"/>
    <w:rsid w:val="00481146"/>
    <w:rsid w:val="00481584"/>
    <w:rsid w:val="00481A30"/>
    <w:rsid w:val="00481B00"/>
    <w:rsid w:val="00481E61"/>
    <w:rsid w:val="00481FD0"/>
    <w:rsid w:val="0048221F"/>
    <w:rsid w:val="00482255"/>
    <w:rsid w:val="00482567"/>
    <w:rsid w:val="004825A5"/>
    <w:rsid w:val="00482E96"/>
    <w:rsid w:val="004830C8"/>
    <w:rsid w:val="00483315"/>
    <w:rsid w:val="004833D2"/>
    <w:rsid w:val="00483651"/>
    <w:rsid w:val="00483AB5"/>
    <w:rsid w:val="00483AC9"/>
    <w:rsid w:val="00483C2E"/>
    <w:rsid w:val="00483CB2"/>
    <w:rsid w:val="00483CE6"/>
    <w:rsid w:val="004842D7"/>
    <w:rsid w:val="004845CB"/>
    <w:rsid w:val="00484A72"/>
    <w:rsid w:val="004855ED"/>
    <w:rsid w:val="0048627C"/>
    <w:rsid w:val="0048682A"/>
    <w:rsid w:val="0048693A"/>
    <w:rsid w:val="00486C83"/>
    <w:rsid w:val="00486C9A"/>
    <w:rsid w:val="00486DA0"/>
    <w:rsid w:val="00486F41"/>
    <w:rsid w:val="004876A4"/>
    <w:rsid w:val="00487793"/>
    <w:rsid w:val="004878C2"/>
    <w:rsid w:val="004879E8"/>
    <w:rsid w:val="00487B97"/>
    <w:rsid w:val="00487C70"/>
    <w:rsid w:val="00487FC7"/>
    <w:rsid w:val="0049087F"/>
    <w:rsid w:val="00490907"/>
    <w:rsid w:val="0049117E"/>
    <w:rsid w:val="004911CF"/>
    <w:rsid w:val="004911E6"/>
    <w:rsid w:val="004913A0"/>
    <w:rsid w:val="004913EB"/>
    <w:rsid w:val="004919C3"/>
    <w:rsid w:val="00491FC9"/>
    <w:rsid w:val="00492178"/>
    <w:rsid w:val="004921DD"/>
    <w:rsid w:val="0049224F"/>
    <w:rsid w:val="0049244F"/>
    <w:rsid w:val="00492637"/>
    <w:rsid w:val="00492924"/>
    <w:rsid w:val="00492C9D"/>
    <w:rsid w:val="00492EE0"/>
    <w:rsid w:val="004935FB"/>
    <w:rsid w:val="00493647"/>
    <w:rsid w:val="00493A82"/>
    <w:rsid w:val="00493B4F"/>
    <w:rsid w:val="00494033"/>
    <w:rsid w:val="0049478E"/>
    <w:rsid w:val="00494A2C"/>
    <w:rsid w:val="00494CA8"/>
    <w:rsid w:val="00494DAA"/>
    <w:rsid w:val="00494E20"/>
    <w:rsid w:val="00495082"/>
    <w:rsid w:val="004953C3"/>
    <w:rsid w:val="004954BB"/>
    <w:rsid w:val="00496BC5"/>
    <w:rsid w:val="00496BDF"/>
    <w:rsid w:val="00497042"/>
    <w:rsid w:val="00497134"/>
    <w:rsid w:val="004971C0"/>
    <w:rsid w:val="004972BB"/>
    <w:rsid w:val="00497369"/>
    <w:rsid w:val="00497A26"/>
    <w:rsid w:val="004A0866"/>
    <w:rsid w:val="004A0B14"/>
    <w:rsid w:val="004A0D1F"/>
    <w:rsid w:val="004A0DA9"/>
    <w:rsid w:val="004A0E04"/>
    <w:rsid w:val="004A0F1E"/>
    <w:rsid w:val="004A1297"/>
    <w:rsid w:val="004A2A53"/>
    <w:rsid w:val="004A34B4"/>
    <w:rsid w:val="004A380F"/>
    <w:rsid w:val="004A42F3"/>
    <w:rsid w:val="004A4460"/>
    <w:rsid w:val="004A45D8"/>
    <w:rsid w:val="004A49C7"/>
    <w:rsid w:val="004A4A6B"/>
    <w:rsid w:val="004A4B4B"/>
    <w:rsid w:val="004A4DC1"/>
    <w:rsid w:val="004A506C"/>
    <w:rsid w:val="004A51F6"/>
    <w:rsid w:val="004A5741"/>
    <w:rsid w:val="004A5796"/>
    <w:rsid w:val="004A5912"/>
    <w:rsid w:val="004A61FB"/>
    <w:rsid w:val="004A621C"/>
    <w:rsid w:val="004A6378"/>
    <w:rsid w:val="004A65C8"/>
    <w:rsid w:val="004A6AD1"/>
    <w:rsid w:val="004A70B7"/>
    <w:rsid w:val="004A7762"/>
    <w:rsid w:val="004A7EA0"/>
    <w:rsid w:val="004A7FF3"/>
    <w:rsid w:val="004B0074"/>
    <w:rsid w:val="004B03F9"/>
    <w:rsid w:val="004B0601"/>
    <w:rsid w:val="004B0C21"/>
    <w:rsid w:val="004B0E33"/>
    <w:rsid w:val="004B1214"/>
    <w:rsid w:val="004B143C"/>
    <w:rsid w:val="004B16E1"/>
    <w:rsid w:val="004B17F4"/>
    <w:rsid w:val="004B20F4"/>
    <w:rsid w:val="004B2159"/>
    <w:rsid w:val="004B22C9"/>
    <w:rsid w:val="004B23E1"/>
    <w:rsid w:val="004B293A"/>
    <w:rsid w:val="004B2AE5"/>
    <w:rsid w:val="004B2D05"/>
    <w:rsid w:val="004B2DAE"/>
    <w:rsid w:val="004B34DB"/>
    <w:rsid w:val="004B3707"/>
    <w:rsid w:val="004B3AEA"/>
    <w:rsid w:val="004B3F28"/>
    <w:rsid w:val="004B3F5A"/>
    <w:rsid w:val="004B3FB8"/>
    <w:rsid w:val="004B4400"/>
    <w:rsid w:val="004B445A"/>
    <w:rsid w:val="004B4596"/>
    <w:rsid w:val="004B4955"/>
    <w:rsid w:val="004B4FAE"/>
    <w:rsid w:val="004B599D"/>
    <w:rsid w:val="004B5AB2"/>
    <w:rsid w:val="004B5EF5"/>
    <w:rsid w:val="004B616E"/>
    <w:rsid w:val="004B6708"/>
    <w:rsid w:val="004B69CD"/>
    <w:rsid w:val="004B6AD7"/>
    <w:rsid w:val="004B6CA0"/>
    <w:rsid w:val="004B72B8"/>
    <w:rsid w:val="004B7630"/>
    <w:rsid w:val="004B7CF6"/>
    <w:rsid w:val="004B7E89"/>
    <w:rsid w:val="004B7EBD"/>
    <w:rsid w:val="004B7F8D"/>
    <w:rsid w:val="004C04ED"/>
    <w:rsid w:val="004C09AF"/>
    <w:rsid w:val="004C10E4"/>
    <w:rsid w:val="004C1153"/>
    <w:rsid w:val="004C125C"/>
    <w:rsid w:val="004C1276"/>
    <w:rsid w:val="004C129B"/>
    <w:rsid w:val="004C16F5"/>
    <w:rsid w:val="004C222D"/>
    <w:rsid w:val="004C237B"/>
    <w:rsid w:val="004C29AF"/>
    <w:rsid w:val="004C2D26"/>
    <w:rsid w:val="004C34DB"/>
    <w:rsid w:val="004C35FB"/>
    <w:rsid w:val="004C39C2"/>
    <w:rsid w:val="004C39C8"/>
    <w:rsid w:val="004C3D25"/>
    <w:rsid w:val="004C3E4D"/>
    <w:rsid w:val="004C3E57"/>
    <w:rsid w:val="004C3E6F"/>
    <w:rsid w:val="004C3E90"/>
    <w:rsid w:val="004C3EB4"/>
    <w:rsid w:val="004C4336"/>
    <w:rsid w:val="004C46B1"/>
    <w:rsid w:val="004C48AE"/>
    <w:rsid w:val="004C4C84"/>
    <w:rsid w:val="004C4F6B"/>
    <w:rsid w:val="004C519E"/>
    <w:rsid w:val="004C53FA"/>
    <w:rsid w:val="004C55A4"/>
    <w:rsid w:val="004C55B8"/>
    <w:rsid w:val="004C5636"/>
    <w:rsid w:val="004C5E29"/>
    <w:rsid w:val="004C60DB"/>
    <w:rsid w:val="004C64DD"/>
    <w:rsid w:val="004C6A34"/>
    <w:rsid w:val="004C6F3F"/>
    <w:rsid w:val="004C7052"/>
    <w:rsid w:val="004C751A"/>
    <w:rsid w:val="004C7597"/>
    <w:rsid w:val="004C75EA"/>
    <w:rsid w:val="004C77B3"/>
    <w:rsid w:val="004C77B5"/>
    <w:rsid w:val="004C787B"/>
    <w:rsid w:val="004C78F6"/>
    <w:rsid w:val="004C7937"/>
    <w:rsid w:val="004C7B30"/>
    <w:rsid w:val="004C7C81"/>
    <w:rsid w:val="004C7CDD"/>
    <w:rsid w:val="004D043C"/>
    <w:rsid w:val="004D047F"/>
    <w:rsid w:val="004D053D"/>
    <w:rsid w:val="004D0573"/>
    <w:rsid w:val="004D0715"/>
    <w:rsid w:val="004D126B"/>
    <w:rsid w:val="004D1368"/>
    <w:rsid w:val="004D24BF"/>
    <w:rsid w:val="004D2611"/>
    <w:rsid w:val="004D2ABA"/>
    <w:rsid w:val="004D2DB8"/>
    <w:rsid w:val="004D2DC8"/>
    <w:rsid w:val="004D31E3"/>
    <w:rsid w:val="004D373F"/>
    <w:rsid w:val="004D386C"/>
    <w:rsid w:val="004D3925"/>
    <w:rsid w:val="004D3AED"/>
    <w:rsid w:val="004D4593"/>
    <w:rsid w:val="004D471B"/>
    <w:rsid w:val="004D4732"/>
    <w:rsid w:val="004D4CE2"/>
    <w:rsid w:val="004D514A"/>
    <w:rsid w:val="004D54FA"/>
    <w:rsid w:val="004D5517"/>
    <w:rsid w:val="004D58FB"/>
    <w:rsid w:val="004D5B01"/>
    <w:rsid w:val="004D5FD9"/>
    <w:rsid w:val="004D5FE4"/>
    <w:rsid w:val="004D609A"/>
    <w:rsid w:val="004D6131"/>
    <w:rsid w:val="004D67B0"/>
    <w:rsid w:val="004D68E2"/>
    <w:rsid w:val="004D6BF4"/>
    <w:rsid w:val="004D6DB7"/>
    <w:rsid w:val="004D714F"/>
    <w:rsid w:val="004D725B"/>
    <w:rsid w:val="004D7678"/>
    <w:rsid w:val="004D7939"/>
    <w:rsid w:val="004D7CD7"/>
    <w:rsid w:val="004D7E27"/>
    <w:rsid w:val="004D7F33"/>
    <w:rsid w:val="004E01A1"/>
    <w:rsid w:val="004E0233"/>
    <w:rsid w:val="004E069D"/>
    <w:rsid w:val="004E089F"/>
    <w:rsid w:val="004E0F4F"/>
    <w:rsid w:val="004E1391"/>
    <w:rsid w:val="004E1859"/>
    <w:rsid w:val="004E1BA1"/>
    <w:rsid w:val="004E2013"/>
    <w:rsid w:val="004E214B"/>
    <w:rsid w:val="004E21C0"/>
    <w:rsid w:val="004E28B4"/>
    <w:rsid w:val="004E28CA"/>
    <w:rsid w:val="004E2905"/>
    <w:rsid w:val="004E2A44"/>
    <w:rsid w:val="004E2C31"/>
    <w:rsid w:val="004E2FFF"/>
    <w:rsid w:val="004E334E"/>
    <w:rsid w:val="004E341A"/>
    <w:rsid w:val="004E3757"/>
    <w:rsid w:val="004E3A69"/>
    <w:rsid w:val="004E3B54"/>
    <w:rsid w:val="004E45B9"/>
    <w:rsid w:val="004E4866"/>
    <w:rsid w:val="004E4909"/>
    <w:rsid w:val="004E4EA0"/>
    <w:rsid w:val="004E5639"/>
    <w:rsid w:val="004E56D0"/>
    <w:rsid w:val="004E5868"/>
    <w:rsid w:val="004E5B8B"/>
    <w:rsid w:val="004E5BA7"/>
    <w:rsid w:val="004E6B86"/>
    <w:rsid w:val="004E6D1F"/>
    <w:rsid w:val="004E6E95"/>
    <w:rsid w:val="004E7140"/>
    <w:rsid w:val="004E725B"/>
    <w:rsid w:val="004E7C0A"/>
    <w:rsid w:val="004F0184"/>
    <w:rsid w:val="004F04A7"/>
    <w:rsid w:val="004F0548"/>
    <w:rsid w:val="004F0A68"/>
    <w:rsid w:val="004F0B84"/>
    <w:rsid w:val="004F1865"/>
    <w:rsid w:val="004F1AD0"/>
    <w:rsid w:val="004F1C05"/>
    <w:rsid w:val="004F1ED9"/>
    <w:rsid w:val="004F261C"/>
    <w:rsid w:val="004F2783"/>
    <w:rsid w:val="004F2A84"/>
    <w:rsid w:val="004F2FE1"/>
    <w:rsid w:val="004F31AF"/>
    <w:rsid w:val="004F39DE"/>
    <w:rsid w:val="004F3F89"/>
    <w:rsid w:val="004F40ED"/>
    <w:rsid w:val="004F411B"/>
    <w:rsid w:val="004F4367"/>
    <w:rsid w:val="004F44D5"/>
    <w:rsid w:val="004F46FF"/>
    <w:rsid w:val="004F47E8"/>
    <w:rsid w:val="004F4A95"/>
    <w:rsid w:val="004F4CE7"/>
    <w:rsid w:val="004F4E8F"/>
    <w:rsid w:val="004F4FC8"/>
    <w:rsid w:val="004F54EF"/>
    <w:rsid w:val="004F5509"/>
    <w:rsid w:val="004F578A"/>
    <w:rsid w:val="004F5838"/>
    <w:rsid w:val="004F58BA"/>
    <w:rsid w:val="004F5967"/>
    <w:rsid w:val="004F5E82"/>
    <w:rsid w:val="004F6063"/>
    <w:rsid w:val="004F65A5"/>
    <w:rsid w:val="004F6866"/>
    <w:rsid w:val="004F6A42"/>
    <w:rsid w:val="004F6B5B"/>
    <w:rsid w:val="004F6CB4"/>
    <w:rsid w:val="004F713F"/>
    <w:rsid w:val="004F727B"/>
    <w:rsid w:val="004F749A"/>
    <w:rsid w:val="004F7600"/>
    <w:rsid w:val="004F7657"/>
    <w:rsid w:val="004F786A"/>
    <w:rsid w:val="004F793C"/>
    <w:rsid w:val="004F7BBB"/>
    <w:rsid w:val="004F7BEC"/>
    <w:rsid w:val="004F7C34"/>
    <w:rsid w:val="004F7D98"/>
    <w:rsid w:val="004F7F75"/>
    <w:rsid w:val="004F7FA4"/>
    <w:rsid w:val="0050034E"/>
    <w:rsid w:val="0050039B"/>
    <w:rsid w:val="005003E8"/>
    <w:rsid w:val="005007C3"/>
    <w:rsid w:val="0050095D"/>
    <w:rsid w:val="00500A9A"/>
    <w:rsid w:val="0050100C"/>
    <w:rsid w:val="00501082"/>
    <w:rsid w:val="00501159"/>
    <w:rsid w:val="00501282"/>
    <w:rsid w:val="0050162E"/>
    <w:rsid w:val="005018C0"/>
    <w:rsid w:val="00501E1E"/>
    <w:rsid w:val="0050206D"/>
    <w:rsid w:val="0050227C"/>
    <w:rsid w:val="005022E5"/>
    <w:rsid w:val="005026B6"/>
    <w:rsid w:val="005028E6"/>
    <w:rsid w:val="00502A50"/>
    <w:rsid w:val="00502B19"/>
    <w:rsid w:val="00502DCA"/>
    <w:rsid w:val="00503007"/>
    <w:rsid w:val="005033BF"/>
    <w:rsid w:val="00503640"/>
    <w:rsid w:val="00503727"/>
    <w:rsid w:val="005039C3"/>
    <w:rsid w:val="00503DED"/>
    <w:rsid w:val="00503F3B"/>
    <w:rsid w:val="0050437E"/>
    <w:rsid w:val="00504616"/>
    <w:rsid w:val="0050496D"/>
    <w:rsid w:val="00504C15"/>
    <w:rsid w:val="00504DCD"/>
    <w:rsid w:val="0050516F"/>
    <w:rsid w:val="005055CD"/>
    <w:rsid w:val="005058DD"/>
    <w:rsid w:val="00505C9E"/>
    <w:rsid w:val="005064B7"/>
    <w:rsid w:val="005064C6"/>
    <w:rsid w:val="005065F5"/>
    <w:rsid w:val="00506670"/>
    <w:rsid w:val="005072C9"/>
    <w:rsid w:val="005077B9"/>
    <w:rsid w:val="00507AFA"/>
    <w:rsid w:val="00507B11"/>
    <w:rsid w:val="00507D0C"/>
    <w:rsid w:val="005104EE"/>
    <w:rsid w:val="00510678"/>
    <w:rsid w:val="00510A11"/>
    <w:rsid w:val="00510B4E"/>
    <w:rsid w:val="00510D82"/>
    <w:rsid w:val="005114AE"/>
    <w:rsid w:val="00511583"/>
    <w:rsid w:val="00511608"/>
    <w:rsid w:val="00512355"/>
    <w:rsid w:val="0051238E"/>
    <w:rsid w:val="00512F9A"/>
    <w:rsid w:val="00513200"/>
    <w:rsid w:val="00513489"/>
    <w:rsid w:val="00513724"/>
    <w:rsid w:val="00513AB8"/>
    <w:rsid w:val="00513ECC"/>
    <w:rsid w:val="00513F86"/>
    <w:rsid w:val="00513F8C"/>
    <w:rsid w:val="00514125"/>
    <w:rsid w:val="005141A0"/>
    <w:rsid w:val="00514542"/>
    <w:rsid w:val="00514772"/>
    <w:rsid w:val="00514BE5"/>
    <w:rsid w:val="00514BFE"/>
    <w:rsid w:val="00514C4E"/>
    <w:rsid w:val="00514D1E"/>
    <w:rsid w:val="00514D9D"/>
    <w:rsid w:val="00514F35"/>
    <w:rsid w:val="0051524C"/>
    <w:rsid w:val="00515438"/>
    <w:rsid w:val="005155AE"/>
    <w:rsid w:val="005157C9"/>
    <w:rsid w:val="00515AD0"/>
    <w:rsid w:val="00515D64"/>
    <w:rsid w:val="005162DC"/>
    <w:rsid w:val="00516CCC"/>
    <w:rsid w:val="00516F38"/>
    <w:rsid w:val="00517A17"/>
    <w:rsid w:val="00517AE0"/>
    <w:rsid w:val="00517B29"/>
    <w:rsid w:val="00517B72"/>
    <w:rsid w:val="00517D33"/>
    <w:rsid w:val="00517EB8"/>
    <w:rsid w:val="00517F7E"/>
    <w:rsid w:val="00520313"/>
    <w:rsid w:val="005204DF"/>
    <w:rsid w:val="00520789"/>
    <w:rsid w:val="005213BD"/>
    <w:rsid w:val="005216E7"/>
    <w:rsid w:val="005218C0"/>
    <w:rsid w:val="00521DEE"/>
    <w:rsid w:val="0052299A"/>
    <w:rsid w:val="00523374"/>
    <w:rsid w:val="005234A5"/>
    <w:rsid w:val="0052351D"/>
    <w:rsid w:val="005238B8"/>
    <w:rsid w:val="00523AC8"/>
    <w:rsid w:val="00523C68"/>
    <w:rsid w:val="00523D6A"/>
    <w:rsid w:val="00523D74"/>
    <w:rsid w:val="00523E85"/>
    <w:rsid w:val="00524606"/>
    <w:rsid w:val="00524789"/>
    <w:rsid w:val="005247C2"/>
    <w:rsid w:val="00524C5E"/>
    <w:rsid w:val="00524F88"/>
    <w:rsid w:val="0052503D"/>
    <w:rsid w:val="005253DC"/>
    <w:rsid w:val="005254AF"/>
    <w:rsid w:val="005254BC"/>
    <w:rsid w:val="00525784"/>
    <w:rsid w:val="005259FB"/>
    <w:rsid w:val="00525F0F"/>
    <w:rsid w:val="005263D7"/>
    <w:rsid w:val="0052669E"/>
    <w:rsid w:val="00526724"/>
    <w:rsid w:val="005269C1"/>
    <w:rsid w:val="00526DEA"/>
    <w:rsid w:val="0052752C"/>
    <w:rsid w:val="005275A4"/>
    <w:rsid w:val="005277C3"/>
    <w:rsid w:val="0052790C"/>
    <w:rsid w:val="00527948"/>
    <w:rsid w:val="00527A8C"/>
    <w:rsid w:val="00527FC5"/>
    <w:rsid w:val="0053021F"/>
    <w:rsid w:val="00530481"/>
    <w:rsid w:val="005309B1"/>
    <w:rsid w:val="005313EC"/>
    <w:rsid w:val="005315FE"/>
    <w:rsid w:val="00531832"/>
    <w:rsid w:val="00531E8C"/>
    <w:rsid w:val="00531F21"/>
    <w:rsid w:val="00532201"/>
    <w:rsid w:val="005322AF"/>
    <w:rsid w:val="005322FC"/>
    <w:rsid w:val="00532E4D"/>
    <w:rsid w:val="00532F70"/>
    <w:rsid w:val="0053312F"/>
    <w:rsid w:val="0053328D"/>
    <w:rsid w:val="00533C32"/>
    <w:rsid w:val="00533E94"/>
    <w:rsid w:val="00533F26"/>
    <w:rsid w:val="00534231"/>
    <w:rsid w:val="0053446D"/>
    <w:rsid w:val="00534812"/>
    <w:rsid w:val="00534C7F"/>
    <w:rsid w:val="00534CB9"/>
    <w:rsid w:val="005350F6"/>
    <w:rsid w:val="0053513C"/>
    <w:rsid w:val="00535193"/>
    <w:rsid w:val="00535843"/>
    <w:rsid w:val="005358FB"/>
    <w:rsid w:val="00535B92"/>
    <w:rsid w:val="00535F01"/>
    <w:rsid w:val="00535FE2"/>
    <w:rsid w:val="005362A9"/>
    <w:rsid w:val="0053666C"/>
    <w:rsid w:val="00536AFA"/>
    <w:rsid w:val="00536BC5"/>
    <w:rsid w:val="00536E94"/>
    <w:rsid w:val="00537069"/>
    <w:rsid w:val="00537B6D"/>
    <w:rsid w:val="00537EF4"/>
    <w:rsid w:val="005401D9"/>
    <w:rsid w:val="00540425"/>
    <w:rsid w:val="00540471"/>
    <w:rsid w:val="00540B61"/>
    <w:rsid w:val="00541163"/>
    <w:rsid w:val="00541188"/>
    <w:rsid w:val="005413B7"/>
    <w:rsid w:val="005416DF"/>
    <w:rsid w:val="00541A78"/>
    <w:rsid w:val="00542871"/>
    <w:rsid w:val="005429DF"/>
    <w:rsid w:val="00542CFC"/>
    <w:rsid w:val="00542EEF"/>
    <w:rsid w:val="005432E6"/>
    <w:rsid w:val="00543581"/>
    <w:rsid w:val="005438B4"/>
    <w:rsid w:val="005441E7"/>
    <w:rsid w:val="00544444"/>
    <w:rsid w:val="0054465E"/>
    <w:rsid w:val="00544D9D"/>
    <w:rsid w:val="00544DCF"/>
    <w:rsid w:val="0054519A"/>
    <w:rsid w:val="00545312"/>
    <w:rsid w:val="00545699"/>
    <w:rsid w:val="00545B2E"/>
    <w:rsid w:val="00545D5E"/>
    <w:rsid w:val="00545FAB"/>
    <w:rsid w:val="00546405"/>
    <w:rsid w:val="00546537"/>
    <w:rsid w:val="005466E2"/>
    <w:rsid w:val="00546863"/>
    <w:rsid w:val="00546908"/>
    <w:rsid w:val="00546B56"/>
    <w:rsid w:val="00546DBC"/>
    <w:rsid w:val="0054759D"/>
    <w:rsid w:val="00547640"/>
    <w:rsid w:val="00547819"/>
    <w:rsid w:val="00547CDD"/>
    <w:rsid w:val="00550421"/>
    <w:rsid w:val="00550787"/>
    <w:rsid w:val="00550974"/>
    <w:rsid w:val="00550B2F"/>
    <w:rsid w:val="00551278"/>
    <w:rsid w:val="0055127F"/>
    <w:rsid w:val="005514BD"/>
    <w:rsid w:val="005515AB"/>
    <w:rsid w:val="00551628"/>
    <w:rsid w:val="00551712"/>
    <w:rsid w:val="00551834"/>
    <w:rsid w:val="00551A18"/>
    <w:rsid w:val="00551B4F"/>
    <w:rsid w:val="00551CEC"/>
    <w:rsid w:val="00551DA4"/>
    <w:rsid w:val="00551E02"/>
    <w:rsid w:val="00551E9A"/>
    <w:rsid w:val="00552168"/>
    <w:rsid w:val="0055263D"/>
    <w:rsid w:val="00552707"/>
    <w:rsid w:val="005529FE"/>
    <w:rsid w:val="00552C63"/>
    <w:rsid w:val="00552E25"/>
    <w:rsid w:val="00552E65"/>
    <w:rsid w:val="005531C4"/>
    <w:rsid w:val="0055320C"/>
    <w:rsid w:val="005534A0"/>
    <w:rsid w:val="0055382D"/>
    <w:rsid w:val="00553BE8"/>
    <w:rsid w:val="00553E12"/>
    <w:rsid w:val="00553E8E"/>
    <w:rsid w:val="00553F51"/>
    <w:rsid w:val="00553F87"/>
    <w:rsid w:val="005540A6"/>
    <w:rsid w:val="00554162"/>
    <w:rsid w:val="0055443D"/>
    <w:rsid w:val="005549DE"/>
    <w:rsid w:val="00554A2D"/>
    <w:rsid w:val="00554C89"/>
    <w:rsid w:val="00554FE8"/>
    <w:rsid w:val="00555014"/>
    <w:rsid w:val="00555124"/>
    <w:rsid w:val="00555726"/>
    <w:rsid w:val="00555968"/>
    <w:rsid w:val="00555B23"/>
    <w:rsid w:val="00555D01"/>
    <w:rsid w:val="00555E4C"/>
    <w:rsid w:val="00555F02"/>
    <w:rsid w:val="00556029"/>
    <w:rsid w:val="005567A9"/>
    <w:rsid w:val="005568B5"/>
    <w:rsid w:val="00556970"/>
    <w:rsid w:val="00556D6B"/>
    <w:rsid w:val="00556E57"/>
    <w:rsid w:val="00557126"/>
    <w:rsid w:val="005571EF"/>
    <w:rsid w:val="0055777D"/>
    <w:rsid w:val="00557FB6"/>
    <w:rsid w:val="00557FD9"/>
    <w:rsid w:val="005601A3"/>
    <w:rsid w:val="005605F1"/>
    <w:rsid w:val="00560EE0"/>
    <w:rsid w:val="0056120D"/>
    <w:rsid w:val="005612F3"/>
    <w:rsid w:val="00561330"/>
    <w:rsid w:val="00561368"/>
    <w:rsid w:val="005614F6"/>
    <w:rsid w:val="0056158D"/>
    <w:rsid w:val="00561C58"/>
    <w:rsid w:val="00561E7A"/>
    <w:rsid w:val="00561F38"/>
    <w:rsid w:val="00562924"/>
    <w:rsid w:val="005629CD"/>
    <w:rsid w:val="00562C93"/>
    <w:rsid w:val="00562EED"/>
    <w:rsid w:val="005632BA"/>
    <w:rsid w:val="005634C4"/>
    <w:rsid w:val="00563549"/>
    <w:rsid w:val="005638C7"/>
    <w:rsid w:val="005639F1"/>
    <w:rsid w:val="0056428B"/>
    <w:rsid w:val="005647E3"/>
    <w:rsid w:val="00564890"/>
    <w:rsid w:val="00564B0C"/>
    <w:rsid w:val="00564CEA"/>
    <w:rsid w:val="00564DE6"/>
    <w:rsid w:val="00564EAF"/>
    <w:rsid w:val="00565351"/>
    <w:rsid w:val="005655F6"/>
    <w:rsid w:val="00565643"/>
    <w:rsid w:val="00565EF0"/>
    <w:rsid w:val="00565F7E"/>
    <w:rsid w:val="00566157"/>
    <w:rsid w:val="0056686E"/>
    <w:rsid w:val="00566BAF"/>
    <w:rsid w:val="00566D30"/>
    <w:rsid w:val="00566D85"/>
    <w:rsid w:val="00566F91"/>
    <w:rsid w:val="00567068"/>
    <w:rsid w:val="00567399"/>
    <w:rsid w:val="005673A9"/>
    <w:rsid w:val="005679D9"/>
    <w:rsid w:val="0057006C"/>
    <w:rsid w:val="0057039A"/>
    <w:rsid w:val="005704D8"/>
    <w:rsid w:val="00570920"/>
    <w:rsid w:val="00570F29"/>
    <w:rsid w:val="00570F95"/>
    <w:rsid w:val="0057143B"/>
    <w:rsid w:val="00571AC9"/>
    <w:rsid w:val="00571BF1"/>
    <w:rsid w:val="0057215A"/>
    <w:rsid w:val="00572349"/>
    <w:rsid w:val="00572446"/>
    <w:rsid w:val="0057254F"/>
    <w:rsid w:val="00572A9E"/>
    <w:rsid w:val="00572B84"/>
    <w:rsid w:val="0057324C"/>
    <w:rsid w:val="005733A9"/>
    <w:rsid w:val="00573FAB"/>
    <w:rsid w:val="00573FCA"/>
    <w:rsid w:val="005742FF"/>
    <w:rsid w:val="005745A2"/>
    <w:rsid w:val="00574672"/>
    <w:rsid w:val="00574DA3"/>
    <w:rsid w:val="00574E33"/>
    <w:rsid w:val="00574E79"/>
    <w:rsid w:val="005750F4"/>
    <w:rsid w:val="005754D9"/>
    <w:rsid w:val="00575D15"/>
    <w:rsid w:val="00575E23"/>
    <w:rsid w:val="0057612B"/>
    <w:rsid w:val="00576371"/>
    <w:rsid w:val="00576984"/>
    <w:rsid w:val="005772C4"/>
    <w:rsid w:val="00577306"/>
    <w:rsid w:val="0057745E"/>
    <w:rsid w:val="00577577"/>
    <w:rsid w:val="00577647"/>
    <w:rsid w:val="00577D20"/>
    <w:rsid w:val="00577F78"/>
    <w:rsid w:val="00580107"/>
    <w:rsid w:val="00580BDF"/>
    <w:rsid w:val="00580CC2"/>
    <w:rsid w:val="00580FD0"/>
    <w:rsid w:val="005814BE"/>
    <w:rsid w:val="00581651"/>
    <w:rsid w:val="00581668"/>
    <w:rsid w:val="00581842"/>
    <w:rsid w:val="00581861"/>
    <w:rsid w:val="00581C09"/>
    <w:rsid w:val="00581E2F"/>
    <w:rsid w:val="005823EC"/>
    <w:rsid w:val="00582559"/>
    <w:rsid w:val="00582D2B"/>
    <w:rsid w:val="00582E74"/>
    <w:rsid w:val="005830DC"/>
    <w:rsid w:val="00583255"/>
    <w:rsid w:val="00583281"/>
    <w:rsid w:val="00583745"/>
    <w:rsid w:val="005838F4"/>
    <w:rsid w:val="00583934"/>
    <w:rsid w:val="005840C9"/>
    <w:rsid w:val="005844D9"/>
    <w:rsid w:val="00584801"/>
    <w:rsid w:val="00584B58"/>
    <w:rsid w:val="00584EE5"/>
    <w:rsid w:val="005850A2"/>
    <w:rsid w:val="0058516F"/>
    <w:rsid w:val="005851E3"/>
    <w:rsid w:val="00585525"/>
    <w:rsid w:val="0058558A"/>
    <w:rsid w:val="00585A44"/>
    <w:rsid w:val="005867A0"/>
    <w:rsid w:val="005870AD"/>
    <w:rsid w:val="005871CF"/>
    <w:rsid w:val="00587504"/>
    <w:rsid w:val="00587619"/>
    <w:rsid w:val="0058764C"/>
    <w:rsid w:val="00587B5D"/>
    <w:rsid w:val="00587EF2"/>
    <w:rsid w:val="005901D3"/>
    <w:rsid w:val="00590ABB"/>
    <w:rsid w:val="00590E37"/>
    <w:rsid w:val="00590FC5"/>
    <w:rsid w:val="005912C1"/>
    <w:rsid w:val="00591522"/>
    <w:rsid w:val="00591AEB"/>
    <w:rsid w:val="00591CA6"/>
    <w:rsid w:val="00591CB4"/>
    <w:rsid w:val="00592004"/>
    <w:rsid w:val="005922BF"/>
    <w:rsid w:val="005922E2"/>
    <w:rsid w:val="005923B2"/>
    <w:rsid w:val="005923FF"/>
    <w:rsid w:val="00592706"/>
    <w:rsid w:val="0059274D"/>
    <w:rsid w:val="0059285D"/>
    <w:rsid w:val="00592B37"/>
    <w:rsid w:val="00592B65"/>
    <w:rsid w:val="00593154"/>
    <w:rsid w:val="0059367F"/>
    <w:rsid w:val="00593A3C"/>
    <w:rsid w:val="00593B1E"/>
    <w:rsid w:val="00593B92"/>
    <w:rsid w:val="00593BE4"/>
    <w:rsid w:val="00594120"/>
    <w:rsid w:val="0059498B"/>
    <w:rsid w:val="005949A3"/>
    <w:rsid w:val="00594A78"/>
    <w:rsid w:val="00594F20"/>
    <w:rsid w:val="00595543"/>
    <w:rsid w:val="00595555"/>
    <w:rsid w:val="005955A4"/>
    <w:rsid w:val="00595A74"/>
    <w:rsid w:val="00595D04"/>
    <w:rsid w:val="00595E09"/>
    <w:rsid w:val="00595ECA"/>
    <w:rsid w:val="00595F38"/>
    <w:rsid w:val="0059606D"/>
    <w:rsid w:val="00596A6E"/>
    <w:rsid w:val="00596BD0"/>
    <w:rsid w:val="00597198"/>
    <w:rsid w:val="005973E1"/>
    <w:rsid w:val="00597640"/>
    <w:rsid w:val="00597682"/>
    <w:rsid w:val="00597B34"/>
    <w:rsid w:val="00597F3A"/>
    <w:rsid w:val="005A023E"/>
    <w:rsid w:val="005A0BF9"/>
    <w:rsid w:val="005A0FA4"/>
    <w:rsid w:val="005A17D7"/>
    <w:rsid w:val="005A18E2"/>
    <w:rsid w:val="005A1BF8"/>
    <w:rsid w:val="005A1C39"/>
    <w:rsid w:val="005A1EED"/>
    <w:rsid w:val="005A2195"/>
    <w:rsid w:val="005A22E3"/>
    <w:rsid w:val="005A23FB"/>
    <w:rsid w:val="005A26B3"/>
    <w:rsid w:val="005A2B4D"/>
    <w:rsid w:val="005A2E5F"/>
    <w:rsid w:val="005A3769"/>
    <w:rsid w:val="005A38E9"/>
    <w:rsid w:val="005A43ED"/>
    <w:rsid w:val="005A452E"/>
    <w:rsid w:val="005A46EF"/>
    <w:rsid w:val="005A4758"/>
    <w:rsid w:val="005A4C03"/>
    <w:rsid w:val="005A4E45"/>
    <w:rsid w:val="005A4E5A"/>
    <w:rsid w:val="005A4F6B"/>
    <w:rsid w:val="005A6FF4"/>
    <w:rsid w:val="005A7192"/>
    <w:rsid w:val="005A78FA"/>
    <w:rsid w:val="005A7D31"/>
    <w:rsid w:val="005A7E2B"/>
    <w:rsid w:val="005B00D3"/>
    <w:rsid w:val="005B011E"/>
    <w:rsid w:val="005B0123"/>
    <w:rsid w:val="005B0132"/>
    <w:rsid w:val="005B0613"/>
    <w:rsid w:val="005B07EA"/>
    <w:rsid w:val="005B096B"/>
    <w:rsid w:val="005B132E"/>
    <w:rsid w:val="005B1709"/>
    <w:rsid w:val="005B17C1"/>
    <w:rsid w:val="005B19A8"/>
    <w:rsid w:val="005B1BE3"/>
    <w:rsid w:val="005B22EA"/>
    <w:rsid w:val="005B25FF"/>
    <w:rsid w:val="005B2619"/>
    <w:rsid w:val="005B2A9B"/>
    <w:rsid w:val="005B2DE4"/>
    <w:rsid w:val="005B2DF6"/>
    <w:rsid w:val="005B2EC1"/>
    <w:rsid w:val="005B327E"/>
    <w:rsid w:val="005B3327"/>
    <w:rsid w:val="005B3D06"/>
    <w:rsid w:val="005B3FAD"/>
    <w:rsid w:val="005B416C"/>
    <w:rsid w:val="005B440B"/>
    <w:rsid w:val="005B44D5"/>
    <w:rsid w:val="005B45D1"/>
    <w:rsid w:val="005B48BA"/>
    <w:rsid w:val="005B48D0"/>
    <w:rsid w:val="005B4A5C"/>
    <w:rsid w:val="005B50C6"/>
    <w:rsid w:val="005B5212"/>
    <w:rsid w:val="005B56BE"/>
    <w:rsid w:val="005B58A3"/>
    <w:rsid w:val="005B58F3"/>
    <w:rsid w:val="005B5D31"/>
    <w:rsid w:val="005B62D0"/>
    <w:rsid w:val="005B62EA"/>
    <w:rsid w:val="005B6744"/>
    <w:rsid w:val="005B67E4"/>
    <w:rsid w:val="005B68D5"/>
    <w:rsid w:val="005B6CEE"/>
    <w:rsid w:val="005B6E24"/>
    <w:rsid w:val="005B7070"/>
    <w:rsid w:val="005B7077"/>
    <w:rsid w:val="005B70C5"/>
    <w:rsid w:val="005B7197"/>
    <w:rsid w:val="005B7605"/>
    <w:rsid w:val="005B7A01"/>
    <w:rsid w:val="005B7FD6"/>
    <w:rsid w:val="005C009F"/>
    <w:rsid w:val="005C02D8"/>
    <w:rsid w:val="005C0371"/>
    <w:rsid w:val="005C058F"/>
    <w:rsid w:val="005C05A6"/>
    <w:rsid w:val="005C0774"/>
    <w:rsid w:val="005C0C1B"/>
    <w:rsid w:val="005C0E2F"/>
    <w:rsid w:val="005C102D"/>
    <w:rsid w:val="005C1395"/>
    <w:rsid w:val="005C14D9"/>
    <w:rsid w:val="005C18D7"/>
    <w:rsid w:val="005C1C88"/>
    <w:rsid w:val="005C1E45"/>
    <w:rsid w:val="005C200F"/>
    <w:rsid w:val="005C20F0"/>
    <w:rsid w:val="005C213A"/>
    <w:rsid w:val="005C21B4"/>
    <w:rsid w:val="005C24E0"/>
    <w:rsid w:val="005C259B"/>
    <w:rsid w:val="005C276C"/>
    <w:rsid w:val="005C291C"/>
    <w:rsid w:val="005C29A4"/>
    <w:rsid w:val="005C2AB4"/>
    <w:rsid w:val="005C2ACB"/>
    <w:rsid w:val="005C2BC9"/>
    <w:rsid w:val="005C2E89"/>
    <w:rsid w:val="005C3008"/>
    <w:rsid w:val="005C32BD"/>
    <w:rsid w:val="005C3747"/>
    <w:rsid w:val="005C383A"/>
    <w:rsid w:val="005C3912"/>
    <w:rsid w:val="005C3B00"/>
    <w:rsid w:val="005C4471"/>
    <w:rsid w:val="005C4521"/>
    <w:rsid w:val="005C46A0"/>
    <w:rsid w:val="005C47E4"/>
    <w:rsid w:val="005C4899"/>
    <w:rsid w:val="005C48AD"/>
    <w:rsid w:val="005C52EB"/>
    <w:rsid w:val="005C54AC"/>
    <w:rsid w:val="005C567A"/>
    <w:rsid w:val="005C5942"/>
    <w:rsid w:val="005C5967"/>
    <w:rsid w:val="005C5F0A"/>
    <w:rsid w:val="005C60B8"/>
    <w:rsid w:val="005C62C8"/>
    <w:rsid w:val="005C6823"/>
    <w:rsid w:val="005C6EE2"/>
    <w:rsid w:val="005C6F1D"/>
    <w:rsid w:val="005C727A"/>
    <w:rsid w:val="005C771E"/>
    <w:rsid w:val="005C7D6B"/>
    <w:rsid w:val="005D0254"/>
    <w:rsid w:val="005D0844"/>
    <w:rsid w:val="005D099B"/>
    <w:rsid w:val="005D0B7A"/>
    <w:rsid w:val="005D0CAD"/>
    <w:rsid w:val="005D0EBC"/>
    <w:rsid w:val="005D1639"/>
    <w:rsid w:val="005D1B06"/>
    <w:rsid w:val="005D2021"/>
    <w:rsid w:val="005D20CF"/>
    <w:rsid w:val="005D2513"/>
    <w:rsid w:val="005D25C1"/>
    <w:rsid w:val="005D2BE6"/>
    <w:rsid w:val="005D2C72"/>
    <w:rsid w:val="005D2ED9"/>
    <w:rsid w:val="005D3402"/>
    <w:rsid w:val="005D3925"/>
    <w:rsid w:val="005D3933"/>
    <w:rsid w:val="005D393F"/>
    <w:rsid w:val="005D3D92"/>
    <w:rsid w:val="005D3F5D"/>
    <w:rsid w:val="005D46AD"/>
    <w:rsid w:val="005D492F"/>
    <w:rsid w:val="005D4DC4"/>
    <w:rsid w:val="005D5105"/>
    <w:rsid w:val="005D51E7"/>
    <w:rsid w:val="005D52EA"/>
    <w:rsid w:val="005D5550"/>
    <w:rsid w:val="005D572E"/>
    <w:rsid w:val="005D581D"/>
    <w:rsid w:val="005D58F3"/>
    <w:rsid w:val="005D599A"/>
    <w:rsid w:val="005D5B84"/>
    <w:rsid w:val="005D5F47"/>
    <w:rsid w:val="005D69E0"/>
    <w:rsid w:val="005D69E4"/>
    <w:rsid w:val="005D71DD"/>
    <w:rsid w:val="005D746A"/>
    <w:rsid w:val="005D74F9"/>
    <w:rsid w:val="005D79CE"/>
    <w:rsid w:val="005E0889"/>
    <w:rsid w:val="005E08BD"/>
    <w:rsid w:val="005E0FFB"/>
    <w:rsid w:val="005E104D"/>
    <w:rsid w:val="005E1104"/>
    <w:rsid w:val="005E1407"/>
    <w:rsid w:val="005E17C9"/>
    <w:rsid w:val="005E19E8"/>
    <w:rsid w:val="005E1A3A"/>
    <w:rsid w:val="005E1C46"/>
    <w:rsid w:val="005E1E39"/>
    <w:rsid w:val="005E1EE3"/>
    <w:rsid w:val="005E2913"/>
    <w:rsid w:val="005E357A"/>
    <w:rsid w:val="005E37FA"/>
    <w:rsid w:val="005E467E"/>
    <w:rsid w:val="005E47C3"/>
    <w:rsid w:val="005E4B0D"/>
    <w:rsid w:val="005E4DB9"/>
    <w:rsid w:val="005E5367"/>
    <w:rsid w:val="005E53FB"/>
    <w:rsid w:val="005E550F"/>
    <w:rsid w:val="005E5560"/>
    <w:rsid w:val="005E5684"/>
    <w:rsid w:val="005E5760"/>
    <w:rsid w:val="005E5951"/>
    <w:rsid w:val="005E5AFE"/>
    <w:rsid w:val="005E5B6D"/>
    <w:rsid w:val="005E5C9D"/>
    <w:rsid w:val="005E5F69"/>
    <w:rsid w:val="005E60BD"/>
    <w:rsid w:val="005E62EE"/>
    <w:rsid w:val="005E645E"/>
    <w:rsid w:val="005E6611"/>
    <w:rsid w:val="005E678D"/>
    <w:rsid w:val="005E68B8"/>
    <w:rsid w:val="005E698B"/>
    <w:rsid w:val="005E6C7F"/>
    <w:rsid w:val="005E6E79"/>
    <w:rsid w:val="005E7120"/>
    <w:rsid w:val="005E729C"/>
    <w:rsid w:val="005E75F3"/>
    <w:rsid w:val="005E7C6C"/>
    <w:rsid w:val="005E7D17"/>
    <w:rsid w:val="005E7F7C"/>
    <w:rsid w:val="005F07D2"/>
    <w:rsid w:val="005F09F5"/>
    <w:rsid w:val="005F0A73"/>
    <w:rsid w:val="005F0C28"/>
    <w:rsid w:val="005F0D9B"/>
    <w:rsid w:val="005F0EA1"/>
    <w:rsid w:val="005F1120"/>
    <w:rsid w:val="005F1235"/>
    <w:rsid w:val="005F155A"/>
    <w:rsid w:val="005F1C20"/>
    <w:rsid w:val="005F1D6E"/>
    <w:rsid w:val="005F1EA5"/>
    <w:rsid w:val="005F1F0C"/>
    <w:rsid w:val="005F20B8"/>
    <w:rsid w:val="005F2613"/>
    <w:rsid w:val="005F261C"/>
    <w:rsid w:val="005F290C"/>
    <w:rsid w:val="005F29C8"/>
    <w:rsid w:val="005F2A8C"/>
    <w:rsid w:val="005F2D9D"/>
    <w:rsid w:val="005F3319"/>
    <w:rsid w:val="005F3323"/>
    <w:rsid w:val="005F33F1"/>
    <w:rsid w:val="005F376A"/>
    <w:rsid w:val="005F37DE"/>
    <w:rsid w:val="005F3A33"/>
    <w:rsid w:val="005F3CEA"/>
    <w:rsid w:val="005F3F14"/>
    <w:rsid w:val="005F4288"/>
    <w:rsid w:val="005F42C7"/>
    <w:rsid w:val="005F4498"/>
    <w:rsid w:val="005F469E"/>
    <w:rsid w:val="005F4BD0"/>
    <w:rsid w:val="005F4D8D"/>
    <w:rsid w:val="005F51B9"/>
    <w:rsid w:val="005F5525"/>
    <w:rsid w:val="005F5ACE"/>
    <w:rsid w:val="005F64DF"/>
    <w:rsid w:val="005F704E"/>
    <w:rsid w:val="005F7097"/>
    <w:rsid w:val="005F74A8"/>
    <w:rsid w:val="005F79F5"/>
    <w:rsid w:val="005F7AA3"/>
    <w:rsid w:val="005F7BE5"/>
    <w:rsid w:val="005F7D68"/>
    <w:rsid w:val="00600176"/>
    <w:rsid w:val="00600272"/>
    <w:rsid w:val="006002FC"/>
    <w:rsid w:val="006004B9"/>
    <w:rsid w:val="00600652"/>
    <w:rsid w:val="006009BA"/>
    <w:rsid w:val="00600CD2"/>
    <w:rsid w:val="00601659"/>
    <w:rsid w:val="0060191E"/>
    <w:rsid w:val="00601B79"/>
    <w:rsid w:val="00601EE2"/>
    <w:rsid w:val="00602255"/>
    <w:rsid w:val="0060234B"/>
    <w:rsid w:val="0060239E"/>
    <w:rsid w:val="0060254F"/>
    <w:rsid w:val="00602611"/>
    <w:rsid w:val="00602D3F"/>
    <w:rsid w:val="00602E57"/>
    <w:rsid w:val="00602F67"/>
    <w:rsid w:val="0060354A"/>
    <w:rsid w:val="00603898"/>
    <w:rsid w:val="00603B10"/>
    <w:rsid w:val="00603C6E"/>
    <w:rsid w:val="00603C70"/>
    <w:rsid w:val="00603D9E"/>
    <w:rsid w:val="00603F03"/>
    <w:rsid w:val="00603FEC"/>
    <w:rsid w:val="00604040"/>
    <w:rsid w:val="00604468"/>
    <w:rsid w:val="006044CC"/>
    <w:rsid w:val="0060453F"/>
    <w:rsid w:val="0060467D"/>
    <w:rsid w:val="00604781"/>
    <w:rsid w:val="00604825"/>
    <w:rsid w:val="006048A1"/>
    <w:rsid w:val="00604B33"/>
    <w:rsid w:val="006050F7"/>
    <w:rsid w:val="00605141"/>
    <w:rsid w:val="006057B2"/>
    <w:rsid w:val="006059B9"/>
    <w:rsid w:val="00605B02"/>
    <w:rsid w:val="00605E43"/>
    <w:rsid w:val="00605EA3"/>
    <w:rsid w:val="00605F39"/>
    <w:rsid w:val="006062C6"/>
    <w:rsid w:val="006066A4"/>
    <w:rsid w:val="00606AA6"/>
    <w:rsid w:val="00606EB3"/>
    <w:rsid w:val="00607134"/>
    <w:rsid w:val="0060713E"/>
    <w:rsid w:val="006079B4"/>
    <w:rsid w:val="006079C9"/>
    <w:rsid w:val="0061021C"/>
    <w:rsid w:val="0061025B"/>
    <w:rsid w:val="0061058D"/>
    <w:rsid w:val="0061064A"/>
    <w:rsid w:val="006106B8"/>
    <w:rsid w:val="00610855"/>
    <w:rsid w:val="00610932"/>
    <w:rsid w:val="006109B5"/>
    <w:rsid w:val="00610BCD"/>
    <w:rsid w:val="00611551"/>
    <w:rsid w:val="00611552"/>
    <w:rsid w:val="00611750"/>
    <w:rsid w:val="0061176C"/>
    <w:rsid w:val="0061182A"/>
    <w:rsid w:val="00611EA2"/>
    <w:rsid w:val="006121B6"/>
    <w:rsid w:val="006121CD"/>
    <w:rsid w:val="00612317"/>
    <w:rsid w:val="0061260D"/>
    <w:rsid w:val="006127EE"/>
    <w:rsid w:val="0061289D"/>
    <w:rsid w:val="00612A8E"/>
    <w:rsid w:val="00612B62"/>
    <w:rsid w:val="00612DCE"/>
    <w:rsid w:val="00612E58"/>
    <w:rsid w:val="006132CA"/>
    <w:rsid w:val="0061371A"/>
    <w:rsid w:val="00613D5A"/>
    <w:rsid w:val="00613F3C"/>
    <w:rsid w:val="0061405E"/>
    <w:rsid w:val="00614301"/>
    <w:rsid w:val="006145F7"/>
    <w:rsid w:val="006148F7"/>
    <w:rsid w:val="00614B52"/>
    <w:rsid w:val="006151E7"/>
    <w:rsid w:val="00615247"/>
    <w:rsid w:val="0061528C"/>
    <w:rsid w:val="006159AB"/>
    <w:rsid w:val="00615D56"/>
    <w:rsid w:val="00616144"/>
    <w:rsid w:val="00616D29"/>
    <w:rsid w:val="00616D6E"/>
    <w:rsid w:val="00616D86"/>
    <w:rsid w:val="00616F39"/>
    <w:rsid w:val="0061708C"/>
    <w:rsid w:val="0061759F"/>
    <w:rsid w:val="00617A0A"/>
    <w:rsid w:val="00617A16"/>
    <w:rsid w:val="00617BF8"/>
    <w:rsid w:val="00617E15"/>
    <w:rsid w:val="00617EBB"/>
    <w:rsid w:val="006201D4"/>
    <w:rsid w:val="006209D0"/>
    <w:rsid w:val="00620B12"/>
    <w:rsid w:val="00620B44"/>
    <w:rsid w:val="00620CC4"/>
    <w:rsid w:val="006210F4"/>
    <w:rsid w:val="00621301"/>
    <w:rsid w:val="00621327"/>
    <w:rsid w:val="00621801"/>
    <w:rsid w:val="006218A4"/>
    <w:rsid w:val="006218BE"/>
    <w:rsid w:val="006218CA"/>
    <w:rsid w:val="00621B15"/>
    <w:rsid w:val="00622058"/>
    <w:rsid w:val="00622114"/>
    <w:rsid w:val="006221E6"/>
    <w:rsid w:val="00622675"/>
    <w:rsid w:val="006226A0"/>
    <w:rsid w:val="00622A2F"/>
    <w:rsid w:val="00622AC7"/>
    <w:rsid w:val="0062314E"/>
    <w:rsid w:val="0062392E"/>
    <w:rsid w:val="006241DC"/>
    <w:rsid w:val="006244D6"/>
    <w:rsid w:val="00624566"/>
    <w:rsid w:val="00624942"/>
    <w:rsid w:val="00624A70"/>
    <w:rsid w:val="00624AFD"/>
    <w:rsid w:val="00624BFD"/>
    <w:rsid w:val="00624D83"/>
    <w:rsid w:val="00624E10"/>
    <w:rsid w:val="006254C0"/>
    <w:rsid w:val="0062564F"/>
    <w:rsid w:val="00625AC2"/>
    <w:rsid w:val="00625BB9"/>
    <w:rsid w:val="00625C71"/>
    <w:rsid w:val="00626402"/>
    <w:rsid w:val="00626C9E"/>
    <w:rsid w:val="00627A7B"/>
    <w:rsid w:val="00627C32"/>
    <w:rsid w:val="00627D71"/>
    <w:rsid w:val="006300A9"/>
    <w:rsid w:val="006301B7"/>
    <w:rsid w:val="0063054B"/>
    <w:rsid w:val="006305BA"/>
    <w:rsid w:val="00630601"/>
    <w:rsid w:val="006308B8"/>
    <w:rsid w:val="0063094B"/>
    <w:rsid w:val="00630BE6"/>
    <w:rsid w:val="00630DA2"/>
    <w:rsid w:val="00630ED1"/>
    <w:rsid w:val="00631800"/>
    <w:rsid w:val="006318CC"/>
    <w:rsid w:val="00631AE4"/>
    <w:rsid w:val="00631B1D"/>
    <w:rsid w:val="00632162"/>
    <w:rsid w:val="00632202"/>
    <w:rsid w:val="00632585"/>
    <w:rsid w:val="006325E5"/>
    <w:rsid w:val="00632AD1"/>
    <w:rsid w:val="006339DE"/>
    <w:rsid w:val="00633A16"/>
    <w:rsid w:val="00633F37"/>
    <w:rsid w:val="0063468D"/>
    <w:rsid w:val="00634782"/>
    <w:rsid w:val="00634B11"/>
    <w:rsid w:val="00634C2B"/>
    <w:rsid w:val="006352E1"/>
    <w:rsid w:val="0063543C"/>
    <w:rsid w:val="006356C4"/>
    <w:rsid w:val="00635783"/>
    <w:rsid w:val="006357C1"/>
    <w:rsid w:val="006358F9"/>
    <w:rsid w:val="00635B45"/>
    <w:rsid w:val="00635E33"/>
    <w:rsid w:val="00636083"/>
    <w:rsid w:val="00636238"/>
    <w:rsid w:val="00636489"/>
    <w:rsid w:val="0063653B"/>
    <w:rsid w:val="0063718B"/>
    <w:rsid w:val="006374FD"/>
    <w:rsid w:val="00637916"/>
    <w:rsid w:val="00637A27"/>
    <w:rsid w:val="0064018D"/>
    <w:rsid w:val="0064073C"/>
    <w:rsid w:val="0064176A"/>
    <w:rsid w:val="006417AF"/>
    <w:rsid w:val="00641A2D"/>
    <w:rsid w:val="00641AF9"/>
    <w:rsid w:val="00641CF3"/>
    <w:rsid w:val="00641E7B"/>
    <w:rsid w:val="0064206A"/>
    <w:rsid w:val="0064222E"/>
    <w:rsid w:val="0064242D"/>
    <w:rsid w:val="0064256D"/>
    <w:rsid w:val="00642756"/>
    <w:rsid w:val="006427F8"/>
    <w:rsid w:val="00642B4E"/>
    <w:rsid w:val="006436AD"/>
    <w:rsid w:val="006439CB"/>
    <w:rsid w:val="006439E6"/>
    <w:rsid w:val="00643DCC"/>
    <w:rsid w:val="00643F5E"/>
    <w:rsid w:val="00644706"/>
    <w:rsid w:val="006449C6"/>
    <w:rsid w:val="00644AAC"/>
    <w:rsid w:val="00644C04"/>
    <w:rsid w:val="00644C96"/>
    <w:rsid w:val="00644EC3"/>
    <w:rsid w:val="006450ED"/>
    <w:rsid w:val="006452AC"/>
    <w:rsid w:val="006457C3"/>
    <w:rsid w:val="006459A8"/>
    <w:rsid w:val="00645B57"/>
    <w:rsid w:val="0064685A"/>
    <w:rsid w:val="00646895"/>
    <w:rsid w:val="00646D08"/>
    <w:rsid w:val="00646D83"/>
    <w:rsid w:val="006473E8"/>
    <w:rsid w:val="0064773C"/>
    <w:rsid w:val="006477D9"/>
    <w:rsid w:val="00647B77"/>
    <w:rsid w:val="00647DAC"/>
    <w:rsid w:val="006508C9"/>
    <w:rsid w:val="00650B16"/>
    <w:rsid w:val="00650B28"/>
    <w:rsid w:val="00651640"/>
    <w:rsid w:val="00651685"/>
    <w:rsid w:val="00651A50"/>
    <w:rsid w:val="00651AC0"/>
    <w:rsid w:val="00651ADF"/>
    <w:rsid w:val="00652845"/>
    <w:rsid w:val="00652A1A"/>
    <w:rsid w:val="00652B4D"/>
    <w:rsid w:val="00652C3B"/>
    <w:rsid w:val="00652D24"/>
    <w:rsid w:val="00653169"/>
    <w:rsid w:val="00653572"/>
    <w:rsid w:val="006539CF"/>
    <w:rsid w:val="006541DE"/>
    <w:rsid w:val="0065444C"/>
    <w:rsid w:val="0065451F"/>
    <w:rsid w:val="006549BE"/>
    <w:rsid w:val="00654E3C"/>
    <w:rsid w:val="006552CC"/>
    <w:rsid w:val="00655DDB"/>
    <w:rsid w:val="00655EAD"/>
    <w:rsid w:val="00656A4F"/>
    <w:rsid w:val="00656AF7"/>
    <w:rsid w:val="00656B71"/>
    <w:rsid w:val="00656E7D"/>
    <w:rsid w:val="006573B3"/>
    <w:rsid w:val="006574EA"/>
    <w:rsid w:val="0065794C"/>
    <w:rsid w:val="00657A81"/>
    <w:rsid w:val="00657C2B"/>
    <w:rsid w:val="00657C93"/>
    <w:rsid w:val="00657C9A"/>
    <w:rsid w:val="006600CE"/>
    <w:rsid w:val="0066060E"/>
    <w:rsid w:val="00660E0E"/>
    <w:rsid w:val="00660EAB"/>
    <w:rsid w:val="00660ED6"/>
    <w:rsid w:val="00660EE1"/>
    <w:rsid w:val="0066107C"/>
    <w:rsid w:val="00661D4A"/>
    <w:rsid w:val="00661DE2"/>
    <w:rsid w:val="00662038"/>
    <w:rsid w:val="006623DE"/>
    <w:rsid w:val="00662761"/>
    <w:rsid w:val="00662C80"/>
    <w:rsid w:val="00662F9D"/>
    <w:rsid w:val="00663257"/>
    <w:rsid w:val="00663284"/>
    <w:rsid w:val="0066357E"/>
    <w:rsid w:val="00663BEF"/>
    <w:rsid w:val="00663E0B"/>
    <w:rsid w:val="00663F6D"/>
    <w:rsid w:val="006644E6"/>
    <w:rsid w:val="0066465D"/>
    <w:rsid w:val="006646A3"/>
    <w:rsid w:val="00664756"/>
    <w:rsid w:val="0066485E"/>
    <w:rsid w:val="006648EA"/>
    <w:rsid w:val="00664C9F"/>
    <w:rsid w:val="00664EE2"/>
    <w:rsid w:val="00664F0D"/>
    <w:rsid w:val="006653FA"/>
    <w:rsid w:val="00665661"/>
    <w:rsid w:val="00665B79"/>
    <w:rsid w:val="006660D6"/>
    <w:rsid w:val="0066619F"/>
    <w:rsid w:val="0066687C"/>
    <w:rsid w:val="0066699E"/>
    <w:rsid w:val="00666E74"/>
    <w:rsid w:val="006670B6"/>
    <w:rsid w:val="0066742D"/>
    <w:rsid w:val="006674E8"/>
    <w:rsid w:val="00667699"/>
    <w:rsid w:val="00667BA1"/>
    <w:rsid w:val="00667BC3"/>
    <w:rsid w:val="00667BC9"/>
    <w:rsid w:val="00667DB1"/>
    <w:rsid w:val="006706E4"/>
    <w:rsid w:val="00670F0B"/>
    <w:rsid w:val="0067104B"/>
    <w:rsid w:val="006712C4"/>
    <w:rsid w:val="0067132C"/>
    <w:rsid w:val="00671550"/>
    <w:rsid w:val="00671735"/>
    <w:rsid w:val="00671A8D"/>
    <w:rsid w:val="00672396"/>
    <w:rsid w:val="006726F6"/>
    <w:rsid w:val="00672D79"/>
    <w:rsid w:val="00672E5A"/>
    <w:rsid w:val="0067304C"/>
    <w:rsid w:val="006731E7"/>
    <w:rsid w:val="00673429"/>
    <w:rsid w:val="0067349F"/>
    <w:rsid w:val="0067382C"/>
    <w:rsid w:val="00673AF7"/>
    <w:rsid w:val="00673C48"/>
    <w:rsid w:val="00673D00"/>
    <w:rsid w:val="00673F0B"/>
    <w:rsid w:val="00673FF2"/>
    <w:rsid w:val="00674328"/>
    <w:rsid w:val="0067468F"/>
    <w:rsid w:val="00674968"/>
    <w:rsid w:val="00674B7F"/>
    <w:rsid w:val="00675210"/>
    <w:rsid w:val="0067539B"/>
    <w:rsid w:val="00675669"/>
    <w:rsid w:val="00675FB2"/>
    <w:rsid w:val="0067608F"/>
    <w:rsid w:val="00676766"/>
    <w:rsid w:val="00676AA2"/>
    <w:rsid w:val="00676F35"/>
    <w:rsid w:val="00677278"/>
    <w:rsid w:val="006772F9"/>
    <w:rsid w:val="00677BF3"/>
    <w:rsid w:val="00677C85"/>
    <w:rsid w:val="00677D9F"/>
    <w:rsid w:val="00677E8C"/>
    <w:rsid w:val="0068078F"/>
    <w:rsid w:val="00680817"/>
    <w:rsid w:val="00680D16"/>
    <w:rsid w:val="00680F4B"/>
    <w:rsid w:val="006810FD"/>
    <w:rsid w:val="00681650"/>
    <w:rsid w:val="0068184A"/>
    <w:rsid w:val="00682342"/>
    <w:rsid w:val="0068258F"/>
    <w:rsid w:val="00682660"/>
    <w:rsid w:val="00682706"/>
    <w:rsid w:val="0068281F"/>
    <w:rsid w:val="00682886"/>
    <w:rsid w:val="006828FD"/>
    <w:rsid w:val="00682902"/>
    <w:rsid w:val="00682A75"/>
    <w:rsid w:val="00682F58"/>
    <w:rsid w:val="00683502"/>
    <w:rsid w:val="0068427A"/>
    <w:rsid w:val="00684527"/>
    <w:rsid w:val="00684661"/>
    <w:rsid w:val="00684E45"/>
    <w:rsid w:val="00685022"/>
    <w:rsid w:val="00685030"/>
    <w:rsid w:val="006851BC"/>
    <w:rsid w:val="006853C3"/>
    <w:rsid w:val="006855DE"/>
    <w:rsid w:val="00685878"/>
    <w:rsid w:val="006858C5"/>
    <w:rsid w:val="00686469"/>
    <w:rsid w:val="0068652E"/>
    <w:rsid w:val="006865A9"/>
    <w:rsid w:val="00686B4E"/>
    <w:rsid w:val="00686CF9"/>
    <w:rsid w:val="00686D2A"/>
    <w:rsid w:val="006871AB"/>
    <w:rsid w:val="006871B1"/>
    <w:rsid w:val="00687239"/>
    <w:rsid w:val="006873BB"/>
    <w:rsid w:val="006874B9"/>
    <w:rsid w:val="006875BA"/>
    <w:rsid w:val="00687792"/>
    <w:rsid w:val="00687928"/>
    <w:rsid w:val="00687C0B"/>
    <w:rsid w:val="00687DD9"/>
    <w:rsid w:val="0069036C"/>
    <w:rsid w:val="00690B2E"/>
    <w:rsid w:val="0069163F"/>
    <w:rsid w:val="006916CF"/>
    <w:rsid w:val="00691831"/>
    <w:rsid w:val="00691DBB"/>
    <w:rsid w:val="00691FA4"/>
    <w:rsid w:val="0069204C"/>
    <w:rsid w:val="006925A0"/>
    <w:rsid w:val="00692612"/>
    <w:rsid w:val="00692C29"/>
    <w:rsid w:val="00692DD6"/>
    <w:rsid w:val="00692EC8"/>
    <w:rsid w:val="00693042"/>
    <w:rsid w:val="006930A9"/>
    <w:rsid w:val="00693220"/>
    <w:rsid w:val="00693344"/>
    <w:rsid w:val="006935B7"/>
    <w:rsid w:val="00693657"/>
    <w:rsid w:val="00693A0E"/>
    <w:rsid w:val="00693E9C"/>
    <w:rsid w:val="0069410F"/>
    <w:rsid w:val="006946A4"/>
    <w:rsid w:val="006949E6"/>
    <w:rsid w:val="00694BAB"/>
    <w:rsid w:val="00695158"/>
    <w:rsid w:val="0069540C"/>
    <w:rsid w:val="00695C9A"/>
    <w:rsid w:val="00695E27"/>
    <w:rsid w:val="00695E3C"/>
    <w:rsid w:val="00695F37"/>
    <w:rsid w:val="00696654"/>
    <w:rsid w:val="00696AB6"/>
    <w:rsid w:val="00696F9F"/>
    <w:rsid w:val="006973A1"/>
    <w:rsid w:val="0069746F"/>
    <w:rsid w:val="0069783C"/>
    <w:rsid w:val="00697D87"/>
    <w:rsid w:val="00697EB4"/>
    <w:rsid w:val="006A03DD"/>
    <w:rsid w:val="006A03E9"/>
    <w:rsid w:val="006A06B9"/>
    <w:rsid w:val="006A078C"/>
    <w:rsid w:val="006A0E44"/>
    <w:rsid w:val="006A1010"/>
    <w:rsid w:val="006A1462"/>
    <w:rsid w:val="006A14F0"/>
    <w:rsid w:val="006A1760"/>
    <w:rsid w:val="006A1B9D"/>
    <w:rsid w:val="006A1D37"/>
    <w:rsid w:val="006A2339"/>
    <w:rsid w:val="006A2345"/>
    <w:rsid w:val="006A240D"/>
    <w:rsid w:val="006A26AE"/>
    <w:rsid w:val="006A2936"/>
    <w:rsid w:val="006A388A"/>
    <w:rsid w:val="006A38B9"/>
    <w:rsid w:val="006A4628"/>
    <w:rsid w:val="006A469D"/>
    <w:rsid w:val="006A48D1"/>
    <w:rsid w:val="006A4938"/>
    <w:rsid w:val="006A4CB9"/>
    <w:rsid w:val="006A5293"/>
    <w:rsid w:val="006A53BE"/>
    <w:rsid w:val="006A53D5"/>
    <w:rsid w:val="006A58E2"/>
    <w:rsid w:val="006A5920"/>
    <w:rsid w:val="006A62BA"/>
    <w:rsid w:val="006A651B"/>
    <w:rsid w:val="006A69AF"/>
    <w:rsid w:val="006A6A02"/>
    <w:rsid w:val="006A6D46"/>
    <w:rsid w:val="006A6FC8"/>
    <w:rsid w:val="006A740D"/>
    <w:rsid w:val="006A7D4D"/>
    <w:rsid w:val="006B0408"/>
    <w:rsid w:val="006B0F1B"/>
    <w:rsid w:val="006B1593"/>
    <w:rsid w:val="006B15CD"/>
    <w:rsid w:val="006B175C"/>
    <w:rsid w:val="006B1884"/>
    <w:rsid w:val="006B2121"/>
    <w:rsid w:val="006B220C"/>
    <w:rsid w:val="006B227C"/>
    <w:rsid w:val="006B2374"/>
    <w:rsid w:val="006B23FC"/>
    <w:rsid w:val="006B2429"/>
    <w:rsid w:val="006B2676"/>
    <w:rsid w:val="006B2738"/>
    <w:rsid w:val="006B28D7"/>
    <w:rsid w:val="006B2B4F"/>
    <w:rsid w:val="006B304C"/>
    <w:rsid w:val="006B335E"/>
    <w:rsid w:val="006B35EA"/>
    <w:rsid w:val="006B3FFA"/>
    <w:rsid w:val="006B43D5"/>
    <w:rsid w:val="006B4648"/>
    <w:rsid w:val="006B4B98"/>
    <w:rsid w:val="006B4C1D"/>
    <w:rsid w:val="006B4D55"/>
    <w:rsid w:val="006B4F30"/>
    <w:rsid w:val="006B526E"/>
    <w:rsid w:val="006B53AF"/>
    <w:rsid w:val="006B5437"/>
    <w:rsid w:val="006B5638"/>
    <w:rsid w:val="006B5C71"/>
    <w:rsid w:val="006B5C8F"/>
    <w:rsid w:val="006B5EE6"/>
    <w:rsid w:val="006B6E44"/>
    <w:rsid w:val="006B6F02"/>
    <w:rsid w:val="006B716D"/>
    <w:rsid w:val="006B72A2"/>
    <w:rsid w:val="006B77B7"/>
    <w:rsid w:val="006B7935"/>
    <w:rsid w:val="006B7F0E"/>
    <w:rsid w:val="006C013C"/>
    <w:rsid w:val="006C0208"/>
    <w:rsid w:val="006C05E3"/>
    <w:rsid w:val="006C0600"/>
    <w:rsid w:val="006C07BC"/>
    <w:rsid w:val="006C0A15"/>
    <w:rsid w:val="006C12F4"/>
    <w:rsid w:val="006C17CA"/>
    <w:rsid w:val="006C1D40"/>
    <w:rsid w:val="006C251E"/>
    <w:rsid w:val="006C2BC5"/>
    <w:rsid w:val="006C3038"/>
    <w:rsid w:val="006C343C"/>
    <w:rsid w:val="006C379E"/>
    <w:rsid w:val="006C3A27"/>
    <w:rsid w:val="006C3AFE"/>
    <w:rsid w:val="006C3B5B"/>
    <w:rsid w:val="006C3B90"/>
    <w:rsid w:val="006C4451"/>
    <w:rsid w:val="006C4956"/>
    <w:rsid w:val="006C4B43"/>
    <w:rsid w:val="006C4B85"/>
    <w:rsid w:val="006C4EA9"/>
    <w:rsid w:val="006C5527"/>
    <w:rsid w:val="006C55B9"/>
    <w:rsid w:val="006C5611"/>
    <w:rsid w:val="006C56F6"/>
    <w:rsid w:val="006C5A91"/>
    <w:rsid w:val="006C5B9B"/>
    <w:rsid w:val="006C5C2D"/>
    <w:rsid w:val="006C61D2"/>
    <w:rsid w:val="006C6394"/>
    <w:rsid w:val="006C6773"/>
    <w:rsid w:val="006C6A92"/>
    <w:rsid w:val="006C6AC8"/>
    <w:rsid w:val="006C6CDB"/>
    <w:rsid w:val="006C6CF9"/>
    <w:rsid w:val="006C72A3"/>
    <w:rsid w:val="006C7522"/>
    <w:rsid w:val="006C7E9F"/>
    <w:rsid w:val="006C7EE0"/>
    <w:rsid w:val="006D0464"/>
    <w:rsid w:val="006D05F7"/>
    <w:rsid w:val="006D06E2"/>
    <w:rsid w:val="006D0BBF"/>
    <w:rsid w:val="006D0C2D"/>
    <w:rsid w:val="006D0CCF"/>
    <w:rsid w:val="006D10A4"/>
    <w:rsid w:val="006D1461"/>
    <w:rsid w:val="006D14F3"/>
    <w:rsid w:val="006D15D9"/>
    <w:rsid w:val="006D1647"/>
    <w:rsid w:val="006D1C76"/>
    <w:rsid w:val="006D2008"/>
    <w:rsid w:val="006D21CC"/>
    <w:rsid w:val="006D2209"/>
    <w:rsid w:val="006D228B"/>
    <w:rsid w:val="006D2494"/>
    <w:rsid w:val="006D24F9"/>
    <w:rsid w:val="006D28E2"/>
    <w:rsid w:val="006D3261"/>
    <w:rsid w:val="006D32F3"/>
    <w:rsid w:val="006D348F"/>
    <w:rsid w:val="006D35C3"/>
    <w:rsid w:val="006D3652"/>
    <w:rsid w:val="006D36EC"/>
    <w:rsid w:val="006D385F"/>
    <w:rsid w:val="006D38FA"/>
    <w:rsid w:val="006D3C31"/>
    <w:rsid w:val="006D3C56"/>
    <w:rsid w:val="006D3F15"/>
    <w:rsid w:val="006D477A"/>
    <w:rsid w:val="006D4F7D"/>
    <w:rsid w:val="006D5873"/>
    <w:rsid w:val="006D5BBB"/>
    <w:rsid w:val="006D5D6A"/>
    <w:rsid w:val="006D5ED6"/>
    <w:rsid w:val="006D6031"/>
    <w:rsid w:val="006D60E5"/>
    <w:rsid w:val="006D626D"/>
    <w:rsid w:val="006D6338"/>
    <w:rsid w:val="006D653D"/>
    <w:rsid w:val="006D65E0"/>
    <w:rsid w:val="006D69E8"/>
    <w:rsid w:val="006D6B27"/>
    <w:rsid w:val="006D6DC1"/>
    <w:rsid w:val="006D6F9A"/>
    <w:rsid w:val="006D7814"/>
    <w:rsid w:val="006D7B57"/>
    <w:rsid w:val="006D7FBA"/>
    <w:rsid w:val="006E01FC"/>
    <w:rsid w:val="006E065C"/>
    <w:rsid w:val="006E0EFE"/>
    <w:rsid w:val="006E1053"/>
    <w:rsid w:val="006E1327"/>
    <w:rsid w:val="006E142E"/>
    <w:rsid w:val="006E16A6"/>
    <w:rsid w:val="006E17DD"/>
    <w:rsid w:val="006E17F7"/>
    <w:rsid w:val="006E189D"/>
    <w:rsid w:val="006E24A9"/>
    <w:rsid w:val="006E25DD"/>
    <w:rsid w:val="006E2921"/>
    <w:rsid w:val="006E2A0B"/>
    <w:rsid w:val="006E2A6C"/>
    <w:rsid w:val="006E2C8E"/>
    <w:rsid w:val="006E304C"/>
    <w:rsid w:val="006E4013"/>
    <w:rsid w:val="006E407A"/>
    <w:rsid w:val="006E41B3"/>
    <w:rsid w:val="006E446F"/>
    <w:rsid w:val="006E4A07"/>
    <w:rsid w:val="006E4BED"/>
    <w:rsid w:val="006E4D1F"/>
    <w:rsid w:val="006E4DB4"/>
    <w:rsid w:val="006E5069"/>
    <w:rsid w:val="006E50CE"/>
    <w:rsid w:val="006E5169"/>
    <w:rsid w:val="006E550C"/>
    <w:rsid w:val="006E5899"/>
    <w:rsid w:val="006E58FB"/>
    <w:rsid w:val="006E5A0D"/>
    <w:rsid w:val="006E5B84"/>
    <w:rsid w:val="006E5B89"/>
    <w:rsid w:val="006E5C3E"/>
    <w:rsid w:val="006E61A3"/>
    <w:rsid w:val="006E622E"/>
    <w:rsid w:val="006E6291"/>
    <w:rsid w:val="006E644D"/>
    <w:rsid w:val="006E6498"/>
    <w:rsid w:val="006E6BBD"/>
    <w:rsid w:val="006E70A3"/>
    <w:rsid w:val="006E7105"/>
    <w:rsid w:val="006E7144"/>
    <w:rsid w:val="006E71B7"/>
    <w:rsid w:val="006E76C2"/>
    <w:rsid w:val="006E7A64"/>
    <w:rsid w:val="006E7B40"/>
    <w:rsid w:val="006E7F77"/>
    <w:rsid w:val="006F0161"/>
    <w:rsid w:val="006F032A"/>
    <w:rsid w:val="006F03B3"/>
    <w:rsid w:val="006F0C89"/>
    <w:rsid w:val="006F108C"/>
    <w:rsid w:val="006F1125"/>
    <w:rsid w:val="006F1258"/>
    <w:rsid w:val="006F12C7"/>
    <w:rsid w:val="006F1583"/>
    <w:rsid w:val="006F16C3"/>
    <w:rsid w:val="006F1BE4"/>
    <w:rsid w:val="006F1C90"/>
    <w:rsid w:val="006F2264"/>
    <w:rsid w:val="006F23D4"/>
    <w:rsid w:val="006F2B21"/>
    <w:rsid w:val="006F2B33"/>
    <w:rsid w:val="006F2E4D"/>
    <w:rsid w:val="006F2E81"/>
    <w:rsid w:val="006F35EC"/>
    <w:rsid w:val="006F38F9"/>
    <w:rsid w:val="006F3E00"/>
    <w:rsid w:val="006F3E8B"/>
    <w:rsid w:val="006F3F53"/>
    <w:rsid w:val="006F41DD"/>
    <w:rsid w:val="006F4333"/>
    <w:rsid w:val="006F449D"/>
    <w:rsid w:val="006F462F"/>
    <w:rsid w:val="006F4B32"/>
    <w:rsid w:val="006F4E6E"/>
    <w:rsid w:val="006F4F6E"/>
    <w:rsid w:val="006F4FFA"/>
    <w:rsid w:val="006F53F9"/>
    <w:rsid w:val="006F5909"/>
    <w:rsid w:val="006F5968"/>
    <w:rsid w:val="006F59D9"/>
    <w:rsid w:val="006F5B6D"/>
    <w:rsid w:val="006F5DC3"/>
    <w:rsid w:val="006F6A04"/>
    <w:rsid w:val="006F6D53"/>
    <w:rsid w:val="006F7280"/>
    <w:rsid w:val="006F73A2"/>
    <w:rsid w:val="006F7537"/>
    <w:rsid w:val="006F759F"/>
    <w:rsid w:val="006F75BA"/>
    <w:rsid w:val="006F78AE"/>
    <w:rsid w:val="006F7CC3"/>
    <w:rsid w:val="006F7CE8"/>
    <w:rsid w:val="006F7F0C"/>
    <w:rsid w:val="006F7F60"/>
    <w:rsid w:val="007000C9"/>
    <w:rsid w:val="0070033B"/>
    <w:rsid w:val="0070048B"/>
    <w:rsid w:val="007006C6"/>
    <w:rsid w:val="00700C26"/>
    <w:rsid w:val="00700E3F"/>
    <w:rsid w:val="00701149"/>
    <w:rsid w:val="00701353"/>
    <w:rsid w:val="00701664"/>
    <w:rsid w:val="007017E3"/>
    <w:rsid w:val="00701942"/>
    <w:rsid w:val="00701E44"/>
    <w:rsid w:val="00701E98"/>
    <w:rsid w:val="00701F09"/>
    <w:rsid w:val="00701F2C"/>
    <w:rsid w:val="0070233B"/>
    <w:rsid w:val="007023C1"/>
    <w:rsid w:val="007028D6"/>
    <w:rsid w:val="00702C74"/>
    <w:rsid w:val="00702D90"/>
    <w:rsid w:val="00703119"/>
    <w:rsid w:val="007031AC"/>
    <w:rsid w:val="0070335B"/>
    <w:rsid w:val="0070366B"/>
    <w:rsid w:val="00703A45"/>
    <w:rsid w:val="00703BDA"/>
    <w:rsid w:val="00703ED3"/>
    <w:rsid w:val="00704064"/>
    <w:rsid w:val="007041D5"/>
    <w:rsid w:val="007041F9"/>
    <w:rsid w:val="007043A7"/>
    <w:rsid w:val="00704B7C"/>
    <w:rsid w:val="00704FDE"/>
    <w:rsid w:val="0070524C"/>
    <w:rsid w:val="007055DF"/>
    <w:rsid w:val="007057EC"/>
    <w:rsid w:val="0070599E"/>
    <w:rsid w:val="00705A44"/>
    <w:rsid w:val="00705EA3"/>
    <w:rsid w:val="00705F90"/>
    <w:rsid w:val="007063A4"/>
    <w:rsid w:val="00706601"/>
    <w:rsid w:val="0070676E"/>
    <w:rsid w:val="0070716F"/>
    <w:rsid w:val="007071F7"/>
    <w:rsid w:val="00707584"/>
    <w:rsid w:val="00707922"/>
    <w:rsid w:val="00707CA9"/>
    <w:rsid w:val="00707CB5"/>
    <w:rsid w:val="00707CF7"/>
    <w:rsid w:val="00707E69"/>
    <w:rsid w:val="00710143"/>
    <w:rsid w:val="0071043A"/>
    <w:rsid w:val="00710619"/>
    <w:rsid w:val="007108E5"/>
    <w:rsid w:val="00710CE9"/>
    <w:rsid w:val="00710D56"/>
    <w:rsid w:val="00711183"/>
    <w:rsid w:val="00711680"/>
    <w:rsid w:val="00711C95"/>
    <w:rsid w:val="00711E40"/>
    <w:rsid w:val="00712275"/>
    <w:rsid w:val="007122C4"/>
    <w:rsid w:val="00712345"/>
    <w:rsid w:val="00712381"/>
    <w:rsid w:val="00712B54"/>
    <w:rsid w:val="00712B81"/>
    <w:rsid w:val="00713199"/>
    <w:rsid w:val="007132B7"/>
    <w:rsid w:val="0071364C"/>
    <w:rsid w:val="00713E76"/>
    <w:rsid w:val="00714224"/>
    <w:rsid w:val="00714971"/>
    <w:rsid w:val="00714AF8"/>
    <w:rsid w:val="00714D16"/>
    <w:rsid w:val="00714D49"/>
    <w:rsid w:val="00714D86"/>
    <w:rsid w:val="00714F32"/>
    <w:rsid w:val="007150B3"/>
    <w:rsid w:val="007151B2"/>
    <w:rsid w:val="00715541"/>
    <w:rsid w:val="0071561B"/>
    <w:rsid w:val="0071587F"/>
    <w:rsid w:val="00715AF0"/>
    <w:rsid w:val="00715B15"/>
    <w:rsid w:val="00715B51"/>
    <w:rsid w:val="00715C19"/>
    <w:rsid w:val="00715D90"/>
    <w:rsid w:val="007161B3"/>
    <w:rsid w:val="007165EC"/>
    <w:rsid w:val="007169D1"/>
    <w:rsid w:val="00716A27"/>
    <w:rsid w:val="00716D12"/>
    <w:rsid w:val="00716DE6"/>
    <w:rsid w:val="00716F29"/>
    <w:rsid w:val="007170BE"/>
    <w:rsid w:val="00717711"/>
    <w:rsid w:val="00717AB1"/>
    <w:rsid w:val="00717BD6"/>
    <w:rsid w:val="00717C64"/>
    <w:rsid w:val="00717FAC"/>
    <w:rsid w:val="0072009F"/>
    <w:rsid w:val="0072058A"/>
    <w:rsid w:val="007205FA"/>
    <w:rsid w:val="007208B9"/>
    <w:rsid w:val="00720A55"/>
    <w:rsid w:val="007211E8"/>
    <w:rsid w:val="00721234"/>
    <w:rsid w:val="00721444"/>
    <w:rsid w:val="00721455"/>
    <w:rsid w:val="00721F7F"/>
    <w:rsid w:val="00721FA0"/>
    <w:rsid w:val="00722017"/>
    <w:rsid w:val="007220CB"/>
    <w:rsid w:val="0072256C"/>
    <w:rsid w:val="00722DD4"/>
    <w:rsid w:val="00722EC1"/>
    <w:rsid w:val="007231C4"/>
    <w:rsid w:val="007236DB"/>
    <w:rsid w:val="00723983"/>
    <w:rsid w:val="00723D07"/>
    <w:rsid w:val="0072404C"/>
    <w:rsid w:val="00724158"/>
    <w:rsid w:val="007242B3"/>
    <w:rsid w:val="00724409"/>
    <w:rsid w:val="00724955"/>
    <w:rsid w:val="00724B43"/>
    <w:rsid w:val="00724FDF"/>
    <w:rsid w:val="00725377"/>
    <w:rsid w:val="00725660"/>
    <w:rsid w:val="0072578F"/>
    <w:rsid w:val="007257F1"/>
    <w:rsid w:val="00725D38"/>
    <w:rsid w:val="00725DA4"/>
    <w:rsid w:val="007261B8"/>
    <w:rsid w:val="00726530"/>
    <w:rsid w:val="00726864"/>
    <w:rsid w:val="0072689B"/>
    <w:rsid w:val="007278C1"/>
    <w:rsid w:val="0073042E"/>
    <w:rsid w:val="00730724"/>
    <w:rsid w:val="00730779"/>
    <w:rsid w:val="00730897"/>
    <w:rsid w:val="00730DFF"/>
    <w:rsid w:val="00730E45"/>
    <w:rsid w:val="00730FA8"/>
    <w:rsid w:val="00731062"/>
    <w:rsid w:val="0073144C"/>
    <w:rsid w:val="00731714"/>
    <w:rsid w:val="007317E6"/>
    <w:rsid w:val="0073180E"/>
    <w:rsid w:val="00731AD7"/>
    <w:rsid w:val="00731F4A"/>
    <w:rsid w:val="00731F61"/>
    <w:rsid w:val="007322F5"/>
    <w:rsid w:val="00732370"/>
    <w:rsid w:val="00732522"/>
    <w:rsid w:val="007325CC"/>
    <w:rsid w:val="00732CBA"/>
    <w:rsid w:val="00732CC8"/>
    <w:rsid w:val="00732F2D"/>
    <w:rsid w:val="00732F75"/>
    <w:rsid w:val="0073354C"/>
    <w:rsid w:val="0073375D"/>
    <w:rsid w:val="00733BBF"/>
    <w:rsid w:val="00733E6E"/>
    <w:rsid w:val="00733F62"/>
    <w:rsid w:val="00734645"/>
    <w:rsid w:val="00734A16"/>
    <w:rsid w:val="00734B6A"/>
    <w:rsid w:val="00735149"/>
    <w:rsid w:val="00735448"/>
    <w:rsid w:val="00735457"/>
    <w:rsid w:val="007356B8"/>
    <w:rsid w:val="007357E8"/>
    <w:rsid w:val="007358C3"/>
    <w:rsid w:val="00735A00"/>
    <w:rsid w:val="00735E07"/>
    <w:rsid w:val="00735F1F"/>
    <w:rsid w:val="0073630F"/>
    <w:rsid w:val="00736CCB"/>
    <w:rsid w:val="00736CD5"/>
    <w:rsid w:val="00736D12"/>
    <w:rsid w:val="007370E9"/>
    <w:rsid w:val="007370ED"/>
    <w:rsid w:val="00737265"/>
    <w:rsid w:val="0073739E"/>
    <w:rsid w:val="0073778C"/>
    <w:rsid w:val="007379FF"/>
    <w:rsid w:val="00737B5D"/>
    <w:rsid w:val="00737B6F"/>
    <w:rsid w:val="00737B9B"/>
    <w:rsid w:val="00737CBC"/>
    <w:rsid w:val="00737D72"/>
    <w:rsid w:val="00737F9B"/>
    <w:rsid w:val="00740459"/>
    <w:rsid w:val="00740550"/>
    <w:rsid w:val="00740710"/>
    <w:rsid w:val="0074082C"/>
    <w:rsid w:val="00740DFB"/>
    <w:rsid w:val="00740E80"/>
    <w:rsid w:val="00740F1F"/>
    <w:rsid w:val="00740FBD"/>
    <w:rsid w:val="00741010"/>
    <w:rsid w:val="00741020"/>
    <w:rsid w:val="0074102C"/>
    <w:rsid w:val="0074155D"/>
    <w:rsid w:val="007415A9"/>
    <w:rsid w:val="007417BE"/>
    <w:rsid w:val="00741A66"/>
    <w:rsid w:val="00741C4A"/>
    <w:rsid w:val="00741CAE"/>
    <w:rsid w:val="00741FD8"/>
    <w:rsid w:val="0074246F"/>
    <w:rsid w:val="00742997"/>
    <w:rsid w:val="00742DC3"/>
    <w:rsid w:val="0074342B"/>
    <w:rsid w:val="00743457"/>
    <w:rsid w:val="007436A7"/>
    <w:rsid w:val="007436F9"/>
    <w:rsid w:val="00743C18"/>
    <w:rsid w:val="00743CFE"/>
    <w:rsid w:val="00744062"/>
    <w:rsid w:val="00744726"/>
    <w:rsid w:val="00744828"/>
    <w:rsid w:val="00744C5D"/>
    <w:rsid w:val="00745017"/>
    <w:rsid w:val="0074517B"/>
    <w:rsid w:val="0074518A"/>
    <w:rsid w:val="0074539A"/>
    <w:rsid w:val="0074557B"/>
    <w:rsid w:val="00745713"/>
    <w:rsid w:val="00745E14"/>
    <w:rsid w:val="0074607A"/>
    <w:rsid w:val="0074642E"/>
    <w:rsid w:val="0074670D"/>
    <w:rsid w:val="00746BC3"/>
    <w:rsid w:val="00746F77"/>
    <w:rsid w:val="00746FBC"/>
    <w:rsid w:val="0074765F"/>
    <w:rsid w:val="00747D1A"/>
    <w:rsid w:val="007502BC"/>
    <w:rsid w:val="0075033E"/>
    <w:rsid w:val="007503D6"/>
    <w:rsid w:val="00750E34"/>
    <w:rsid w:val="00750EDD"/>
    <w:rsid w:val="007510E9"/>
    <w:rsid w:val="00751519"/>
    <w:rsid w:val="00751FAB"/>
    <w:rsid w:val="0075203F"/>
    <w:rsid w:val="0075282D"/>
    <w:rsid w:val="00752F38"/>
    <w:rsid w:val="00752FD7"/>
    <w:rsid w:val="00752FE3"/>
    <w:rsid w:val="00753E21"/>
    <w:rsid w:val="00753E40"/>
    <w:rsid w:val="0075408B"/>
    <w:rsid w:val="007541AA"/>
    <w:rsid w:val="007549AC"/>
    <w:rsid w:val="007550B4"/>
    <w:rsid w:val="00755837"/>
    <w:rsid w:val="00755A77"/>
    <w:rsid w:val="00755BC1"/>
    <w:rsid w:val="00755E51"/>
    <w:rsid w:val="00755F2E"/>
    <w:rsid w:val="0075604B"/>
    <w:rsid w:val="00756129"/>
    <w:rsid w:val="007562C1"/>
    <w:rsid w:val="00756BDB"/>
    <w:rsid w:val="00756DFD"/>
    <w:rsid w:val="007571E2"/>
    <w:rsid w:val="00757440"/>
    <w:rsid w:val="00757A95"/>
    <w:rsid w:val="00757AF2"/>
    <w:rsid w:val="00757DFE"/>
    <w:rsid w:val="00760354"/>
    <w:rsid w:val="00760653"/>
    <w:rsid w:val="0076067D"/>
    <w:rsid w:val="00760696"/>
    <w:rsid w:val="0076086F"/>
    <w:rsid w:val="007608DF"/>
    <w:rsid w:val="00760AAC"/>
    <w:rsid w:val="00761506"/>
    <w:rsid w:val="0076152E"/>
    <w:rsid w:val="007616C1"/>
    <w:rsid w:val="00761BC7"/>
    <w:rsid w:val="00761FD5"/>
    <w:rsid w:val="007621C2"/>
    <w:rsid w:val="00762247"/>
    <w:rsid w:val="007622DB"/>
    <w:rsid w:val="00762544"/>
    <w:rsid w:val="007626F6"/>
    <w:rsid w:val="00762E5F"/>
    <w:rsid w:val="0076304E"/>
    <w:rsid w:val="0076321E"/>
    <w:rsid w:val="0076342D"/>
    <w:rsid w:val="00763FD9"/>
    <w:rsid w:val="007642B9"/>
    <w:rsid w:val="0076472E"/>
    <w:rsid w:val="00764E26"/>
    <w:rsid w:val="0076535F"/>
    <w:rsid w:val="00765664"/>
    <w:rsid w:val="007656B4"/>
    <w:rsid w:val="00765785"/>
    <w:rsid w:val="007657A2"/>
    <w:rsid w:val="00765A68"/>
    <w:rsid w:val="00765BEF"/>
    <w:rsid w:val="00765C2E"/>
    <w:rsid w:val="00765E76"/>
    <w:rsid w:val="00765FBE"/>
    <w:rsid w:val="007660CE"/>
    <w:rsid w:val="0076622F"/>
    <w:rsid w:val="00766361"/>
    <w:rsid w:val="0076660D"/>
    <w:rsid w:val="00766620"/>
    <w:rsid w:val="00766902"/>
    <w:rsid w:val="00766B16"/>
    <w:rsid w:val="00766D23"/>
    <w:rsid w:val="00766EDF"/>
    <w:rsid w:val="0076741F"/>
    <w:rsid w:val="00767AF0"/>
    <w:rsid w:val="007702CE"/>
    <w:rsid w:val="00770756"/>
    <w:rsid w:val="0077087F"/>
    <w:rsid w:val="00770A71"/>
    <w:rsid w:val="0077158D"/>
    <w:rsid w:val="00771827"/>
    <w:rsid w:val="00771ACB"/>
    <w:rsid w:val="00771CE8"/>
    <w:rsid w:val="00771F81"/>
    <w:rsid w:val="00771FC2"/>
    <w:rsid w:val="00772091"/>
    <w:rsid w:val="007725B6"/>
    <w:rsid w:val="00772750"/>
    <w:rsid w:val="00772919"/>
    <w:rsid w:val="00772F05"/>
    <w:rsid w:val="00773040"/>
    <w:rsid w:val="007731B9"/>
    <w:rsid w:val="007735AB"/>
    <w:rsid w:val="007735F9"/>
    <w:rsid w:val="00773C20"/>
    <w:rsid w:val="00773E4E"/>
    <w:rsid w:val="00773EE2"/>
    <w:rsid w:val="007742AD"/>
    <w:rsid w:val="00774BB7"/>
    <w:rsid w:val="007754A0"/>
    <w:rsid w:val="0077575C"/>
    <w:rsid w:val="007757BD"/>
    <w:rsid w:val="00775F8F"/>
    <w:rsid w:val="00775FFA"/>
    <w:rsid w:val="007762ED"/>
    <w:rsid w:val="0077677C"/>
    <w:rsid w:val="007770CA"/>
    <w:rsid w:val="00777AC5"/>
    <w:rsid w:val="00777C62"/>
    <w:rsid w:val="00777E86"/>
    <w:rsid w:val="00780143"/>
    <w:rsid w:val="0078025B"/>
    <w:rsid w:val="007806BF"/>
    <w:rsid w:val="00780A77"/>
    <w:rsid w:val="00780FE9"/>
    <w:rsid w:val="00781242"/>
    <w:rsid w:val="00781800"/>
    <w:rsid w:val="00781907"/>
    <w:rsid w:val="007819E5"/>
    <w:rsid w:val="00781EF4"/>
    <w:rsid w:val="00781FBE"/>
    <w:rsid w:val="00782024"/>
    <w:rsid w:val="00782072"/>
    <w:rsid w:val="007820E4"/>
    <w:rsid w:val="00782152"/>
    <w:rsid w:val="0078222F"/>
    <w:rsid w:val="00782273"/>
    <w:rsid w:val="007824E8"/>
    <w:rsid w:val="0078259F"/>
    <w:rsid w:val="00782872"/>
    <w:rsid w:val="00782AC2"/>
    <w:rsid w:val="00782B33"/>
    <w:rsid w:val="00782FDF"/>
    <w:rsid w:val="0078335F"/>
    <w:rsid w:val="007839B8"/>
    <w:rsid w:val="00783E52"/>
    <w:rsid w:val="00784287"/>
    <w:rsid w:val="00784602"/>
    <w:rsid w:val="0078473D"/>
    <w:rsid w:val="0078543F"/>
    <w:rsid w:val="007863D5"/>
    <w:rsid w:val="007865BD"/>
    <w:rsid w:val="00786C4D"/>
    <w:rsid w:val="007871D6"/>
    <w:rsid w:val="007877AE"/>
    <w:rsid w:val="00787B92"/>
    <w:rsid w:val="00787C12"/>
    <w:rsid w:val="00787FB6"/>
    <w:rsid w:val="007902AB"/>
    <w:rsid w:val="00790845"/>
    <w:rsid w:val="00790B0A"/>
    <w:rsid w:val="007911DE"/>
    <w:rsid w:val="00791377"/>
    <w:rsid w:val="00791C27"/>
    <w:rsid w:val="00791D23"/>
    <w:rsid w:val="00791E70"/>
    <w:rsid w:val="0079233C"/>
    <w:rsid w:val="0079283E"/>
    <w:rsid w:val="0079295B"/>
    <w:rsid w:val="00792B45"/>
    <w:rsid w:val="0079300B"/>
    <w:rsid w:val="007930D4"/>
    <w:rsid w:val="0079395D"/>
    <w:rsid w:val="00793B25"/>
    <w:rsid w:val="00793B5B"/>
    <w:rsid w:val="0079418F"/>
    <w:rsid w:val="00794413"/>
    <w:rsid w:val="00794B8D"/>
    <w:rsid w:val="00794F55"/>
    <w:rsid w:val="00795533"/>
    <w:rsid w:val="00795BFB"/>
    <w:rsid w:val="0079622B"/>
    <w:rsid w:val="0079644C"/>
    <w:rsid w:val="0079650E"/>
    <w:rsid w:val="007965F8"/>
    <w:rsid w:val="00796830"/>
    <w:rsid w:val="00796840"/>
    <w:rsid w:val="00796AAA"/>
    <w:rsid w:val="00796AF6"/>
    <w:rsid w:val="0079701B"/>
    <w:rsid w:val="00797063"/>
    <w:rsid w:val="007970E7"/>
    <w:rsid w:val="00797178"/>
    <w:rsid w:val="007972BB"/>
    <w:rsid w:val="007972D7"/>
    <w:rsid w:val="00797436"/>
    <w:rsid w:val="00797836"/>
    <w:rsid w:val="00797BB6"/>
    <w:rsid w:val="00797F94"/>
    <w:rsid w:val="007A0089"/>
    <w:rsid w:val="007A0603"/>
    <w:rsid w:val="007A065C"/>
    <w:rsid w:val="007A0696"/>
    <w:rsid w:val="007A0729"/>
    <w:rsid w:val="007A0978"/>
    <w:rsid w:val="007A09F3"/>
    <w:rsid w:val="007A0D72"/>
    <w:rsid w:val="007A13DA"/>
    <w:rsid w:val="007A1599"/>
    <w:rsid w:val="007A1C41"/>
    <w:rsid w:val="007A1CBC"/>
    <w:rsid w:val="007A1D87"/>
    <w:rsid w:val="007A232E"/>
    <w:rsid w:val="007A27D5"/>
    <w:rsid w:val="007A307C"/>
    <w:rsid w:val="007A35DC"/>
    <w:rsid w:val="007A35E5"/>
    <w:rsid w:val="007A375F"/>
    <w:rsid w:val="007A3B8C"/>
    <w:rsid w:val="007A40CD"/>
    <w:rsid w:val="007A4623"/>
    <w:rsid w:val="007A4760"/>
    <w:rsid w:val="007A4787"/>
    <w:rsid w:val="007A4A4E"/>
    <w:rsid w:val="007A4DF9"/>
    <w:rsid w:val="007A51CD"/>
    <w:rsid w:val="007A583C"/>
    <w:rsid w:val="007A592E"/>
    <w:rsid w:val="007A59CE"/>
    <w:rsid w:val="007A5E2B"/>
    <w:rsid w:val="007A6149"/>
    <w:rsid w:val="007A6185"/>
    <w:rsid w:val="007A6311"/>
    <w:rsid w:val="007A662F"/>
    <w:rsid w:val="007A6782"/>
    <w:rsid w:val="007A67B4"/>
    <w:rsid w:val="007A6C47"/>
    <w:rsid w:val="007A6F06"/>
    <w:rsid w:val="007A6FA3"/>
    <w:rsid w:val="007A6FA8"/>
    <w:rsid w:val="007A7379"/>
    <w:rsid w:val="007A7B8E"/>
    <w:rsid w:val="007A7BBD"/>
    <w:rsid w:val="007A7CD3"/>
    <w:rsid w:val="007A7F70"/>
    <w:rsid w:val="007B004F"/>
    <w:rsid w:val="007B0063"/>
    <w:rsid w:val="007B0E08"/>
    <w:rsid w:val="007B0F2F"/>
    <w:rsid w:val="007B0F7A"/>
    <w:rsid w:val="007B0FE5"/>
    <w:rsid w:val="007B10B3"/>
    <w:rsid w:val="007B1532"/>
    <w:rsid w:val="007B169C"/>
    <w:rsid w:val="007B1C81"/>
    <w:rsid w:val="007B1D12"/>
    <w:rsid w:val="007B1E4B"/>
    <w:rsid w:val="007B226A"/>
    <w:rsid w:val="007B291C"/>
    <w:rsid w:val="007B2D2A"/>
    <w:rsid w:val="007B2EEF"/>
    <w:rsid w:val="007B2F17"/>
    <w:rsid w:val="007B3925"/>
    <w:rsid w:val="007B419C"/>
    <w:rsid w:val="007B419E"/>
    <w:rsid w:val="007B4245"/>
    <w:rsid w:val="007B451A"/>
    <w:rsid w:val="007B46B3"/>
    <w:rsid w:val="007B49FD"/>
    <w:rsid w:val="007B4D18"/>
    <w:rsid w:val="007B4E49"/>
    <w:rsid w:val="007B4EA7"/>
    <w:rsid w:val="007B4F42"/>
    <w:rsid w:val="007B4F44"/>
    <w:rsid w:val="007B5917"/>
    <w:rsid w:val="007B5CD8"/>
    <w:rsid w:val="007B6265"/>
    <w:rsid w:val="007B6450"/>
    <w:rsid w:val="007B671D"/>
    <w:rsid w:val="007B6779"/>
    <w:rsid w:val="007B6963"/>
    <w:rsid w:val="007B69BC"/>
    <w:rsid w:val="007B6A68"/>
    <w:rsid w:val="007B6D51"/>
    <w:rsid w:val="007B714F"/>
    <w:rsid w:val="007B7C6C"/>
    <w:rsid w:val="007C0190"/>
    <w:rsid w:val="007C0213"/>
    <w:rsid w:val="007C0650"/>
    <w:rsid w:val="007C07F2"/>
    <w:rsid w:val="007C088F"/>
    <w:rsid w:val="007C1233"/>
    <w:rsid w:val="007C1354"/>
    <w:rsid w:val="007C1F26"/>
    <w:rsid w:val="007C211E"/>
    <w:rsid w:val="007C2610"/>
    <w:rsid w:val="007C2715"/>
    <w:rsid w:val="007C2A55"/>
    <w:rsid w:val="007C2E0C"/>
    <w:rsid w:val="007C35C7"/>
    <w:rsid w:val="007C363E"/>
    <w:rsid w:val="007C368C"/>
    <w:rsid w:val="007C398C"/>
    <w:rsid w:val="007C3DC9"/>
    <w:rsid w:val="007C40AD"/>
    <w:rsid w:val="007C41D0"/>
    <w:rsid w:val="007C42B3"/>
    <w:rsid w:val="007C4590"/>
    <w:rsid w:val="007C4EC8"/>
    <w:rsid w:val="007C53EE"/>
    <w:rsid w:val="007C5851"/>
    <w:rsid w:val="007C5A2C"/>
    <w:rsid w:val="007C5A82"/>
    <w:rsid w:val="007C5AB4"/>
    <w:rsid w:val="007C626A"/>
    <w:rsid w:val="007C65B6"/>
    <w:rsid w:val="007C6810"/>
    <w:rsid w:val="007C6860"/>
    <w:rsid w:val="007C68B2"/>
    <w:rsid w:val="007C6B67"/>
    <w:rsid w:val="007C6DAD"/>
    <w:rsid w:val="007C79FC"/>
    <w:rsid w:val="007C7CA8"/>
    <w:rsid w:val="007D0344"/>
    <w:rsid w:val="007D055F"/>
    <w:rsid w:val="007D0774"/>
    <w:rsid w:val="007D0E9C"/>
    <w:rsid w:val="007D1079"/>
    <w:rsid w:val="007D169C"/>
    <w:rsid w:val="007D1824"/>
    <w:rsid w:val="007D1CD6"/>
    <w:rsid w:val="007D1D2B"/>
    <w:rsid w:val="007D1ED9"/>
    <w:rsid w:val="007D1FE1"/>
    <w:rsid w:val="007D2068"/>
    <w:rsid w:val="007D277F"/>
    <w:rsid w:val="007D2856"/>
    <w:rsid w:val="007D2866"/>
    <w:rsid w:val="007D2D62"/>
    <w:rsid w:val="007D2D6D"/>
    <w:rsid w:val="007D2E11"/>
    <w:rsid w:val="007D3109"/>
    <w:rsid w:val="007D31C8"/>
    <w:rsid w:val="007D3333"/>
    <w:rsid w:val="007D3472"/>
    <w:rsid w:val="007D34E9"/>
    <w:rsid w:val="007D35F4"/>
    <w:rsid w:val="007D3655"/>
    <w:rsid w:val="007D3804"/>
    <w:rsid w:val="007D3928"/>
    <w:rsid w:val="007D39C2"/>
    <w:rsid w:val="007D3A9D"/>
    <w:rsid w:val="007D3CEB"/>
    <w:rsid w:val="007D4382"/>
    <w:rsid w:val="007D4BB2"/>
    <w:rsid w:val="007D4D7D"/>
    <w:rsid w:val="007D4E4D"/>
    <w:rsid w:val="007D4E4E"/>
    <w:rsid w:val="007D50A3"/>
    <w:rsid w:val="007D5FD1"/>
    <w:rsid w:val="007D63CB"/>
    <w:rsid w:val="007D6461"/>
    <w:rsid w:val="007D680E"/>
    <w:rsid w:val="007D6D2E"/>
    <w:rsid w:val="007D6DC9"/>
    <w:rsid w:val="007D6F55"/>
    <w:rsid w:val="007D7345"/>
    <w:rsid w:val="007D7509"/>
    <w:rsid w:val="007D7561"/>
    <w:rsid w:val="007D78AB"/>
    <w:rsid w:val="007D7B4A"/>
    <w:rsid w:val="007D7DFB"/>
    <w:rsid w:val="007E05B3"/>
    <w:rsid w:val="007E0941"/>
    <w:rsid w:val="007E0AA2"/>
    <w:rsid w:val="007E0E00"/>
    <w:rsid w:val="007E137D"/>
    <w:rsid w:val="007E1571"/>
    <w:rsid w:val="007E18A6"/>
    <w:rsid w:val="007E1C08"/>
    <w:rsid w:val="007E1FB0"/>
    <w:rsid w:val="007E2245"/>
    <w:rsid w:val="007E267C"/>
    <w:rsid w:val="007E2740"/>
    <w:rsid w:val="007E2C84"/>
    <w:rsid w:val="007E2CCF"/>
    <w:rsid w:val="007E2EBF"/>
    <w:rsid w:val="007E30EE"/>
    <w:rsid w:val="007E32A5"/>
    <w:rsid w:val="007E39A9"/>
    <w:rsid w:val="007E3AC3"/>
    <w:rsid w:val="007E3B2A"/>
    <w:rsid w:val="007E3B8F"/>
    <w:rsid w:val="007E3C9E"/>
    <w:rsid w:val="007E433E"/>
    <w:rsid w:val="007E45A6"/>
    <w:rsid w:val="007E45D0"/>
    <w:rsid w:val="007E46DC"/>
    <w:rsid w:val="007E4A2F"/>
    <w:rsid w:val="007E4B7C"/>
    <w:rsid w:val="007E4B87"/>
    <w:rsid w:val="007E4F7C"/>
    <w:rsid w:val="007E50B8"/>
    <w:rsid w:val="007E5417"/>
    <w:rsid w:val="007E55BB"/>
    <w:rsid w:val="007E5628"/>
    <w:rsid w:val="007E5CD2"/>
    <w:rsid w:val="007E60D2"/>
    <w:rsid w:val="007E662C"/>
    <w:rsid w:val="007E6778"/>
    <w:rsid w:val="007E689D"/>
    <w:rsid w:val="007E6DD9"/>
    <w:rsid w:val="007E7321"/>
    <w:rsid w:val="007E79D2"/>
    <w:rsid w:val="007E7C65"/>
    <w:rsid w:val="007F010A"/>
    <w:rsid w:val="007F04F4"/>
    <w:rsid w:val="007F09F9"/>
    <w:rsid w:val="007F0ACC"/>
    <w:rsid w:val="007F0B12"/>
    <w:rsid w:val="007F0CF5"/>
    <w:rsid w:val="007F0FAD"/>
    <w:rsid w:val="007F1088"/>
    <w:rsid w:val="007F114E"/>
    <w:rsid w:val="007F1210"/>
    <w:rsid w:val="007F174F"/>
    <w:rsid w:val="007F19F9"/>
    <w:rsid w:val="007F1A0E"/>
    <w:rsid w:val="007F1FDC"/>
    <w:rsid w:val="007F214B"/>
    <w:rsid w:val="007F25B9"/>
    <w:rsid w:val="007F29F8"/>
    <w:rsid w:val="007F3F52"/>
    <w:rsid w:val="007F3F60"/>
    <w:rsid w:val="007F4190"/>
    <w:rsid w:val="007F498B"/>
    <w:rsid w:val="007F4C8F"/>
    <w:rsid w:val="007F4E53"/>
    <w:rsid w:val="007F4F07"/>
    <w:rsid w:val="007F5219"/>
    <w:rsid w:val="007F5972"/>
    <w:rsid w:val="007F59E0"/>
    <w:rsid w:val="007F5D4C"/>
    <w:rsid w:val="007F6114"/>
    <w:rsid w:val="007F62C3"/>
    <w:rsid w:val="007F6827"/>
    <w:rsid w:val="007F699F"/>
    <w:rsid w:val="007F6B8D"/>
    <w:rsid w:val="007F701D"/>
    <w:rsid w:val="007F7786"/>
    <w:rsid w:val="007F798B"/>
    <w:rsid w:val="007F7B3B"/>
    <w:rsid w:val="007F7D3C"/>
    <w:rsid w:val="007F7E76"/>
    <w:rsid w:val="008001BD"/>
    <w:rsid w:val="00800435"/>
    <w:rsid w:val="00800626"/>
    <w:rsid w:val="0080133B"/>
    <w:rsid w:val="008013F3"/>
    <w:rsid w:val="00801418"/>
    <w:rsid w:val="008014E0"/>
    <w:rsid w:val="00801B85"/>
    <w:rsid w:val="00801E3B"/>
    <w:rsid w:val="00801ECC"/>
    <w:rsid w:val="00801FF5"/>
    <w:rsid w:val="008020B9"/>
    <w:rsid w:val="008024C8"/>
    <w:rsid w:val="00802BAB"/>
    <w:rsid w:val="00802C31"/>
    <w:rsid w:val="008030B1"/>
    <w:rsid w:val="00803753"/>
    <w:rsid w:val="008037F0"/>
    <w:rsid w:val="00803CC1"/>
    <w:rsid w:val="00804335"/>
    <w:rsid w:val="00804762"/>
    <w:rsid w:val="00804917"/>
    <w:rsid w:val="00805305"/>
    <w:rsid w:val="008055B9"/>
    <w:rsid w:val="00805F01"/>
    <w:rsid w:val="008062CE"/>
    <w:rsid w:val="00806335"/>
    <w:rsid w:val="008064E7"/>
    <w:rsid w:val="00806727"/>
    <w:rsid w:val="0080684A"/>
    <w:rsid w:val="00806AB2"/>
    <w:rsid w:val="00807D2C"/>
    <w:rsid w:val="00807DA0"/>
    <w:rsid w:val="008105E2"/>
    <w:rsid w:val="00811689"/>
    <w:rsid w:val="008116C3"/>
    <w:rsid w:val="00811DB3"/>
    <w:rsid w:val="00811F60"/>
    <w:rsid w:val="00812061"/>
    <w:rsid w:val="0081210E"/>
    <w:rsid w:val="008125D0"/>
    <w:rsid w:val="008128CA"/>
    <w:rsid w:val="00812C5D"/>
    <w:rsid w:val="00812E05"/>
    <w:rsid w:val="00812E8C"/>
    <w:rsid w:val="0081301D"/>
    <w:rsid w:val="00813385"/>
    <w:rsid w:val="00813440"/>
    <w:rsid w:val="00813AA6"/>
    <w:rsid w:val="00813FB0"/>
    <w:rsid w:val="00814121"/>
    <w:rsid w:val="00814269"/>
    <w:rsid w:val="008145B9"/>
    <w:rsid w:val="0081508E"/>
    <w:rsid w:val="008150F9"/>
    <w:rsid w:val="008151EB"/>
    <w:rsid w:val="0081520B"/>
    <w:rsid w:val="00815B50"/>
    <w:rsid w:val="00816258"/>
    <w:rsid w:val="008163C1"/>
    <w:rsid w:val="008167D4"/>
    <w:rsid w:val="008169E9"/>
    <w:rsid w:val="008170F3"/>
    <w:rsid w:val="0081713F"/>
    <w:rsid w:val="0081752E"/>
    <w:rsid w:val="0081794F"/>
    <w:rsid w:val="0082026F"/>
    <w:rsid w:val="00821043"/>
    <w:rsid w:val="00821079"/>
    <w:rsid w:val="00821493"/>
    <w:rsid w:val="008215DF"/>
    <w:rsid w:val="00821840"/>
    <w:rsid w:val="00821E2C"/>
    <w:rsid w:val="0082207A"/>
    <w:rsid w:val="008226D8"/>
    <w:rsid w:val="00822998"/>
    <w:rsid w:val="008229C9"/>
    <w:rsid w:val="00822D19"/>
    <w:rsid w:val="00822F43"/>
    <w:rsid w:val="008232A7"/>
    <w:rsid w:val="008232F0"/>
    <w:rsid w:val="00823451"/>
    <w:rsid w:val="008234E1"/>
    <w:rsid w:val="0082367C"/>
    <w:rsid w:val="00824207"/>
    <w:rsid w:val="00825BE2"/>
    <w:rsid w:val="00825D85"/>
    <w:rsid w:val="00826188"/>
    <w:rsid w:val="0082648D"/>
    <w:rsid w:val="00826791"/>
    <w:rsid w:val="00826B87"/>
    <w:rsid w:val="00826D32"/>
    <w:rsid w:val="00826EC5"/>
    <w:rsid w:val="00826FC4"/>
    <w:rsid w:val="008270CC"/>
    <w:rsid w:val="008270F4"/>
    <w:rsid w:val="0082773C"/>
    <w:rsid w:val="008279F3"/>
    <w:rsid w:val="00827F7B"/>
    <w:rsid w:val="00830005"/>
    <w:rsid w:val="00830086"/>
    <w:rsid w:val="008302CF"/>
    <w:rsid w:val="008306A0"/>
    <w:rsid w:val="0083076F"/>
    <w:rsid w:val="00831074"/>
    <w:rsid w:val="008315B7"/>
    <w:rsid w:val="00831751"/>
    <w:rsid w:val="00831AA4"/>
    <w:rsid w:val="00831AE0"/>
    <w:rsid w:val="00831B8F"/>
    <w:rsid w:val="00831CD7"/>
    <w:rsid w:val="00832943"/>
    <w:rsid w:val="00832CD2"/>
    <w:rsid w:val="00832ED1"/>
    <w:rsid w:val="00833188"/>
    <w:rsid w:val="00833301"/>
    <w:rsid w:val="0083349F"/>
    <w:rsid w:val="0083359F"/>
    <w:rsid w:val="00833887"/>
    <w:rsid w:val="00833966"/>
    <w:rsid w:val="008339EF"/>
    <w:rsid w:val="00833AB9"/>
    <w:rsid w:val="008340ED"/>
    <w:rsid w:val="00834444"/>
    <w:rsid w:val="008344C0"/>
    <w:rsid w:val="00834670"/>
    <w:rsid w:val="0083476F"/>
    <w:rsid w:val="00834FED"/>
    <w:rsid w:val="0083501A"/>
    <w:rsid w:val="008354B9"/>
    <w:rsid w:val="00835676"/>
    <w:rsid w:val="008359E7"/>
    <w:rsid w:val="00835A05"/>
    <w:rsid w:val="00835A79"/>
    <w:rsid w:val="00835BB5"/>
    <w:rsid w:val="00835C8A"/>
    <w:rsid w:val="00835D42"/>
    <w:rsid w:val="00836035"/>
    <w:rsid w:val="0083628A"/>
    <w:rsid w:val="0083634B"/>
    <w:rsid w:val="0083673E"/>
    <w:rsid w:val="00836B5F"/>
    <w:rsid w:val="00836DF3"/>
    <w:rsid w:val="00836E0B"/>
    <w:rsid w:val="008371D3"/>
    <w:rsid w:val="00837259"/>
    <w:rsid w:val="008379C1"/>
    <w:rsid w:val="008379E1"/>
    <w:rsid w:val="00837AAC"/>
    <w:rsid w:val="00837C64"/>
    <w:rsid w:val="00837D38"/>
    <w:rsid w:val="00837EBF"/>
    <w:rsid w:val="00837EFA"/>
    <w:rsid w:val="00840576"/>
    <w:rsid w:val="008409E8"/>
    <w:rsid w:val="00840A97"/>
    <w:rsid w:val="00840E54"/>
    <w:rsid w:val="00840F97"/>
    <w:rsid w:val="008410C2"/>
    <w:rsid w:val="00841558"/>
    <w:rsid w:val="008419FF"/>
    <w:rsid w:val="00841E96"/>
    <w:rsid w:val="00842153"/>
    <w:rsid w:val="0084238B"/>
    <w:rsid w:val="0084297B"/>
    <w:rsid w:val="00842CBC"/>
    <w:rsid w:val="00842DE2"/>
    <w:rsid w:val="0084318E"/>
    <w:rsid w:val="0084320E"/>
    <w:rsid w:val="00843290"/>
    <w:rsid w:val="008435E7"/>
    <w:rsid w:val="008436B7"/>
    <w:rsid w:val="008436F3"/>
    <w:rsid w:val="00843EA1"/>
    <w:rsid w:val="008441E0"/>
    <w:rsid w:val="00844419"/>
    <w:rsid w:val="00844520"/>
    <w:rsid w:val="0084496F"/>
    <w:rsid w:val="00844EC8"/>
    <w:rsid w:val="00844EEE"/>
    <w:rsid w:val="0084553B"/>
    <w:rsid w:val="00845CBA"/>
    <w:rsid w:val="00846019"/>
    <w:rsid w:val="008463F0"/>
    <w:rsid w:val="00846573"/>
    <w:rsid w:val="008467CA"/>
    <w:rsid w:val="00846C36"/>
    <w:rsid w:val="00846D42"/>
    <w:rsid w:val="00847363"/>
    <w:rsid w:val="00847704"/>
    <w:rsid w:val="008477AF"/>
    <w:rsid w:val="008478FD"/>
    <w:rsid w:val="00847ADF"/>
    <w:rsid w:val="00847B30"/>
    <w:rsid w:val="008503B3"/>
    <w:rsid w:val="00850983"/>
    <w:rsid w:val="00850E28"/>
    <w:rsid w:val="00850FED"/>
    <w:rsid w:val="00851313"/>
    <w:rsid w:val="0085158D"/>
    <w:rsid w:val="00851C1C"/>
    <w:rsid w:val="00852177"/>
    <w:rsid w:val="00852577"/>
    <w:rsid w:val="00852E89"/>
    <w:rsid w:val="00852F21"/>
    <w:rsid w:val="0085373A"/>
    <w:rsid w:val="00853A4C"/>
    <w:rsid w:val="00853BC4"/>
    <w:rsid w:val="008545FE"/>
    <w:rsid w:val="00854771"/>
    <w:rsid w:val="008548C1"/>
    <w:rsid w:val="00854B43"/>
    <w:rsid w:val="00854CD9"/>
    <w:rsid w:val="00854F26"/>
    <w:rsid w:val="00855EDF"/>
    <w:rsid w:val="00855EF0"/>
    <w:rsid w:val="00856941"/>
    <w:rsid w:val="008569B8"/>
    <w:rsid w:val="00856A95"/>
    <w:rsid w:val="00856BA2"/>
    <w:rsid w:val="0085709B"/>
    <w:rsid w:val="008575E0"/>
    <w:rsid w:val="0085766C"/>
    <w:rsid w:val="008577A4"/>
    <w:rsid w:val="008577F9"/>
    <w:rsid w:val="00857A6F"/>
    <w:rsid w:val="00857A7C"/>
    <w:rsid w:val="00857BFC"/>
    <w:rsid w:val="00860052"/>
    <w:rsid w:val="00860197"/>
    <w:rsid w:val="00860269"/>
    <w:rsid w:val="008604CE"/>
    <w:rsid w:val="00860530"/>
    <w:rsid w:val="00860716"/>
    <w:rsid w:val="00860837"/>
    <w:rsid w:val="00860A17"/>
    <w:rsid w:val="00860A68"/>
    <w:rsid w:val="00861056"/>
    <w:rsid w:val="008615FB"/>
    <w:rsid w:val="00861B4E"/>
    <w:rsid w:val="00861CFF"/>
    <w:rsid w:val="00862167"/>
    <w:rsid w:val="00862494"/>
    <w:rsid w:val="00862814"/>
    <w:rsid w:val="00862901"/>
    <w:rsid w:val="00862CBF"/>
    <w:rsid w:val="00862CD9"/>
    <w:rsid w:val="0086309F"/>
    <w:rsid w:val="008634BE"/>
    <w:rsid w:val="008635D8"/>
    <w:rsid w:val="00863D81"/>
    <w:rsid w:val="00863FB3"/>
    <w:rsid w:val="008642D3"/>
    <w:rsid w:val="00864864"/>
    <w:rsid w:val="00864DE7"/>
    <w:rsid w:val="00864E62"/>
    <w:rsid w:val="00864F26"/>
    <w:rsid w:val="00865162"/>
    <w:rsid w:val="008651A8"/>
    <w:rsid w:val="008651D2"/>
    <w:rsid w:val="0086530E"/>
    <w:rsid w:val="0086539E"/>
    <w:rsid w:val="008655C2"/>
    <w:rsid w:val="00865F8A"/>
    <w:rsid w:val="00866911"/>
    <w:rsid w:val="00866DAC"/>
    <w:rsid w:val="00867211"/>
    <w:rsid w:val="00867A32"/>
    <w:rsid w:val="00867B28"/>
    <w:rsid w:val="00867B51"/>
    <w:rsid w:val="00867D68"/>
    <w:rsid w:val="00867D77"/>
    <w:rsid w:val="00867FCE"/>
    <w:rsid w:val="00870014"/>
    <w:rsid w:val="008700C1"/>
    <w:rsid w:val="008703F4"/>
    <w:rsid w:val="008704C5"/>
    <w:rsid w:val="00870657"/>
    <w:rsid w:val="008709C5"/>
    <w:rsid w:val="008709D0"/>
    <w:rsid w:val="00870A16"/>
    <w:rsid w:val="00870D4D"/>
    <w:rsid w:val="00871020"/>
    <w:rsid w:val="00871191"/>
    <w:rsid w:val="00871643"/>
    <w:rsid w:val="00871662"/>
    <w:rsid w:val="00871F36"/>
    <w:rsid w:val="0087233B"/>
    <w:rsid w:val="00872689"/>
    <w:rsid w:val="00872692"/>
    <w:rsid w:val="00872E37"/>
    <w:rsid w:val="0087330E"/>
    <w:rsid w:val="00873531"/>
    <w:rsid w:val="00873D57"/>
    <w:rsid w:val="00873DF2"/>
    <w:rsid w:val="00873E42"/>
    <w:rsid w:val="0087404A"/>
    <w:rsid w:val="00874112"/>
    <w:rsid w:val="008742F1"/>
    <w:rsid w:val="008744BF"/>
    <w:rsid w:val="00874709"/>
    <w:rsid w:val="00874A6E"/>
    <w:rsid w:val="00875182"/>
    <w:rsid w:val="00875896"/>
    <w:rsid w:val="00875A0C"/>
    <w:rsid w:val="00875A31"/>
    <w:rsid w:val="00875C66"/>
    <w:rsid w:val="00875C6E"/>
    <w:rsid w:val="008764CD"/>
    <w:rsid w:val="008765E0"/>
    <w:rsid w:val="00876D20"/>
    <w:rsid w:val="008775D0"/>
    <w:rsid w:val="008777DC"/>
    <w:rsid w:val="00877C1C"/>
    <w:rsid w:val="00880291"/>
    <w:rsid w:val="0088033F"/>
    <w:rsid w:val="008803BD"/>
    <w:rsid w:val="00880BCE"/>
    <w:rsid w:val="00880F5A"/>
    <w:rsid w:val="008810AF"/>
    <w:rsid w:val="008811D8"/>
    <w:rsid w:val="00881380"/>
    <w:rsid w:val="008819FB"/>
    <w:rsid w:val="00881A5A"/>
    <w:rsid w:val="00881D21"/>
    <w:rsid w:val="00882020"/>
    <w:rsid w:val="0088204B"/>
    <w:rsid w:val="008820D5"/>
    <w:rsid w:val="00882143"/>
    <w:rsid w:val="008824CB"/>
    <w:rsid w:val="0088269C"/>
    <w:rsid w:val="0088272F"/>
    <w:rsid w:val="00882822"/>
    <w:rsid w:val="00882A80"/>
    <w:rsid w:val="00882D3C"/>
    <w:rsid w:val="00882D93"/>
    <w:rsid w:val="008830EF"/>
    <w:rsid w:val="0088315B"/>
    <w:rsid w:val="008834D0"/>
    <w:rsid w:val="00883707"/>
    <w:rsid w:val="008837EB"/>
    <w:rsid w:val="00883878"/>
    <w:rsid w:val="00883EAF"/>
    <w:rsid w:val="00884069"/>
    <w:rsid w:val="00884160"/>
    <w:rsid w:val="008844EA"/>
    <w:rsid w:val="00884816"/>
    <w:rsid w:val="008848A8"/>
    <w:rsid w:val="00884996"/>
    <w:rsid w:val="00884DB6"/>
    <w:rsid w:val="00884E02"/>
    <w:rsid w:val="0088503C"/>
    <w:rsid w:val="0088550B"/>
    <w:rsid w:val="00885655"/>
    <w:rsid w:val="00885A62"/>
    <w:rsid w:val="00885FC1"/>
    <w:rsid w:val="00886436"/>
    <w:rsid w:val="0088654B"/>
    <w:rsid w:val="008865ED"/>
    <w:rsid w:val="00886896"/>
    <w:rsid w:val="00886904"/>
    <w:rsid w:val="00886A39"/>
    <w:rsid w:val="008870BF"/>
    <w:rsid w:val="00887550"/>
    <w:rsid w:val="008876BF"/>
    <w:rsid w:val="00887FC6"/>
    <w:rsid w:val="0089023B"/>
    <w:rsid w:val="00890368"/>
    <w:rsid w:val="00890E12"/>
    <w:rsid w:val="0089140F"/>
    <w:rsid w:val="008914CA"/>
    <w:rsid w:val="008916CD"/>
    <w:rsid w:val="008917FC"/>
    <w:rsid w:val="0089207E"/>
    <w:rsid w:val="008924FD"/>
    <w:rsid w:val="00892C37"/>
    <w:rsid w:val="00892C8C"/>
    <w:rsid w:val="00892CB7"/>
    <w:rsid w:val="00892D56"/>
    <w:rsid w:val="00892DD6"/>
    <w:rsid w:val="00892F35"/>
    <w:rsid w:val="00893038"/>
    <w:rsid w:val="008930BE"/>
    <w:rsid w:val="008932A9"/>
    <w:rsid w:val="008933CF"/>
    <w:rsid w:val="00893423"/>
    <w:rsid w:val="008935FB"/>
    <w:rsid w:val="008936CB"/>
    <w:rsid w:val="008938F5"/>
    <w:rsid w:val="00893D5E"/>
    <w:rsid w:val="00893F7C"/>
    <w:rsid w:val="00894301"/>
    <w:rsid w:val="00894368"/>
    <w:rsid w:val="00894402"/>
    <w:rsid w:val="008945D9"/>
    <w:rsid w:val="0089483B"/>
    <w:rsid w:val="008948F4"/>
    <w:rsid w:val="00894A7B"/>
    <w:rsid w:val="00894CF6"/>
    <w:rsid w:val="00895362"/>
    <w:rsid w:val="00895C91"/>
    <w:rsid w:val="0089656F"/>
    <w:rsid w:val="0089665E"/>
    <w:rsid w:val="0089692C"/>
    <w:rsid w:val="00896C75"/>
    <w:rsid w:val="00897A1D"/>
    <w:rsid w:val="00897F83"/>
    <w:rsid w:val="00897F92"/>
    <w:rsid w:val="008A01EE"/>
    <w:rsid w:val="008A0F12"/>
    <w:rsid w:val="008A0FB9"/>
    <w:rsid w:val="008A101E"/>
    <w:rsid w:val="008A108D"/>
    <w:rsid w:val="008A169A"/>
    <w:rsid w:val="008A16B1"/>
    <w:rsid w:val="008A1A40"/>
    <w:rsid w:val="008A1FC0"/>
    <w:rsid w:val="008A218F"/>
    <w:rsid w:val="008A21F9"/>
    <w:rsid w:val="008A225D"/>
    <w:rsid w:val="008A2289"/>
    <w:rsid w:val="008A28B9"/>
    <w:rsid w:val="008A2A79"/>
    <w:rsid w:val="008A2A7A"/>
    <w:rsid w:val="008A2DAF"/>
    <w:rsid w:val="008A32B2"/>
    <w:rsid w:val="008A3549"/>
    <w:rsid w:val="008A3ABC"/>
    <w:rsid w:val="008A3E5A"/>
    <w:rsid w:val="008A41FB"/>
    <w:rsid w:val="008A4301"/>
    <w:rsid w:val="008A4383"/>
    <w:rsid w:val="008A4630"/>
    <w:rsid w:val="008A558B"/>
    <w:rsid w:val="008A55BC"/>
    <w:rsid w:val="008A5888"/>
    <w:rsid w:val="008A5CAA"/>
    <w:rsid w:val="008A630E"/>
    <w:rsid w:val="008A63B3"/>
    <w:rsid w:val="008A6E4F"/>
    <w:rsid w:val="008A6E77"/>
    <w:rsid w:val="008A7365"/>
    <w:rsid w:val="008A73BF"/>
    <w:rsid w:val="008A7758"/>
    <w:rsid w:val="008A7AB4"/>
    <w:rsid w:val="008A7B37"/>
    <w:rsid w:val="008A7E68"/>
    <w:rsid w:val="008B07F4"/>
    <w:rsid w:val="008B0BC0"/>
    <w:rsid w:val="008B0D9E"/>
    <w:rsid w:val="008B11A6"/>
    <w:rsid w:val="008B12EE"/>
    <w:rsid w:val="008B15A4"/>
    <w:rsid w:val="008B1718"/>
    <w:rsid w:val="008B24D6"/>
    <w:rsid w:val="008B28D3"/>
    <w:rsid w:val="008B2C07"/>
    <w:rsid w:val="008B327C"/>
    <w:rsid w:val="008B41D1"/>
    <w:rsid w:val="008B45C3"/>
    <w:rsid w:val="008B462D"/>
    <w:rsid w:val="008B4633"/>
    <w:rsid w:val="008B4675"/>
    <w:rsid w:val="008B4792"/>
    <w:rsid w:val="008B499C"/>
    <w:rsid w:val="008B4D75"/>
    <w:rsid w:val="008B50F1"/>
    <w:rsid w:val="008B50F2"/>
    <w:rsid w:val="008B5374"/>
    <w:rsid w:val="008B56B1"/>
    <w:rsid w:val="008B57A5"/>
    <w:rsid w:val="008B5873"/>
    <w:rsid w:val="008B5AE2"/>
    <w:rsid w:val="008B5B7E"/>
    <w:rsid w:val="008B656A"/>
    <w:rsid w:val="008B6809"/>
    <w:rsid w:val="008B6921"/>
    <w:rsid w:val="008B69D9"/>
    <w:rsid w:val="008B6A0D"/>
    <w:rsid w:val="008B72A0"/>
    <w:rsid w:val="008B7618"/>
    <w:rsid w:val="008B7641"/>
    <w:rsid w:val="008C0278"/>
    <w:rsid w:val="008C04E2"/>
    <w:rsid w:val="008C064A"/>
    <w:rsid w:val="008C0AFA"/>
    <w:rsid w:val="008C0C72"/>
    <w:rsid w:val="008C0DB1"/>
    <w:rsid w:val="008C1496"/>
    <w:rsid w:val="008C1632"/>
    <w:rsid w:val="008C19DF"/>
    <w:rsid w:val="008C1A51"/>
    <w:rsid w:val="008C25E5"/>
    <w:rsid w:val="008C2948"/>
    <w:rsid w:val="008C2A9E"/>
    <w:rsid w:val="008C3327"/>
    <w:rsid w:val="008C3DB4"/>
    <w:rsid w:val="008C3DDD"/>
    <w:rsid w:val="008C44F4"/>
    <w:rsid w:val="008C4899"/>
    <w:rsid w:val="008C4FD7"/>
    <w:rsid w:val="008C5179"/>
    <w:rsid w:val="008C5512"/>
    <w:rsid w:val="008C5759"/>
    <w:rsid w:val="008C57B7"/>
    <w:rsid w:val="008C596C"/>
    <w:rsid w:val="008C605D"/>
    <w:rsid w:val="008C6680"/>
    <w:rsid w:val="008C670D"/>
    <w:rsid w:val="008C689F"/>
    <w:rsid w:val="008C68F9"/>
    <w:rsid w:val="008C6917"/>
    <w:rsid w:val="008C6ADC"/>
    <w:rsid w:val="008C6DA2"/>
    <w:rsid w:val="008C750E"/>
    <w:rsid w:val="008C7870"/>
    <w:rsid w:val="008C78D1"/>
    <w:rsid w:val="008C7F8B"/>
    <w:rsid w:val="008D00F4"/>
    <w:rsid w:val="008D012E"/>
    <w:rsid w:val="008D0330"/>
    <w:rsid w:val="008D035E"/>
    <w:rsid w:val="008D0717"/>
    <w:rsid w:val="008D1B36"/>
    <w:rsid w:val="008D1C2B"/>
    <w:rsid w:val="008D1F40"/>
    <w:rsid w:val="008D21DC"/>
    <w:rsid w:val="008D2919"/>
    <w:rsid w:val="008D2B7D"/>
    <w:rsid w:val="008D2F04"/>
    <w:rsid w:val="008D3796"/>
    <w:rsid w:val="008D3999"/>
    <w:rsid w:val="008D39B1"/>
    <w:rsid w:val="008D3D69"/>
    <w:rsid w:val="008D4806"/>
    <w:rsid w:val="008D4857"/>
    <w:rsid w:val="008D4873"/>
    <w:rsid w:val="008D492D"/>
    <w:rsid w:val="008D4CBA"/>
    <w:rsid w:val="008D4EB1"/>
    <w:rsid w:val="008D513F"/>
    <w:rsid w:val="008D5189"/>
    <w:rsid w:val="008D541F"/>
    <w:rsid w:val="008D5617"/>
    <w:rsid w:val="008D5690"/>
    <w:rsid w:val="008D5825"/>
    <w:rsid w:val="008D5A7D"/>
    <w:rsid w:val="008D5FE6"/>
    <w:rsid w:val="008D6189"/>
    <w:rsid w:val="008D6428"/>
    <w:rsid w:val="008D6657"/>
    <w:rsid w:val="008D6C47"/>
    <w:rsid w:val="008D6EFD"/>
    <w:rsid w:val="008D6F3C"/>
    <w:rsid w:val="008D7144"/>
    <w:rsid w:val="008D7165"/>
    <w:rsid w:val="008D7189"/>
    <w:rsid w:val="008D728E"/>
    <w:rsid w:val="008D760F"/>
    <w:rsid w:val="008D7651"/>
    <w:rsid w:val="008D770F"/>
    <w:rsid w:val="008D7B65"/>
    <w:rsid w:val="008E062B"/>
    <w:rsid w:val="008E1762"/>
    <w:rsid w:val="008E1954"/>
    <w:rsid w:val="008E1EA8"/>
    <w:rsid w:val="008E1FA7"/>
    <w:rsid w:val="008E268E"/>
    <w:rsid w:val="008E2D91"/>
    <w:rsid w:val="008E32A4"/>
    <w:rsid w:val="008E35BE"/>
    <w:rsid w:val="008E3E79"/>
    <w:rsid w:val="008E3EFE"/>
    <w:rsid w:val="008E419A"/>
    <w:rsid w:val="008E41C4"/>
    <w:rsid w:val="008E42BE"/>
    <w:rsid w:val="008E43ED"/>
    <w:rsid w:val="008E4584"/>
    <w:rsid w:val="008E46D8"/>
    <w:rsid w:val="008E4803"/>
    <w:rsid w:val="008E4D2E"/>
    <w:rsid w:val="008E51F0"/>
    <w:rsid w:val="008E5866"/>
    <w:rsid w:val="008E625A"/>
    <w:rsid w:val="008E66C0"/>
    <w:rsid w:val="008E698F"/>
    <w:rsid w:val="008E69E8"/>
    <w:rsid w:val="008E6A0C"/>
    <w:rsid w:val="008E6C98"/>
    <w:rsid w:val="008E6D1F"/>
    <w:rsid w:val="008E6DA0"/>
    <w:rsid w:val="008E7BFC"/>
    <w:rsid w:val="008F044B"/>
    <w:rsid w:val="008F064B"/>
    <w:rsid w:val="008F06AD"/>
    <w:rsid w:val="008F0996"/>
    <w:rsid w:val="008F0BFA"/>
    <w:rsid w:val="008F0CEC"/>
    <w:rsid w:val="008F0F53"/>
    <w:rsid w:val="008F1046"/>
    <w:rsid w:val="008F1760"/>
    <w:rsid w:val="008F1C21"/>
    <w:rsid w:val="008F1C80"/>
    <w:rsid w:val="008F1DB4"/>
    <w:rsid w:val="008F2003"/>
    <w:rsid w:val="008F2262"/>
    <w:rsid w:val="008F23FD"/>
    <w:rsid w:val="008F258C"/>
    <w:rsid w:val="008F2747"/>
    <w:rsid w:val="008F29AF"/>
    <w:rsid w:val="008F2A89"/>
    <w:rsid w:val="008F2B11"/>
    <w:rsid w:val="008F2ECB"/>
    <w:rsid w:val="008F2F22"/>
    <w:rsid w:val="008F302B"/>
    <w:rsid w:val="008F308D"/>
    <w:rsid w:val="008F30AD"/>
    <w:rsid w:val="008F315B"/>
    <w:rsid w:val="008F31F8"/>
    <w:rsid w:val="008F36C8"/>
    <w:rsid w:val="008F390F"/>
    <w:rsid w:val="008F3BB8"/>
    <w:rsid w:val="008F3D68"/>
    <w:rsid w:val="008F4055"/>
    <w:rsid w:val="008F4120"/>
    <w:rsid w:val="008F4513"/>
    <w:rsid w:val="008F4847"/>
    <w:rsid w:val="008F48B8"/>
    <w:rsid w:val="008F4A32"/>
    <w:rsid w:val="008F4F1D"/>
    <w:rsid w:val="008F51D8"/>
    <w:rsid w:val="008F56F5"/>
    <w:rsid w:val="008F57CC"/>
    <w:rsid w:val="008F5B45"/>
    <w:rsid w:val="008F5E95"/>
    <w:rsid w:val="008F5E9E"/>
    <w:rsid w:val="008F6164"/>
    <w:rsid w:val="008F622E"/>
    <w:rsid w:val="008F62AA"/>
    <w:rsid w:val="008F62D6"/>
    <w:rsid w:val="008F63FD"/>
    <w:rsid w:val="008F6969"/>
    <w:rsid w:val="008F70D5"/>
    <w:rsid w:val="008F741C"/>
    <w:rsid w:val="008F74FD"/>
    <w:rsid w:val="008F7FD1"/>
    <w:rsid w:val="008F7FD7"/>
    <w:rsid w:val="009006DA"/>
    <w:rsid w:val="00900D6C"/>
    <w:rsid w:val="009014D7"/>
    <w:rsid w:val="0090156D"/>
    <w:rsid w:val="0090179A"/>
    <w:rsid w:val="009017EC"/>
    <w:rsid w:val="00901BD3"/>
    <w:rsid w:val="00901E84"/>
    <w:rsid w:val="009021B3"/>
    <w:rsid w:val="00902420"/>
    <w:rsid w:val="009029B1"/>
    <w:rsid w:val="00902AC8"/>
    <w:rsid w:val="00902AE2"/>
    <w:rsid w:val="0090312A"/>
    <w:rsid w:val="00903393"/>
    <w:rsid w:val="00903409"/>
    <w:rsid w:val="00903424"/>
    <w:rsid w:val="00903C7D"/>
    <w:rsid w:val="00903F34"/>
    <w:rsid w:val="009041F9"/>
    <w:rsid w:val="009046DF"/>
    <w:rsid w:val="0090488A"/>
    <w:rsid w:val="00904ADD"/>
    <w:rsid w:val="00904B6A"/>
    <w:rsid w:val="00904D8F"/>
    <w:rsid w:val="00904FB1"/>
    <w:rsid w:val="0090522C"/>
    <w:rsid w:val="0090528E"/>
    <w:rsid w:val="00905333"/>
    <w:rsid w:val="0090534E"/>
    <w:rsid w:val="0090589F"/>
    <w:rsid w:val="00905C38"/>
    <w:rsid w:val="00905DC2"/>
    <w:rsid w:val="009060C7"/>
    <w:rsid w:val="0090651A"/>
    <w:rsid w:val="009066B8"/>
    <w:rsid w:val="00906A3B"/>
    <w:rsid w:val="00906F62"/>
    <w:rsid w:val="00907460"/>
    <w:rsid w:val="009078C7"/>
    <w:rsid w:val="00907B87"/>
    <w:rsid w:val="00907C2D"/>
    <w:rsid w:val="00907E74"/>
    <w:rsid w:val="00910172"/>
    <w:rsid w:val="0091093E"/>
    <w:rsid w:val="00910C50"/>
    <w:rsid w:val="00910CD7"/>
    <w:rsid w:val="009112B8"/>
    <w:rsid w:val="0091150F"/>
    <w:rsid w:val="00911C03"/>
    <w:rsid w:val="00912139"/>
    <w:rsid w:val="00912230"/>
    <w:rsid w:val="00912418"/>
    <w:rsid w:val="0091253B"/>
    <w:rsid w:val="0091286A"/>
    <w:rsid w:val="00912C33"/>
    <w:rsid w:val="00912C49"/>
    <w:rsid w:val="00913B7F"/>
    <w:rsid w:val="00913DDE"/>
    <w:rsid w:val="00913EC4"/>
    <w:rsid w:val="00913F58"/>
    <w:rsid w:val="00913F63"/>
    <w:rsid w:val="009140A8"/>
    <w:rsid w:val="0091457D"/>
    <w:rsid w:val="0091485D"/>
    <w:rsid w:val="009148F6"/>
    <w:rsid w:val="00914D27"/>
    <w:rsid w:val="00915279"/>
    <w:rsid w:val="00915986"/>
    <w:rsid w:val="00915AE6"/>
    <w:rsid w:val="00916434"/>
    <w:rsid w:val="0091682D"/>
    <w:rsid w:val="00916880"/>
    <w:rsid w:val="00916A1F"/>
    <w:rsid w:val="00916FDA"/>
    <w:rsid w:val="009173C8"/>
    <w:rsid w:val="00917801"/>
    <w:rsid w:val="00917C1C"/>
    <w:rsid w:val="00920271"/>
    <w:rsid w:val="009204EB"/>
    <w:rsid w:val="00920515"/>
    <w:rsid w:val="00920B08"/>
    <w:rsid w:val="00920C18"/>
    <w:rsid w:val="00921260"/>
    <w:rsid w:val="0092221A"/>
    <w:rsid w:val="00922370"/>
    <w:rsid w:val="00922557"/>
    <w:rsid w:val="009225A0"/>
    <w:rsid w:val="0092276E"/>
    <w:rsid w:val="00923621"/>
    <w:rsid w:val="00923633"/>
    <w:rsid w:val="0092388A"/>
    <w:rsid w:val="0092422A"/>
    <w:rsid w:val="00924700"/>
    <w:rsid w:val="00924F31"/>
    <w:rsid w:val="009253D9"/>
    <w:rsid w:val="00925535"/>
    <w:rsid w:val="00925E30"/>
    <w:rsid w:val="00925EA3"/>
    <w:rsid w:val="00925ECE"/>
    <w:rsid w:val="0092607D"/>
    <w:rsid w:val="00926231"/>
    <w:rsid w:val="009266C8"/>
    <w:rsid w:val="00926880"/>
    <w:rsid w:val="009269B0"/>
    <w:rsid w:val="009269C9"/>
    <w:rsid w:val="00926A16"/>
    <w:rsid w:val="00926FBC"/>
    <w:rsid w:val="00927035"/>
    <w:rsid w:val="009270AF"/>
    <w:rsid w:val="00927721"/>
    <w:rsid w:val="00927D62"/>
    <w:rsid w:val="00927F68"/>
    <w:rsid w:val="00930120"/>
    <w:rsid w:val="009301F2"/>
    <w:rsid w:val="0093039C"/>
    <w:rsid w:val="0093069D"/>
    <w:rsid w:val="00930C31"/>
    <w:rsid w:val="009310C0"/>
    <w:rsid w:val="00931194"/>
    <w:rsid w:val="009313FF"/>
    <w:rsid w:val="00931450"/>
    <w:rsid w:val="0093146F"/>
    <w:rsid w:val="0093155C"/>
    <w:rsid w:val="00931BFD"/>
    <w:rsid w:val="00931F5F"/>
    <w:rsid w:val="00931F75"/>
    <w:rsid w:val="00932061"/>
    <w:rsid w:val="00932192"/>
    <w:rsid w:val="009321E9"/>
    <w:rsid w:val="00932557"/>
    <w:rsid w:val="00932B5F"/>
    <w:rsid w:val="00932B65"/>
    <w:rsid w:val="00933169"/>
    <w:rsid w:val="0093326B"/>
    <w:rsid w:val="009333DC"/>
    <w:rsid w:val="00933B5F"/>
    <w:rsid w:val="009342E6"/>
    <w:rsid w:val="0093470D"/>
    <w:rsid w:val="00934987"/>
    <w:rsid w:val="00934988"/>
    <w:rsid w:val="00934B5D"/>
    <w:rsid w:val="00934E85"/>
    <w:rsid w:val="00934EF1"/>
    <w:rsid w:val="00934F85"/>
    <w:rsid w:val="00935615"/>
    <w:rsid w:val="0093589F"/>
    <w:rsid w:val="0093595B"/>
    <w:rsid w:val="00935DD4"/>
    <w:rsid w:val="009363B1"/>
    <w:rsid w:val="0093678D"/>
    <w:rsid w:val="00936F0C"/>
    <w:rsid w:val="00936F5A"/>
    <w:rsid w:val="00936FC6"/>
    <w:rsid w:val="009378BE"/>
    <w:rsid w:val="009379C0"/>
    <w:rsid w:val="00940022"/>
    <w:rsid w:val="009401CE"/>
    <w:rsid w:val="009401EF"/>
    <w:rsid w:val="00940217"/>
    <w:rsid w:val="00940476"/>
    <w:rsid w:val="009405C1"/>
    <w:rsid w:val="00940CFF"/>
    <w:rsid w:val="00940F40"/>
    <w:rsid w:val="00941151"/>
    <w:rsid w:val="00941910"/>
    <w:rsid w:val="00941D5C"/>
    <w:rsid w:val="00941E53"/>
    <w:rsid w:val="00941EF5"/>
    <w:rsid w:val="0094247E"/>
    <w:rsid w:val="00942855"/>
    <w:rsid w:val="00942A01"/>
    <w:rsid w:val="00942B72"/>
    <w:rsid w:val="00942C1D"/>
    <w:rsid w:val="009430AC"/>
    <w:rsid w:val="0094325E"/>
    <w:rsid w:val="00943412"/>
    <w:rsid w:val="009435CD"/>
    <w:rsid w:val="00943B2E"/>
    <w:rsid w:val="00943E8B"/>
    <w:rsid w:val="009440A6"/>
    <w:rsid w:val="00944429"/>
    <w:rsid w:val="009447C1"/>
    <w:rsid w:val="00944B5B"/>
    <w:rsid w:val="00944CF6"/>
    <w:rsid w:val="00944EEC"/>
    <w:rsid w:val="009452D2"/>
    <w:rsid w:val="009458A4"/>
    <w:rsid w:val="00945A1D"/>
    <w:rsid w:val="00945C13"/>
    <w:rsid w:val="00945D11"/>
    <w:rsid w:val="00945F3F"/>
    <w:rsid w:val="00946329"/>
    <w:rsid w:val="00946491"/>
    <w:rsid w:val="0094657B"/>
    <w:rsid w:val="009469B5"/>
    <w:rsid w:val="00946AC8"/>
    <w:rsid w:val="00946B36"/>
    <w:rsid w:val="00946C7C"/>
    <w:rsid w:val="00946E2E"/>
    <w:rsid w:val="00946EF9"/>
    <w:rsid w:val="0094714D"/>
    <w:rsid w:val="009475D8"/>
    <w:rsid w:val="009477C3"/>
    <w:rsid w:val="00947A42"/>
    <w:rsid w:val="00947B1E"/>
    <w:rsid w:val="00950033"/>
    <w:rsid w:val="00950258"/>
    <w:rsid w:val="009503B8"/>
    <w:rsid w:val="009503E2"/>
    <w:rsid w:val="0095044B"/>
    <w:rsid w:val="009508EF"/>
    <w:rsid w:val="0095098D"/>
    <w:rsid w:val="00950B4A"/>
    <w:rsid w:val="00950DDF"/>
    <w:rsid w:val="00950DFA"/>
    <w:rsid w:val="00950F66"/>
    <w:rsid w:val="0095157A"/>
    <w:rsid w:val="009517AF"/>
    <w:rsid w:val="009517F8"/>
    <w:rsid w:val="00951A71"/>
    <w:rsid w:val="009520A1"/>
    <w:rsid w:val="009522A8"/>
    <w:rsid w:val="00952565"/>
    <w:rsid w:val="00952C5C"/>
    <w:rsid w:val="00952E3E"/>
    <w:rsid w:val="00952F5F"/>
    <w:rsid w:val="00953122"/>
    <w:rsid w:val="009533D3"/>
    <w:rsid w:val="009535B1"/>
    <w:rsid w:val="00953C3A"/>
    <w:rsid w:val="00954630"/>
    <w:rsid w:val="00954775"/>
    <w:rsid w:val="0095489C"/>
    <w:rsid w:val="00954DB3"/>
    <w:rsid w:val="009550F5"/>
    <w:rsid w:val="0095514C"/>
    <w:rsid w:val="00955164"/>
    <w:rsid w:val="009552BF"/>
    <w:rsid w:val="00955330"/>
    <w:rsid w:val="0095538F"/>
    <w:rsid w:val="00955487"/>
    <w:rsid w:val="00955579"/>
    <w:rsid w:val="009555C7"/>
    <w:rsid w:val="009559F3"/>
    <w:rsid w:val="00955B70"/>
    <w:rsid w:val="00956020"/>
    <w:rsid w:val="009563AC"/>
    <w:rsid w:val="00956672"/>
    <w:rsid w:val="0095678A"/>
    <w:rsid w:val="009567B8"/>
    <w:rsid w:val="009569D1"/>
    <w:rsid w:val="00956CA7"/>
    <w:rsid w:val="00956F08"/>
    <w:rsid w:val="00957162"/>
    <w:rsid w:val="00957572"/>
    <w:rsid w:val="009575EE"/>
    <w:rsid w:val="009578F3"/>
    <w:rsid w:val="00957ACD"/>
    <w:rsid w:val="009602AF"/>
    <w:rsid w:val="00960546"/>
    <w:rsid w:val="0096069D"/>
    <w:rsid w:val="0096073F"/>
    <w:rsid w:val="009607A8"/>
    <w:rsid w:val="00960B4E"/>
    <w:rsid w:val="00960BF8"/>
    <w:rsid w:val="00960C57"/>
    <w:rsid w:val="00960F67"/>
    <w:rsid w:val="0096143A"/>
    <w:rsid w:val="00961442"/>
    <w:rsid w:val="0096147B"/>
    <w:rsid w:val="0096147F"/>
    <w:rsid w:val="009614F6"/>
    <w:rsid w:val="00961AD9"/>
    <w:rsid w:val="00961B06"/>
    <w:rsid w:val="00961C93"/>
    <w:rsid w:val="00961CD2"/>
    <w:rsid w:val="00961F53"/>
    <w:rsid w:val="00962715"/>
    <w:rsid w:val="00962AE3"/>
    <w:rsid w:val="00962B76"/>
    <w:rsid w:val="00962F8B"/>
    <w:rsid w:val="0096329B"/>
    <w:rsid w:val="0096375C"/>
    <w:rsid w:val="009637B7"/>
    <w:rsid w:val="0096393D"/>
    <w:rsid w:val="00963A6C"/>
    <w:rsid w:val="00963F64"/>
    <w:rsid w:val="00964D6A"/>
    <w:rsid w:val="009652F2"/>
    <w:rsid w:val="00965399"/>
    <w:rsid w:val="0096543A"/>
    <w:rsid w:val="00965DD7"/>
    <w:rsid w:val="00965E4B"/>
    <w:rsid w:val="009660BA"/>
    <w:rsid w:val="0096613E"/>
    <w:rsid w:val="00966201"/>
    <w:rsid w:val="00966609"/>
    <w:rsid w:val="00966667"/>
    <w:rsid w:val="00966692"/>
    <w:rsid w:val="0096678D"/>
    <w:rsid w:val="00966BB1"/>
    <w:rsid w:val="00966ECF"/>
    <w:rsid w:val="0096709D"/>
    <w:rsid w:val="00967237"/>
    <w:rsid w:val="009678E3"/>
    <w:rsid w:val="00967FF5"/>
    <w:rsid w:val="0097061F"/>
    <w:rsid w:val="0097068C"/>
    <w:rsid w:val="0097075A"/>
    <w:rsid w:val="009707D2"/>
    <w:rsid w:val="00970A87"/>
    <w:rsid w:val="00970B8A"/>
    <w:rsid w:val="00970C2F"/>
    <w:rsid w:val="00970CB5"/>
    <w:rsid w:val="00970DFF"/>
    <w:rsid w:val="00970F26"/>
    <w:rsid w:val="00970F65"/>
    <w:rsid w:val="0097109B"/>
    <w:rsid w:val="0097142A"/>
    <w:rsid w:val="009715D3"/>
    <w:rsid w:val="00971644"/>
    <w:rsid w:val="009721DD"/>
    <w:rsid w:val="0097257B"/>
    <w:rsid w:val="0097286C"/>
    <w:rsid w:val="009729E1"/>
    <w:rsid w:val="00972B8B"/>
    <w:rsid w:val="00972C44"/>
    <w:rsid w:val="00972C70"/>
    <w:rsid w:val="0097309A"/>
    <w:rsid w:val="009730BB"/>
    <w:rsid w:val="009730E7"/>
    <w:rsid w:val="009733ED"/>
    <w:rsid w:val="0097359B"/>
    <w:rsid w:val="0097384B"/>
    <w:rsid w:val="009738E7"/>
    <w:rsid w:val="009739B9"/>
    <w:rsid w:val="00973B7E"/>
    <w:rsid w:val="00974080"/>
    <w:rsid w:val="00974224"/>
    <w:rsid w:val="00974252"/>
    <w:rsid w:val="0097438A"/>
    <w:rsid w:val="0097446A"/>
    <w:rsid w:val="00974598"/>
    <w:rsid w:val="00974790"/>
    <w:rsid w:val="00974BEF"/>
    <w:rsid w:val="00974D38"/>
    <w:rsid w:val="00974D76"/>
    <w:rsid w:val="00974FF1"/>
    <w:rsid w:val="00975232"/>
    <w:rsid w:val="009754D0"/>
    <w:rsid w:val="0097569D"/>
    <w:rsid w:val="009758F8"/>
    <w:rsid w:val="00975917"/>
    <w:rsid w:val="009759EA"/>
    <w:rsid w:val="00975E72"/>
    <w:rsid w:val="00975EE3"/>
    <w:rsid w:val="009768E0"/>
    <w:rsid w:val="00976A05"/>
    <w:rsid w:val="00976A3B"/>
    <w:rsid w:val="00976DF1"/>
    <w:rsid w:val="00977042"/>
    <w:rsid w:val="009771B8"/>
    <w:rsid w:val="00977742"/>
    <w:rsid w:val="0097792F"/>
    <w:rsid w:val="00977967"/>
    <w:rsid w:val="00977B9B"/>
    <w:rsid w:val="00977E29"/>
    <w:rsid w:val="0098004B"/>
    <w:rsid w:val="00980156"/>
    <w:rsid w:val="00980339"/>
    <w:rsid w:val="009803A3"/>
    <w:rsid w:val="0098084B"/>
    <w:rsid w:val="009808B5"/>
    <w:rsid w:val="00980AA9"/>
    <w:rsid w:val="00980BFC"/>
    <w:rsid w:val="0098108E"/>
    <w:rsid w:val="0098117D"/>
    <w:rsid w:val="009813E5"/>
    <w:rsid w:val="0098195C"/>
    <w:rsid w:val="00981FEF"/>
    <w:rsid w:val="0098253E"/>
    <w:rsid w:val="009825BA"/>
    <w:rsid w:val="009827F2"/>
    <w:rsid w:val="00982A47"/>
    <w:rsid w:val="00982B31"/>
    <w:rsid w:val="0098334B"/>
    <w:rsid w:val="00983E57"/>
    <w:rsid w:val="00984310"/>
    <w:rsid w:val="0098446B"/>
    <w:rsid w:val="00984691"/>
    <w:rsid w:val="00984740"/>
    <w:rsid w:val="00984E05"/>
    <w:rsid w:val="00984F7C"/>
    <w:rsid w:val="00985359"/>
    <w:rsid w:val="00985441"/>
    <w:rsid w:val="009854FB"/>
    <w:rsid w:val="0098592C"/>
    <w:rsid w:val="00985A07"/>
    <w:rsid w:val="009861F6"/>
    <w:rsid w:val="00986907"/>
    <w:rsid w:val="0098691E"/>
    <w:rsid w:val="009869AA"/>
    <w:rsid w:val="00986DE8"/>
    <w:rsid w:val="00986EBA"/>
    <w:rsid w:val="009871F6"/>
    <w:rsid w:val="009874C1"/>
    <w:rsid w:val="0098762F"/>
    <w:rsid w:val="00987847"/>
    <w:rsid w:val="009879CA"/>
    <w:rsid w:val="00987BC6"/>
    <w:rsid w:val="00987C93"/>
    <w:rsid w:val="00987EC4"/>
    <w:rsid w:val="00987EF1"/>
    <w:rsid w:val="00990196"/>
    <w:rsid w:val="009901C8"/>
    <w:rsid w:val="00990268"/>
    <w:rsid w:val="009903C7"/>
    <w:rsid w:val="00990425"/>
    <w:rsid w:val="00990592"/>
    <w:rsid w:val="00990795"/>
    <w:rsid w:val="00990BD5"/>
    <w:rsid w:val="00990C4B"/>
    <w:rsid w:val="009914E8"/>
    <w:rsid w:val="00991975"/>
    <w:rsid w:val="009919F4"/>
    <w:rsid w:val="00991BD9"/>
    <w:rsid w:val="00991F18"/>
    <w:rsid w:val="0099223D"/>
    <w:rsid w:val="009928ED"/>
    <w:rsid w:val="00992B47"/>
    <w:rsid w:val="00992B8B"/>
    <w:rsid w:val="00992D67"/>
    <w:rsid w:val="00992E31"/>
    <w:rsid w:val="00993020"/>
    <w:rsid w:val="0099364B"/>
    <w:rsid w:val="00993A05"/>
    <w:rsid w:val="00993E98"/>
    <w:rsid w:val="009941CA"/>
    <w:rsid w:val="00994358"/>
    <w:rsid w:val="0099436D"/>
    <w:rsid w:val="00994494"/>
    <w:rsid w:val="009944FF"/>
    <w:rsid w:val="00994502"/>
    <w:rsid w:val="00994873"/>
    <w:rsid w:val="00994A68"/>
    <w:rsid w:val="00994B2B"/>
    <w:rsid w:val="00994E65"/>
    <w:rsid w:val="00994FA2"/>
    <w:rsid w:val="00995441"/>
    <w:rsid w:val="00995849"/>
    <w:rsid w:val="009959E1"/>
    <w:rsid w:val="00996000"/>
    <w:rsid w:val="00996218"/>
    <w:rsid w:val="009965AA"/>
    <w:rsid w:val="00996626"/>
    <w:rsid w:val="00996766"/>
    <w:rsid w:val="00996DDD"/>
    <w:rsid w:val="00996EA3"/>
    <w:rsid w:val="00996F78"/>
    <w:rsid w:val="0099731E"/>
    <w:rsid w:val="00997C5C"/>
    <w:rsid w:val="009A003E"/>
    <w:rsid w:val="009A07FF"/>
    <w:rsid w:val="009A0944"/>
    <w:rsid w:val="009A0A6C"/>
    <w:rsid w:val="009A0A76"/>
    <w:rsid w:val="009A0BD7"/>
    <w:rsid w:val="009A0C66"/>
    <w:rsid w:val="009A0CA9"/>
    <w:rsid w:val="009A0F0D"/>
    <w:rsid w:val="009A1074"/>
    <w:rsid w:val="009A114B"/>
    <w:rsid w:val="009A18A9"/>
    <w:rsid w:val="009A1B2E"/>
    <w:rsid w:val="009A1DBA"/>
    <w:rsid w:val="009A255C"/>
    <w:rsid w:val="009A26BE"/>
    <w:rsid w:val="009A2816"/>
    <w:rsid w:val="009A2ED0"/>
    <w:rsid w:val="009A2F4C"/>
    <w:rsid w:val="009A307D"/>
    <w:rsid w:val="009A32C9"/>
    <w:rsid w:val="009A375B"/>
    <w:rsid w:val="009A37CD"/>
    <w:rsid w:val="009A3A38"/>
    <w:rsid w:val="009A3D1E"/>
    <w:rsid w:val="009A3D7E"/>
    <w:rsid w:val="009A3FC1"/>
    <w:rsid w:val="009A418D"/>
    <w:rsid w:val="009A43FD"/>
    <w:rsid w:val="009A48ED"/>
    <w:rsid w:val="009A4AD7"/>
    <w:rsid w:val="009A4C23"/>
    <w:rsid w:val="009A4EB3"/>
    <w:rsid w:val="009A5004"/>
    <w:rsid w:val="009A52D4"/>
    <w:rsid w:val="009A53BF"/>
    <w:rsid w:val="009A53CC"/>
    <w:rsid w:val="009A54FC"/>
    <w:rsid w:val="009A566C"/>
    <w:rsid w:val="009A5BF0"/>
    <w:rsid w:val="009A5DF6"/>
    <w:rsid w:val="009A60AA"/>
    <w:rsid w:val="009A61AF"/>
    <w:rsid w:val="009A63E1"/>
    <w:rsid w:val="009A6A28"/>
    <w:rsid w:val="009A6E1B"/>
    <w:rsid w:val="009A7001"/>
    <w:rsid w:val="009A70E1"/>
    <w:rsid w:val="009A747E"/>
    <w:rsid w:val="009A7568"/>
    <w:rsid w:val="009A76E9"/>
    <w:rsid w:val="009A7726"/>
    <w:rsid w:val="009A7DA5"/>
    <w:rsid w:val="009B01D4"/>
    <w:rsid w:val="009B0339"/>
    <w:rsid w:val="009B055D"/>
    <w:rsid w:val="009B097F"/>
    <w:rsid w:val="009B0C22"/>
    <w:rsid w:val="009B0D4E"/>
    <w:rsid w:val="009B189D"/>
    <w:rsid w:val="009B18C0"/>
    <w:rsid w:val="009B1A59"/>
    <w:rsid w:val="009B1E6A"/>
    <w:rsid w:val="009B1F4A"/>
    <w:rsid w:val="009B204C"/>
    <w:rsid w:val="009B20C0"/>
    <w:rsid w:val="009B212E"/>
    <w:rsid w:val="009B21B2"/>
    <w:rsid w:val="009B2516"/>
    <w:rsid w:val="009B255F"/>
    <w:rsid w:val="009B2A8A"/>
    <w:rsid w:val="009B2ACD"/>
    <w:rsid w:val="009B2B50"/>
    <w:rsid w:val="009B2B56"/>
    <w:rsid w:val="009B302B"/>
    <w:rsid w:val="009B3209"/>
    <w:rsid w:val="009B3382"/>
    <w:rsid w:val="009B3511"/>
    <w:rsid w:val="009B3A9D"/>
    <w:rsid w:val="009B3D4C"/>
    <w:rsid w:val="009B3E4F"/>
    <w:rsid w:val="009B3F80"/>
    <w:rsid w:val="009B4284"/>
    <w:rsid w:val="009B430B"/>
    <w:rsid w:val="009B4718"/>
    <w:rsid w:val="009B4A09"/>
    <w:rsid w:val="009B4B1E"/>
    <w:rsid w:val="009B4CB6"/>
    <w:rsid w:val="009B4D84"/>
    <w:rsid w:val="009B4E29"/>
    <w:rsid w:val="009B4F2D"/>
    <w:rsid w:val="009B50D5"/>
    <w:rsid w:val="009B5188"/>
    <w:rsid w:val="009B574C"/>
    <w:rsid w:val="009B5911"/>
    <w:rsid w:val="009B5BFC"/>
    <w:rsid w:val="009B5C54"/>
    <w:rsid w:val="009B621A"/>
    <w:rsid w:val="009B6343"/>
    <w:rsid w:val="009B68D4"/>
    <w:rsid w:val="009B6AFD"/>
    <w:rsid w:val="009B7253"/>
    <w:rsid w:val="009B7A9D"/>
    <w:rsid w:val="009B7F2D"/>
    <w:rsid w:val="009C05DF"/>
    <w:rsid w:val="009C0B98"/>
    <w:rsid w:val="009C12F2"/>
    <w:rsid w:val="009C14F4"/>
    <w:rsid w:val="009C1CE9"/>
    <w:rsid w:val="009C26EC"/>
    <w:rsid w:val="009C2C35"/>
    <w:rsid w:val="009C3558"/>
    <w:rsid w:val="009C3785"/>
    <w:rsid w:val="009C3A81"/>
    <w:rsid w:val="009C3B92"/>
    <w:rsid w:val="009C3C67"/>
    <w:rsid w:val="009C3D8C"/>
    <w:rsid w:val="009C47A4"/>
    <w:rsid w:val="009C4B8D"/>
    <w:rsid w:val="009C514D"/>
    <w:rsid w:val="009C543A"/>
    <w:rsid w:val="009C564A"/>
    <w:rsid w:val="009C565F"/>
    <w:rsid w:val="009C62EC"/>
    <w:rsid w:val="009C66B9"/>
    <w:rsid w:val="009C6AA7"/>
    <w:rsid w:val="009C6D46"/>
    <w:rsid w:val="009C6FF1"/>
    <w:rsid w:val="009C7103"/>
    <w:rsid w:val="009C737E"/>
    <w:rsid w:val="009C73DE"/>
    <w:rsid w:val="009C763B"/>
    <w:rsid w:val="009C76FC"/>
    <w:rsid w:val="009C7789"/>
    <w:rsid w:val="009C77E5"/>
    <w:rsid w:val="009C7A78"/>
    <w:rsid w:val="009C7DEE"/>
    <w:rsid w:val="009D0140"/>
    <w:rsid w:val="009D0498"/>
    <w:rsid w:val="009D0A5A"/>
    <w:rsid w:val="009D0F52"/>
    <w:rsid w:val="009D128D"/>
    <w:rsid w:val="009D13DC"/>
    <w:rsid w:val="009D19AA"/>
    <w:rsid w:val="009D19B6"/>
    <w:rsid w:val="009D1ED1"/>
    <w:rsid w:val="009D1FD9"/>
    <w:rsid w:val="009D22D4"/>
    <w:rsid w:val="009D2352"/>
    <w:rsid w:val="009D23BB"/>
    <w:rsid w:val="009D2868"/>
    <w:rsid w:val="009D297B"/>
    <w:rsid w:val="009D3214"/>
    <w:rsid w:val="009D33A0"/>
    <w:rsid w:val="009D349B"/>
    <w:rsid w:val="009D3969"/>
    <w:rsid w:val="009D3D88"/>
    <w:rsid w:val="009D40E6"/>
    <w:rsid w:val="009D4426"/>
    <w:rsid w:val="009D4A75"/>
    <w:rsid w:val="009D4C2D"/>
    <w:rsid w:val="009D4DE0"/>
    <w:rsid w:val="009D52DC"/>
    <w:rsid w:val="009D56C9"/>
    <w:rsid w:val="009D5A38"/>
    <w:rsid w:val="009D6108"/>
    <w:rsid w:val="009D61B9"/>
    <w:rsid w:val="009D64C4"/>
    <w:rsid w:val="009D678C"/>
    <w:rsid w:val="009D6CB0"/>
    <w:rsid w:val="009D6F8D"/>
    <w:rsid w:val="009D7203"/>
    <w:rsid w:val="009D741B"/>
    <w:rsid w:val="009D750E"/>
    <w:rsid w:val="009D7763"/>
    <w:rsid w:val="009D7C10"/>
    <w:rsid w:val="009D7E59"/>
    <w:rsid w:val="009E03BE"/>
    <w:rsid w:val="009E07BB"/>
    <w:rsid w:val="009E0905"/>
    <w:rsid w:val="009E098B"/>
    <w:rsid w:val="009E0A01"/>
    <w:rsid w:val="009E0B48"/>
    <w:rsid w:val="009E0D0E"/>
    <w:rsid w:val="009E10B0"/>
    <w:rsid w:val="009E1118"/>
    <w:rsid w:val="009E162D"/>
    <w:rsid w:val="009E1822"/>
    <w:rsid w:val="009E1989"/>
    <w:rsid w:val="009E1E85"/>
    <w:rsid w:val="009E1EA9"/>
    <w:rsid w:val="009E1F1A"/>
    <w:rsid w:val="009E2268"/>
    <w:rsid w:val="009E247C"/>
    <w:rsid w:val="009E2676"/>
    <w:rsid w:val="009E27B5"/>
    <w:rsid w:val="009E28BE"/>
    <w:rsid w:val="009E2A00"/>
    <w:rsid w:val="009E2A58"/>
    <w:rsid w:val="009E36D5"/>
    <w:rsid w:val="009E39D3"/>
    <w:rsid w:val="009E3A0A"/>
    <w:rsid w:val="009E3C3A"/>
    <w:rsid w:val="009E3FFB"/>
    <w:rsid w:val="009E43DB"/>
    <w:rsid w:val="009E46FE"/>
    <w:rsid w:val="009E4824"/>
    <w:rsid w:val="009E4987"/>
    <w:rsid w:val="009E4ADE"/>
    <w:rsid w:val="009E4EC0"/>
    <w:rsid w:val="009E4F3D"/>
    <w:rsid w:val="009E5400"/>
    <w:rsid w:val="009E55CB"/>
    <w:rsid w:val="009E5648"/>
    <w:rsid w:val="009E598A"/>
    <w:rsid w:val="009E5B5C"/>
    <w:rsid w:val="009E62DD"/>
    <w:rsid w:val="009E63B9"/>
    <w:rsid w:val="009E67B1"/>
    <w:rsid w:val="009E67C9"/>
    <w:rsid w:val="009E6DE8"/>
    <w:rsid w:val="009E7289"/>
    <w:rsid w:val="009E774A"/>
    <w:rsid w:val="009E7AB9"/>
    <w:rsid w:val="009F0390"/>
    <w:rsid w:val="009F06D6"/>
    <w:rsid w:val="009F07B5"/>
    <w:rsid w:val="009F07C0"/>
    <w:rsid w:val="009F0B18"/>
    <w:rsid w:val="009F15D8"/>
    <w:rsid w:val="009F18E1"/>
    <w:rsid w:val="009F1D0F"/>
    <w:rsid w:val="009F1E72"/>
    <w:rsid w:val="009F230A"/>
    <w:rsid w:val="009F2324"/>
    <w:rsid w:val="009F2920"/>
    <w:rsid w:val="009F2B78"/>
    <w:rsid w:val="009F2C77"/>
    <w:rsid w:val="009F2C7C"/>
    <w:rsid w:val="009F2CC4"/>
    <w:rsid w:val="009F32B4"/>
    <w:rsid w:val="009F3325"/>
    <w:rsid w:val="009F464F"/>
    <w:rsid w:val="009F465F"/>
    <w:rsid w:val="009F4667"/>
    <w:rsid w:val="009F4669"/>
    <w:rsid w:val="009F4A72"/>
    <w:rsid w:val="009F5327"/>
    <w:rsid w:val="009F5369"/>
    <w:rsid w:val="009F565E"/>
    <w:rsid w:val="009F599A"/>
    <w:rsid w:val="009F5B4D"/>
    <w:rsid w:val="009F5E22"/>
    <w:rsid w:val="009F6A2D"/>
    <w:rsid w:val="009F6BDD"/>
    <w:rsid w:val="009F6DDF"/>
    <w:rsid w:val="009F71EA"/>
    <w:rsid w:val="009F772A"/>
    <w:rsid w:val="009F7C50"/>
    <w:rsid w:val="009F7E98"/>
    <w:rsid w:val="00A0006D"/>
    <w:rsid w:val="00A002DA"/>
    <w:rsid w:val="00A0070E"/>
    <w:rsid w:val="00A008A2"/>
    <w:rsid w:val="00A00A9C"/>
    <w:rsid w:val="00A00CA1"/>
    <w:rsid w:val="00A01317"/>
    <w:rsid w:val="00A013B0"/>
    <w:rsid w:val="00A016BE"/>
    <w:rsid w:val="00A017EC"/>
    <w:rsid w:val="00A01C83"/>
    <w:rsid w:val="00A01E7B"/>
    <w:rsid w:val="00A022A6"/>
    <w:rsid w:val="00A02515"/>
    <w:rsid w:val="00A027FC"/>
    <w:rsid w:val="00A032DC"/>
    <w:rsid w:val="00A033BA"/>
    <w:rsid w:val="00A03FEC"/>
    <w:rsid w:val="00A048AD"/>
    <w:rsid w:val="00A04903"/>
    <w:rsid w:val="00A04ACE"/>
    <w:rsid w:val="00A04B82"/>
    <w:rsid w:val="00A04D7B"/>
    <w:rsid w:val="00A04FCE"/>
    <w:rsid w:val="00A058E5"/>
    <w:rsid w:val="00A05A22"/>
    <w:rsid w:val="00A05D23"/>
    <w:rsid w:val="00A05D7D"/>
    <w:rsid w:val="00A0616C"/>
    <w:rsid w:val="00A066A0"/>
    <w:rsid w:val="00A066F6"/>
    <w:rsid w:val="00A06E29"/>
    <w:rsid w:val="00A074C5"/>
    <w:rsid w:val="00A07C6B"/>
    <w:rsid w:val="00A07FFB"/>
    <w:rsid w:val="00A10031"/>
    <w:rsid w:val="00A1011F"/>
    <w:rsid w:val="00A101AF"/>
    <w:rsid w:val="00A1027A"/>
    <w:rsid w:val="00A102FC"/>
    <w:rsid w:val="00A112B0"/>
    <w:rsid w:val="00A11608"/>
    <w:rsid w:val="00A11713"/>
    <w:rsid w:val="00A11D75"/>
    <w:rsid w:val="00A11E15"/>
    <w:rsid w:val="00A120E4"/>
    <w:rsid w:val="00A122C4"/>
    <w:rsid w:val="00A1280C"/>
    <w:rsid w:val="00A12ADA"/>
    <w:rsid w:val="00A13730"/>
    <w:rsid w:val="00A137B7"/>
    <w:rsid w:val="00A13A66"/>
    <w:rsid w:val="00A13A87"/>
    <w:rsid w:val="00A13A97"/>
    <w:rsid w:val="00A13C1D"/>
    <w:rsid w:val="00A13D56"/>
    <w:rsid w:val="00A13F52"/>
    <w:rsid w:val="00A141EA"/>
    <w:rsid w:val="00A14307"/>
    <w:rsid w:val="00A144B5"/>
    <w:rsid w:val="00A14F3C"/>
    <w:rsid w:val="00A15277"/>
    <w:rsid w:val="00A15447"/>
    <w:rsid w:val="00A15953"/>
    <w:rsid w:val="00A15A97"/>
    <w:rsid w:val="00A15E97"/>
    <w:rsid w:val="00A15EFA"/>
    <w:rsid w:val="00A15F5D"/>
    <w:rsid w:val="00A16415"/>
    <w:rsid w:val="00A16491"/>
    <w:rsid w:val="00A175E9"/>
    <w:rsid w:val="00A1769A"/>
    <w:rsid w:val="00A2059E"/>
    <w:rsid w:val="00A206EB"/>
    <w:rsid w:val="00A20989"/>
    <w:rsid w:val="00A209AB"/>
    <w:rsid w:val="00A20BBE"/>
    <w:rsid w:val="00A21090"/>
    <w:rsid w:val="00A211FF"/>
    <w:rsid w:val="00A21791"/>
    <w:rsid w:val="00A218BF"/>
    <w:rsid w:val="00A218C0"/>
    <w:rsid w:val="00A21980"/>
    <w:rsid w:val="00A21A73"/>
    <w:rsid w:val="00A21D22"/>
    <w:rsid w:val="00A22042"/>
    <w:rsid w:val="00A220E1"/>
    <w:rsid w:val="00A22363"/>
    <w:rsid w:val="00A22B8B"/>
    <w:rsid w:val="00A23104"/>
    <w:rsid w:val="00A2310F"/>
    <w:rsid w:val="00A2327D"/>
    <w:rsid w:val="00A23336"/>
    <w:rsid w:val="00A234DD"/>
    <w:rsid w:val="00A237BF"/>
    <w:rsid w:val="00A23DF0"/>
    <w:rsid w:val="00A24079"/>
    <w:rsid w:val="00A24323"/>
    <w:rsid w:val="00A24A1E"/>
    <w:rsid w:val="00A24F4F"/>
    <w:rsid w:val="00A25536"/>
    <w:rsid w:val="00A256A6"/>
    <w:rsid w:val="00A2576E"/>
    <w:rsid w:val="00A258E0"/>
    <w:rsid w:val="00A25C92"/>
    <w:rsid w:val="00A25D0A"/>
    <w:rsid w:val="00A25E68"/>
    <w:rsid w:val="00A26242"/>
    <w:rsid w:val="00A2636D"/>
    <w:rsid w:val="00A26394"/>
    <w:rsid w:val="00A2642A"/>
    <w:rsid w:val="00A2648A"/>
    <w:rsid w:val="00A268C1"/>
    <w:rsid w:val="00A26947"/>
    <w:rsid w:val="00A26AD5"/>
    <w:rsid w:val="00A26B9B"/>
    <w:rsid w:val="00A270A5"/>
    <w:rsid w:val="00A2711B"/>
    <w:rsid w:val="00A2718F"/>
    <w:rsid w:val="00A2754F"/>
    <w:rsid w:val="00A27C50"/>
    <w:rsid w:val="00A27C66"/>
    <w:rsid w:val="00A27CB8"/>
    <w:rsid w:val="00A27D74"/>
    <w:rsid w:val="00A27FD8"/>
    <w:rsid w:val="00A30015"/>
    <w:rsid w:val="00A30112"/>
    <w:rsid w:val="00A30882"/>
    <w:rsid w:val="00A30BB9"/>
    <w:rsid w:val="00A30F05"/>
    <w:rsid w:val="00A30F8E"/>
    <w:rsid w:val="00A31104"/>
    <w:rsid w:val="00A313BF"/>
    <w:rsid w:val="00A31543"/>
    <w:rsid w:val="00A318BB"/>
    <w:rsid w:val="00A31977"/>
    <w:rsid w:val="00A31D25"/>
    <w:rsid w:val="00A31D61"/>
    <w:rsid w:val="00A31E39"/>
    <w:rsid w:val="00A321E9"/>
    <w:rsid w:val="00A32217"/>
    <w:rsid w:val="00A33062"/>
    <w:rsid w:val="00A3322F"/>
    <w:rsid w:val="00A3331F"/>
    <w:rsid w:val="00A33424"/>
    <w:rsid w:val="00A3349A"/>
    <w:rsid w:val="00A335FD"/>
    <w:rsid w:val="00A33C1E"/>
    <w:rsid w:val="00A33D61"/>
    <w:rsid w:val="00A34602"/>
    <w:rsid w:val="00A34E98"/>
    <w:rsid w:val="00A34F29"/>
    <w:rsid w:val="00A34FA2"/>
    <w:rsid w:val="00A3538E"/>
    <w:rsid w:val="00A3545A"/>
    <w:rsid w:val="00A35D65"/>
    <w:rsid w:val="00A35EDE"/>
    <w:rsid w:val="00A361CB"/>
    <w:rsid w:val="00A36375"/>
    <w:rsid w:val="00A3654B"/>
    <w:rsid w:val="00A3684F"/>
    <w:rsid w:val="00A36CA9"/>
    <w:rsid w:val="00A36D07"/>
    <w:rsid w:val="00A37132"/>
    <w:rsid w:val="00A37451"/>
    <w:rsid w:val="00A37739"/>
    <w:rsid w:val="00A37EFF"/>
    <w:rsid w:val="00A40139"/>
    <w:rsid w:val="00A402B8"/>
    <w:rsid w:val="00A403FB"/>
    <w:rsid w:val="00A41453"/>
    <w:rsid w:val="00A4190D"/>
    <w:rsid w:val="00A41A83"/>
    <w:rsid w:val="00A41A8B"/>
    <w:rsid w:val="00A41AA9"/>
    <w:rsid w:val="00A41E53"/>
    <w:rsid w:val="00A41E9F"/>
    <w:rsid w:val="00A42405"/>
    <w:rsid w:val="00A42495"/>
    <w:rsid w:val="00A426D2"/>
    <w:rsid w:val="00A4277F"/>
    <w:rsid w:val="00A4282F"/>
    <w:rsid w:val="00A4295F"/>
    <w:rsid w:val="00A42AD7"/>
    <w:rsid w:val="00A42B48"/>
    <w:rsid w:val="00A42E79"/>
    <w:rsid w:val="00A42FAF"/>
    <w:rsid w:val="00A4343B"/>
    <w:rsid w:val="00A437A1"/>
    <w:rsid w:val="00A43B53"/>
    <w:rsid w:val="00A43D0A"/>
    <w:rsid w:val="00A43D8D"/>
    <w:rsid w:val="00A44011"/>
    <w:rsid w:val="00A4409F"/>
    <w:rsid w:val="00A44411"/>
    <w:rsid w:val="00A44462"/>
    <w:rsid w:val="00A44704"/>
    <w:rsid w:val="00A44765"/>
    <w:rsid w:val="00A44C3A"/>
    <w:rsid w:val="00A450F1"/>
    <w:rsid w:val="00A45212"/>
    <w:rsid w:val="00A459C9"/>
    <w:rsid w:val="00A45C4C"/>
    <w:rsid w:val="00A45C93"/>
    <w:rsid w:val="00A45DB3"/>
    <w:rsid w:val="00A45FF2"/>
    <w:rsid w:val="00A4645A"/>
    <w:rsid w:val="00A46480"/>
    <w:rsid w:val="00A46829"/>
    <w:rsid w:val="00A46A0F"/>
    <w:rsid w:val="00A46EA4"/>
    <w:rsid w:val="00A4710C"/>
    <w:rsid w:val="00A47239"/>
    <w:rsid w:val="00A47242"/>
    <w:rsid w:val="00A47417"/>
    <w:rsid w:val="00A47547"/>
    <w:rsid w:val="00A4758D"/>
    <w:rsid w:val="00A478DC"/>
    <w:rsid w:val="00A479FE"/>
    <w:rsid w:val="00A500F0"/>
    <w:rsid w:val="00A50ADE"/>
    <w:rsid w:val="00A50AEA"/>
    <w:rsid w:val="00A50FBD"/>
    <w:rsid w:val="00A5112F"/>
    <w:rsid w:val="00A514D8"/>
    <w:rsid w:val="00A51530"/>
    <w:rsid w:val="00A516A7"/>
    <w:rsid w:val="00A51F4D"/>
    <w:rsid w:val="00A51FCA"/>
    <w:rsid w:val="00A52281"/>
    <w:rsid w:val="00A52653"/>
    <w:rsid w:val="00A526AA"/>
    <w:rsid w:val="00A52A38"/>
    <w:rsid w:val="00A52A43"/>
    <w:rsid w:val="00A52A8D"/>
    <w:rsid w:val="00A52A96"/>
    <w:rsid w:val="00A52B25"/>
    <w:rsid w:val="00A52E23"/>
    <w:rsid w:val="00A532F0"/>
    <w:rsid w:val="00A534EC"/>
    <w:rsid w:val="00A53683"/>
    <w:rsid w:val="00A53869"/>
    <w:rsid w:val="00A53BAC"/>
    <w:rsid w:val="00A53DE6"/>
    <w:rsid w:val="00A53EEC"/>
    <w:rsid w:val="00A53EF6"/>
    <w:rsid w:val="00A540D7"/>
    <w:rsid w:val="00A5410A"/>
    <w:rsid w:val="00A54179"/>
    <w:rsid w:val="00A54557"/>
    <w:rsid w:val="00A545C0"/>
    <w:rsid w:val="00A54BB5"/>
    <w:rsid w:val="00A54C42"/>
    <w:rsid w:val="00A552B2"/>
    <w:rsid w:val="00A5559C"/>
    <w:rsid w:val="00A5562B"/>
    <w:rsid w:val="00A556AC"/>
    <w:rsid w:val="00A5589C"/>
    <w:rsid w:val="00A55BC0"/>
    <w:rsid w:val="00A55CD3"/>
    <w:rsid w:val="00A55D2F"/>
    <w:rsid w:val="00A55DA3"/>
    <w:rsid w:val="00A56088"/>
    <w:rsid w:val="00A563E2"/>
    <w:rsid w:val="00A5664D"/>
    <w:rsid w:val="00A5688E"/>
    <w:rsid w:val="00A56B8D"/>
    <w:rsid w:val="00A56C20"/>
    <w:rsid w:val="00A57221"/>
    <w:rsid w:val="00A57359"/>
    <w:rsid w:val="00A5769A"/>
    <w:rsid w:val="00A57832"/>
    <w:rsid w:val="00A57B7B"/>
    <w:rsid w:val="00A57D23"/>
    <w:rsid w:val="00A604C4"/>
    <w:rsid w:val="00A6076B"/>
    <w:rsid w:val="00A60A3D"/>
    <w:rsid w:val="00A60AAF"/>
    <w:rsid w:val="00A60B19"/>
    <w:rsid w:val="00A61653"/>
    <w:rsid w:val="00A617C0"/>
    <w:rsid w:val="00A6189D"/>
    <w:rsid w:val="00A61D02"/>
    <w:rsid w:val="00A61EF7"/>
    <w:rsid w:val="00A61F81"/>
    <w:rsid w:val="00A6296D"/>
    <w:rsid w:val="00A62BC0"/>
    <w:rsid w:val="00A62D78"/>
    <w:rsid w:val="00A62EDE"/>
    <w:rsid w:val="00A63240"/>
    <w:rsid w:val="00A63553"/>
    <w:rsid w:val="00A638E4"/>
    <w:rsid w:val="00A64002"/>
    <w:rsid w:val="00A640D8"/>
    <w:rsid w:val="00A64163"/>
    <w:rsid w:val="00A642BD"/>
    <w:rsid w:val="00A6430D"/>
    <w:rsid w:val="00A64625"/>
    <w:rsid w:val="00A6486D"/>
    <w:rsid w:val="00A6494B"/>
    <w:rsid w:val="00A64CC9"/>
    <w:rsid w:val="00A64F5E"/>
    <w:rsid w:val="00A6515C"/>
    <w:rsid w:val="00A65354"/>
    <w:rsid w:val="00A65D63"/>
    <w:rsid w:val="00A65DA3"/>
    <w:rsid w:val="00A66186"/>
    <w:rsid w:val="00A668D6"/>
    <w:rsid w:val="00A66FB4"/>
    <w:rsid w:val="00A677D3"/>
    <w:rsid w:val="00A70A37"/>
    <w:rsid w:val="00A70A75"/>
    <w:rsid w:val="00A70BEC"/>
    <w:rsid w:val="00A70C46"/>
    <w:rsid w:val="00A70E0B"/>
    <w:rsid w:val="00A71119"/>
    <w:rsid w:val="00A7139F"/>
    <w:rsid w:val="00A71479"/>
    <w:rsid w:val="00A71492"/>
    <w:rsid w:val="00A7182A"/>
    <w:rsid w:val="00A718FA"/>
    <w:rsid w:val="00A7195D"/>
    <w:rsid w:val="00A71BEB"/>
    <w:rsid w:val="00A71DFC"/>
    <w:rsid w:val="00A7200E"/>
    <w:rsid w:val="00A72116"/>
    <w:rsid w:val="00A7270C"/>
    <w:rsid w:val="00A72870"/>
    <w:rsid w:val="00A72A2B"/>
    <w:rsid w:val="00A72B4B"/>
    <w:rsid w:val="00A72E50"/>
    <w:rsid w:val="00A73064"/>
    <w:rsid w:val="00A7321E"/>
    <w:rsid w:val="00A7349D"/>
    <w:rsid w:val="00A744D7"/>
    <w:rsid w:val="00A745EB"/>
    <w:rsid w:val="00A74897"/>
    <w:rsid w:val="00A749A9"/>
    <w:rsid w:val="00A74ADA"/>
    <w:rsid w:val="00A750C1"/>
    <w:rsid w:val="00A751DD"/>
    <w:rsid w:val="00A75930"/>
    <w:rsid w:val="00A7597A"/>
    <w:rsid w:val="00A75C7E"/>
    <w:rsid w:val="00A75C9E"/>
    <w:rsid w:val="00A7629D"/>
    <w:rsid w:val="00A763D5"/>
    <w:rsid w:val="00A76489"/>
    <w:rsid w:val="00A767A6"/>
    <w:rsid w:val="00A771B3"/>
    <w:rsid w:val="00A7799D"/>
    <w:rsid w:val="00A77BE3"/>
    <w:rsid w:val="00A77C90"/>
    <w:rsid w:val="00A800BE"/>
    <w:rsid w:val="00A803B1"/>
    <w:rsid w:val="00A803DB"/>
    <w:rsid w:val="00A803FF"/>
    <w:rsid w:val="00A80621"/>
    <w:rsid w:val="00A80EAB"/>
    <w:rsid w:val="00A80EB5"/>
    <w:rsid w:val="00A815CF"/>
    <w:rsid w:val="00A8181E"/>
    <w:rsid w:val="00A81A40"/>
    <w:rsid w:val="00A81D88"/>
    <w:rsid w:val="00A81F24"/>
    <w:rsid w:val="00A81FB3"/>
    <w:rsid w:val="00A8226D"/>
    <w:rsid w:val="00A822A0"/>
    <w:rsid w:val="00A82496"/>
    <w:rsid w:val="00A829B7"/>
    <w:rsid w:val="00A82C21"/>
    <w:rsid w:val="00A82D2D"/>
    <w:rsid w:val="00A83152"/>
    <w:rsid w:val="00A831D1"/>
    <w:rsid w:val="00A836E8"/>
    <w:rsid w:val="00A83758"/>
    <w:rsid w:val="00A838BB"/>
    <w:rsid w:val="00A8395F"/>
    <w:rsid w:val="00A83C67"/>
    <w:rsid w:val="00A83C79"/>
    <w:rsid w:val="00A83FD4"/>
    <w:rsid w:val="00A845AF"/>
    <w:rsid w:val="00A8476A"/>
    <w:rsid w:val="00A8486A"/>
    <w:rsid w:val="00A84941"/>
    <w:rsid w:val="00A84A6E"/>
    <w:rsid w:val="00A84CAE"/>
    <w:rsid w:val="00A84D5F"/>
    <w:rsid w:val="00A84EEB"/>
    <w:rsid w:val="00A8527C"/>
    <w:rsid w:val="00A854A1"/>
    <w:rsid w:val="00A8559B"/>
    <w:rsid w:val="00A85FCB"/>
    <w:rsid w:val="00A8613A"/>
    <w:rsid w:val="00A86250"/>
    <w:rsid w:val="00A863A0"/>
    <w:rsid w:val="00A8655E"/>
    <w:rsid w:val="00A86604"/>
    <w:rsid w:val="00A86979"/>
    <w:rsid w:val="00A86A97"/>
    <w:rsid w:val="00A86CC5"/>
    <w:rsid w:val="00A86CD3"/>
    <w:rsid w:val="00A86DDC"/>
    <w:rsid w:val="00A8763E"/>
    <w:rsid w:val="00A87BD6"/>
    <w:rsid w:val="00A87CED"/>
    <w:rsid w:val="00A90213"/>
    <w:rsid w:val="00A90569"/>
    <w:rsid w:val="00A908D6"/>
    <w:rsid w:val="00A90B63"/>
    <w:rsid w:val="00A90B97"/>
    <w:rsid w:val="00A90CCD"/>
    <w:rsid w:val="00A90DB8"/>
    <w:rsid w:val="00A90E0F"/>
    <w:rsid w:val="00A90F8B"/>
    <w:rsid w:val="00A91B30"/>
    <w:rsid w:val="00A91F34"/>
    <w:rsid w:val="00A91F7E"/>
    <w:rsid w:val="00A920D5"/>
    <w:rsid w:val="00A927EB"/>
    <w:rsid w:val="00A92A07"/>
    <w:rsid w:val="00A92DCF"/>
    <w:rsid w:val="00A92FFE"/>
    <w:rsid w:val="00A930FD"/>
    <w:rsid w:val="00A9330B"/>
    <w:rsid w:val="00A9330E"/>
    <w:rsid w:val="00A93511"/>
    <w:rsid w:val="00A93C0D"/>
    <w:rsid w:val="00A93D36"/>
    <w:rsid w:val="00A93FCC"/>
    <w:rsid w:val="00A94152"/>
    <w:rsid w:val="00A94392"/>
    <w:rsid w:val="00A9451B"/>
    <w:rsid w:val="00A94DAD"/>
    <w:rsid w:val="00A94E97"/>
    <w:rsid w:val="00A94ECE"/>
    <w:rsid w:val="00A9522E"/>
    <w:rsid w:val="00A95267"/>
    <w:rsid w:val="00A95345"/>
    <w:rsid w:val="00A95604"/>
    <w:rsid w:val="00A95704"/>
    <w:rsid w:val="00A95B32"/>
    <w:rsid w:val="00A95D34"/>
    <w:rsid w:val="00A961AF"/>
    <w:rsid w:val="00A962AE"/>
    <w:rsid w:val="00A96512"/>
    <w:rsid w:val="00A96708"/>
    <w:rsid w:val="00A9681F"/>
    <w:rsid w:val="00A96A00"/>
    <w:rsid w:val="00A96E03"/>
    <w:rsid w:val="00A97015"/>
    <w:rsid w:val="00A97168"/>
    <w:rsid w:val="00A971B5"/>
    <w:rsid w:val="00A971F5"/>
    <w:rsid w:val="00A9728E"/>
    <w:rsid w:val="00A974B8"/>
    <w:rsid w:val="00A977A7"/>
    <w:rsid w:val="00A97800"/>
    <w:rsid w:val="00A97A34"/>
    <w:rsid w:val="00A97CD5"/>
    <w:rsid w:val="00A97E04"/>
    <w:rsid w:val="00A97ED6"/>
    <w:rsid w:val="00A97F24"/>
    <w:rsid w:val="00AA045F"/>
    <w:rsid w:val="00AA085E"/>
    <w:rsid w:val="00AA0996"/>
    <w:rsid w:val="00AA0BA9"/>
    <w:rsid w:val="00AA0C7F"/>
    <w:rsid w:val="00AA0F85"/>
    <w:rsid w:val="00AA0F86"/>
    <w:rsid w:val="00AA143F"/>
    <w:rsid w:val="00AA1741"/>
    <w:rsid w:val="00AA17E9"/>
    <w:rsid w:val="00AA1CD8"/>
    <w:rsid w:val="00AA235C"/>
    <w:rsid w:val="00AA2677"/>
    <w:rsid w:val="00AA294D"/>
    <w:rsid w:val="00AA34CE"/>
    <w:rsid w:val="00AA378D"/>
    <w:rsid w:val="00AA37DD"/>
    <w:rsid w:val="00AA396A"/>
    <w:rsid w:val="00AA3AB2"/>
    <w:rsid w:val="00AA3C29"/>
    <w:rsid w:val="00AA3CC0"/>
    <w:rsid w:val="00AA3CFA"/>
    <w:rsid w:val="00AA471E"/>
    <w:rsid w:val="00AA4AC9"/>
    <w:rsid w:val="00AA4C1D"/>
    <w:rsid w:val="00AA4F1D"/>
    <w:rsid w:val="00AA51D3"/>
    <w:rsid w:val="00AA5C3F"/>
    <w:rsid w:val="00AA623E"/>
    <w:rsid w:val="00AA63AF"/>
    <w:rsid w:val="00AA6D1C"/>
    <w:rsid w:val="00AA6EF1"/>
    <w:rsid w:val="00AA7051"/>
    <w:rsid w:val="00AA705D"/>
    <w:rsid w:val="00AA732D"/>
    <w:rsid w:val="00AA7D13"/>
    <w:rsid w:val="00AB016E"/>
    <w:rsid w:val="00AB03D6"/>
    <w:rsid w:val="00AB04D9"/>
    <w:rsid w:val="00AB061C"/>
    <w:rsid w:val="00AB0A12"/>
    <w:rsid w:val="00AB0E3D"/>
    <w:rsid w:val="00AB113D"/>
    <w:rsid w:val="00AB1BFB"/>
    <w:rsid w:val="00AB1C1B"/>
    <w:rsid w:val="00AB1DF2"/>
    <w:rsid w:val="00AB1F96"/>
    <w:rsid w:val="00AB1FF3"/>
    <w:rsid w:val="00AB20AF"/>
    <w:rsid w:val="00AB20CB"/>
    <w:rsid w:val="00AB21A6"/>
    <w:rsid w:val="00AB2724"/>
    <w:rsid w:val="00AB299E"/>
    <w:rsid w:val="00AB2CF4"/>
    <w:rsid w:val="00AB3327"/>
    <w:rsid w:val="00AB333E"/>
    <w:rsid w:val="00AB3379"/>
    <w:rsid w:val="00AB376E"/>
    <w:rsid w:val="00AB3A0C"/>
    <w:rsid w:val="00AB3E9C"/>
    <w:rsid w:val="00AB3EDE"/>
    <w:rsid w:val="00AB3F1B"/>
    <w:rsid w:val="00AB46B8"/>
    <w:rsid w:val="00AB46FB"/>
    <w:rsid w:val="00AB49A7"/>
    <w:rsid w:val="00AB49D8"/>
    <w:rsid w:val="00AB4A0C"/>
    <w:rsid w:val="00AB4BEF"/>
    <w:rsid w:val="00AB53F2"/>
    <w:rsid w:val="00AB583F"/>
    <w:rsid w:val="00AB5AFC"/>
    <w:rsid w:val="00AB5B22"/>
    <w:rsid w:val="00AB5B4B"/>
    <w:rsid w:val="00AB5BB8"/>
    <w:rsid w:val="00AB5E1F"/>
    <w:rsid w:val="00AB5FB6"/>
    <w:rsid w:val="00AB6026"/>
    <w:rsid w:val="00AB658F"/>
    <w:rsid w:val="00AB661C"/>
    <w:rsid w:val="00AB66C2"/>
    <w:rsid w:val="00AB6763"/>
    <w:rsid w:val="00AB68EA"/>
    <w:rsid w:val="00AB6903"/>
    <w:rsid w:val="00AB6B42"/>
    <w:rsid w:val="00AB6B61"/>
    <w:rsid w:val="00AB6FA5"/>
    <w:rsid w:val="00AB7670"/>
    <w:rsid w:val="00AB76E6"/>
    <w:rsid w:val="00AB7C7E"/>
    <w:rsid w:val="00AB7F40"/>
    <w:rsid w:val="00AC0CCE"/>
    <w:rsid w:val="00AC11F9"/>
    <w:rsid w:val="00AC1311"/>
    <w:rsid w:val="00AC194F"/>
    <w:rsid w:val="00AC19AD"/>
    <w:rsid w:val="00AC19E2"/>
    <w:rsid w:val="00AC1CF0"/>
    <w:rsid w:val="00AC1D96"/>
    <w:rsid w:val="00AC1F3A"/>
    <w:rsid w:val="00AC2361"/>
    <w:rsid w:val="00AC2623"/>
    <w:rsid w:val="00AC272F"/>
    <w:rsid w:val="00AC28CD"/>
    <w:rsid w:val="00AC2BE0"/>
    <w:rsid w:val="00AC2CF2"/>
    <w:rsid w:val="00AC3041"/>
    <w:rsid w:val="00AC3267"/>
    <w:rsid w:val="00AC35A1"/>
    <w:rsid w:val="00AC39F2"/>
    <w:rsid w:val="00AC3B6D"/>
    <w:rsid w:val="00AC3CC0"/>
    <w:rsid w:val="00AC3EB9"/>
    <w:rsid w:val="00AC420A"/>
    <w:rsid w:val="00AC4251"/>
    <w:rsid w:val="00AC464B"/>
    <w:rsid w:val="00AC4698"/>
    <w:rsid w:val="00AC4713"/>
    <w:rsid w:val="00AC4A76"/>
    <w:rsid w:val="00AC4C24"/>
    <w:rsid w:val="00AC4C52"/>
    <w:rsid w:val="00AC4D40"/>
    <w:rsid w:val="00AC4E0A"/>
    <w:rsid w:val="00AC579E"/>
    <w:rsid w:val="00AC5971"/>
    <w:rsid w:val="00AC5983"/>
    <w:rsid w:val="00AC59CD"/>
    <w:rsid w:val="00AC6003"/>
    <w:rsid w:val="00AC6146"/>
    <w:rsid w:val="00AC6386"/>
    <w:rsid w:val="00AC63E4"/>
    <w:rsid w:val="00AC63F9"/>
    <w:rsid w:val="00AC64A5"/>
    <w:rsid w:val="00AC66A7"/>
    <w:rsid w:val="00AC673E"/>
    <w:rsid w:val="00AC6A20"/>
    <w:rsid w:val="00AC6AC8"/>
    <w:rsid w:val="00AC6BAC"/>
    <w:rsid w:val="00AC720C"/>
    <w:rsid w:val="00AC7363"/>
    <w:rsid w:val="00AC75B1"/>
    <w:rsid w:val="00AC7680"/>
    <w:rsid w:val="00AD017E"/>
    <w:rsid w:val="00AD0BEB"/>
    <w:rsid w:val="00AD0C2E"/>
    <w:rsid w:val="00AD1210"/>
    <w:rsid w:val="00AD143A"/>
    <w:rsid w:val="00AD15B8"/>
    <w:rsid w:val="00AD1877"/>
    <w:rsid w:val="00AD1C15"/>
    <w:rsid w:val="00AD1E89"/>
    <w:rsid w:val="00AD1F4B"/>
    <w:rsid w:val="00AD2254"/>
    <w:rsid w:val="00AD23A4"/>
    <w:rsid w:val="00AD2964"/>
    <w:rsid w:val="00AD2A6B"/>
    <w:rsid w:val="00AD33A7"/>
    <w:rsid w:val="00AD34D1"/>
    <w:rsid w:val="00AD35C5"/>
    <w:rsid w:val="00AD35E8"/>
    <w:rsid w:val="00AD3647"/>
    <w:rsid w:val="00AD365B"/>
    <w:rsid w:val="00AD36B6"/>
    <w:rsid w:val="00AD385A"/>
    <w:rsid w:val="00AD388F"/>
    <w:rsid w:val="00AD3E1B"/>
    <w:rsid w:val="00AD3E96"/>
    <w:rsid w:val="00AD4255"/>
    <w:rsid w:val="00AD4298"/>
    <w:rsid w:val="00AD4628"/>
    <w:rsid w:val="00AD4C53"/>
    <w:rsid w:val="00AD4DF2"/>
    <w:rsid w:val="00AD4EF8"/>
    <w:rsid w:val="00AD507D"/>
    <w:rsid w:val="00AD50AB"/>
    <w:rsid w:val="00AD5200"/>
    <w:rsid w:val="00AD52B3"/>
    <w:rsid w:val="00AD52C3"/>
    <w:rsid w:val="00AD54D2"/>
    <w:rsid w:val="00AD57DD"/>
    <w:rsid w:val="00AD5921"/>
    <w:rsid w:val="00AD5C16"/>
    <w:rsid w:val="00AD6518"/>
    <w:rsid w:val="00AD66EF"/>
    <w:rsid w:val="00AD6945"/>
    <w:rsid w:val="00AD6D3F"/>
    <w:rsid w:val="00AD7113"/>
    <w:rsid w:val="00AD7341"/>
    <w:rsid w:val="00AD743F"/>
    <w:rsid w:val="00AD780D"/>
    <w:rsid w:val="00AD79CC"/>
    <w:rsid w:val="00AD7BF7"/>
    <w:rsid w:val="00AE0778"/>
    <w:rsid w:val="00AE0B85"/>
    <w:rsid w:val="00AE0C47"/>
    <w:rsid w:val="00AE0E59"/>
    <w:rsid w:val="00AE1398"/>
    <w:rsid w:val="00AE176D"/>
    <w:rsid w:val="00AE18C1"/>
    <w:rsid w:val="00AE1E35"/>
    <w:rsid w:val="00AE21E9"/>
    <w:rsid w:val="00AE22D3"/>
    <w:rsid w:val="00AE2358"/>
    <w:rsid w:val="00AE23A6"/>
    <w:rsid w:val="00AE2405"/>
    <w:rsid w:val="00AE2E73"/>
    <w:rsid w:val="00AE3090"/>
    <w:rsid w:val="00AE3152"/>
    <w:rsid w:val="00AE341C"/>
    <w:rsid w:val="00AE3434"/>
    <w:rsid w:val="00AE36D1"/>
    <w:rsid w:val="00AE3C41"/>
    <w:rsid w:val="00AE3E1E"/>
    <w:rsid w:val="00AE4257"/>
    <w:rsid w:val="00AE48D9"/>
    <w:rsid w:val="00AE4A07"/>
    <w:rsid w:val="00AE4A6E"/>
    <w:rsid w:val="00AE4D35"/>
    <w:rsid w:val="00AE5CA5"/>
    <w:rsid w:val="00AE5D84"/>
    <w:rsid w:val="00AE5DAC"/>
    <w:rsid w:val="00AE5F35"/>
    <w:rsid w:val="00AE6117"/>
    <w:rsid w:val="00AE622B"/>
    <w:rsid w:val="00AE64FD"/>
    <w:rsid w:val="00AE6925"/>
    <w:rsid w:val="00AE6BF1"/>
    <w:rsid w:val="00AE6C28"/>
    <w:rsid w:val="00AE6CFD"/>
    <w:rsid w:val="00AE6D5E"/>
    <w:rsid w:val="00AE6EBF"/>
    <w:rsid w:val="00AE70FA"/>
    <w:rsid w:val="00AE7387"/>
    <w:rsid w:val="00AE78FA"/>
    <w:rsid w:val="00AE7D29"/>
    <w:rsid w:val="00AE7E4D"/>
    <w:rsid w:val="00AF0427"/>
    <w:rsid w:val="00AF05EF"/>
    <w:rsid w:val="00AF07F6"/>
    <w:rsid w:val="00AF0987"/>
    <w:rsid w:val="00AF0A2F"/>
    <w:rsid w:val="00AF0B20"/>
    <w:rsid w:val="00AF0B30"/>
    <w:rsid w:val="00AF0C25"/>
    <w:rsid w:val="00AF0FC4"/>
    <w:rsid w:val="00AF100C"/>
    <w:rsid w:val="00AF1109"/>
    <w:rsid w:val="00AF1BDD"/>
    <w:rsid w:val="00AF1DE1"/>
    <w:rsid w:val="00AF217C"/>
    <w:rsid w:val="00AF27C9"/>
    <w:rsid w:val="00AF2986"/>
    <w:rsid w:val="00AF29EC"/>
    <w:rsid w:val="00AF2A48"/>
    <w:rsid w:val="00AF2A91"/>
    <w:rsid w:val="00AF2D4C"/>
    <w:rsid w:val="00AF3242"/>
    <w:rsid w:val="00AF333E"/>
    <w:rsid w:val="00AF33DF"/>
    <w:rsid w:val="00AF3431"/>
    <w:rsid w:val="00AF35AE"/>
    <w:rsid w:val="00AF3B16"/>
    <w:rsid w:val="00AF3D6E"/>
    <w:rsid w:val="00AF3F99"/>
    <w:rsid w:val="00AF4102"/>
    <w:rsid w:val="00AF4155"/>
    <w:rsid w:val="00AF449A"/>
    <w:rsid w:val="00AF461D"/>
    <w:rsid w:val="00AF46ED"/>
    <w:rsid w:val="00AF50C6"/>
    <w:rsid w:val="00AF5437"/>
    <w:rsid w:val="00AF5629"/>
    <w:rsid w:val="00AF57DE"/>
    <w:rsid w:val="00AF5A5C"/>
    <w:rsid w:val="00AF66B5"/>
    <w:rsid w:val="00AF6711"/>
    <w:rsid w:val="00AF688E"/>
    <w:rsid w:val="00AF6A1B"/>
    <w:rsid w:val="00AF6A35"/>
    <w:rsid w:val="00AF6C25"/>
    <w:rsid w:val="00AF73A5"/>
    <w:rsid w:val="00AF7415"/>
    <w:rsid w:val="00AF74EC"/>
    <w:rsid w:val="00AF75C7"/>
    <w:rsid w:val="00AF7AA1"/>
    <w:rsid w:val="00AF7AD2"/>
    <w:rsid w:val="00AF7D1D"/>
    <w:rsid w:val="00AF7EFB"/>
    <w:rsid w:val="00B00486"/>
    <w:rsid w:val="00B006A7"/>
    <w:rsid w:val="00B00726"/>
    <w:rsid w:val="00B00B91"/>
    <w:rsid w:val="00B00DF2"/>
    <w:rsid w:val="00B01113"/>
    <w:rsid w:val="00B01257"/>
    <w:rsid w:val="00B01291"/>
    <w:rsid w:val="00B01D70"/>
    <w:rsid w:val="00B01E88"/>
    <w:rsid w:val="00B01F7B"/>
    <w:rsid w:val="00B01F9D"/>
    <w:rsid w:val="00B01FA3"/>
    <w:rsid w:val="00B02571"/>
    <w:rsid w:val="00B02A7F"/>
    <w:rsid w:val="00B02AE2"/>
    <w:rsid w:val="00B02BC2"/>
    <w:rsid w:val="00B02C2F"/>
    <w:rsid w:val="00B02E12"/>
    <w:rsid w:val="00B02F5A"/>
    <w:rsid w:val="00B02FD3"/>
    <w:rsid w:val="00B036B6"/>
    <w:rsid w:val="00B03ADD"/>
    <w:rsid w:val="00B03F2F"/>
    <w:rsid w:val="00B04092"/>
    <w:rsid w:val="00B041F7"/>
    <w:rsid w:val="00B042D2"/>
    <w:rsid w:val="00B04305"/>
    <w:rsid w:val="00B045E5"/>
    <w:rsid w:val="00B053D2"/>
    <w:rsid w:val="00B05788"/>
    <w:rsid w:val="00B058C3"/>
    <w:rsid w:val="00B05EC8"/>
    <w:rsid w:val="00B05F7D"/>
    <w:rsid w:val="00B06051"/>
    <w:rsid w:val="00B06123"/>
    <w:rsid w:val="00B06311"/>
    <w:rsid w:val="00B0643C"/>
    <w:rsid w:val="00B064DD"/>
    <w:rsid w:val="00B0664F"/>
    <w:rsid w:val="00B06902"/>
    <w:rsid w:val="00B06E5B"/>
    <w:rsid w:val="00B06FBB"/>
    <w:rsid w:val="00B0725F"/>
    <w:rsid w:val="00B07361"/>
    <w:rsid w:val="00B07557"/>
    <w:rsid w:val="00B076B7"/>
    <w:rsid w:val="00B07702"/>
    <w:rsid w:val="00B1002E"/>
    <w:rsid w:val="00B101F8"/>
    <w:rsid w:val="00B1054C"/>
    <w:rsid w:val="00B10C8B"/>
    <w:rsid w:val="00B1161B"/>
    <w:rsid w:val="00B11810"/>
    <w:rsid w:val="00B11875"/>
    <w:rsid w:val="00B11AF5"/>
    <w:rsid w:val="00B11B86"/>
    <w:rsid w:val="00B11D06"/>
    <w:rsid w:val="00B11DE7"/>
    <w:rsid w:val="00B11FDE"/>
    <w:rsid w:val="00B12417"/>
    <w:rsid w:val="00B1247D"/>
    <w:rsid w:val="00B12A1E"/>
    <w:rsid w:val="00B12B14"/>
    <w:rsid w:val="00B12E19"/>
    <w:rsid w:val="00B12E3B"/>
    <w:rsid w:val="00B12ED2"/>
    <w:rsid w:val="00B12F22"/>
    <w:rsid w:val="00B13001"/>
    <w:rsid w:val="00B1309E"/>
    <w:rsid w:val="00B13732"/>
    <w:rsid w:val="00B13931"/>
    <w:rsid w:val="00B14870"/>
    <w:rsid w:val="00B14CFC"/>
    <w:rsid w:val="00B14F73"/>
    <w:rsid w:val="00B1518E"/>
    <w:rsid w:val="00B15508"/>
    <w:rsid w:val="00B15816"/>
    <w:rsid w:val="00B15CB0"/>
    <w:rsid w:val="00B15DB9"/>
    <w:rsid w:val="00B15DDF"/>
    <w:rsid w:val="00B163D4"/>
    <w:rsid w:val="00B1655E"/>
    <w:rsid w:val="00B166EE"/>
    <w:rsid w:val="00B16716"/>
    <w:rsid w:val="00B16AA7"/>
    <w:rsid w:val="00B17010"/>
    <w:rsid w:val="00B176EE"/>
    <w:rsid w:val="00B17A5A"/>
    <w:rsid w:val="00B17B19"/>
    <w:rsid w:val="00B17B64"/>
    <w:rsid w:val="00B20105"/>
    <w:rsid w:val="00B20211"/>
    <w:rsid w:val="00B20873"/>
    <w:rsid w:val="00B2121D"/>
    <w:rsid w:val="00B212DF"/>
    <w:rsid w:val="00B2155F"/>
    <w:rsid w:val="00B215EB"/>
    <w:rsid w:val="00B21A62"/>
    <w:rsid w:val="00B21B5A"/>
    <w:rsid w:val="00B21D47"/>
    <w:rsid w:val="00B22445"/>
    <w:rsid w:val="00B224C1"/>
    <w:rsid w:val="00B225E3"/>
    <w:rsid w:val="00B22636"/>
    <w:rsid w:val="00B22785"/>
    <w:rsid w:val="00B22ABB"/>
    <w:rsid w:val="00B22B8B"/>
    <w:rsid w:val="00B22C73"/>
    <w:rsid w:val="00B22E65"/>
    <w:rsid w:val="00B23061"/>
    <w:rsid w:val="00B232DA"/>
    <w:rsid w:val="00B2427A"/>
    <w:rsid w:val="00B243AA"/>
    <w:rsid w:val="00B2451A"/>
    <w:rsid w:val="00B24712"/>
    <w:rsid w:val="00B2476E"/>
    <w:rsid w:val="00B247F5"/>
    <w:rsid w:val="00B24837"/>
    <w:rsid w:val="00B24968"/>
    <w:rsid w:val="00B24ABA"/>
    <w:rsid w:val="00B24EB4"/>
    <w:rsid w:val="00B252A4"/>
    <w:rsid w:val="00B2530E"/>
    <w:rsid w:val="00B257FB"/>
    <w:rsid w:val="00B25A08"/>
    <w:rsid w:val="00B25B3E"/>
    <w:rsid w:val="00B25D19"/>
    <w:rsid w:val="00B2612C"/>
    <w:rsid w:val="00B26547"/>
    <w:rsid w:val="00B26A9C"/>
    <w:rsid w:val="00B271CF"/>
    <w:rsid w:val="00B27671"/>
    <w:rsid w:val="00B27BE3"/>
    <w:rsid w:val="00B27DE4"/>
    <w:rsid w:val="00B30015"/>
    <w:rsid w:val="00B304F9"/>
    <w:rsid w:val="00B315FD"/>
    <w:rsid w:val="00B317B3"/>
    <w:rsid w:val="00B31FD2"/>
    <w:rsid w:val="00B32101"/>
    <w:rsid w:val="00B32759"/>
    <w:rsid w:val="00B32A12"/>
    <w:rsid w:val="00B32C37"/>
    <w:rsid w:val="00B33159"/>
    <w:rsid w:val="00B33ACD"/>
    <w:rsid w:val="00B3408E"/>
    <w:rsid w:val="00B34446"/>
    <w:rsid w:val="00B34F0C"/>
    <w:rsid w:val="00B3518C"/>
    <w:rsid w:val="00B353D6"/>
    <w:rsid w:val="00B359CD"/>
    <w:rsid w:val="00B3683B"/>
    <w:rsid w:val="00B36940"/>
    <w:rsid w:val="00B3695C"/>
    <w:rsid w:val="00B36D1A"/>
    <w:rsid w:val="00B36F1C"/>
    <w:rsid w:val="00B375E7"/>
    <w:rsid w:val="00B37790"/>
    <w:rsid w:val="00B37997"/>
    <w:rsid w:val="00B37BE4"/>
    <w:rsid w:val="00B37DB3"/>
    <w:rsid w:val="00B37FEA"/>
    <w:rsid w:val="00B403DA"/>
    <w:rsid w:val="00B4083A"/>
    <w:rsid w:val="00B40C36"/>
    <w:rsid w:val="00B40DBF"/>
    <w:rsid w:val="00B40DD0"/>
    <w:rsid w:val="00B40ECD"/>
    <w:rsid w:val="00B41311"/>
    <w:rsid w:val="00B4183B"/>
    <w:rsid w:val="00B41E45"/>
    <w:rsid w:val="00B41F25"/>
    <w:rsid w:val="00B42285"/>
    <w:rsid w:val="00B422E5"/>
    <w:rsid w:val="00B423DD"/>
    <w:rsid w:val="00B42510"/>
    <w:rsid w:val="00B426ED"/>
    <w:rsid w:val="00B427AF"/>
    <w:rsid w:val="00B42DE0"/>
    <w:rsid w:val="00B42E0C"/>
    <w:rsid w:val="00B42FE4"/>
    <w:rsid w:val="00B434AF"/>
    <w:rsid w:val="00B434F6"/>
    <w:rsid w:val="00B43627"/>
    <w:rsid w:val="00B43653"/>
    <w:rsid w:val="00B43814"/>
    <w:rsid w:val="00B43DDD"/>
    <w:rsid w:val="00B44460"/>
    <w:rsid w:val="00B45107"/>
    <w:rsid w:val="00B451BF"/>
    <w:rsid w:val="00B45557"/>
    <w:rsid w:val="00B4567A"/>
    <w:rsid w:val="00B4618B"/>
    <w:rsid w:val="00B4628A"/>
    <w:rsid w:val="00B46686"/>
    <w:rsid w:val="00B467AD"/>
    <w:rsid w:val="00B46A8C"/>
    <w:rsid w:val="00B46E28"/>
    <w:rsid w:val="00B46EC8"/>
    <w:rsid w:val="00B477F0"/>
    <w:rsid w:val="00B47827"/>
    <w:rsid w:val="00B47A3E"/>
    <w:rsid w:val="00B5058E"/>
    <w:rsid w:val="00B506EC"/>
    <w:rsid w:val="00B506FA"/>
    <w:rsid w:val="00B5077E"/>
    <w:rsid w:val="00B507A7"/>
    <w:rsid w:val="00B50910"/>
    <w:rsid w:val="00B50BDB"/>
    <w:rsid w:val="00B50C62"/>
    <w:rsid w:val="00B510F5"/>
    <w:rsid w:val="00B5163B"/>
    <w:rsid w:val="00B516C0"/>
    <w:rsid w:val="00B516D0"/>
    <w:rsid w:val="00B51805"/>
    <w:rsid w:val="00B51A31"/>
    <w:rsid w:val="00B5245A"/>
    <w:rsid w:val="00B5247D"/>
    <w:rsid w:val="00B52684"/>
    <w:rsid w:val="00B526D5"/>
    <w:rsid w:val="00B52800"/>
    <w:rsid w:val="00B529D1"/>
    <w:rsid w:val="00B52B9E"/>
    <w:rsid w:val="00B52BF0"/>
    <w:rsid w:val="00B531FA"/>
    <w:rsid w:val="00B5323E"/>
    <w:rsid w:val="00B53325"/>
    <w:rsid w:val="00B5348D"/>
    <w:rsid w:val="00B537F8"/>
    <w:rsid w:val="00B53C5E"/>
    <w:rsid w:val="00B53E36"/>
    <w:rsid w:val="00B53EF0"/>
    <w:rsid w:val="00B5450F"/>
    <w:rsid w:val="00B54560"/>
    <w:rsid w:val="00B54852"/>
    <w:rsid w:val="00B54A1C"/>
    <w:rsid w:val="00B54AF6"/>
    <w:rsid w:val="00B54E17"/>
    <w:rsid w:val="00B54EDE"/>
    <w:rsid w:val="00B54EEB"/>
    <w:rsid w:val="00B54F48"/>
    <w:rsid w:val="00B55952"/>
    <w:rsid w:val="00B55E85"/>
    <w:rsid w:val="00B564AE"/>
    <w:rsid w:val="00B56835"/>
    <w:rsid w:val="00B56B83"/>
    <w:rsid w:val="00B5701A"/>
    <w:rsid w:val="00B5791F"/>
    <w:rsid w:val="00B57AE0"/>
    <w:rsid w:val="00B57FEB"/>
    <w:rsid w:val="00B6023E"/>
    <w:rsid w:val="00B60725"/>
    <w:rsid w:val="00B60893"/>
    <w:rsid w:val="00B60D85"/>
    <w:rsid w:val="00B61159"/>
    <w:rsid w:val="00B611B6"/>
    <w:rsid w:val="00B61271"/>
    <w:rsid w:val="00B6170C"/>
    <w:rsid w:val="00B619FF"/>
    <w:rsid w:val="00B61A94"/>
    <w:rsid w:val="00B61DE8"/>
    <w:rsid w:val="00B6214B"/>
    <w:rsid w:val="00B62382"/>
    <w:rsid w:val="00B6260A"/>
    <w:rsid w:val="00B629FE"/>
    <w:rsid w:val="00B62D56"/>
    <w:rsid w:val="00B62E42"/>
    <w:rsid w:val="00B63085"/>
    <w:rsid w:val="00B634E1"/>
    <w:rsid w:val="00B6384E"/>
    <w:rsid w:val="00B63999"/>
    <w:rsid w:val="00B63D42"/>
    <w:rsid w:val="00B63E0A"/>
    <w:rsid w:val="00B641D0"/>
    <w:rsid w:val="00B642E7"/>
    <w:rsid w:val="00B645A5"/>
    <w:rsid w:val="00B64EB5"/>
    <w:rsid w:val="00B650FF"/>
    <w:rsid w:val="00B65134"/>
    <w:rsid w:val="00B6535C"/>
    <w:rsid w:val="00B654A6"/>
    <w:rsid w:val="00B65510"/>
    <w:rsid w:val="00B65B6A"/>
    <w:rsid w:val="00B65BE2"/>
    <w:rsid w:val="00B65CAD"/>
    <w:rsid w:val="00B65D68"/>
    <w:rsid w:val="00B66693"/>
    <w:rsid w:val="00B66715"/>
    <w:rsid w:val="00B66C15"/>
    <w:rsid w:val="00B6762F"/>
    <w:rsid w:val="00B678B9"/>
    <w:rsid w:val="00B67D49"/>
    <w:rsid w:val="00B67F74"/>
    <w:rsid w:val="00B67F84"/>
    <w:rsid w:val="00B70141"/>
    <w:rsid w:val="00B70401"/>
    <w:rsid w:val="00B706F7"/>
    <w:rsid w:val="00B70AEE"/>
    <w:rsid w:val="00B711CB"/>
    <w:rsid w:val="00B71683"/>
    <w:rsid w:val="00B71ADF"/>
    <w:rsid w:val="00B71C82"/>
    <w:rsid w:val="00B72563"/>
    <w:rsid w:val="00B72707"/>
    <w:rsid w:val="00B72A7B"/>
    <w:rsid w:val="00B72C07"/>
    <w:rsid w:val="00B73110"/>
    <w:rsid w:val="00B731F9"/>
    <w:rsid w:val="00B73564"/>
    <w:rsid w:val="00B735F5"/>
    <w:rsid w:val="00B738BB"/>
    <w:rsid w:val="00B73BB5"/>
    <w:rsid w:val="00B73E01"/>
    <w:rsid w:val="00B73E35"/>
    <w:rsid w:val="00B743C0"/>
    <w:rsid w:val="00B74D6C"/>
    <w:rsid w:val="00B74E44"/>
    <w:rsid w:val="00B74E5A"/>
    <w:rsid w:val="00B7501C"/>
    <w:rsid w:val="00B7503C"/>
    <w:rsid w:val="00B7586D"/>
    <w:rsid w:val="00B75936"/>
    <w:rsid w:val="00B75C7E"/>
    <w:rsid w:val="00B75FF9"/>
    <w:rsid w:val="00B76013"/>
    <w:rsid w:val="00B763BD"/>
    <w:rsid w:val="00B76530"/>
    <w:rsid w:val="00B76656"/>
    <w:rsid w:val="00B76A6B"/>
    <w:rsid w:val="00B76B70"/>
    <w:rsid w:val="00B7748E"/>
    <w:rsid w:val="00B774D9"/>
    <w:rsid w:val="00B7755E"/>
    <w:rsid w:val="00B77704"/>
    <w:rsid w:val="00B7776D"/>
    <w:rsid w:val="00B779BC"/>
    <w:rsid w:val="00B77EF4"/>
    <w:rsid w:val="00B77F4D"/>
    <w:rsid w:val="00B8020D"/>
    <w:rsid w:val="00B8033B"/>
    <w:rsid w:val="00B80451"/>
    <w:rsid w:val="00B8053D"/>
    <w:rsid w:val="00B80BA9"/>
    <w:rsid w:val="00B80DA0"/>
    <w:rsid w:val="00B812E3"/>
    <w:rsid w:val="00B81339"/>
    <w:rsid w:val="00B817AB"/>
    <w:rsid w:val="00B81938"/>
    <w:rsid w:val="00B81CAC"/>
    <w:rsid w:val="00B81F23"/>
    <w:rsid w:val="00B81F47"/>
    <w:rsid w:val="00B81F4F"/>
    <w:rsid w:val="00B82277"/>
    <w:rsid w:val="00B8247A"/>
    <w:rsid w:val="00B825D6"/>
    <w:rsid w:val="00B82700"/>
    <w:rsid w:val="00B82A3A"/>
    <w:rsid w:val="00B82C49"/>
    <w:rsid w:val="00B8321A"/>
    <w:rsid w:val="00B834D7"/>
    <w:rsid w:val="00B8372D"/>
    <w:rsid w:val="00B83884"/>
    <w:rsid w:val="00B839DA"/>
    <w:rsid w:val="00B83A7B"/>
    <w:rsid w:val="00B83B16"/>
    <w:rsid w:val="00B83D93"/>
    <w:rsid w:val="00B83E05"/>
    <w:rsid w:val="00B83F6D"/>
    <w:rsid w:val="00B8495B"/>
    <w:rsid w:val="00B84A4F"/>
    <w:rsid w:val="00B84CB2"/>
    <w:rsid w:val="00B84DB9"/>
    <w:rsid w:val="00B856A7"/>
    <w:rsid w:val="00B856C5"/>
    <w:rsid w:val="00B85F0C"/>
    <w:rsid w:val="00B861EB"/>
    <w:rsid w:val="00B867D4"/>
    <w:rsid w:val="00B867ED"/>
    <w:rsid w:val="00B86F0A"/>
    <w:rsid w:val="00B87355"/>
    <w:rsid w:val="00B873AE"/>
    <w:rsid w:val="00B8770C"/>
    <w:rsid w:val="00B877CA"/>
    <w:rsid w:val="00B87A9E"/>
    <w:rsid w:val="00B87F6F"/>
    <w:rsid w:val="00B90250"/>
    <w:rsid w:val="00B904B8"/>
    <w:rsid w:val="00B90540"/>
    <w:rsid w:val="00B90767"/>
    <w:rsid w:val="00B9089C"/>
    <w:rsid w:val="00B9093B"/>
    <w:rsid w:val="00B90A19"/>
    <w:rsid w:val="00B90B15"/>
    <w:rsid w:val="00B90C49"/>
    <w:rsid w:val="00B90F61"/>
    <w:rsid w:val="00B9100E"/>
    <w:rsid w:val="00B91F17"/>
    <w:rsid w:val="00B91FB8"/>
    <w:rsid w:val="00B92057"/>
    <w:rsid w:val="00B92121"/>
    <w:rsid w:val="00B92464"/>
    <w:rsid w:val="00B924F9"/>
    <w:rsid w:val="00B9294E"/>
    <w:rsid w:val="00B92E15"/>
    <w:rsid w:val="00B930F8"/>
    <w:rsid w:val="00B931B4"/>
    <w:rsid w:val="00B931BD"/>
    <w:rsid w:val="00B936D7"/>
    <w:rsid w:val="00B93C90"/>
    <w:rsid w:val="00B93CB0"/>
    <w:rsid w:val="00B93D20"/>
    <w:rsid w:val="00B93D39"/>
    <w:rsid w:val="00B94915"/>
    <w:rsid w:val="00B94B6F"/>
    <w:rsid w:val="00B955A3"/>
    <w:rsid w:val="00B95ABB"/>
    <w:rsid w:val="00B95E26"/>
    <w:rsid w:val="00B96414"/>
    <w:rsid w:val="00B9668B"/>
    <w:rsid w:val="00B96771"/>
    <w:rsid w:val="00B96AC2"/>
    <w:rsid w:val="00B96BCF"/>
    <w:rsid w:val="00B96C08"/>
    <w:rsid w:val="00B96FDB"/>
    <w:rsid w:val="00B972F3"/>
    <w:rsid w:val="00B97817"/>
    <w:rsid w:val="00B979E8"/>
    <w:rsid w:val="00B97C42"/>
    <w:rsid w:val="00B97DBD"/>
    <w:rsid w:val="00BA008B"/>
    <w:rsid w:val="00BA02DB"/>
    <w:rsid w:val="00BA05BB"/>
    <w:rsid w:val="00BA0780"/>
    <w:rsid w:val="00BA0B61"/>
    <w:rsid w:val="00BA0E09"/>
    <w:rsid w:val="00BA0F35"/>
    <w:rsid w:val="00BA102D"/>
    <w:rsid w:val="00BA12E2"/>
    <w:rsid w:val="00BA13AB"/>
    <w:rsid w:val="00BA1680"/>
    <w:rsid w:val="00BA1B1D"/>
    <w:rsid w:val="00BA1E50"/>
    <w:rsid w:val="00BA1E6B"/>
    <w:rsid w:val="00BA202B"/>
    <w:rsid w:val="00BA20DE"/>
    <w:rsid w:val="00BA2289"/>
    <w:rsid w:val="00BA2294"/>
    <w:rsid w:val="00BA2733"/>
    <w:rsid w:val="00BA2BC5"/>
    <w:rsid w:val="00BA2F16"/>
    <w:rsid w:val="00BA3488"/>
    <w:rsid w:val="00BA3636"/>
    <w:rsid w:val="00BA3AE9"/>
    <w:rsid w:val="00BA3EDB"/>
    <w:rsid w:val="00BA430D"/>
    <w:rsid w:val="00BA4376"/>
    <w:rsid w:val="00BA4508"/>
    <w:rsid w:val="00BA4641"/>
    <w:rsid w:val="00BA54FC"/>
    <w:rsid w:val="00BA5661"/>
    <w:rsid w:val="00BA57CC"/>
    <w:rsid w:val="00BA5B54"/>
    <w:rsid w:val="00BA5C4B"/>
    <w:rsid w:val="00BA60AA"/>
    <w:rsid w:val="00BA60B5"/>
    <w:rsid w:val="00BA6291"/>
    <w:rsid w:val="00BA6375"/>
    <w:rsid w:val="00BA6586"/>
    <w:rsid w:val="00BA664F"/>
    <w:rsid w:val="00BA68DC"/>
    <w:rsid w:val="00BA68FD"/>
    <w:rsid w:val="00BA6F56"/>
    <w:rsid w:val="00BA6F5A"/>
    <w:rsid w:val="00BA7588"/>
    <w:rsid w:val="00BA7632"/>
    <w:rsid w:val="00BA7A65"/>
    <w:rsid w:val="00BA7AC8"/>
    <w:rsid w:val="00BA7DB6"/>
    <w:rsid w:val="00BA7F20"/>
    <w:rsid w:val="00BB06A2"/>
    <w:rsid w:val="00BB06E4"/>
    <w:rsid w:val="00BB0AB5"/>
    <w:rsid w:val="00BB0B80"/>
    <w:rsid w:val="00BB0F0E"/>
    <w:rsid w:val="00BB17A9"/>
    <w:rsid w:val="00BB1F4F"/>
    <w:rsid w:val="00BB25F5"/>
    <w:rsid w:val="00BB285E"/>
    <w:rsid w:val="00BB2CDA"/>
    <w:rsid w:val="00BB3049"/>
    <w:rsid w:val="00BB341B"/>
    <w:rsid w:val="00BB346D"/>
    <w:rsid w:val="00BB352D"/>
    <w:rsid w:val="00BB3C82"/>
    <w:rsid w:val="00BB3D4C"/>
    <w:rsid w:val="00BB3D57"/>
    <w:rsid w:val="00BB3E3F"/>
    <w:rsid w:val="00BB4579"/>
    <w:rsid w:val="00BB4B3F"/>
    <w:rsid w:val="00BB4D30"/>
    <w:rsid w:val="00BB4F76"/>
    <w:rsid w:val="00BB526F"/>
    <w:rsid w:val="00BB57F2"/>
    <w:rsid w:val="00BB5951"/>
    <w:rsid w:val="00BB5C83"/>
    <w:rsid w:val="00BB5D90"/>
    <w:rsid w:val="00BB6024"/>
    <w:rsid w:val="00BB6360"/>
    <w:rsid w:val="00BB643C"/>
    <w:rsid w:val="00BB6849"/>
    <w:rsid w:val="00BB690F"/>
    <w:rsid w:val="00BB6B0F"/>
    <w:rsid w:val="00BB6C36"/>
    <w:rsid w:val="00BB711B"/>
    <w:rsid w:val="00BB711D"/>
    <w:rsid w:val="00BB7154"/>
    <w:rsid w:val="00BB730F"/>
    <w:rsid w:val="00BB7356"/>
    <w:rsid w:val="00BB7A28"/>
    <w:rsid w:val="00BB7B26"/>
    <w:rsid w:val="00BB7D1C"/>
    <w:rsid w:val="00BC0513"/>
    <w:rsid w:val="00BC06F0"/>
    <w:rsid w:val="00BC0A87"/>
    <w:rsid w:val="00BC0DC8"/>
    <w:rsid w:val="00BC0EAD"/>
    <w:rsid w:val="00BC0EFF"/>
    <w:rsid w:val="00BC0F6C"/>
    <w:rsid w:val="00BC12CC"/>
    <w:rsid w:val="00BC1753"/>
    <w:rsid w:val="00BC196C"/>
    <w:rsid w:val="00BC1B3F"/>
    <w:rsid w:val="00BC1C22"/>
    <w:rsid w:val="00BC20E3"/>
    <w:rsid w:val="00BC268A"/>
    <w:rsid w:val="00BC274F"/>
    <w:rsid w:val="00BC28D3"/>
    <w:rsid w:val="00BC3605"/>
    <w:rsid w:val="00BC371B"/>
    <w:rsid w:val="00BC372F"/>
    <w:rsid w:val="00BC3964"/>
    <w:rsid w:val="00BC3B8B"/>
    <w:rsid w:val="00BC3C76"/>
    <w:rsid w:val="00BC3CE3"/>
    <w:rsid w:val="00BC3FDE"/>
    <w:rsid w:val="00BC4152"/>
    <w:rsid w:val="00BC4727"/>
    <w:rsid w:val="00BC499A"/>
    <w:rsid w:val="00BC4AC0"/>
    <w:rsid w:val="00BC4D70"/>
    <w:rsid w:val="00BC4FBB"/>
    <w:rsid w:val="00BC5007"/>
    <w:rsid w:val="00BC59A2"/>
    <w:rsid w:val="00BC5D7D"/>
    <w:rsid w:val="00BC5ED5"/>
    <w:rsid w:val="00BC6112"/>
    <w:rsid w:val="00BC6506"/>
    <w:rsid w:val="00BC67EB"/>
    <w:rsid w:val="00BC68AD"/>
    <w:rsid w:val="00BC6B46"/>
    <w:rsid w:val="00BC6BEC"/>
    <w:rsid w:val="00BC6C50"/>
    <w:rsid w:val="00BC6DAE"/>
    <w:rsid w:val="00BC6F36"/>
    <w:rsid w:val="00BC717E"/>
    <w:rsid w:val="00BC71E4"/>
    <w:rsid w:val="00BC72B3"/>
    <w:rsid w:val="00BC7419"/>
    <w:rsid w:val="00BC74AB"/>
    <w:rsid w:val="00BC773E"/>
    <w:rsid w:val="00BC7754"/>
    <w:rsid w:val="00BC77EE"/>
    <w:rsid w:val="00BC7F45"/>
    <w:rsid w:val="00BC7FA7"/>
    <w:rsid w:val="00BD0271"/>
    <w:rsid w:val="00BD0329"/>
    <w:rsid w:val="00BD0820"/>
    <w:rsid w:val="00BD0FCB"/>
    <w:rsid w:val="00BD1737"/>
    <w:rsid w:val="00BD18C2"/>
    <w:rsid w:val="00BD1D50"/>
    <w:rsid w:val="00BD2143"/>
    <w:rsid w:val="00BD2315"/>
    <w:rsid w:val="00BD253A"/>
    <w:rsid w:val="00BD25ED"/>
    <w:rsid w:val="00BD265C"/>
    <w:rsid w:val="00BD27E4"/>
    <w:rsid w:val="00BD2B20"/>
    <w:rsid w:val="00BD2C0D"/>
    <w:rsid w:val="00BD2C6F"/>
    <w:rsid w:val="00BD2DA9"/>
    <w:rsid w:val="00BD2DED"/>
    <w:rsid w:val="00BD2FC2"/>
    <w:rsid w:val="00BD2FEA"/>
    <w:rsid w:val="00BD2FEB"/>
    <w:rsid w:val="00BD30D3"/>
    <w:rsid w:val="00BD3145"/>
    <w:rsid w:val="00BD32AA"/>
    <w:rsid w:val="00BD3395"/>
    <w:rsid w:val="00BD34A8"/>
    <w:rsid w:val="00BD34C6"/>
    <w:rsid w:val="00BD34F7"/>
    <w:rsid w:val="00BD4086"/>
    <w:rsid w:val="00BD4541"/>
    <w:rsid w:val="00BD464C"/>
    <w:rsid w:val="00BD46F4"/>
    <w:rsid w:val="00BD4795"/>
    <w:rsid w:val="00BD47FF"/>
    <w:rsid w:val="00BD4B38"/>
    <w:rsid w:val="00BD4C15"/>
    <w:rsid w:val="00BD4DFE"/>
    <w:rsid w:val="00BD4EA4"/>
    <w:rsid w:val="00BD502E"/>
    <w:rsid w:val="00BD5823"/>
    <w:rsid w:val="00BD593F"/>
    <w:rsid w:val="00BD6055"/>
    <w:rsid w:val="00BD6706"/>
    <w:rsid w:val="00BD6739"/>
    <w:rsid w:val="00BD6983"/>
    <w:rsid w:val="00BD6E1C"/>
    <w:rsid w:val="00BD78B2"/>
    <w:rsid w:val="00BD7A76"/>
    <w:rsid w:val="00BE013C"/>
    <w:rsid w:val="00BE0A1C"/>
    <w:rsid w:val="00BE0D08"/>
    <w:rsid w:val="00BE1405"/>
    <w:rsid w:val="00BE15A8"/>
    <w:rsid w:val="00BE15F5"/>
    <w:rsid w:val="00BE16E3"/>
    <w:rsid w:val="00BE181F"/>
    <w:rsid w:val="00BE1F48"/>
    <w:rsid w:val="00BE2394"/>
    <w:rsid w:val="00BE245F"/>
    <w:rsid w:val="00BE2668"/>
    <w:rsid w:val="00BE2886"/>
    <w:rsid w:val="00BE28A9"/>
    <w:rsid w:val="00BE28E6"/>
    <w:rsid w:val="00BE2985"/>
    <w:rsid w:val="00BE29D4"/>
    <w:rsid w:val="00BE2B85"/>
    <w:rsid w:val="00BE2E07"/>
    <w:rsid w:val="00BE31C3"/>
    <w:rsid w:val="00BE3339"/>
    <w:rsid w:val="00BE3480"/>
    <w:rsid w:val="00BE34EF"/>
    <w:rsid w:val="00BE3C21"/>
    <w:rsid w:val="00BE3D15"/>
    <w:rsid w:val="00BE3F01"/>
    <w:rsid w:val="00BE42F2"/>
    <w:rsid w:val="00BE4A3B"/>
    <w:rsid w:val="00BE4A3E"/>
    <w:rsid w:val="00BE4D21"/>
    <w:rsid w:val="00BE4DB7"/>
    <w:rsid w:val="00BE5095"/>
    <w:rsid w:val="00BE51A3"/>
    <w:rsid w:val="00BE54F3"/>
    <w:rsid w:val="00BE562D"/>
    <w:rsid w:val="00BE5E8D"/>
    <w:rsid w:val="00BE5F4F"/>
    <w:rsid w:val="00BE61D5"/>
    <w:rsid w:val="00BE6294"/>
    <w:rsid w:val="00BE65FD"/>
    <w:rsid w:val="00BE66F2"/>
    <w:rsid w:val="00BE69EA"/>
    <w:rsid w:val="00BE6C34"/>
    <w:rsid w:val="00BE6DBF"/>
    <w:rsid w:val="00BE7384"/>
    <w:rsid w:val="00BE758B"/>
    <w:rsid w:val="00BE779E"/>
    <w:rsid w:val="00BE7818"/>
    <w:rsid w:val="00BE78F8"/>
    <w:rsid w:val="00BE7973"/>
    <w:rsid w:val="00BE7ED8"/>
    <w:rsid w:val="00BF0172"/>
    <w:rsid w:val="00BF04E0"/>
    <w:rsid w:val="00BF06FE"/>
    <w:rsid w:val="00BF08FA"/>
    <w:rsid w:val="00BF09D0"/>
    <w:rsid w:val="00BF0D35"/>
    <w:rsid w:val="00BF0E4C"/>
    <w:rsid w:val="00BF0E5A"/>
    <w:rsid w:val="00BF131A"/>
    <w:rsid w:val="00BF1A69"/>
    <w:rsid w:val="00BF1CA4"/>
    <w:rsid w:val="00BF1ED0"/>
    <w:rsid w:val="00BF2048"/>
    <w:rsid w:val="00BF25F2"/>
    <w:rsid w:val="00BF2608"/>
    <w:rsid w:val="00BF296B"/>
    <w:rsid w:val="00BF2C1C"/>
    <w:rsid w:val="00BF2CB0"/>
    <w:rsid w:val="00BF3420"/>
    <w:rsid w:val="00BF36F8"/>
    <w:rsid w:val="00BF3A4D"/>
    <w:rsid w:val="00BF3E11"/>
    <w:rsid w:val="00BF400E"/>
    <w:rsid w:val="00BF4107"/>
    <w:rsid w:val="00BF4112"/>
    <w:rsid w:val="00BF427B"/>
    <w:rsid w:val="00BF4CA1"/>
    <w:rsid w:val="00BF4D46"/>
    <w:rsid w:val="00BF50AA"/>
    <w:rsid w:val="00BF51E8"/>
    <w:rsid w:val="00BF5468"/>
    <w:rsid w:val="00BF548D"/>
    <w:rsid w:val="00BF5802"/>
    <w:rsid w:val="00BF5853"/>
    <w:rsid w:val="00BF5912"/>
    <w:rsid w:val="00BF596C"/>
    <w:rsid w:val="00BF62B7"/>
    <w:rsid w:val="00BF63E3"/>
    <w:rsid w:val="00BF6895"/>
    <w:rsid w:val="00BF6E40"/>
    <w:rsid w:val="00BF732E"/>
    <w:rsid w:val="00BF7821"/>
    <w:rsid w:val="00BF797E"/>
    <w:rsid w:val="00BF7A29"/>
    <w:rsid w:val="00C00884"/>
    <w:rsid w:val="00C009CB"/>
    <w:rsid w:val="00C00B35"/>
    <w:rsid w:val="00C0105E"/>
    <w:rsid w:val="00C01075"/>
    <w:rsid w:val="00C0133B"/>
    <w:rsid w:val="00C01770"/>
    <w:rsid w:val="00C019E3"/>
    <w:rsid w:val="00C01AB6"/>
    <w:rsid w:val="00C01BDD"/>
    <w:rsid w:val="00C02C92"/>
    <w:rsid w:val="00C02CE6"/>
    <w:rsid w:val="00C02FF1"/>
    <w:rsid w:val="00C03055"/>
    <w:rsid w:val="00C03302"/>
    <w:rsid w:val="00C03473"/>
    <w:rsid w:val="00C0349C"/>
    <w:rsid w:val="00C03594"/>
    <w:rsid w:val="00C038D1"/>
    <w:rsid w:val="00C03BEC"/>
    <w:rsid w:val="00C042A8"/>
    <w:rsid w:val="00C0439E"/>
    <w:rsid w:val="00C043DB"/>
    <w:rsid w:val="00C04915"/>
    <w:rsid w:val="00C04922"/>
    <w:rsid w:val="00C049C9"/>
    <w:rsid w:val="00C04B66"/>
    <w:rsid w:val="00C04F56"/>
    <w:rsid w:val="00C05729"/>
    <w:rsid w:val="00C05CF8"/>
    <w:rsid w:val="00C06282"/>
    <w:rsid w:val="00C06478"/>
    <w:rsid w:val="00C067F0"/>
    <w:rsid w:val="00C0690B"/>
    <w:rsid w:val="00C06AC7"/>
    <w:rsid w:val="00C06CEF"/>
    <w:rsid w:val="00C06E08"/>
    <w:rsid w:val="00C06EEC"/>
    <w:rsid w:val="00C0705B"/>
    <w:rsid w:val="00C0720F"/>
    <w:rsid w:val="00C07225"/>
    <w:rsid w:val="00C07496"/>
    <w:rsid w:val="00C07C5C"/>
    <w:rsid w:val="00C07D0F"/>
    <w:rsid w:val="00C102BA"/>
    <w:rsid w:val="00C103FA"/>
    <w:rsid w:val="00C10489"/>
    <w:rsid w:val="00C10BFE"/>
    <w:rsid w:val="00C10DAA"/>
    <w:rsid w:val="00C10F5B"/>
    <w:rsid w:val="00C10FD4"/>
    <w:rsid w:val="00C115C5"/>
    <w:rsid w:val="00C11605"/>
    <w:rsid w:val="00C118D8"/>
    <w:rsid w:val="00C11A6B"/>
    <w:rsid w:val="00C11FD8"/>
    <w:rsid w:val="00C124F0"/>
    <w:rsid w:val="00C12CBC"/>
    <w:rsid w:val="00C1311B"/>
    <w:rsid w:val="00C132D9"/>
    <w:rsid w:val="00C1346F"/>
    <w:rsid w:val="00C1382E"/>
    <w:rsid w:val="00C13BCB"/>
    <w:rsid w:val="00C13C0E"/>
    <w:rsid w:val="00C13C28"/>
    <w:rsid w:val="00C13F31"/>
    <w:rsid w:val="00C140E6"/>
    <w:rsid w:val="00C14492"/>
    <w:rsid w:val="00C14A61"/>
    <w:rsid w:val="00C14BBE"/>
    <w:rsid w:val="00C15162"/>
    <w:rsid w:val="00C152E1"/>
    <w:rsid w:val="00C15502"/>
    <w:rsid w:val="00C15606"/>
    <w:rsid w:val="00C156C4"/>
    <w:rsid w:val="00C156FE"/>
    <w:rsid w:val="00C1570C"/>
    <w:rsid w:val="00C1572E"/>
    <w:rsid w:val="00C165AB"/>
    <w:rsid w:val="00C16731"/>
    <w:rsid w:val="00C16CFF"/>
    <w:rsid w:val="00C17547"/>
    <w:rsid w:val="00C17624"/>
    <w:rsid w:val="00C177C5"/>
    <w:rsid w:val="00C17C9A"/>
    <w:rsid w:val="00C2020D"/>
    <w:rsid w:val="00C20243"/>
    <w:rsid w:val="00C2071B"/>
    <w:rsid w:val="00C21201"/>
    <w:rsid w:val="00C215E6"/>
    <w:rsid w:val="00C21ADE"/>
    <w:rsid w:val="00C21D56"/>
    <w:rsid w:val="00C22129"/>
    <w:rsid w:val="00C22259"/>
    <w:rsid w:val="00C222D5"/>
    <w:rsid w:val="00C22361"/>
    <w:rsid w:val="00C224D0"/>
    <w:rsid w:val="00C22A46"/>
    <w:rsid w:val="00C22A5C"/>
    <w:rsid w:val="00C22E23"/>
    <w:rsid w:val="00C22EED"/>
    <w:rsid w:val="00C2359B"/>
    <w:rsid w:val="00C23963"/>
    <w:rsid w:val="00C239DF"/>
    <w:rsid w:val="00C23A21"/>
    <w:rsid w:val="00C23D01"/>
    <w:rsid w:val="00C23E74"/>
    <w:rsid w:val="00C240ED"/>
    <w:rsid w:val="00C245E4"/>
    <w:rsid w:val="00C24605"/>
    <w:rsid w:val="00C24B6C"/>
    <w:rsid w:val="00C24D91"/>
    <w:rsid w:val="00C24DC4"/>
    <w:rsid w:val="00C253A9"/>
    <w:rsid w:val="00C253EC"/>
    <w:rsid w:val="00C25422"/>
    <w:rsid w:val="00C2596C"/>
    <w:rsid w:val="00C25BCD"/>
    <w:rsid w:val="00C25E29"/>
    <w:rsid w:val="00C2637C"/>
    <w:rsid w:val="00C263D6"/>
    <w:rsid w:val="00C26494"/>
    <w:rsid w:val="00C26621"/>
    <w:rsid w:val="00C2667E"/>
    <w:rsid w:val="00C26BA2"/>
    <w:rsid w:val="00C26D26"/>
    <w:rsid w:val="00C26D89"/>
    <w:rsid w:val="00C26E64"/>
    <w:rsid w:val="00C270BC"/>
    <w:rsid w:val="00C275DA"/>
    <w:rsid w:val="00C277CF"/>
    <w:rsid w:val="00C300B3"/>
    <w:rsid w:val="00C30280"/>
    <w:rsid w:val="00C30516"/>
    <w:rsid w:val="00C30636"/>
    <w:rsid w:val="00C3077A"/>
    <w:rsid w:val="00C307B0"/>
    <w:rsid w:val="00C3088A"/>
    <w:rsid w:val="00C30952"/>
    <w:rsid w:val="00C30C10"/>
    <w:rsid w:val="00C30FE1"/>
    <w:rsid w:val="00C310F7"/>
    <w:rsid w:val="00C3143B"/>
    <w:rsid w:val="00C3156D"/>
    <w:rsid w:val="00C31833"/>
    <w:rsid w:val="00C31B54"/>
    <w:rsid w:val="00C31E48"/>
    <w:rsid w:val="00C31F55"/>
    <w:rsid w:val="00C31F74"/>
    <w:rsid w:val="00C321DD"/>
    <w:rsid w:val="00C323A8"/>
    <w:rsid w:val="00C325D8"/>
    <w:rsid w:val="00C32EC6"/>
    <w:rsid w:val="00C33018"/>
    <w:rsid w:val="00C3386D"/>
    <w:rsid w:val="00C33B4D"/>
    <w:rsid w:val="00C33BEF"/>
    <w:rsid w:val="00C33E12"/>
    <w:rsid w:val="00C34041"/>
    <w:rsid w:val="00C348E8"/>
    <w:rsid w:val="00C35013"/>
    <w:rsid w:val="00C351F4"/>
    <w:rsid w:val="00C354F6"/>
    <w:rsid w:val="00C355CB"/>
    <w:rsid w:val="00C3572D"/>
    <w:rsid w:val="00C35A49"/>
    <w:rsid w:val="00C35BF5"/>
    <w:rsid w:val="00C35C68"/>
    <w:rsid w:val="00C35EE6"/>
    <w:rsid w:val="00C36022"/>
    <w:rsid w:val="00C3698F"/>
    <w:rsid w:val="00C36AC5"/>
    <w:rsid w:val="00C36AF1"/>
    <w:rsid w:val="00C371C2"/>
    <w:rsid w:val="00C3737D"/>
    <w:rsid w:val="00C37458"/>
    <w:rsid w:val="00C375A6"/>
    <w:rsid w:val="00C375AA"/>
    <w:rsid w:val="00C37A35"/>
    <w:rsid w:val="00C37AF7"/>
    <w:rsid w:val="00C37D21"/>
    <w:rsid w:val="00C37FDD"/>
    <w:rsid w:val="00C40414"/>
    <w:rsid w:val="00C40495"/>
    <w:rsid w:val="00C40743"/>
    <w:rsid w:val="00C408AE"/>
    <w:rsid w:val="00C40BCF"/>
    <w:rsid w:val="00C418F5"/>
    <w:rsid w:val="00C41967"/>
    <w:rsid w:val="00C41A55"/>
    <w:rsid w:val="00C41B10"/>
    <w:rsid w:val="00C41C0D"/>
    <w:rsid w:val="00C421AE"/>
    <w:rsid w:val="00C42258"/>
    <w:rsid w:val="00C423A8"/>
    <w:rsid w:val="00C42432"/>
    <w:rsid w:val="00C42598"/>
    <w:rsid w:val="00C429A2"/>
    <w:rsid w:val="00C42B38"/>
    <w:rsid w:val="00C42CB0"/>
    <w:rsid w:val="00C43139"/>
    <w:rsid w:val="00C4379C"/>
    <w:rsid w:val="00C439A9"/>
    <w:rsid w:val="00C44113"/>
    <w:rsid w:val="00C4445F"/>
    <w:rsid w:val="00C44667"/>
    <w:rsid w:val="00C44B04"/>
    <w:rsid w:val="00C4513F"/>
    <w:rsid w:val="00C451DA"/>
    <w:rsid w:val="00C451E5"/>
    <w:rsid w:val="00C45401"/>
    <w:rsid w:val="00C454E6"/>
    <w:rsid w:val="00C455A3"/>
    <w:rsid w:val="00C4569E"/>
    <w:rsid w:val="00C4594D"/>
    <w:rsid w:val="00C45E29"/>
    <w:rsid w:val="00C46887"/>
    <w:rsid w:val="00C46A88"/>
    <w:rsid w:val="00C46EDB"/>
    <w:rsid w:val="00C46EEF"/>
    <w:rsid w:val="00C472D2"/>
    <w:rsid w:val="00C47751"/>
    <w:rsid w:val="00C4779B"/>
    <w:rsid w:val="00C47CC6"/>
    <w:rsid w:val="00C47DC2"/>
    <w:rsid w:val="00C50458"/>
    <w:rsid w:val="00C505BF"/>
    <w:rsid w:val="00C50C31"/>
    <w:rsid w:val="00C50E79"/>
    <w:rsid w:val="00C50FFA"/>
    <w:rsid w:val="00C513CF"/>
    <w:rsid w:val="00C5178E"/>
    <w:rsid w:val="00C521A5"/>
    <w:rsid w:val="00C5244E"/>
    <w:rsid w:val="00C5292A"/>
    <w:rsid w:val="00C52E34"/>
    <w:rsid w:val="00C52F59"/>
    <w:rsid w:val="00C5303B"/>
    <w:rsid w:val="00C530FC"/>
    <w:rsid w:val="00C5378F"/>
    <w:rsid w:val="00C53905"/>
    <w:rsid w:val="00C53A80"/>
    <w:rsid w:val="00C53D5D"/>
    <w:rsid w:val="00C541D2"/>
    <w:rsid w:val="00C542CB"/>
    <w:rsid w:val="00C542EB"/>
    <w:rsid w:val="00C54397"/>
    <w:rsid w:val="00C5493D"/>
    <w:rsid w:val="00C54DB2"/>
    <w:rsid w:val="00C55062"/>
    <w:rsid w:val="00C55B81"/>
    <w:rsid w:val="00C55D16"/>
    <w:rsid w:val="00C55E2D"/>
    <w:rsid w:val="00C562D9"/>
    <w:rsid w:val="00C56362"/>
    <w:rsid w:val="00C564B9"/>
    <w:rsid w:val="00C567C6"/>
    <w:rsid w:val="00C569AD"/>
    <w:rsid w:val="00C57925"/>
    <w:rsid w:val="00C57EEE"/>
    <w:rsid w:val="00C607A8"/>
    <w:rsid w:val="00C60AEC"/>
    <w:rsid w:val="00C60F76"/>
    <w:rsid w:val="00C6139C"/>
    <w:rsid w:val="00C617E5"/>
    <w:rsid w:val="00C61E18"/>
    <w:rsid w:val="00C61E2F"/>
    <w:rsid w:val="00C62301"/>
    <w:rsid w:val="00C626BD"/>
    <w:rsid w:val="00C627D9"/>
    <w:rsid w:val="00C629B7"/>
    <w:rsid w:val="00C62B58"/>
    <w:rsid w:val="00C63A92"/>
    <w:rsid w:val="00C63E9F"/>
    <w:rsid w:val="00C63EE7"/>
    <w:rsid w:val="00C641BA"/>
    <w:rsid w:val="00C6428E"/>
    <w:rsid w:val="00C64318"/>
    <w:rsid w:val="00C64985"/>
    <w:rsid w:val="00C64AF3"/>
    <w:rsid w:val="00C65099"/>
    <w:rsid w:val="00C653E5"/>
    <w:rsid w:val="00C656B1"/>
    <w:rsid w:val="00C65C5B"/>
    <w:rsid w:val="00C65E11"/>
    <w:rsid w:val="00C6600A"/>
    <w:rsid w:val="00C6620D"/>
    <w:rsid w:val="00C663D1"/>
    <w:rsid w:val="00C666C1"/>
    <w:rsid w:val="00C667E4"/>
    <w:rsid w:val="00C66D0C"/>
    <w:rsid w:val="00C672EA"/>
    <w:rsid w:val="00C67321"/>
    <w:rsid w:val="00C676CA"/>
    <w:rsid w:val="00C6787F"/>
    <w:rsid w:val="00C67B86"/>
    <w:rsid w:val="00C67CA5"/>
    <w:rsid w:val="00C67E95"/>
    <w:rsid w:val="00C7014D"/>
    <w:rsid w:val="00C7071B"/>
    <w:rsid w:val="00C710BD"/>
    <w:rsid w:val="00C710F8"/>
    <w:rsid w:val="00C71161"/>
    <w:rsid w:val="00C71167"/>
    <w:rsid w:val="00C71255"/>
    <w:rsid w:val="00C7152D"/>
    <w:rsid w:val="00C71570"/>
    <w:rsid w:val="00C71AE8"/>
    <w:rsid w:val="00C71C39"/>
    <w:rsid w:val="00C71CF8"/>
    <w:rsid w:val="00C71DC0"/>
    <w:rsid w:val="00C71E98"/>
    <w:rsid w:val="00C72256"/>
    <w:rsid w:val="00C72C4F"/>
    <w:rsid w:val="00C72E71"/>
    <w:rsid w:val="00C7309F"/>
    <w:rsid w:val="00C73111"/>
    <w:rsid w:val="00C7349B"/>
    <w:rsid w:val="00C73649"/>
    <w:rsid w:val="00C73914"/>
    <w:rsid w:val="00C739BF"/>
    <w:rsid w:val="00C73D74"/>
    <w:rsid w:val="00C74064"/>
    <w:rsid w:val="00C746F0"/>
    <w:rsid w:val="00C74ECE"/>
    <w:rsid w:val="00C74F3C"/>
    <w:rsid w:val="00C74FF4"/>
    <w:rsid w:val="00C756C1"/>
    <w:rsid w:val="00C76132"/>
    <w:rsid w:val="00C762EA"/>
    <w:rsid w:val="00C76304"/>
    <w:rsid w:val="00C764B1"/>
    <w:rsid w:val="00C766D6"/>
    <w:rsid w:val="00C76991"/>
    <w:rsid w:val="00C76A9C"/>
    <w:rsid w:val="00C76AB7"/>
    <w:rsid w:val="00C76CD5"/>
    <w:rsid w:val="00C77026"/>
    <w:rsid w:val="00C7721A"/>
    <w:rsid w:val="00C77410"/>
    <w:rsid w:val="00C7776C"/>
    <w:rsid w:val="00C77908"/>
    <w:rsid w:val="00C7796C"/>
    <w:rsid w:val="00C77B1E"/>
    <w:rsid w:val="00C77C46"/>
    <w:rsid w:val="00C77D17"/>
    <w:rsid w:val="00C77E0B"/>
    <w:rsid w:val="00C80220"/>
    <w:rsid w:val="00C8069E"/>
    <w:rsid w:val="00C80912"/>
    <w:rsid w:val="00C80DBB"/>
    <w:rsid w:val="00C8163A"/>
    <w:rsid w:val="00C81C5E"/>
    <w:rsid w:val="00C81C96"/>
    <w:rsid w:val="00C81D06"/>
    <w:rsid w:val="00C81E09"/>
    <w:rsid w:val="00C82029"/>
    <w:rsid w:val="00C82386"/>
    <w:rsid w:val="00C823A3"/>
    <w:rsid w:val="00C832D7"/>
    <w:rsid w:val="00C83569"/>
    <w:rsid w:val="00C83E1A"/>
    <w:rsid w:val="00C83F8C"/>
    <w:rsid w:val="00C84380"/>
    <w:rsid w:val="00C84655"/>
    <w:rsid w:val="00C84684"/>
    <w:rsid w:val="00C847CB"/>
    <w:rsid w:val="00C8488F"/>
    <w:rsid w:val="00C84895"/>
    <w:rsid w:val="00C8489B"/>
    <w:rsid w:val="00C848B6"/>
    <w:rsid w:val="00C84C80"/>
    <w:rsid w:val="00C84D1C"/>
    <w:rsid w:val="00C84F26"/>
    <w:rsid w:val="00C85659"/>
    <w:rsid w:val="00C86189"/>
    <w:rsid w:val="00C866F6"/>
    <w:rsid w:val="00C867B0"/>
    <w:rsid w:val="00C8684A"/>
    <w:rsid w:val="00C873FD"/>
    <w:rsid w:val="00C87461"/>
    <w:rsid w:val="00C874D7"/>
    <w:rsid w:val="00C875C9"/>
    <w:rsid w:val="00C87671"/>
    <w:rsid w:val="00C876B8"/>
    <w:rsid w:val="00C87AEB"/>
    <w:rsid w:val="00C87F04"/>
    <w:rsid w:val="00C87F97"/>
    <w:rsid w:val="00C9021F"/>
    <w:rsid w:val="00C9028D"/>
    <w:rsid w:val="00C90689"/>
    <w:rsid w:val="00C906FE"/>
    <w:rsid w:val="00C90795"/>
    <w:rsid w:val="00C9086C"/>
    <w:rsid w:val="00C9099C"/>
    <w:rsid w:val="00C90C1F"/>
    <w:rsid w:val="00C90F5E"/>
    <w:rsid w:val="00C9122B"/>
    <w:rsid w:val="00C91EA8"/>
    <w:rsid w:val="00C92B57"/>
    <w:rsid w:val="00C92C83"/>
    <w:rsid w:val="00C92DB7"/>
    <w:rsid w:val="00C92EFB"/>
    <w:rsid w:val="00C92F0A"/>
    <w:rsid w:val="00C93158"/>
    <w:rsid w:val="00C933E0"/>
    <w:rsid w:val="00C9354A"/>
    <w:rsid w:val="00C93691"/>
    <w:rsid w:val="00C93B3E"/>
    <w:rsid w:val="00C93F6C"/>
    <w:rsid w:val="00C942C3"/>
    <w:rsid w:val="00C9461E"/>
    <w:rsid w:val="00C94625"/>
    <w:rsid w:val="00C94668"/>
    <w:rsid w:val="00C94A44"/>
    <w:rsid w:val="00C94C29"/>
    <w:rsid w:val="00C94D83"/>
    <w:rsid w:val="00C95044"/>
    <w:rsid w:val="00C956C2"/>
    <w:rsid w:val="00C95814"/>
    <w:rsid w:val="00C96077"/>
    <w:rsid w:val="00C96668"/>
    <w:rsid w:val="00C96752"/>
    <w:rsid w:val="00C96C6F"/>
    <w:rsid w:val="00C96CAC"/>
    <w:rsid w:val="00C97018"/>
    <w:rsid w:val="00C971D0"/>
    <w:rsid w:val="00C972B9"/>
    <w:rsid w:val="00C973A6"/>
    <w:rsid w:val="00C9766A"/>
    <w:rsid w:val="00C978EB"/>
    <w:rsid w:val="00C97B07"/>
    <w:rsid w:val="00C97C2B"/>
    <w:rsid w:val="00CA0EEE"/>
    <w:rsid w:val="00CA11A7"/>
    <w:rsid w:val="00CA1319"/>
    <w:rsid w:val="00CA1829"/>
    <w:rsid w:val="00CA1F6E"/>
    <w:rsid w:val="00CA2367"/>
    <w:rsid w:val="00CA2464"/>
    <w:rsid w:val="00CA2801"/>
    <w:rsid w:val="00CA2B8B"/>
    <w:rsid w:val="00CA2DCC"/>
    <w:rsid w:val="00CA2E11"/>
    <w:rsid w:val="00CA3062"/>
    <w:rsid w:val="00CA37E7"/>
    <w:rsid w:val="00CA37FA"/>
    <w:rsid w:val="00CA3FE6"/>
    <w:rsid w:val="00CA4061"/>
    <w:rsid w:val="00CA41BB"/>
    <w:rsid w:val="00CA41BF"/>
    <w:rsid w:val="00CA4333"/>
    <w:rsid w:val="00CA4465"/>
    <w:rsid w:val="00CA44FF"/>
    <w:rsid w:val="00CA566A"/>
    <w:rsid w:val="00CA5D2C"/>
    <w:rsid w:val="00CA6285"/>
    <w:rsid w:val="00CA64C4"/>
    <w:rsid w:val="00CA6589"/>
    <w:rsid w:val="00CA65F9"/>
    <w:rsid w:val="00CA68A1"/>
    <w:rsid w:val="00CA697B"/>
    <w:rsid w:val="00CA6A01"/>
    <w:rsid w:val="00CA6B47"/>
    <w:rsid w:val="00CA6B97"/>
    <w:rsid w:val="00CA6F64"/>
    <w:rsid w:val="00CA7648"/>
    <w:rsid w:val="00CA772F"/>
    <w:rsid w:val="00CA7838"/>
    <w:rsid w:val="00CA7895"/>
    <w:rsid w:val="00CA7A74"/>
    <w:rsid w:val="00CA7B6E"/>
    <w:rsid w:val="00CA7D7E"/>
    <w:rsid w:val="00CA7EC1"/>
    <w:rsid w:val="00CA7F73"/>
    <w:rsid w:val="00CB005F"/>
    <w:rsid w:val="00CB0277"/>
    <w:rsid w:val="00CB0AC6"/>
    <w:rsid w:val="00CB0B74"/>
    <w:rsid w:val="00CB0DD6"/>
    <w:rsid w:val="00CB0F65"/>
    <w:rsid w:val="00CB118F"/>
    <w:rsid w:val="00CB1594"/>
    <w:rsid w:val="00CB17B9"/>
    <w:rsid w:val="00CB19F3"/>
    <w:rsid w:val="00CB1A3E"/>
    <w:rsid w:val="00CB1B5D"/>
    <w:rsid w:val="00CB1D94"/>
    <w:rsid w:val="00CB1FD2"/>
    <w:rsid w:val="00CB229A"/>
    <w:rsid w:val="00CB22FF"/>
    <w:rsid w:val="00CB24E2"/>
    <w:rsid w:val="00CB2641"/>
    <w:rsid w:val="00CB2AE1"/>
    <w:rsid w:val="00CB2B61"/>
    <w:rsid w:val="00CB32D2"/>
    <w:rsid w:val="00CB3355"/>
    <w:rsid w:val="00CB3E01"/>
    <w:rsid w:val="00CB408A"/>
    <w:rsid w:val="00CB416B"/>
    <w:rsid w:val="00CB44E4"/>
    <w:rsid w:val="00CB4869"/>
    <w:rsid w:val="00CB4B4F"/>
    <w:rsid w:val="00CB4B7D"/>
    <w:rsid w:val="00CB4DD7"/>
    <w:rsid w:val="00CB4E97"/>
    <w:rsid w:val="00CB536D"/>
    <w:rsid w:val="00CB53E6"/>
    <w:rsid w:val="00CB5E6D"/>
    <w:rsid w:val="00CB61F0"/>
    <w:rsid w:val="00CB624C"/>
    <w:rsid w:val="00CB651D"/>
    <w:rsid w:val="00CB657B"/>
    <w:rsid w:val="00CB686E"/>
    <w:rsid w:val="00CB6D2B"/>
    <w:rsid w:val="00CB7058"/>
    <w:rsid w:val="00CB7171"/>
    <w:rsid w:val="00CB7237"/>
    <w:rsid w:val="00CB72F3"/>
    <w:rsid w:val="00CB7BAF"/>
    <w:rsid w:val="00CC0199"/>
    <w:rsid w:val="00CC0301"/>
    <w:rsid w:val="00CC0429"/>
    <w:rsid w:val="00CC0637"/>
    <w:rsid w:val="00CC07B7"/>
    <w:rsid w:val="00CC0833"/>
    <w:rsid w:val="00CC086C"/>
    <w:rsid w:val="00CC0AB0"/>
    <w:rsid w:val="00CC0D47"/>
    <w:rsid w:val="00CC0DAF"/>
    <w:rsid w:val="00CC1283"/>
    <w:rsid w:val="00CC1480"/>
    <w:rsid w:val="00CC14E3"/>
    <w:rsid w:val="00CC1550"/>
    <w:rsid w:val="00CC156E"/>
    <w:rsid w:val="00CC1770"/>
    <w:rsid w:val="00CC1E78"/>
    <w:rsid w:val="00CC1EA0"/>
    <w:rsid w:val="00CC230E"/>
    <w:rsid w:val="00CC244B"/>
    <w:rsid w:val="00CC26FC"/>
    <w:rsid w:val="00CC2917"/>
    <w:rsid w:val="00CC2A99"/>
    <w:rsid w:val="00CC2D9F"/>
    <w:rsid w:val="00CC2ECA"/>
    <w:rsid w:val="00CC3083"/>
    <w:rsid w:val="00CC3471"/>
    <w:rsid w:val="00CC375E"/>
    <w:rsid w:val="00CC3CA9"/>
    <w:rsid w:val="00CC3CBA"/>
    <w:rsid w:val="00CC3DF4"/>
    <w:rsid w:val="00CC454E"/>
    <w:rsid w:val="00CC4AD9"/>
    <w:rsid w:val="00CC4C9B"/>
    <w:rsid w:val="00CC4CE6"/>
    <w:rsid w:val="00CC4FDB"/>
    <w:rsid w:val="00CC5019"/>
    <w:rsid w:val="00CC5325"/>
    <w:rsid w:val="00CC5922"/>
    <w:rsid w:val="00CC599E"/>
    <w:rsid w:val="00CC5EA6"/>
    <w:rsid w:val="00CC61D2"/>
    <w:rsid w:val="00CC6239"/>
    <w:rsid w:val="00CC636C"/>
    <w:rsid w:val="00CC67C1"/>
    <w:rsid w:val="00CC6B61"/>
    <w:rsid w:val="00CC6BD6"/>
    <w:rsid w:val="00CC78AD"/>
    <w:rsid w:val="00CC79CA"/>
    <w:rsid w:val="00CD023B"/>
    <w:rsid w:val="00CD032B"/>
    <w:rsid w:val="00CD03B6"/>
    <w:rsid w:val="00CD05A2"/>
    <w:rsid w:val="00CD07D9"/>
    <w:rsid w:val="00CD1AB5"/>
    <w:rsid w:val="00CD2933"/>
    <w:rsid w:val="00CD2979"/>
    <w:rsid w:val="00CD29FD"/>
    <w:rsid w:val="00CD2A18"/>
    <w:rsid w:val="00CD2A28"/>
    <w:rsid w:val="00CD2A93"/>
    <w:rsid w:val="00CD3181"/>
    <w:rsid w:val="00CD3EC6"/>
    <w:rsid w:val="00CD4573"/>
    <w:rsid w:val="00CD48E5"/>
    <w:rsid w:val="00CD49FB"/>
    <w:rsid w:val="00CD4AF9"/>
    <w:rsid w:val="00CD54AA"/>
    <w:rsid w:val="00CD55A3"/>
    <w:rsid w:val="00CD55BA"/>
    <w:rsid w:val="00CD55BB"/>
    <w:rsid w:val="00CD5719"/>
    <w:rsid w:val="00CD5762"/>
    <w:rsid w:val="00CD5C24"/>
    <w:rsid w:val="00CD5F96"/>
    <w:rsid w:val="00CD61F2"/>
    <w:rsid w:val="00CD6440"/>
    <w:rsid w:val="00CD69F2"/>
    <w:rsid w:val="00CD6A83"/>
    <w:rsid w:val="00CD6E67"/>
    <w:rsid w:val="00CD7282"/>
    <w:rsid w:val="00CD72D4"/>
    <w:rsid w:val="00CD739E"/>
    <w:rsid w:val="00CD7691"/>
    <w:rsid w:val="00CD7B2A"/>
    <w:rsid w:val="00CE0755"/>
    <w:rsid w:val="00CE075C"/>
    <w:rsid w:val="00CE07DA"/>
    <w:rsid w:val="00CE0847"/>
    <w:rsid w:val="00CE0C00"/>
    <w:rsid w:val="00CE0D01"/>
    <w:rsid w:val="00CE0D32"/>
    <w:rsid w:val="00CE1D28"/>
    <w:rsid w:val="00CE1D92"/>
    <w:rsid w:val="00CE1DDC"/>
    <w:rsid w:val="00CE1DF7"/>
    <w:rsid w:val="00CE22A7"/>
    <w:rsid w:val="00CE2674"/>
    <w:rsid w:val="00CE2D4F"/>
    <w:rsid w:val="00CE2DDA"/>
    <w:rsid w:val="00CE30CD"/>
    <w:rsid w:val="00CE357C"/>
    <w:rsid w:val="00CE3A44"/>
    <w:rsid w:val="00CE3DDE"/>
    <w:rsid w:val="00CE424D"/>
    <w:rsid w:val="00CE4294"/>
    <w:rsid w:val="00CE4587"/>
    <w:rsid w:val="00CE494A"/>
    <w:rsid w:val="00CE5017"/>
    <w:rsid w:val="00CE53AB"/>
    <w:rsid w:val="00CE559B"/>
    <w:rsid w:val="00CE59C8"/>
    <w:rsid w:val="00CE5B8F"/>
    <w:rsid w:val="00CE5BFB"/>
    <w:rsid w:val="00CE5F8B"/>
    <w:rsid w:val="00CE64BB"/>
    <w:rsid w:val="00CE6574"/>
    <w:rsid w:val="00CE668F"/>
    <w:rsid w:val="00CE6715"/>
    <w:rsid w:val="00CE6A34"/>
    <w:rsid w:val="00CE6AD6"/>
    <w:rsid w:val="00CE6F70"/>
    <w:rsid w:val="00CE7551"/>
    <w:rsid w:val="00CE76B4"/>
    <w:rsid w:val="00CF063E"/>
    <w:rsid w:val="00CF069E"/>
    <w:rsid w:val="00CF09A6"/>
    <w:rsid w:val="00CF0B8E"/>
    <w:rsid w:val="00CF0D15"/>
    <w:rsid w:val="00CF137D"/>
    <w:rsid w:val="00CF13AA"/>
    <w:rsid w:val="00CF14A4"/>
    <w:rsid w:val="00CF1527"/>
    <w:rsid w:val="00CF1618"/>
    <w:rsid w:val="00CF17D8"/>
    <w:rsid w:val="00CF1D33"/>
    <w:rsid w:val="00CF2014"/>
    <w:rsid w:val="00CF2276"/>
    <w:rsid w:val="00CF2452"/>
    <w:rsid w:val="00CF2818"/>
    <w:rsid w:val="00CF295D"/>
    <w:rsid w:val="00CF356A"/>
    <w:rsid w:val="00CF4049"/>
    <w:rsid w:val="00CF4053"/>
    <w:rsid w:val="00CF4148"/>
    <w:rsid w:val="00CF4386"/>
    <w:rsid w:val="00CF44EE"/>
    <w:rsid w:val="00CF4922"/>
    <w:rsid w:val="00CF49AD"/>
    <w:rsid w:val="00CF4BEF"/>
    <w:rsid w:val="00CF4CF4"/>
    <w:rsid w:val="00CF503E"/>
    <w:rsid w:val="00CF50DB"/>
    <w:rsid w:val="00CF583C"/>
    <w:rsid w:val="00CF5871"/>
    <w:rsid w:val="00CF5A61"/>
    <w:rsid w:val="00CF5EA4"/>
    <w:rsid w:val="00CF5EB8"/>
    <w:rsid w:val="00CF62D5"/>
    <w:rsid w:val="00CF672D"/>
    <w:rsid w:val="00CF6932"/>
    <w:rsid w:val="00CF6C5D"/>
    <w:rsid w:val="00CF6E0D"/>
    <w:rsid w:val="00CF77D6"/>
    <w:rsid w:val="00CF7A88"/>
    <w:rsid w:val="00D002FB"/>
    <w:rsid w:val="00D005B5"/>
    <w:rsid w:val="00D0075D"/>
    <w:rsid w:val="00D00905"/>
    <w:rsid w:val="00D00937"/>
    <w:rsid w:val="00D00CA7"/>
    <w:rsid w:val="00D015E2"/>
    <w:rsid w:val="00D018F5"/>
    <w:rsid w:val="00D01BCC"/>
    <w:rsid w:val="00D01E2F"/>
    <w:rsid w:val="00D0265B"/>
    <w:rsid w:val="00D026F1"/>
    <w:rsid w:val="00D02AEE"/>
    <w:rsid w:val="00D032CB"/>
    <w:rsid w:val="00D038B0"/>
    <w:rsid w:val="00D038D7"/>
    <w:rsid w:val="00D03A0B"/>
    <w:rsid w:val="00D03F96"/>
    <w:rsid w:val="00D04117"/>
    <w:rsid w:val="00D044C8"/>
    <w:rsid w:val="00D04825"/>
    <w:rsid w:val="00D04A3E"/>
    <w:rsid w:val="00D04DC5"/>
    <w:rsid w:val="00D05988"/>
    <w:rsid w:val="00D05994"/>
    <w:rsid w:val="00D062A6"/>
    <w:rsid w:val="00D0649C"/>
    <w:rsid w:val="00D064B9"/>
    <w:rsid w:val="00D06622"/>
    <w:rsid w:val="00D068B4"/>
    <w:rsid w:val="00D0692F"/>
    <w:rsid w:val="00D06E15"/>
    <w:rsid w:val="00D072FA"/>
    <w:rsid w:val="00D07628"/>
    <w:rsid w:val="00D07847"/>
    <w:rsid w:val="00D07DD0"/>
    <w:rsid w:val="00D07FE2"/>
    <w:rsid w:val="00D10342"/>
    <w:rsid w:val="00D104E6"/>
    <w:rsid w:val="00D10579"/>
    <w:rsid w:val="00D10722"/>
    <w:rsid w:val="00D10798"/>
    <w:rsid w:val="00D1079F"/>
    <w:rsid w:val="00D10969"/>
    <w:rsid w:val="00D10971"/>
    <w:rsid w:val="00D10C75"/>
    <w:rsid w:val="00D10EEA"/>
    <w:rsid w:val="00D11165"/>
    <w:rsid w:val="00D11227"/>
    <w:rsid w:val="00D116F1"/>
    <w:rsid w:val="00D11712"/>
    <w:rsid w:val="00D11743"/>
    <w:rsid w:val="00D11AEB"/>
    <w:rsid w:val="00D11B9D"/>
    <w:rsid w:val="00D11BA8"/>
    <w:rsid w:val="00D11F1F"/>
    <w:rsid w:val="00D11F5C"/>
    <w:rsid w:val="00D12137"/>
    <w:rsid w:val="00D12208"/>
    <w:rsid w:val="00D12345"/>
    <w:rsid w:val="00D12754"/>
    <w:rsid w:val="00D127A7"/>
    <w:rsid w:val="00D12C74"/>
    <w:rsid w:val="00D12D32"/>
    <w:rsid w:val="00D13CBE"/>
    <w:rsid w:val="00D13D31"/>
    <w:rsid w:val="00D13E0A"/>
    <w:rsid w:val="00D14027"/>
    <w:rsid w:val="00D140D9"/>
    <w:rsid w:val="00D14191"/>
    <w:rsid w:val="00D14250"/>
    <w:rsid w:val="00D142C9"/>
    <w:rsid w:val="00D146B2"/>
    <w:rsid w:val="00D14F70"/>
    <w:rsid w:val="00D15238"/>
    <w:rsid w:val="00D153C4"/>
    <w:rsid w:val="00D15976"/>
    <w:rsid w:val="00D15D9F"/>
    <w:rsid w:val="00D162EC"/>
    <w:rsid w:val="00D166D5"/>
    <w:rsid w:val="00D16735"/>
    <w:rsid w:val="00D1675F"/>
    <w:rsid w:val="00D16818"/>
    <w:rsid w:val="00D16A7E"/>
    <w:rsid w:val="00D16AF0"/>
    <w:rsid w:val="00D16D15"/>
    <w:rsid w:val="00D1701E"/>
    <w:rsid w:val="00D171A4"/>
    <w:rsid w:val="00D17412"/>
    <w:rsid w:val="00D17687"/>
    <w:rsid w:val="00D17A7D"/>
    <w:rsid w:val="00D17C7B"/>
    <w:rsid w:val="00D20050"/>
    <w:rsid w:val="00D203C1"/>
    <w:rsid w:val="00D205A9"/>
    <w:rsid w:val="00D20797"/>
    <w:rsid w:val="00D20D79"/>
    <w:rsid w:val="00D20EAE"/>
    <w:rsid w:val="00D21267"/>
    <w:rsid w:val="00D212D5"/>
    <w:rsid w:val="00D22160"/>
    <w:rsid w:val="00D225CD"/>
    <w:rsid w:val="00D22600"/>
    <w:rsid w:val="00D23036"/>
    <w:rsid w:val="00D23109"/>
    <w:rsid w:val="00D23909"/>
    <w:rsid w:val="00D23A96"/>
    <w:rsid w:val="00D23C6D"/>
    <w:rsid w:val="00D24208"/>
    <w:rsid w:val="00D24B24"/>
    <w:rsid w:val="00D24D56"/>
    <w:rsid w:val="00D24EB0"/>
    <w:rsid w:val="00D25146"/>
    <w:rsid w:val="00D2518C"/>
    <w:rsid w:val="00D25323"/>
    <w:rsid w:val="00D2540D"/>
    <w:rsid w:val="00D25810"/>
    <w:rsid w:val="00D258D2"/>
    <w:rsid w:val="00D25987"/>
    <w:rsid w:val="00D25BD5"/>
    <w:rsid w:val="00D25C4A"/>
    <w:rsid w:val="00D25D17"/>
    <w:rsid w:val="00D26007"/>
    <w:rsid w:val="00D263D3"/>
    <w:rsid w:val="00D26447"/>
    <w:rsid w:val="00D2651C"/>
    <w:rsid w:val="00D26784"/>
    <w:rsid w:val="00D26D70"/>
    <w:rsid w:val="00D27010"/>
    <w:rsid w:val="00D27360"/>
    <w:rsid w:val="00D276AA"/>
    <w:rsid w:val="00D27830"/>
    <w:rsid w:val="00D27884"/>
    <w:rsid w:val="00D27BE1"/>
    <w:rsid w:val="00D27CB7"/>
    <w:rsid w:val="00D30272"/>
    <w:rsid w:val="00D305AE"/>
    <w:rsid w:val="00D308AF"/>
    <w:rsid w:val="00D30C4C"/>
    <w:rsid w:val="00D30C5F"/>
    <w:rsid w:val="00D30CCB"/>
    <w:rsid w:val="00D30E68"/>
    <w:rsid w:val="00D30FB6"/>
    <w:rsid w:val="00D310D7"/>
    <w:rsid w:val="00D315F6"/>
    <w:rsid w:val="00D31992"/>
    <w:rsid w:val="00D31AF9"/>
    <w:rsid w:val="00D32198"/>
    <w:rsid w:val="00D32C92"/>
    <w:rsid w:val="00D33032"/>
    <w:rsid w:val="00D330F4"/>
    <w:rsid w:val="00D333C7"/>
    <w:rsid w:val="00D33A32"/>
    <w:rsid w:val="00D33BC5"/>
    <w:rsid w:val="00D33D97"/>
    <w:rsid w:val="00D33E57"/>
    <w:rsid w:val="00D33FBD"/>
    <w:rsid w:val="00D341F2"/>
    <w:rsid w:val="00D342FD"/>
    <w:rsid w:val="00D3469C"/>
    <w:rsid w:val="00D3477A"/>
    <w:rsid w:val="00D34936"/>
    <w:rsid w:val="00D349E8"/>
    <w:rsid w:val="00D34B8A"/>
    <w:rsid w:val="00D34B9F"/>
    <w:rsid w:val="00D3522C"/>
    <w:rsid w:val="00D357AE"/>
    <w:rsid w:val="00D35801"/>
    <w:rsid w:val="00D35E99"/>
    <w:rsid w:val="00D3649F"/>
    <w:rsid w:val="00D3654C"/>
    <w:rsid w:val="00D3666C"/>
    <w:rsid w:val="00D36792"/>
    <w:rsid w:val="00D36B08"/>
    <w:rsid w:val="00D36D2A"/>
    <w:rsid w:val="00D370F0"/>
    <w:rsid w:val="00D372B5"/>
    <w:rsid w:val="00D374CB"/>
    <w:rsid w:val="00D37812"/>
    <w:rsid w:val="00D37EEE"/>
    <w:rsid w:val="00D37FC2"/>
    <w:rsid w:val="00D4013C"/>
    <w:rsid w:val="00D401FE"/>
    <w:rsid w:val="00D402DF"/>
    <w:rsid w:val="00D404A6"/>
    <w:rsid w:val="00D404A9"/>
    <w:rsid w:val="00D40543"/>
    <w:rsid w:val="00D40AAC"/>
    <w:rsid w:val="00D41005"/>
    <w:rsid w:val="00D410BB"/>
    <w:rsid w:val="00D411A7"/>
    <w:rsid w:val="00D41264"/>
    <w:rsid w:val="00D4140B"/>
    <w:rsid w:val="00D41674"/>
    <w:rsid w:val="00D41692"/>
    <w:rsid w:val="00D4186D"/>
    <w:rsid w:val="00D41EF7"/>
    <w:rsid w:val="00D42250"/>
    <w:rsid w:val="00D423BD"/>
    <w:rsid w:val="00D42691"/>
    <w:rsid w:val="00D42F56"/>
    <w:rsid w:val="00D43208"/>
    <w:rsid w:val="00D43278"/>
    <w:rsid w:val="00D43D92"/>
    <w:rsid w:val="00D4513D"/>
    <w:rsid w:val="00D45875"/>
    <w:rsid w:val="00D45AD1"/>
    <w:rsid w:val="00D45C2F"/>
    <w:rsid w:val="00D45DC6"/>
    <w:rsid w:val="00D46661"/>
    <w:rsid w:val="00D466E7"/>
    <w:rsid w:val="00D46A62"/>
    <w:rsid w:val="00D46BFC"/>
    <w:rsid w:val="00D46C32"/>
    <w:rsid w:val="00D46EC1"/>
    <w:rsid w:val="00D46FFE"/>
    <w:rsid w:val="00D470A6"/>
    <w:rsid w:val="00D470B4"/>
    <w:rsid w:val="00D4762C"/>
    <w:rsid w:val="00D47D1D"/>
    <w:rsid w:val="00D50144"/>
    <w:rsid w:val="00D50C8D"/>
    <w:rsid w:val="00D50F12"/>
    <w:rsid w:val="00D51AFD"/>
    <w:rsid w:val="00D51B0B"/>
    <w:rsid w:val="00D51C44"/>
    <w:rsid w:val="00D51ED4"/>
    <w:rsid w:val="00D51FA0"/>
    <w:rsid w:val="00D52044"/>
    <w:rsid w:val="00D520BE"/>
    <w:rsid w:val="00D52249"/>
    <w:rsid w:val="00D5262F"/>
    <w:rsid w:val="00D52EC6"/>
    <w:rsid w:val="00D5335F"/>
    <w:rsid w:val="00D5337D"/>
    <w:rsid w:val="00D533F2"/>
    <w:rsid w:val="00D53526"/>
    <w:rsid w:val="00D53C02"/>
    <w:rsid w:val="00D53E3D"/>
    <w:rsid w:val="00D545D8"/>
    <w:rsid w:val="00D54728"/>
    <w:rsid w:val="00D54732"/>
    <w:rsid w:val="00D54851"/>
    <w:rsid w:val="00D549B1"/>
    <w:rsid w:val="00D5503B"/>
    <w:rsid w:val="00D5509E"/>
    <w:rsid w:val="00D550BE"/>
    <w:rsid w:val="00D550FB"/>
    <w:rsid w:val="00D55620"/>
    <w:rsid w:val="00D5588C"/>
    <w:rsid w:val="00D55EB3"/>
    <w:rsid w:val="00D56088"/>
    <w:rsid w:val="00D568CA"/>
    <w:rsid w:val="00D56C98"/>
    <w:rsid w:val="00D5711F"/>
    <w:rsid w:val="00D5756A"/>
    <w:rsid w:val="00D578C5"/>
    <w:rsid w:val="00D578F5"/>
    <w:rsid w:val="00D57916"/>
    <w:rsid w:val="00D57929"/>
    <w:rsid w:val="00D57D32"/>
    <w:rsid w:val="00D57F0A"/>
    <w:rsid w:val="00D57F60"/>
    <w:rsid w:val="00D60799"/>
    <w:rsid w:val="00D60C13"/>
    <w:rsid w:val="00D614A3"/>
    <w:rsid w:val="00D615D4"/>
    <w:rsid w:val="00D61983"/>
    <w:rsid w:val="00D61E03"/>
    <w:rsid w:val="00D61F3A"/>
    <w:rsid w:val="00D62060"/>
    <w:rsid w:val="00D6254E"/>
    <w:rsid w:val="00D62A60"/>
    <w:rsid w:val="00D62AB2"/>
    <w:rsid w:val="00D62CD4"/>
    <w:rsid w:val="00D631CC"/>
    <w:rsid w:val="00D634BE"/>
    <w:rsid w:val="00D6373F"/>
    <w:rsid w:val="00D637A6"/>
    <w:rsid w:val="00D63C22"/>
    <w:rsid w:val="00D63CC4"/>
    <w:rsid w:val="00D6405E"/>
    <w:rsid w:val="00D6442D"/>
    <w:rsid w:val="00D6457F"/>
    <w:rsid w:val="00D6464E"/>
    <w:rsid w:val="00D64920"/>
    <w:rsid w:val="00D649A2"/>
    <w:rsid w:val="00D64A50"/>
    <w:rsid w:val="00D64A9F"/>
    <w:rsid w:val="00D64B47"/>
    <w:rsid w:val="00D64CB0"/>
    <w:rsid w:val="00D64D2B"/>
    <w:rsid w:val="00D64DBC"/>
    <w:rsid w:val="00D653FE"/>
    <w:rsid w:val="00D6555F"/>
    <w:rsid w:val="00D658FF"/>
    <w:rsid w:val="00D65E04"/>
    <w:rsid w:val="00D6610D"/>
    <w:rsid w:val="00D666D6"/>
    <w:rsid w:val="00D668B2"/>
    <w:rsid w:val="00D669D2"/>
    <w:rsid w:val="00D66ABB"/>
    <w:rsid w:val="00D66D59"/>
    <w:rsid w:val="00D66EE9"/>
    <w:rsid w:val="00D66F4D"/>
    <w:rsid w:val="00D670AF"/>
    <w:rsid w:val="00D67101"/>
    <w:rsid w:val="00D67273"/>
    <w:rsid w:val="00D678E8"/>
    <w:rsid w:val="00D67D15"/>
    <w:rsid w:val="00D7000F"/>
    <w:rsid w:val="00D702E3"/>
    <w:rsid w:val="00D70677"/>
    <w:rsid w:val="00D70B62"/>
    <w:rsid w:val="00D70C47"/>
    <w:rsid w:val="00D70D6B"/>
    <w:rsid w:val="00D70D85"/>
    <w:rsid w:val="00D711F2"/>
    <w:rsid w:val="00D716B5"/>
    <w:rsid w:val="00D717D7"/>
    <w:rsid w:val="00D718B1"/>
    <w:rsid w:val="00D71AA9"/>
    <w:rsid w:val="00D71F26"/>
    <w:rsid w:val="00D72170"/>
    <w:rsid w:val="00D72296"/>
    <w:rsid w:val="00D7250E"/>
    <w:rsid w:val="00D72C68"/>
    <w:rsid w:val="00D72F4C"/>
    <w:rsid w:val="00D7331A"/>
    <w:rsid w:val="00D733BC"/>
    <w:rsid w:val="00D7354A"/>
    <w:rsid w:val="00D7383B"/>
    <w:rsid w:val="00D73E0D"/>
    <w:rsid w:val="00D73E43"/>
    <w:rsid w:val="00D741AA"/>
    <w:rsid w:val="00D7447D"/>
    <w:rsid w:val="00D7469C"/>
    <w:rsid w:val="00D7499D"/>
    <w:rsid w:val="00D74FAE"/>
    <w:rsid w:val="00D7514B"/>
    <w:rsid w:val="00D7636A"/>
    <w:rsid w:val="00D76B80"/>
    <w:rsid w:val="00D76BE0"/>
    <w:rsid w:val="00D76C0D"/>
    <w:rsid w:val="00D76C66"/>
    <w:rsid w:val="00D76DCD"/>
    <w:rsid w:val="00D77508"/>
    <w:rsid w:val="00D7767E"/>
    <w:rsid w:val="00D77931"/>
    <w:rsid w:val="00D77B56"/>
    <w:rsid w:val="00D80018"/>
    <w:rsid w:val="00D8023C"/>
    <w:rsid w:val="00D80295"/>
    <w:rsid w:val="00D8074F"/>
    <w:rsid w:val="00D80A53"/>
    <w:rsid w:val="00D80EF9"/>
    <w:rsid w:val="00D80EFF"/>
    <w:rsid w:val="00D81459"/>
    <w:rsid w:val="00D819F5"/>
    <w:rsid w:val="00D81A06"/>
    <w:rsid w:val="00D81A33"/>
    <w:rsid w:val="00D81B1F"/>
    <w:rsid w:val="00D82017"/>
    <w:rsid w:val="00D82254"/>
    <w:rsid w:val="00D824A4"/>
    <w:rsid w:val="00D82934"/>
    <w:rsid w:val="00D82C7A"/>
    <w:rsid w:val="00D82F34"/>
    <w:rsid w:val="00D83000"/>
    <w:rsid w:val="00D83165"/>
    <w:rsid w:val="00D83327"/>
    <w:rsid w:val="00D83464"/>
    <w:rsid w:val="00D83B40"/>
    <w:rsid w:val="00D83CDE"/>
    <w:rsid w:val="00D83DA9"/>
    <w:rsid w:val="00D83E2A"/>
    <w:rsid w:val="00D83F04"/>
    <w:rsid w:val="00D83F2A"/>
    <w:rsid w:val="00D83F45"/>
    <w:rsid w:val="00D83F8D"/>
    <w:rsid w:val="00D847F9"/>
    <w:rsid w:val="00D84956"/>
    <w:rsid w:val="00D84A3D"/>
    <w:rsid w:val="00D84AD2"/>
    <w:rsid w:val="00D84ECA"/>
    <w:rsid w:val="00D85042"/>
    <w:rsid w:val="00D854D7"/>
    <w:rsid w:val="00D859B6"/>
    <w:rsid w:val="00D85ADE"/>
    <w:rsid w:val="00D860CC"/>
    <w:rsid w:val="00D8624E"/>
    <w:rsid w:val="00D863CD"/>
    <w:rsid w:val="00D86514"/>
    <w:rsid w:val="00D86652"/>
    <w:rsid w:val="00D86831"/>
    <w:rsid w:val="00D86E16"/>
    <w:rsid w:val="00D86F87"/>
    <w:rsid w:val="00D871AD"/>
    <w:rsid w:val="00D87739"/>
    <w:rsid w:val="00D90345"/>
    <w:rsid w:val="00D90614"/>
    <w:rsid w:val="00D90624"/>
    <w:rsid w:val="00D906D2"/>
    <w:rsid w:val="00D90B1D"/>
    <w:rsid w:val="00D90BB5"/>
    <w:rsid w:val="00D90BF1"/>
    <w:rsid w:val="00D9104C"/>
    <w:rsid w:val="00D91329"/>
    <w:rsid w:val="00D91AF6"/>
    <w:rsid w:val="00D91B67"/>
    <w:rsid w:val="00D91BFC"/>
    <w:rsid w:val="00D91E94"/>
    <w:rsid w:val="00D91EA1"/>
    <w:rsid w:val="00D9213D"/>
    <w:rsid w:val="00D924E6"/>
    <w:rsid w:val="00D92CDF"/>
    <w:rsid w:val="00D93110"/>
    <w:rsid w:val="00D931D0"/>
    <w:rsid w:val="00D93C76"/>
    <w:rsid w:val="00D94128"/>
    <w:rsid w:val="00D94512"/>
    <w:rsid w:val="00D945AC"/>
    <w:rsid w:val="00D9541A"/>
    <w:rsid w:val="00D9547C"/>
    <w:rsid w:val="00D95586"/>
    <w:rsid w:val="00D9588D"/>
    <w:rsid w:val="00D95C6F"/>
    <w:rsid w:val="00D95D33"/>
    <w:rsid w:val="00D95EE0"/>
    <w:rsid w:val="00D95F12"/>
    <w:rsid w:val="00D95FC6"/>
    <w:rsid w:val="00D96104"/>
    <w:rsid w:val="00D964A3"/>
    <w:rsid w:val="00D96C99"/>
    <w:rsid w:val="00D96D05"/>
    <w:rsid w:val="00D9702B"/>
    <w:rsid w:val="00D97410"/>
    <w:rsid w:val="00D97563"/>
    <w:rsid w:val="00D9768E"/>
    <w:rsid w:val="00D977B1"/>
    <w:rsid w:val="00D97E14"/>
    <w:rsid w:val="00D97FD0"/>
    <w:rsid w:val="00DA031D"/>
    <w:rsid w:val="00DA0324"/>
    <w:rsid w:val="00DA0916"/>
    <w:rsid w:val="00DA09B6"/>
    <w:rsid w:val="00DA0F41"/>
    <w:rsid w:val="00DA1046"/>
    <w:rsid w:val="00DA1157"/>
    <w:rsid w:val="00DA1159"/>
    <w:rsid w:val="00DA1195"/>
    <w:rsid w:val="00DA12C3"/>
    <w:rsid w:val="00DA130F"/>
    <w:rsid w:val="00DA133D"/>
    <w:rsid w:val="00DA1969"/>
    <w:rsid w:val="00DA1B50"/>
    <w:rsid w:val="00DA1F12"/>
    <w:rsid w:val="00DA1FC3"/>
    <w:rsid w:val="00DA20A1"/>
    <w:rsid w:val="00DA263A"/>
    <w:rsid w:val="00DA2872"/>
    <w:rsid w:val="00DA2B14"/>
    <w:rsid w:val="00DA2D86"/>
    <w:rsid w:val="00DA2E37"/>
    <w:rsid w:val="00DA3041"/>
    <w:rsid w:val="00DA3108"/>
    <w:rsid w:val="00DA3E5F"/>
    <w:rsid w:val="00DA3F5D"/>
    <w:rsid w:val="00DA40F5"/>
    <w:rsid w:val="00DA422A"/>
    <w:rsid w:val="00DA4439"/>
    <w:rsid w:val="00DA48B9"/>
    <w:rsid w:val="00DA4CF3"/>
    <w:rsid w:val="00DA4DA0"/>
    <w:rsid w:val="00DA4DCF"/>
    <w:rsid w:val="00DA4ECE"/>
    <w:rsid w:val="00DA5267"/>
    <w:rsid w:val="00DA54CF"/>
    <w:rsid w:val="00DA551F"/>
    <w:rsid w:val="00DA5931"/>
    <w:rsid w:val="00DA5AD0"/>
    <w:rsid w:val="00DA5B4A"/>
    <w:rsid w:val="00DA5C59"/>
    <w:rsid w:val="00DA6341"/>
    <w:rsid w:val="00DA6421"/>
    <w:rsid w:val="00DA6517"/>
    <w:rsid w:val="00DA67FA"/>
    <w:rsid w:val="00DA722B"/>
    <w:rsid w:val="00DA7291"/>
    <w:rsid w:val="00DA7D80"/>
    <w:rsid w:val="00DA7D9F"/>
    <w:rsid w:val="00DB0026"/>
    <w:rsid w:val="00DB0039"/>
    <w:rsid w:val="00DB00E1"/>
    <w:rsid w:val="00DB04D9"/>
    <w:rsid w:val="00DB08A4"/>
    <w:rsid w:val="00DB0AFC"/>
    <w:rsid w:val="00DB0E30"/>
    <w:rsid w:val="00DB11AD"/>
    <w:rsid w:val="00DB12C4"/>
    <w:rsid w:val="00DB1400"/>
    <w:rsid w:val="00DB1895"/>
    <w:rsid w:val="00DB19C7"/>
    <w:rsid w:val="00DB1A88"/>
    <w:rsid w:val="00DB1B5C"/>
    <w:rsid w:val="00DB1E1C"/>
    <w:rsid w:val="00DB208D"/>
    <w:rsid w:val="00DB2424"/>
    <w:rsid w:val="00DB255D"/>
    <w:rsid w:val="00DB25D3"/>
    <w:rsid w:val="00DB272A"/>
    <w:rsid w:val="00DB28D8"/>
    <w:rsid w:val="00DB2CFF"/>
    <w:rsid w:val="00DB2D24"/>
    <w:rsid w:val="00DB2E9C"/>
    <w:rsid w:val="00DB2ECC"/>
    <w:rsid w:val="00DB2F0B"/>
    <w:rsid w:val="00DB2F2D"/>
    <w:rsid w:val="00DB30D5"/>
    <w:rsid w:val="00DB3837"/>
    <w:rsid w:val="00DB3DED"/>
    <w:rsid w:val="00DB3E2E"/>
    <w:rsid w:val="00DB3E84"/>
    <w:rsid w:val="00DB4AE8"/>
    <w:rsid w:val="00DB5444"/>
    <w:rsid w:val="00DB579A"/>
    <w:rsid w:val="00DB584A"/>
    <w:rsid w:val="00DB58B4"/>
    <w:rsid w:val="00DB5A6D"/>
    <w:rsid w:val="00DB6178"/>
    <w:rsid w:val="00DB635D"/>
    <w:rsid w:val="00DB64F0"/>
    <w:rsid w:val="00DB6586"/>
    <w:rsid w:val="00DB6957"/>
    <w:rsid w:val="00DB6FF7"/>
    <w:rsid w:val="00DB72C6"/>
    <w:rsid w:val="00DB734F"/>
    <w:rsid w:val="00DB7744"/>
    <w:rsid w:val="00DB7C32"/>
    <w:rsid w:val="00DB7DBD"/>
    <w:rsid w:val="00DB7DF6"/>
    <w:rsid w:val="00DC02A0"/>
    <w:rsid w:val="00DC0576"/>
    <w:rsid w:val="00DC0599"/>
    <w:rsid w:val="00DC0935"/>
    <w:rsid w:val="00DC0A7C"/>
    <w:rsid w:val="00DC0B08"/>
    <w:rsid w:val="00DC0E27"/>
    <w:rsid w:val="00DC0FA0"/>
    <w:rsid w:val="00DC13E0"/>
    <w:rsid w:val="00DC15C5"/>
    <w:rsid w:val="00DC183E"/>
    <w:rsid w:val="00DC1AF8"/>
    <w:rsid w:val="00DC1C87"/>
    <w:rsid w:val="00DC1D6D"/>
    <w:rsid w:val="00DC1DC8"/>
    <w:rsid w:val="00DC1FF7"/>
    <w:rsid w:val="00DC26F5"/>
    <w:rsid w:val="00DC29CA"/>
    <w:rsid w:val="00DC2AEF"/>
    <w:rsid w:val="00DC3268"/>
    <w:rsid w:val="00DC33F7"/>
    <w:rsid w:val="00DC366A"/>
    <w:rsid w:val="00DC3748"/>
    <w:rsid w:val="00DC3765"/>
    <w:rsid w:val="00DC386B"/>
    <w:rsid w:val="00DC38EA"/>
    <w:rsid w:val="00DC39DA"/>
    <w:rsid w:val="00DC39E8"/>
    <w:rsid w:val="00DC3A24"/>
    <w:rsid w:val="00DC3A87"/>
    <w:rsid w:val="00DC3E76"/>
    <w:rsid w:val="00DC413F"/>
    <w:rsid w:val="00DC4152"/>
    <w:rsid w:val="00DC482A"/>
    <w:rsid w:val="00DC498C"/>
    <w:rsid w:val="00DC4D8F"/>
    <w:rsid w:val="00DC4F7F"/>
    <w:rsid w:val="00DC51F8"/>
    <w:rsid w:val="00DC537B"/>
    <w:rsid w:val="00DC545B"/>
    <w:rsid w:val="00DC5882"/>
    <w:rsid w:val="00DC5927"/>
    <w:rsid w:val="00DC5AAE"/>
    <w:rsid w:val="00DC5B3F"/>
    <w:rsid w:val="00DC5BCA"/>
    <w:rsid w:val="00DC5EB2"/>
    <w:rsid w:val="00DC642E"/>
    <w:rsid w:val="00DC6448"/>
    <w:rsid w:val="00DC673A"/>
    <w:rsid w:val="00DC6E23"/>
    <w:rsid w:val="00DC6FD6"/>
    <w:rsid w:val="00DC7000"/>
    <w:rsid w:val="00DC71A3"/>
    <w:rsid w:val="00DC71D6"/>
    <w:rsid w:val="00DC7319"/>
    <w:rsid w:val="00DC73AF"/>
    <w:rsid w:val="00DC7865"/>
    <w:rsid w:val="00DC7AF9"/>
    <w:rsid w:val="00DD010D"/>
    <w:rsid w:val="00DD0341"/>
    <w:rsid w:val="00DD04F1"/>
    <w:rsid w:val="00DD0568"/>
    <w:rsid w:val="00DD0A8A"/>
    <w:rsid w:val="00DD0D15"/>
    <w:rsid w:val="00DD0F4F"/>
    <w:rsid w:val="00DD1143"/>
    <w:rsid w:val="00DD14E3"/>
    <w:rsid w:val="00DD16E2"/>
    <w:rsid w:val="00DD18E0"/>
    <w:rsid w:val="00DD1BB4"/>
    <w:rsid w:val="00DD2388"/>
    <w:rsid w:val="00DD2440"/>
    <w:rsid w:val="00DD2469"/>
    <w:rsid w:val="00DD24AE"/>
    <w:rsid w:val="00DD2A25"/>
    <w:rsid w:val="00DD2A89"/>
    <w:rsid w:val="00DD2BAE"/>
    <w:rsid w:val="00DD3483"/>
    <w:rsid w:val="00DD3530"/>
    <w:rsid w:val="00DD3901"/>
    <w:rsid w:val="00DD390A"/>
    <w:rsid w:val="00DD4004"/>
    <w:rsid w:val="00DD4032"/>
    <w:rsid w:val="00DD4073"/>
    <w:rsid w:val="00DD40B9"/>
    <w:rsid w:val="00DD4337"/>
    <w:rsid w:val="00DD4371"/>
    <w:rsid w:val="00DD45D0"/>
    <w:rsid w:val="00DD4637"/>
    <w:rsid w:val="00DD47C8"/>
    <w:rsid w:val="00DD4B3D"/>
    <w:rsid w:val="00DD4FE8"/>
    <w:rsid w:val="00DD56E5"/>
    <w:rsid w:val="00DD597A"/>
    <w:rsid w:val="00DD5CEA"/>
    <w:rsid w:val="00DD5FAF"/>
    <w:rsid w:val="00DD6360"/>
    <w:rsid w:val="00DD64AE"/>
    <w:rsid w:val="00DD6547"/>
    <w:rsid w:val="00DD6608"/>
    <w:rsid w:val="00DD6C54"/>
    <w:rsid w:val="00DD6D33"/>
    <w:rsid w:val="00DD6EF6"/>
    <w:rsid w:val="00DD6FA9"/>
    <w:rsid w:val="00DD714D"/>
    <w:rsid w:val="00DD720A"/>
    <w:rsid w:val="00DD757F"/>
    <w:rsid w:val="00DD78A5"/>
    <w:rsid w:val="00DD7AB1"/>
    <w:rsid w:val="00DD7B54"/>
    <w:rsid w:val="00DE01DB"/>
    <w:rsid w:val="00DE0465"/>
    <w:rsid w:val="00DE0683"/>
    <w:rsid w:val="00DE0955"/>
    <w:rsid w:val="00DE0B3E"/>
    <w:rsid w:val="00DE0D43"/>
    <w:rsid w:val="00DE0EE1"/>
    <w:rsid w:val="00DE1008"/>
    <w:rsid w:val="00DE1117"/>
    <w:rsid w:val="00DE1221"/>
    <w:rsid w:val="00DE1568"/>
    <w:rsid w:val="00DE17D7"/>
    <w:rsid w:val="00DE206D"/>
    <w:rsid w:val="00DE2270"/>
    <w:rsid w:val="00DE25C6"/>
    <w:rsid w:val="00DE2C77"/>
    <w:rsid w:val="00DE2DBE"/>
    <w:rsid w:val="00DE325C"/>
    <w:rsid w:val="00DE32B4"/>
    <w:rsid w:val="00DE3333"/>
    <w:rsid w:val="00DE335A"/>
    <w:rsid w:val="00DE35D0"/>
    <w:rsid w:val="00DE42A6"/>
    <w:rsid w:val="00DE443A"/>
    <w:rsid w:val="00DE4448"/>
    <w:rsid w:val="00DE4571"/>
    <w:rsid w:val="00DE49C9"/>
    <w:rsid w:val="00DE4BC6"/>
    <w:rsid w:val="00DE4F33"/>
    <w:rsid w:val="00DE53BE"/>
    <w:rsid w:val="00DE5A1C"/>
    <w:rsid w:val="00DE5D10"/>
    <w:rsid w:val="00DE5F42"/>
    <w:rsid w:val="00DE5FCD"/>
    <w:rsid w:val="00DE6184"/>
    <w:rsid w:val="00DE738F"/>
    <w:rsid w:val="00DE73CF"/>
    <w:rsid w:val="00DE7498"/>
    <w:rsid w:val="00DE7D73"/>
    <w:rsid w:val="00DE7D75"/>
    <w:rsid w:val="00DE7E2A"/>
    <w:rsid w:val="00DE7F65"/>
    <w:rsid w:val="00DF06AA"/>
    <w:rsid w:val="00DF0AD0"/>
    <w:rsid w:val="00DF0AFC"/>
    <w:rsid w:val="00DF0E21"/>
    <w:rsid w:val="00DF0FF0"/>
    <w:rsid w:val="00DF19C0"/>
    <w:rsid w:val="00DF217D"/>
    <w:rsid w:val="00DF24BD"/>
    <w:rsid w:val="00DF25F5"/>
    <w:rsid w:val="00DF27EC"/>
    <w:rsid w:val="00DF291B"/>
    <w:rsid w:val="00DF2C1B"/>
    <w:rsid w:val="00DF2E4F"/>
    <w:rsid w:val="00DF2F08"/>
    <w:rsid w:val="00DF2F5C"/>
    <w:rsid w:val="00DF340B"/>
    <w:rsid w:val="00DF3435"/>
    <w:rsid w:val="00DF3CA0"/>
    <w:rsid w:val="00DF3E0E"/>
    <w:rsid w:val="00DF429B"/>
    <w:rsid w:val="00DF45BA"/>
    <w:rsid w:val="00DF49A3"/>
    <w:rsid w:val="00DF4CE4"/>
    <w:rsid w:val="00DF4EA5"/>
    <w:rsid w:val="00DF4ECF"/>
    <w:rsid w:val="00DF53A5"/>
    <w:rsid w:val="00DF53B1"/>
    <w:rsid w:val="00DF53B3"/>
    <w:rsid w:val="00DF54D2"/>
    <w:rsid w:val="00DF55A2"/>
    <w:rsid w:val="00DF56D8"/>
    <w:rsid w:val="00DF5E1E"/>
    <w:rsid w:val="00DF5EC3"/>
    <w:rsid w:val="00DF61F1"/>
    <w:rsid w:val="00DF6402"/>
    <w:rsid w:val="00DF6442"/>
    <w:rsid w:val="00DF658E"/>
    <w:rsid w:val="00DF6634"/>
    <w:rsid w:val="00DF6761"/>
    <w:rsid w:val="00DF71A2"/>
    <w:rsid w:val="00DF71AB"/>
    <w:rsid w:val="00DF730D"/>
    <w:rsid w:val="00DF75B7"/>
    <w:rsid w:val="00DF7872"/>
    <w:rsid w:val="00DF78FF"/>
    <w:rsid w:val="00DF7B9E"/>
    <w:rsid w:val="00E00233"/>
    <w:rsid w:val="00E00353"/>
    <w:rsid w:val="00E0039E"/>
    <w:rsid w:val="00E00C77"/>
    <w:rsid w:val="00E0163A"/>
    <w:rsid w:val="00E01AB1"/>
    <w:rsid w:val="00E01C27"/>
    <w:rsid w:val="00E01CEE"/>
    <w:rsid w:val="00E01E8A"/>
    <w:rsid w:val="00E01EE4"/>
    <w:rsid w:val="00E01F9F"/>
    <w:rsid w:val="00E021EE"/>
    <w:rsid w:val="00E022DC"/>
    <w:rsid w:val="00E02443"/>
    <w:rsid w:val="00E024D3"/>
    <w:rsid w:val="00E028BF"/>
    <w:rsid w:val="00E02A5A"/>
    <w:rsid w:val="00E02B2E"/>
    <w:rsid w:val="00E02D94"/>
    <w:rsid w:val="00E03071"/>
    <w:rsid w:val="00E035AE"/>
    <w:rsid w:val="00E03D1C"/>
    <w:rsid w:val="00E04903"/>
    <w:rsid w:val="00E04A91"/>
    <w:rsid w:val="00E04E8A"/>
    <w:rsid w:val="00E04EDE"/>
    <w:rsid w:val="00E056CC"/>
    <w:rsid w:val="00E05819"/>
    <w:rsid w:val="00E058E5"/>
    <w:rsid w:val="00E05BDD"/>
    <w:rsid w:val="00E05F94"/>
    <w:rsid w:val="00E064BC"/>
    <w:rsid w:val="00E0653A"/>
    <w:rsid w:val="00E065B7"/>
    <w:rsid w:val="00E06D52"/>
    <w:rsid w:val="00E06F94"/>
    <w:rsid w:val="00E0778C"/>
    <w:rsid w:val="00E078D1"/>
    <w:rsid w:val="00E07A7B"/>
    <w:rsid w:val="00E07F66"/>
    <w:rsid w:val="00E07FF7"/>
    <w:rsid w:val="00E10004"/>
    <w:rsid w:val="00E10AB9"/>
    <w:rsid w:val="00E10ADF"/>
    <w:rsid w:val="00E10B66"/>
    <w:rsid w:val="00E10C02"/>
    <w:rsid w:val="00E10FCA"/>
    <w:rsid w:val="00E1173C"/>
    <w:rsid w:val="00E11875"/>
    <w:rsid w:val="00E118EB"/>
    <w:rsid w:val="00E11CBA"/>
    <w:rsid w:val="00E11DC8"/>
    <w:rsid w:val="00E11E4D"/>
    <w:rsid w:val="00E12036"/>
    <w:rsid w:val="00E1218C"/>
    <w:rsid w:val="00E12580"/>
    <w:rsid w:val="00E125ED"/>
    <w:rsid w:val="00E128A4"/>
    <w:rsid w:val="00E12AF1"/>
    <w:rsid w:val="00E12BD1"/>
    <w:rsid w:val="00E12EF8"/>
    <w:rsid w:val="00E12F7D"/>
    <w:rsid w:val="00E1301A"/>
    <w:rsid w:val="00E135A6"/>
    <w:rsid w:val="00E137F1"/>
    <w:rsid w:val="00E13875"/>
    <w:rsid w:val="00E13A3F"/>
    <w:rsid w:val="00E13B3B"/>
    <w:rsid w:val="00E13B62"/>
    <w:rsid w:val="00E14190"/>
    <w:rsid w:val="00E14435"/>
    <w:rsid w:val="00E1478D"/>
    <w:rsid w:val="00E1541F"/>
    <w:rsid w:val="00E1550C"/>
    <w:rsid w:val="00E1553E"/>
    <w:rsid w:val="00E15828"/>
    <w:rsid w:val="00E15F55"/>
    <w:rsid w:val="00E16335"/>
    <w:rsid w:val="00E169A8"/>
    <w:rsid w:val="00E16AE2"/>
    <w:rsid w:val="00E16B21"/>
    <w:rsid w:val="00E16F98"/>
    <w:rsid w:val="00E178F8"/>
    <w:rsid w:val="00E17C6A"/>
    <w:rsid w:val="00E17DAC"/>
    <w:rsid w:val="00E20034"/>
    <w:rsid w:val="00E2024A"/>
    <w:rsid w:val="00E202B4"/>
    <w:rsid w:val="00E202F4"/>
    <w:rsid w:val="00E20443"/>
    <w:rsid w:val="00E20674"/>
    <w:rsid w:val="00E206F5"/>
    <w:rsid w:val="00E207FC"/>
    <w:rsid w:val="00E20E4C"/>
    <w:rsid w:val="00E20F3E"/>
    <w:rsid w:val="00E21459"/>
    <w:rsid w:val="00E21598"/>
    <w:rsid w:val="00E21A3F"/>
    <w:rsid w:val="00E21BDA"/>
    <w:rsid w:val="00E21EAE"/>
    <w:rsid w:val="00E2239B"/>
    <w:rsid w:val="00E2249B"/>
    <w:rsid w:val="00E22768"/>
    <w:rsid w:val="00E229E8"/>
    <w:rsid w:val="00E22DC9"/>
    <w:rsid w:val="00E23018"/>
    <w:rsid w:val="00E23133"/>
    <w:rsid w:val="00E23447"/>
    <w:rsid w:val="00E23B4B"/>
    <w:rsid w:val="00E23F09"/>
    <w:rsid w:val="00E2443F"/>
    <w:rsid w:val="00E245DB"/>
    <w:rsid w:val="00E246A3"/>
    <w:rsid w:val="00E24972"/>
    <w:rsid w:val="00E24DC2"/>
    <w:rsid w:val="00E24F58"/>
    <w:rsid w:val="00E2502F"/>
    <w:rsid w:val="00E25174"/>
    <w:rsid w:val="00E259BC"/>
    <w:rsid w:val="00E25DDF"/>
    <w:rsid w:val="00E264A4"/>
    <w:rsid w:val="00E26605"/>
    <w:rsid w:val="00E26ACE"/>
    <w:rsid w:val="00E26C78"/>
    <w:rsid w:val="00E26E6A"/>
    <w:rsid w:val="00E27262"/>
    <w:rsid w:val="00E278A8"/>
    <w:rsid w:val="00E3071C"/>
    <w:rsid w:val="00E30A00"/>
    <w:rsid w:val="00E30BA3"/>
    <w:rsid w:val="00E30CA4"/>
    <w:rsid w:val="00E30E8E"/>
    <w:rsid w:val="00E311FD"/>
    <w:rsid w:val="00E3122E"/>
    <w:rsid w:val="00E31400"/>
    <w:rsid w:val="00E314AE"/>
    <w:rsid w:val="00E317CC"/>
    <w:rsid w:val="00E31CF2"/>
    <w:rsid w:val="00E32CBD"/>
    <w:rsid w:val="00E32D2D"/>
    <w:rsid w:val="00E32D48"/>
    <w:rsid w:val="00E32D58"/>
    <w:rsid w:val="00E32E40"/>
    <w:rsid w:val="00E331D9"/>
    <w:rsid w:val="00E333C6"/>
    <w:rsid w:val="00E333EC"/>
    <w:rsid w:val="00E33618"/>
    <w:rsid w:val="00E3368A"/>
    <w:rsid w:val="00E338B5"/>
    <w:rsid w:val="00E33917"/>
    <w:rsid w:val="00E3397F"/>
    <w:rsid w:val="00E33C53"/>
    <w:rsid w:val="00E33EF8"/>
    <w:rsid w:val="00E349E7"/>
    <w:rsid w:val="00E349ED"/>
    <w:rsid w:val="00E34BAE"/>
    <w:rsid w:val="00E34C35"/>
    <w:rsid w:val="00E34D9E"/>
    <w:rsid w:val="00E34ED8"/>
    <w:rsid w:val="00E34EED"/>
    <w:rsid w:val="00E352F6"/>
    <w:rsid w:val="00E35D5D"/>
    <w:rsid w:val="00E35D95"/>
    <w:rsid w:val="00E36249"/>
    <w:rsid w:val="00E36482"/>
    <w:rsid w:val="00E36D2F"/>
    <w:rsid w:val="00E36F01"/>
    <w:rsid w:val="00E37824"/>
    <w:rsid w:val="00E37846"/>
    <w:rsid w:val="00E37C4F"/>
    <w:rsid w:val="00E37EAE"/>
    <w:rsid w:val="00E4010E"/>
    <w:rsid w:val="00E409FC"/>
    <w:rsid w:val="00E40ACE"/>
    <w:rsid w:val="00E40AF2"/>
    <w:rsid w:val="00E40C06"/>
    <w:rsid w:val="00E40CB8"/>
    <w:rsid w:val="00E40FCC"/>
    <w:rsid w:val="00E41395"/>
    <w:rsid w:val="00E41488"/>
    <w:rsid w:val="00E41527"/>
    <w:rsid w:val="00E41B56"/>
    <w:rsid w:val="00E41BD3"/>
    <w:rsid w:val="00E41C08"/>
    <w:rsid w:val="00E41CBC"/>
    <w:rsid w:val="00E42154"/>
    <w:rsid w:val="00E4259B"/>
    <w:rsid w:val="00E42954"/>
    <w:rsid w:val="00E42CE7"/>
    <w:rsid w:val="00E42EBE"/>
    <w:rsid w:val="00E43122"/>
    <w:rsid w:val="00E43319"/>
    <w:rsid w:val="00E434AE"/>
    <w:rsid w:val="00E43567"/>
    <w:rsid w:val="00E438DB"/>
    <w:rsid w:val="00E43929"/>
    <w:rsid w:val="00E43BAD"/>
    <w:rsid w:val="00E43C6B"/>
    <w:rsid w:val="00E43E60"/>
    <w:rsid w:val="00E43EFA"/>
    <w:rsid w:val="00E44003"/>
    <w:rsid w:val="00E4473E"/>
    <w:rsid w:val="00E44E1F"/>
    <w:rsid w:val="00E44F2F"/>
    <w:rsid w:val="00E44FCA"/>
    <w:rsid w:val="00E451DE"/>
    <w:rsid w:val="00E456A5"/>
    <w:rsid w:val="00E457BD"/>
    <w:rsid w:val="00E45A80"/>
    <w:rsid w:val="00E45F1B"/>
    <w:rsid w:val="00E46F6A"/>
    <w:rsid w:val="00E47442"/>
    <w:rsid w:val="00E47914"/>
    <w:rsid w:val="00E47A17"/>
    <w:rsid w:val="00E47A89"/>
    <w:rsid w:val="00E47A8D"/>
    <w:rsid w:val="00E47CD0"/>
    <w:rsid w:val="00E47E0C"/>
    <w:rsid w:val="00E50146"/>
    <w:rsid w:val="00E50176"/>
    <w:rsid w:val="00E50440"/>
    <w:rsid w:val="00E504D2"/>
    <w:rsid w:val="00E50830"/>
    <w:rsid w:val="00E50902"/>
    <w:rsid w:val="00E50AF0"/>
    <w:rsid w:val="00E50B33"/>
    <w:rsid w:val="00E50BEC"/>
    <w:rsid w:val="00E50E70"/>
    <w:rsid w:val="00E5130D"/>
    <w:rsid w:val="00E51552"/>
    <w:rsid w:val="00E52590"/>
    <w:rsid w:val="00E526C2"/>
    <w:rsid w:val="00E52716"/>
    <w:rsid w:val="00E52777"/>
    <w:rsid w:val="00E52F86"/>
    <w:rsid w:val="00E52FAE"/>
    <w:rsid w:val="00E5306D"/>
    <w:rsid w:val="00E534A4"/>
    <w:rsid w:val="00E5371B"/>
    <w:rsid w:val="00E538B2"/>
    <w:rsid w:val="00E54111"/>
    <w:rsid w:val="00E54392"/>
    <w:rsid w:val="00E54674"/>
    <w:rsid w:val="00E54960"/>
    <w:rsid w:val="00E549E1"/>
    <w:rsid w:val="00E5512D"/>
    <w:rsid w:val="00E55359"/>
    <w:rsid w:val="00E55419"/>
    <w:rsid w:val="00E554BB"/>
    <w:rsid w:val="00E55811"/>
    <w:rsid w:val="00E56248"/>
    <w:rsid w:val="00E5647A"/>
    <w:rsid w:val="00E56684"/>
    <w:rsid w:val="00E56835"/>
    <w:rsid w:val="00E56A45"/>
    <w:rsid w:val="00E56AFE"/>
    <w:rsid w:val="00E56D17"/>
    <w:rsid w:val="00E56D43"/>
    <w:rsid w:val="00E574E5"/>
    <w:rsid w:val="00E577B1"/>
    <w:rsid w:val="00E57BD1"/>
    <w:rsid w:val="00E57C77"/>
    <w:rsid w:val="00E6014D"/>
    <w:rsid w:val="00E6028B"/>
    <w:rsid w:val="00E6033E"/>
    <w:rsid w:val="00E606B2"/>
    <w:rsid w:val="00E6075F"/>
    <w:rsid w:val="00E608A6"/>
    <w:rsid w:val="00E60B3C"/>
    <w:rsid w:val="00E611C2"/>
    <w:rsid w:val="00E6155C"/>
    <w:rsid w:val="00E61924"/>
    <w:rsid w:val="00E6192D"/>
    <w:rsid w:val="00E61BAF"/>
    <w:rsid w:val="00E61E68"/>
    <w:rsid w:val="00E620F8"/>
    <w:rsid w:val="00E62180"/>
    <w:rsid w:val="00E623E3"/>
    <w:rsid w:val="00E62723"/>
    <w:rsid w:val="00E62804"/>
    <w:rsid w:val="00E62AC7"/>
    <w:rsid w:val="00E62CA6"/>
    <w:rsid w:val="00E62CE1"/>
    <w:rsid w:val="00E62DEA"/>
    <w:rsid w:val="00E62FCA"/>
    <w:rsid w:val="00E6306D"/>
    <w:rsid w:val="00E6373C"/>
    <w:rsid w:val="00E6389D"/>
    <w:rsid w:val="00E63C51"/>
    <w:rsid w:val="00E64241"/>
    <w:rsid w:val="00E642F6"/>
    <w:rsid w:val="00E64315"/>
    <w:rsid w:val="00E64738"/>
    <w:rsid w:val="00E64AAB"/>
    <w:rsid w:val="00E64D6B"/>
    <w:rsid w:val="00E64E6A"/>
    <w:rsid w:val="00E64EB5"/>
    <w:rsid w:val="00E64EF0"/>
    <w:rsid w:val="00E6510B"/>
    <w:rsid w:val="00E651CF"/>
    <w:rsid w:val="00E6578C"/>
    <w:rsid w:val="00E659B3"/>
    <w:rsid w:val="00E65A79"/>
    <w:rsid w:val="00E65E5E"/>
    <w:rsid w:val="00E65EFA"/>
    <w:rsid w:val="00E66096"/>
    <w:rsid w:val="00E66239"/>
    <w:rsid w:val="00E66513"/>
    <w:rsid w:val="00E66780"/>
    <w:rsid w:val="00E66935"/>
    <w:rsid w:val="00E66A3E"/>
    <w:rsid w:val="00E6732A"/>
    <w:rsid w:val="00E6751B"/>
    <w:rsid w:val="00E67583"/>
    <w:rsid w:val="00E676BC"/>
    <w:rsid w:val="00E70185"/>
    <w:rsid w:val="00E70433"/>
    <w:rsid w:val="00E70771"/>
    <w:rsid w:val="00E7086D"/>
    <w:rsid w:val="00E709C4"/>
    <w:rsid w:val="00E70F7D"/>
    <w:rsid w:val="00E71138"/>
    <w:rsid w:val="00E71139"/>
    <w:rsid w:val="00E7117A"/>
    <w:rsid w:val="00E7117B"/>
    <w:rsid w:val="00E71924"/>
    <w:rsid w:val="00E71B52"/>
    <w:rsid w:val="00E71E8F"/>
    <w:rsid w:val="00E72096"/>
    <w:rsid w:val="00E72122"/>
    <w:rsid w:val="00E7228D"/>
    <w:rsid w:val="00E7247F"/>
    <w:rsid w:val="00E728C3"/>
    <w:rsid w:val="00E7297F"/>
    <w:rsid w:val="00E729B0"/>
    <w:rsid w:val="00E72CDD"/>
    <w:rsid w:val="00E7300E"/>
    <w:rsid w:val="00E732A0"/>
    <w:rsid w:val="00E732E9"/>
    <w:rsid w:val="00E73566"/>
    <w:rsid w:val="00E735F0"/>
    <w:rsid w:val="00E73972"/>
    <w:rsid w:val="00E739EB"/>
    <w:rsid w:val="00E73A94"/>
    <w:rsid w:val="00E73D70"/>
    <w:rsid w:val="00E73E49"/>
    <w:rsid w:val="00E73FDF"/>
    <w:rsid w:val="00E7418A"/>
    <w:rsid w:val="00E7441A"/>
    <w:rsid w:val="00E749FD"/>
    <w:rsid w:val="00E74BD0"/>
    <w:rsid w:val="00E74EE3"/>
    <w:rsid w:val="00E74EFA"/>
    <w:rsid w:val="00E74F63"/>
    <w:rsid w:val="00E752FC"/>
    <w:rsid w:val="00E754CF"/>
    <w:rsid w:val="00E75676"/>
    <w:rsid w:val="00E75880"/>
    <w:rsid w:val="00E7594A"/>
    <w:rsid w:val="00E7602E"/>
    <w:rsid w:val="00E762AB"/>
    <w:rsid w:val="00E764B6"/>
    <w:rsid w:val="00E7676B"/>
    <w:rsid w:val="00E76CE8"/>
    <w:rsid w:val="00E76D9F"/>
    <w:rsid w:val="00E76DD2"/>
    <w:rsid w:val="00E76ED4"/>
    <w:rsid w:val="00E775DC"/>
    <w:rsid w:val="00E7760C"/>
    <w:rsid w:val="00E77740"/>
    <w:rsid w:val="00E779D2"/>
    <w:rsid w:val="00E779EC"/>
    <w:rsid w:val="00E77F24"/>
    <w:rsid w:val="00E8043E"/>
    <w:rsid w:val="00E80557"/>
    <w:rsid w:val="00E80613"/>
    <w:rsid w:val="00E80639"/>
    <w:rsid w:val="00E80AD4"/>
    <w:rsid w:val="00E80C76"/>
    <w:rsid w:val="00E80E96"/>
    <w:rsid w:val="00E81295"/>
    <w:rsid w:val="00E81355"/>
    <w:rsid w:val="00E81A9B"/>
    <w:rsid w:val="00E81AF1"/>
    <w:rsid w:val="00E81BDB"/>
    <w:rsid w:val="00E82172"/>
    <w:rsid w:val="00E82849"/>
    <w:rsid w:val="00E82884"/>
    <w:rsid w:val="00E82A67"/>
    <w:rsid w:val="00E82B49"/>
    <w:rsid w:val="00E8332D"/>
    <w:rsid w:val="00E83CD5"/>
    <w:rsid w:val="00E8419C"/>
    <w:rsid w:val="00E84457"/>
    <w:rsid w:val="00E846B6"/>
    <w:rsid w:val="00E84A50"/>
    <w:rsid w:val="00E84C72"/>
    <w:rsid w:val="00E84D96"/>
    <w:rsid w:val="00E84FAA"/>
    <w:rsid w:val="00E84FED"/>
    <w:rsid w:val="00E85138"/>
    <w:rsid w:val="00E85852"/>
    <w:rsid w:val="00E859F7"/>
    <w:rsid w:val="00E85AFB"/>
    <w:rsid w:val="00E85D63"/>
    <w:rsid w:val="00E85E9E"/>
    <w:rsid w:val="00E85F28"/>
    <w:rsid w:val="00E86122"/>
    <w:rsid w:val="00E86264"/>
    <w:rsid w:val="00E8629A"/>
    <w:rsid w:val="00E862F1"/>
    <w:rsid w:val="00E86386"/>
    <w:rsid w:val="00E865CE"/>
    <w:rsid w:val="00E86A02"/>
    <w:rsid w:val="00E86C3D"/>
    <w:rsid w:val="00E86DAA"/>
    <w:rsid w:val="00E873DE"/>
    <w:rsid w:val="00E87662"/>
    <w:rsid w:val="00E87A89"/>
    <w:rsid w:val="00E87C0B"/>
    <w:rsid w:val="00E87E60"/>
    <w:rsid w:val="00E87E96"/>
    <w:rsid w:val="00E900F7"/>
    <w:rsid w:val="00E90636"/>
    <w:rsid w:val="00E90664"/>
    <w:rsid w:val="00E90821"/>
    <w:rsid w:val="00E9091F"/>
    <w:rsid w:val="00E90CB3"/>
    <w:rsid w:val="00E91280"/>
    <w:rsid w:val="00E917C4"/>
    <w:rsid w:val="00E91833"/>
    <w:rsid w:val="00E918FC"/>
    <w:rsid w:val="00E91A5D"/>
    <w:rsid w:val="00E91EF5"/>
    <w:rsid w:val="00E91F36"/>
    <w:rsid w:val="00E91F99"/>
    <w:rsid w:val="00E925BF"/>
    <w:rsid w:val="00E925FD"/>
    <w:rsid w:val="00E9279A"/>
    <w:rsid w:val="00E93AB8"/>
    <w:rsid w:val="00E94696"/>
    <w:rsid w:val="00E94BF9"/>
    <w:rsid w:val="00E95636"/>
    <w:rsid w:val="00E95806"/>
    <w:rsid w:val="00E95929"/>
    <w:rsid w:val="00E95944"/>
    <w:rsid w:val="00E95BED"/>
    <w:rsid w:val="00E95FF0"/>
    <w:rsid w:val="00E96067"/>
    <w:rsid w:val="00E96B8B"/>
    <w:rsid w:val="00E96B8F"/>
    <w:rsid w:val="00E96CFF"/>
    <w:rsid w:val="00E96F05"/>
    <w:rsid w:val="00E972FD"/>
    <w:rsid w:val="00E973B1"/>
    <w:rsid w:val="00E977AE"/>
    <w:rsid w:val="00E978D9"/>
    <w:rsid w:val="00E97A55"/>
    <w:rsid w:val="00EA031B"/>
    <w:rsid w:val="00EA045B"/>
    <w:rsid w:val="00EA0831"/>
    <w:rsid w:val="00EA09C2"/>
    <w:rsid w:val="00EA0CBE"/>
    <w:rsid w:val="00EA0E3E"/>
    <w:rsid w:val="00EA146D"/>
    <w:rsid w:val="00EA1CC7"/>
    <w:rsid w:val="00EA22D3"/>
    <w:rsid w:val="00EA264E"/>
    <w:rsid w:val="00EA29C8"/>
    <w:rsid w:val="00EA2C5B"/>
    <w:rsid w:val="00EA340E"/>
    <w:rsid w:val="00EA3415"/>
    <w:rsid w:val="00EA3575"/>
    <w:rsid w:val="00EA35AF"/>
    <w:rsid w:val="00EA38AD"/>
    <w:rsid w:val="00EA3B1F"/>
    <w:rsid w:val="00EA3BFF"/>
    <w:rsid w:val="00EA3D74"/>
    <w:rsid w:val="00EA44AD"/>
    <w:rsid w:val="00EA450C"/>
    <w:rsid w:val="00EA4586"/>
    <w:rsid w:val="00EA4AAC"/>
    <w:rsid w:val="00EA4C34"/>
    <w:rsid w:val="00EA5A88"/>
    <w:rsid w:val="00EA69DC"/>
    <w:rsid w:val="00EA6A68"/>
    <w:rsid w:val="00EA6B31"/>
    <w:rsid w:val="00EA6D0B"/>
    <w:rsid w:val="00EA6EC8"/>
    <w:rsid w:val="00EA7422"/>
    <w:rsid w:val="00EA7DCC"/>
    <w:rsid w:val="00EA7DFA"/>
    <w:rsid w:val="00EB0096"/>
    <w:rsid w:val="00EB0297"/>
    <w:rsid w:val="00EB084F"/>
    <w:rsid w:val="00EB0853"/>
    <w:rsid w:val="00EB122C"/>
    <w:rsid w:val="00EB137F"/>
    <w:rsid w:val="00EB154B"/>
    <w:rsid w:val="00EB1640"/>
    <w:rsid w:val="00EB1880"/>
    <w:rsid w:val="00EB1AB9"/>
    <w:rsid w:val="00EB1CC0"/>
    <w:rsid w:val="00EB1CF7"/>
    <w:rsid w:val="00EB2009"/>
    <w:rsid w:val="00EB231D"/>
    <w:rsid w:val="00EB28FC"/>
    <w:rsid w:val="00EB2E0F"/>
    <w:rsid w:val="00EB2F33"/>
    <w:rsid w:val="00EB2FCD"/>
    <w:rsid w:val="00EB3086"/>
    <w:rsid w:val="00EB3522"/>
    <w:rsid w:val="00EB3650"/>
    <w:rsid w:val="00EB36A2"/>
    <w:rsid w:val="00EB3CC2"/>
    <w:rsid w:val="00EB3CFC"/>
    <w:rsid w:val="00EB40B0"/>
    <w:rsid w:val="00EB4175"/>
    <w:rsid w:val="00EB4846"/>
    <w:rsid w:val="00EB4BD0"/>
    <w:rsid w:val="00EB4C15"/>
    <w:rsid w:val="00EB4DCD"/>
    <w:rsid w:val="00EB5057"/>
    <w:rsid w:val="00EB5433"/>
    <w:rsid w:val="00EB55D0"/>
    <w:rsid w:val="00EB5646"/>
    <w:rsid w:val="00EB5ADB"/>
    <w:rsid w:val="00EB6270"/>
    <w:rsid w:val="00EB6276"/>
    <w:rsid w:val="00EB65B5"/>
    <w:rsid w:val="00EB68C2"/>
    <w:rsid w:val="00EB6B76"/>
    <w:rsid w:val="00EB7011"/>
    <w:rsid w:val="00EB72CC"/>
    <w:rsid w:val="00EB73DA"/>
    <w:rsid w:val="00EB74A9"/>
    <w:rsid w:val="00EB786C"/>
    <w:rsid w:val="00EB787D"/>
    <w:rsid w:val="00EB7891"/>
    <w:rsid w:val="00EB79AA"/>
    <w:rsid w:val="00EB7B8D"/>
    <w:rsid w:val="00EC0345"/>
    <w:rsid w:val="00EC0687"/>
    <w:rsid w:val="00EC0C5D"/>
    <w:rsid w:val="00EC0F78"/>
    <w:rsid w:val="00EC1248"/>
    <w:rsid w:val="00EC14FC"/>
    <w:rsid w:val="00EC1609"/>
    <w:rsid w:val="00EC180A"/>
    <w:rsid w:val="00EC18B3"/>
    <w:rsid w:val="00EC1A32"/>
    <w:rsid w:val="00EC1A39"/>
    <w:rsid w:val="00EC1AA2"/>
    <w:rsid w:val="00EC1D66"/>
    <w:rsid w:val="00EC255C"/>
    <w:rsid w:val="00EC25A6"/>
    <w:rsid w:val="00EC26C2"/>
    <w:rsid w:val="00EC2B9D"/>
    <w:rsid w:val="00EC2FCE"/>
    <w:rsid w:val="00EC3278"/>
    <w:rsid w:val="00EC3383"/>
    <w:rsid w:val="00EC3534"/>
    <w:rsid w:val="00EC35DF"/>
    <w:rsid w:val="00EC38C8"/>
    <w:rsid w:val="00EC3927"/>
    <w:rsid w:val="00EC3E88"/>
    <w:rsid w:val="00EC4046"/>
    <w:rsid w:val="00EC4645"/>
    <w:rsid w:val="00EC46E7"/>
    <w:rsid w:val="00EC4846"/>
    <w:rsid w:val="00EC4C55"/>
    <w:rsid w:val="00EC4D5E"/>
    <w:rsid w:val="00EC55F7"/>
    <w:rsid w:val="00EC58EC"/>
    <w:rsid w:val="00EC5C01"/>
    <w:rsid w:val="00EC5DC9"/>
    <w:rsid w:val="00EC5E7F"/>
    <w:rsid w:val="00EC6646"/>
    <w:rsid w:val="00EC680A"/>
    <w:rsid w:val="00EC7211"/>
    <w:rsid w:val="00EC7469"/>
    <w:rsid w:val="00EC775E"/>
    <w:rsid w:val="00EC7D45"/>
    <w:rsid w:val="00ED0261"/>
    <w:rsid w:val="00ED02D1"/>
    <w:rsid w:val="00ED066C"/>
    <w:rsid w:val="00ED06F1"/>
    <w:rsid w:val="00ED0834"/>
    <w:rsid w:val="00ED0C0F"/>
    <w:rsid w:val="00ED16C2"/>
    <w:rsid w:val="00ED1910"/>
    <w:rsid w:val="00ED1C09"/>
    <w:rsid w:val="00ED1D1B"/>
    <w:rsid w:val="00ED1FB2"/>
    <w:rsid w:val="00ED25BA"/>
    <w:rsid w:val="00ED2B15"/>
    <w:rsid w:val="00ED2B75"/>
    <w:rsid w:val="00ED2D19"/>
    <w:rsid w:val="00ED2D8B"/>
    <w:rsid w:val="00ED2FAE"/>
    <w:rsid w:val="00ED3267"/>
    <w:rsid w:val="00ED327A"/>
    <w:rsid w:val="00ED375A"/>
    <w:rsid w:val="00ED3A7B"/>
    <w:rsid w:val="00ED3DFD"/>
    <w:rsid w:val="00ED3ECE"/>
    <w:rsid w:val="00ED3F21"/>
    <w:rsid w:val="00ED3F84"/>
    <w:rsid w:val="00ED41A1"/>
    <w:rsid w:val="00ED41A6"/>
    <w:rsid w:val="00ED4203"/>
    <w:rsid w:val="00ED47C2"/>
    <w:rsid w:val="00ED49DF"/>
    <w:rsid w:val="00ED52F3"/>
    <w:rsid w:val="00ED5482"/>
    <w:rsid w:val="00ED5761"/>
    <w:rsid w:val="00ED5A77"/>
    <w:rsid w:val="00ED5B51"/>
    <w:rsid w:val="00ED5D5A"/>
    <w:rsid w:val="00ED5DBF"/>
    <w:rsid w:val="00ED6415"/>
    <w:rsid w:val="00ED6B2D"/>
    <w:rsid w:val="00ED6DC2"/>
    <w:rsid w:val="00ED717D"/>
    <w:rsid w:val="00ED724D"/>
    <w:rsid w:val="00ED75B3"/>
    <w:rsid w:val="00ED7658"/>
    <w:rsid w:val="00ED7804"/>
    <w:rsid w:val="00ED7CC4"/>
    <w:rsid w:val="00ED7E45"/>
    <w:rsid w:val="00ED7F58"/>
    <w:rsid w:val="00EE0542"/>
    <w:rsid w:val="00EE05E0"/>
    <w:rsid w:val="00EE1030"/>
    <w:rsid w:val="00EE168E"/>
    <w:rsid w:val="00EE182C"/>
    <w:rsid w:val="00EE1C69"/>
    <w:rsid w:val="00EE260F"/>
    <w:rsid w:val="00EE28FB"/>
    <w:rsid w:val="00EE3045"/>
    <w:rsid w:val="00EE30D8"/>
    <w:rsid w:val="00EE3192"/>
    <w:rsid w:val="00EE357D"/>
    <w:rsid w:val="00EE371F"/>
    <w:rsid w:val="00EE3BBA"/>
    <w:rsid w:val="00EE4003"/>
    <w:rsid w:val="00EE41CF"/>
    <w:rsid w:val="00EE436A"/>
    <w:rsid w:val="00EE44CD"/>
    <w:rsid w:val="00EE4E65"/>
    <w:rsid w:val="00EE4F1D"/>
    <w:rsid w:val="00EE4F50"/>
    <w:rsid w:val="00EE50FA"/>
    <w:rsid w:val="00EE53B2"/>
    <w:rsid w:val="00EE5473"/>
    <w:rsid w:val="00EE56E1"/>
    <w:rsid w:val="00EE5950"/>
    <w:rsid w:val="00EE604B"/>
    <w:rsid w:val="00EE60E9"/>
    <w:rsid w:val="00EE69D4"/>
    <w:rsid w:val="00EE6B33"/>
    <w:rsid w:val="00EE6BB3"/>
    <w:rsid w:val="00EE771B"/>
    <w:rsid w:val="00EE79E3"/>
    <w:rsid w:val="00EF022F"/>
    <w:rsid w:val="00EF0462"/>
    <w:rsid w:val="00EF0472"/>
    <w:rsid w:val="00EF07DC"/>
    <w:rsid w:val="00EF0A3A"/>
    <w:rsid w:val="00EF11A0"/>
    <w:rsid w:val="00EF156E"/>
    <w:rsid w:val="00EF15B0"/>
    <w:rsid w:val="00EF1956"/>
    <w:rsid w:val="00EF1F51"/>
    <w:rsid w:val="00EF20FE"/>
    <w:rsid w:val="00EF227C"/>
    <w:rsid w:val="00EF248D"/>
    <w:rsid w:val="00EF2659"/>
    <w:rsid w:val="00EF297D"/>
    <w:rsid w:val="00EF2B3E"/>
    <w:rsid w:val="00EF2CED"/>
    <w:rsid w:val="00EF2E03"/>
    <w:rsid w:val="00EF2E35"/>
    <w:rsid w:val="00EF2F93"/>
    <w:rsid w:val="00EF35D5"/>
    <w:rsid w:val="00EF396D"/>
    <w:rsid w:val="00EF42B6"/>
    <w:rsid w:val="00EF46EE"/>
    <w:rsid w:val="00EF47AC"/>
    <w:rsid w:val="00EF47F1"/>
    <w:rsid w:val="00EF49F8"/>
    <w:rsid w:val="00EF4CC1"/>
    <w:rsid w:val="00EF532B"/>
    <w:rsid w:val="00EF5468"/>
    <w:rsid w:val="00EF554C"/>
    <w:rsid w:val="00EF5C62"/>
    <w:rsid w:val="00EF5E36"/>
    <w:rsid w:val="00EF61D2"/>
    <w:rsid w:val="00EF6505"/>
    <w:rsid w:val="00EF68CE"/>
    <w:rsid w:val="00EF68E4"/>
    <w:rsid w:val="00EF6F45"/>
    <w:rsid w:val="00EF77C6"/>
    <w:rsid w:val="00EF7A6F"/>
    <w:rsid w:val="00F0025D"/>
    <w:rsid w:val="00F0063F"/>
    <w:rsid w:val="00F006E7"/>
    <w:rsid w:val="00F008E0"/>
    <w:rsid w:val="00F00AC2"/>
    <w:rsid w:val="00F00B47"/>
    <w:rsid w:val="00F00C58"/>
    <w:rsid w:val="00F00CF1"/>
    <w:rsid w:val="00F00FCB"/>
    <w:rsid w:val="00F013B1"/>
    <w:rsid w:val="00F013F5"/>
    <w:rsid w:val="00F014A4"/>
    <w:rsid w:val="00F0166A"/>
    <w:rsid w:val="00F01E11"/>
    <w:rsid w:val="00F0203A"/>
    <w:rsid w:val="00F0248E"/>
    <w:rsid w:val="00F025BB"/>
    <w:rsid w:val="00F026B0"/>
    <w:rsid w:val="00F02BA2"/>
    <w:rsid w:val="00F02BD0"/>
    <w:rsid w:val="00F02C57"/>
    <w:rsid w:val="00F02CB0"/>
    <w:rsid w:val="00F02D5E"/>
    <w:rsid w:val="00F032F2"/>
    <w:rsid w:val="00F033A5"/>
    <w:rsid w:val="00F037A6"/>
    <w:rsid w:val="00F037D3"/>
    <w:rsid w:val="00F041B2"/>
    <w:rsid w:val="00F041BF"/>
    <w:rsid w:val="00F04388"/>
    <w:rsid w:val="00F0478A"/>
    <w:rsid w:val="00F0479B"/>
    <w:rsid w:val="00F04821"/>
    <w:rsid w:val="00F05333"/>
    <w:rsid w:val="00F0549B"/>
    <w:rsid w:val="00F054F9"/>
    <w:rsid w:val="00F058C0"/>
    <w:rsid w:val="00F0596E"/>
    <w:rsid w:val="00F066EF"/>
    <w:rsid w:val="00F067EB"/>
    <w:rsid w:val="00F06873"/>
    <w:rsid w:val="00F06939"/>
    <w:rsid w:val="00F06BAC"/>
    <w:rsid w:val="00F06CE8"/>
    <w:rsid w:val="00F06E8A"/>
    <w:rsid w:val="00F0709F"/>
    <w:rsid w:val="00F070E5"/>
    <w:rsid w:val="00F0789A"/>
    <w:rsid w:val="00F078C4"/>
    <w:rsid w:val="00F07FE7"/>
    <w:rsid w:val="00F100A8"/>
    <w:rsid w:val="00F10EA5"/>
    <w:rsid w:val="00F11041"/>
    <w:rsid w:val="00F1108C"/>
    <w:rsid w:val="00F1159E"/>
    <w:rsid w:val="00F11853"/>
    <w:rsid w:val="00F11935"/>
    <w:rsid w:val="00F11B34"/>
    <w:rsid w:val="00F11C64"/>
    <w:rsid w:val="00F11F40"/>
    <w:rsid w:val="00F11FD0"/>
    <w:rsid w:val="00F1203A"/>
    <w:rsid w:val="00F121FE"/>
    <w:rsid w:val="00F1242F"/>
    <w:rsid w:val="00F1261D"/>
    <w:rsid w:val="00F13650"/>
    <w:rsid w:val="00F13D25"/>
    <w:rsid w:val="00F13EA4"/>
    <w:rsid w:val="00F1506A"/>
    <w:rsid w:val="00F1517E"/>
    <w:rsid w:val="00F15784"/>
    <w:rsid w:val="00F15C6B"/>
    <w:rsid w:val="00F15CA0"/>
    <w:rsid w:val="00F160AE"/>
    <w:rsid w:val="00F1612F"/>
    <w:rsid w:val="00F16396"/>
    <w:rsid w:val="00F163C4"/>
    <w:rsid w:val="00F16678"/>
    <w:rsid w:val="00F1682B"/>
    <w:rsid w:val="00F16B76"/>
    <w:rsid w:val="00F16B91"/>
    <w:rsid w:val="00F17340"/>
    <w:rsid w:val="00F178ED"/>
    <w:rsid w:val="00F1793D"/>
    <w:rsid w:val="00F17A9B"/>
    <w:rsid w:val="00F17BC6"/>
    <w:rsid w:val="00F17E10"/>
    <w:rsid w:val="00F17E35"/>
    <w:rsid w:val="00F17ECC"/>
    <w:rsid w:val="00F17F06"/>
    <w:rsid w:val="00F20006"/>
    <w:rsid w:val="00F20065"/>
    <w:rsid w:val="00F20109"/>
    <w:rsid w:val="00F2042B"/>
    <w:rsid w:val="00F204FD"/>
    <w:rsid w:val="00F20511"/>
    <w:rsid w:val="00F20628"/>
    <w:rsid w:val="00F20812"/>
    <w:rsid w:val="00F20BDA"/>
    <w:rsid w:val="00F20C0E"/>
    <w:rsid w:val="00F21AD4"/>
    <w:rsid w:val="00F21B68"/>
    <w:rsid w:val="00F21E8C"/>
    <w:rsid w:val="00F21F01"/>
    <w:rsid w:val="00F220FB"/>
    <w:rsid w:val="00F2251C"/>
    <w:rsid w:val="00F22A79"/>
    <w:rsid w:val="00F22C9D"/>
    <w:rsid w:val="00F22DD8"/>
    <w:rsid w:val="00F2355D"/>
    <w:rsid w:val="00F237F6"/>
    <w:rsid w:val="00F23AF5"/>
    <w:rsid w:val="00F23CEE"/>
    <w:rsid w:val="00F23FFB"/>
    <w:rsid w:val="00F24257"/>
    <w:rsid w:val="00F24C3A"/>
    <w:rsid w:val="00F2509C"/>
    <w:rsid w:val="00F25968"/>
    <w:rsid w:val="00F25AC4"/>
    <w:rsid w:val="00F25DD7"/>
    <w:rsid w:val="00F260AC"/>
    <w:rsid w:val="00F26388"/>
    <w:rsid w:val="00F264B8"/>
    <w:rsid w:val="00F265A0"/>
    <w:rsid w:val="00F2743F"/>
    <w:rsid w:val="00F27E03"/>
    <w:rsid w:val="00F3003F"/>
    <w:rsid w:val="00F30175"/>
    <w:rsid w:val="00F302D1"/>
    <w:rsid w:val="00F302D9"/>
    <w:rsid w:val="00F3038F"/>
    <w:rsid w:val="00F304AF"/>
    <w:rsid w:val="00F3053A"/>
    <w:rsid w:val="00F30BA0"/>
    <w:rsid w:val="00F30D2F"/>
    <w:rsid w:val="00F30E8D"/>
    <w:rsid w:val="00F31266"/>
    <w:rsid w:val="00F318E1"/>
    <w:rsid w:val="00F31B01"/>
    <w:rsid w:val="00F31BE3"/>
    <w:rsid w:val="00F31C87"/>
    <w:rsid w:val="00F31F13"/>
    <w:rsid w:val="00F323CF"/>
    <w:rsid w:val="00F323FB"/>
    <w:rsid w:val="00F32437"/>
    <w:rsid w:val="00F326A6"/>
    <w:rsid w:val="00F32775"/>
    <w:rsid w:val="00F32B49"/>
    <w:rsid w:val="00F32EBD"/>
    <w:rsid w:val="00F33660"/>
    <w:rsid w:val="00F33710"/>
    <w:rsid w:val="00F33C76"/>
    <w:rsid w:val="00F345DC"/>
    <w:rsid w:val="00F349AC"/>
    <w:rsid w:val="00F34A7B"/>
    <w:rsid w:val="00F34B21"/>
    <w:rsid w:val="00F34CA5"/>
    <w:rsid w:val="00F351B4"/>
    <w:rsid w:val="00F352C4"/>
    <w:rsid w:val="00F3558E"/>
    <w:rsid w:val="00F3591F"/>
    <w:rsid w:val="00F35E37"/>
    <w:rsid w:val="00F35E98"/>
    <w:rsid w:val="00F360BE"/>
    <w:rsid w:val="00F36465"/>
    <w:rsid w:val="00F3650F"/>
    <w:rsid w:val="00F36835"/>
    <w:rsid w:val="00F3689B"/>
    <w:rsid w:val="00F376E3"/>
    <w:rsid w:val="00F378D6"/>
    <w:rsid w:val="00F379F1"/>
    <w:rsid w:val="00F37B29"/>
    <w:rsid w:val="00F37F2F"/>
    <w:rsid w:val="00F402C7"/>
    <w:rsid w:val="00F40523"/>
    <w:rsid w:val="00F40585"/>
    <w:rsid w:val="00F40724"/>
    <w:rsid w:val="00F40732"/>
    <w:rsid w:val="00F40C60"/>
    <w:rsid w:val="00F41254"/>
    <w:rsid w:val="00F4165A"/>
    <w:rsid w:val="00F41AC0"/>
    <w:rsid w:val="00F41E90"/>
    <w:rsid w:val="00F41F88"/>
    <w:rsid w:val="00F42016"/>
    <w:rsid w:val="00F4238E"/>
    <w:rsid w:val="00F4240E"/>
    <w:rsid w:val="00F427A1"/>
    <w:rsid w:val="00F427E1"/>
    <w:rsid w:val="00F428BF"/>
    <w:rsid w:val="00F42B10"/>
    <w:rsid w:val="00F42D1D"/>
    <w:rsid w:val="00F42DE4"/>
    <w:rsid w:val="00F43195"/>
    <w:rsid w:val="00F434CE"/>
    <w:rsid w:val="00F43554"/>
    <w:rsid w:val="00F4366E"/>
    <w:rsid w:val="00F436BF"/>
    <w:rsid w:val="00F4372E"/>
    <w:rsid w:val="00F43C28"/>
    <w:rsid w:val="00F44217"/>
    <w:rsid w:val="00F44437"/>
    <w:rsid w:val="00F4450B"/>
    <w:rsid w:val="00F44584"/>
    <w:rsid w:val="00F4547F"/>
    <w:rsid w:val="00F45555"/>
    <w:rsid w:val="00F45C0C"/>
    <w:rsid w:val="00F45F9C"/>
    <w:rsid w:val="00F4600E"/>
    <w:rsid w:val="00F47B99"/>
    <w:rsid w:val="00F5026B"/>
    <w:rsid w:val="00F508C0"/>
    <w:rsid w:val="00F50A0C"/>
    <w:rsid w:val="00F50C41"/>
    <w:rsid w:val="00F50F0A"/>
    <w:rsid w:val="00F51132"/>
    <w:rsid w:val="00F5113F"/>
    <w:rsid w:val="00F512A4"/>
    <w:rsid w:val="00F51859"/>
    <w:rsid w:val="00F51E40"/>
    <w:rsid w:val="00F51F00"/>
    <w:rsid w:val="00F523AC"/>
    <w:rsid w:val="00F525EF"/>
    <w:rsid w:val="00F52849"/>
    <w:rsid w:val="00F52EDE"/>
    <w:rsid w:val="00F53046"/>
    <w:rsid w:val="00F5308C"/>
    <w:rsid w:val="00F53137"/>
    <w:rsid w:val="00F539CE"/>
    <w:rsid w:val="00F53C02"/>
    <w:rsid w:val="00F53C35"/>
    <w:rsid w:val="00F53CC4"/>
    <w:rsid w:val="00F53CFB"/>
    <w:rsid w:val="00F53DF8"/>
    <w:rsid w:val="00F541EC"/>
    <w:rsid w:val="00F544BB"/>
    <w:rsid w:val="00F5451D"/>
    <w:rsid w:val="00F547E1"/>
    <w:rsid w:val="00F549E1"/>
    <w:rsid w:val="00F551DE"/>
    <w:rsid w:val="00F555FE"/>
    <w:rsid w:val="00F55812"/>
    <w:rsid w:val="00F558A9"/>
    <w:rsid w:val="00F559C9"/>
    <w:rsid w:val="00F55AFD"/>
    <w:rsid w:val="00F55C01"/>
    <w:rsid w:val="00F55DCE"/>
    <w:rsid w:val="00F561C4"/>
    <w:rsid w:val="00F561DB"/>
    <w:rsid w:val="00F562CE"/>
    <w:rsid w:val="00F56443"/>
    <w:rsid w:val="00F56DA4"/>
    <w:rsid w:val="00F5717A"/>
    <w:rsid w:val="00F571FE"/>
    <w:rsid w:val="00F572B2"/>
    <w:rsid w:val="00F5749F"/>
    <w:rsid w:val="00F574E7"/>
    <w:rsid w:val="00F575B1"/>
    <w:rsid w:val="00F57653"/>
    <w:rsid w:val="00F576E0"/>
    <w:rsid w:val="00F57796"/>
    <w:rsid w:val="00F6000B"/>
    <w:rsid w:val="00F60318"/>
    <w:rsid w:val="00F60481"/>
    <w:rsid w:val="00F60A6F"/>
    <w:rsid w:val="00F60BF3"/>
    <w:rsid w:val="00F60F28"/>
    <w:rsid w:val="00F60FF9"/>
    <w:rsid w:val="00F61549"/>
    <w:rsid w:val="00F6170C"/>
    <w:rsid w:val="00F6180E"/>
    <w:rsid w:val="00F618B2"/>
    <w:rsid w:val="00F61D1B"/>
    <w:rsid w:val="00F6242F"/>
    <w:rsid w:val="00F62510"/>
    <w:rsid w:val="00F633A4"/>
    <w:rsid w:val="00F638A5"/>
    <w:rsid w:val="00F6392C"/>
    <w:rsid w:val="00F63AF8"/>
    <w:rsid w:val="00F63BD6"/>
    <w:rsid w:val="00F63BEA"/>
    <w:rsid w:val="00F64810"/>
    <w:rsid w:val="00F64894"/>
    <w:rsid w:val="00F648EB"/>
    <w:rsid w:val="00F64905"/>
    <w:rsid w:val="00F64B4D"/>
    <w:rsid w:val="00F64D8C"/>
    <w:rsid w:val="00F64DB9"/>
    <w:rsid w:val="00F64E38"/>
    <w:rsid w:val="00F6672B"/>
    <w:rsid w:val="00F66AD2"/>
    <w:rsid w:val="00F67B26"/>
    <w:rsid w:val="00F67BDF"/>
    <w:rsid w:val="00F70096"/>
    <w:rsid w:val="00F7060D"/>
    <w:rsid w:val="00F706F0"/>
    <w:rsid w:val="00F70809"/>
    <w:rsid w:val="00F70C36"/>
    <w:rsid w:val="00F70D8B"/>
    <w:rsid w:val="00F70EDE"/>
    <w:rsid w:val="00F71105"/>
    <w:rsid w:val="00F71558"/>
    <w:rsid w:val="00F715FC"/>
    <w:rsid w:val="00F71859"/>
    <w:rsid w:val="00F718C8"/>
    <w:rsid w:val="00F72107"/>
    <w:rsid w:val="00F72149"/>
    <w:rsid w:val="00F7225A"/>
    <w:rsid w:val="00F7267A"/>
    <w:rsid w:val="00F72FC8"/>
    <w:rsid w:val="00F7380C"/>
    <w:rsid w:val="00F73A37"/>
    <w:rsid w:val="00F73AEF"/>
    <w:rsid w:val="00F73B1E"/>
    <w:rsid w:val="00F73DBE"/>
    <w:rsid w:val="00F73F2D"/>
    <w:rsid w:val="00F74152"/>
    <w:rsid w:val="00F742BD"/>
    <w:rsid w:val="00F74429"/>
    <w:rsid w:val="00F74532"/>
    <w:rsid w:val="00F747CC"/>
    <w:rsid w:val="00F74BC7"/>
    <w:rsid w:val="00F74CB5"/>
    <w:rsid w:val="00F74FDC"/>
    <w:rsid w:val="00F75740"/>
    <w:rsid w:val="00F7585D"/>
    <w:rsid w:val="00F75959"/>
    <w:rsid w:val="00F759C2"/>
    <w:rsid w:val="00F75BAD"/>
    <w:rsid w:val="00F75EDF"/>
    <w:rsid w:val="00F7661C"/>
    <w:rsid w:val="00F76BDA"/>
    <w:rsid w:val="00F773C6"/>
    <w:rsid w:val="00F774CF"/>
    <w:rsid w:val="00F77691"/>
    <w:rsid w:val="00F77956"/>
    <w:rsid w:val="00F77C54"/>
    <w:rsid w:val="00F77E04"/>
    <w:rsid w:val="00F80570"/>
    <w:rsid w:val="00F80603"/>
    <w:rsid w:val="00F8079E"/>
    <w:rsid w:val="00F80A0A"/>
    <w:rsid w:val="00F80BED"/>
    <w:rsid w:val="00F80EC0"/>
    <w:rsid w:val="00F81124"/>
    <w:rsid w:val="00F81321"/>
    <w:rsid w:val="00F815D9"/>
    <w:rsid w:val="00F8175B"/>
    <w:rsid w:val="00F81BD7"/>
    <w:rsid w:val="00F8245E"/>
    <w:rsid w:val="00F8276E"/>
    <w:rsid w:val="00F82A57"/>
    <w:rsid w:val="00F82D64"/>
    <w:rsid w:val="00F82E85"/>
    <w:rsid w:val="00F82F27"/>
    <w:rsid w:val="00F83103"/>
    <w:rsid w:val="00F832F5"/>
    <w:rsid w:val="00F83712"/>
    <w:rsid w:val="00F83783"/>
    <w:rsid w:val="00F8396D"/>
    <w:rsid w:val="00F83A2C"/>
    <w:rsid w:val="00F83E9D"/>
    <w:rsid w:val="00F83FD6"/>
    <w:rsid w:val="00F83FE7"/>
    <w:rsid w:val="00F84164"/>
    <w:rsid w:val="00F8482B"/>
    <w:rsid w:val="00F84949"/>
    <w:rsid w:val="00F84C9E"/>
    <w:rsid w:val="00F850D9"/>
    <w:rsid w:val="00F85EB8"/>
    <w:rsid w:val="00F861A0"/>
    <w:rsid w:val="00F868B7"/>
    <w:rsid w:val="00F8698F"/>
    <w:rsid w:val="00F86C5B"/>
    <w:rsid w:val="00F873F7"/>
    <w:rsid w:val="00F87464"/>
    <w:rsid w:val="00F87468"/>
    <w:rsid w:val="00F8746B"/>
    <w:rsid w:val="00F87910"/>
    <w:rsid w:val="00F87B8C"/>
    <w:rsid w:val="00F87B9D"/>
    <w:rsid w:val="00F87EC0"/>
    <w:rsid w:val="00F902B1"/>
    <w:rsid w:val="00F90961"/>
    <w:rsid w:val="00F909AF"/>
    <w:rsid w:val="00F90F15"/>
    <w:rsid w:val="00F911EA"/>
    <w:rsid w:val="00F9196A"/>
    <w:rsid w:val="00F91F71"/>
    <w:rsid w:val="00F92151"/>
    <w:rsid w:val="00F92638"/>
    <w:rsid w:val="00F92A72"/>
    <w:rsid w:val="00F92A8C"/>
    <w:rsid w:val="00F92B22"/>
    <w:rsid w:val="00F92DF5"/>
    <w:rsid w:val="00F92E27"/>
    <w:rsid w:val="00F93314"/>
    <w:rsid w:val="00F934CF"/>
    <w:rsid w:val="00F938F3"/>
    <w:rsid w:val="00F93C39"/>
    <w:rsid w:val="00F93D47"/>
    <w:rsid w:val="00F93E1C"/>
    <w:rsid w:val="00F93F81"/>
    <w:rsid w:val="00F94329"/>
    <w:rsid w:val="00F9438E"/>
    <w:rsid w:val="00F947E8"/>
    <w:rsid w:val="00F948D2"/>
    <w:rsid w:val="00F94A7F"/>
    <w:rsid w:val="00F94BDC"/>
    <w:rsid w:val="00F9521A"/>
    <w:rsid w:val="00F9536A"/>
    <w:rsid w:val="00F9556C"/>
    <w:rsid w:val="00F95A12"/>
    <w:rsid w:val="00F95D68"/>
    <w:rsid w:val="00F95F86"/>
    <w:rsid w:val="00F95F95"/>
    <w:rsid w:val="00F96107"/>
    <w:rsid w:val="00F962E0"/>
    <w:rsid w:val="00F965A7"/>
    <w:rsid w:val="00F96A78"/>
    <w:rsid w:val="00F96D22"/>
    <w:rsid w:val="00F96E06"/>
    <w:rsid w:val="00F9746A"/>
    <w:rsid w:val="00F97790"/>
    <w:rsid w:val="00F9784C"/>
    <w:rsid w:val="00F9795B"/>
    <w:rsid w:val="00F97A32"/>
    <w:rsid w:val="00F97ABC"/>
    <w:rsid w:val="00F97C29"/>
    <w:rsid w:val="00F97E95"/>
    <w:rsid w:val="00FA0105"/>
    <w:rsid w:val="00FA0645"/>
    <w:rsid w:val="00FA07F5"/>
    <w:rsid w:val="00FA08E5"/>
    <w:rsid w:val="00FA0BE6"/>
    <w:rsid w:val="00FA102A"/>
    <w:rsid w:val="00FA1298"/>
    <w:rsid w:val="00FA13D4"/>
    <w:rsid w:val="00FA1651"/>
    <w:rsid w:val="00FA1997"/>
    <w:rsid w:val="00FA19F9"/>
    <w:rsid w:val="00FA227B"/>
    <w:rsid w:val="00FA272C"/>
    <w:rsid w:val="00FA29C3"/>
    <w:rsid w:val="00FA2B10"/>
    <w:rsid w:val="00FA2C64"/>
    <w:rsid w:val="00FA2D75"/>
    <w:rsid w:val="00FA2EB2"/>
    <w:rsid w:val="00FA303B"/>
    <w:rsid w:val="00FA3456"/>
    <w:rsid w:val="00FA395A"/>
    <w:rsid w:val="00FA39C9"/>
    <w:rsid w:val="00FA3B58"/>
    <w:rsid w:val="00FA4118"/>
    <w:rsid w:val="00FA4807"/>
    <w:rsid w:val="00FA485F"/>
    <w:rsid w:val="00FA4F8C"/>
    <w:rsid w:val="00FA52A9"/>
    <w:rsid w:val="00FA5484"/>
    <w:rsid w:val="00FA54CC"/>
    <w:rsid w:val="00FA57F6"/>
    <w:rsid w:val="00FA5AF1"/>
    <w:rsid w:val="00FA5FE6"/>
    <w:rsid w:val="00FA6127"/>
    <w:rsid w:val="00FA6172"/>
    <w:rsid w:val="00FA6655"/>
    <w:rsid w:val="00FA6D20"/>
    <w:rsid w:val="00FA6E88"/>
    <w:rsid w:val="00FA70E0"/>
    <w:rsid w:val="00FA733D"/>
    <w:rsid w:val="00FA73EB"/>
    <w:rsid w:val="00FA7580"/>
    <w:rsid w:val="00FA764D"/>
    <w:rsid w:val="00FA776C"/>
    <w:rsid w:val="00FA7928"/>
    <w:rsid w:val="00FB00F4"/>
    <w:rsid w:val="00FB02DE"/>
    <w:rsid w:val="00FB0710"/>
    <w:rsid w:val="00FB096C"/>
    <w:rsid w:val="00FB150B"/>
    <w:rsid w:val="00FB17F4"/>
    <w:rsid w:val="00FB1B26"/>
    <w:rsid w:val="00FB1C87"/>
    <w:rsid w:val="00FB1C9C"/>
    <w:rsid w:val="00FB1D56"/>
    <w:rsid w:val="00FB2103"/>
    <w:rsid w:val="00FB246E"/>
    <w:rsid w:val="00FB2992"/>
    <w:rsid w:val="00FB2A26"/>
    <w:rsid w:val="00FB3091"/>
    <w:rsid w:val="00FB315F"/>
    <w:rsid w:val="00FB3369"/>
    <w:rsid w:val="00FB3675"/>
    <w:rsid w:val="00FB3782"/>
    <w:rsid w:val="00FB3833"/>
    <w:rsid w:val="00FB392F"/>
    <w:rsid w:val="00FB3935"/>
    <w:rsid w:val="00FB39AE"/>
    <w:rsid w:val="00FB3EBB"/>
    <w:rsid w:val="00FB3FF5"/>
    <w:rsid w:val="00FB4074"/>
    <w:rsid w:val="00FB463A"/>
    <w:rsid w:val="00FB4703"/>
    <w:rsid w:val="00FB4852"/>
    <w:rsid w:val="00FB4DC7"/>
    <w:rsid w:val="00FB4E5F"/>
    <w:rsid w:val="00FB5219"/>
    <w:rsid w:val="00FB548D"/>
    <w:rsid w:val="00FB55B4"/>
    <w:rsid w:val="00FB58DA"/>
    <w:rsid w:val="00FB612A"/>
    <w:rsid w:val="00FB621A"/>
    <w:rsid w:val="00FB623E"/>
    <w:rsid w:val="00FB642B"/>
    <w:rsid w:val="00FB649D"/>
    <w:rsid w:val="00FB68E3"/>
    <w:rsid w:val="00FB68FB"/>
    <w:rsid w:val="00FB6DE7"/>
    <w:rsid w:val="00FB707C"/>
    <w:rsid w:val="00FB70A1"/>
    <w:rsid w:val="00FB76EF"/>
    <w:rsid w:val="00FB7CFB"/>
    <w:rsid w:val="00FB7DC1"/>
    <w:rsid w:val="00FC002F"/>
    <w:rsid w:val="00FC068B"/>
    <w:rsid w:val="00FC0CAC"/>
    <w:rsid w:val="00FC0EC1"/>
    <w:rsid w:val="00FC1A96"/>
    <w:rsid w:val="00FC1DD4"/>
    <w:rsid w:val="00FC2043"/>
    <w:rsid w:val="00FC2050"/>
    <w:rsid w:val="00FC26C4"/>
    <w:rsid w:val="00FC300B"/>
    <w:rsid w:val="00FC3023"/>
    <w:rsid w:val="00FC383E"/>
    <w:rsid w:val="00FC3870"/>
    <w:rsid w:val="00FC38D1"/>
    <w:rsid w:val="00FC38F8"/>
    <w:rsid w:val="00FC39D3"/>
    <w:rsid w:val="00FC3F25"/>
    <w:rsid w:val="00FC415C"/>
    <w:rsid w:val="00FC41C7"/>
    <w:rsid w:val="00FC4958"/>
    <w:rsid w:val="00FC4F42"/>
    <w:rsid w:val="00FC5D18"/>
    <w:rsid w:val="00FC67AC"/>
    <w:rsid w:val="00FC6E1B"/>
    <w:rsid w:val="00FC7592"/>
    <w:rsid w:val="00FC7699"/>
    <w:rsid w:val="00FC7EBF"/>
    <w:rsid w:val="00FD0043"/>
    <w:rsid w:val="00FD04E0"/>
    <w:rsid w:val="00FD076F"/>
    <w:rsid w:val="00FD07D9"/>
    <w:rsid w:val="00FD0A01"/>
    <w:rsid w:val="00FD0A02"/>
    <w:rsid w:val="00FD0A11"/>
    <w:rsid w:val="00FD1035"/>
    <w:rsid w:val="00FD126A"/>
    <w:rsid w:val="00FD128D"/>
    <w:rsid w:val="00FD12A7"/>
    <w:rsid w:val="00FD16FD"/>
    <w:rsid w:val="00FD195A"/>
    <w:rsid w:val="00FD1C9E"/>
    <w:rsid w:val="00FD1F7A"/>
    <w:rsid w:val="00FD2B14"/>
    <w:rsid w:val="00FD3118"/>
    <w:rsid w:val="00FD31AA"/>
    <w:rsid w:val="00FD32C7"/>
    <w:rsid w:val="00FD3512"/>
    <w:rsid w:val="00FD355B"/>
    <w:rsid w:val="00FD383D"/>
    <w:rsid w:val="00FD45EC"/>
    <w:rsid w:val="00FD46ED"/>
    <w:rsid w:val="00FD47EE"/>
    <w:rsid w:val="00FD4B35"/>
    <w:rsid w:val="00FD4D31"/>
    <w:rsid w:val="00FD4F1A"/>
    <w:rsid w:val="00FD5235"/>
    <w:rsid w:val="00FD53D5"/>
    <w:rsid w:val="00FD60DB"/>
    <w:rsid w:val="00FD6675"/>
    <w:rsid w:val="00FD6A50"/>
    <w:rsid w:val="00FD6BEA"/>
    <w:rsid w:val="00FD6D75"/>
    <w:rsid w:val="00FD7269"/>
    <w:rsid w:val="00FD74CF"/>
    <w:rsid w:val="00FD75B2"/>
    <w:rsid w:val="00FD7976"/>
    <w:rsid w:val="00FE0340"/>
    <w:rsid w:val="00FE079E"/>
    <w:rsid w:val="00FE0A98"/>
    <w:rsid w:val="00FE0B67"/>
    <w:rsid w:val="00FE0BFA"/>
    <w:rsid w:val="00FE0C6A"/>
    <w:rsid w:val="00FE0D85"/>
    <w:rsid w:val="00FE0E71"/>
    <w:rsid w:val="00FE13F2"/>
    <w:rsid w:val="00FE16D8"/>
    <w:rsid w:val="00FE175D"/>
    <w:rsid w:val="00FE175F"/>
    <w:rsid w:val="00FE1A31"/>
    <w:rsid w:val="00FE1AA2"/>
    <w:rsid w:val="00FE1EEA"/>
    <w:rsid w:val="00FE1F7A"/>
    <w:rsid w:val="00FE1FFE"/>
    <w:rsid w:val="00FE2289"/>
    <w:rsid w:val="00FE239B"/>
    <w:rsid w:val="00FE243A"/>
    <w:rsid w:val="00FE2AB6"/>
    <w:rsid w:val="00FE3420"/>
    <w:rsid w:val="00FE3B65"/>
    <w:rsid w:val="00FE3C2E"/>
    <w:rsid w:val="00FE403A"/>
    <w:rsid w:val="00FE4334"/>
    <w:rsid w:val="00FE43ED"/>
    <w:rsid w:val="00FE4455"/>
    <w:rsid w:val="00FE4844"/>
    <w:rsid w:val="00FE4855"/>
    <w:rsid w:val="00FE4BE1"/>
    <w:rsid w:val="00FE5BD3"/>
    <w:rsid w:val="00FE5CBB"/>
    <w:rsid w:val="00FE5E30"/>
    <w:rsid w:val="00FE5E43"/>
    <w:rsid w:val="00FE61EB"/>
    <w:rsid w:val="00FE628E"/>
    <w:rsid w:val="00FE67E9"/>
    <w:rsid w:val="00FE6BB2"/>
    <w:rsid w:val="00FE6BC7"/>
    <w:rsid w:val="00FE6DB8"/>
    <w:rsid w:val="00FE6EF3"/>
    <w:rsid w:val="00FE6F06"/>
    <w:rsid w:val="00FE70D3"/>
    <w:rsid w:val="00FE7713"/>
    <w:rsid w:val="00FE79C6"/>
    <w:rsid w:val="00FF038F"/>
    <w:rsid w:val="00FF0540"/>
    <w:rsid w:val="00FF0772"/>
    <w:rsid w:val="00FF0880"/>
    <w:rsid w:val="00FF08F6"/>
    <w:rsid w:val="00FF0BDD"/>
    <w:rsid w:val="00FF0CDF"/>
    <w:rsid w:val="00FF0F3B"/>
    <w:rsid w:val="00FF14F4"/>
    <w:rsid w:val="00FF16EF"/>
    <w:rsid w:val="00FF1852"/>
    <w:rsid w:val="00FF19C7"/>
    <w:rsid w:val="00FF1D24"/>
    <w:rsid w:val="00FF1EE2"/>
    <w:rsid w:val="00FF2213"/>
    <w:rsid w:val="00FF2324"/>
    <w:rsid w:val="00FF237D"/>
    <w:rsid w:val="00FF26DE"/>
    <w:rsid w:val="00FF3154"/>
    <w:rsid w:val="00FF3170"/>
    <w:rsid w:val="00FF3AB7"/>
    <w:rsid w:val="00FF3D6B"/>
    <w:rsid w:val="00FF3FE5"/>
    <w:rsid w:val="00FF4007"/>
    <w:rsid w:val="00FF4152"/>
    <w:rsid w:val="00FF4DEE"/>
    <w:rsid w:val="00FF4FC5"/>
    <w:rsid w:val="00FF5115"/>
    <w:rsid w:val="00FF5764"/>
    <w:rsid w:val="00FF5975"/>
    <w:rsid w:val="00FF5A1C"/>
    <w:rsid w:val="00FF6BDF"/>
    <w:rsid w:val="00FF6CA3"/>
    <w:rsid w:val="00FF6F0B"/>
    <w:rsid w:val="00FF703A"/>
    <w:rsid w:val="00FF719A"/>
    <w:rsid w:val="00FF724E"/>
    <w:rsid w:val="00FF74B1"/>
    <w:rsid w:val="00FF75C2"/>
    <w:rsid w:val="00FF76EC"/>
    <w:rsid w:val="00FF7BC0"/>
    <w:rsid w:val="00FF7CEF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477816"/>
  <w15:docId w15:val="{9DE98812-4386-43E6-A59E-B4DB72A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styleId="Header">
    <w:name w:val="header"/>
    <w:basedOn w:val="Normal"/>
    <w:autoRedefine/>
    <w:qFormat/>
    <w:rsid w:val="00627D71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Traditional Arabic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 w:cs="Traditional Arabic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rFonts w:cs="Traditional Arabic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basedOn w:val="libNormalChar"/>
    <w:link w:val="libFootnote"/>
    <w:rsid w:val="004B3F28"/>
    <w:rPr>
      <w:rFonts w:cs="Traditional Arabic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val="en-US" w:eastAsia="en-US" w:bidi="ar-SA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basedOn w:val="libNormalChar"/>
    <w:link w:val="libLeftBold"/>
    <w:rsid w:val="00651ADF"/>
    <w:rPr>
      <w:rFonts w:cs="Traditional Arabic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7C363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77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C0105-018D-4E91-96F8-A645BE03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</TotalTime>
  <Pages>62</Pages>
  <Words>11912</Words>
  <Characters>67903</Characters>
  <Application>Microsoft Office Word</Application>
  <DocSecurity>0</DocSecurity>
  <Lines>565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A5</dc:creator>
  <cp:lastModifiedBy>Bustomi</cp:lastModifiedBy>
  <cp:revision>4</cp:revision>
  <cp:lastPrinted>2016-01-12T07:33:00Z</cp:lastPrinted>
  <dcterms:created xsi:type="dcterms:W3CDTF">2022-02-02T16:06:00Z</dcterms:created>
  <dcterms:modified xsi:type="dcterms:W3CDTF">2022-02-02T16:34:00Z</dcterms:modified>
</cp:coreProperties>
</file>