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33" w:rsidRDefault="001D2733" w:rsidP="00041941">
      <w:pPr>
        <w:pStyle w:val="libCenterBold1"/>
        <w:rPr>
          <w:rtl/>
          <w:lang w:bidi="fa-IR"/>
        </w:rPr>
      </w:pP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</w:p>
    <w:p w:rsidR="001D2733" w:rsidRDefault="004C0E7B" w:rsidP="00041941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 xml:space="preserve">مؤلف : </w:t>
      </w:r>
      <w:r w:rsidR="001D2733">
        <w:rPr>
          <w:rtl/>
          <w:lang w:bidi="fa-IR"/>
        </w:rPr>
        <w:t>غلامرضا گل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زواره </w:t>
      </w:r>
    </w:p>
    <w:p w:rsidR="002F2CCC" w:rsidRDefault="002F2CCC" w:rsidP="002F2CCC">
      <w:pPr>
        <w:pStyle w:val="libNormal0"/>
        <w:rPr>
          <w:rtl/>
          <w:lang w:bidi="fa-IR"/>
        </w:rPr>
      </w:pPr>
    </w:p>
    <w:p w:rsidR="002F2CCC" w:rsidRDefault="002F2CCC" w:rsidP="002F2CCC">
      <w:pPr>
        <w:pStyle w:val="libNormal"/>
        <w:rPr>
          <w:rtl/>
          <w:lang w:bidi="fa-IR"/>
        </w:rPr>
      </w:pPr>
    </w:p>
    <w:p w:rsidR="002F2CCC" w:rsidRDefault="002F2CCC" w:rsidP="002F2CCC">
      <w:pPr>
        <w:pStyle w:val="libNormal"/>
        <w:rPr>
          <w:rtl/>
          <w:lang w:bidi="fa-IR"/>
        </w:rPr>
      </w:pPr>
    </w:p>
    <w:p w:rsidR="002F2CCC" w:rsidRPr="006E7FD2" w:rsidRDefault="002F2CCC" w:rsidP="002F2CCC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2F2CCC" w:rsidRPr="002B3792" w:rsidRDefault="002F2CCC" w:rsidP="00D23B69">
      <w:pPr>
        <w:pStyle w:val="libNotice"/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4C0E7B" w:rsidRDefault="001D2733" w:rsidP="004C0E7B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430467276"/>
      <w:r w:rsidR="004C0E7B">
        <w:rPr>
          <w:rtl/>
          <w:lang w:bidi="fa-IR"/>
        </w:rPr>
        <w:lastRenderedPageBreak/>
        <w:t>مقدمه</w:t>
      </w:r>
      <w:bookmarkEnd w:id="0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غلامرضا 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زواره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</w:p>
    <w:p w:rsidR="001D2733" w:rsidRDefault="00A76C61" w:rsidP="00A76C61">
      <w:pPr>
        <w:pStyle w:val="libNormal"/>
        <w:rPr>
          <w:rtl/>
          <w:lang w:bidi="fa-IR"/>
        </w:rPr>
      </w:pPr>
      <w:r w:rsidRPr="00A76C61">
        <w:rPr>
          <w:rStyle w:val="libAlaemChar"/>
          <w:rFonts w:eastAsia="KFGQPC Uthman Taha Naskh" w:hint="cs"/>
          <w:rtl/>
        </w:rPr>
        <w:t>(</w:t>
      </w:r>
      <w:r w:rsidR="00041941" w:rsidRPr="00D23B69">
        <w:rPr>
          <w:rStyle w:val="libAieChar"/>
          <w:rtl/>
          <w:lang w:bidi="fa-IR"/>
        </w:rPr>
        <w:t xml:space="preserve">... </w:t>
      </w:r>
      <w:r w:rsidR="00041941" w:rsidRPr="00D23B69">
        <w:rPr>
          <w:rStyle w:val="libAieChar"/>
          <w:rtl/>
        </w:rPr>
        <w:t>ی</w:t>
      </w:r>
      <w:r w:rsidR="001D2733" w:rsidRPr="00D23B69">
        <w:rPr>
          <w:rStyle w:val="libAieChar"/>
          <w:rtl/>
        </w:rPr>
        <w:t>ر</w:t>
      </w:r>
      <w:r w:rsidR="00041941" w:rsidRPr="00D23B69">
        <w:rPr>
          <w:rStyle w:val="libAieChar"/>
          <w:rtl/>
        </w:rPr>
        <w:t>ی</w:t>
      </w:r>
      <w:r w:rsidR="001D2733" w:rsidRPr="00D23B69">
        <w:rPr>
          <w:rStyle w:val="libAieChar"/>
          <w:rtl/>
        </w:rPr>
        <w:t>دون ل</w:t>
      </w:r>
      <w:r w:rsidR="00041941" w:rsidRPr="00D23B69">
        <w:rPr>
          <w:rStyle w:val="libAieChar"/>
          <w:rtl/>
        </w:rPr>
        <w:t>ی</w:t>
      </w:r>
      <w:r w:rsidR="001D2733" w:rsidRPr="00D23B69">
        <w:rPr>
          <w:rStyle w:val="libAieChar"/>
          <w:rtl/>
        </w:rPr>
        <w:t>طفوا نور الله بافواههم و الله متم نوره و لوکره الکافرون - هو الذ</w:t>
      </w:r>
      <w:r w:rsidR="00041941" w:rsidRPr="00D23B69">
        <w:rPr>
          <w:rStyle w:val="libAieChar"/>
          <w:rtl/>
        </w:rPr>
        <w:t>ی</w:t>
      </w:r>
      <w:r w:rsidR="001D2733" w:rsidRPr="00D23B69">
        <w:rPr>
          <w:rStyle w:val="libAieChar"/>
          <w:rtl/>
        </w:rPr>
        <w:t xml:space="preserve"> ارسل رسوله بالهد</w:t>
      </w:r>
      <w:r w:rsidR="00041941" w:rsidRPr="00D23B69">
        <w:rPr>
          <w:rStyle w:val="libAieChar"/>
          <w:rtl/>
        </w:rPr>
        <w:t>ی</w:t>
      </w:r>
      <w:r w:rsidR="001D2733" w:rsidRPr="00D23B69">
        <w:rPr>
          <w:rStyle w:val="libAieChar"/>
          <w:rtl/>
        </w:rPr>
        <w:t xml:space="preserve"> و د</w:t>
      </w:r>
      <w:r w:rsidR="00041941" w:rsidRPr="00D23B69">
        <w:rPr>
          <w:rStyle w:val="libAieChar"/>
          <w:rtl/>
        </w:rPr>
        <w:t>ی</w:t>
      </w:r>
      <w:r w:rsidR="001D2733" w:rsidRPr="00D23B69">
        <w:rPr>
          <w:rStyle w:val="libAieChar"/>
          <w:rtl/>
        </w:rPr>
        <w:t>ن الحق ل</w:t>
      </w:r>
      <w:r w:rsidR="00041941" w:rsidRPr="00D23B69">
        <w:rPr>
          <w:rStyle w:val="libAieChar"/>
          <w:rtl/>
        </w:rPr>
        <w:t>ی</w:t>
      </w:r>
      <w:r w:rsidR="001D2733" w:rsidRPr="00D23B69">
        <w:rPr>
          <w:rStyle w:val="libAieChar"/>
          <w:rtl/>
        </w:rPr>
        <w:t>ظهره عل</w:t>
      </w:r>
      <w:r w:rsidR="00041941" w:rsidRPr="00D23B69">
        <w:rPr>
          <w:rStyle w:val="libAieChar"/>
          <w:rtl/>
        </w:rPr>
        <w:t>ی</w:t>
      </w:r>
      <w:r w:rsidR="001D2733" w:rsidRPr="00D23B69">
        <w:rPr>
          <w:rStyle w:val="libAieChar"/>
          <w:rtl/>
        </w:rPr>
        <w:t xml:space="preserve"> الد</w:t>
      </w:r>
      <w:r w:rsidR="00041941" w:rsidRPr="00D23B69">
        <w:rPr>
          <w:rStyle w:val="libAieChar"/>
          <w:rtl/>
        </w:rPr>
        <w:t>ی</w:t>
      </w:r>
      <w:r>
        <w:rPr>
          <w:rStyle w:val="libAieChar"/>
          <w:rtl/>
        </w:rPr>
        <w:t>ن کله و لوکره المش</w:t>
      </w:r>
      <w:r>
        <w:rPr>
          <w:rStyle w:val="libAieChar"/>
          <w:rFonts w:hint="cs"/>
          <w:rtl/>
        </w:rPr>
        <w:t>رک</w:t>
      </w:r>
      <w:r w:rsidR="001D2733" w:rsidRPr="00D23B69">
        <w:rPr>
          <w:rStyle w:val="libAieChar"/>
          <w:rtl/>
        </w:rPr>
        <w:t>ون</w:t>
      </w:r>
      <w:r w:rsidRPr="00A76C61">
        <w:rPr>
          <w:rStyle w:val="libAlaemChar"/>
          <w:rFonts w:eastAsia="KFGQPC Uthman Taha Naskh" w:hint="cs"/>
          <w:rtl/>
        </w:rPr>
        <w:t>)</w:t>
      </w:r>
      <w:r w:rsidR="004C0E7B">
        <w:rPr>
          <w:rtl/>
          <w:lang w:bidi="fa-IR"/>
        </w:rPr>
        <w:t xml:space="preserve"> (</w:t>
      </w:r>
      <w:r w:rsidR="001D2733">
        <w:rPr>
          <w:rtl/>
          <w:lang w:bidi="fa-IR"/>
        </w:rPr>
        <w:t>سوره صف آ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ات 8 و 9</w:t>
      </w:r>
      <w:r w:rsidR="004C0E7B">
        <w:rPr>
          <w:rtl/>
          <w:lang w:bidi="fa-IR"/>
        </w:rPr>
        <w:t xml:space="preserve">)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خواهند خاموش کنند نور خدا را با </w:t>
      </w:r>
      <w:r w:rsidR="0069530E">
        <w:rPr>
          <w:rtl/>
          <w:lang w:bidi="fa-IR"/>
        </w:rPr>
        <w:t>دهان</w:t>
      </w:r>
      <w:r w:rsidR="00E66317"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و خداست کامل کننده نور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اگر چه ناخوش دارند کافران - اوست آنکه فرستاده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را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حق تا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گرداندش بر همه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اگر چه مشرکان اکراه دارند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1" w:name="_Toc430467277"/>
      <w:r>
        <w:rPr>
          <w:rtl/>
          <w:lang w:bidi="fa-IR"/>
        </w:rPr>
        <w:t>طلوع ارزشها</w:t>
      </w:r>
      <w:bookmarkEnd w:id="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جهان بر لب پرتگاه سقوط و مردم در آتش جهل و خرافات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سوختند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انحطاط اخلاق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شرک و 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پرست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غلط مذهب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عدالت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نابرابر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شوم خود را بر سراسر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افکنده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رة العرب بدون مبالغه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منجلاب بدبخت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کانون فساد و ستم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امور از هم گس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و آتش 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هر سو زبانه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نشاط و شاداب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روان مردم رخت بر بسته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دلها پر از ترس و رو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پر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بود و روزنه نجات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تشنگان معرفت وجود نداشت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ندگان حکمت و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فتگان 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قت در انتظار فجر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صبح صادق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بردند و طالب فجر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که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ستم و ظلمات توحش و آلودگ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رذالتها را در هم نوردد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آنان لحظه شمار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که وجود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ملکوت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جهان را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ضلالت آشکار </w:t>
      </w:r>
      <w:r>
        <w:rPr>
          <w:rtl/>
          <w:lang w:bidi="fa-IR"/>
        </w:rPr>
        <w:lastRenderedPageBreak/>
        <w:t>و پژمردگ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حرمان برهاند و انس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به ساحل نجات و رستگار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برساند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ازمند وجود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که بر اثر ارتباط با عالم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و انقلاب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ژرف و همه جانبه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انس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بسو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توام با سعادت و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است رهنمون سازد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روز موعود فرا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وعده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تحقق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بعثت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همچون آذرخش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منحط و خفقان گرفته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را پرتوافشان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 و طل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فرمان قاطع «اقرا» نمودار گشت و موج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نور الوه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غار حرا برخاست و جام جان حضرت محمد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را لبر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روانش را از انوار معرفت مبتهج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آن بزرگوار بر اثر ارتباط با جهان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راز و رمز آفر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نش و اسرار وجود را آموخت و دفتر کتاب هست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فرا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قرآن 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بر قلب مبارکش نازل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چشمه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جوشان و 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بار زلال توح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را در عمق روانش 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ساخت تا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و با تمسک به قوان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جاودان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کتاب مقدس که هرگز گرد کهنگ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غبار زمان بر آن نخواهد نشست تشنگان 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قت را به فطرت خود بازگردان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جاده کمال 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لقاء حق را طالب گردند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هدا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گمراهان و حکمت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صاحبان خرد و 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حجاز مرکز تابش انوار تابناک 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زنج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اسارت که افکار انس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منجمد نموده بود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هم گسست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 و تجاوز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عداوت و دشمن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استثمار و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قاموس انس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حذف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رحمت و برکت به انس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آرامش و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ارمغان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انقلاب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2" w:name="_Toc430467278"/>
      <w:r>
        <w:rPr>
          <w:rtl/>
          <w:lang w:bidi="fa-IR"/>
        </w:rPr>
        <w:lastRenderedPageBreak/>
        <w:t>گسترش اسلام</w:t>
      </w:r>
      <w:bookmarkEnd w:id="2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مشرک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ملحد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غرض ورزان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خفاش صفت تحمل انوار قدس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پرفروغ اسلام را نداشتند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لذا در صدد آن بودند تا موانع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آورند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فتگان حق را از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محروم کنند و در تعق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افکار شومشان کارشکن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شکنجه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مجازات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خشن شروع گشت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اران با وفا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مدتها اثرات رقت بار و شکنجه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جانکاه و ستمگر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لمس نمودند اما تحت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مکتب آسمان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که مشحون از نوران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بود با تنفر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دادگران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توام بود و بر خلاف تحرکات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تهاجم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با مجاهدت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اهتمام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اران مؤمن و وفادارش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ثارگر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رشادتها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سربازان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جاوندان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بخش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عربستان را در نورد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متوجه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نقاط جهان گشت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که در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شکنجه و استثمار قدرتها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حکومتها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فاسد همچون 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بردگان و مه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 از نغمه رها</w:t>
      </w:r>
      <w:r w:rsidR="00041941">
        <w:rPr>
          <w:rtl/>
          <w:lang w:bidi="fa-IR"/>
        </w:rPr>
        <w:t xml:space="preserve">یی </w:t>
      </w:r>
      <w:r>
        <w:rPr>
          <w:rtl/>
          <w:lang w:bidi="fa-IR"/>
        </w:rPr>
        <w:t>بخش اسلام نبود و تعال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اسلام چون مشعل فروزان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قلوب آنان را روشن ساخت و 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ستمگران را به لزه درآورد و قلبها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جان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اسلام که در آغاز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جامعه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کوچک انتشار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بود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 تا به صورت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سراسر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نغمه توح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انتشار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گلبانگ فرحزا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الله اکبر از فراز ماذنه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کره ارض طن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افکن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صلا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همه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متداول شد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3" w:name="_Toc430467279"/>
      <w:r>
        <w:rPr>
          <w:rtl/>
          <w:lang w:bidi="fa-IR"/>
        </w:rPr>
        <w:lastRenderedPageBreak/>
        <w:t>عوامل پیروزی</w:t>
      </w:r>
      <w:bookmarkEnd w:id="3"/>
    </w:p>
    <w:p w:rsidR="001D2733" w:rsidRDefault="001D2733" w:rsidP="00A76C61">
      <w:pPr>
        <w:pStyle w:val="libNormal"/>
        <w:rPr>
          <w:rtl/>
          <w:lang w:bidi="fa-IR"/>
        </w:rPr>
      </w:pPr>
      <w:r>
        <w:rPr>
          <w:rtl/>
          <w:lang w:bidi="fa-IR"/>
        </w:rPr>
        <w:t>قطعا آنچه که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رغم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باطن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مخالف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کارشکن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مسموم و زهرآگ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معاند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را موجب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درجه اول الهام گرفتن آن از کانون 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ارتباط آن با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گذار هست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خداوند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فطرت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انس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بر آن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ناد نهاده شده و به 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و خرد و تفکرات منطق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و انس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دعوت به تفکر و تعم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در مسائل هست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عقل و عاطفه را درهم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 و قلوب را فتح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به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شگرف و اعجاب برانگ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>ابد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وحدت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و اجتناب از تفرقه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بنابر توص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مؤکد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امبر اسلام </w:t>
      </w:r>
      <w:r w:rsidR="00A76C61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خوش رفتار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روش مسالمت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مسلمانان در هنگام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اسلام و دعوت مردم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برخورد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افراد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تعد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نموده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عامل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علاوه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عوامل که مربوط به محتوا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و رفتار مسلمانان بود و صرف نظر از درست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اصالت محتوا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خصلتها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از عوامل درون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نشر اسلام در جهان بود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و اوضاع حاکم بر جهان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مردم را به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مذکور علاقمند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داد و ستم و جهل و خرافات آنچنان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آورده بود که تنها نور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توانست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را منهزم کند و آلودگ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ها را محو سازد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مبلغ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به هنگام نشر اسلام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با عوامل ظلم و ستم و نبرد با جهل و رفع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تضادها تاک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از مظلوم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کرده و به آنان عدالت و دادگر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مساوات را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عوامل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بر تعداد گروندگان به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افزود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سرانجام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>
        <w:rPr>
          <w:rtl/>
          <w:lang w:bidi="fa-IR"/>
        </w:rPr>
        <w:lastRenderedPageBreak/>
        <w:t>بر قرآن و تعال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نوران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رهائ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به نحو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نموده و تمدن شکوفا و گسترده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که بر معارف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نهادند و در طول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بخشها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و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اروپا توسط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شعاع جانبخش اسلام در اعماق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گرفتار آن بود نفوذ نمود و قدرتها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مهاجم را به عقب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وادار ساخت و سربلند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 جلوه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هر موقع که مسلمانان به قوان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تمسک جسته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با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 برقرار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احساس عظمت نموده و اقتدار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بدست 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در پرتو آن هرگونه سلطه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وادار به عقب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نموده و عوامل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رنگ و فتنه را منهدم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هنگام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فاصله گرفته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وحدت و اتحاد خود را از دست داده و دچار تفرقه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شکوه و اهتزاز خود را با شکست مواجه ساخته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4" w:name="_Toc430467280"/>
      <w:r>
        <w:rPr>
          <w:rtl/>
          <w:lang w:bidi="fa-IR"/>
        </w:rPr>
        <w:t>هجوم به سرزمین های اسلامی</w:t>
      </w:r>
      <w:bookmarkEnd w:id="4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غرب از همان 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اندلس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اروپا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 به دشمن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اسلام و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برخاست و به طرز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درهم 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تهاجمات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مسلمانان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 و پس از آن غرب که از اقتدار 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بشدت متوحش شده بود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دس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دادن توطئه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تجز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قدرتمند پرداخت و موجبات فروپاش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فراهم ساخت و پس از آن به منظور بدست آوردن مواد خام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کارخانجات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بازار محصولات خود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سرشار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چشم دوخت که در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قدم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قدرتها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سد راه خود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دن </w:t>
      </w:r>
      <w:r w:rsidR="00E66317">
        <w:rPr>
          <w:rtl/>
          <w:lang w:bidi="fa-IR"/>
        </w:rPr>
        <w:lastRenderedPageBreak/>
        <w:t>آنها</w:t>
      </w:r>
      <w:r>
        <w:rPr>
          <w:rtl/>
          <w:lang w:bidi="fa-IR"/>
        </w:rPr>
        <w:t xml:space="preserve"> تهاجم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 و فرهنگ فساد و فحشاء توسط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 و استکبار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ملتها مسلمان ترو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فرهنگ مصرف زدگ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روز به روز ملتها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را در مرداب وابستگ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فرو برد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سلطه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 بوس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حکومتها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 نشانده و خودکامه در نقاط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تثب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استعمارگران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را قطعه قطعه کرده و در تمام ابعاد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سلطه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 و چون مردمان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 ناگسستن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 و اسلام در اعماق روانشان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دوان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بود و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توانستند در فرصت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کوتاه آنان را از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جدا سازند لذا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شدند و آن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که جنبه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ظاهر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حفظ کردند و تعال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که موجود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بدان وابسته است 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گرفتند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مسائل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سو و مذهب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انفکاک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رهگذر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خود را بر فرهنگ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همان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سلطه کفار را محکوم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مسلمانان را به خشونت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هم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که به تعب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قرآن بهتر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امت بودند دروازه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مهاجم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گشودند و تسل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فرهنگ غرب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با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و گسترده و فراموش نمودن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که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سلاح استعمارگران بود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 خود را با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دست دادند و فرهنگ و اخلاق خود را رها کرده و آماده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فرهنگ غرب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جه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منجر به آن شد که در طول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دو قرن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سفره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مانع و رادع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غارتگران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و آنان علاوه بر غارت منابع و ذخائر مسلمانان فرهنگ و موار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 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آنان را مخدوش کرده و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از توسعه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خادم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استعمار که امور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از دخالت مسائل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شئونات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با کارشکن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اجازه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 حقا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آشکار 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وصف مردمان ساکن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مبارزات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استعمار سامان دادند و در برابر قدرت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استعمارگران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کرده و آنان را وادار به تسل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در برابر خواسته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برحق خود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منظور 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موج جنبشها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گرچه در ظاهر به کشورهها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مزبور استقلال دادند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شکل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استعمار بطور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سلطه خود را بر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ادامه دادند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بگونه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اکنون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مسلمان با وجود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مند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ذخائر و منابع سرشار و قرار گرفتن در مناطق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 سوق الج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اغلب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کننده منافع استکبار بطور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رمستق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هستند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تفرقه و تشتت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 آنان حاکم است از مبارزه با غاصب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که آواره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ملت مظلوم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موجب شده عاجزند و غده سرطان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همچنان در قلب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مساعدت استکبار و رفتارها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حکام مرتجع عرب مشغول تحک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مواضع خود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5" w:name="_Toc430467281"/>
      <w:r>
        <w:rPr>
          <w:rtl/>
          <w:lang w:bidi="fa-IR"/>
        </w:rPr>
        <w:t>جهان اسلام و موقعیت فعلی</w:t>
      </w:r>
      <w:bookmarkEnd w:id="5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وضع کنون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جهان اسلام با دشوار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 است که در راس آن مسئله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قرن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همواره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مسئله جهان اسلام 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سران اغلب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استکبار جهان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جهان اسلام را آشفته نموده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را به قدرتها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مزبور وابسته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برخوردارند و فرهنگ اسلام با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و سنتها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گشته </w:t>
      </w:r>
      <w:r>
        <w:rPr>
          <w:rtl/>
          <w:lang w:bidi="fa-IR"/>
        </w:rPr>
        <w:lastRenderedPageBreak/>
        <w:t>است بطور اسف 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شاهد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مبارز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حکام دست نشانده و مرتجع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هنگام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مسلمانان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انتخابات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کاملا آزاد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آورند حکام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پرداخته و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مجازات و شکنجه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تونس و مصر هرگونه حرکت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تلاش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بشدت سرکوب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و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خانه به خانه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مبارز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را تعق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با مجوز وزارت اطلاعات برپا شود و آنقدر مسلمانان در تنگنا هستند که مجال هرگونه تحرک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گرفته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مسلمانان توسط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 به شهادت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رسند و جوانان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در زند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شکنجه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متحمل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صربها در بوسن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هرزگو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اقدامات خشن و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قتل عام مسلمانان پرداخته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وجود فروپاش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هنوز رسوبات آن مشغول کشتار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مسلمانان در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توسط ارامنه قبل عام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موحد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برمه توسط دولت بودا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اجبار و زور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رانده و به بنگلادش پناه 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مسجد بابر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هند است توسط هندوها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افراط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تل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خاک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دچار 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نزاعها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سودان نمونه بارز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>ست مشکل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زمامداران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مرتکب محرمات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و از حدود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تجاوز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به بندگان صالح تعد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نموده و مؤمن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تحت فشار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با استکبار و مظاهر شرک و کفر و ستم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حکام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در جهت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منافع غرب و اجرا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مستکبر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 و توسعه بازداشته و فرهنگ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و نظام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مسلمانان تحم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در امور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مسائل اجرا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اکثر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در قانون اسا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اسلام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غرب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کوشد با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احساسات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احساس خطر از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تشنج در نقاط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آرامش و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خاطر را از مسلمانان گرفته تا مجال تفکر و 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به مصالح جامعه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ناآرام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از توان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فتند کمکها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اغلب توسط عوامل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جهت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جنبش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مصرف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بگونه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با کمال تاسف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آنکه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تلاش خود را در جهت مبارزه با دشمنان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بخصوص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بکار ببرند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آماج حملات خود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در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و موضع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روابط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الملل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کوشند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تحت فشار قرار دهند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 و در راس آن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6" w:name="_Toc430467282"/>
      <w:r>
        <w:rPr>
          <w:rtl/>
          <w:lang w:bidi="fa-IR"/>
        </w:rPr>
        <w:t>رستاخیز اسلام</w:t>
      </w:r>
      <w:bookmarkEnd w:id="6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وجود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عات و مسائل اسف 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 جهان اسلام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افکنده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پرتو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زنده شده و نس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آنان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 و عده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با برپا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تظاهرات و راهپ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041941">
        <w:rPr>
          <w:rtl/>
          <w:lang w:bidi="fa-IR"/>
        </w:rPr>
        <w:t xml:space="preserve">یی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گسترده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خواهان </w:t>
      </w:r>
      <w:r>
        <w:rPr>
          <w:rtl/>
          <w:lang w:bidi="fa-IR"/>
        </w:rPr>
        <w:lastRenderedPageBreak/>
        <w:t>اجرا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احکام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هراس و نگران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اردوگاه استکبار بوجود آورده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«مارو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نس کارشناس مسائل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دانشگاه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کاگو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«در اغلب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اسلام به عنوان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جهت ضربه متقابل به غرب مورد استفاده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آنان احساس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که غرب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5/1 قرن گذشته آنان را از نقطه نظر اخلاق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خلع سلاح کرده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«جان دوگ انتون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کارشناس مشهور مسائل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اظهار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«ما شاهد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رفرم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در جهان اسلام هست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«مانفر دورنر»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ناتو اعتراف کرد که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«اسلام گرا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خطر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ناتو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وقوع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نظام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مبنا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قدس سره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واقعه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بود که جهان را متوجه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ساخت و رشد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را سبب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بگونه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امروز آمادگ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جهت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تفکر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امکان گسترش فکر توح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جهان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از گذشته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شعله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بر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و ج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پرتو افکنده است با وجود تلاشها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خنث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اثر خود را در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بصورت جنبشها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طلب حکومت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بروز داده است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راه تحقق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به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با آفات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حاکم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در راس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مبارزات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آغاز کرده است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دبخش زنج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سلطه استکبار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قدرتها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انگر را از هم گسسته و صالح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مؤمنان را به اقتدار خواهد رساند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رستاخ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tl/>
          <w:lang w:bidi="fa-IR"/>
        </w:rPr>
        <w:lastRenderedPageBreak/>
        <w:t>نقاط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شده که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را به دوش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کشد و مجار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تنفس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ارتزاق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 غرب را بوجود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آورد و منافع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 را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شمال و غرب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بالکان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عطش 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 شده که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شود و در صورت اتحاد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مزبور جهان را مقهور قدرت عظمت و شوکت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در صورت ادامه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وضع و بکارگ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اتحاد و کنار گذاشتن مسائل تفرقه برانگ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تحرک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تمدن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عمده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فشار استکبار بر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 استوار بود که با شکست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تجربه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چشم مسلمانان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ناکام جلوه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برق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روان آنان را روشن ساخته بود خاموش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غرب که در مقابل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فکر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نهضت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صال و درماندگ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افتاده با غرض 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تحجر عنوان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گرا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منشا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گذشته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قطع ارتباط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گذشته سراسر عزت و اقتدار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مسمانان را شکسته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ارتباط با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بازگشت به اسلام و قرآن سبب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گشته که اسلام را در متن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وارد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جهان اسلام را از سرطان سلطه و زور نجات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و 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اء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سبب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بالنده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جهان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خودباور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اعتماد به نفس و احساس عظمت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بدنبال خواهد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جهت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که سران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مرتجع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اندازه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نهضتها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آشفته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که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tl/>
          <w:lang w:bidi="fa-IR"/>
        </w:rPr>
        <w:lastRenderedPageBreak/>
        <w:t>مسائل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اسلام را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مبارز آواره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و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پردازند و صربها در منطقه بالکان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خون به راه انداخته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تنها حرکت اسلام خواه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مسلمان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خطرناک بشمار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نشست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مقابله و مبارزه با اسلام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پنج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7" w:name="_Toc430467283"/>
      <w:r>
        <w:rPr>
          <w:rtl/>
          <w:lang w:bidi="fa-IR"/>
        </w:rPr>
        <w:t>و اما نوشتار حاضر</w:t>
      </w:r>
      <w:bookmarkEnd w:id="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باعث تاسف است که جهان اسلام با وجود مسائل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کمتر مورد توجه پژوهشگران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گرفته است و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آثار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خصوص مسائل جهان اسلام به صورت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کجا نگاشته شده به تعداد انگشتان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دست هم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تنها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سنده فاضل و محقق معاصر جناب آقا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مرتض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 تدو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دائرة المعارف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رامون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تا کنون 2 جلد آن انتشار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مجموعه صرفا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که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داشته و عضو سازمان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و در مورد مشترکات جهان اسلام و مسائل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کتاب مطالب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امده است و بنا به اظهارات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سنده محترم در مقدمه جلد اول درباره چهل کشور مسلمان اطلاعات دق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و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قالب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الگو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متعارف امروز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ارائه شده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اما نوشتار حاضر بنا به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نگارنده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شکل و با مشخصات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ملاحظه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طرح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با وجود اختصار و 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اجمال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آن به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اشاره شده و جنبه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مسائل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مورد بررس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شالوده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کار 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خته شد که نگارنده به عنوان </w:t>
      </w:r>
      <w:r>
        <w:rPr>
          <w:rtl/>
          <w:lang w:bidi="fa-IR"/>
        </w:rPr>
        <w:lastRenderedPageBreak/>
        <w:t>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رستان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مناطق استان چهارمحال و بخت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سال 1363 مشغول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بودم که در ضمن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آگاه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و ارائه مطالب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دتر و افزونتر از کتاب به دانش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آموزان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منابع و مآخذ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مراجعه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کردم و از همان زمان فکر تدو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مجموعه در ذهنم منقوش گشت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لذا در صدد تدو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منابع و اطلاعات گوناگون در خصوص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برآمدم و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جرا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مسائل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را پ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نمودم و از سال 1369 به تدو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کتاب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عنوان «سرزم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پرداختن که در بهار سال 1370 آماده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تحولات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مسائل جهان اسلام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صحنه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و دگرگون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به جمع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منابع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دتر ادامه داده و از تابستان سال 1371 به بازنو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نوشتار مذکور پرداخت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که از 200 صفحه به حدود سه برابر بالغ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رات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بوجود آمد به گونه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کتاب حاضر و نوشته قبل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وجود آنکه در حدود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کسال از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گذشت تفاوت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مشاهده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مراجعه به منابع متعدد و 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گوناگون و وحدت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مطالب متنوع و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دشوار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با وجود دقت و امعان نظر مجموعه حاضر از اشکال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راد عار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نخواهد بود لذا انتظار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که صاحب نظران و دست اندرکاران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ارائه نقطه نظرات مف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ارزنده نگارنده را در تنق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مطالب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چاپ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سروران ارجمند و دوستان فاضل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محسن صادق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نساج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جهت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مجموعه تذاکرات مف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ارائه داده و در </w:t>
      </w:r>
      <w:r>
        <w:rPr>
          <w:rtl/>
          <w:lang w:bidi="fa-IR"/>
        </w:rPr>
        <w:lastRenderedPageBreak/>
        <w:t>خصوص تنق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پاره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مضام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کتاب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نگارنده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جا دارد از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تشکر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 السلام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غلامرضا 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زواره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8" w:name="_Toc430467284"/>
      <w:r>
        <w:rPr>
          <w:rtl/>
          <w:lang w:bidi="fa-IR"/>
        </w:rPr>
        <w:t>پی نوشتها</w:t>
      </w:r>
      <w:bookmarkEnd w:id="8"/>
    </w:p>
    <w:p w:rsidR="001D2733" w:rsidRDefault="001D2733" w:rsidP="00D23B69">
      <w:pPr>
        <w:pStyle w:val="libFootnote"/>
        <w:rPr>
          <w:rtl/>
          <w:lang w:bidi="fa-IR"/>
        </w:rPr>
      </w:pPr>
      <w:r>
        <w:rPr>
          <w:rtl/>
          <w:lang w:bidi="fa-IR"/>
        </w:rPr>
        <w:t>1- جناب آقا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عبدالرضا فرج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کتاب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درباره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به عنوان کتاب درس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در سال چهارم 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رستان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4C0E7B" w:rsidRDefault="001D2733" w:rsidP="00D23B69">
      <w:pPr>
        <w:pStyle w:val="libFootnote"/>
        <w:rPr>
          <w:rtl/>
          <w:lang w:bidi="fa-IR"/>
        </w:rPr>
      </w:pPr>
      <w:r>
        <w:rPr>
          <w:rtl/>
          <w:lang w:bidi="fa-IR"/>
        </w:rPr>
        <w:t>2-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سنده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مرحوم مصطف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زمان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نسبت به 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مجموعه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</w:p>
    <w:p w:rsidR="004C0E7B" w:rsidRDefault="00D23B69" w:rsidP="004C0E7B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" w:name="_Toc430467285"/>
      <w:r w:rsidR="004C0E7B">
        <w:rPr>
          <w:rtl/>
          <w:lang w:bidi="fa-IR"/>
        </w:rPr>
        <w:lastRenderedPageBreak/>
        <w:t>کلیاتی درباره جهان اسلام</w:t>
      </w:r>
      <w:bookmarkEnd w:id="9"/>
    </w:p>
    <w:p w:rsidR="00041941" w:rsidRDefault="004C0E7B" w:rsidP="004C0E7B">
      <w:pPr>
        <w:pStyle w:val="Heading2"/>
        <w:rPr>
          <w:rtl/>
          <w:lang w:bidi="fa-IR"/>
        </w:rPr>
      </w:pPr>
      <w:bookmarkStart w:id="10" w:name="_Toc430467286"/>
      <w:r>
        <w:rPr>
          <w:rtl/>
          <w:lang w:bidi="fa-IR"/>
        </w:rPr>
        <w:t>گذری بر گذشته تاریخی</w:t>
      </w:r>
      <w:bookmarkEnd w:id="10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آن هنگامه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دچار ضلالت آشکار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 آتش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داد و ستم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 خرمن 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افکنده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خداوند بر انس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منت گذاشت و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رسول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 که با تابش شعاع پر فروغ وح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فطرت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را آغاز نمود و از افراد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و رفتار ناگوار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نسبت به هم داشتند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انس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ساخت که به اخلاق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 صفات پسند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ده آراسته گشته و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مهربان شده و پس از تفرقه و خصومت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هم داشتند امت واحد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 نهاده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اخوت و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رفتارها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ناهنجار زمان جاهل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خود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فداکار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وارستگ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بروز داده و در مدت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کوتاه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صدور انقلاب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پرداخته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پهناور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همچون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روم و مصر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فرا خواندند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وح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نمود که اگر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گستره جهان از عزت و اقتدار برخوردار باش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با اطاعت از خدا و رسول و گردن نهادن به احکام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پره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تفرقه و نزاع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 و تزک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چنان مسلمانان صدر اسلام را از چنگ خودپرست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نجات داده بود که کوشش هر کدام در آن بود تا تمام توان و هم خود را در جهت بهبود جامعه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رفع ناگوار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برادران مسلمان خود بکار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پس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خاندان عترت و طهارت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تداوم راه آن فروغ جاوادنه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جهت 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حق و برافراشتن پرچم فض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لت و حفظ اتحاد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رنج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حفظ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عت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گزند اختلاف و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ف و کذب و مانند آن و حراست از قرآن و سنت </w:t>
      </w:r>
      <w:r>
        <w:rPr>
          <w:rtl/>
          <w:lang w:bidi="fa-IR"/>
        </w:rPr>
        <w:lastRenderedPageBreak/>
        <w:t>اهتمام 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احکام و معارف اله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شاگردان و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گشترش حقا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جبهه حق در مصاف با ستمگران عصر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ارائه الگو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زنده اسلام با اعمال و روش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تصح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فرهنگ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جامعه 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اهل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مستحکم گردان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نقش هدا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مامان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به انجام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اما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به گونه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که به جز 4 سال و نه ماه زمامدار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امت اسلام از نقش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ائمه محروم شدند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سال 40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660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سلسله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پس از خلفا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زمام حکومت ملم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به دست گرفته و مؤسس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سلسله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بن 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که شام را مقر حک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قرار داده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خلافت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خاندان موروث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مخالفان و معاندان سرسخت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بود که با خدعه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زنگ جنگ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آن حضرت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 و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صحابه و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خاص آن حضرت را را به شهادت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بعد از خود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زا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خلافت 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همان ستمگر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فاجعه خونبار کربلا را بوجود آورد و حضرت امام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72 تن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ارانش را بهطرز فج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حرکت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وحدت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تفرقه مبدل شد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از نظام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تصور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خلافت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 که با اصول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تعارض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دنبال آن ضعف و انحرافات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 که موجب وقوع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امها و شورش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شعوب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آن جمله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که مروان دوم بود توسط ابومسلم خراسان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مقتول گشت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زمامدار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132 قمر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بعد از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از سال 132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</w:t>
      </w:r>
      <w:r>
        <w:rPr>
          <w:rtl/>
          <w:lang w:bidi="fa-IR"/>
        </w:rPr>
        <w:lastRenderedPageBreak/>
        <w:t>750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عباس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مؤسس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خاندان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عبدالله سفاح بود و پس از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35 نفر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از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عباس بر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ممالک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 و تا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656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حکمران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ادامه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عباس مقر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از شام به بغداد انتقال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عباس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با ائمه به 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برخاسته و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هراس و وحشت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عظمت و مهابت ائمه در وجود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افکنده بود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مجذوب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وجدها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پس از فراهم ساختن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سخت از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زندان و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سروران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امامان معاصر خود را به شهادت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که به خلفا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مشهورند از سال 297 قمر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909 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تا 567 قمر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1171م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سلسله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مقتدر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دادند که مصر و شام و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مرکز حکومت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خاندان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آغاز شهر مهدو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تونس بود که بعد به قاهره انتقال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 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سال 567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صلاح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منقرض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سلجوق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خاندان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 بودند که از 429 قمر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1037 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تا 700 قمر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1300م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سلطنت کردند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ظهور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خاندان در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اسلام از وقا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مهم و به منزله شروع دوره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مقارن ابتدا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خلافت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دچار ضعف ورکود شده بود و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از سلاط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قدرت آنکه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تحت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ک حک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 درآورند نداشتند که صرفا 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مستثن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 هم گرچه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بودند با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عباس نه تنها در حال صفا نبودند بلکه مدع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 خاندان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سلاجقه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اقص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حد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افغانستان تا ساحل بحرالروم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تحت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ک حکومت درآوردند و با 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روح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رت در 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سپاه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>
        <w:rPr>
          <w:rtl/>
          <w:lang w:bidi="fa-IR"/>
        </w:rPr>
        <w:lastRenderedPageBreak/>
        <w:t>روم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که باز به بلاد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تعرض نموده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واداربه عقب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آل عثمان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خلفا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از سال 699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1342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سلطنت داشتند مؤسس 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عثمان بن ارطغرف بود و سلسله مزبور به نام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ب 3 قرن کمال اقتدار را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و قلمرو حکمران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از بوداپست و ساحل دانوب تا آبشار اسوان در مصر و از ساحل فرات تا تنگه جبل الطارق وسعت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 xml:space="preserve">افت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ممالک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بالکان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شام</w:t>
      </w:r>
      <w:r w:rsidR="00041941">
        <w:rPr>
          <w:rtl/>
          <w:lang w:bidi="fa-IR"/>
        </w:rPr>
        <w:t xml:space="preserve">،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عربستان را مسخر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مشهورتر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سلطان محمد فاتح نام دارد که در سال 857 قمر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مطابق با 1453م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قسطنط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مرکز روم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را به تصرف خود در آوردند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جنگ اول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قدرت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 از آن ضعف و انحطاط به آنان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 و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غفلت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قرار گرفتند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سو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غرب که در ظلمات جهل دوران قرون وسطا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سوخت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استفاده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سرشار از سنت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تمدن خود را بنا نهاد و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مقتدر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 نمودند و او را به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فعل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محدود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سرانجام آن قدرت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درهم شکسته شده و امپراطرو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اقتدار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چندصد ساله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کشور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خورده تجر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شده کوچک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تصاعد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کننده ماش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غرب که به کمک علم و تکنولوژ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سرعت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سرسام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گرفت مسئله مواد خام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خوراک روزافزون آن و مسؤله بازار مصرف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قابل کنترل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آورد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توسعه طلب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توجه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منابع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غرب به منظور </w:t>
      </w:r>
      <w:r>
        <w:rPr>
          <w:rtl/>
          <w:lang w:bidi="fa-IR"/>
        </w:rPr>
        <w:lastRenderedPageBreak/>
        <w:t>تسل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ملل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و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بر ذخائر ماد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هست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دستبرد زد و احساس غرور و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ملل مسلمان را شکست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مقابل حرکت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مقابله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ران گشته و با مسخ فرهنگ 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شتن 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گذشته پر شکوه خال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تا آماده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فرهنگ غرب و تعال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11" w:name="_Toc430467287"/>
      <w:r>
        <w:rPr>
          <w:rtl/>
          <w:lang w:bidi="fa-IR"/>
        </w:rPr>
        <w:t>موقعیت جفرافیائی جهان اسلام</w:t>
      </w:r>
      <w:bookmarkEnd w:id="1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20 درجه غرب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نصف النهار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140 درجه طول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10 درجه عرض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50 درجه عرض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خط استوا قرار گرفته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غرب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درغرقب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واقع است که نگال نام دارد و شرق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غرب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شرق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مسلمان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10 ساعت اختلاف زمان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آلبان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مسلمان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تنها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است که بخش اعظم آن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کره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مالز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و کومور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موقع مجمع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برعکس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افغانستان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بورک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نافاسو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چاد و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محصور بوده و از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راه ندارند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کل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26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مساحت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جهان اسلام را به لحاظ موقع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مناطق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دگاه مجموعه 51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طور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عضو سازمان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به سه گروه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با 3/6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مربع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7/5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و گروه </w:t>
      </w:r>
      <w:r>
        <w:rPr>
          <w:rtl/>
          <w:lang w:bidi="fa-IR"/>
        </w:rPr>
        <w:lastRenderedPageBreak/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14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سه کشور سودان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عربستان سعود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27% کل مساحت جهان اسلام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صورت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کوچکتر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و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هم مساحت ندارند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 که در سحرا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قرار گرفته و 2503890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 8400 برابر کوچکتر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جهان اسلام است که به صورت مجمع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هندوستان و غرب سر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لانکا قرار گرفته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مجموع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پنجم وسعت جهان مسکون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به چهار برابر وسعت قاره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در حدود 3 برابر قاره اروپا و مقدار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کمتر از کل وسعت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اگر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اروپا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نقاط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محل سکونت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است و به وسعت مزبور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فزائ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قلمرو جهان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کل وسعت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خواهد داشت که خود به لحاظ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از نقطه نظر ژئوپل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تواند در حد بالائ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حائز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باشد</w:t>
      </w:r>
      <w:r w:rsidR="00041941">
        <w:rPr>
          <w:rtl/>
          <w:lang w:bidi="fa-IR"/>
        </w:rPr>
        <w:t xml:space="preserve">. </w:t>
      </w:r>
    </w:p>
    <w:p w:rsidR="004C0E7B" w:rsidRDefault="004C0E7B" w:rsidP="004C0E7B">
      <w:pPr>
        <w:pStyle w:val="Heading2"/>
        <w:rPr>
          <w:rtl/>
          <w:lang w:bidi="fa-IR"/>
        </w:rPr>
      </w:pPr>
      <w:bookmarkStart w:id="12" w:name="_Toc430467288"/>
      <w:r>
        <w:rPr>
          <w:rtl/>
          <w:lang w:bidi="fa-IR"/>
        </w:rPr>
        <w:t>ویژگی های طبیعی کشورهای اسلامی</w:t>
      </w:r>
      <w:bookmarkEnd w:id="1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به لحاظ ژئومورفولوژ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از نقطه نظر پست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گروه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هموار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کوهپا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هموار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خال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عارضه نبود و خود به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صحرا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فلات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کوهشتان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که نمونه آن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واقع شده تقر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 عوارض ارتفاع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در عوض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شده بر فلاتها و ارتفاعات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ناهموار و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نمونه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که بلندتر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قله آن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ارارات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5000 متر ارتفاع دارد ارتفاعات هندوکش با قله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ارتفاع 7600 متر در افغانستان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مانجارو به عنوان بلندتر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قله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در کشور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واقع در شرق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ارتفاعات متعدد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اطلس از ناهموار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مراکش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ارتفاعات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منشا 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به لحاظ آب و هوا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ماتولوژ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باهمه نوع آب و هوا به جز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قابل مشاهده است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نظر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کشورها را به انواع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1- در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در طرف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خط استوار و کمربند آن قرار دارند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که از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و پر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برخوردارند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اختلاف فصل کمترد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شود و جنگل انبوه از ثروتها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کشورهاست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2-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در کمربند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با اختلاف دما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تبخ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فراوان و بارندگ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 وزش بادها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توام با شن و گرد و خاک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کم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مشکلات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فراهم نموده است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سودان - چاد -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واقع در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عربستان از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آب و هوا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برخوردارند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3-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 -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تونس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مراکش و بخش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لبنان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نوع آب وهوا برخوردارند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آب و هوا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مزبور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آورده که از جمله آن وجود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فصل خشک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تابستان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فصل پر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زمستان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4-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آب و هوا معتدل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تنوع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ارتفاع از سطح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موجب آن شده که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 از زمست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نسبتا ملا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تابست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معتدل برخوردار باشند البته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را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نوان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تمام نقاط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تعم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عراق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5-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مخصوص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ارتفاع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کشورهاست و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کشورخاص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قرار داد به عنوان مثال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سبب وجود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مرتفع زمست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نقاط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و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کشور آلبان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جنگلها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سبز سلوا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علفزارها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ساوان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صحار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باتلاق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مردابها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خشک سال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دوره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43D72">
        <w:rPr>
          <w:rtl/>
          <w:lang w:bidi="fa-IR"/>
        </w:rPr>
        <w:t>باران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عوارض و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است که مشکلات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ازلحاظ منابع آب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جهان اسلام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درن قاط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واقعند که به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جهان دسترس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گلوگاهها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تنگه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آبراهه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قرار گرفته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خود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چشمه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متعدد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سواحل آن واقع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عبارت است از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واقع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اروپا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 xml:space="preserve">ی.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در شمال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مرمره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که رابط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مرمره قمست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از بخش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بحر احمر که حد فاصل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ره عربستان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در غرب آلبان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هرزوگو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-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عمان در جنوب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3" w:name="_Toc430467289"/>
      <w:r>
        <w:rPr>
          <w:rtl/>
          <w:lang w:bidi="fa-IR"/>
        </w:rPr>
        <w:t>خلیج های مشهور</w:t>
      </w:r>
      <w:bookmarkEnd w:id="1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مشهور عبارتند از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در جنوب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شرق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عربستان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ج عدن در جنوب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نه در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بنگال در جنوب بنگلادش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اسکندر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شمال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سرت در شمال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تونس در شرق کشور تونس و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اسکندرون در جنوب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</w:t>
      </w:r>
      <w:r w:rsidR="00041941">
        <w:rPr>
          <w:rtl/>
          <w:lang w:bidi="fa-IR"/>
        </w:rPr>
        <w:t xml:space="preserve">...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تنگه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طرف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قرار دارند به شرح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رندتنگه باب المندب که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را به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عدن و در 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جه به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ارتباط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«ج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سوق الج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اشراف دارند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تنگه داردانل کهرابطب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تنگه بسفر که حد فاصل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مرمره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تنگه جبل الطارق به پهنا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حدود 14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کهدر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را به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و در جنوب آن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مراکش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واقع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قرار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تنگه هرمز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عمان واقع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تنگه «مالاکا»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سوماترا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4" w:name="_Toc430467290"/>
      <w:r>
        <w:rPr>
          <w:rtl/>
          <w:lang w:bidi="fa-IR"/>
        </w:rPr>
        <w:lastRenderedPageBreak/>
        <w:t>دریاچه های مشهور</w:t>
      </w:r>
      <w:bookmarkEnd w:id="1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مشهور جهان اسلام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خزر واقع در شمال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ماوراء النهر که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جهان مسکون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000/400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مساحت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اروم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اوگاندا که ضمنا سرچشمه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چاد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چاد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بحر الم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مرده به عنوان گودتر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واقع در کشور اردن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طولان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رودخانه جهان اسلام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رودخانه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است که با 6400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طول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داشته و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5" w:name="_Toc430467291"/>
      <w:r>
        <w:rPr>
          <w:rtl/>
          <w:lang w:bidi="fa-IR"/>
        </w:rPr>
        <w:t>رودخانه های مشهور</w:t>
      </w:r>
      <w:bookmarkEnd w:id="15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مشهور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عبارتند از</w:t>
      </w:r>
      <w:r w:rsidR="00041941">
        <w:rPr>
          <w:rtl/>
          <w:lang w:bidi="fa-IR"/>
        </w:rPr>
        <w:t xml:space="preserve">: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کنگو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ندوس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سند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گنگ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دجله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کارون و 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لحاظ بارندگ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مناطق گوناگون جهان اسلام در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متفاوت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در کمربند خط استوا</w:t>
      </w:r>
      <w:r w:rsidR="00041941">
        <w:rPr>
          <w:rtl/>
          <w:lang w:bidi="fa-IR"/>
        </w:rPr>
        <w:t xml:space="preserve">،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در عوض صحار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بارندگ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 هستند و در مجموع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50 تا 400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متر درنوسان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بارندگ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 از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فرق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مثلا شمال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هزار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متر دارد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افت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به 100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متر هم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نقطه نظر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افت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متفاوتند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>
        <w:rPr>
          <w:rtl/>
          <w:lang w:bidi="fa-IR"/>
        </w:rPr>
        <w:lastRenderedPageBreak/>
        <w:t>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جنوب پاکستان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انوس هند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بارد بلوچستان پاکستان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کم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16" w:name="_Toc430467292"/>
      <w:r>
        <w:rPr>
          <w:rtl/>
          <w:lang w:bidi="fa-IR"/>
        </w:rPr>
        <w:t>پی نوشتها</w:t>
      </w:r>
      <w:bookmarkEnd w:id="16"/>
    </w:p>
    <w:p w:rsidR="001D2733" w:rsidRDefault="001D2733" w:rsidP="00D23B69">
      <w:pPr>
        <w:pStyle w:val="libFootnote"/>
        <w:rPr>
          <w:rtl/>
          <w:lang w:bidi="fa-IR"/>
        </w:rPr>
      </w:pPr>
      <w:r>
        <w:rPr>
          <w:rtl/>
          <w:lang w:bidi="fa-IR"/>
        </w:rPr>
        <w:t>1- وحدت رمز اقتدار جهان اسلام - دست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نگارنده</w:t>
      </w:r>
      <w:r w:rsidR="00041941">
        <w:rPr>
          <w:rtl/>
          <w:lang w:bidi="fa-IR"/>
        </w:rPr>
        <w:t xml:space="preserve">. </w:t>
      </w:r>
    </w:p>
    <w:p w:rsidR="001D2733" w:rsidRDefault="001D2733" w:rsidP="00D23B69">
      <w:pPr>
        <w:pStyle w:val="libFootnote"/>
        <w:rPr>
          <w:rtl/>
          <w:lang w:bidi="fa-IR"/>
        </w:rPr>
      </w:pPr>
      <w:r>
        <w:rPr>
          <w:rtl/>
          <w:lang w:bidi="fa-IR"/>
        </w:rPr>
        <w:t>2-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</w:p>
    <w:p w:rsidR="004C0E7B" w:rsidRDefault="001D2733" w:rsidP="00D23B69">
      <w:pPr>
        <w:pStyle w:val="libFootnote"/>
        <w:rPr>
          <w:rtl/>
          <w:lang w:bidi="fa-IR"/>
        </w:rPr>
      </w:pPr>
      <w:r>
        <w:rPr>
          <w:rtl/>
          <w:lang w:bidi="fa-IR"/>
        </w:rPr>
        <w:t>3-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نام دارد</w:t>
      </w:r>
      <w:r w:rsidR="00041941">
        <w:rPr>
          <w:rtl/>
          <w:lang w:bidi="fa-IR"/>
        </w:rPr>
        <w:t xml:space="preserve">. </w:t>
      </w:r>
    </w:p>
    <w:p w:rsidR="004C0E7B" w:rsidRDefault="00D23B69" w:rsidP="004C0E7B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7" w:name="_Toc430467293"/>
      <w:r w:rsidR="004C0E7B">
        <w:rPr>
          <w:rtl/>
          <w:lang w:bidi="fa-IR"/>
        </w:rPr>
        <w:lastRenderedPageBreak/>
        <w:t>مسائل جمعیتی و دموگرافیکی جهان اسلام</w:t>
      </w:r>
      <w:bookmarkEnd w:id="1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آمارنامه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مراکز آمار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وابسته به استکبار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برخلاف دقت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ادعائ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دارند در بولتن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آمار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کوشند که تعداد مسلمانان را کمتر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قلمداد کنند به عنوان مثال «دائرة المعارف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ا» در سال 1968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تعداد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جهان را 474300000 نفر گزارش نموده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4 سال بعد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1972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تعداد آنان را کمتر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مقدار و برابر 471300000 نفر ذکر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فاصله 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هود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بر طبق آمار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از 5/13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به 5/14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و بر تعداد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افزوده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مجامع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سازم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بالاست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 به آمار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جهان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به منابع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استناد کرد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مسئله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کمتر از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نشان دادن سکنه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مورد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 مشهودتر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«موتمر الاسلا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 آمار مسلمانان را در سال 1964 م 647011080 نفر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الاتتحاد ارگان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فدراس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انجمنها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دانشجو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و کانادا آمار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در سال 1968 م 659245083 نفر دانسته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آمار سال 1970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انگر آن است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000/000/733 مسلمان در جهان وجود داشته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 1983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آمار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000/000/900 ذکر کرده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کتاب «اقل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 امروز» آمار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به نقل از منابع آمار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 1982 م 000/427/1029 ذکر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636720000 نفر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392707000 نفر به عنوان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مسلمان درسرزم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طبق آمار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نقشه جهان اسلام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منتشر شده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وزارت ارشاد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درج شده در آغاز سال 1403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1362 شمس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کل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50% مسلمان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709992000 نفر و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285207113 نفر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طبق آمارها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منتشره مربوط به سال 1986 م در 51 کشور مستقل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850354300 نفر و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1% تا 49% مسلمان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تعداد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1149638180 نفر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طبق جدول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بولتن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وزارت امور خارجه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مندرج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000/ 200/155/1 نفر در سال 1991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جدول مزبور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جهان اسلام به شکل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توض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شده است</w:t>
      </w:r>
      <w:r w:rsidR="00041941">
        <w:rPr>
          <w:rtl/>
          <w:lang w:bidi="fa-IR"/>
        </w:rPr>
        <w:t xml:space="preserve">: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18" w:name="_Toc430467294"/>
      <w:r>
        <w:rPr>
          <w:rtl/>
          <w:lang w:bidi="fa-IR"/>
        </w:rPr>
        <w:t>نواحی جعیت</w:t>
      </w:r>
      <w:bookmarkEnd w:id="18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- مصر 100500000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125000000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مرکز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18000000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شرق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93000000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جنوب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15300000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62600000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افغانستان 114800000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شبه قاره هند 180500000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275000000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خاور دور 81000000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اروپا 18300000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آرام 5900000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جمع کل 1155200000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19" w:name="_Toc430467295"/>
      <w:r>
        <w:rPr>
          <w:rtl/>
          <w:lang w:bidi="fa-IR"/>
        </w:rPr>
        <w:t>قطب های جمعیتی</w:t>
      </w:r>
      <w:bookmarkEnd w:id="19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قطب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عبارتند از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1-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3 کشور 204190000 نفر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2-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3 کشور 186720000 نفر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3-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15 کشور 139940000 نفر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4-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8 کشور 134420000 نفر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5-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5 کشور 106700000 نفر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6-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 6 کشور 48600000 نفر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7-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شاخ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 28840000 نفر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8-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بالکان با دو کشور حدود 8000000 نفر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قاره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خشک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جهان 65% سکنه مسلمان را بخود اختصاص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25%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10% در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بنگلادش و پاکستان به تنهائ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40% سکنه جهان اسلام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حال حاضر 187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کم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تعداد سکنه آن به 180000 نفر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حدود </w:t>
      </w:r>
      <w:r>
        <w:rPr>
          <w:rtl/>
          <w:lang w:bidi="fa-IR"/>
        </w:rPr>
        <w:lastRenderedPageBreak/>
        <w:t>103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است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با 774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مربوط به بنگلادش و کمتر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به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باختر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اختصاص داد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تعداد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نظرات و عقا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متفاوت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مطرح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کتاب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عنوان" </w:t>
      </w:r>
      <w:r>
        <w:rPr>
          <w:lang w:bidi="fa-IR"/>
        </w:rPr>
        <w:t>Gazetter|World|Muslim</w:t>
      </w:r>
      <w:r>
        <w:rPr>
          <w:rtl/>
          <w:lang w:bidi="fa-IR"/>
        </w:rPr>
        <w:t xml:space="preserve"> " که در سال 1964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انتشار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36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متجاوز از 50% مسلمان داشته به عنوان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«دکتر ابوالفضل عزت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عنوان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«شناخت اجمال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اسلام 40 کشور را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که متجاوز از 50% مسلمان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دکتر محمد حسن گنج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مسلمان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داند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75% مسلمان داشته باشد و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تعر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34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مجموع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تحت عنوان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مورد مطالعه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از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دانند که عضور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«سازمان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کتاب «اقل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 امروز» و دکتر غلامحس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کتاب «بازار مشترک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اوگاندا و گابن که کمتر از 50% مسلمان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عضو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سازمان بوده اما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بالاتر از 50% مسلمان دارد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امده است در آمار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سال 1986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انتشار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52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50% مسلمان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متوسط نرخ رشد سالانه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3%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مربوط به قطر با 9% است و کمتر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به افغانستان با 9/1% اختصاص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متوسط عمر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48 سال است که کمتر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آن </w:t>
      </w:r>
      <w:r>
        <w:rPr>
          <w:rtl/>
          <w:lang w:bidi="fa-IR"/>
        </w:rPr>
        <w:lastRenderedPageBreak/>
        <w:t>با 38 سال مربوط به کشور چاد واقع در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7/57 سال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4/23 سال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متوسط زاد و ولد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6/39 در هزار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مرگ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6/16 در هزار گزارش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مرگ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کودکان 95 نفر در هزار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به لحاظ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خصوص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قابل ذکر است</w:t>
      </w:r>
      <w:r w:rsidR="00041941">
        <w:rPr>
          <w:rtl/>
          <w:lang w:bidi="fa-IR"/>
        </w:rPr>
        <w:t xml:space="preserve">: </w:t>
      </w:r>
    </w:p>
    <w:p w:rsidR="001D2733" w:rsidRPr="00D23B69" w:rsidRDefault="001D2733" w:rsidP="00D23B69">
      <w:pPr>
        <w:pStyle w:val="libNormal"/>
        <w:rPr>
          <w:rtl/>
        </w:rPr>
      </w:pPr>
      <w:r w:rsidRPr="00D23B69">
        <w:rPr>
          <w:rtl/>
        </w:rPr>
        <w:t>25/42% سکنه ا</w:t>
      </w:r>
      <w:r w:rsidR="00041941" w:rsidRPr="00D23B69">
        <w:rPr>
          <w:rtl/>
        </w:rPr>
        <w:t>ی</w:t>
      </w:r>
      <w:r w:rsidRPr="00D23B69">
        <w:rPr>
          <w:rtl/>
        </w:rPr>
        <w:t>ن کشورها ب</w:t>
      </w:r>
      <w:r w:rsidR="00041941" w:rsidRPr="00D23B69">
        <w:rPr>
          <w:rtl/>
        </w:rPr>
        <w:t>ی</w:t>
      </w:r>
      <w:r w:rsidRPr="00D23B69">
        <w:rPr>
          <w:rtl/>
        </w:rPr>
        <w:t>ن</w:t>
      </w:r>
      <w:r w:rsidR="004C0E7B" w:rsidRPr="00D23B69">
        <w:rPr>
          <w:rtl/>
          <w:lang w:bidi="fa-IR"/>
        </w:rPr>
        <w:t xml:space="preserve"> </w:t>
      </w:r>
      <w:r w:rsidR="004C0E7B" w:rsidRPr="002B3792">
        <w:rPr>
          <w:rFonts w:eastAsia="B Badr"/>
          <w:rtl/>
        </w:rPr>
        <w:t>(</w:t>
      </w:r>
      <w:r w:rsidRPr="002B3792">
        <w:rPr>
          <w:rFonts w:eastAsia="B Badr"/>
          <w:rtl/>
        </w:rPr>
        <w:t>0</w:t>
      </w:r>
      <w:r w:rsidR="004C0E7B" w:rsidRPr="002B3792">
        <w:rPr>
          <w:rFonts w:eastAsia="B Badr"/>
          <w:rtl/>
        </w:rPr>
        <w:t>)</w:t>
      </w:r>
      <w:r w:rsidR="004C0E7B" w:rsidRPr="00D23B69">
        <w:rPr>
          <w:rtl/>
          <w:lang w:bidi="fa-IR"/>
        </w:rPr>
        <w:t xml:space="preserve"> </w:t>
      </w:r>
      <w:r w:rsidRPr="00D23B69">
        <w:rPr>
          <w:rtl/>
        </w:rPr>
        <w:t>تا</w:t>
      </w:r>
      <w:r w:rsidR="004C0E7B" w:rsidRPr="00D23B69">
        <w:rPr>
          <w:rtl/>
          <w:lang w:bidi="fa-IR"/>
        </w:rPr>
        <w:t xml:space="preserve"> </w:t>
      </w:r>
      <w:r w:rsidR="004C0E7B" w:rsidRPr="002B3792">
        <w:rPr>
          <w:rFonts w:eastAsia="B Badr"/>
          <w:rtl/>
        </w:rPr>
        <w:t>(</w:t>
      </w:r>
      <w:r w:rsidRPr="002B3792">
        <w:rPr>
          <w:rFonts w:eastAsia="B Badr"/>
          <w:rtl/>
        </w:rPr>
        <w:t>14</w:t>
      </w:r>
      <w:r w:rsidR="004C0E7B" w:rsidRPr="002B3792">
        <w:rPr>
          <w:rFonts w:eastAsia="B Badr"/>
          <w:rtl/>
        </w:rPr>
        <w:t>)</w:t>
      </w:r>
      <w:r w:rsidR="004C0E7B" w:rsidRPr="00D23B69">
        <w:rPr>
          <w:rtl/>
          <w:lang w:bidi="fa-IR"/>
        </w:rPr>
        <w:t xml:space="preserve"> </w:t>
      </w:r>
      <w:r w:rsidRPr="00D23B69">
        <w:rPr>
          <w:rtl/>
        </w:rPr>
        <w:t>سال عمر دارند</w:t>
      </w:r>
      <w:r w:rsidR="00041941" w:rsidRPr="00D23B69">
        <w:rPr>
          <w:rtl/>
          <w:lang w:bidi="fa-IR"/>
        </w:rPr>
        <w:t xml:space="preserve">. </w:t>
      </w:r>
      <w:r w:rsidRPr="00D23B69">
        <w:rPr>
          <w:rtl/>
        </w:rPr>
        <w:t>درصد سالخوردگان و افراد 60 ساله به بالا 25/5% است</w:t>
      </w:r>
      <w:r w:rsidR="00041941" w:rsidRPr="00D23B69">
        <w:rPr>
          <w:rtl/>
          <w:lang w:bidi="fa-IR"/>
        </w:rPr>
        <w:t xml:space="preserve">، </w:t>
      </w:r>
      <w:r w:rsidRPr="00D23B69">
        <w:rPr>
          <w:rtl/>
        </w:rPr>
        <w:t>5/52% بق</w:t>
      </w:r>
      <w:r w:rsidR="00041941" w:rsidRPr="00D23B69">
        <w:rPr>
          <w:rtl/>
        </w:rPr>
        <w:t>ی</w:t>
      </w:r>
      <w:r w:rsidRPr="00D23B69">
        <w:rPr>
          <w:rtl/>
        </w:rPr>
        <w:t>ه در گروه سن</w:t>
      </w:r>
      <w:r w:rsidR="00041941" w:rsidRPr="00D23B69">
        <w:rPr>
          <w:rtl/>
        </w:rPr>
        <w:t>ی</w:t>
      </w:r>
      <w:r w:rsidR="004C0E7B" w:rsidRPr="00D23B69">
        <w:rPr>
          <w:rtl/>
          <w:lang w:bidi="fa-IR"/>
        </w:rPr>
        <w:t xml:space="preserve"> </w:t>
      </w:r>
      <w:r w:rsidR="004C0E7B" w:rsidRPr="002B3792">
        <w:rPr>
          <w:rFonts w:eastAsia="B Badr"/>
          <w:rtl/>
        </w:rPr>
        <w:t>(</w:t>
      </w:r>
      <w:r w:rsidRPr="002B3792">
        <w:rPr>
          <w:rFonts w:eastAsia="B Badr"/>
          <w:rtl/>
        </w:rPr>
        <w:t>15</w:t>
      </w:r>
      <w:r w:rsidR="004C0E7B" w:rsidRPr="002B3792">
        <w:rPr>
          <w:rFonts w:eastAsia="B Badr"/>
          <w:rtl/>
        </w:rPr>
        <w:t>)</w:t>
      </w:r>
      <w:r w:rsidR="004C0E7B" w:rsidRPr="00D23B69">
        <w:rPr>
          <w:rtl/>
          <w:lang w:bidi="fa-IR"/>
        </w:rPr>
        <w:t xml:space="preserve"> </w:t>
      </w:r>
      <w:r w:rsidRPr="00D23B69">
        <w:rPr>
          <w:rtl/>
        </w:rPr>
        <w:t>تا</w:t>
      </w:r>
      <w:r w:rsidR="004C0E7B" w:rsidRPr="00D23B69">
        <w:rPr>
          <w:rtl/>
          <w:lang w:bidi="fa-IR"/>
        </w:rPr>
        <w:t xml:space="preserve"> </w:t>
      </w:r>
      <w:r w:rsidR="004C0E7B" w:rsidRPr="002B3792">
        <w:rPr>
          <w:rFonts w:eastAsia="B Badr"/>
          <w:rtl/>
        </w:rPr>
        <w:t>(</w:t>
      </w:r>
      <w:r w:rsidRPr="002B3792">
        <w:rPr>
          <w:rFonts w:eastAsia="B Badr"/>
          <w:rtl/>
        </w:rPr>
        <w:t>59</w:t>
      </w:r>
      <w:r w:rsidR="004C0E7B" w:rsidRPr="002B3792">
        <w:rPr>
          <w:rFonts w:eastAsia="B Badr"/>
          <w:rtl/>
        </w:rPr>
        <w:t>)</w:t>
      </w:r>
      <w:r w:rsidR="004C0E7B" w:rsidRPr="00D23B69">
        <w:rPr>
          <w:rtl/>
          <w:lang w:bidi="fa-IR"/>
        </w:rPr>
        <w:t xml:space="preserve"> </w:t>
      </w:r>
      <w:r w:rsidRPr="00D23B69">
        <w:rPr>
          <w:rtl/>
        </w:rPr>
        <w:t>سال قرار م</w:t>
      </w:r>
      <w:r w:rsidR="00041941" w:rsidRPr="00D23B69">
        <w:rPr>
          <w:rtl/>
        </w:rPr>
        <w:t>ی</w:t>
      </w:r>
      <w:r w:rsidR="00041941" w:rsidRPr="00D23B69">
        <w:rPr>
          <w:rtl/>
          <w:lang w:bidi="fa-IR"/>
        </w:rPr>
        <w:t xml:space="preserve"> </w:t>
      </w:r>
      <w:r w:rsidRPr="00D23B69">
        <w:rPr>
          <w:rtl/>
        </w:rPr>
        <w:t>گ</w:t>
      </w:r>
      <w:r w:rsidR="00041941" w:rsidRPr="00D23B69">
        <w:rPr>
          <w:rtl/>
        </w:rPr>
        <w:t>ی</w:t>
      </w:r>
      <w:r w:rsidRPr="00D23B69">
        <w:rPr>
          <w:rtl/>
        </w:rPr>
        <w:t>رند</w:t>
      </w:r>
      <w:r w:rsidR="00041941" w:rsidRPr="00D23B69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بعد خانوار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35/5 نفر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به رغم تاک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مکرر اسلام در خصوص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تعلم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نقشه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رکود فرهنگ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آمارها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بالا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 اساس آمار سال 1980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صرفا 37% از نعمت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سواد برخوردار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غالب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نظام آموزش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ساختار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لذا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افتگان مراکز آموزش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مناسب با فرهنگ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شده و نسبت به فرهنگ خود حالت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کمتر در جهات مهارتها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تخصص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تلاش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غالب افراد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کرده در مراکز خدمات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جذب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ضمن در غالب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نخبگان و مرفه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اختصاص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چند کشور انگشت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شمار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مورد استثنا هستند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نابسامان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آموزش و پرورش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ممالک آن قدر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هست که 30% از افراد لازم التعل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از رفتن به مدرسه محرومند و نرخ تکرار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15 تا 30%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کل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900 نفر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تخت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بخصوص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به برکت اقتصاد 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نفت وضع بهتر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چنانچه در کشور قطر به ازا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96 نفر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تخت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مارستان وجود دارد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افغانستان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6500 نفر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تخت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نظر گرفته شده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14500 نفر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پزشک وجود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رقم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قاره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9000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20000 نفر گزارش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فاجعه در مورد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به ازا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73000 نفر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پزشک دارند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سوء تغذ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فقر مواد غذا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عفون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انگل</w:t>
      </w:r>
      <w:r w:rsidR="00041941">
        <w:rPr>
          <w:rtl/>
          <w:lang w:bidi="fa-IR"/>
        </w:rPr>
        <w:t xml:space="preserve">ی. </w:t>
      </w:r>
      <w:r>
        <w:rPr>
          <w:rtl/>
          <w:lang w:bidi="fa-IR"/>
        </w:rPr>
        <w:t>امراض قارچ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کار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تلفات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سو و عدم توسعه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دارو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پزشک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کمبود دارو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عقب افتادگ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مسائل بهداشت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ضعف مصون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عوامل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مرگ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افراد را در اکثر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فراهم نموده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20" w:name="_Toc430467296"/>
      <w:r>
        <w:rPr>
          <w:rtl/>
          <w:lang w:bidi="fa-IR"/>
        </w:rPr>
        <w:t>نژاد و زبان</w:t>
      </w:r>
      <w:bookmarkEnd w:id="20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گرچه به استناد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قرآن و 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اصالت دادن به نژاد در اسلام مطرود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شناخت جوامع و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منافات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مسئله ندارد چنانچه در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«اگر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شماها برادر مسلمان خود را دوست بدارد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از نام 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نام پدر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نام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و تبارش بپرسد و آگاه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که حق واجب و وظ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برادر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که از اوضاع و احوال او آگاه شود و گرنه آشنائ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کامل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ک شناسائ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احمقانه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اصولا اسلام به عنوان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و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واحد در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وحدت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را حفظ نموده در ظرف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 تنوع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اسلام 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را به عنوان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قرآن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را به خدا منسوب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داند اما موجب تعارف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داند نه عامل تفاخر و برتر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 و استکبار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جهت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نفاق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تزلزل در داخل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قبائل و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کدام 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تا به منظور خود که انهزام و شکست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نائل گردد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مجموع 46 کشور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در 19 کشور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 نژاد 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اعراب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البته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مثل کردها در عراق و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بربر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 زبان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11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تماما در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قرار دارند غلبه با گروه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 است که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اعراب و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پوستان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قابل مشاهده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منشا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6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واقعند «زرد»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شامل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مغول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تاتار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ازبک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زرد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زرد بنگال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زرد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کشور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مننحصرا با نژاد ترک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وابسته به نژاد 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و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کردها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منشا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پارس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پاکستان از نژاد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سند و پنجاب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سکنه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نژاد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عفار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کشور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3 نژاد گالا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امهر و عرب مشاهده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آلبان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آلبان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توسک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تعداد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لهجه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که در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تعداد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300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و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250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در20 کشور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زبان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در کنار آن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کرد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فارس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بربر و مانند آن متداول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سلطه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11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متاسفانه زبان رسم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زبان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گانه و بخصوص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رواج دارد اما در کنار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مردم در گفتگوها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روزمره از زبان دوم که زبان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با فرهنگ و سنت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تطابق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استفاده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زبان رسم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بنگلادش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رواج دارد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21" w:name="_Toc430467297"/>
      <w:r>
        <w:rPr>
          <w:rtl/>
          <w:lang w:bidi="fa-IR"/>
        </w:rPr>
        <w:t>اقلیت های مسلمان</w:t>
      </w:r>
      <w:bookmarkEnd w:id="2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که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را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رفته و با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سکونت دارند و با سنن متما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 رفتار مشخص و فرهنگ خاص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خود را از افراد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 تفک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توانند با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برادرانه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رهبران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حفظ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اصول و ضوابط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و اجتناب از فرقه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پره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برناه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با شئونات </w:t>
      </w:r>
      <w:r>
        <w:rPr>
          <w:rtl/>
          <w:lang w:bidi="fa-IR"/>
        </w:rPr>
        <w:lastRenderedPageBreak/>
        <w:t>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ناسازگار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قدرت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بوجود آورند که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غلبه فرهنگ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نتواند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لطمه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وارد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برخلاف آنکه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مسالمت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را با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در پاره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قابل تحمل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همراه با وعده و 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و کمک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را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در مواقع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ممکن است به استحاله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در جوامع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منجر گردد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بعض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نقاط جهان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سردمداران کشورها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تعارض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خشونت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روا داشته و به کشتار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شکنجه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اخراج و مصادره اموال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پرداخته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برخورد دولت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برمه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انمار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با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نمونه بارز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رفتار خشن است بطور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مشکلات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را 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سوم سکنه جهان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در موارد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خلاصه نمود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1- ارائه آمار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واقع در مورد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فرهنگ 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چون فرهنگنامه سالانه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ورک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مز در مورد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آمار مغرضانه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منتشر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2- چون مسلمانان اغلب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 از آموزش زبان مذکور کمتر بهره دارند و از منابع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 هستند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3-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کودکان مسلمان در نظام آموزش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4- مسخ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ذوب شدن در فرهنگ کشور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زبان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در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فرهنگ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با فرهنگ اسلام در 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5- وجود مفاسد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عدم وجود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بندها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مبتن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رشد فرهنگ ضد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جوانان مسلمان را از 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رفتارها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6- مشکلات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تنگناها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بر اثر حرکات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 گونه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نسبت به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اعمال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7- وجود نتاقض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فرزندان مسلمان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در خانه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تحت روش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هستند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برخلاف 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هم شاگردان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تناقض را تشد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8- جدا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و نظر افکندن بر آن کشورها 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بوقها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عنوان مثال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مورد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ابرقدرتها تصور نادرست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9- عدم احترام به 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آراء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حقوق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امکانات رفاه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خدمات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 xml:space="preserve">ی.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10- عدم دخالت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زبان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قابل توجه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با آنکه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شئون مملکت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11- 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منل کنگو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ساحل عاج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جنوب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آنگولا خشکسال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- جنگ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نبردها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آنچنان مسلمانان را در فقر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داده که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آماده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رش </w:t>
      </w:r>
      <w:r>
        <w:rPr>
          <w:rtl/>
          <w:lang w:bidi="fa-IR"/>
        </w:rPr>
        <w:lastRenderedPageBreak/>
        <w:t>کمکها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که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پوشش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استکبار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آنه داده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12- عدم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شناختن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که خود مشکلات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بار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درمورد آمار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نظر قاطع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ارائه نمود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مسائل فرقه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داخل خود دارند از ارائه دق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آمار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اجتناب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ورزند و 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هم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مقاصد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درممالک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توسعه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از انجام سرشمار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در مورد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ابراز عقد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خطر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اعتقادات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رامخف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نگاه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طبق آمار سال 1982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39270700 نفر مسلمان در49 کشور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 سکونت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6/11% کل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نمونه آمار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که مربوط به سال 1981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تعداد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63 کشور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1% تا 49% مسلمان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به 285207113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1985 م آمار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به 371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که نسبت به آمار سال 1982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کاهش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نشان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هم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تفاوت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فاحش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باشد که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 را که مسلمانان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در حد 50% بوده جزو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به حساب 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تا آنجا که در پاره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منابع 57 کشور مسلمان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گروه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مجله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تعداد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37 کشور ذکر نموده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آمار سال 1986م تعداد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ساکن در 68 کشور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299283880 نفر ذکر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22" w:name="_Toc430467298"/>
      <w:r>
        <w:rPr>
          <w:rtl/>
          <w:lang w:bidi="fa-IR"/>
        </w:rPr>
        <w:lastRenderedPageBreak/>
        <w:t>آوارگان و پناهندگان جهان اسلام</w:t>
      </w:r>
      <w:bookmarkEnd w:id="2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با متجاوز از 5/2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آواره افغان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جهان 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تعداد آواره را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پاکستان با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رتبه دوم و سودان با 5/1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آواره رتبه سوم را دار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سرکوب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واقع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 خشکسال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مردم شده حدود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مسلمان به حالت آواره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نبرد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صدها هزار آواره را متوجه منطقه هارژب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دامو نموده است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ک سوم سکنه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آوارگان اوگاندائ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بخاطر جنگ و خشکسال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را ترک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پناهندگان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داخل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همجوار آن پراکنده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متجاوز از 300000 نفر بود که هر ماه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ده هزار نفر بد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افزوده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نزاعها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کشور بوروند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هزاران نفر آواره را روانه کشوراسلام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اکثر آوارگان کشور کامرون که به 300000نفر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در شهر کوسو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سکونت دارند که ده برابر افراد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آوارگان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در20 کشور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پراکنده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به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که خود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دچار مشکلات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معضلات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نا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جنگها و تشنجات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موج آوارگان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مجاور روانه کرده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آوراگان واقع در هندوچ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راه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غالبا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نابرابر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مسلح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مسلمانان مورو و هجوم و فشار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بانگسامور و موجب آن گشته تا هزاران </w:t>
      </w:r>
      <w:r>
        <w:rPr>
          <w:rtl/>
          <w:lang w:bidi="fa-IR"/>
        </w:rPr>
        <w:lastRenderedPageBreak/>
        <w:t>مسلمان مورو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رانده شده و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مجمع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سولو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صباح در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آورند تا از گزند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امان 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بم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حداقل دو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آواره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15 ماه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300000 نفر مسلمان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استان آراکان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- واقع در نقاط مرز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سکونت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به بنگلادش پناهنده و در اردوگاه «بلومکال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در بخش «اوک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بنگلادش اسکان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غرب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منطقه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تعداد آواره را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27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1987 و تهاجم ارتش سرخ به افغانستان موجب آواره شده 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افغان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سوم آوارگان جهان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جنگ تحم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که از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 ماه 1359 ش آغاز شد هزاران معاود عراق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که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عراق به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رون رانده شده بود 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مختلف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آوارگان عراق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اثر حادثه غمبار و اسفناک حلبچه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خانه و کاشانه خود را ترک نموند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جنگ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و حمله عراق به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نبرد نابرابر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مردم و ارتش بعث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گشت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مردم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سراز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041941">
        <w:rPr>
          <w:rtl/>
          <w:lang w:bidi="fa-IR"/>
        </w:rPr>
        <w:t xml:space="preserve">. </w:t>
      </w:r>
    </w:p>
    <w:p w:rsidR="004C0E7B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اسف بارتر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آثار شوم غصب فلسط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توسط قوا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صه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ست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حادثه آوارگ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ش از سه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ون نفر از مسلمانان مظلوم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 که هست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خود را از دست داده و در نواح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مختلف خاورم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انه و حت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سراسر جهان پراکنده شده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اند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رژ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 غاصب صه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ست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با فراهم ساختن زم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نه مهاجرت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هود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 از سراسر جهان در صدد آن است تا تراکم نسب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جمع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ت را به حد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برساند که 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گر امکان پذ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رفتن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سه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ون آواره وجود نداشته باشد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سازمان ملل متتحد در سال 1949م به فکر تشک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ارگان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به اوضاع آوارگان </w:t>
      </w:r>
      <w:r w:rsidR="001D2733">
        <w:rPr>
          <w:rtl/>
          <w:lang w:bidi="fa-IR"/>
        </w:rPr>
        <w:lastRenderedPageBreak/>
        <w:t>افتاد و در سال 1951م کم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سار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عال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پناهندگان کار خود را آغاز نمود اما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ارگان در برابر آوارگان موضع قو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کسان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ندارد و کمک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آن به کشورها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زبان پناهندگان بخش ناچ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سرما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عظ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 که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کشورها با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 به آوارگان اختصاص دهند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کشورها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اروپائ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که از منافع بشر و حقوق انس</w:t>
      </w:r>
      <w:r w:rsidR="00E66317">
        <w:rPr>
          <w:rtl/>
          <w:lang w:bidi="fa-IR"/>
        </w:rPr>
        <w:t>آنها</w:t>
      </w:r>
      <w:r w:rsidR="001D2733">
        <w:rPr>
          <w:rtl/>
          <w:lang w:bidi="fa-IR"/>
        </w:rPr>
        <w:t xml:space="preserve"> دم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زنند با تصو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ب عوان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محدودکننده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که روح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عدالت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آنان را به ثبوت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رساند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درها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خود را به رو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آوارگان بسته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اند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به عنوان نمونه در جر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 حملات سبعانه صربها به سرزم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اسلام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«بوسن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هرزگو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قر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ب به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ون نفره آواره مسلمان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کشور کمتر جا</w:t>
      </w:r>
      <w:r>
        <w:rPr>
          <w:rtl/>
          <w:lang w:bidi="fa-IR"/>
        </w:rPr>
        <w:t>یی</w:t>
      </w:r>
      <w:r w:rsidR="001D2733">
        <w:rPr>
          <w:rtl/>
          <w:lang w:bidi="fa-IR"/>
        </w:rPr>
        <w:t xml:space="preserve"> را دارند که در آن اسکان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ابند و دولت آلمان از پذ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رش حت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بخش کوچک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آنان امتناع نمود</w:t>
      </w:r>
      <w:r>
        <w:rPr>
          <w:rtl/>
          <w:lang w:bidi="fa-IR"/>
        </w:rPr>
        <w:t xml:space="preserve">. </w:t>
      </w:r>
    </w:p>
    <w:p w:rsidR="004C0E7B" w:rsidRDefault="00D23B69" w:rsidP="004C0E7B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3" w:name="_Toc430467299"/>
      <w:r w:rsidR="004C0E7B">
        <w:rPr>
          <w:rtl/>
          <w:lang w:bidi="fa-IR"/>
        </w:rPr>
        <w:lastRenderedPageBreak/>
        <w:t>نگاهی به مسائل اقتصادی کشورهای اسلامی</w:t>
      </w:r>
      <w:bookmarkEnd w:id="2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اساس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بر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است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شاغل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بخشها 55% کل شاغل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90%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را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 اختصاص داده که 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درصد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نفت در پاره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موجب آن شده 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از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غافل شده و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صنعت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عامل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مهاجرت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سراز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نمود و موجب آن شد تا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مولد آن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خدمات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آورده و روستاها خال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شوند و مهاجرت به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90%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در بخش استخراج و صدور نفت مشغولند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شاغل در بخش صنعت که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هم شامل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درک ل جهان اسلام 20% است و در چاد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مومور صرفا 5% به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مبادرت 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25%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به امور خدمات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بازرگان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حمل و نقل مبادرت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مهم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عبارتند از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دست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غذا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استخراج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نساج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گار 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چوب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کاغذ 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چرمساز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ذوب 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کنسرو 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لاست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صابون ساز</w:t>
      </w:r>
      <w:r w:rsidR="00041941">
        <w:rPr>
          <w:rtl/>
          <w:lang w:bidi="fa-IR"/>
        </w:rPr>
        <w:t xml:space="preserve">ی.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گندم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غالب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مصر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برنج است اما در پاکستان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اندونز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بنگلادش و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برنج به 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مرکز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انگور درجهان اسلام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لحاظ تنوع آب و هوا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انواع محصولا سردس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گرمس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تونس به لحاظ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تون در جهان اسلام رتبه اول را داراست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مراکش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آلبان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واقع شدن بر ساحل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تون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بنگلادش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اندونز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عربستان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من و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کنندگان قهوه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عراق با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75% خرما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مقام اول را داراست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امارات متحده عرب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عربستان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قطر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خرما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محصولات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جنبه صادرات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پنبه حائز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که مرغوب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در سطح جهان به کشور مصر تعلق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 از آن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بورک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نافاسو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پاکستان از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کنندگان پنبه در جهان اسلام به حساب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لحاظ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کنف بنگلادش درجهان مقام اول را دارد و 36% از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کشت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محصول دخالت دارند تنها 40% کائوچو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در کشور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سال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 کتان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کاربرد دارد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رالئون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دکننده 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 نخل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درآمد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راه بول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صدور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ارزن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دکننده ارزن در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توتون و تنباکو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آلبان</w:t>
      </w:r>
      <w:r w:rsidR="00041941">
        <w:rPr>
          <w:rtl/>
          <w:lang w:bidi="fa-IR"/>
        </w:rPr>
        <w:t>ی، ی</w:t>
      </w:r>
      <w:r>
        <w:rPr>
          <w:rtl/>
          <w:lang w:bidi="fa-IR"/>
        </w:rPr>
        <w:t>من و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اشتغالات مهم مردمان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گوسفند قره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گل مشهورت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دام افغانستان است که پوست آن شهرت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شتر نگهدار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در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کوچ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نقش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عهده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موقع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بر کنار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انوسها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 و 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قرار گرفته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از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دو روش سنت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سواحل کشور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 به لحاظ انواع و مقدار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موجود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سواحل جهان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بنگلادش 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به 250 نوع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شورو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 آن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کشور مراکش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غن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سواحل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به لحاظ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انواع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بخصوص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داراست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مروار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گو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حوزه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و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صورت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جهان اسلام ازنقطه نظر منابع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عربستان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قطر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امارات متحده عرب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عضو سازمان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صادر کننده نفت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اوپک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عربستان به لحاظ صدرو نفت در جهان مقام اول را دار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طلا و طلا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کامرون و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رالئون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 و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ذخائر الماس برخوردارند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اردن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تونس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سنگال و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باختر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ذخائر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فسفات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30% بوکس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جهان در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 35% قلع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مربوط به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و سومال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ذخائر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وجود دارد که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استخراج آن دخالت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10% کروم جهان را </w:t>
      </w:r>
      <w:r>
        <w:rPr>
          <w:rtl/>
          <w:lang w:bidi="fa-IR"/>
        </w:rPr>
        <w:lastRenderedPageBreak/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بخود اختصاص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کلمب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ساخت فولادها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مخصوص هواپ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 بکار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که پس از نفت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ذخ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نظر در جهان مقام اول را دارا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منابع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سنگ 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زغال سنگ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پتاس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کبالت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سنگ ساختمان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آهن و نمک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فاقد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تجارت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غالب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درجه اول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پس از آن با دول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جهان سوم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باشد و صاردات 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اغلب محصولات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مواد انرز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نفت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گاز و ذغال سنگ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واردات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اسلحه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مصنوعات فلز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کالاها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تجمل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دارو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لوازم الکتر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بسته بند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مصنوعات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ماش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آلات و انواع کالاها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مصرف</w:t>
      </w:r>
      <w:r w:rsidR="00041941">
        <w:rPr>
          <w:rtl/>
          <w:lang w:bidi="fa-IR"/>
        </w:rPr>
        <w:t xml:space="preserve">ی.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جهان اسلام از نظر ذخائر و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مکا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</w:t>
      </w:r>
      <w:r w:rsidR="00041941">
        <w:rPr>
          <w:rtl/>
          <w:lang w:bidi="fa-IR"/>
        </w:rPr>
        <w:t xml:space="preserve">،: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را در فقر و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نگاه داشته است و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چنان در بحران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نگاه داشته که محتاج کمک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کمکها نه تنها مشکلات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را رفع نکرده بلکه شکاف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ممالک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داده و نابرابر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افزون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کمکها که به صورت مقاد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پول نقد و اعتبار با ظاهر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بشردوستانه تقد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در جهت عکس مقاصد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>
        <w:rPr>
          <w:rtl/>
          <w:lang w:bidi="fa-IR"/>
        </w:rPr>
        <w:lastRenderedPageBreak/>
        <w:t>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بکار گرفته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حالت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 هم ندارد و اهداف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رخواهانه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دنبال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بلکه محرک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دخ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است و اصولا به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کمک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1- درنقاط حساس و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واقعند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2-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نوظهور و تازه استقلال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جلب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3- کمک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دول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سر سپرده استکبار هستند و بله قربان 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آنانند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4- کمک به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کشور کمک شونده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گر بوده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صدد فاصله گرفتن از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هستند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5-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ازجا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منافع غرب را در مخاطره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6-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جنبش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انقلاب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سرکوب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7-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و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پرآشوب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اگر منافعشان در راستا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اهداف ابرقدرتها باشد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درهم 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دن آن آشوب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موج جدا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طلب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و اگر شورش آن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جهت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منافع غرب 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جنبه عکس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که 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 گشود بنا به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و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آنان را ملزم به کشت محصول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کردند که در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مواد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کارخانجات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نقش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 از عوارض ناگوار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برنامه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که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مزروع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که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آن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پروتئ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عمل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کشت محصولات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اختصاص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افت به </w:t>
      </w:r>
      <w:r>
        <w:rPr>
          <w:rtl/>
          <w:lang w:bidi="fa-IR"/>
        </w:rPr>
        <w:lastRenderedPageBreak/>
        <w:t>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سبب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ناگز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تا محصولات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خود را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وارد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محصول که اقتصاد تک محصول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تحم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خطر را دارد که با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محصول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کشور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تا سرحد فلج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انبوه آن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محصول را به شدت تنزل مدهد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 در عوض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محصولات و مصنوعات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روز گرانتر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به عنوان مثال در سال 1960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تن کاکائو صادر شد تا 1200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لوگرم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1970م درازا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همغن مقدار کاکائو 300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لوگرم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تحو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داده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بنگلادش با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انبوه کنف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کائوچو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ارزن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با وجود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و صادرات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فلاکت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لذا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حتاج خود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 دراز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آن وقت وام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واگذار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را متزلزل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عوامل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بخش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بودجه و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را به خود اختصاص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اسلحه به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عوامل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شرح 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موجب آن شده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هز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امور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ص دهند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1-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دان منازعه ابرقدرتها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منازعات منجر به جبهه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مزبور شده که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به تجه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زات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افزون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2- اختلافات قوم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حزب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خود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در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کات استکبار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3- وابستگ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دوان سلطه ابرقدرتها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4-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استقرار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5-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شورش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متوسل شدن به زور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حل مسائل اجتمائ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6- احساس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با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کات خارج</w:t>
      </w:r>
      <w:r w:rsidR="00041941">
        <w:rPr>
          <w:rtl/>
          <w:lang w:bidi="fa-IR"/>
        </w:rPr>
        <w:t xml:space="preserve">ی؛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7- قرار گرفتن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در نقاط حساس و بحران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زا که آرامش آن به نفع ابرقدرتها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مثل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انه - شاخ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ماوراء النهر</w:t>
      </w:r>
      <w:r w:rsidR="004C0E7B">
        <w:rPr>
          <w:rtl/>
          <w:lang w:bidi="fa-IR"/>
        </w:rPr>
        <w:t xml:space="preserve">)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1957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به 6409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دلار بالغ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20 سال بعد به 41762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دلار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آن به خاور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بخصوص به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مصر و عربستان سعود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تعلق داشته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عمان به لحاظ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هز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نسبت به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سطح جهان رتبه اول را داراست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40% محصول ناخالص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7/46% هز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دولت در سال 1975م به امور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اختصاص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1977م واردات اسلحه به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سوم و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هفت برابر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عراق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مصر و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وارد کنندگان اسلحه درجهان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درسال 1979م 5/7%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به خاور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اختصاص داشت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 سال بعد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1980م به 3/11%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89% صادرات اسلحه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مربوط به عربستان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عراق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مصر بوده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24" w:name="_Toc430467300"/>
      <w:r>
        <w:rPr>
          <w:rtl/>
          <w:lang w:bidi="fa-IR"/>
        </w:rPr>
        <w:lastRenderedPageBreak/>
        <w:t>سازمان کنفرانس اسلامی</w:t>
      </w:r>
      <w:bookmarkEnd w:id="2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سقوط 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المقدس مجمع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«کنفرانس عموم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 و بدنبال آن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مذاهب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قاهره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جلسه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منعقد 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1336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«کنفرانس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الملل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دعوت پاکستان و با حضور 130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جلسه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کنفرانس رابطة العالم الاسلام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سال 1381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مکه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جلسه داد و معضلات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مورد بررس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جامعه در سال 1384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شرکت 135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دانشمند از 35 کشور مسلمان با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شنهاد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جلسه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مجدد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 و کنفرانس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متشکل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مطرح و به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قطعنامه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خود مسئول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فکر کنفرانس سران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عهده رابطه العالم الاسلام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رخانه آن قرار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هنگامه مقدمه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 سرد و منازعات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جمال عبدالناصر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جامعه را طرح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دانست و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چهره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از «پ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بغداد» تلق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 از آن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عربستان و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موافق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ضرور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دانسته و جمال عبدالناصر را متهم به حام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 نموده و به عنوان ضد اسلام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وقوع جنگ 6 روزه اعراب و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در سال 1967م که در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غاصب در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ارتش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اردن و لبنان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کرانه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رود اردن و بلند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جولان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به تصرف غاصبانه خود درآورد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بدنبال آن آتش سوز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مسجدالاقص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متجاوز که در28 اوت 1969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30 خرداد 1348 </w:t>
      </w:r>
      <w:r>
        <w:rPr>
          <w:rtl/>
          <w:lang w:bidi="fa-IR"/>
        </w:rPr>
        <w:lastRenderedPageBreak/>
        <w:t>شمس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گرفت و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مذکور آن را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مهندس استرال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نسبت داد و دادگاه هم آن مهندس مذکور را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تبرئه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خشم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 و تضاد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جناحها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انقلاب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محافظه کار تقل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تحقق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 و بالاخره در سپتامبر 1969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«سازمان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رباط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مراکش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کنفرانس سران 24 کشور حضور داشتند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حال حاضر 51 کشور عضو آن هستند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گذشته تا کنون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سه جناح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در تصم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بر حسب غالب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هر کدام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دخالت دارند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3 جناح عبارتند از جناح تندرو و 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جناح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رو و جناح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تفاوت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در داخل هرکدام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جناحها تضاد و اختلاف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چشم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اجلاس از ملت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از آتش سوز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مسجد اقص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ابراز نگران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عمل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اجلاس دوم سران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سال 1974م در پاکستان منعقد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شرط حکفرمائ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صلح در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عقب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از قدس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عنوان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سوم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اجلاس که در سال 1988م در مکه بنام «اجلاس قدس و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 از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مصر درآن به خاطر شرکت درمنفرانس کمپ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حال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در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1980م افغانستان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نظام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حاکم بر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سازمان معلق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اجلاس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که در سال 1987م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جلسه داد مسئله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اشغال غاصبانه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متجاوز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مشکل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صلح در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مطرح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اهداف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در سازمان مذکور به مسائل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محدود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امور فرهنگ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اهداف به شرح 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هستند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الف - ارتقاء همبستگ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عضو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 - تحک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اعضاء در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 -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دادن مشورتها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اعضاء در سازم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الملل</w:t>
      </w:r>
      <w:r w:rsidR="00041941">
        <w:rPr>
          <w:rtl/>
          <w:lang w:bidi="fa-IR"/>
        </w:rPr>
        <w:t xml:space="preserve">ی؛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 - تلاش در جهت محو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ضات و جدائ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بردن استعمار در هر شکل آن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 - هماهنگ کردن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کوشش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به منظور حفظ اماکن مقدسه صورت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؛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ح -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مح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مساعد به منظور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همکا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تفاهم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اعضا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25" w:name="_Toc430467301"/>
      <w:r>
        <w:rPr>
          <w:rtl/>
          <w:lang w:bidi="fa-IR"/>
        </w:rPr>
        <w:t>فعالیت های فرهنگی</w:t>
      </w:r>
      <w:bookmarkEnd w:id="25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صندوق همبستگ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- مرکز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قات فرهنگ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هنر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علوم تکنولوژ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توسعه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سازمان هلال احمر اسلام</w:t>
      </w:r>
      <w:r w:rsidR="00041941">
        <w:rPr>
          <w:rtl/>
          <w:lang w:bidi="fa-IR"/>
        </w:rPr>
        <w:t xml:space="preserve">ی.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26" w:name="_Toc430467302"/>
      <w:r>
        <w:rPr>
          <w:rtl/>
          <w:lang w:bidi="fa-IR"/>
        </w:rPr>
        <w:t>فعالیت های اقتصادی</w:t>
      </w:r>
      <w:bookmarkEnd w:id="26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بانک توسعه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امور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قات و آموزش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مرکز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قات و آموزش فن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حرفه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فدراس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اتاقها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مرکز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تجارت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2"/>
        <w:rPr>
          <w:rtl/>
          <w:lang w:bidi="fa-IR"/>
        </w:rPr>
      </w:pPr>
      <w:bookmarkStart w:id="27" w:name="_Toc430467303"/>
      <w:r>
        <w:rPr>
          <w:rtl/>
          <w:lang w:bidi="fa-IR"/>
        </w:rPr>
        <w:lastRenderedPageBreak/>
        <w:t>فعالیت های سیاسی</w:t>
      </w:r>
      <w:bookmarkEnd w:id="2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 قدس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صندوق قدس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آژانس خبرگزار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الملل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سازمان خدمات انتشارات 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تلو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سازمان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ی. </w:t>
      </w:r>
      <w:r>
        <w:rPr>
          <w:rtl/>
          <w:lang w:bidi="fa-IR"/>
        </w:rPr>
        <w:t>ارکان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سازمان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کنفرانس سران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عال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گردهم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کنفرانس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وزرا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خارجه - 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رخانه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علاوه بر آنکه در سازمان ملل متحد و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نهادها و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دارند در مجامع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گر عضوند از جمله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«جنبش عدم تعهد» است که اکثر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عضو آن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عنوان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گذاران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جنبش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بوجود آمدن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صورت بود که در 18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1955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کنفرانس باندونگ با حضور 22 کشور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 و درباره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طرف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توسعه و استعمار بحث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عمل آورده و اصول دهگانه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کردند که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احترام به حقوق بشر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احترام به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تساو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نژادها و ملت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عدم دخالت در امور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حق دفاع مشروع فرد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جمع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خوددار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وستن به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حق دفاع مشروع فرد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جمع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خوددار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وستن به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ابرقدرتها خدمت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خدمت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امتناع از بکار بردن زور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حل مسالمت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اختلاف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تشو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الملل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احترام به عدالت و تعهدات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الملل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ژوئ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1956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سران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وگسلاو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وگسلاو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مارشال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 و با شرکت جمال عبدالناصر و جواهر لعل نهرو و جنبش مذکور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داده و در ضمن تائ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اصول دهگانه مذکور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موارد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توافق </w:t>
      </w:r>
      <w:r>
        <w:rPr>
          <w:rtl/>
          <w:lang w:bidi="fa-IR"/>
        </w:rPr>
        <w:lastRenderedPageBreak/>
        <w:t>به عمل آوردند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منع آزما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شات اتم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کمک به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حال توسعه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وحدت آلمان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مبارزات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طلب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جنبش عدم تعهد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 از سازم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که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بوجود آوردن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OPEC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آن دخالت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اوپک</w:t>
      </w:r>
    </w:p>
    <w:p w:rsidR="004C0E7B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ا سازمان کشورها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صادر کننده نفت است که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ران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عربستان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ونزوئلا و کو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ت جوز مؤسس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آن بوده و کشورها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قطر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ب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اندونز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امارات متحده عرب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الجزا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جر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اکوادور و گابون بعدا بدان ملحق گرد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از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13 کشور دو کشور اکوادور و ونزوئلا غ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مسلمان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باشند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که اکوادور در اواخر سال 1992م از اوپک خارج شد</w:t>
      </w:r>
      <w:r>
        <w:rPr>
          <w:rtl/>
          <w:lang w:bidi="fa-IR"/>
        </w:rPr>
        <w:t xml:space="preserve">. </w:t>
      </w:r>
    </w:p>
    <w:p w:rsidR="004C0E7B" w:rsidRDefault="00D23B69" w:rsidP="004C0E7B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8" w:name="_Toc430467304"/>
      <w:r w:rsidR="004C0E7B">
        <w:rPr>
          <w:rtl/>
          <w:lang w:bidi="fa-IR"/>
        </w:rPr>
        <w:lastRenderedPageBreak/>
        <w:t>مسلمانان قاره آسیا</w:t>
      </w:r>
      <w:bookmarkEnd w:id="28"/>
    </w:p>
    <w:p w:rsidR="00041941" w:rsidRDefault="004C0E7B" w:rsidP="004C0E7B">
      <w:pPr>
        <w:pStyle w:val="Heading2"/>
        <w:rPr>
          <w:rtl/>
          <w:lang w:bidi="fa-IR"/>
        </w:rPr>
      </w:pPr>
      <w:bookmarkStart w:id="29" w:name="_Toc430467305"/>
      <w:r>
        <w:rPr>
          <w:rtl/>
          <w:lang w:bidi="fa-IR"/>
        </w:rPr>
        <w:t>مقدمه ای درباره سیمای کلی این قاره</w:t>
      </w:r>
      <w:bookmarkEnd w:id="29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قاره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با مساحت 000/44000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 متر مربع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کره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 است که 25% کل خشک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از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شمال به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منجمد شمال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از مشرق به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آرام و از جنوب به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محدود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بحر احمر 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را از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جدا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تنها راه ارتباط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قاره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 بود که با حفر کانال سوئز در 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راه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قاره قطع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تنگه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را از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 نموده و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اورال مرز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با قاره اروپاست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قاره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بلندتر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قله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اورست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فلاتها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طولان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پر آب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رودها را مشاهده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خزر به عنوان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کال به عنوان 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جهان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 w:rsidR="00760D0E">
        <w:rPr>
          <w:rtl/>
          <w:lang w:bidi="fa-IR"/>
        </w:rPr>
        <w:t>ن قاره واقع</w:t>
      </w:r>
      <w:r w:rsidR="00760D0E">
        <w:rPr>
          <w:rFonts w:hint="cs"/>
          <w:rtl/>
          <w:lang w:bidi="fa-IR"/>
        </w:rPr>
        <w:t>ن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اط گوناگون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انواع آب و هوا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مشاهده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انواع جنگل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صحار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رها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نقاط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ده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قاره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سکنه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64%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سکونت دارند که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غالبا در هواح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و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از دو نژاد زرد و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در صد نژاد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در آن کم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مهد سه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بزرگ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ح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هود است و خورش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تمدن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به نقاط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گرفته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وجود ذخائر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منابع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نفت و ذغال سنگ موجب نفوذ استعمار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از قرن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موجبات غارت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را توسط ابرقدرتها فراهم ساخت و با وجود آنکه ذخائر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موجب گردش چرخ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خود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توسعه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بجز چند کشور چون ژاپن و کره اساس اقتصاد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بر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است</w:t>
      </w:r>
      <w:r w:rsidR="00041941">
        <w:rPr>
          <w:rtl/>
          <w:lang w:bidi="fa-IR"/>
        </w:rPr>
        <w:t xml:space="preserve">. </w:t>
      </w:r>
    </w:p>
    <w:p w:rsidR="004C0E7B" w:rsidRDefault="004C0E7B" w:rsidP="004C0E7B">
      <w:pPr>
        <w:pStyle w:val="Heading2"/>
        <w:rPr>
          <w:rtl/>
          <w:lang w:bidi="fa-IR"/>
        </w:rPr>
      </w:pPr>
      <w:bookmarkStart w:id="30" w:name="_Toc430467306"/>
      <w:r>
        <w:rPr>
          <w:rtl/>
          <w:lang w:bidi="fa-IR"/>
        </w:rPr>
        <w:t>مسلمانان قاره آسیا</w:t>
      </w:r>
      <w:bookmarkEnd w:id="30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قاره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مرکز تابش نور توح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کانون نشر اسلام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طراوت بخش 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دز آغاز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فرهنگ و تمدن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آثار درخشنده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جلوه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مقدس دارند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واقعهد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قبله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اماکن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مراقد مطهر معصوم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غالب جلوه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واقعند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بستر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صدر اسلام و مرکز خلافت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صدر اسلام 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قرار گرفته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1966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ازن قاره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450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مسلمان داشته است که حدود 70% مسلمانان جهان را در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مذکور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در سال 1972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550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بالغ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362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آن مربوط به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188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به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اختصاص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حال حاضر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75%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جهان که به 800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گردند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سکونت دارند که 65% در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و 35%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وضع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15 کشور مستقل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50 تا 99% مسلمان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عربستان است که 2149690ک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 و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خاور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قرار گرفته است مجموع مساحت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کشورها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25% وسعت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قرون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اسلام گرو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اما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قرون پنجم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ششم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هفتم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هشتم و نهم اسلام را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گشتند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کشورها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را مورد بررس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سهولت کار قاره مزبور را به پنج قسمت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کرده و به مشخصات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نقاط مسلمان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الف -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خاور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 -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 xml:space="preserve">ی؛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 -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 xml:space="preserve">ی؛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 -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 xml:space="preserve">ی؛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ه -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 xml:space="preserve">ی؛ </w:t>
      </w:r>
    </w:p>
    <w:p w:rsidR="004C0E7B" w:rsidRDefault="004C0E7B" w:rsidP="004C0E7B">
      <w:pPr>
        <w:pStyle w:val="Heading3"/>
        <w:rPr>
          <w:rtl/>
          <w:lang w:bidi="fa-IR"/>
        </w:rPr>
      </w:pPr>
      <w:bookmarkStart w:id="31" w:name="_Toc430467307"/>
      <w:r>
        <w:rPr>
          <w:rtl/>
          <w:lang w:bidi="fa-IR"/>
        </w:rPr>
        <w:t>الف - آسیای جنوب غربی (خاور میانه)</w:t>
      </w:r>
      <w:bookmarkEnd w:id="31"/>
      <w:r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32" w:name="_Toc430467308"/>
      <w:r>
        <w:rPr>
          <w:rtl/>
          <w:lang w:bidi="fa-IR"/>
        </w:rPr>
        <w:t>خاور میانه</w:t>
      </w:r>
      <w:bookmarkEnd w:id="3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بخش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اسلام است و از نقطه نظر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مسائل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سوق الج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لحاظ آب و هوا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تابست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گرم و خشک و زمست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نسبتا کوتاه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برخوردار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را رشته کوهها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فرا گرفته که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از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افغانستان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برجستگ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با رسوبات دجله و فرات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آمده و خاک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جنوب 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دجله و فراب که به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النهر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عربستان قرار دارد که از نظر وسعت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جهان است و با وجود هم مرز بودن با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از سه طرف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خشک و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اطراف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و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قابل مشاهده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نجا 6 نژاد گوناگون در کنار هم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سه زبان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قسمتها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مختلف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 از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منشا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سه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بزرگ اسلام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ح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هود بوده و فرهنگ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 اساس معتقدات و معارف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گزارده شده و زبان قرآن که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در ان گسترش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که در فرهنگ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قابل ملاحظه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گذاشته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وجود مکه قبله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گاه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الهام بخش سه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بزرگ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توام با هاله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قداست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وقوع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22 بهمن 1357ش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دچار تحول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گشت که شرق و غرب را در نگران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بهت و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رت فرو برد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انقلاب شکوهمند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حضرت امام 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ثار و فداکار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امت مسلمان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سوق الج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تحت الشعاع قرار داده و استکبار را از گسترش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نهضت به وحشت انداخته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بنام خاور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شناسند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در سال 1902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اصطلاح استفاده کرد و در سال 1948م سازمان ملل متحد آن را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تمرکز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موقع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 از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و اغلب مردم در مناطق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مرطوب و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تمرکز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سه کشور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افغانستان 75% سکنه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40% مردمان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عربستان که بگذر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تجانس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نمنطقه کمتر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اغلب کشروها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متفاوت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قرار گرفتن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سه قاره اروپا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و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وجود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رودها و تنگه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مند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از ذخائر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نفت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موجب آن شده تا ابرقدرتها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سلطه بر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رقابت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باشند و کشمکش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بحر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آن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موضع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در مقابل دول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 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روابط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را به تحل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برده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ضع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نموده و با وجود آنکه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مشترک و قبله واحد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در حالت نزاع و 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با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رفتارها که توام با تفرقه و تشتت 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سبب آن گشته که با تؤطئه عوامل استکبار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مذکور تضادها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آورده به نحو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وجود دسترس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منابع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سلط بر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سوق الج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مهمتر از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مند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اخوت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بن</w:t>
      </w:r>
      <w:r w:rsidR="00041941">
        <w:rPr>
          <w:rtl/>
          <w:lang w:bidi="fa-IR"/>
        </w:rPr>
        <w:t>ی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نتوانند در مناسبات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نحو تع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ن کننده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ابراز وجود کنند و از حل </w:t>
      </w:r>
      <w:r>
        <w:rPr>
          <w:rtl/>
          <w:lang w:bidi="fa-IR"/>
        </w:rPr>
        <w:lastRenderedPageBreak/>
        <w:t>معضل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غصب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توسط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غاصب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عاجز 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جبهه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در موقع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وادار به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سازم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 نهادها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وستن به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سازم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در حل مشکلات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مزبور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رفع مسائل و بحر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منطقه از خود توانائ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آنچنان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نداشته و شکاف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شدت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تعداد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 از قاره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15 واحد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در مجموع 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با 000/000/200 سکنه 16%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جهان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 به بررس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آن خواه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پرداخت</w:t>
      </w:r>
      <w:r w:rsidR="00041941">
        <w:rPr>
          <w:rtl/>
          <w:lang w:bidi="fa-IR"/>
        </w:rPr>
        <w:t xml:space="preserve">: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33" w:name="_Toc430467309"/>
      <w:r>
        <w:rPr>
          <w:rtl/>
          <w:lang w:bidi="fa-IR"/>
        </w:rPr>
        <w:t>عربستان</w:t>
      </w:r>
      <w:bookmarkEnd w:id="3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قبل از ظهور اسلام و در عصر جاهل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مردمان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عربستان سکونت داشتند که به طور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شدند و به دو دسته اعراب قحطان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اعراب عدنان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نظر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مشترک دارند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عدنان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سلسله نسبت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به حضرت ابراه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در نجد و حجاز بودند اما عربها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قحطان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 تابع حک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نبودند و اساس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آنان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بود و اعضا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اطاعت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عصب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جاهل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افراد را به جان 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انداخت و 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سر مسائل جزئ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نبرد بسوس 40 سال طور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خونر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قساوت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غارت و تجاوز از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صحرانش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عربها بود اما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ضع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ف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عدن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حضرت موت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حجاز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ثرب و طائف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به لحاظ عقا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مذهب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گروه کوچک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بدون آنکه آداب و رسوم 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باشند به خدا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کتا 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ابراه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که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معتقد بودند</w:t>
      </w:r>
      <w:r w:rsidR="00041941">
        <w:rPr>
          <w:rtl/>
          <w:lang w:bidi="fa-IR"/>
        </w:rPr>
        <w:t xml:space="preserve">.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هود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 که 13 قرن قبل از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لاد پس از خراب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اورشل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 به حجاز مهاجرت نموده بودند به رواج آئ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خود در عربستان پرداخته و گروه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را پ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رو خود ساختند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ران و روم برا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نفوذ به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شبهه جز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ره با هم در رقابت بودند و تحت تاث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تبل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غات روم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 مس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ح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طوا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ف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عه و غسان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مس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شده و برخ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هم با تاث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پذ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آئ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ران آن روز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به دوگانه پرست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رو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آورده بودند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شخص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بنام «عمرو بن لح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هم بت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پرست را در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شبهه جز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ره بوجود آورده بود</w:t>
      </w:r>
      <w:r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1D2733">
        <w:rPr>
          <w:rtl/>
          <w:lang w:bidi="fa-IR"/>
        </w:rPr>
        <w:t>آشفتگ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بحران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که بر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ناح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 سا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 افکنده بود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مردمان محروم و ستمد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ده را در 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خاص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قرار داده بود که طلوع نورو فروغ ام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را خواستار و در انتظار آن بودند که دست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غ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ب برون آ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 و آنان را از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مرداب و گرداب ننگ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نجات دهد که ناگهان با بعثت پ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 w:rsidR="001D2733">
        <w:rPr>
          <w:rtl/>
          <w:lang w:bidi="fa-IR"/>
        </w:rPr>
        <w:t>شب 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اه ظلمان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تار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جهل و عناد به پا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 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 و فجر صادق اسلام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انس</w:t>
      </w:r>
      <w:r w:rsidR="00E66317">
        <w:rPr>
          <w:rtl/>
          <w:lang w:bidi="fa-IR"/>
        </w:rPr>
        <w:t>آنها</w:t>
      </w:r>
      <w:r w:rsidR="001D2733">
        <w:rPr>
          <w:rtl/>
          <w:lang w:bidi="fa-IR"/>
        </w:rPr>
        <w:t xml:space="preserve"> را ام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دوار نمود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ظهور آئ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مذکور در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سرزم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موجب آن شد تا عده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مشرکان و بت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پرستان به ه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اهو و جنجال و تبل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غات منف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پرداخته و تنگناها</w:t>
      </w:r>
      <w:r>
        <w:rPr>
          <w:rtl/>
          <w:lang w:bidi="fa-IR"/>
        </w:rPr>
        <w:t>یی</w:t>
      </w:r>
      <w:r w:rsidR="001D2733">
        <w:rPr>
          <w:rtl/>
          <w:lang w:bidi="fa-IR"/>
        </w:rPr>
        <w:t xml:space="preserve"> برا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پ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 w:rsidR="001D2733">
        <w:rPr>
          <w:rtl/>
          <w:lang w:bidi="fa-IR"/>
        </w:rPr>
        <w:t xml:space="preserve">و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اران با وفا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ش بوجود آورند و در صدد آن بودند تا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نور اله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را خاموش کنند غافل از آنکه اراده خداوند بر ان تعلق گرفته بود که بشر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ت با رهبر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ارشاد رسول معظمش به سو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معنو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ت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عق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ده و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مان باز گردد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و خود را از خطر سقوط و نابود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نجات دهند و به دل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انطباق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آئ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با گرا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ش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فطر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حما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ت از ناح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 عقل و منطق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همه جانبه بودن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جهان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جاودان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آن و بخاطر خلاء اعتقاد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- 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که در آن عصر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 xml:space="preserve">جهان </w:t>
      </w:r>
      <w:r w:rsidR="001D2733">
        <w:rPr>
          <w:rtl/>
          <w:lang w:bidi="fa-IR"/>
        </w:rPr>
        <w:lastRenderedPageBreak/>
        <w:t>گرفته بود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با استوار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پا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پ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امبر و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اران فداکارش نه تنها در جز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رة العرب که در سرزم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گر انتشار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افت و مورد پذ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رش جو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ندگان حق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قت قرار گرفت و جنبش و تحول معنو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که در پرتو وح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بوجود آمد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تمدن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عظ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 و با شکوه را بنا نهاد که قرنها بشر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ت را از ف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ض وجود آن بهره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مند بود</w:t>
      </w:r>
      <w:r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عربستان متجاوز از 75%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عربستان را دربر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و در غرب آن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نجد بخش اعظم آن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که بخش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ربع الخال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که با 000/500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پهناورتر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خشک و خال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مناطق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امتداد سواحل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واقع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به احساء معروف است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کناره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که از بندر عقبه در شمال تا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در جنوب ادامه دارد شامل حجاز و عس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عربستان به 000/13600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در شهرها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روستاها و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صورت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صحار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حال حاضر 4000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حکومت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پادشاه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با دول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روابط گسترده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ژاپن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فرانسه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 مسلمان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مناسبات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گذشته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واقع شدن قبله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نکشور همه ساله مسلمانان جهان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ضه عباد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حج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تا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حجه و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اما در گذشته عربستان در جهان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و اقتصاد جائ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نداشت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 از سال 1970م و کشف ذخائر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عربستان ازاعتبار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شده که شامل 25% ذخائر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و </w:t>
      </w:r>
      <w:r>
        <w:rPr>
          <w:rtl/>
          <w:lang w:bidi="fa-IR"/>
        </w:rPr>
        <w:lastRenderedPageBreak/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35% کل اوپک به حساب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عربستان بخش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درآمد نفت را صرف 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زات جنگ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1980م بودجه دفاع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18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بوده که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نظر در جهان اول بوده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کارگر و متخصص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کار اشتغال دارند و کارها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دست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حکومت عربستان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شهر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اض و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آن مکه و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شهر مکه در سمت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عربستان و در جنوب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رشته کوه محصور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ساختن خانه کعبه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نقطه توسط حضرت ابراه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فرزندش 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چشمه زمزم شالوده شهر مکه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مکه جبل النور قرار گرفته که غار حراء در آن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همان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مقدس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محل راز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بود و در آن بر آن سرور 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نازل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عرفات و 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شرق مکه هستند در مکه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اماکن مقدس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دارد که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با عظمت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مسجدالحرام است که خود شامل کعبه معظمه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مقام ابراه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حجرالاسود و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صفا و مروه که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بلند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بر کوه ابوقب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صفا و کوه ابوقب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و مسجدالحرام 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مسجد 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مسجد مزدلفه از آثار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مکه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در 500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مکه و در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هموار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کوه قرار گرفته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در عصر جاهل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ثرب نام داشت که با ورود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نة النب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 گرفت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کوه احد در شمال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مشرق و کوه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 جنوب آن واقع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از آثار مقدس و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مسجد النب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آرامگاه رسول گرام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برشمرد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مسجد قبا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مسجد ذوقبلت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از مساجد ساده اما معروف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است در واد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ق قرار دارد در آن دو قبله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جهت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القدس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کعبه به چشم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مسجد بود که با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رسول خدا قبله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المقدس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خانه کعبه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 نمود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از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ارتگاهها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قبرستان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و گورستان احد قابل ذکر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در طرف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واقع است و آرامگاه مطهر حضرت فاطمه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زهرا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عليها‌السلام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صد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قه کبر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دخت گرام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حضرت محمد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مدفن فاطمه بنت است مادر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امام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تربت 4 ستاره درخشان آسمان ولا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امامت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 xml:space="preserve">ی: </w:t>
      </w:r>
      <w:r>
        <w:rPr>
          <w:rtl/>
          <w:lang w:bidi="fa-IR"/>
        </w:rPr>
        <w:t>امام حسن مجتب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امام سجاد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امام محمد باقر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امام جعفر صادق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مدفن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اصحاب حضرت محمد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عرفا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زهاد و علماء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قبرستان قرار دارد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34" w:name="_Toc430467310"/>
      <w:r>
        <w:rPr>
          <w:rtl/>
          <w:lang w:bidi="fa-IR"/>
        </w:rPr>
        <w:t>فلسطین</w:t>
      </w:r>
      <w:bookmarkEnd w:id="3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کم وسعت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خاور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در شرق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همچون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سه قاره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اروپا را به هم متصل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قلب جهان عرب و حلقه اتصال شرق و غرب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الهام بخش سه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بزرگ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موقع مهم و خصوص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را به صورت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ازم ناطق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جهان درآورده است اما اشغال آن توسط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با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ابرقدرتها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آواره شدن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موجب آن گشته تا قلب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جهان محزون و متاثر گردد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3500 سال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اقوام 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قلب عربستان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عراق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لبنان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کوچ نمودند که 25 قرن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اقوام که به کنعان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معروف بودند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به عنوان محل سکونت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20 فرن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تحت عنوان کنعان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کشور مزبور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1225 ق 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قوم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حضرت موس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کونت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حدود هزار سال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اقوام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از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اژه آمده بودند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و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کنعان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گرفتند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به سرکردگ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داوود نب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بعد از او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در حدود ده قرن ق م دولت عبران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بوجود آورده که 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دولت اقوام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سال 772ق م به تصرف آشور و به سال 539 ق م توسط کوروش اشغال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اواسط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دوم قرن چهارم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اسکندر آن را تصاحب 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395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عنوان مستعمره روم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و از اواسط قرن هفتم تا شانزدهم فرمانروا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عرب بر آن 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 داشتند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1517م جزئ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خاک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به مدت 4 قرن آن را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خود داشتند و تا سال 1917م بر آن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1897م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کنگره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 در شهر بال سوئ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به سرپرست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هرتزل برگزار شد و هدف خود 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مشخص نمود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«هدف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عبارت است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جاد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وطن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هود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نوامبر 1917م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اعلام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مشهور بالفور را مبن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وطن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هود در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صادر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جنگ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افته بود 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وعده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کشور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هود را از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نمودند و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با مشارکت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حکمران قت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حجاز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رون راند و مهاجرت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آغاز شد و دولت انگلستان به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اعراب در خلال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امها و انقلابهائ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مخالفت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با وعده بالفور اعلام نمودندکه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حرکات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ساز انقلاب بزرگ سال 1936م و 1939م بود که برجسته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رهبرش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عزالد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قسام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بالاخره سازمان ملل متحد قطعنامه شماره 181 را مبن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به دو کشور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نوامبر 1947م صادر نمود و در سال 1948م سازمان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 برپائ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را اعلام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سال 1948م سکنه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اشغال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33% کل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67/5%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اشغال نموده بودند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گرچه ارتش دول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جنگ با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رسوائ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به آتش بس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موافقت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تن داده و عقب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 و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غاصب به سال 1856م به کانال سوئز حمله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28 مه 1964م کنگره عموم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شهر قدس با اعلام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سازمان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ساف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کرد و سپتامبر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ارتش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مبارزه با غاصب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بوجود آمد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ژوئن 1967م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به سه کشور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اردن حمله نمود و کرانه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رود اردن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نوار غزه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 و بلند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جولان را متصرف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موجب آواره شدن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مردمان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به سو </w:t>
      </w:r>
      <w:r>
        <w:rPr>
          <w:rtl/>
          <w:lang w:bidi="fa-IR"/>
        </w:rPr>
        <w:lastRenderedPageBreak/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بعد از سال 1948م 78%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مزبور را تصرف کرده بودند با 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کردن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متصرف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علاوه بر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نقاط حساس دول مجاور هم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اسف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بارتر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آثار شوم غصب فلسط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حادثه ناگوار اوراگ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ش از سه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ون نفر از مسلمانان مظلوم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 که هست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خود را از دست داده و در نواح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مختلف خاورم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انه و حت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سراسر جهان پراکنده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اند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پناهندگان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که در سور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مصر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اردن و لبنان سکونت دارند در شرا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ط دشوار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زندگ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کنند و 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ز به عنوان مثال در جر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ان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ورش اسرائ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به اردوگاهها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صبرا و شت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لا 4000 نفر که اغلب زن و کودک بودند به شهادت رس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دند گاه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هدا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یی</w:t>
      </w:r>
      <w:r w:rsidR="001D2733">
        <w:rPr>
          <w:rtl/>
          <w:lang w:bidi="fa-IR"/>
        </w:rPr>
        <w:t xml:space="preserve"> 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با و فر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بنده به کودکان فلسط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هم توسط اسرائ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داده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شود اما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هدا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 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جز بمب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رنگارنگ خوشه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ستند و به محض آنکه کودکان بر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گو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ها دست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گذارند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 xml:space="preserve">در آغوش </w:t>
      </w:r>
      <w:r w:rsidR="00E66317">
        <w:rPr>
          <w:rtl/>
          <w:lang w:bidi="fa-IR"/>
        </w:rPr>
        <w:t>آنها</w:t>
      </w:r>
      <w:r w:rsidR="001D2733">
        <w:rPr>
          <w:rtl/>
          <w:lang w:bidi="fa-IR"/>
        </w:rPr>
        <w:t xml:space="preserve"> منفجر شده و ام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دشان را به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اس مبدل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سازد و چه بسا کودکان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هدا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 xml:space="preserve">! </w:t>
      </w:r>
      <w:r w:rsidR="001D2733">
        <w:rPr>
          <w:rtl/>
          <w:lang w:bidi="fa-IR"/>
        </w:rPr>
        <w:t>دست و پا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خود را از دسا داده و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 قطعه قطعه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شوند</w:t>
      </w:r>
      <w:r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1D2733">
        <w:rPr>
          <w:rtl/>
          <w:lang w:bidi="fa-IR"/>
        </w:rPr>
        <w:t>آن دو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ون نفر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هم که در سرزم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اشغال شده به سر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برند که بگ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آنان را «سرخ پوستان ما» نام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ده بود وضع رقت بار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داشته و از ه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چ گونه حقوق اجتماع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برخوردار 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ستند و هر لحظه مورد تهاجم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شکنجه و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ذا قرار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رند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خانه و اراض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شان 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ز مصادره و گاه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محصولاتشان را با مواد ش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نابود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کنند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فاجعه کشتار خون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ر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در آور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1948 که بگ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جزئ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ات آن را در کتاب خود توض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ح داده و بدان اعتراف نموده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از جمله حوادث ناگوار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 که برا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ملت محروم فلسط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رخداده است</w:t>
      </w:r>
      <w:r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لحاظ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حال حاضر شامل دو منطقه است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منطقه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بخش بالا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ادامه تپه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لبنان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پوشاند که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«جل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را بوجود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قسمت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شامل جلگه مرتفع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به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نقب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موسوم است که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تابست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گرم و در زمست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معتدل و </w:t>
      </w:r>
      <w:r w:rsidR="00B43D72">
        <w:rPr>
          <w:rtl/>
          <w:lang w:bidi="fa-IR"/>
        </w:rPr>
        <w:t>باران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به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چند رود کوچک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 رود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5/6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مسلمانان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که اغلب از نژاد 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به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صحبت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المقدس است که از نظر اسلام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هود مکان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مقدس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که به قدس و اورشل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هم مشهور است در 55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رود اردن و 80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بر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ارتفاعات متوسط قرار گرفته از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المقدس شامل دو بخش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قسمت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تماما داخل قلعه و حصار محکم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در زمان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بازساز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محوطه مستط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استکه مسجد اقص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مسجد صخره قبة الصخره در آن قرار گرفته و مجموعا حرم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نام دارد و مساحت آن به 15% مساحت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المقدس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دروازه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حرم که دروازه طلا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نام دارد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وار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گرفته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حرم را با کو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تون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کوه طور ربط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دروازه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 به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اللحم و الخل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مسجد الاقص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در دامنه کوه ساخته شده شامل دو طبقه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آن در طبقه اول تمام شده و طبقه دوم صاف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سقف طبقه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88 ستون مربع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15 </w:t>
      </w:r>
      <w:r>
        <w:rPr>
          <w:rtl/>
          <w:lang w:bidi="fa-IR"/>
        </w:rPr>
        <w:lastRenderedPageBreak/>
        <w:t>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قرار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طول مسجد 18/5 متر و عرض آن 5/54 متر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 - ص - پس از آنکه به قدرت خداوند از مسجد الحرام به مسجد الاقص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داده شدند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مسجد سفر آسمان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معراج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خود را آغاز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بخش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حرم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وار ندبه واقع شده که مکان مقدس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است و در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زانو زده و به تفکر فرو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سطح سر ستونها و حاش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محراب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قرآن 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با بهتر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خط نسخ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کوف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طلا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ناب و برجسته هستند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وضع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حدود 60% آنان در خارج از وطن خود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پراکندگ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کشورها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آمارها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دست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 بر خلاف مصائب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و آواردگ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خانمان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کودکان و نوجوانان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عشق وافر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فراگ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دانش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جامعه وجود دارد به لحاظ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تلاش و کوشش خود در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کوناگون علم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تخصص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به مدارج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شغل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متخصصان آنان در بخش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پالا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شگاهها و مراکز پتروش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 بکارند و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سطح معاونت وزارت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انه ارتقاء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35" w:name="_Toc430467311"/>
      <w:r>
        <w:rPr>
          <w:rtl/>
          <w:lang w:bidi="fa-IR"/>
        </w:rPr>
        <w:t>جمهوری عراق</w:t>
      </w:r>
      <w:bookmarkEnd w:id="35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عراق با 438317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منطقه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غرب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هلال 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نسبتا کم ارتفاع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ناهموار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غالبا در شمال و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واقعند و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بخش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وسعت آن را در بر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 صحار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عنوان باد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ة الشام سرتاسر غرب و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پوشاند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دجله و فرات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رود که از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سرچشمه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 به صورت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عراق شده و پس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وستن سه رود زاب بزرگ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زاب کوچک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اله به دجله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رود در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نام قرنه بهم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وسته و شط العرب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و با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وستن کارون به شط العرب در مرز مشترک عراق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اروندرود بوجود آمده که به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در نقاط شمال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 گرم و مرطوب و در غرب گرم و خشک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که در گذشته به نام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النهر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از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مراکز تمدن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حدود 35 قرن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به آنجا مهاجرت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سومر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شمال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مملکت آشور را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سوم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عراق تحتسلطه سلسله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اشکان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آمد و پس از آن ساسان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انبدان مسلط شدند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سال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634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از اعراب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عراق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جزو قلمرو حکومت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قرن اول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مقر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در کوفه قرار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61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حادثه کربلا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شهادت امام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ارانش در کربلا توسط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بن معاو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وقوع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وست 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برجسته 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حماسه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مذکور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الشهداء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اران با وفا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قابل مشاهده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شورانگ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الهام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زمان عباس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بغداد محل خلافت عباس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656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1258 م مغلوها عراق را تصرف نمودند و تا 1411م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جزو قلمرو آنان بود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زمان سلسله آق - 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ونلو آن را تصاحب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برچ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توسط دولت صفو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 xml:space="preserve">عراق </w:t>
      </w:r>
      <w:r>
        <w:rPr>
          <w:rtl/>
          <w:lang w:bidi="fa-IR"/>
        </w:rPr>
        <w:lastRenderedPageBreak/>
        <w:t>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1535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منهزم نمودن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عراق را به تصرف خود در آورده و تا جنگ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 که مقارن با شکست 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عراق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آنان بود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شروع جنگ اول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بهانه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نفوذ آلمان و 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عراق از سلطه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حمله ور شد و قلعه فاو را در </w:t>
      </w:r>
      <w:r w:rsidR="0069530E">
        <w:rPr>
          <w:rtl/>
          <w:lang w:bidi="fa-IR"/>
        </w:rPr>
        <w:t>دهان</w:t>
      </w:r>
      <w:r>
        <w:rPr>
          <w:rtl/>
          <w:lang w:bidi="fa-IR"/>
        </w:rPr>
        <w:t>ه شط العرب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تصرف نمود و سرپرس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کاکاس از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استمداران کهنه کار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حکمران عراق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 طبق مقررات «سان رمو» در 25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1920 م عراق و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تحت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ة الله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مخالف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 سخت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بر عراق بود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مقابله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عدم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سلطه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گانگان را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علما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فتوا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جهاد داده و خود در جبهه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نبرد حاضر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4 شوال 13338 قمر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ژوئن 1920 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هزاران نفر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صحن حضرت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الشهداء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اجتماع کرده و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الله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محمد خالص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زاده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خطابه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راد نمود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رعب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افکند و سبب آن شد تا فرد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نام ماژربول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کربلا را محاصره کند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لسون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در عراق در مورد اشغال عراق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کل مناطق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بغداد است و ما با اشغال عراق توانست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خنجر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جهان اسلام بزن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از تجمع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خودمان در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...!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اما با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عظام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1920 م عراق به وقوع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 که موفق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بدست آورد و حکومت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مجبور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شناختن استقلال عراق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علل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مردم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که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الله کاشان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مدام به مرکز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رفت و آمد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کرد و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وستن به صفوف انقلاب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ص و تشو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 اما کانون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ضد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منطقه فرات سفل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مقدسه شروع و در مدت کوتاه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شمال و جنوب سرا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 و تا به آنجا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رفت که مرکز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را در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ثه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سماوه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ننبردها شرکت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فعال داشتند و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برخورد مسلحانه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عراق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منطقه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اتفاق افتاد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مارس 1920 م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طبق نقشه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سلطنت عراق را به ملک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صل واگذار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اکتبر 1932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رسما استقلال خود را بدست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ژوئ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1958 با کودتا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عبد الکر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قاسم نظام سلطنت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انداخت و در کشور اعلام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سال 1968 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حزب بعث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وقت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عبد الرحمان عارف بر کنار و احمد حسن البکر توسط شورا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نام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انقلاب قدرت را در دست گرفت و اختناق و سرکوب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کشور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کرد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حزب بعث که توسط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شل عفلق و صلاح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طار و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به وجود آمده بود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انحراف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مبارزات مسلمانان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 و جوهر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 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حسن البکر در عراق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حزب را که ساخته استعمار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بود تعق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1979 م به دنبال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انقلاب شکوهمند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حسن البکر تحت فشار معاونش صدام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استعفا داد و صدام به قدرت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سپتامبر 1980 م مقارن با 31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 1359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عراق به دنبال چند بار تجاوز پراکنده و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با بم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نمودن مراکز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رسما جنگ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تحم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نمود که تا سال 1988 م طول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رزم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امام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ثارگر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مجاهدان اسلام در جبهه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 که پشتوانه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روشنگرانه حضرت امام 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قدس سره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سبب آن شد که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عراق به درماندگ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صال افتاده و اذعان کند که خواهان صلح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با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قطعنانه 598 سازمان ملل نقشه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منافقانه صدام را نقش بر آب نمود و توطئه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 را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اثر ساخت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عراق در مرداد ماه سال 1369 ش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1991 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با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به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حمله برد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به تصرف خود در آورد و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 43 روزه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عراق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چند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گرفت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خارج شد اما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مراکز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هلاک 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عراق در حال حاضر به شدت در آشفتگ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بحران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انزوا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الملل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 و اقتصادش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انواع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سخت متزلزل است و اکنون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مش با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معارض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روبروست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«مجلس اعلا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«سازمان الدعوه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«کردها که به صورت دو گروه جداگانه هستند حزب دموکرات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کردستان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مسعود بارزان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کردستان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جلال طالبان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دو در سال 1991 م به منظور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خودمختار با هم متحد شدند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عراق از 5/16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خود 5/3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کرد دارد»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«حزب امت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سعد صالح جبر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که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حام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ندارند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» «حزب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عراق - که قدرت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«حزب 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که توسط سرلشکر حسن النق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آن را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70% مردم عراق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هستند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مراکز عمده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کربلا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حله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منتفک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عماره و کوت عراق کاملا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بغداد و بصره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است در نقاط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پراکنده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کوفه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کربلا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نجف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سامرا و کاظم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بوده و بارگاه مقدس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حضرت امام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امام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کاظم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امام محمد تق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امام هاد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امام حسن عسکر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مرقد پاک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اوران و اصحاب خاص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عصمت و طهارت در کشور عراق وجود دارد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عراق شهر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بغداد است و تنها بندر آن بصره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اما به صنعت نفت وابسته بوده و عضو اوپک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بعد از نفت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محصول صادرات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خرماست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75% خرما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را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عراق عمدتا بعد از نفت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است و اصولا رشد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در مرحله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است و کارخانه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اطراف بغداد استقرار دارند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36" w:name="_Toc430467312"/>
      <w:r>
        <w:rPr>
          <w:rtl/>
          <w:lang w:bidi="fa-IR"/>
        </w:rPr>
        <w:t>پی نوشتها</w:t>
      </w:r>
      <w:bookmarkEnd w:id="36"/>
    </w:p>
    <w:p w:rsidR="00760D0E" w:rsidRDefault="00760D0E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1-</w:t>
      </w:r>
      <w:r w:rsidR="001D2733">
        <w:rPr>
          <w:lang w:bidi="fa-IR"/>
        </w:rPr>
        <w:t xml:space="preserve">Middel East </w:t>
      </w:r>
    </w:p>
    <w:p w:rsidR="001D2733" w:rsidRDefault="00760D0E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1D2733">
        <w:rPr>
          <w:rtl/>
          <w:lang w:bidi="fa-IR"/>
        </w:rPr>
        <w:t>- خاور 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انه جلد اول کل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ات جغراف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- دکتر محمد تق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رضو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ان تهران دانشگاه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D2733">
        <w:rPr>
          <w:rtl/>
          <w:lang w:bidi="fa-IR"/>
        </w:rPr>
        <w:t xml:space="preserve"> بهشت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1358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3-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عرب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 حت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ابوالقاسم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- دکتر حسن ابراه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حسن ترجمه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جلد اول صفحات 13 تا 15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4- اوپک و</w:t>
      </w:r>
      <w:r w:rsidR="00041941">
        <w:rPr>
          <w:rtl/>
          <w:lang w:bidi="fa-IR"/>
        </w:rPr>
        <w:t xml:space="preserve">...، </w:t>
      </w:r>
      <w:r>
        <w:rPr>
          <w:rtl/>
          <w:lang w:bidi="fa-IR"/>
        </w:rPr>
        <w:t>دکتر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باقر مدن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79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5- حرم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- دکتر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قره چانلو - تهران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1362 شمس</w:t>
      </w:r>
      <w:r w:rsidR="00041941">
        <w:rPr>
          <w:rtl/>
          <w:lang w:bidi="fa-IR"/>
        </w:rPr>
        <w:t xml:space="preserve">ی.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6-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البلدان - 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الفداء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7- مرآة الحرم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فلسفه و اسرار حج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8-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 شناس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 ص 223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9- مسئله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- راشد الغنوش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ترجمه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هاد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خسروشاه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تهران دفتر نشر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- 1370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10-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اکبر هاشم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رفسنجان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مسئله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اله</w:t>
      </w:r>
      <w:r w:rsidR="00041941">
        <w:rPr>
          <w:rtl/>
          <w:lang w:bidi="fa-IR"/>
        </w:rPr>
        <w:t xml:space="preserve">ی.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11- آسمان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- تون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فتون - ترجمه کاظم 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تهران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1364 ص 60 و 61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12-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مجموعه مقالات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ترجمه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رج کرمان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250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lang w:bidi="fa-IR"/>
        </w:rPr>
      </w:pPr>
      <w:r>
        <w:rPr>
          <w:rtl/>
          <w:lang w:bidi="fa-IR"/>
        </w:rPr>
        <w:t>13-</w:t>
      </w:r>
      <w:r w:rsidR="00760D0E">
        <w:rPr>
          <w:rFonts w:hint="cs"/>
          <w:rtl/>
          <w:lang w:bidi="fa-IR"/>
        </w:rPr>
        <w:t xml:space="preserve"> </w:t>
      </w:r>
      <w:r w:rsidR="00760D0E">
        <w:rPr>
          <w:lang w:bidi="fa-IR"/>
        </w:rPr>
        <w:t>Galilee</w:t>
      </w:r>
    </w:p>
    <w:p w:rsidR="001D2733" w:rsidRDefault="001D2733" w:rsidP="00760D0E">
      <w:pPr>
        <w:pStyle w:val="libFootnote"/>
        <w:rPr>
          <w:lang w:bidi="fa-IR"/>
        </w:rPr>
      </w:pPr>
      <w:r>
        <w:rPr>
          <w:rtl/>
          <w:lang w:bidi="fa-IR"/>
        </w:rPr>
        <w:t>14-</w:t>
      </w:r>
      <w:r w:rsidR="00760D0E">
        <w:rPr>
          <w:rFonts w:hint="cs"/>
          <w:rtl/>
          <w:lang w:bidi="fa-IR"/>
        </w:rPr>
        <w:t xml:space="preserve"> </w:t>
      </w:r>
      <w:r w:rsidR="00760D0E">
        <w:rPr>
          <w:lang w:bidi="fa-IR"/>
        </w:rPr>
        <w:t>Negeb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15-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آلبر ماله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16- اورشل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سه مذهب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مقالات لوموند ترجمه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ص 65 تا 67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17-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المقدس - ترجمه و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مرتض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اسعد</w:t>
      </w:r>
      <w:r w:rsidR="00041941">
        <w:rPr>
          <w:rtl/>
          <w:lang w:bidi="fa-IR"/>
        </w:rPr>
        <w:t xml:space="preserve">ی.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18- هلال 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مرتفع و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هلال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شکل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و سواحل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اطلاق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19- تنها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1638 - 1625م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عراق در تصرف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20- نگاه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1920م عراق دکتر محمد صادق</w:t>
      </w:r>
      <w:r w:rsidR="00041941">
        <w:rPr>
          <w:rtl/>
          <w:lang w:bidi="fa-IR"/>
        </w:rPr>
        <w:t xml:space="preserve">ی.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21-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ص 25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22-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- عبدالله فهد 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ترجمه 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ص 121</w:t>
      </w:r>
      <w:r w:rsidR="00041941">
        <w:rPr>
          <w:rtl/>
          <w:lang w:bidi="fa-IR"/>
        </w:rPr>
        <w:t xml:space="preserve">. </w:t>
      </w:r>
    </w:p>
    <w:p w:rsidR="001D2733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23- عراق نگاه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درون اطلاعات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 19704</w:t>
      </w:r>
      <w:r w:rsidR="00041941">
        <w:rPr>
          <w:rtl/>
          <w:lang w:bidi="fa-IR"/>
        </w:rPr>
        <w:t xml:space="preserve">. </w:t>
      </w:r>
    </w:p>
    <w:p w:rsidR="004C0E7B" w:rsidRDefault="001D2733" w:rsidP="00760D0E">
      <w:pPr>
        <w:pStyle w:val="libFootnote"/>
        <w:rPr>
          <w:rtl/>
          <w:lang w:bidi="fa-IR"/>
        </w:rPr>
      </w:pPr>
      <w:r>
        <w:rPr>
          <w:rtl/>
          <w:lang w:bidi="fa-IR"/>
        </w:rPr>
        <w:t>24-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جهان اسلام - رسول جعفر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ص 58</w:t>
      </w:r>
      <w:r w:rsidR="00041941">
        <w:rPr>
          <w:rtl/>
          <w:lang w:bidi="fa-IR"/>
        </w:rPr>
        <w:t xml:space="preserve">. </w:t>
      </w:r>
    </w:p>
    <w:p w:rsidR="00041941" w:rsidRDefault="00760D0E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37" w:name="_Toc430467313"/>
      <w:r w:rsidR="004C0E7B">
        <w:rPr>
          <w:rtl/>
          <w:lang w:bidi="fa-IR"/>
        </w:rPr>
        <w:lastRenderedPageBreak/>
        <w:t>سوریه</w:t>
      </w:r>
      <w:bookmarkEnd w:id="3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 185180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شرق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شمال به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شرق و جنوب به عراق از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از غرب به لبنان محدود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اردن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بخش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شامل کوهها و دره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است که اکثر سکنه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ان واقع شده و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مجاورت با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تابست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زمست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معتدل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و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که بخش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پوشان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درنواح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بر ان حاکم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 فرات 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مشروب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مناطق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مسکون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است که در هزاره سوم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قوم 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ساکن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دادند تا 17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برپا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قسمت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قرون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جزو فن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لبنان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تجز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دولت روم به دو 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جزو قلمرو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روم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زانس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هفتم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سال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هجر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خالد بن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فتح نمود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که آن زمان به شام معروف بود جزو بلاد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تا قبل از قرون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شامل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لبنان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اردن و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که تا سال 1926م لبنان جزو آن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زمان خلافت عثمان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شام به معاو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واگذار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دمشق از سال 41 ه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 مرکز خلافت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تثب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و از سر 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ارانش داشت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جنگ </w:t>
      </w:r>
      <w:r>
        <w:rPr>
          <w:rtl/>
          <w:lang w:bidi="fa-IR"/>
        </w:rPr>
        <w:lastRenderedPageBreak/>
        <w:t>صف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اصحاب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اران آن امام را به طرز فج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شهادت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معاو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امام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حضرت امام حسن مجتب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را مسموم و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سلسله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گرچه به رونق شام پرداختند اما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عاشقان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خاندان تنگناها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آورده و با اختناق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حرکت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سرکوب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 از معاو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زمام امور را بدست گرفت و در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انتکارانه خود فاجعه کربلا را بوجود آورد که منجر به شهادت حضرت امام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اران با وفا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اسارت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وجود مطهر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سقوط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امدن عباس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شام اعتبار گذشته را از دست داد و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سلسله حمدان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1004م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394ق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حمدان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سقوط کرد و 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دهه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فرمانروا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نمودند سلاجقه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ترکان سلجوق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از 1095م تا 1117م بر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مختلف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شام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حکومت کردند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مدتها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بنادر و استحکامات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اواخر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ممال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مصر بر 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 شده و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جزء قلمرو مصر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سلسله ممال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مصر بر آن تا سال 1516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922ق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سال 1516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تصرف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درآمد و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3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دمشق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حلب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روت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در راس هر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ک پاشا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قرک قرار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1920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فرانسه درآمد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فرانسه در ظاهر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حقوق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در باطن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تفرقه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نژاد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به چهار دولت مستقل دمشق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حلب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منطقه علو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جبال دروز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خود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نظارت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که با </w:t>
      </w:r>
      <w:r>
        <w:rPr>
          <w:rtl/>
          <w:lang w:bidi="fa-IR"/>
        </w:rPr>
        <w:lastRenderedPageBreak/>
        <w:t>جنبش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مقاومت مردم در سال 1922م انحلال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اعلام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فرانسه در سال 1925م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فرونشاندن شعله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جنبش 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بم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دمشق پرداخته و در سال 1926م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لبنان مستقل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بر اثرفشارها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و گروه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1941م فرانسه به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استقلال ظاهر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انتخابات نسبتا آرام سال 1943م منجر به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سعدالله جابر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قوتل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اما فرانسه در سال 1945م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مردم را با بم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دمشق و راه انداختن جو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خون سرکوب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سرانجام در 17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1946م 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سرباز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خاک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ترک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سان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استحکام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1949م با 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ارتش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حکومت افراد مل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گرا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و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سرهنگ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آغاز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پس از 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چپ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15 مه 1948م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همراه با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غاصب وارد جنگ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جنگ شکست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متوجه اعراب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سال 1963 م تا 1966 م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دست جناج راستگرا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حزب بعث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که بعد از آن با کودتا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جناح چپ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آمده و از سال 1967 م که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همراه با مصر و اردن وارد جنگ با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بلندها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جولان را از دست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حافظ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اسد در سال 1970 م با کودتا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قدرت را به 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و به سال 1971 م به عنوان تنها کاند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2/99% آراء ملت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1973 م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جنگ اعراب با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به عنوان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طرفها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جنگ شد و خسارات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وارد نمود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زمان حافظ اسد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مبارزه علن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امپر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دور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مرتجع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انقلاب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1976م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سادات به مردم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شرکت در کنفرانس کمپ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شناختن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روابط خود را با مصر قطع و همراه با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سازمان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جبهه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اعراب را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بطور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کرده و با شروع جنگ تحم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روابط عراق و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رو به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نهاد و روابط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پلمات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دو کشور قطع شد و در سال 1981م روابط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 اردن رو به وخامت نهاد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000/10900 مفر سکنه دارد که اکثرا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ساکن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95% مردم از نژاد اعراب و حدود3% کرد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ارامنه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آشور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هود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چرکس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داغستان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اکثر مردم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90%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مسلمان هستند که اکثرا اهل تسنن بوده اما علو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روزها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گروه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نفوذ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تلاشها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ابوذر غفار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با دس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سه عثمان به شام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توسط معاو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تحت آزارها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اهانت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تض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قات قرار گرفت اما با وجود محنت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بلا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از حب و ولا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به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داشت دست نکش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با وجود اختناق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حالت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خفا و 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در شام ادامه داد و امروزه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موقع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برخوردارند و با نظر افکندن بر قبور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که به صورت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آمده انسان متوجه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قت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جاو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شود </w:t>
      </w:r>
      <w:r>
        <w:rPr>
          <w:rtl/>
          <w:lang w:bidi="fa-IR"/>
        </w:rPr>
        <w:lastRenderedPageBreak/>
        <w:t>که چگونه حق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 و سرافراز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گنبد 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مسجد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عصمت و طهارت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نت بخش گشته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حکومت آل حمدان که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در شمال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سال 333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و تا اوائل قرن پنجم ادامه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>ابد که با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علم و دانش موجب شکوفائ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مرداس که در قرن پنجم بر قسمتها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شامات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در ترو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شام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دخالت عمده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پزشکان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چشمگ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هستند و در مجالس عزا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آزادانه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منعقد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خطبا و وعاظ به افشا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علامه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محسن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صاحب کتاب گرانقدر «اع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از افراد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مص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حضرت امام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را از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فات خود در شام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خواند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جماعت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اهل سنت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حضور داشتند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شهر باستان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دمشق است و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آن حلب و بندر لاذق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دمشق مسجد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تحت عنوان مسجد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اول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خرابه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مانده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 را ساخت که 157 متر طول و 97 متر عرض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گنبدها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مرمرها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آب طلا کار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پرده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مسجد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ادآور شکوه هنر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مرقد مطهر حضرت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نتب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عليها‌السلام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اسلام که راه سرخ برادرش را ادامه داد در 20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دمشق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مرقد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ف سر مقدس حضرت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السلام در مسجد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مرقد بدن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ف آن حضرت در مسجد «دلم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نواحش دمشق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قسمت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مسجد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 </w:t>
      </w:r>
      <w:r>
        <w:rPr>
          <w:rtl/>
          <w:lang w:bidi="fa-IR"/>
        </w:rPr>
        <w:lastRenderedPageBreak/>
        <w:t>مبارک حضرت ابا عبد الله الحس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مدفون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در 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کاف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تهذ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و کتب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از ائمه 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شده سر مقدس حضرت امام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نجف اشرف نزد پدر بزرگوارش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المؤمن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باب الصغ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که قبرستان عموم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دمشق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مقام رؤوس الشهدا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واقع است که بر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16 علامت به نشانه 16 سر گذاشته شده که همگ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اران حضرت امام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بلال حبش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عبد الله بن جعفر بن 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طالب و فضه خدمتگزار حضرت زهرا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عليها‌السلام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قبرستان مدفونند بر سر راه دمشق به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در شهرک بب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 مقداد بن اسود کند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دفن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مقامات معروف و مشههور و مشاهد مقدس در دمشق مرقد پاک و منور حضرت 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عليها‌السلام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دختر خردسال حضرت امام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است که مورد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ارت مسلمانان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حجر بن 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سال 53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مرج العذراء به شهادت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دمشق دفن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کوه قاس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که در بخش شمال شهر دمشق واقع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تحت عنوان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اصحاب کهف که اکنون ساختمان و مسجد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آن ساخته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مراقد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مورد توجه مسلمانان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در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واقع است به شرح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مرقد سک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عليها‌السلام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دختر حضرتامام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- ام کلثوم دختر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ام سلمه همسر حضرت رسول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 حب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به همسر حضرت رسول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- مرقد حضرت عبد الله فرزند امام سجاد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شهر حلب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شهرت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محل سکونت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حضرت ابراه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بوده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اسلام است و شامل مسجد جامع </w:t>
      </w:r>
      <w:r>
        <w:rPr>
          <w:rtl/>
          <w:lang w:bidi="fa-IR"/>
        </w:rPr>
        <w:lastRenderedPageBreak/>
        <w:t>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جامع توته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آرامگاه حضرت زکر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مقبره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شهاب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سهرورد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عمادالد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Paulw</w:t>
      </w:r>
      <w:r w:rsidR="00041941">
        <w:rPr>
          <w:lang w:bidi="fa-IR"/>
        </w:rPr>
        <w:t xml:space="preserve">. </w:t>
      </w:r>
      <w:r>
        <w:rPr>
          <w:lang w:bidi="fa-IR"/>
        </w:rPr>
        <w:t>Copeland</w:t>
      </w:r>
      <w:r w:rsidR="004C0E7B">
        <w:rPr>
          <w:lang w:bidi="fa-IR"/>
        </w:rPr>
        <w:t>)</w:t>
      </w:r>
      <w:r w:rsidR="004C0E7B">
        <w:rPr>
          <w:rtl/>
          <w:lang w:bidi="fa-IR"/>
        </w:rPr>
        <w:t xml:space="preserve"> 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کتاب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رامون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نوشته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حقا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را از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جهل وارونه جلوه داده و بخصوس از نفوذ فرهنگ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در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اورده است متاسفانه کتاب مذکور توسط انتشارات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ترجمه و در سال 1370 منتشر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نگارنده نقد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آن نوشته که در مجله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پژوهش ش 1314 چاپ شده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سکنه فعال آن در بخش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دارند و سد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اسد که بر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رودخانه فرات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شده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عهده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صحرانش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رواج دارد گندم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مرکبات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انگور 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تون از محصولات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نفت ندارد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 لوله نفت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گذرند که درآمد قابل ملاحظه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صنعت نساج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38" w:name="_Toc430467314"/>
      <w:r>
        <w:rPr>
          <w:rtl/>
          <w:lang w:bidi="fa-IR"/>
        </w:rPr>
        <w:t>لبنان</w:t>
      </w:r>
      <w:bookmarkEnd w:id="38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لبنان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عنوان کوچکتر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پس از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با 10400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شمال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اشغال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جنوب و غرب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شرق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لبنان از دو منطقه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که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منطقه دره بقاع واقع شده که دو رودخانه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اورنتس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آن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دره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لبنان به حساب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لبنان تنها کشور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است که فاقد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لبنان سابقه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قدمت آن به دهها قرن قبل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کنعان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اواسط هزاره سوم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وارد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شده و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دادند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ونان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قوم مهاجر را فن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فن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را بوجود آورده و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تمدن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نهاده و خط را اختراع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5/5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هخامنش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لبنان را فتح کردند و در سال 64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سلطه روم قرار گرفت و با تسلط روم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زانس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رواج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 کرده و فرهنگ 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اوج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 کرد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شکست هراکل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 فرمانده 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عصر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دوم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را به تصرف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در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ابوذر غفار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صحابه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غمبر اکرم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حالت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مردم جبل عامل که اغلب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به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پرداخته و بذر اسلام و عشق به دودمان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را در قلب آنان کاشت و پرورش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حکومت دمشق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ابوذر عصبان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او را به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ربذه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قرن هفتم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مارون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لبنان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در ارتفاعات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اواخر قرن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لبنان همراه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نقاط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جزو قلمرو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آنکه صلاح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منطقه را تماما از وجود 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پاک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دستجات 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لبنان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مانده که بعدا تشنج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منطقه بوجود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آنکه اکثر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صلاح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بودند از دلاور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نگران شده و پس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قتل عام آنان پرداخت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سلطه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احمدپاشا جزار که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فرمانروا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 عکاء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به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حمله کرد تا آنان را شکست </w:t>
      </w:r>
      <w:r>
        <w:rPr>
          <w:rtl/>
          <w:lang w:bidi="fa-IR"/>
        </w:rPr>
        <w:lastRenderedPageBreak/>
        <w:t>داد و جبل عامل را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نفوذ خود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فرمان قتل عام آنان را صادر کرد و دستور داد همه کتابها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را به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برده و بسوزانند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مدت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هفته حمامها و نانوائ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 عکاء با کتابها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سوختند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اول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ثان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از علما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خطه هستند که توسط حکومت وقت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شهادت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1843 م دربار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فشار دول بزرگ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لبنان را به دو قائم مقام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فئودالها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سپرد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قائم مقام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مارون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اقدام اوضاع لبنان را آشفته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 کرد و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دروز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مارون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منازعات مذکور و بخصوص قتل عام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مارون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دروز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سال 1860 م موجب آن شد که ناپلئون سوم امپراطور فرانسه آن را دستاو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قرار داده و به بهانه کمک به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 در لبنان مداخله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1923 م جامعه ملل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لبنان را تحت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فرانسه قرار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 انجام در سال 1945 م با استقلال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موافقت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 و لبنان عضو سازمان ملل متحد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اما دست پروردگار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مارون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حکومت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در دست گرفتند و چون 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لبنان که در سال 1926 م از 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اقتباس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مردمان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صورت مجموعه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طوا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نگرد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مساوات در لبنان مورد مخاطره قرار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 طرق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قانون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مجلس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انتخاب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ناگز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است توازن 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حاکم در مجلس و حکومت را 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واقع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فرد تابع شخص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 1948 م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آوارگان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جنوب لبنان آمدند و 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14 روستا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را در منطقه جبل عامل </w:t>
      </w:r>
      <w:r>
        <w:rPr>
          <w:rtl/>
          <w:lang w:bidi="fa-IR"/>
        </w:rPr>
        <w:lastRenderedPageBreak/>
        <w:t>تصرف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جنگ 2000 نفر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لبنان به شهادت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75% روستاها و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نبرد هفت روزه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1958 م که فالانژها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لبنان به قدرت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افته و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از 66 کرس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55 کرس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خود اختصاص دادند جنبش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کام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شمعون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وقت که موقع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و فالانژها را در خطر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خواست تا به مداخله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لبنان اقدام کند که در 15 ژوئ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1958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14300 تفکندار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روت شده و به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تظاهر کنندگان پرداختند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زمان استقرار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لبنان حملات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غاصب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فزون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گرفت و در تهاجم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متوال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کشته و مجروح گشته و نقاط مسکون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مراکز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گشته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1978 م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جنوب لبنان را تا رودخانه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اشغال نمود که پس از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عقب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 و از آن پس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هگز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آرامش را 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را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طرف انبوه هواپ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محموله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مرگبار را به طور گسترده بر سر مردم فرو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 و توپخانه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از راه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روت را هدف گرفته و بمبها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فسفر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خوشه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زنان و کودکان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رمردان را بدون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ترحم و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آماج خود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فالانژها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زنده زنده در آتش سوزان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با بمب گذار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ترور و شکنجه آرامش را از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بخصوص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1982 م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و سلاحها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شمار جنوب لبنان را مورد حمله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قرار داد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تهاجم وضع اسف 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 توام با فاجعه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آورادگان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جنوب لبنان مستقر بودند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 اوضاع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محاصره شده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سخت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لبنان شهر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روت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طرابلس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زحله و بعلبک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منطقه جبل عامل با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قدس رابطه دارد و محل نزول 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در هر گوشه از آن مرقد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بهاء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عامل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دانشمندان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است که در عصر صفو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قرن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عده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لبنان کوچ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در آنجا سکن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از ان جمله آل عمران در طرابلس و آل عامله در جنوب لبنان و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بعلبک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روت و جب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اقامت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لبنان 5/3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لمون نفر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کنند که 85/0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رشد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4/2/0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5/286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آن اغلب از نژاد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از 16 فرقه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62/0 مسلمان هستند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اکثرا در جبل عامل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صور شرق بعلبک اطراف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روت و کوهست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شامل سکونت دارند در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ها که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رامون مدهب 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هستند و مکتب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در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قرن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توسط محمد درز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به 400000 نفر بالغ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گردند که در جبل لبنان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شوف مناطق راش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اهل تسنن که به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رسند در شمال لبنان بوده و از 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که قدرت نظام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لبنان را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دارند شامل 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مارون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کاتول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ارتدوکس و ارمن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کوچک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نسطور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گذار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لبنان ابوذر غفار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بدنبال استقلال لبنان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عهده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عبد الحس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شرف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مجاهد بزرگ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که خود نمونه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تقوا و علم و مجاهدت بود در مدت پنجاه سال اقامت در شهر صور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مدام در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فرهنگ ائمه و اتحاد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را به نقشه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 واقف ساخت و آنان را به مبارزه با طاغوت دعوت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فرانسو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انتقام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عالم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کتابخانه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اش را در شهر صور به آتش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در صدد دستگ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بودند اما مردم خشمگ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جبل عامل که به شهر صور آمده بودند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تصم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خود منصرف نمودند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شرف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بستر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که مردم بعد از 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امام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صدر را که در قم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اورند و خود در سال 1956 م فوت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سرانجام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تحقق 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عالم و با تاک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حضرت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الله العظم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بروجرد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ره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امام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صدر در اواخر سال 1959 م به لبنان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با تلاشها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1969 م مجلس اعلا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بوجود آمد که پارلمان لبنان آن را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باعث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 که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احساس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متشکل شدن جوانان لبنان با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امام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صدر و دکتر مصطف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چمران حرکت المحروم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جنبش امل بوجود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انقلاب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لبنان فرصت مناسب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ابراز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دشمنان که مشاهده کردند ممکن است امام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صدر با الهام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انقلاب و کلام نافذ خود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دنباله رسالت امام 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را در لبنان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اده کند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رهبر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از آنان گرفتند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راغب حرب درباره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لبنان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«ما 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حال ترس و اضطراب از حمله و تعرض دشمن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اکنون در پرتو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دشمن است که از ما و اسلام بوحشت افتاده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اثرات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لبنان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که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رهبران محافظه کار را آشکار نمود و حزب الله لبنان به عنوان مظهر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قلمداد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حزب الله بدنبال تجاوز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1982 م در شرق لبنان بوجود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علامه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محمد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فضل الله رهبر قبل حزب الله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«تولد حزب الله در لبنان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مبارزه سراسر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سازمان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از مفاه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بر خلاف آنکه لبنان فاقد مواد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در آشوب و جنگ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سوزد و مدام مورد تجاوز غاصب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اما در توسعه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مجاور موفق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 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2500 کارخانه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جنگلها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بادام 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تون اطراف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روت و سواحل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چشم اندازها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آورده که بر جاذبه 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افزوده است بنحو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سال 1975 م حدود 250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دلار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جهانگرد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آمد داشت که 20 درصد در آمد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قبل از جنگ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لبنان از قطب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بطور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که روزانه 120 کشت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سواحل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روت در انتظار تخل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لبنان دو پالا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شگاه مهم نفت در شمال و جنوب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 و دره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اطراف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انواع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از جمله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تون و مرکبات با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بالا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دره بقاع پنبه و غلات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واحد پول لبنان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پوند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لبنان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39" w:name="_Toc430467315"/>
      <w:r>
        <w:rPr>
          <w:rtl/>
          <w:lang w:bidi="fa-IR"/>
        </w:rPr>
        <w:lastRenderedPageBreak/>
        <w:t>یمن</w:t>
      </w:r>
      <w:bookmarkEnd w:id="39"/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من در تار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خ 22 مه سال 1990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لاد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مطابق با اول خرداد 1369 ش و 26 شوال 1410 قمر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دو کشور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من شمال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من جنوب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در مورد کشور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واحد تحت عنوان جمهور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من توافق نمودند و دب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کل سازمان ملل هم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اتحاد را پذ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رفت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جمهور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مذکور که در 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مه جنوب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شبه جز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ره عربستان و در شمال خل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ج عدن و گلوگاه استراتژ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 باب المندب واقع است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532000 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لومتر مربع وسعت دارد</w:t>
      </w:r>
      <w:r>
        <w:rPr>
          <w:rtl/>
          <w:lang w:bidi="fa-IR"/>
        </w:rPr>
        <w:t xml:space="preserve">.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من 3 چهره طب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ع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دارد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نواح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خوش آب و هوا و با صفا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کوهستان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جلگه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ساحل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نواح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ابان</w:t>
      </w:r>
      <w:r>
        <w:rPr>
          <w:rtl/>
          <w:lang w:bidi="fa-IR"/>
        </w:rPr>
        <w:t>ی. ی</w:t>
      </w:r>
      <w:r w:rsidR="001D2733">
        <w:rPr>
          <w:rtl/>
          <w:lang w:bidi="fa-IR"/>
        </w:rPr>
        <w:t>من بدل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موقع کوهستان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بالا بودن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زان بارندگ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سواحل غرب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بر خلاف صحار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عربستان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سرسبز و آباد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باشد</w:t>
      </w:r>
      <w:r>
        <w:rPr>
          <w:rtl/>
          <w:lang w:bidi="fa-IR"/>
        </w:rPr>
        <w:t>. ی</w:t>
      </w:r>
      <w:r w:rsidR="001D2733">
        <w:rPr>
          <w:rtl/>
          <w:lang w:bidi="fa-IR"/>
        </w:rPr>
        <w:t>من در تورات به عربستان سف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د موسوم است و سوره سبا قران اشاره به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من دارد در ازمنه گذشته باغستان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>
        <w:rPr>
          <w:rtl/>
          <w:lang w:bidi="fa-IR"/>
        </w:rPr>
        <w:t>یی</w:t>
      </w:r>
      <w:r w:rsidR="001D2733">
        <w:rPr>
          <w:rtl/>
          <w:lang w:bidi="fa-IR"/>
        </w:rPr>
        <w:t xml:space="preserve"> در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سرزم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بود که از شدت سر سبز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قر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 فاصله نبود اما بخاطر کفران نعمت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عرم به سو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آن جار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شد</w:t>
      </w:r>
      <w:r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به پادشاه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1200 تا 650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وجود داشت برم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سلسله 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آن مسلط بود که در سال 525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ورود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حبشه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افت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من در ابتدا به صورت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الات حبشه در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حبشه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حمله آورد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بن 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زن پادشاه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به دربار انوش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پس از مشورت با مشاور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زندان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محکوم به اعدام را همراه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فرستاد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جماعت که هزار نفر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نبودند توانستند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هزار حبش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پا در آورند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فرمانده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وهرز»بود که پس از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بن 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زن به حکومت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از دولت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متابعت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آشکار شدن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و آغاز دعوت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حاکم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بادان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ارسال نامه حضرت رسول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خسرو پرو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پادشاه ساسان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اسلام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نامه را پاره کرد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باذان نوشت که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سنده نامه را نزد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اعزام 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ندگان باذان با حکم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دست داشتند به حضور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منظور خود را مطرح کردند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 فرمود فردا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د و جواب بگ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روز بعد که آمدند حضرت فرمود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شب خسرو پرو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بدست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کشته شد و خدا به من اطلاع داده که مملکت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شما اسلام آورده و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تصرف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خبر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باذان حاکم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به 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باذان اسلام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کرد و حضرت رسول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حکومت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من ابقا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هم مسلمان شدند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قبل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حاکم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در سال 530 م ابرهه بود که در سال 570 م مقارن با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حضرت محمد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قصد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خانه کعبه با لشکر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مجهز و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سوار روانه مکه 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مکه بر اثر حمله پرندگان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تعب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اباب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بودند هلاک شده و لشکر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انش به قتل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مردم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تجارت توانستند اسلام را به اقص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نقاط جهان بفرستند مردمان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مسلمان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مسجد جامع 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صنعا که در سال 8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 شده به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نسبت داده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شود 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همراه با لشکر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خود در آن نماز گزارده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مردم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جزو افتخارات خود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دانند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مقاومت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مقابل ارتش اسلام به دعوت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اسلام آوردند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1517 م تا 1918 م بر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من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حکومت امامان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گشت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سال 1945 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به سازمان ملل متحد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 و در سال 1958 همراه با مصر و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متحده عرب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 تسلط کامل انگلستان بر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روابط آن با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شد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اختلافات منجر به انعقاد قرارداد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خاک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منفک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قبل از وحدت دو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من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عضو جبهه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اعراب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طرفدار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بود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علت نفوذ عربستان سعود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وابسته بود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سکنه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12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 که از نژاد سام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واقع دو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له اوس و خزرج مردم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که 98 در صد مسلمان و از مذاهب شافع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خنجر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خود حمل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که جنب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نام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بافت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حفظ شده و صرفا در جنوب از تحولات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جامعه شمال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گونه نقش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به عنوان موجود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قابل ترحم به زن نگر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تعصب مرد به زن 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45 درصد مردم شمال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و 5 درصد مردم جنوب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مذهب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اغلب مردم به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مخدر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قات معتادند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حدود 37 حزب و گروه اعلام موجود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بر اساس قانون احزاب مصوبه سال 1991 م در صورت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مغا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با 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وحدت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کشور نباشد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آزادند</w:t>
      </w:r>
      <w:r w:rsidR="00041941">
        <w:rPr>
          <w:rtl/>
          <w:lang w:bidi="fa-IR"/>
        </w:rPr>
        <w:t xml:space="preserve">.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1D2733">
        <w:rPr>
          <w:rtl/>
          <w:lang w:bidi="fa-IR"/>
        </w:rPr>
        <w:t>من دو مجلس دارد</w:t>
      </w:r>
      <w:r>
        <w:rPr>
          <w:rtl/>
          <w:lang w:bidi="fa-IR"/>
        </w:rPr>
        <w:t>، ی</w:t>
      </w:r>
      <w:r w:rsidR="001D273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شورا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مشورت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مرکب از 45 نفر که جنبه تشر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فات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دارد و 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گر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مجلس نما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ندگان با 301 عضو که 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جنوب و 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شمال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من برگز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ده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شوند که برا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مدت 4 سال انتخاب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شوند</w:t>
      </w:r>
      <w:r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طبق 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3/98 درصد به آن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مثبت دادند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رسم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اسلام و زبان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واحد پول آن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60 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صنعا تنها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به عنوان آثار باستان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شناسا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شده اما هنوز مردم در آن اقامت دارند سوم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مسجد جهان اسلام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مسجد جامع صنعاست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سد مآرب که 450 سال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در عهد عبد الشمس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ساخته شده که در 3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سد مآرب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ساخته شده است که با هز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57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دلار در سال 1986 م به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سد 7000 هکتار از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عرش بلق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س-کاخ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ست-چند ستون 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چند سنگ نبشته و معبد آفتاب که قبل از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بلق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در آن عبادت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کرده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قرار دارد و از آثار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کشور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متحده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شهر صنعاست که در مناطق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کشور قرار گرفته و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آن بندر عدن است که در کنار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عدن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قرار گرفته و به علت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باب المندب از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سوق الج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پر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باب المندب و ابتدا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و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سکوترا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مشرق عدن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تعلق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امروزه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شمار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اثن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اکثر اهل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مذهب را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بن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tl/>
          <w:lang w:bidi="fa-IR"/>
        </w:rPr>
        <w:lastRenderedPageBreak/>
        <w:t>قرن سوم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انتشار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اکثر مردم عس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شافع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اقتصاد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بر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از نظر وسا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ابزار کار و روابط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مالکان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کشاورزان به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علاوه بر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مرتفع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منطقه حضرموت از مناطق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ادامه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محصولات مختلف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عبارتند از قهوه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پنبه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توتون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جات گندم و قات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پرورش گوسفند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اسب و شتر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من درسالها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 تا به کمک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توسعه دهد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صادرات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را قهوه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پنبه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پوست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خشک و سنگ نمک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واردات آن مواد نفت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ماش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آلات است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40" w:name="_Toc430467316"/>
      <w:r>
        <w:rPr>
          <w:rtl/>
          <w:lang w:bidi="fa-IR"/>
        </w:rPr>
        <w:t>پی نوشتها</w:t>
      </w:r>
      <w:bookmarkEnd w:id="40"/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1-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تاشناس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 ص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184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185 و 186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2-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ه- دکتر ناصر صبح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- زهرا فرد - تهران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1363 صفحات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28 تا 47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3-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- علامه محمد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مظفر ترجمه و نگارش دکتر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باقر حجت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صفحات 220 تا 222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4- دائرة المعارف الش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جلد دوازدهم صفحات 37 و 38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5- مراقد اهل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شام -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احمد فهر</w:t>
      </w:r>
      <w:r w:rsidR="00041941">
        <w:rPr>
          <w:rtl/>
          <w:lang w:bidi="fa-IR"/>
        </w:rPr>
        <w:t xml:space="preserve">ی.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6- راهنما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زوار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- احمد کنعان</w:t>
      </w:r>
      <w:r w:rsidR="00041941">
        <w:rPr>
          <w:rtl/>
          <w:lang w:bidi="fa-IR"/>
        </w:rPr>
        <w:t xml:space="preserve">ی.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7- حلب شهر ستارگان -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عبد الله ناصر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طاهر</w:t>
      </w:r>
      <w:r w:rsidR="00041941">
        <w:rPr>
          <w:rtl/>
          <w:lang w:bidi="fa-IR"/>
        </w:rPr>
        <w:t xml:space="preserve">ی. </w:t>
      </w:r>
    </w:p>
    <w:p w:rsidR="001D2733" w:rsidRDefault="001D2733" w:rsidP="001A5E01">
      <w:pPr>
        <w:pStyle w:val="libFootnote"/>
        <w:rPr>
          <w:lang w:bidi="fa-IR"/>
        </w:rPr>
      </w:pPr>
      <w:r>
        <w:rPr>
          <w:rtl/>
          <w:lang w:bidi="fa-IR"/>
        </w:rPr>
        <w:t>8-</w:t>
      </w:r>
      <w:r w:rsidR="001A5E01">
        <w:rPr>
          <w:rFonts w:hint="cs"/>
          <w:rtl/>
          <w:lang w:bidi="fa-IR"/>
        </w:rPr>
        <w:t xml:space="preserve"> </w:t>
      </w:r>
      <w:r w:rsidR="001A5E01">
        <w:rPr>
          <w:lang w:bidi="fa-IR"/>
        </w:rPr>
        <w:t>Orontes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9- مجله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انقلاب ش 169 - هشتم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ورماه 1365 - مقاله «لبنان جولانگاه ابرقدرتها»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10- شمس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محمد بن مک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پس از شهادتش به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اول معروف شد در سال 734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دهکده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جبل عامل لبنان به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آمد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11-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فرزند نور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پس از شهادتش به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دوم معروف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13 شوال 911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روستا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جبع واقع در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جبل عامل لبنان به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آمد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12- مجله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انقلاب ش 174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13- آسمان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- تون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فتون ترجمه کاظم 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 54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14- مارون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منتسب به مارون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س 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راهب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15- مجله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انقلاب ش 169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16- مجله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انقلاب شماره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176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179 و 183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17- خدمات متقابل اسلام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ران-شه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مرتض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-صفات 82 تا 84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18-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پرونده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معاصر-س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روس غفار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9 مرداد 1369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19- در انتخابات پارلمان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که در اواخر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1993 م برگزار شد و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مردم به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صندوقها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رفتند تا 301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خود را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نند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داها 200 زن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شد که نه تنها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بلکه در خاور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سابقه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lang w:bidi="fa-IR"/>
        </w:rPr>
      </w:pPr>
      <w:r>
        <w:rPr>
          <w:rtl/>
          <w:lang w:bidi="fa-IR"/>
        </w:rPr>
        <w:t>20-</w:t>
      </w:r>
      <w:r w:rsidR="001A5E01">
        <w:rPr>
          <w:rFonts w:hint="cs"/>
          <w:rtl/>
          <w:lang w:bidi="fa-IR"/>
        </w:rPr>
        <w:t xml:space="preserve"> </w:t>
      </w:r>
      <w:r w:rsidR="001A5E01">
        <w:rPr>
          <w:lang w:bidi="fa-IR"/>
        </w:rPr>
        <w:t>perim</w:t>
      </w:r>
    </w:p>
    <w:p w:rsidR="001D2733" w:rsidRDefault="001D2733" w:rsidP="001A5E01">
      <w:pPr>
        <w:pStyle w:val="libFootnote"/>
        <w:rPr>
          <w:lang w:bidi="fa-IR"/>
        </w:rPr>
      </w:pPr>
      <w:r>
        <w:rPr>
          <w:rtl/>
          <w:lang w:bidi="fa-IR"/>
        </w:rPr>
        <w:t>21-</w:t>
      </w:r>
      <w:r w:rsidR="001A5E01">
        <w:rPr>
          <w:rFonts w:hint="cs"/>
          <w:rtl/>
          <w:lang w:bidi="fa-IR"/>
        </w:rPr>
        <w:t xml:space="preserve"> </w:t>
      </w:r>
      <w:r w:rsidR="001A5E01">
        <w:rPr>
          <w:lang w:bidi="fa-IR"/>
        </w:rPr>
        <w:t>Socotra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22- قلب 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سرهنگ محمد حسن</w:t>
      </w:r>
      <w:r w:rsidR="00041941">
        <w:rPr>
          <w:rtl/>
          <w:lang w:bidi="fa-IR"/>
        </w:rPr>
        <w:t xml:space="preserve">. </w:t>
      </w:r>
    </w:p>
    <w:p w:rsidR="004C0E7B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23-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</w:t>
      </w:r>
      <w:r w:rsidR="00041941">
        <w:rPr>
          <w:rtl/>
          <w:lang w:bidi="fa-IR"/>
        </w:rPr>
        <w:t xml:space="preserve">. </w:t>
      </w:r>
    </w:p>
    <w:p w:rsidR="00041941" w:rsidRDefault="001A5E01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41" w:name="_Toc430467317"/>
      <w:r w:rsidR="004C0E7B">
        <w:rPr>
          <w:rtl/>
          <w:lang w:bidi="fa-IR"/>
        </w:rPr>
        <w:lastRenderedPageBreak/>
        <w:t>اردن</w:t>
      </w:r>
      <w:bookmarkEnd w:id="4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اردن در منطقه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کنار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عقبه قرار دارد و مساحت آن به 97740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2270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آن در آشغال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غاصب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شرق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جنوب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و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عربستان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اردن شامل فات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عربستان و در غرب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کناره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فلات با برش تند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شکافها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ارض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مرده ختم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حدود 400 متر 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 از سطح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بوده و پست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نقطه کره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اردن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رموک نام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80% اردن را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فرا گرفته و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زمست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نسبتا </w:t>
      </w:r>
      <w:r w:rsidR="00B43D72">
        <w:rPr>
          <w:rtl/>
          <w:lang w:bidi="fa-IR"/>
        </w:rPr>
        <w:t>باران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سرد و تابست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بارندگ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شرق 200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متر اما در غرب به 600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اردن از گذشته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اغلب تحت تسلط ابرقدرتها بوده و خود کمتر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داشته است 4 قرن تحت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داشته و با شکست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جنگ اول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اردن در سال 1916م به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انگلستان درآمد و در سال 1921م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حکومت ملک عبدالله هاشم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عنوان پادشاه خود مختار اردن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1946م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انگلستان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حفظ منافع خود و افراد دست نشانده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عهدنامه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استقلال آن را اعلام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1950م گروه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با فشار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اشغالگر قدس به صورت پناهنده به اردن آمدند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اردن در سال 1955م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1967م و در جنگ اعراب و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که اردن هم از طرف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پس از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سخت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کرانه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رود اردن را از دست داد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50%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کشور در بخش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و 20% درآمد صادرات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اردن از محصولات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گندم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مرکبات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جات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انگور و سبز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جات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محصولات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فسفات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پتاس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سنگ آهن از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هست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- دخان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چرم 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مصنوعات دست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نفت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رونق دارند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محصولات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18%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و 7%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در بخش صنعت کار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واحد پول اردن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نار اردن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برابر 1000 فلس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42" w:name="_Toc430467318"/>
      <w:r>
        <w:rPr>
          <w:rtl/>
          <w:lang w:bidi="fa-IR"/>
        </w:rPr>
        <w:t>کویت</w:t>
      </w:r>
      <w:bookmarkEnd w:id="4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مشروطه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غرب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و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عربستان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17818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 و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بوب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واقع در شرق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تعلق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 (</w:t>
      </w:r>
      <w:r>
        <w:rPr>
          <w:rtl/>
          <w:lang w:bidi="fa-IR"/>
        </w:rPr>
        <w:t>واقع در مشرق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آن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سواحل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فرورفتگ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 آن مناطق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دارد که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عراق و عربستان هر کدام ادعا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را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نقطه نظر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هموار و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کوه و رود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مشاهده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صرفا چند واحه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داخل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در نقاط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و در سواحل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گرم و مرطوب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شهر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آن جهره و الاحمد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مدتها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بوده و در سال دوازدهم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نبرد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خالد بن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سردار اسلام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 که موجب 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شد و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به قلمرو حکومت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گشت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قرن شانزدهم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بوجود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مدت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عثمان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بر آن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و به مدت 62 سال در سلطه انگلستان بود و در سال 1961م عراق مدع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 اما انگلستان مانع لشکرکش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شد و سرانجام در سال 1963 عراق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را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 و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درآمد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سال 1973م در جنگ اعراب و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سوئز در جنگ 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پور»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شرکت کردند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نفت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غرب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شرکت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سال 1981م در جنگ عراق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کمک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متجاوز عراق 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مرداد ماه 1369ش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مطابق با اوم اوت 1990م مورد تجاوز عراق واقع شد و عراق من تصرف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صدمات فراوان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وارد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تجاوز را محکوم کرد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متحد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انگلستان فرانسه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</w:t>
      </w:r>
      <w:r w:rsidR="00041941">
        <w:rPr>
          <w:rtl/>
          <w:lang w:bidi="fa-IR"/>
        </w:rPr>
        <w:t>...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به جنگ با عراق برخاسته و در 27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ماه 1369 پس از 167 روز که از اشغال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گدشت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چند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درخاک عربستان بسر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بردند به سرکردگ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حملات موشک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هواپ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به شهرها و مناطق مسکون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آغاز کردند و موفق شدند در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چهارشنبه هشتم اسفند 1369ش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مطابق با 27 فور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1991م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عراق را مجبور به تخل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قبول قطعنامه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بر حسب امار 1990م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2095000 نفر سکنه داشته که 92% در شهرها سکونت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85% از نژاد عرب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نژادها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هند و پاکستان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90% مسلمان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 وجود آنکه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با مظاهر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جمله حجاب مخالفت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4 دانشج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دختر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استفاده از حجاب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دانشکده پزشک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اخراج شدند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ذخا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نفت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70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بشکه است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عضو اوپک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درآمد آن از نفت 75%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واحد پول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نار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K</w:t>
      </w:r>
      <w:r w:rsidR="00041941">
        <w:rPr>
          <w:lang w:bidi="fa-IR"/>
        </w:rPr>
        <w:t xml:space="preserve">. </w:t>
      </w:r>
      <w:r>
        <w:rPr>
          <w:lang w:bidi="fa-IR"/>
        </w:rPr>
        <w:t>D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برابر 1000 فلس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43" w:name="_Toc430467319"/>
      <w:r>
        <w:rPr>
          <w:rtl/>
          <w:lang w:bidi="fa-IR"/>
        </w:rPr>
        <w:t xml:space="preserve">امارات متحده عربی </w:t>
      </w:r>
      <w:r w:rsidRPr="00D23B69">
        <w:rPr>
          <w:rStyle w:val="libFootnotenumChar"/>
          <w:rtl/>
          <w:lang w:bidi="fa-IR"/>
        </w:rPr>
        <w:t>(5)</w:t>
      </w:r>
      <w:bookmarkEnd w:id="43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منطقه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خشک که در انتها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عربستان و بر کرانه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واقع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امارات متحده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مشرق با عمان و از جنوب با عربستان مرز مشترک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هفت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که به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از غرب به شرق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ابوظب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شارجه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عجمان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 القو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راس الخ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و فج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کنار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عمان واقع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وسعت آن به 83654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86% آن به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ابوظب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اختصاص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عارضه مهم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 و تنها ناهموار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حجر است که از راس مسندام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شمال تا راس الحد در جنوب امتداد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در سواحل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گرم و مرطوب و در نقاط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تا قبل از سال 1820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سلطه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انگلستان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1971م سلطه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بر آن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پس از استقلال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درآمد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امارات متحده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ارتباط با جهان سوم و غرب 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خود ساخته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قدرت آن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از اجتماع حکام هفت امارت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که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و 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است که توسط اعظا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مدت 5 سال انتخاب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2160000 نفر سکنه دارد که 88% در شهرها هستند رشد سالانه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5/6%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8/25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75%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را مهاجران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که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پاکستان و هند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 کار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72% مردم از نژاد سام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عرب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26%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پاکستان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 97% مسلمان و غالبا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هندو مذهب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هندو و اردو متداول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خط مورد استفاده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امارات قبل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نفت در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 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در ابوظب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 کشف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درآمدها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کلان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قادر ساخته تا علاوه بر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جنگ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اردها دلار از مازاد 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در خارج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همه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کشور عقب مانده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سال 1975م به اوپک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خرما و انواع سبز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محصولات مهم آن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مقدار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هم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44" w:name="_Toc430467320"/>
      <w:r>
        <w:rPr>
          <w:rtl/>
          <w:lang w:bidi="fa-IR"/>
        </w:rPr>
        <w:t>عمان</w:t>
      </w:r>
      <w:bookmarkEnd w:id="4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عمان در جنوب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عمان و شرق عربستان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خاک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صورت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جنوب تنگه هرمز واقع شده که به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مسندام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معروف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وسعت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212457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رشته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بنامها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جبل اخضر و حجر در شمال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شنزار و صاف است در سواحل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مجاورت با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عمان و عبور مدار راس السرطان از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آب و هوا گرم و مرطوب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خشک و کم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1450000 نفر سکنه دارد و بصورت جوامع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گوناگون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اما 88% از نژاد 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99% سکنه عمان مسلمان هستند که به دو گروه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اباض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هستند که در مسقط و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استان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باطنه سکنونت دارند و منشا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هند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پاکستان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ابن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فقها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منسوب به کشور عمان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گرچه زبان رسم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عمان به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پاکستان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بلوچ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صحبت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عمان از 37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ک استان و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که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نظر فرماندار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حدود ده قرن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ساکن جنوب عربستان به عمان مهاجرت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خوارج پس از آنکه در مقابل سپاه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اسلام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خوردند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زمان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) </w:t>
      </w:r>
      <w:r>
        <w:rPr>
          <w:rtl/>
          <w:lang w:bidi="fa-IR"/>
        </w:rPr>
        <w:t>به عمان آمده و فرقه اباض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مدت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بر عمان تسلط داشت و از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شانزدهم تا سال 1650م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حاکم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1904م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انگلستان بود و سرانجام در سال 1970م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مطابق با 1349ش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ظاهر مستقل شد و در سال 1971م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درآمد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جنبش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ظفار از سال 1965م مبارزه مسلحانه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عمان آغاز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ظفار که مرکز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انقلاب بود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عمان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 عمان با کمک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شاه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جنبش پرداخته و پس از سرنگون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مصر در مبارزه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معارض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وظا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شاه را به عهده گرفته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گرچه عمان تا قرن نوزدهم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نقاط آباد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بود اما به دلا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رفته رفته آبادان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از دست داد و در حال حاضر از نقاط توسعه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جهان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اقتصاد آن در وضع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نفت 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ظفار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جبل الاخضر و حاش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باطنه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مناسب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خاک کشور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قابل کشت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منطقه باطنه شهرت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عمان شتر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گاو و گوسفند و بز هم پرورش داده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سواحل آن محل 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شرکتها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R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بهره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عمان صنعت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واحد پول آن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 عمان و برابر هزار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ضاست</w:t>
      </w:r>
      <w:r w:rsidR="00041941">
        <w:rPr>
          <w:rtl/>
          <w:lang w:bidi="fa-IR"/>
        </w:rPr>
        <w:t xml:space="preserve">. </w:t>
      </w:r>
      <w:r>
        <w:rPr>
          <w:lang w:bidi="fa-IR"/>
        </w:rPr>
        <w:t>O</w:t>
      </w:r>
      <w:r w:rsidR="004C0E7B">
        <w:rPr>
          <w:rtl/>
          <w:lang w:bidi="fa-IR"/>
        </w:rPr>
        <w:t xml:space="preserve">)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45" w:name="_Toc430467321"/>
      <w:r>
        <w:rPr>
          <w:rtl/>
          <w:lang w:bidi="fa-IR"/>
        </w:rPr>
        <w:t xml:space="preserve">بحرین </w:t>
      </w:r>
      <w:r w:rsidRPr="00D23B69">
        <w:rPr>
          <w:rStyle w:val="libFootnotenumChar"/>
          <w:rtl/>
          <w:lang w:bidi="fa-IR"/>
        </w:rPr>
        <w:t>(11)</w:t>
      </w:r>
      <w:bookmarkEnd w:id="45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مستقل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مجمع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690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کوچکتر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پس از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کم وسعت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ساحل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و در 30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عربستان 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33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سنگ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آهک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و به جز حاش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طول ساحل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قرار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ارتفاع معروف آن جبل دخان است که 150 متر ارتفاع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چشمه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چاهها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آرتز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متعدد با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و کم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و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اسلام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زمان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از بصره تا عمان به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معروف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زمان اشکان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تا صدر اسلام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سلطه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سپاه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اسلام در زمان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آن را تحت تصرف 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 قدرت خوارج بود در سال 651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شد اما در سال 920 ق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1514 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ها بدان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عصر صفو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شاه عباس اول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ملحق نمود و تا سال 1783 م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حکومت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1914 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1332 ق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انگلستان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تجاوز و سلطه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اعتراض داشت 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با مراجعه به آراء عموم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1971 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1350 ش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تحت نظارت سازمان ملل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استقلال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520000 نفر سکنه دارد که 84% آن به صورت کاذب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رشد سالانه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4%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753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است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40% مردم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اتباع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و انگلستان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20%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75% مردم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نژاد سام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در سال هشتم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«العلاء بن الحضرم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رسول اکرم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98%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حال حاضر مسلمانند که 70% آنان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هستند از قرن چهارم که قرامطه به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رواج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از قرن دهم علما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معروف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برخاستند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خاندان دانشمند آل عصفور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روستاها سکونت دارند و به دلائل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80% منبع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نفت است و با وجود آنکه جزو 37 کشور پر درآمد جهان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6 کشور عضو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فراورده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خرما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ونجه و سبز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جات است و 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گو و مروار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هم در آن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واحد پول آن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نار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B</w:t>
      </w:r>
      <w:r w:rsidR="00041941">
        <w:rPr>
          <w:lang w:bidi="fa-IR"/>
        </w:rPr>
        <w:t xml:space="preserve">. </w:t>
      </w:r>
      <w:r>
        <w:rPr>
          <w:lang w:bidi="fa-IR"/>
        </w:rPr>
        <w:t>D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46" w:name="_Toc430467322"/>
      <w:r>
        <w:rPr>
          <w:rtl/>
          <w:lang w:bidi="fa-IR"/>
        </w:rPr>
        <w:t>قطر</w:t>
      </w:r>
      <w:bookmarkEnd w:id="46"/>
    </w:p>
    <w:p w:rsidR="001A5E01" w:rsidRDefault="001D2733" w:rsidP="001A5E01">
      <w:pPr>
        <w:pStyle w:val="libNormal"/>
        <w:rPr>
          <w:rtl/>
          <w:lang w:bidi="fa-IR"/>
        </w:rPr>
      </w:pPr>
      <w:r>
        <w:rPr>
          <w:rtl/>
          <w:lang w:bidi="fa-IR"/>
        </w:rPr>
        <w:t>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قطر در ساحل جنوب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قرار گرفته و از جنوب با عربستان و ابوظب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مرز است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قطر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قطر 11437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هموار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تنها نقطه ارتفاع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با 1050 متر از سطح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جبل الخل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نام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Normal"/>
        <w:rPr>
          <w:rtl/>
          <w:lang w:bidi="fa-IR"/>
        </w:rPr>
      </w:pP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گرم و مرطوب و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زش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آن اندک و منحصر به فصل زمستان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بادها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باد مرطوب شمال و باد گرم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نام برد که از جنوب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عربستان را با خود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قطر مدتها تحت تصرف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 در اواسط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دوم قرن نوزدهم به اشغال 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1916 م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قطر و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منعقد شد که به موجب مفاد آن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انگلستان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قطر در سال 1970 م به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اول سپتامبر 1970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1350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مستقل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عتوب که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احساء عربستان ساکن بودند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قطر آمدند که خاندان آل ثان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اکنون حکومت قطر را در دست دارند از احفاد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قطر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روابط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با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اردن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سودان و عربستان روابط خود را گشترش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جنگ تحم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قطر به عراق کمکها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قطر 470000 نفر سکنه دارد که 90% آنان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مهاجرت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رشد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8%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1/41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85% سکنه قطر در دوحه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غالبا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ساکنند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هستند که به 45000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56% مردم قطر از نژاد عرب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پاکستان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زبان و خط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 اردو و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98% مردم قطر مسلمان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نفت در قطر در سال 1930م کشف 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صدور آن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وقوع جنگ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1949 به تعو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افتاد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ذخ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نفت قطر 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بشکه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روزانه آن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بشکه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درآمد حاصله از نفت و گاز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90%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ذخائر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نفت در سواحل قطر شناسا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شده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قطر ضمن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کوچک مثل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ساختمان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چرم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مبلمان و پلاست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احداث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پتروش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فولاد اقدام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درآمد قطر صرف رفاه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مسکن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تصف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آب و برق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مقدار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 ممالک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صادرات دوباره کالاها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منابع درآمد قطر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رونق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 و 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گو و مروار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قطر انجام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واحد پول آن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 قطر و برابر 100 درهم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47" w:name="_Toc430467323"/>
      <w:r>
        <w:rPr>
          <w:rtl/>
          <w:lang w:bidi="fa-IR"/>
        </w:rPr>
        <w:t>ترکیه</w:t>
      </w:r>
      <w:bookmarkEnd w:id="4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انشقاق در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روم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آن به دو بخش روم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روم شرق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مرکز روم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زانس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قسطنطن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مرکز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اما در سال 1453م که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قرون وسط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آغاز تمدن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حادثه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اتفاق افتاد که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را عوض نمود و آن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ورش سلطان محمد دوم معروف به فاتح است به مرکز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روم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قسطنطن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فتح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و تا غرب اروپا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و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را بشدت مورد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تمدن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ونان و روم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به تمدن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ارتش پر از حماسه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قلمرو قدرتش بود و سراسر اروپا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ضربات 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قلب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زند و 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در تنگنا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محاصره و خفقان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به صورت مرکز تجل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قدرت اسلام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مناره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مساجد پرشکوه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مسلمانان در اروپا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از عظمت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قدرت و دامنه نفوذ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حکا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حاکم مطلق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که بر برج استوار قسطنطن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نشسته بود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قدرت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اروپا و بخش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بوده که از عدب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سراسر شرق اروپا و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بالکان تحت قلمروش بوده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شهرست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حساب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آمده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تفرقه و نفاق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قدرت رسوخ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توطئه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 استعمار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 1912م و 1913م از متفق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خورده و تمام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از او گرفته و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قلمروش را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کرش حدا نموده و آن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کشور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خورده تجز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کوچک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از آن همه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استانبول و آنکارا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ماند و مرکز قدرت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به صورت آپاند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 استعمار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درآمده و آن همه عظمت و شکوه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مفاخر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انکار نموده و با نظام لائ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به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ترک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نسخه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اجرا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زه خوار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و نگهبان مزدور منافع استکبار در شرق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ملت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روح اسلام زنده بود و غنا و قوت و عزت خود را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فرهنگ به شبه فرنگ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فراموش کننده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شتن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برنامه مصطف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کمال آتاتورک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آمده و با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کودتا سلطان را عزل و خود را به عنوان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صورت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انون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به شکل مستط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که طور آن از غرب تا شرق 1565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و از جنوب تا شمال عرض آن 650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بر سر راه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اروپا واقع شده و چون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اروپا را به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مهم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ارتباط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عنوان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دو بخش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شده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که شامل فلات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است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اروپا که 3% خاک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شامل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بالکان قرار دارد و توسط تنگه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بسفر و داردانل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مرمره از بخش 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دسترس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و 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بر موقع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صورت فلات مرتفع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از مشرق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مغرب از ارتفاع آن کاسته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مرکز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فلات کوهها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چون آلپها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پونت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 آق داغ در شمال و توروس در جنوب است که بخش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پوشاند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بلندتر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قلل آن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ارمنستان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5156 متر ارتفاع دارد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مرمرده در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مرمره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مبرس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اژه به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تعلق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معتدل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قزل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رماق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رماق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حان و سحان از منابع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1923م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هنوز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خلافت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لغو نشده بود مصطف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کمال پاشا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آتاتورک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نمود و در سال 1924م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خلافت را لغو و عبدالحم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دوم پادشاه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کشور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مصطف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کمال آتاتورک در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در نهضت ترک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جوان شرکت داشت که بعد از آن حزب اتحاد ترق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1938 - 1881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را بوجود آوردند و با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فرد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اء گوکالپ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طرفدار تمدن غرب گشتند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تا سال 1989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 از 1923 تا 1996 که با 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ژنرال جمال گورسل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>ابد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دوم از 1960 م تا 1989 تا کنون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سال 1952 بخاطر وحشت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 به ناتو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وست و همراه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ونان جناح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بوجود 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 حسب آمار سال 1990م 52240000 نفر سکنه داشته است که 60% آن در شهرها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رشد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طول سال 5/2%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با احتساب 779452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مساحت 3/72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90% مردم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 ترک هستند و همانگونه که اشاره شد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کردها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آلتا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هم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آنکه 98% مردم مسلمان هستند درقانون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اسلام به عنوان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ذکر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به تصوف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فرقه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الله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اکراد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شهرا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فدر از توابع استان قارص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شهر تاشل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توابع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 آغر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 استانبول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آنکارا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بورسا سکونت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هفته 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نام «علمدار» و ماهنامه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عنوان «عاشورا» دراند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فرقه غال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مرز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 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67 استان تشکل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و مرکز حکومت آن آنکارا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غلات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پنبه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حبوبات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و دانه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پرورش بز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گاو و گوسفند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متداول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ذوب 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بافندگ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غذائ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رواج دارد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واحد پول آن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است که برابر 100 قروش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48" w:name="_Toc430467324"/>
      <w:r>
        <w:rPr>
          <w:rtl/>
          <w:lang w:bidi="fa-IR"/>
        </w:rPr>
        <w:t>افغانستان</w:t>
      </w:r>
      <w:bookmarkEnd w:id="48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افغانستان با 652225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شرق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شمال پاکستان 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افغانستان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فلات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بوده و حدود 75% آن را نقاط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هندوکش با طول 600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و شرق آن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حون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آمو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رمند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کابل رود و 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رود از منابع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افغانستان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راه نداشته و محصور در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گرم و خشک و متغ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 قبل از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واحد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نبود و در هزاره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دوم و اول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سکونت و اشغال اقوم 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آمد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ذکر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افغان آمده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عنوان «آوه گانه است که در گزارشها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مربوط به فتوحات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هندوکش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معادل فار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لفظ سوارکار است و هر دو گروه پشتونها و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کها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کهنتر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ذکر از هندوکش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افغانستان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زند اوستا بنام «باکتر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بلخ آمده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329ق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اسکندر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متصرف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کوشان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که مدتها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حکم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 در 220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منقرض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دوره بعد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سوم و در زمان اردش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اول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جزو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فتح افغانستان توسط سپاه اسلام در سال 32 هجر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سال 652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صورت گرفت و در دوره اقتدار عباس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بلخ و سمرقند - با وجود دور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مرکز حکومت - از مراکز پرآوازه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در زمان سلطان محمود غزنو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رونق 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شهر غزنه به عنوان مرکز آموزش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حوزه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قلمداد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525ق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غور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شهر با شکوه غزنه را تصرف نموده و آنرا به آتش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617ه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 چنگ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زخان به دره رود سند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پس از آن شهر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دفاع بلخ را مورد تجاوز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قرار داده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از دم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گذران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زمان شاهرخ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رزا فرزند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هرات مرکز مهم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مرکز حکومت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سال 1160ق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1747م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بعد حکومت مستقل افغانستان را اعضا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 خانواده از 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ابدال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دست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احمد خان ابدال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قبل نادرشاه افشار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حکومت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را در افغانستان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ضعف دولت قاجار و رقابت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انگلستان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انگلستان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به تصرف خود درآورد و تا سال 1298ش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1919م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داشت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 امان الله خان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که افغانستان را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کشور پادشاه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نمود و خود را پادشاه خواند و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قراردادها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که با انگلستان منعقد شده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فسخ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1929م با توطئه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محمد نادر خان که دست نشانده آنان بود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اما با ترور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1932م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فرزند او ظاهر خان با نام محمد ظاهر شاه جانش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او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17 ژوئن 1973 هنگام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شاه سرگرم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 از اروپا بود 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نظام پادشاه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داوود و با کمک جناح پرچم حزب دموکرات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خلق افغانستان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منسوخ شد و خود داوود زمام امور را بدست گرفت و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نکار بساط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سلطنت در افغانستان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کودتا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آرام به نظام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27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1978م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بهشت 1357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توسط نور محمد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رهبران حزب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شده دموکرات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خلق افغانستان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بساط حکومت داوود خان برچ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اواخر سال 1357 هم تره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پرچم افغانستان را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 داد و پرچم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پرچم 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شباهت داشت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عملا افغانستان جزو اقمار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قرار گرفت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بلافاصله پس از کودتا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بازداشتها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شکنجه و اعدامها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شروع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مخف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مذهب مورد استهزاء قرار گرفت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امت مسلمان افغانستان از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کارآمدن نظام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خبر شدند مبارزات گسترده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آن آغاز نمودند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اوج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مبارزات به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تعداد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پرسنل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افغانستان سراز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14 سپتامبر 1979م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23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 1358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حف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ظ الله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بعنوان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قدرت را در دست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دسامبر 1979 به بهانه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مسلح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وارد افغانستان شدند اما قبل از تهاجم شورو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کشته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جانش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ببرک کارمل بود که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 xml:space="preserve">ی! </w:t>
      </w:r>
      <w:r>
        <w:rPr>
          <w:rtl/>
          <w:lang w:bidi="fa-IR"/>
        </w:rPr>
        <w:t>در بهار سال 1365ش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به دکتر 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الله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قاومت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مردم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1988م قراردادها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ژنو امضا شد و در فور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1989م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بطور کامل از افغانستان خارج شدند و در 14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1992م دکتر 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الله استعفا داد و در دفتر سازمان ملل متحد در کابل پناه گرفت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گرچه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مجاهدت طولان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افغانستان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ژنو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پاکستان و افغانستان منعقد و به حضور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10 ساله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افغانستان خاتمه داد اما مکان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انتقال قدرت به مردم تقر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با مسکوت گزارده شد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حالت بلاتکل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افغانستان حاکم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سازمان ملل در نظر داشت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حک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 بر اساس ابتکار عمل 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کل به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15 نفره واگذار شود که با مخالفت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جناحها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سرانجام در پنجم ارد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بهشت ماه سال 1371 پس از 13 سال استقامت ملت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سلحشور افغانستان و مبارزه نفس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تصرف شهر کابل بدست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مجاهد افغان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شد</w:t>
      </w:r>
      <w:r w:rsidR="00041941">
        <w:rPr>
          <w:rtl/>
          <w:lang w:bidi="fa-IR"/>
        </w:rPr>
        <w:t>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سران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مقاومت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 گرفتن قدرت بر سر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51 نفره توافق کردند که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 را صبغت الله مجدد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عهده دارد به دنبال آن دولت موقت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امد که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آن برهان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رهبر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افغانستان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آن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گلبد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حکمت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رهبر حزب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افغانستان با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تعرض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کابل دست زد تا سهم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افغانستان بدست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اورد و در صدد است که با 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انتقال قدرت به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مورد نظر او که در آن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 پشتونهاست صورت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وجود احمدشاه مسعود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مسعول شاخه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افغانستان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دولت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بخاطر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بودن او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حکمت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را نگران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موضوع کرده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ممکن است به سلطه 200 ساله پشتونها در افغانستان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دهد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«هاشم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لولنج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محققان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و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سنده کتاب «انقلاب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دارد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افغانستان که به 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گردند و 25% کل سکنه افغانستان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در نظام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نقش کمتر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افته و مرزها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منطقه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بر اساس نقشه ظاهر شاه عوض شده به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 بازگردد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کرت سه و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افغانستان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حزب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وحدت اسلام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گروه سن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اتحاد اسلام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بوجود آمد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حزب وحدت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ادعا دارد که در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دولت کنون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حزب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 و خواستار سه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شدن 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«هزاره در افغانستان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اجمال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مملو از درد و رنج افغانستان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مردمانش کمتر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حه خوش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استشمام کرده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ملت مسلمان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هم در 40 سال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ستم 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هم در 19 سال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سلطه دولتها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بار فقر و ستم و اختناق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هجوم و چپاول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گانه را بر دوش خود تحمل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دوران تجاوز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دوران اسارت است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امت مسلمان آن از اکثر حقوق فرهنگ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محروم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عواقب وخ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تجاوز و سلطه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آواره شدن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افغان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تا قبل از سال 1986 تعداد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آوارگان در خارج از کشور به 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پاکستان اعلام کرد 2200000 نفر آواره ثبت نام شده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اعلام کرد دو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آواره افغان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هزاران افغان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اروپا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هند و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پراکنده شدند در داخل کشور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حدود دو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تن از روستاها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زادگاه خود به کوهست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کابل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تلفات از سال 1979م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تن برآورد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سال 1986 حدود 50%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 کشته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بع عنوان آواره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جابجا شده بودند که در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رقم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بازگشت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حجم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آواره که 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منابع رقم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معادل 45% کل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افغانستان گزارش شده خود از مصائب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زخم خورده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جامعه افغانستان تحمل بازگشت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دارد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آن را به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نموده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مناطق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بمب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منفجر نشده است که خطر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آوارگان خواهد بود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بنا به نقل «محمد هاد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کشت غلات که قبل از جنگ و تجاوز در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مساحت 3872000 هکتار انجام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شد به 190000 هکتار تنزل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دامها از 25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راس به 20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راس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صادرات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78% به 10% کاهش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بخش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71% به 20%رس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حال که افغانستان وارث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زده و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شده است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اقوام و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مختلف به بازساز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اقدام 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گروهها و اقوام گوناگون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مراقب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باشند که جهاد چندساله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شان از باور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منشا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گرفت و حال که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درآغوش گرفته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وحدت خود را بر محور اسلام حفظ کنند و از تفرقه و تحزب دست بردارند و به خود 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مردم افغانستان از نژادها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به دو دسته بزرگ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گردند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نژاد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شامل پشتوها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نورستان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و نژاد زرد شامل ترکها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تاتارها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مغولها و ازبکها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افغانستان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پشتو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بخش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 اقتصاد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است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درآمد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75% صاردات آن را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البته خشک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را به صورت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است و به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دارد به شدت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انگور از محصولات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افغانستان با آن سازگار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گندم و پنبه هم در افغانستان به عمل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کشاورزان افغان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اشتغال دارند و گوسفند قره گل که پوست آن شهرت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صادرات مهم آن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افغانستان ازنقطه نظر معادن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اما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ذخائر در نقاط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مشکل حمل و نقل استخراج و استفاده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با دشورا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توام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وضع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ذخائر گاز اطراف مزار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که کل ذخ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متر مکعب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منابعمعدن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مقدار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در کارخانه کود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برق مزار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استفاده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استان بام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منابع سنگ آهن وجود دارد اما بخش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ذخائر در ارتفاعات واقع شده که هز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استخراج آن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افغانستان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محصور بودن در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عدم دسترس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بر مشکلات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افزوده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49" w:name="_Toc430467325"/>
      <w:r>
        <w:rPr>
          <w:rtl/>
          <w:lang w:bidi="fa-IR"/>
        </w:rPr>
        <w:t>پی نوشتها</w:t>
      </w:r>
      <w:bookmarkEnd w:id="49"/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1- در حال حاضر شرکت فسفات عرب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مجتمع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است که به استخراج فسفات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پردازد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lang w:bidi="fa-IR"/>
        </w:rPr>
      </w:pPr>
      <w:r>
        <w:rPr>
          <w:rtl/>
          <w:lang w:bidi="fa-IR"/>
        </w:rPr>
        <w:t>2-</w:t>
      </w:r>
      <w:r w:rsidR="001A5E01">
        <w:rPr>
          <w:rFonts w:hint="cs"/>
          <w:rtl/>
          <w:lang w:bidi="fa-IR"/>
        </w:rPr>
        <w:t xml:space="preserve"> </w:t>
      </w:r>
      <w:r w:rsidR="001A5E01">
        <w:rPr>
          <w:lang w:bidi="fa-IR"/>
        </w:rPr>
        <w:t>Filika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3- سال استقلال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1961م مطابق با 1340 شمس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4- اوپک و اثرات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نفت ص 81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lang w:bidi="fa-IR"/>
        </w:rPr>
      </w:pPr>
      <w:r>
        <w:rPr>
          <w:rtl/>
          <w:lang w:bidi="fa-IR"/>
        </w:rPr>
        <w:t>5-</w:t>
      </w:r>
      <w:r w:rsidR="001A5E01">
        <w:rPr>
          <w:rFonts w:hint="cs"/>
          <w:rtl/>
          <w:lang w:bidi="fa-IR"/>
        </w:rPr>
        <w:t xml:space="preserve"> </w:t>
      </w:r>
      <w:r w:rsidR="001A5E01">
        <w:rPr>
          <w:lang w:bidi="fa-IR"/>
        </w:rPr>
        <w:t>United Arab Emirates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6-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 ساحل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قرار گرفته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7- تکه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خاک کشور عمان که در مدخل تنگه هرمز قرار دارد و به صورت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lang w:bidi="fa-IR"/>
        </w:rPr>
      </w:pPr>
      <w:r>
        <w:rPr>
          <w:rtl/>
          <w:lang w:bidi="fa-IR"/>
        </w:rPr>
        <w:t>8-</w:t>
      </w:r>
      <w:r w:rsidR="001A5E01">
        <w:rPr>
          <w:rFonts w:hint="cs"/>
          <w:rtl/>
          <w:lang w:bidi="fa-IR"/>
        </w:rPr>
        <w:t xml:space="preserve"> </w:t>
      </w:r>
      <w:r w:rsidR="001A5E01">
        <w:rPr>
          <w:lang w:bidi="fa-IR"/>
        </w:rPr>
        <w:t>Musandam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9-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جهان اسلام ص 49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10-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اسلام ص 108 تا 111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11- کلمه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معن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که از 2600ق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محل سکونت اعراب بوده است</w:t>
      </w:r>
      <w:r w:rsidR="00041941">
        <w:rPr>
          <w:rtl/>
          <w:lang w:bidi="fa-IR"/>
        </w:rPr>
        <w:t xml:space="preserve">. </w:t>
      </w:r>
    </w:p>
    <w:p w:rsidR="001D2733" w:rsidRDefault="001A5E01" w:rsidP="001A5E01">
      <w:pPr>
        <w:pStyle w:val="libFootnote"/>
        <w:rPr>
          <w:lang w:bidi="fa-IR"/>
        </w:rPr>
      </w:pPr>
      <w:r>
        <w:rPr>
          <w:rtl/>
          <w:lang w:bidi="fa-IR"/>
        </w:rPr>
        <w:t>12</w:t>
      </w:r>
      <w:r>
        <w:rPr>
          <w:rFonts w:hint="cs"/>
          <w:rtl/>
          <w:lang w:bidi="fa-IR"/>
        </w:rPr>
        <w:t>-</w:t>
      </w:r>
      <w:r w:rsidR="001D2733">
        <w:rPr>
          <w:lang w:bidi="fa-IR"/>
        </w:rPr>
        <w:t xml:space="preserve">International petrolium Encyclo pedia </w:t>
      </w:r>
      <w:r w:rsidR="001D2733">
        <w:rPr>
          <w:rtl/>
          <w:lang w:bidi="fa-IR"/>
        </w:rPr>
        <w:t>1982</w:t>
      </w:r>
      <w:r w:rsidR="004C0E7B">
        <w:rPr>
          <w:rtl/>
          <w:lang w:bidi="fa-IR"/>
        </w:rPr>
        <w:t xml:space="preserve"> (</w:t>
      </w:r>
      <w:r w:rsidR="001D2733">
        <w:rPr>
          <w:lang w:bidi="fa-IR"/>
        </w:rPr>
        <w:t xml:space="preserve">tulsa penn-well publishing co </w:t>
      </w:r>
      <w:r w:rsidR="001D2733">
        <w:rPr>
          <w:rtl/>
          <w:lang w:bidi="fa-IR"/>
        </w:rPr>
        <w:t>1982</w:t>
      </w:r>
      <w:r w:rsidR="004C0E7B">
        <w:rPr>
          <w:rtl/>
          <w:lang w:bidi="fa-IR"/>
        </w:rPr>
        <w:t xml:space="preserve">) </w:t>
      </w:r>
      <w:r w:rsidR="001D2733">
        <w:rPr>
          <w:lang w:bidi="fa-IR"/>
        </w:rPr>
        <w:t>p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232</w:t>
      </w:r>
    </w:p>
    <w:p w:rsidR="001D2733" w:rsidRDefault="001D2733" w:rsidP="001A5E01">
      <w:pPr>
        <w:pStyle w:val="libFootnote"/>
        <w:rPr>
          <w:lang w:bidi="fa-IR"/>
        </w:rPr>
      </w:pPr>
      <w:r>
        <w:rPr>
          <w:rtl/>
          <w:lang w:bidi="fa-IR"/>
        </w:rPr>
        <w:t>13-</w:t>
      </w:r>
      <w:r w:rsidR="001A5E01">
        <w:rPr>
          <w:rFonts w:hint="cs"/>
          <w:rtl/>
          <w:lang w:bidi="fa-IR"/>
        </w:rPr>
        <w:t xml:space="preserve"> </w:t>
      </w:r>
      <w:r w:rsidR="001A5E01">
        <w:rPr>
          <w:lang w:bidi="fa-IR"/>
        </w:rPr>
        <w:t>Empireomaind orient,Epir ebyzantion</w:t>
      </w:r>
    </w:p>
    <w:p w:rsidR="001D2733" w:rsidRDefault="001D2733" w:rsidP="001A5E01">
      <w:pPr>
        <w:pStyle w:val="libFootnote"/>
        <w:rPr>
          <w:lang w:bidi="fa-IR"/>
        </w:rPr>
      </w:pPr>
      <w:r>
        <w:rPr>
          <w:rtl/>
          <w:lang w:bidi="fa-IR"/>
        </w:rPr>
        <w:t>14-</w:t>
      </w:r>
      <w:r w:rsidR="001A5E01">
        <w:rPr>
          <w:rFonts w:hint="cs"/>
          <w:rtl/>
          <w:lang w:bidi="fa-IR"/>
        </w:rPr>
        <w:t xml:space="preserve"> </w:t>
      </w:r>
      <w:r w:rsidR="001A5E01">
        <w:rPr>
          <w:lang w:bidi="fa-IR"/>
        </w:rPr>
        <w:t>Imbros</w:t>
      </w:r>
    </w:p>
    <w:p w:rsidR="001D2733" w:rsidRDefault="001D2733" w:rsidP="001A5E01">
      <w:pPr>
        <w:pStyle w:val="libFootnote"/>
        <w:rPr>
          <w:lang w:bidi="fa-IR"/>
        </w:rPr>
      </w:pPr>
      <w:r>
        <w:rPr>
          <w:rtl/>
          <w:lang w:bidi="fa-IR"/>
        </w:rPr>
        <w:t>15-</w:t>
      </w:r>
      <w:r w:rsidR="001A5E01">
        <w:rPr>
          <w:rFonts w:hint="cs"/>
          <w:rtl/>
          <w:lang w:bidi="fa-IR"/>
        </w:rPr>
        <w:t xml:space="preserve"> </w:t>
      </w:r>
      <w:r w:rsidR="001A5E01">
        <w:rPr>
          <w:lang w:bidi="fa-IR"/>
        </w:rPr>
        <w:t>Ziyagokalp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16- دائرة المعارف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جلد اول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ترجمه دکتر جعفر جاو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دفر - تهران سحاب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17-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مردم افغانستان - 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فورد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Mary louis clifford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ترجمه مرتض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اسعد</w:t>
      </w:r>
      <w:r w:rsidR="00041941">
        <w:rPr>
          <w:rtl/>
          <w:lang w:bidi="fa-IR"/>
        </w:rPr>
        <w:t xml:space="preserve">ی.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18- حزب وطن که قبلاتحت عنوان حزب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شامل شاخه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پرچم و خلق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 و در دوران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قدرت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دست داشت که در تحولات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منحل شد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19- بازنگر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وقا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افغانستان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روزنامه جهان اسلام ش 307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20- روزنامه اطلاعات ش 19557</w:t>
      </w:r>
      <w:r w:rsidR="00041941">
        <w:rPr>
          <w:rtl/>
          <w:lang w:bidi="fa-IR"/>
        </w:rPr>
        <w:t xml:space="preserve">. </w:t>
      </w:r>
    </w:p>
    <w:p w:rsidR="001D2733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21- مساله پناهندگ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نظرآباد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دفتر مطالعات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الملل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صفحات 164 و 165</w:t>
      </w:r>
      <w:r w:rsidR="00041941">
        <w:rPr>
          <w:rtl/>
          <w:lang w:bidi="fa-IR"/>
        </w:rPr>
        <w:t xml:space="preserve">. </w:t>
      </w:r>
    </w:p>
    <w:p w:rsidR="004C0E7B" w:rsidRDefault="001D2733" w:rsidP="001A5E01">
      <w:pPr>
        <w:pStyle w:val="libFootnote"/>
        <w:rPr>
          <w:rtl/>
          <w:lang w:bidi="fa-IR"/>
        </w:rPr>
      </w:pPr>
      <w:r>
        <w:rPr>
          <w:rtl/>
          <w:lang w:bidi="fa-IR"/>
        </w:rPr>
        <w:t>22- روزنامه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 3822</w:t>
      </w:r>
      <w:r w:rsidR="00041941">
        <w:rPr>
          <w:rtl/>
          <w:lang w:bidi="fa-IR"/>
        </w:rPr>
        <w:t xml:space="preserve">. </w:t>
      </w:r>
    </w:p>
    <w:p w:rsidR="00041941" w:rsidRDefault="001A5E01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50" w:name="_Toc430467326"/>
      <w:r w:rsidR="004C0E7B">
        <w:rPr>
          <w:rtl/>
          <w:lang w:bidi="fa-IR"/>
        </w:rPr>
        <w:t>جمهوری اسلامی ایران</w:t>
      </w:r>
      <w:r w:rsidR="00471785">
        <w:rPr>
          <w:rFonts w:hint="cs"/>
          <w:rtl/>
          <w:lang w:bidi="fa-IR"/>
        </w:rPr>
        <w:t xml:space="preserve"> </w:t>
      </w:r>
      <w:r w:rsidRPr="00471785">
        <w:rPr>
          <w:rFonts w:eastAsia="B Badr"/>
          <w:rtl/>
        </w:rPr>
        <w:t>(1)</w:t>
      </w:r>
      <w:bookmarkEnd w:id="50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از گذشته مورد توجه رسول خدا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خاندان عصمت و طهارت بوده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چنانچه در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نقل شده که آن سرور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فرمود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 w:rsidRPr="001A5E01">
        <w:rPr>
          <w:rStyle w:val="libHadithChar"/>
          <w:rtl/>
        </w:rPr>
        <w:t>اعظم الناس نص</w:t>
      </w:r>
      <w:r w:rsidR="00041941" w:rsidRPr="001A5E01">
        <w:rPr>
          <w:rStyle w:val="libHadithChar"/>
          <w:rtl/>
        </w:rPr>
        <w:t>ی</w:t>
      </w:r>
      <w:r w:rsidRPr="001A5E01">
        <w:rPr>
          <w:rStyle w:val="libHadithChar"/>
          <w:rtl/>
        </w:rPr>
        <w:t>با ف</w:t>
      </w:r>
      <w:r w:rsidR="00041941" w:rsidRPr="001A5E01">
        <w:rPr>
          <w:rStyle w:val="libHadithChar"/>
          <w:rtl/>
        </w:rPr>
        <w:t>ی</w:t>
      </w:r>
      <w:r w:rsidRPr="001A5E01">
        <w:rPr>
          <w:rStyle w:val="libHadithChar"/>
          <w:rtl/>
        </w:rPr>
        <w:t xml:space="preserve"> الاسلام اهل فارس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«بهره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 در اسلام از همه ملت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 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گر بزرگتر است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به نقل از آن حضرت آمده که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«سعادتمندتر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عجم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به اسلام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حضرت محمد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خصوص علاقه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فرموده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«اگر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ستاره 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آو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حتما 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فرزندان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بر اثر 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دانستند که پس از ظهور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زة العرب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ملت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با اشت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اق و آغوش باز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را خواهند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چون بر اساس رغبت است در وجود آنان نفوذ خواهد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امام اول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جانش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بحق رسول خدا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نقل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که از رسول گرام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شن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دم که خطاب به اعراب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فرمود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«والله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ضربنکم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عودا کما ضربتموهم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بدءا»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ترجمه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بخدا قسم همچنانکه در آغاز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شما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حاکم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ساقط خواه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کرد در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حاکم بر شما را ساقط خواهند نمود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 از اما صادق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شده که رسول خدا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فرموده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شما [خطاب به اعراب]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بر اساس تنز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قرآن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جنگ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جهان به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 تا 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آنان با شما بر اساس تاو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جنگند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مضام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آمده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حضرت مهد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عج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خواهند بود و حسام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دانشمند اهل سنت به نقل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شرق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انقلاب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السلام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فراهم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حضرت امام کاظم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آمده که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خورش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از قم طلوع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نهضت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قم برخاسته هدا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«رجل من اهل قم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دع الناس 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الحق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جتمع معه قوم کزبر الحد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لا تزلهم الر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اح العواصف و لا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ملون من الحرب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لا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جبنون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الله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توکلون و العاقبة للمتق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«مرد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اهل قم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مردم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حق دعوت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 محور او 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همچون پاره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آهن جمع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تندبادها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حوادث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حرکت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از جنگ خسته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و خوف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ندارند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کارها بر خدا توکل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سرانجام و عاقبت امور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زگاران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فرد مسلمان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سلمان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تقوا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او بحد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به شرف «سلمان منا اهل الب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 از آن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آوردند و آن را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رفتند و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ارتباط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با حضرت رسول اکرم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باذان بن ساسان حاکم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دو نفر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 به نامها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خسروبه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فرستاد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خسروپرو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را به آن جناب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دو نفر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به محض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نامه حضرت محمد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خسروپرو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توسط 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نامه آن حضرت را پاره کرده و از باذان خواسته بود که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سنده نامه را نزد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اعزام کند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 خسرو پرو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توسط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کشته و باذان هم اسلام آورد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هنگامه بعثت رسول الله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گرفتار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فاسد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که با استبداد و خودکامگ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اختناق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آنروز که 140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داشت و وسعت آن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حاکم نموده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زرتشت هم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با خرافات و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گشته و از جانب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منحوس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نظام نامعقول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 مردم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 مانع رشد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افراد بود و بر اثر سنت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ناپسند و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غلط مردمان را به اسارت فکر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واداشته بود تا آنکه اسلام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جاودان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خورش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آن هرگز غروب کردن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نخواهد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داد انس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مظلوم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فطرت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تشنه را از آب گوارا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چشمه توح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راب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ظلم و ستم زمامداران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دادگر آن چنان نارضائ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را تشد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نموده بود که ارتش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با وجود تجه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زات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120000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که به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مجهز بودند موفق نشدند در برابر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هزار رزمنده مسلمان که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حات کاف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نداشتند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مقاومت کنند و سرانجام سپاه به ظاهر 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دو جنگ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قادس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سال 15 هجر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نهاوند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سال 21 هجر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خورده و از آن پس اسلام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ران نفوذ نمود و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را از جان و دل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رفته و با عشق وافر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دفاع ترو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و نشر آن پرداختند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موجب آن گشت 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کشف نموده و به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 خرافات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درست 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 و از ثنو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به توح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تسخ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ناپذ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طبقات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فرو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عموم آزاد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مردم را از استبداد نجات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توام با شور و شوق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که پس از چند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درخشش اسلام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خلافت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صدد آن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تا بجا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آنکه به مذهب اهتمام ورزد با سلطه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حالت عرب زدگ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به گونه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تحرف توام بود به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مسلمان و مؤمن بپردازد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که از اسلام فاصله گرفته بود نه تنها آفتش دامن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گرفت بلکه بر اسلام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سوء گذاشت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لذا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مقابل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مقاومت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سرسختانه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جمله آن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شعوب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نام برد که در مقابل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گونه دستگاه خلافت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استاد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مرتض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«بعدها که در اثر تسلط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ضد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اعراب عنصرعرب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آتش تعصبات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برافروختند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اقوام مسلمان بالخصوص بعض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به مبارزه با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برخاستند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خراسان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ششصد هزار مسلمان با شعار الرضا من آل الرسول به طرفدار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خاندان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نابود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خلافت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برخاسته و مرکز قدرت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درهم 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حکومت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سرنگون و قدرت را به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عباس انتقال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خراسان در صدد آن بود که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خاندان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را بجا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آورد و چون امام صادق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بر حسب مصالح و حکمت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دعوت ناه آنان را قبول نکرده و آن را بر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چراغ گذاشتند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ناگز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شدند به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عباس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آورند اما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عباس هم که دست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نداشتند و در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فرصت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خدعه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ابومسلم را کشته و سپس به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علو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پرداخته و امامان عصر خود را به شهادت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تمدن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سطح جهان مطرح بود و در طول قرون وسطا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اروپا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درخشانتر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تمدن بشر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با شکوفائ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شگفت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خود که اسلام به آن عطا کرده بود کانون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علم و عرفان شد و قرنها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و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اروپا را تغذ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دستگاه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مقامات قضا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تصاحب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مراکز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حوزه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کرد و بجا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دفاع از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نژادپرست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بر امامت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نمود و در نقش داع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محقق و مبلغ حقجو و حق پرست و راست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آگاه به پاخواست و به عنوان استاد زبان و ادب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عرب و آشنا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نسبت به اسلام و قرآن به عرب فاتح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را دوباره آموخت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فرما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رسول گرام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تحقق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 ترجمه قرآن همت گماشتند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بودند و از سلمان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خواستند تا سوره الحمد را به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ترجمه کند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هر ملت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اسلام قرار دادند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راه صم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اخلاص نشان دادند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حصار اسارت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بدور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 بود و مانع آن بود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تواتائ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نبوغ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را بروز دهد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هم شکست و دروازه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بر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 و تمدن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گشود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موجب آن شد 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اقت و استعداد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را نشان داده و 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سهم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توسعه و گسترش تمدن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عنوان نمونه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در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ملت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شوا و مرجع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 بن سعد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رهبر فقه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مصر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ابوحن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صورت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درآمده و مذهب حنف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ابوعب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معمر بن المثن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واصل بن عطا و امثال آنان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کسائ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امام صرف و نحو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کتب سته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شش کتاب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بنام «صحاح شش گانه تا امروز مرجع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 و استنباط احکام و عقا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تمام مکاتب فقه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اهل سنت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توسط دانشمندان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همچون ترمذ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بخار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4 کتاب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که به کتب اربعه موسومند و از منابع و اسناد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مذهبند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 کتاب توسط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 کتاب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کاف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توسط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کتاب من 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توسط ابن بابو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قم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و تدو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گشته است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سه دانشمند و محقق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گذار عرفان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حلاج است و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مکتب در سطح جهان غزال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خدمات اسلام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قرون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منحصر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بلکه از 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خورش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منور اسلام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فروغ افکند و روشنائ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هر خطر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آفت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مملکت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آمده توسط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دفع شد و باعث افتخار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عزت و شرف و استقلال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مردم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اسلام از قوم خونخوار مغول و آدمکشان وحش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انس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ساخت که تشنه دانش بودند و به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و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اقبال نشان دادند و از نسل چنگ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سلطان محمد خدابنده را تحو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 و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سنقر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رزا از نسل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مور متجاوز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برکت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 دانشمندان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ابوعل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فاراب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ملاصدرا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هزاران متفکر و محقق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با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فات گران سنگ و ارزشمند فرهنگ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نت دادند و شکوه و اقتدار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باعث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نفوذ اسلام در هند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تا حد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گسترش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در قلمرو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ساسان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مسلمانان تازه وارد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تفاهم با تازه مسلمان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کنار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اعتبار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موقع ممتاز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زبان چنان موقع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جهان اسلام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که حک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سلاجقه در غرب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غزنو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مشرق رود سند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زبان را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ارتباط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با مردم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شبه قاره هند قرار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قرون چهارم تا نهم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قرآن و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متون تفس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گرفت که به لحاظ افاده معن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ارزش 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تفس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طبر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شناختن معان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قرآن تدو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شده ارتباط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ثابت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اکثر خطوط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جز خط مغرب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از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خط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تحول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</w:p>
    <w:p w:rsidR="00041941" w:rsidRDefault="001D2733" w:rsidP="00471785">
      <w:pPr>
        <w:pStyle w:val="Heading3"/>
        <w:rPr>
          <w:rtl/>
          <w:lang w:bidi="fa-IR"/>
        </w:rPr>
      </w:pPr>
      <w:bookmarkStart w:id="51" w:name="_Toc430467327"/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4C0E7B">
        <w:rPr>
          <w:rtl/>
          <w:lang w:bidi="fa-IR"/>
        </w:rPr>
        <w:t xml:space="preserve"> </w:t>
      </w:r>
      <w:r w:rsidR="004C0E7B" w:rsidRPr="00471785">
        <w:rPr>
          <w:rFonts w:eastAsia="B Badr"/>
          <w:rtl/>
        </w:rPr>
        <w:t>(</w:t>
      </w:r>
      <w:r w:rsidRPr="00471785">
        <w:rPr>
          <w:rFonts w:eastAsia="B Badr"/>
          <w:rtl/>
        </w:rPr>
        <w:t>2</w:t>
      </w:r>
      <w:r w:rsidR="004C0E7B" w:rsidRPr="00471785">
        <w:rPr>
          <w:rFonts w:eastAsia="B Badr"/>
          <w:rtl/>
        </w:rPr>
        <w:t>)</w:t>
      </w:r>
      <w:bookmarkEnd w:id="51"/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قلمرو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آنکه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لهجه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موازات آن مورد اعتنا و استعمال در شعر و نثر قرار دهند نسخه دوم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عهد سلجوق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آمد و ارتباط خاورشناسان اروپا با زبان و ادب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راه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هند آغاز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هند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زبان به اندازه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کرده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که در دوران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اغلب به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 و آثار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گشت و از شاعران پارس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 استقبال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به نحو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عصر صفو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شعرا و عرفا به دربار هند رفتند و مورد تشو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و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قرار گرفتند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دوران سلطه بر هند با نواب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همه بزبان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زبان اردو که از قرن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گذاشته شد بر زبان و ادب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چنانچه 60% آن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آر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بود که باعث نفوذ و گسترش زبان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گشت و فرهنگ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صادر 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پس از اسلام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طاهر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که دوران حک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 آنان از سال 205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259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طول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سال توسط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عقوب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 صفار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سلسله صفار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سال 247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عقوب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 صفار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مخالفت با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عباس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تمرد از او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250 تا 316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سلسله علو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طبرستان به عنوان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حسن بن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اولاد امام حسن مجتب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که در شمال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ماوراء النهر در حدود 128 سال طول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دوران اقتدار آنان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خراسان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طبرستان و گرگان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کرمان و بلخ تحت نفوذشان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آل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سال 320 تا 447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آن روز حکمران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مدت بر گسترش و نشر مذهب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اهتمام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آل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پس از 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چند شاخه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شدند و رفته رفته تجز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منقرض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تا سال 582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و در اواخر حکمران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صرفا قلمرو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پنجاب محدود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که محل 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غزنه قرار داده بودند با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نداشته و بخصوص سلطان محمود غزنو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مذهب راست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خصومت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المه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او منقرض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فتح معروف او تصرف هند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غزنو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سلاجقه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آمدند که بر اثر اختلاف به شعب مختلف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شدند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که فرقه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فرزند امام جعفر صادق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را امام هفتن و 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دانستند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ران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و 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نقاط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طرفداران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</w:t>
      </w:r>
      <w:r w:rsidR="00041941">
        <w:rPr>
          <w:rtl/>
          <w:lang w:bidi="fa-IR"/>
        </w:rPr>
        <w:t xml:space="preserve">،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قلعه الموت 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قزو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و از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معروف و رهبر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فرقه حسن صباح و پس از او ابوعل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دهدار زواره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شهرت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سلجوق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توسط خوارزمشاه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مغولها در اواخر حکومت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آمده و به خراب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قتل و غارت پرداخته و رعب و وحشت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سخت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حاکم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حکومت مغول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لخانان و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تا 916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در اواخر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دوره دو گروه از آنان بنامها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آق 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ونلو و قره 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ونلو قسمت غرب و مرکز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در تصرف داشتند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سلسه صفو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که با پادشاه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شاه 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صفو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را مذهب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قرار داد و در توسعه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فرهنگ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عصر دانشمندان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به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آثار گرانبهائ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پرداختند که از جمله آنان مرحوم مجلس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دائرة المعارف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بحار الانوار را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هنر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عصر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راه ترق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کمال 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مود و اکنون اغلب آثار پرارزش آن بخصوص در شهر اصفهان قابل مشاهده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سلسله صفو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سال 1135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تسخ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اصفهان توسط محمود افغان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منقرض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افشار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قاجار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سه سلسله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که از سال 1148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سال تاجگذار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نادر در دشت مغان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تا 1304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فرمانروا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1326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مقارن با 1287ش فرمان مشروط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توسط مظفر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شاه صادر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سال 1299ش مقارن با 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رضاخان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1304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ندگان فرما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مجلس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احمد شاه قاجار را از سلطنت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خلع و رضاخان خب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 را به سلطنت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15 خرداد 1342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اتفاق افتاد که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سفاک شه به سرکوب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آن و به شهادت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عده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مردم پرداخت و در سنگر مقدس روحان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قم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کشتار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براه انداخت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نهضت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حضرت امام 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قدس سره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روحان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مبارز را دستگ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نمود 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در 22 بهمن 1357 شمس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مبارزات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حضرت امام 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شاهنشاه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سرنگون و در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شب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استبداد و در حالت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ابر اندوه بر همه جا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افکنده و اختناق روزنه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را مسدود نموده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همچون اعجاز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طلوع سپ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صبح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سپاه شب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هز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نهاد و رشته ستم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گسست و بانگ حق طلب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تکب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حلقوم خداباوران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برخاسته بود در فضا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اشعه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انقلاب بر جهان 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گرفت و مسلمانان جهان را از خواب غفلت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اثر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استکبار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ناگوار آمد و چون تجد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اسلام ناب محمد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 قدرت طلب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در تزاحم بود لذا با توطئه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حساب شده جنگ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دادند و قرعه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سه را به نام صدام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استقامت و استوار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مقابل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عراق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ثار و فداکار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رزمندگان اسلام توام بود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توطئه را خنث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 و بدون آنکه عراق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برسد جنگ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افت و سازمان ملل بر اساس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بندها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قطعنامه 598 رسما به متجاوز بودن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راس آن صدام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قرار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اعتراف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استکبار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حال که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فشار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تنگناها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موفق نشده به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کند در تلاش است تا با تهاجم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جدا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از 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انقلاب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زهرآگ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را به آن فرو کند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زذ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لانه هم محکوم به شکست است چرا که فروغ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نه تنها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که در جهان در حال گسترش و نور پاش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است و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الهام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انقلاب ابرقدرتها و عوامل و اذناب آنان را به درماندگ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هر روز بر نگران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آشفتگ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دشمنان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افزوده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قدرت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پوشال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کوچکتر از آنند که بتوانند نور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خاموش کنند و عاقبت امور از آن پروا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شگان و صالحان و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معتقد خواهد بود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14 خرداد 1368 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حضرت امام 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معبود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شتافت و در جوار حق آرام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حادثه ارتحال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گذار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رهبر انقلاب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تاثر و ماتم در جهان اسلام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دشمنان فکر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که با رحلت امام به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لطمه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خواهد شد اما گرچه فقدان امام ثلمه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بود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که او نشانده بود آن چنان مقاوم و با صلابت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تند بادها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حوادث بر آن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لطمه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تواند وارد کند خصوص آنکه حضرت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ة الله خامنه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به عنوان جانش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 حق امام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شکوهمند را به عهده گرفتند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عنوان ام القرا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اسلام با 1648195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در بخش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فلات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واقع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افغانستان و پاکستان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عراق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شمال با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قفقاز 2013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مرز مشترک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طول سواحل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امتداد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 از رورخانه آستارا تا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657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عمان از گواتر تا بندر عباس 784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و در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ج فارس از بندر عباس تا </w:t>
      </w:r>
      <w:r w:rsidR="0069530E">
        <w:rPr>
          <w:rtl/>
          <w:lang w:bidi="fa-IR"/>
        </w:rPr>
        <w:t>دهان</w:t>
      </w:r>
      <w:r>
        <w:rPr>
          <w:rtl/>
          <w:lang w:bidi="fa-IR"/>
        </w:rPr>
        <w:t>ه اروندرود 1259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موقع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دسترس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وقوع انقلاب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با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وسعت آن را کوهها و ارتفاعات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و تنها 25% آن حالت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صحرائ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اکثر 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با کم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مواجه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تنها رود قابل کشت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کارون نام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که در جنوب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واقع شده و ارتباط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تنگه هرمز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عمان با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نقاط جهان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در حدود 240000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 با 424200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به عنوان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جهان ارتباط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آبراهه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اروم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 4868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از خاک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پوشش جنگل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متنوع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حسب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خزر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کل 3 نوع آب و هوا کوهستان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معتدل خزر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گرم و خشک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حاکم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1370ش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58110227 نفر سکنه داشت که تراکم آن 26/35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تراکم در سال 1355ش برابر با 4/20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57% در شهرها و 43% در روستاها اقامت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8/17%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کشور در شهر تهران - مرکز حکومت - ساکنند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6/45%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از نژاد 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8/16% ترک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1/9% کرد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2/2% عرب و 3/26%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نژادها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اسلام و - 98% مردم مسلمانند که 91% آن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مذهب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خط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آذر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کرد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بلوچ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نقاط مختلف کشور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تهران است و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مشهد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مرقد مطهر حضرت امام رضا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واقع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قم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مدفن حضرت فاطمه معصومه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عليها‌السلام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مرکز علوم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قرار دارد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مدفن حضرت عبدالعظ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حسن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احفاد حضرت امام حسن مجتب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را نام برد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از 24 استان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227 شهرستان و 604 بخش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و روز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دوازدهم فرورد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سالروز استقرار نظام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سال 1368ش در حدود 39254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 بوده که 8/13% به بخش کشاورز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4/6% به نفت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7/4% به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و معادن و 75% به خدمات اختصاص داشته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فعال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سال 1356ش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12800000 نفر بوده که 1/29% در بخش کشاورز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5/13% در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و معادن و 4/57% در بخش خدمات مشغول به کار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انواع محصولات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حدود 1000 معدن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ذخائر نفت و گاز از ثروتها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کشورند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توسعه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بخصوص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فولاد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گامها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برداشته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4C0E7B" w:rsidP="004C0E7B">
      <w:pPr>
        <w:pStyle w:val="Heading3"/>
        <w:rPr>
          <w:rtl/>
          <w:lang w:bidi="fa-IR"/>
        </w:rPr>
      </w:pPr>
      <w:bookmarkStart w:id="52" w:name="_Toc430467328"/>
      <w:r>
        <w:rPr>
          <w:rtl/>
          <w:lang w:bidi="fa-IR"/>
        </w:rPr>
        <w:t>ب - آسیای جنوبی</w:t>
      </w:r>
      <w:bookmarkEnd w:id="52"/>
    </w:p>
    <w:p w:rsidR="00041941" w:rsidRDefault="004C0E7B" w:rsidP="004C0E7B">
      <w:pPr>
        <w:pStyle w:val="Heading3"/>
        <w:rPr>
          <w:rtl/>
          <w:lang w:bidi="fa-IR"/>
        </w:rPr>
      </w:pPr>
      <w:bookmarkStart w:id="53" w:name="_Toc430467329"/>
      <w:r>
        <w:rPr>
          <w:rtl/>
          <w:lang w:bidi="fa-IR"/>
        </w:rPr>
        <w:t>آسیای جنوبی</w:t>
      </w:r>
      <w:bookmarkEnd w:id="5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همان شبه قاره هند است که به لحاظ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شمال آن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مرتفع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شده که به صورت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ندوس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گنگ و برهماپوترا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ارتفاعات سرچشمه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 و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موسم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جاها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در معرض بادها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جاها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در معرض بادها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در در تابستان از بارندگ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برخوردارند بطور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که در بنگلادش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الات آسام هند در فصل تابستان بدون وقفه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بارد در چراپونچ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واقع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اسام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همه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زش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به 12 متر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 بعض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مناطق شبه قاره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خشکند مثل بلوچستان پاکستان که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مناسب همچون دما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رطوبت و خاک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را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پربرکت نموده و امکانان فوق همراه با وفور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تراکم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را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بالابرده است به 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که در مساحت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وسعت تقر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4500000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ارد نفر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حدود 20% سکنه جهان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تنوع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بوده و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متعدد و کوچک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 که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اختصاص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دکن گروه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 که بخش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سکنه هر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از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وسعت عبارتند از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نپال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بنگلادش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لانکا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نپال و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پروسعت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 هند است با 3288000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و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800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کم وسعت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کم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آنان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با 298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و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200000 نفر سکنه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سکنه مسلمان که در جهان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متجاوز از 300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 که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200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مسلمان در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بنگلادش و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54" w:name="_Toc430467330"/>
      <w:r>
        <w:rPr>
          <w:rtl/>
          <w:lang w:bidi="fa-IR"/>
        </w:rPr>
        <w:t>مسلمانان هند</w:t>
      </w:r>
      <w:bookmarkEnd w:id="5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هند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نسبتا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جنوب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به صورت مثلث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 مدار راس السرطان آن را به دو قسمت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طور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است اما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حالت در همه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هند از نژادها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و زرد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 آن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هندو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برهما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اسلام با 12% از کل سکنه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بودا و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و زرتشت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هند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مرکز حک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 آن شهر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دهل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با 22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و 9 فرماندار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بصورت فدرال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در زمان خلفا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اسلام به هند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بازرگانان مسلمان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مورد نقش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عهده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عامل فرمانروا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مسلمانان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مسلمانان تحت فرمانده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«محمد بن قاسم در عصر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هند بردند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را به هندوستان سرا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اواخر قرن چهارم و ابتدا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«محمود غزنو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عنوان جهاد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نبرد با بت پرست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هند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ورش برد و بخش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را جزو قلمرو خود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پنجاب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زدر تصرف آنان بود و لاهور مرکز حکومت غزنو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قرار گرفت در زمان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پادشاهان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دانشمندان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جمله ابور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هند رفتند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1193م قطب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بک که از بردگان غور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شهر دهل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فتح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گفته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پادشاه غور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هندوستان لشکر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دهل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پس از فتح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قرار داد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سلطان محمد سام غور بود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زمان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قرن هفتم تا زمان سلطه استعمار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بر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دهل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هند مصدر خدمات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شدند و در عصر آنان علما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هند 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واقع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هند از زمان غور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شروع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و مدارس و مساجد رونق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ظه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محمد بابر که از احفاد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مور بود به هندوستان لشکر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دهل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مرکز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قرار داد روابط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هند و پادشاهان صفو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حسنه بود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زمان جماعت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شعرا و ادبا به هند 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عصر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که اقتدار آنان در هند 4 قرن طول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سال 932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با 1526م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تمام مناصب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دست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قطبشاه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دکن در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و مذهب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سع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کوشش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محمد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قطب شاه همدان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لقب قطب الملک در سال 918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رسما زمامدار دکن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عادل 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که مذهب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داشتند در ترو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امور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کوشش نموده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مناطق هندوستان که در دست 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پرستان بود در زمان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عادلشاه به تصرف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سرسلسله آنان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وسف عادلشاه است که سلطنت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جاپور هند را بدست گرفت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اردو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سلسله عادل 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مدام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سادات نجف اشرف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کربلا و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شرکت داشته و امور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نظر گرفتند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فتور 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هند و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افراد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طغ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افراد محل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وحدت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مخاطره افتاد و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استعمار انگلستان و استقرار کمپان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فراهم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کمپان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تفرقه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 در قلب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نفوذ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نوزدهم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انقلاب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آن نقش داشتند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استعمار انگلستان صورت گرفت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استعمار مانع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شد پس از آن ملکه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هند را جزئ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اعلام نمود و راه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محو آثار و تمدن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نفوذ فرهنگ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هند باز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گام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که در سال 1905م استان بنگال را به دو بخش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هندو و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نمودند و با تحرک طرف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زد و خوردها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فرقه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منافع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برداشت و در جهت وحدت و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آنان مؤثر بود و تلاش مسلمانان مبن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درخواست تصاحب کرس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انتخاب عموم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رفته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ملت هند همچون 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گاند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رهبران مسلمان همچون مولانا ابوالکلام آزاد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مولانا محمد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شوکت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انفجار آنان مؤثر بدودند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خروشها و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هدف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هندوها داشتند و آن بدست آوردن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کامل و خروج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شرط استعمار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بود و در واقع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نهضت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راستا و جهت موفق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مبارزات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قائد اعظم و مؤسس پاکستان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محمد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جناح در اتحاد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هندوها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تفرقه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آنان را صلاح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1945م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1324 شمس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دولت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تسل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مقاومت و مبارزات مردم هند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مسلمان شده و استقلال هند را اعلام کرد که در انتخابات آن حزب مسلمان مسلم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تمام کرس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در پارلمان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446 از 495 کرس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را در شوراها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 آورد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رهبر حزب مذکور دران زمان محمد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جناح بود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در15 اوت 1947م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هند و پاکستان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شامل بخش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آنکه مقرر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هنگام استقلال پاکستان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مسلمان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مختارند تابع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دو کشور هند و پاکستان گردند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پنجاب و بنگال و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درآباد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رغم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مسلمان و تمام مردم به پاکستان منضم نگرد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درآباد که حدود 20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مسلمان داشت و در صدد بود تا خود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باشد در سال 1948م مورد تجاوز هند قرار گرفت و به آن 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1947م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هند مانع از آن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تا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 به پاکستان ملحق گردد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وضع کنون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سال 1991م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دولت هند تعداد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95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اعلام کرده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اما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دارند از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سرشمار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بعمل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رقم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به 150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حدود 17% سکنه هند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1356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در 9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تند و در 19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25% و در94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متجاوز از 10%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حدود 10% مسلمانان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واقعند که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آنان مسلمانانند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به 70% مسلمانان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مکتب حنف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مذهب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لکنهو که به عنوان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بلاد مهم هند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رود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گانه مرکز و کانون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اثن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هند است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بخش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آثار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از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مساجد و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سراسر هند در خصوص مسائل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مرکز مراجعه و حل مشکل خود را جستجو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مراسم عزا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محرم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مراسم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همه ساله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برپا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هم اکنون در تمام نقاط هند گروه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چشم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خورند و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هند وجود ندارد که خال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سکنه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حدود 35% مسلمانان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آنان اثن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عشر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و تعداد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فرقه 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دانشمندان بزرگ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ادبا و شعرا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سندگان توانا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روزنامه نگار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مدافع و حقوقدان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پزشک مبرز و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چشم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خورند که در سمت وال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راجه نواب مشغول بکارند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به هنگامه اقتدار خود در هند آثار و بناها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خود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ادگار نهاده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معمار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در بناها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 دخالت دانده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نمونه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درخشان معمار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هند بنا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تاج محل است که بنا به نوشته «راستات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گروور»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استاد معمار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مدرسه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طراح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دهل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که در شهر اگرا واقع شده نمونه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از عظمت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دوره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جهان است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بنا از جذاب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وجود آنکه درصد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هندوستان هر سال رو به تزا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است اما نقش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تفرقه و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گرا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رو به کاهش است به عنوان نمونه در انتخابات سال 1984م از 543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39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از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بودند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سال 1989م به 32 نفر کاهش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استقلال هند که قاطبه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وضع متوسط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 به پاکستان مهاجرت نمودند و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که به تشو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رهبران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هند باق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ماندند از لحاظ احتماع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سطح 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گرفتند تبلغات ضد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را نگران نمود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حالت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رهبران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مسلمانان توص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نمودند که اگر به حزب کنگره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دهند از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«بانک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ارتباط مداوم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هندوها موجب رسوخ آداب و رسوم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جامعه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شده به گونه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مسلمانان به نظام کاست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داشته و آنان که در طبقات بالا هستند به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نگرند و در مراسم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بخصوص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حالت را در ازدواج 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رفتار که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هندو به جامعه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مسلمانان هند را تا حدود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 داده و سنت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بر اساس بافت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 در حال تحول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رسوم خواستگار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لباس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قابل ملاحظه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نفوذ اسعمار به برخورد 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آنان پرداختند اما بتدر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فرزندان خود را به مدارس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فرستاده و افراد مرفه و طبقات بالا حجاب را کنار گذاشتند و مفاسد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رواج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هجوم تفکر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موارد بالا افزود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سازم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وابسته به وهاب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خود را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دارند که با اسلام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تضاد و تزاحم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مسائل مربوط به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فقر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ناگوار است و پس از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قرن که از استقلال هند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گذرد تنها 37%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باسوادند در مورد زنان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رقم 5%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القاء تفکر ورشنگران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مسلمانان در خصوص تفک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دلائل عدم موفق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احزاب مسلمان در صحنه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به عنوان مثال «حزب مسلم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 در طول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خود تنها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«کرالا» نفوذ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موجب آن شده تا در هنگام تشد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انتخابات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مسلمانان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احزاب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آورند که وعده و 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بهبود اوضاع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حزب جاناتا دال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آوردند رهبران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حزب جهت جلب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حضرت محمد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را تعط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اعلام نمود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55" w:name="_Toc430467331"/>
      <w:r>
        <w:rPr>
          <w:rtl/>
          <w:lang w:bidi="fa-IR"/>
        </w:rPr>
        <w:t>سرزمین کشمیر</w:t>
      </w:r>
      <w:bookmarkEnd w:id="55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عنوان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مکان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بهشت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شهرت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کهن دارد و مشهور است که موس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قوم خود را از مصر بدان جا هدا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طبق نقل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 حضرت 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قرار گرفته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معبد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قله تخت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بنا نهاد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20 قرن قبل در شرح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مسعود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جغراف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 مسلمان شرح کوتاه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ارائه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اما شرح مفصل مربوط به ابور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دانشمند مسلمان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جاذبه با صفا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 و هوا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وفور نعمت و طراوت خاص موجب آن شده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بهشت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طول ادوار و قرون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مورد تهاجم اقوام و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قرار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چشم انداز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موجب آن شده تا مردمانش زنج و مص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بت بب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نند و اگر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جذاب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نبود و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قدر به قتل و غارت و تهاجم دچار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شبه قاره هند و در دامنه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شامل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پربرف و سر به فلک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قره قوم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شمال و شرق به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جنوب به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غرب به پاکستان و از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افغانستان محدود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معتدل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مطبوع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صعب العبور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همچون سد نفوذ ناپذ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راه هرگونه تجاوز به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راه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تبت و راهها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مشابه را مسدود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سرچشمه سه رودخانه بزرگ سند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ندوس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پنجاب و جهلم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مزبور قرار دارد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مسئله در حکم رگ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اقتصاد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وجود 95% مسلمان و عوامل مذکور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سوق الج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مشخص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موقع خوب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مناسب و ذخائر فراوان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را به تاج هند موسوم کرده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 حاضر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222000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وسعت دارد که 75% آن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138992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که موسوم به جامو و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است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هند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79778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از آن تحت عنوان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آزاد در کنترل پاکستان است و مقدار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41500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به کشور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تعلق دارد که در جنگ 1962م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هند در گرفت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را متصرف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کل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حدود 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 که 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در جامو و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60%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5/2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در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آزاد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جامو و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خود شامل 3 منطقه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جامو و لاداخ است اکثر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درجامو و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دره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هندوها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جامو و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بودائ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تبت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فلات شرق لاداخ هستند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بخاطر مناظر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راث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اقبال لاهور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صغ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معروف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کوهستان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که در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کشور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محصور است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موقع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به گونه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بارها و کوهسارها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هنگام بهار سراسر خطه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گل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شبکه رودخانه هند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سند از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روان شده که بخش اعظم پاکستان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پوشاند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وجود ورود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در قرن اول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ظهور اسلام تا سال 715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تاخ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افتاد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سال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نفر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لباس قلندران وارد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 و به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پرداخت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مردم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قلندران علاقه 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به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خاطر از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 او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نموده و هر روز بر اعتبارش افزوده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اسکندر مقدون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چنگ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زخان و سلطان محمود غزنو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نتوانستند در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کشور گشا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را به تصرف درآوردند و فتح آن به نام شاه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رزا سوات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معروف است که در 735 ه-ق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حکومت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نمود که تا 991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دوام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تا قرن نوزدهم مغولها و بازماندگان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آن اقتدار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افغ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تا سال 1819م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را در تصرف خود نگاهدار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سپس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مهارجه رنج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 قرار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فوت او و پس از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مقابل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را به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واگذار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ازا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خدمات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 را به مهارجا گلاب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 فروخت و از آن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نخانواده در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هندو بر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 مسلمان از سال 1846م تا 1947م ادامه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استعمار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با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شبه قاره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اده کرد که بحران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به هنگام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 و پاکستان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 انگلستان به موجب قانون تفو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 استقلال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حقوق خود را به رؤسا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امارت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واگذار نموده و به آنان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داده شد که با توجه به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مردم تحت امارت خود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توانند به هر دو کشور هند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پاکستان ملحق شوند که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با توجه به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مسلمان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پاکستان الحاق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>افت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کار صورت نگرفت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اکتبر 1947م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پاتان واقع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 با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ارتش پاکستان در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نفوذ و تا شهر 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ناگار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هنگام مهاراجه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نگران و از مقابله با آنان عاجز مانده بود در 26 اکتبر سال 1947م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عنوان «لوردومنت باتن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ارسال نمود با استفاده از قانون تعو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 استقلال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الحاق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به هند اعلام و ضمن آن تقاضا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کمک نمود که در 27 اکتبر همان سال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 هند به اتکا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موضوع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به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وارد و نبرد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پاکستان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اول ژانو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1948م دولت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اعلام نمود که دولت پاکستان با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هند را مورد تعرض قرار داده و تقاضا کرد پاکستان از ورود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کند اما پاکستان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کمک به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وارد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نمود و در نتبجه نبرد مزبور شدت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ژنرال ماک ماتن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کانادائ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اعزام نمود و پس از آن با قطعنامه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طرف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خواستار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انجام 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قطعنامه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مقرر شده بود که دولت پاکستان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را از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خارج و هند اجازه داد حد اقل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لازم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حفظ آرامش و برقرار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نظم در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نگاه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قطعنامه 13 اوت 1327ش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1948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ژانو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1328ش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1949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سازمان ملل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مقرر شد مناطق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جزو پاکستان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هندونش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جزو هندستان درآ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جهت مشخص شدن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تما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مردم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وستن به هند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پاکستان به آراء عموم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جو آرام و مح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طرفانه مراجعه شود و تا 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کار صورت نگرفته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نه جزو هندوستان است و نه از آن پاکستان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قطعنامه اجرا نگرد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هندوستان همچنان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در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نگاه داشته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فور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سال 1954م مجلس مؤسسان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الحاق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به هندوستان اعلام نمود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در سال 1963م هند اعلام نمود که جامو و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موضع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 جنگ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هند و پاکستان را 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1965م و 1970م رقم زد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1972م ذوالفقار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بوتو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وقت پاکستان قرار داد «سم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لا» را بر سر مسئله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با هندوستان منعقد کرد که در آن خط آتش بس به خط کنترل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انفعال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همچنان ادامه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سو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مردم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مقابله با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پرداخته و در شهر پونچ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مهاراجه دست به شورش زده و موفق به سرنگون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و با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پاکستان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آزاد را در غرب و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گذاردند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تحت نظارت پاکستان به صورت فدرال و به شکل خود مختار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مستقل و دولت و مجلس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حکم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 تنف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ذ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 قبل از اوج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بحر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جامو و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صورت فدرال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گسترش مبارزات حق طلبانه مردم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حقوق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و نجات از سلطه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از حالت فدرال خارج و مستق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 توسط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5 ژانو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1990م که با چهل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سالگرد صدور قطعنامه سازمان ملل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مصادف بود و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روز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نامگذار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بود تظاهرات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برگزار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با مقاومت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سرسختانه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هند مواجه و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مجروح بر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گذاشت به دنبال آن اعصابات و تظاهرات موج 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بخود گرفت و دولت هند با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مجهز و تانک و زره پوش به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پرداخت و پس از آن حکومت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برخورد خشن مزبور باندازه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برخورد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فدرال اعتراض نموده و به تظاهر کنندگان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وستند</w:t>
      </w:r>
      <w:r w:rsidR="00041941">
        <w:rPr>
          <w:rtl/>
          <w:lang w:bidi="fa-IR"/>
        </w:rPr>
        <w:t xml:space="preserve">. </w:t>
      </w:r>
    </w:p>
    <w:p w:rsidR="004C0E7B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علما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ران که در کشم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به اسلام خدمت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شا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 توجه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کرده «م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 عل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همدان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باشد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مرد که از مفاخر اسلام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 هزاران شاگرد در کشم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ترب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ت کرد که هر کدام خود استاد شدند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مقام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روحان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فاضل هنوز در کشم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محترم است و آنجا را 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ارت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کنند و همه ساله در روز عاشورا هنگام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که دستجات عزاداران از آنجا عبور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کنند پرچم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خود را به حال احترام فرود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آورند</w:t>
      </w:r>
      <w:r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56" w:name="_Toc430467332"/>
      <w:r>
        <w:rPr>
          <w:rtl/>
          <w:lang w:bidi="fa-IR"/>
        </w:rPr>
        <w:t>نپال</w:t>
      </w:r>
      <w:bookmarkEnd w:id="56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نپال ه به روش سلطنت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با 147000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و 16500000 نفر سکنه 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مرتفع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قله جهان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اورست با 8882 متر ارتفاع از سطح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واقع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حدود 600000 نفر مسلمان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سال 1953م مسلمانان نپال به 200000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در سال 586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1190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قرن چهاردهم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سلطان شمس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بنگال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دره کاتماندو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مرکز نپال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حمله برد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ورش موجب حضور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نپال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هنگام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مغول نفوذ اسلام در نپال رشد 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بخود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اکثرا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تارا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امتداد مرز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هند تمرکز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زبانشان اردو و مذهبشان حنف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مورد با مسلمانان هند وجه مشترک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هندو و بودا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است و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نپال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گورخائ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رواج دارد نپال تنها کشور پادشاه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هندو مسلک جهان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57" w:name="_Toc430467333"/>
      <w:r>
        <w:rPr>
          <w:rtl/>
          <w:lang w:bidi="fa-IR"/>
        </w:rPr>
        <w:t>بوتان</w:t>
      </w:r>
      <w:bookmarkEnd w:id="5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بوتان با 47000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و 1420000 نفر سکنه 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راه ندارد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مشروطه سلطنت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از کل سکنه آن 87000 نفر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را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با مسلمانان بنگال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آسام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ارتباطند و اکثرا از نژاد بهوتا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نپال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آسام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مردم بوتان اکثرا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هندو و بودا هستند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58" w:name="_Toc430467334"/>
      <w:r>
        <w:rPr>
          <w:rtl/>
          <w:lang w:bidi="fa-IR"/>
        </w:rPr>
        <w:t>سریلانکا (سیلان)</w:t>
      </w:r>
      <w:bookmarkEnd w:id="58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لانکا به صورت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وسعت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برابر با 66000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 تعداد سکنه آن به 16300000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موقع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قرار گرفتن در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خط استوا موجب گرم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هو و رطوبت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تنگه پالک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هند جدا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بودائ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برهما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5/7% مردم آن مسلمانند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انتشار اسلام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از دو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و در دو زمان انجام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اول کارو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که در آغاز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تولد اسلام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رة العرب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آمدند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دوم با فتوحات مسلمانان ترک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که منجر به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سال 1206م در هند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ازدواج بازرگانان عرب با زنان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گسترش اسلام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مؤثربود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سقوط بغداد به سال 1285م موجب مهاجرت مسلمانان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که در شکل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جنوب هند رل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عهده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مسلمانان با دو مشکل واجه بودند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اختلاف با افراد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زبان و با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عقا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معهذا اوضاع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حال رشد و توسعه بود که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سال 1502م وارد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لان شده و ضربات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مسلمانان وارد نمودند و در سال 1526م رسما نسبت به اخراج آنان اقدام نمودند و افراد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ماندند به نقاط درو افتاده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پناه بردند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در سال 1658م عمل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را تکرار نمودند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حرکتها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لانکا سه دروه دارد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دوره اول از سال 1947م تا 1960م که چون دراقل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بردند با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گرفتند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دروه دوم از سال 1960م تا 1977م که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نقش فعالتر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گرفتند و نفوذ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بجائ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که دکتر «د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محمود» به عنوان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آموزش پرورش سر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لانکا در نظام آموزش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تحولات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نفع مدارس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دوره سوم که از سال 1977م آغاز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نزاعها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گرفت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گرچه مسلمانان اعلام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ضربات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تحمل نمودند و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کشته و مجروح شدند که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برنامه فج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تواند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داشته باشد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1-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دولت از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افراد مسلح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مورد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گونه حام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2- ترح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کات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غاصب و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اثرات سوء بر روابط سر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لانکا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گذاشته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3- کمکها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و عرب به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در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اگر زبان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با مح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خود در هندوستان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و اگر 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 شوند مسلمانان را به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در نقاط مختلف پراکنده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اما توز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ع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کسان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شهر منار در شمال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28% و در کلمبو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 (</w:t>
      </w:r>
      <w:r>
        <w:rPr>
          <w:rtl/>
          <w:lang w:bidi="fa-IR"/>
        </w:rPr>
        <w:t>مرکز حکومت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10%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جنوب 3% و در شرق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امبار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42% مسلمان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حدود 200 مسجد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لانکا وجود دارد 25% آن در کلمبو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تعداد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حال حاضر 1275000 نفر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3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بنگلادش و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 مسلمانان است که به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کدام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: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59" w:name="_Toc430467335"/>
      <w:r>
        <w:rPr>
          <w:rtl/>
          <w:lang w:bidi="fa-IR"/>
        </w:rPr>
        <w:t>پی نوشتها</w:t>
      </w:r>
      <w:bookmarkEnd w:id="59"/>
    </w:p>
    <w:p w:rsidR="001D2733" w:rsidRDefault="001D2733" w:rsidP="002950BC">
      <w:pPr>
        <w:pStyle w:val="libFootnote"/>
        <w:rPr>
          <w:lang w:bidi="fa-IR"/>
        </w:rPr>
      </w:pPr>
      <w:r>
        <w:rPr>
          <w:rtl/>
          <w:lang w:bidi="fa-IR"/>
        </w:rPr>
        <w:t>1-</w:t>
      </w:r>
      <w:r w:rsidR="002950BC">
        <w:rPr>
          <w:rFonts w:hint="cs"/>
          <w:rtl/>
          <w:lang w:bidi="fa-IR"/>
        </w:rPr>
        <w:t xml:space="preserve"> </w:t>
      </w:r>
      <w:r w:rsidR="002950BC">
        <w:rPr>
          <w:lang w:bidi="fa-IR"/>
        </w:rPr>
        <w:t>Cherapunji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2- خدمات متقابل اسلام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ص 388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3- ماخذ قبل ص 391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4- مسلمانان در نهضت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هندوستان ترجمه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الله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خامنه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ی. 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5-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- علامه محمد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مظفر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دکتر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محمد باقر حجت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ص 315 تا 342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lang w:bidi="fa-IR"/>
        </w:rPr>
      </w:pPr>
      <w:r>
        <w:rPr>
          <w:rtl/>
          <w:lang w:bidi="fa-IR"/>
        </w:rPr>
        <w:t>6-</w:t>
      </w:r>
      <w:r w:rsidR="002950BC">
        <w:rPr>
          <w:rFonts w:hint="cs"/>
          <w:rtl/>
          <w:lang w:bidi="fa-IR"/>
        </w:rPr>
        <w:t xml:space="preserve"> </w:t>
      </w:r>
      <w:r w:rsidR="002950BC">
        <w:rPr>
          <w:lang w:bidi="fa-IR"/>
        </w:rPr>
        <w:t>Rasatish Grover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7- مسلمانان هند به زبان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مقاله معمار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هند به نقل از مجله سروش ش 607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رماه 1371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8- مسلمانان هند - به زبان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نوشته چند از دانشمندان مسلمان به نقل از سروش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 607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9- روزنامه اطلاعات ش 19333 - اول خرداد 1370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lang w:bidi="fa-IR"/>
        </w:rPr>
      </w:pPr>
      <w:r>
        <w:rPr>
          <w:rtl/>
          <w:lang w:bidi="fa-IR"/>
        </w:rPr>
        <w:t>10-</w:t>
      </w:r>
      <w:r w:rsidR="002950BC">
        <w:rPr>
          <w:rFonts w:hint="cs"/>
          <w:rtl/>
          <w:lang w:bidi="fa-IR"/>
        </w:rPr>
        <w:t xml:space="preserve"> </w:t>
      </w:r>
      <w:r w:rsidR="002950BC">
        <w:rPr>
          <w:lang w:bidi="fa-IR"/>
        </w:rPr>
        <w:t>Pertolemy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11-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بهشت زخم خورده -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سنده الطاف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ترجمه 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دون دولتشاه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اول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شگفتار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12- سابقه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بحران کشم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- 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توکل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ش 14224 تا 14227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13-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مردم هند - مانورا ماموداک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دون گرکان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تهران 1345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14- پاکستان س دکتر عبدالعظ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- تهران - زوار - 1350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lang w:bidi="fa-IR"/>
        </w:rPr>
      </w:pPr>
      <w:r>
        <w:rPr>
          <w:rtl/>
          <w:lang w:bidi="fa-IR"/>
        </w:rPr>
        <w:t>15-</w:t>
      </w:r>
      <w:r w:rsidR="002950BC">
        <w:rPr>
          <w:rFonts w:hint="cs"/>
          <w:rtl/>
          <w:lang w:bidi="fa-IR"/>
        </w:rPr>
        <w:t xml:space="preserve"> </w:t>
      </w:r>
      <w:r w:rsidR="002950BC">
        <w:rPr>
          <w:lang w:bidi="fa-IR"/>
        </w:rPr>
        <w:t>Lor Doment Batten</w:t>
      </w:r>
    </w:p>
    <w:p w:rsidR="001D2733" w:rsidRDefault="001D2733" w:rsidP="002950BC">
      <w:pPr>
        <w:pStyle w:val="libFootnote"/>
        <w:rPr>
          <w:lang w:bidi="fa-IR"/>
        </w:rPr>
      </w:pPr>
      <w:r>
        <w:rPr>
          <w:rtl/>
          <w:lang w:bidi="fa-IR"/>
        </w:rPr>
        <w:t>16-</w:t>
      </w:r>
      <w:r w:rsidR="002950BC">
        <w:rPr>
          <w:rFonts w:hint="cs"/>
          <w:rtl/>
          <w:lang w:bidi="fa-IR"/>
        </w:rPr>
        <w:t xml:space="preserve"> </w:t>
      </w:r>
      <w:r w:rsidR="002950BC">
        <w:rPr>
          <w:lang w:bidi="fa-IR"/>
        </w:rPr>
        <w:t>Mack Matten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17- پاکستان حقا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سفارت پاکستان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و بدون نام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سنده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18-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مردم هند - مانورا ماموداک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rtl/>
          <w:lang w:bidi="fa-IR"/>
        </w:rPr>
      </w:pPr>
      <w:r>
        <w:rPr>
          <w:rtl/>
          <w:lang w:bidi="fa-IR"/>
        </w:rPr>
        <w:t>19- خدمات متقابل اسلام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ص 393</w:t>
      </w:r>
      <w:r w:rsidR="00041941">
        <w:rPr>
          <w:rtl/>
          <w:lang w:bidi="fa-IR"/>
        </w:rPr>
        <w:t xml:space="preserve">. </w:t>
      </w:r>
    </w:p>
    <w:p w:rsidR="001D2733" w:rsidRDefault="001D2733" w:rsidP="002950BC">
      <w:pPr>
        <w:pStyle w:val="libFootnote"/>
        <w:rPr>
          <w:lang w:bidi="fa-IR"/>
        </w:rPr>
      </w:pPr>
      <w:r>
        <w:rPr>
          <w:rtl/>
          <w:lang w:bidi="fa-IR"/>
        </w:rPr>
        <w:t>20-</w:t>
      </w:r>
      <w:r w:rsidR="002950BC">
        <w:rPr>
          <w:rFonts w:hint="cs"/>
          <w:rtl/>
          <w:lang w:bidi="fa-IR"/>
        </w:rPr>
        <w:t xml:space="preserve"> </w:t>
      </w:r>
      <w:r w:rsidR="002950BC">
        <w:rPr>
          <w:lang w:bidi="fa-IR"/>
        </w:rPr>
        <w:t>Tarai</w:t>
      </w:r>
    </w:p>
    <w:p w:rsidR="004C0E7B" w:rsidRDefault="001D2733" w:rsidP="002950BC">
      <w:pPr>
        <w:pStyle w:val="libFootnote"/>
        <w:rPr>
          <w:lang w:bidi="fa-IR"/>
        </w:rPr>
      </w:pPr>
      <w:r>
        <w:rPr>
          <w:rtl/>
          <w:lang w:bidi="fa-IR"/>
        </w:rPr>
        <w:t>21-</w:t>
      </w:r>
      <w:r w:rsidR="002950BC">
        <w:rPr>
          <w:rFonts w:hint="cs"/>
          <w:rtl/>
          <w:lang w:bidi="fa-IR"/>
        </w:rPr>
        <w:t xml:space="preserve"> </w:t>
      </w:r>
      <w:r w:rsidR="002950BC">
        <w:rPr>
          <w:lang w:bidi="fa-IR"/>
        </w:rPr>
        <w:t>Colombo</w:t>
      </w:r>
    </w:p>
    <w:p w:rsidR="00041941" w:rsidRDefault="002950BC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60" w:name="_Toc430467336"/>
      <w:r w:rsidR="004C0E7B">
        <w:rPr>
          <w:rtl/>
          <w:lang w:bidi="fa-IR"/>
        </w:rPr>
        <w:t>جمهوری اسلامی فدرال پاکستان</w:t>
      </w:r>
      <w:bookmarkEnd w:id="60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پاکستان با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804000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پاکستان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24 درجه و 30 درجه عرض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62 درجه و 75 درجه طول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دراد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و شمال غرب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بلوچستان پاکستان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حالت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کوهستان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خاک پاکستان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از آبرفتها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رودخانه سند وشعبات آن بوجود آمده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پاکستان معتدل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جنوب آن گرم و مرطوب و پر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بوده و بلوچستان آن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چهار استان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پنجاب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مرز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بلوچستان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صورت فدرال توسط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پاکستان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اسلام آباد و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آن بندر کراچ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لاهور7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راولپند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برشمرد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پاکستان از مراکز بزرگ 6 تمدن باستان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تمدن دره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ندوس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سند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4500 سال قبل به نقطه اوج خود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غالب سکنه 102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 در کنار رود سند و دره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پنجاب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استان پنجاب به تنها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56% سکنه را در داخل خود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بلوچستان با 44% مساحت کشور تنها 5% سکنه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2/97%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اسلام در سال 94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712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پاکستان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25%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پاکستان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هستند و شهر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 مرکز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بلوچستان از مراکز مهم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بلتستان و گلگ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مرز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پاکستان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پنجاب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کشورند که در استقلال و ثبات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 نقش حساس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عهده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محمد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جناح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عائد اعظم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گذار پاکستان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سازمان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«آل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کنفرانس نام دارد که مرکزش در شهرلکنهو هند بوده و هدف عمده آن متحد ساختن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سراسر هند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بود که بعدها اعضا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در استقلال پاکستان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سازمان پاسدار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حقوق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 در راستا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تحقق مسائل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خود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پردازند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الف - صدرو مجوز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کتب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خاص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سطوح ابتدائ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متوسطه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دانش آموزان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 - تفک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موقوفات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از اهل سنت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 -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برپائ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مراسم عزادار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ماه محرم و عاشورا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گروهها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که اداره حوزه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حرکتها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هدا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عبارتند از نهضت اجرا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فقه جعفر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شامل گروه علامه ساجد نقو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گروه حامد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شاه موسو</w:t>
      </w:r>
      <w:r w:rsidR="00041941">
        <w:rPr>
          <w:rtl/>
          <w:lang w:bidi="fa-IR"/>
        </w:rPr>
        <w:t xml:space="preserve">ی؛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نهضت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صورت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 که بزرگان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پاکستان در نشست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24 فرورد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1358ش مصادف با 12 اور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1979 در شهر بهکر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استان پنجاب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تشکسل دادند و دو روز به طول انجام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مسئله حزب و رهبر را در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مطرح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شور و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حاکم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دوران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تداع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 و پس از بحث و گفتگو سازمان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«نهضت اجرا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فقه جعفر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نهاده شد که علامه مفت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جعفر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عنوان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رهبران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متعاقب آن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نهضت در سال 1980م با محاصره ساختمان نخست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اسلام آباد خواسته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حق خود را عنوان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شهرو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1362 شمس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مفت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جعفر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فوت نمود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فاصفه حامد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شاه موسو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مورد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دولت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نهضت به اتفاق آراء علاه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عارف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نهضت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پس در نهضت مذکور انشقاق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علامه عارف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نجف اشرف با امام 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قدس سره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آشنا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از محضر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برد و با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موضع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پرتحرک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خود بروز داد و سرانجام در 14/5/67 شمس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مزدوران 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اء الحق به شهادت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اء الحق با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مخالف بود و با وقوع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اعلام داشت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«برنامه ما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به فقه حنف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پاکستان مشترکات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دارد زرا از آغاز قرن پنجم تا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در شبه قاره هند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 سال 1947م جزو آن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عنوان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قلمداد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مدت کتب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نوشته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دپارتمان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دانشگاه پنجاب که در سال 1870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شده به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سطح کارشناس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ارشد مشغول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نسخ خط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ارزشمند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توسط دانشوران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شده اکنون درک تابخانه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 و پاکستان نگاهدار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دستور زب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همچون فرهنگ جهانگ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برهان قاطع و فرهنگ 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شبه قاره تدو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جلوه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را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مردمان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نشان دارند و اغلب مروج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مبلاغان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دست پرورده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هستند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پاکستان و هندوستان تا سال 1236ش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1947م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که سال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سرنوشت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بود که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محمد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جناح پاکستان در صحنه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ظاهر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پاکستان از آغاز شامل دو 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بخش صدها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با هم فاصفه داشتند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مردم قسمت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احساس نمودند که حقوق اجتماع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توسط قسمت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و شورش برخاسته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هند از بنگال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و شورش برخاسته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هند از بنگال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نمود و در سال 1971م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1350ش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جنگ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هند و پاکستان آغاز شد که به شکست پاکستان و استقلال 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عنوان بنگلادش منجر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پاکستان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رابطه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خوب دارد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روابطش با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1981م پس از سالها سرد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روابط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پاکستان و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روابط خود را تجد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نموده و گسترش دادند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30% مردم پاکستان با سوادند 80% مردم در روستاها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33%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آن محصولات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اما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هوا و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وسعت مراتع دامپرور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توسعه آنچنان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18%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آن از بخش صنعت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طول راهها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شوسه پاکستان به 108530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و طول راه آهن آن به 8775ک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61" w:name="_Toc430467337"/>
      <w:r>
        <w:rPr>
          <w:rtl/>
          <w:lang w:bidi="fa-IR"/>
        </w:rPr>
        <w:t>جمهوری بنگلادش</w:t>
      </w:r>
      <w:bookmarkEnd w:id="6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بنگلادش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است که با 144000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و 102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به صورت جلگه مسطح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شرق شبه قاره هند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کشور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انمار و از جنوب به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بنگال محدود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خط استوا و وجود </w:t>
      </w:r>
      <w:r w:rsidR="00B43D72">
        <w:rPr>
          <w:rtl/>
          <w:lang w:bidi="fa-IR"/>
        </w:rPr>
        <w:t>باران</w:t>
      </w:r>
      <w:r w:rsidR="00E66317"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بنگلادش را به صورت منطقه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درآورده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که از ذوب برفها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درمس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جنوب به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بنگال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زند و گنگ و براهماپوترا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آنان هستند و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کشور بنگلادش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از دلتا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رودها بوجود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بنگلادش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از جنگل است و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جنگل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«سندربن است که 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مرکز بنگلادش و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تاگونگ 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102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90% در روستاها و 10% در شهرها سکونت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بنگلادش پس از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جهان اسلام از نقطه نظر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آن از نژاد زرد و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85% آنان را مسلمانان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بنگال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سانسکر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دارد و در دوره حکومت 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 شبه قاره هند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زبان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دانشگاه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بازرگانان مورد استفاده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و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مکاتبات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زبان صورت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بنگلادش تا سال 1971م به عنوان 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 تحت قلمرو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بود 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مج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الرحمن و پس از مبارزات گسترده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بنگلادش در صحنه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سبب نارضا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از حکومت پاکستان که در بخش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مستقر بود موارد متعدد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به پاره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اشاره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1- بنگال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56% کل پاکستان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 و خواهان آن بودند تا زبان بنگال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حال آنکه زبان اردو به عنوان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انتخاب شده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2- مرکز نظام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ادار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اکثرا در دست افراد پاکستان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عنوان مثال 85% مقام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اختصاص داشت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3-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درآمدها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بنگلادش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جهت رفاه پاکستان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صرف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و اصولا بنگال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بصورت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مواد خام باق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ماند و از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توسعه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بازمانده بود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بنگلادش پس از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دشوار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روبرو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اوضاع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نابسامان و اسکان 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پناهنده که قبل از استقلال به هند رفته بودند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تشتت در ارتباطات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نوبن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را در معرض خطر قرار داده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آوارگ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مهاجرتها موجب آن شده بود که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 کشت نشوند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شش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خانه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راه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آهن مختل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منهدم شده مزارع خال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محصولات کشاورز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کمبود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سبب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معضل به مردم فشار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ماهها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آخر 1974م حدود 28000 نفر از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تلف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حوادث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طوف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فشار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مردم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عوامل سبب شد که بنگلادش با ذخائر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جزو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دست جهان قرار بگ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و از راه وامها و کمکها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ادامه دهد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کمکها خود وابستگ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دنبال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اکنون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حالت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ثبات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رنج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ژنرال ارشاد مدتها با جناحها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مخالف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بود که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دو زن به عهده داشتند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 حزب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جناح مخالف را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را در دست داشتند و مردم بنگلادش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دوران انواع تلخ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و رنجها را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دو زن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احزاب مخالف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در صدد تقل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از اسلاف خونر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خود برآمدند اما مش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احزاب مسلمان با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کاملا متفاوت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 در صدد تصاحب قدرتند اما مسلمانان به اجرا</w:t>
      </w:r>
      <w:r w:rsidR="00041941">
        <w:rPr>
          <w:rtl/>
          <w:lang w:bidi="fa-IR"/>
        </w:rPr>
        <w:t>ی</w:t>
      </w:r>
      <w:r w:rsidR="00E6631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سنت اله</w:t>
      </w:r>
      <w:r w:rsidR="00041941">
        <w:rPr>
          <w:rtl/>
          <w:lang w:bidi="fa-IR"/>
        </w:rPr>
        <w:t>ی</w:t>
      </w:r>
      <w:r w:rsidR="00E6631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عمل نمودن به احکام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ارشاد که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هدف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سرکوب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تظاهرات آنان همت گماشت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 از ژنرال ارشاد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خانم خالده 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اء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اء الرحمن که 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حزب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بنگلادش را به عهده داشت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و لذا هنوز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هدف خود نرس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دشوار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بنگلادش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مهاجران منطقه آراکان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انمار است که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سراز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شوند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در بنگلادش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وضع ناگوار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جماعت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هستند که از هند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 پاکستان مهاجرت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با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کشور بنگلادش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300000 نفر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تقاضا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مهاجرت به پاکستان را نمودند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پاکستان اقدام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آنان به عمل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اورد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به صورت جماعت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جا رانده و از آنجا مانده در آمدند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اکنون در 66 اردوگاه سکونت دارند و از کمکها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سازمان ملل استفاده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ناام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در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در سوم مارس 1981م مصادف با سالگرد استقلال پاکستان تصم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گرفتند خود سوز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کنند و 5000 نفر داوطلب عمل خود سوز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اما رهبران آنان اجازه ندادند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بنگلادش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روستا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حدود 68000 روستا دارد و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رکن آن است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و صادر کننده کنف در جهان است و 36% سکنه آن در کشت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آن مشغول بکارند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توتون و برنج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محصولات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حدود 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از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ارتباط با 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و 250 نوع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 و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گاز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تنها منبع با ارزش بنگلادش است که در سال 1955م در هار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پور در شرق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لهت کشف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لهت و کوم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 منابع ذغال سنگ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ذخائر مس و سنگ آهک در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تاگونگ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بردار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مربوط به کنف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نساج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غذا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چوب و کاغذساز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بوجود آمده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واحد پول آن تاکا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62" w:name="_Toc430467338"/>
      <w:r>
        <w:rPr>
          <w:rtl/>
          <w:lang w:bidi="fa-IR"/>
        </w:rPr>
        <w:t>جمهوری مالدیو</w:t>
      </w:r>
      <w:bookmarkEnd w:id="6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با 298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به عنوان کوچکتر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مسلمان جهان به صورت مجمع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خوشه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و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شبه قاره هند و غرب 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لانکا قرار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مرکب از 2000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مرجان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رشته کوه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منشا 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در جهت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2200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آن مسکون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سطح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درخت نارگ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معروفتر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مال نام دارد که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 از کانال «کارد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واقع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چون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خط استوا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کند و در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</w:t>
      </w:r>
      <w:r w:rsidR="00E6631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هند محصورند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دراند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قرون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هجر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توسط بازرگانان عرب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چهارم هجر</w:t>
      </w:r>
      <w:r w:rsidR="00041941">
        <w:rPr>
          <w:rtl/>
          <w:lang w:bidi="fa-IR"/>
        </w:rPr>
        <w:t>ی</w:t>
      </w:r>
      <w:r w:rsidR="00E66317">
        <w:rPr>
          <w:rtl/>
          <w:lang w:bidi="fa-IR"/>
        </w:rPr>
        <w:t xml:space="preserve"> ابن بطو</w:t>
      </w:r>
      <w:r w:rsidR="00E66317">
        <w:rPr>
          <w:rFonts w:hint="cs"/>
          <w:rtl/>
          <w:lang w:bidi="fa-IR"/>
        </w:rPr>
        <w:t>ط</w:t>
      </w:r>
      <w:r>
        <w:rPr>
          <w:rtl/>
          <w:lang w:bidi="fa-IR"/>
        </w:rPr>
        <w:t>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اح مسلمان به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آمد و گزارش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ارائه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شانزدهم با گسترش نفوذ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جزء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مورد تصرف آنان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هفدهم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بر آن 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لانکا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به تصرف انگلستان و فرانسه درآمد و در قرن نوزدهم با وجود سلطه انگلستان بر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حکومت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مستقل سلطنت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آن حاکم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انگلستان در سال انگلستان در سال 1948م به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خود مختار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 و در سال 1953م نظام سلطنت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ملغ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نظام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در سال 1965م مستقل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به لحاظ درآمد سرانه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عقب افتاده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شامل 19 بخش است که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نظر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 منتخب مردم به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مامور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212000 نفر سکنه دارد که 30% آن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رشد سالانه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4/3%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4/711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آن از نژاد دراو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اکثرا مسلمان و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اقتصاد آن بر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کشت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استوار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واحد پول آن روپ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برابر با 100 دلار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4C0E7B" w:rsidRDefault="00E66317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63" w:name="_Toc430467339"/>
      <w:r w:rsidR="004C0E7B">
        <w:rPr>
          <w:rtl/>
          <w:lang w:bidi="fa-IR"/>
        </w:rPr>
        <w:t>ج - آسیای جنوب شرقی</w:t>
      </w:r>
      <w:bookmarkEnd w:id="63"/>
    </w:p>
    <w:p w:rsidR="00041941" w:rsidRDefault="004C0E7B" w:rsidP="004C0E7B">
      <w:pPr>
        <w:pStyle w:val="Heading3"/>
        <w:rPr>
          <w:rtl/>
          <w:lang w:bidi="fa-IR"/>
        </w:rPr>
      </w:pPr>
      <w:bookmarkStart w:id="64" w:name="_Toc430467340"/>
      <w:r>
        <w:rPr>
          <w:rtl/>
          <w:lang w:bidi="fa-IR"/>
        </w:rPr>
        <w:t>آسیای جنوب شرقی</w:t>
      </w:r>
      <w:bookmarkEnd w:id="6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منطقه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سرسبز و آباد با منابع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محصولات جنگل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که جنبه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آبراهه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دسترس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منابع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زرخ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موقع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مناسب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و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سوق الج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افزون نموده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خصوص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نقش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موجب آن شده که استقمارگران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متجاوزان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امپر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تازه به دوران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ژاپن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به نحو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سلطه خود درآورند تا بتوانند با غارت منابع آن سفره چرب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تدارک بب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هنگام ترک مناطق مذکور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با تع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ن مرزها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جان هم انداخته تا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استعمار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نئوکلون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بتوانند منافع خود راحفظ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عنوان مثال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هندوچ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5/1 برابر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وسعت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هفت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که هر کدام با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همجوار خود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نبردها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توسعه اجتماع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را به تعو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انداخته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منازعات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راث شوم استعمار نبوده و هنگام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نفوذ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دق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شو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سرنخها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چشم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استکبار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حضور همه جانبه در نقاط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 جهت استقرار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خود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 و هر کدام از کشورها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آنان را وادار نمود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وحدت خود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ظاهر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در باطن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حفظ منافع استکبار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آورند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راستا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در سال 1967م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به اصطلاح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سه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انجمن ملل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بدون حضور مستق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خود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 تا از حساس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بدان بکاهد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 حضور 5 کشور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مالز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سنگاپور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و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بانکوک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سال 1967م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موجود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اعلام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اعلام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موارد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شده بود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شتاب در رشد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عضو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توسعه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احترام به روح برابر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مشارکت در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منظور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جامعه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صلح طلب از ملتها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استقرار صلح و ثبات در منطقه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احترام به عدالت و نظامات قانون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اما در عمل جز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منافع استکبار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راس آن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عمده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نداشته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دفاع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</w:t>
      </w:r>
      <w:r w:rsidR="004C0E7B">
        <w:rPr>
          <w:rtl/>
          <w:lang w:bidi="fa-IR"/>
        </w:rPr>
        <w:t xml:space="preserve">) 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سال 1954م توسط استرال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فرانسه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انگلستان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زلاندنو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به امضاء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مقر آن بانکوک بود و در سال 1965م پاکستان از آن خارج شد و با سرنگون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تنام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1975م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سازمان در عمل کارآ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خود را از دست داد و منحل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وضع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منابع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آبراهها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که دو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و آرام را بهم متصل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بردار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و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در اغلب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اسقرار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 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 به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گشوده نشده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به زبان مشترک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خط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نوشته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سخن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گفتند و قدرت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طول 700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از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آراکان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غرب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انمار فعل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غرب تا تاح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پاپوا در شرق و در امتداد خط استوا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ادامه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آچه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 (</w:t>
      </w:r>
      <w:r>
        <w:rPr>
          <w:rtl/>
          <w:lang w:bidi="fa-IR"/>
        </w:rPr>
        <w:t>سوماترا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بورنئو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جاوه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سلبس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مولوکاس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ندانانو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لوزن و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متعدد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بهصورت مستقل و تحت قوان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26 مارس 1873م ارتش هلند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آچه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سوماترا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حمله بود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همان سال 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متوجه خود نمود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بعد از 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غلبه بر جاوه به استعمار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پرداخت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مردم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اسلام تحت اجبار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فتوحات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نبوده و بلکه غالبا از قدرت جاذبه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نشات گرفته است که مسلمانان در برخورد با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خود بروز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«روژه دو پاسک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«در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حال حاضر از لحاظ تعداد مسلمانان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ملت مسلمان عالم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حضور اسلام هرگز جنبه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نداشته است بلکه بازرگانان مسالمت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بدانجا رفته و اسلام را عرضه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اسلام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اقوام بال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در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قرن چهاردهم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دامن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وخصوصا در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کرده است هنگام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مجمع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تا همانطور که در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مغرب با اسلام مبارزه کرده بودند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نجا هم نبرد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توسط مسلمانان عرب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بازرگانان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خاور دور و خاور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به نقل و انتقال اجناس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پرداختند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توقف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نموده و رفته رفته درآن ساکن شده و با زنان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ازدواج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برنامه در اسلام آوردن مردم آن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اهل تصوف و عرفان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مبلغان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سقوط بغداد به دست مغولان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فقها به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آمده و به نشر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اسلام پرداختند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500000/4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حدود 410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پروسعتتر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کم وسعتتر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سنگاپور است اما کم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برونئ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تراکم سکنه را سنگاپور بخود اختصاص داده که در هر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آن متجاوز از 4600 نفر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سکنه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هستند که حدود 200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آن در سه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برونئ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بصورت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7 کشور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سکونت دارند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65" w:name="_Toc430467341"/>
      <w:r>
        <w:rPr>
          <w:rtl/>
          <w:lang w:bidi="fa-IR"/>
        </w:rPr>
        <w:t>اسلام در فیلیپین و مسلمانان مورو</w:t>
      </w:r>
      <w:bookmarkEnd w:id="65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300000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به صورت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در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آرام واقع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7107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آن تنها 11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95%وسعت آنرا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غالب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آن که به صورت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منشا 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58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 که حدود40% آن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گروه ماله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غالبا کاتول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مذهبند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فل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مناسبت رسوخ استعمار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قرن 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 دوم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عنوان معروف گشت و بعدها به خاطر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خاص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آنرا «مروار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انوسها» گفته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در سال 782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1380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جهانگردان و بازرگانان مسلمان اعم از عرب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خوش سلوک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رفتار 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سته و موعظه حسنه با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افراد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را به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اسلام متقاعد نمودند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که در سال 1492م حکومت 781 ساله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در اندلس سرکوب نمودهبودند و از آن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نسبت به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دل داشتند که در جنگ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ورود به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مسلمانان روبرو شدند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که به آزار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آنان پرداختند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البته قبل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در سال 1521م فرد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ناند ماژلان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اما توسط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مسلمان کشته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44 سال بعد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دولگاسپ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سرباز و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روانه شدند در هنگام ورود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مهاجم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و سازمان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شرفته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«راجا 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مان رهبر 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شجاع بود و از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بدل راه نداد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استفاده از رودخانه «پاسا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مرکز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له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مسلمانان را مورد آزار و شکنجه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قرار دادند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تا 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قطره خون جنگ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زنان و کودکان آنان به اسارت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درآمدند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راجا 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پس از مبارزات طولان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حمله به قتل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مقر حکومتش سقوط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لگاسپ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بعدها بخاطر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1571م مرکز حکومت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بر مجمع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شهر 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- محل حکومت مسلمانان - قرار دادند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وصف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نتوانستند به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ندانائو و سولو که مقر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نفوذ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سقوط شهر مان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لا آغاز جنگ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به مدت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 قرن از سال 1565 تا 1663م ادامه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پس از سال 1581م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تا سلطنت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سولو و مانجون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ادانا را نابود کنند اما با وجود محاصره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مرکز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استقلال خود را حفظ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1635م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حملات خود را از سرگرفته و در زامبونگا قلعه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صورت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درآوردند اما حکمرانان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سال 1663م با باز پس گرفتن قلعه مذکور انتقام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گرفته و آنان را از جنوب راندند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مقامات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مستقر در 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خطاب به پادشاه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فرستاده به عجز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در مقابل «موروها» اشاره نموده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1718م حملات خود را آغاز کردند اما دخالت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در سال 1762م نوع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آرامش بوجود آورد و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سولوومانجون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دانا با وجود آنکه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قلمرو خود را از دست دادند از سال 1815 تا هنگام تهاجم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که در سال 1899م صورت گرفت استقلال خود را حفظ نمودند و شدت و اوج مبارزات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تا 1913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ادامه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آغاز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مسالمت وارد شدند و با مدرسه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مراکز درمان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خواستند توجه موروها را به خود جلب کنند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بعدها با خشونت و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شدند و به گفته «چارلز هاگدرون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ندانائو به کشتار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انس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و نابودساز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مزارع آنان پرداخته و رفته رفته با تعق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وحدت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اداره امور را به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واگذار نموده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در راس امور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تفو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 قدرت سوء استفاده نموده و به غصب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موروها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حق کش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 و تنگناها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پرداختند و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وضع تنفر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موروها و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شدت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سرانجام در سال 1934م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ارائه داد که به موجب آن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استقلال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اعتراض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قانون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موروها ثمر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نداشت و در مارس 1937م 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دولت مشترک المنافع در نوامبر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با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«مانوئل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زون بوجود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شروع جنگ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دوم در سال 1941م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ژاپن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ارتش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را وادار به عقب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چهارم ژوئ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1946م در روز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ژاپن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رون رانده شده و خود دوباره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 و صلاح را در آن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که در سال 1947م استقلال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اعلام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اعلام استقلال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خود را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راث خوار استعمارگران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اختلاف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 موروها فزون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قرارداد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بست که بر اساس آن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مدت 99 سال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را در خاک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حفظ کند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موجب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مفاد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قرار داد قرار شد در 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شرکت فعال داشته 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قرارداد بعدا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ساز سازمان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فشارها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قتل عامها و غصب املاک سرانجام به سال 1968م جنبش استقلال مسلمانان درم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ندانائو بوجود آمد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ترور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آنان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قتل عام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وحشت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کشتار زنان و کودکان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حمله به انبارها و کتابسوز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جمله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صورت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سربازان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مدافع و حام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فشارها آنقدر شدت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بود که اعتراض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بدنبال داشت که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اعتراضها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صلح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منعقد نمود اما عملا تحقق نپذ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1971م 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کل سازمان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نگران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از وضع مسلمانان فل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اعلام نمود و از مارکوس خواست تا اجازه دهد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ندگان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موروها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بدنبال آن و در سال 1972م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ندگان 8 کشور مسلمان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سازمان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عازم مناطق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شدند اما متاسفانه برخلاف آن همه قتل عام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کشتارها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گزارش دادند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بردن مسلمانان اقدامات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! </w:t>
      </w:r>
      <w:r>
        <w:rPr>
          <w:rtl/>
          <w:lang w:bidi="fa-IR"/>
        </w:rPr>
        <w:t>جبهه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بخش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مورو در سال 1974م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نهاده شد تا مبارز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حمله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منسجم کند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از آن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مارکوس در مناطق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هرگونه تحرک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حکومت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کرده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مارکوس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خاک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تجاوز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آتش زده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به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مسلمانان پرداخته و 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را نشانه عقب افتادگ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تلق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عمران و آبادان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سکونت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اقدام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نگرفت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آموزش و پرورش وضع اسف 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داشت و مطالب درس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با فرهنگ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مخالف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ا توام با موضوعات اهانت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بود به گونه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افراد باسواد به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پافتند و مسلمان بودن با حقارت توام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نظر ارتش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مسلمان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قضا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بر سر امور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مانع تراش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تحت عناو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مجتمع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کشاوز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منابع و ذخائر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توسط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داران غارت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انجام خدمات قرار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1979م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«لاگوس ظاهر شدند که به کشتار زنان و مردان مسلمان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پرداختند که معلوم شد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بر اثر بم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و حملات ارتش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 کنون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دو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مسلمان آورده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حدود 400000 نفر به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پناهنده شده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صباح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اسکان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500 مسجد و 200000 خانه سوخته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200 مدرسه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شده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پناهندگان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داخل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هستند تحت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 و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مهاجرت اجبار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نقاط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مشکلات 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عدم مهارتها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لازم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قبول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مناطق پناهندگان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همان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بوده و آنان ناچارند غذا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با آوارگان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کنند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بابت فشار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تحمل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85% کودکان دچار سوء تغذ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30% کودکان واجب التعل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به مدرسه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دشوار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افراد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 مسلمانان آواره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را مصادر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کرده و در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مشغولند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همه مسلمانان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سابقه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4 قرن مبارزه را با استعمارگران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ژاپن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از استقامت در مقابل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حاکم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 نشده و در احقاق تض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ع شده خود همچنان مقاوم و استوارند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66" w:name="_Toc430467342"/>
      <w:r>
        <w:rPr>
          <w:rtl/>
          <w:lang w:bidi="fa-IR"/>
        </w:rPr>
        <w:t>پی نوشتها</w:t>
      </w:r>
      <w:bookmarkEnd w:id="66"/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1- بازتاب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پاکستان - 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توکل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041941">
        <w:rPr>
          <w:rtl/>
          <w:lang w:bidi="fa-IR"/>
        </w:rPr>
        <w:t xml:space="preserve">. 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2- به نقل از اظهارات دکتر محمد بوزئ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شبکه اول 14/7/71 ساعت 10/8 تا 40/8</w:t>
      </w:r>
      <w:r w:rsidR="00041941">
        <w:rPr>
          <w:rtl/>
          <w:lang w:bidi="fa-IR"/>
        </w:rPr>
        <w:t xml:space="preserve">. 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3- روزنامه اطلاعات ش 19421</w:t>
      </w:r>
      <w:r w:rsidR="00041941">
        <w:rPr>
          <w:rtl/>
          <w:lang w:bidi="fa-IR"/>
        </w:rPr>
        <w:t xml:space="preserve">. 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4- کشف بنگلادش نوشته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E66317">
        <w:rPr>
          <w:rFonts w:hint="cs"/>
          <w:rtl/>
          <w:lang w:bidi="fa-IR"/>
        </w:rPr>
        <w:t xml:space="preserve"> </w:t>
      </w:r>
      <w:r w:rsidR="00E66317">
        <w:rPr>
          <w:lang w:bidi="fa-IR"/>
        </w:rPr>
        <w:t>S. M. Gill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5- نگاه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اوضاع مسلمانان بنگلادش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ترجمه 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رضا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مشکوه ش 21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زمستان 67</w:t>
      </w:r>
      <w:r w:rsidR="00041941">
        <w:rPr>
          <w:rtl/>
          <w:lang w:bidi="fa-IR"/>
        </w:rPr>
        <w:t xml:space="preserve">. 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6-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رج کرمان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242 و 243</w:t>
      </w:r>
      <w:r w:rsidR="00041941">
        <w:rPr>
          <w:rtl/>
          <w:lang w:bidi="fa-IR"/>
        </w:rPr>
        <w:t xml:space="preserve">. </w:t>
      </w:r>
    </w:p>
    <w:p w:rsidR="001D2733" w:rsidRDefault="00E66317" w:rsidP="00E66317">
      <w:pPr>
        <w:pStyle w:val="libFootnote"/>
        <w:rPr>
          <w:lang w:bidi="fa-IR"/>
        </w:rPr>
      </w:pPr>
      <w:r>
        <w:rPr>
          <w:rFonts w:hint="cs"/>
          <w:rtl/>
          <w:lang w:bidi="fa-IR"/>
        </w:rPr>
        <w:t>7-</w:t>
      </w:r>
      <w:r w:rsidR="001D2733">
        <w:rPr>
          <w:lang w:bidi="fa-IR"/>
        </w:rPr>
        <w:t>The Diccovery of Bangladesh</w:t>
      </w:r>
      <w:r w:rsidR="004C0E7B">
        <w:rPr>
          <w:lang w:bidi="fa-IR"/>
        </w:rPr>
        <w:t xml:space="preserve"> (</w:t>
      </w:r>
      <w:r w:rsidR="001D2733">
        <w:rPr>
          <w:lang w:bidi="fa-IR"/>
        </w:rPr>
        <w:t xml:space="preserve">London Melkshamcolin venton </w:t>
      </w:r>
      <w:r w:rsidR="001D2733">
        <w:rPr>
          <w:rtl/>
          <w:lang w:bidi="fa-IR"/>
        </w:rPr>
        <w:t>1972</w:t>
      </w:r>
      <w:r w:rsidR="004C0E7B">
        <w:rPr>
          <w:rtl/>
          <w:lang w:bidi="fa-IR"/>
        </w:rPr>
        <w:t xml:space="preserve">) </w:t>
      </w:r>
      <w:r w:rsidR="001D2733">
        <w:rPr>
          <w:lang w:bidi="fa-IR"/>
        </w:rPr>
        <w:t>p</w:t>
      </w:r>
      <w:r w:rsidR="00041941">
        <w:rPr>
          <w:rtl/>
          <w:lang w:bidi="fa-IR"/>
        </w:rPr>
        <w:t xml:space="preserve">: </w:t>
      </w:r>
      <w:r w:rsidR="001D2733">
        <w:rPr>
          <w:rtl/>
          <w:lang w:bidi="fa-IR"/>
        </w:rPr>
        <w:t>143</w:t>
      </w:r>
      <w:r w:rsidR="00041941">
        <w:rPr>
          <w:rtl/>
          <w:lang w:bidi="fa-IR"/>
        </w:rPr>
        <w:t xml:space="preserve">. </w:t>
      </w:r>
    </w:p>
    <w:p w:rsidR="001D2733" w:rsidRDefault="001D2733" w:rsidP="00E66317">
      <w:pPr>
        <w:pStyle w:val="libFootnote"/>
        <w:rPr>
          <w:lang w:bidi="fa-IR"/>
        </w:rPr>
      </w:pPr>
      <w:r>
        <w:rPr>
          <w:rtl/>
          <w:lang w:bidi="fa-IR"/>
        </w:rPr>
        <w:t>8-</w:t>
      </w:r>
      <w:r w:rsidR="00E66317">
        <w:rPr>
          <w:rFonts w:hint="cs"/>
          <w:rtl/>
          <w:lang w:bidi="fa-IR"/>
        </w:rPr>
        <w:t xml:space="preserve"> </w:t>
      </w:r>
      <w:r w:rsidR="00E66317">
        <w:rPr>
          <w:lang w:bidi="fa-IR"/>
        </w:rPr>
        <w:t>Taka</w:t>
      </w:r>
    </w:p>
    <w:p w:rsidR="001D2733" w:rsidRDefault="001D2733" w:rsidP="00E66317">
      <w:pPr>
        <w:pStyle w:val="libFootnote"/>
        <w:rPr>
          <w:lang w:bidi="fa-IR"/>
        </w:rPr>
      </w:pPr>
      <w:r>
        <w:rPr>
          <w:rtl/>
          <w:lang w:bidi="fa-IR"/>
        </w:rPr>
        <w:t>9-</w:t>
      </w:r>
      <w:r w:rsidR="00E66317">
        <w:rPr>
          <w:rFonts w:hint="cs"/>
          <w:rtl/>
          <w:lang w:bidi="fa-IR"/>
        </w:rPr>
        <w:t xml:space="preserve"> </w:t>
      </w:r>
      <w:r w:rsidR="00E66317">
        <w:rPr>
          <w:lang w:bidi="fa-IR"/>
        </w:rPr>
        <w:t>kardiva</w:t>
      </w:r>
    </w:p>
    <w:p w:rsidR="001D2733" w:rsidRDefault="001D2733" w:rsidP="00E66317">
      <w:pPr>
        <w:pStyle w:val="libFootnote"/>
        <w:rPr>
          <w:lang w:bidi="fa-IR"/>
        </w:rPr>
      </w:pPr>
      <w:r>
        <w:rPr>
          <w:rtl/>
          <w:lang w:bidi="fa-IR"/>
        </w:rPr>
        <w:t>10-</w:t>
      </w:r>
      <w:r w:rsidR="00E66317">
        <w:rPr>
          <w:rFonts w:hint="cs"/>
          <w:rtl/>
          <w:lang w:bidi="fa-IR"/>
        </w:rPr>
        <w:t xml:space="preserve"> </w:t>
      </w:r>
      <w:r w:rsidR="00E66317">
        <w:rPr>
          <w:lang w:bidi="fa-IR"/>
        </w:rPr>
        <w:t>Association of South east Asian Nation (ASEAN)</w:t>
      </w:r>
    </w:p>
    <w:p w:rsidR="001D2733" w:rsidRDefault="001D2733" w:rsidP="00E66317">
      <w:pPr>
        <w:pStyle w:val="libFootnote"/>
        <w:rPr>
          <w:lang w:bidi="fa-IR"/>
        </w:rPr>
      </w:pPr>
      <w:r>
        <w:rPr>
          <w:rtl/>
          <w:lang w:bidi="fa-IR"/>
        </w:rPr>
        <w:t>11-</w:t>
      </w:r>
      <w:r w:rsidR="00E66317">
        <w:rPr>
          <w:rFonts w:hint="cs"/>
          <w:rtl/>
          <w:lang w:bidi="fa-IR"/>
        </w:rPr>
        <w:t xml:space="preserve"> </w:t>
      </w:r>
      <w:r w:rsidR="00E66317">
        <w:rPr>
          <w:lang w:bidi="fa-IR"/>
        </w:rPr>
        <w:t>South east Asia. trraty organization (SEATO)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12- آچه منطقه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مورخ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راثها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قدرتمند اسلام و سابقه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حضور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رباز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مکتب در آچه خبر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وارد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 xml:space="preserve">. 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13- مجله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انقلاب شماره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200 و 201</w:t>
      </w:r>
      <w:r w:rsidR="00041941">
        <w:rPr>
          <w:rtl/>
          <w:lang w:bidi="fa-IR"/>
        </w:rPr>
        <w:t xml:space="preserve">. 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14- اسلام و بحران عصر ما - روژه دوپاسک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ترجمه و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دکتر حسن حب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ی. </w:t>
      </w:r>
    </w:p>
    <w:p w:rsidR="001D2733" w:rsidRDefault="001D2733" w:rsidP="00E66317">
      <w:pPr>
        <w:pStyle w:val="libFootnote"/>
        <w:rPr>
          <w:lang w:bidi="fa-IR"/>
        </w:rPr>
      </w:pPr>
      <w:r>
        <w:rPr>
          <w:rtl/>
          <w:lang w:bidi="fa-IR"/>
        </w:rPr>
        <w:t>15-</w:t>
      </w:r>
      <w:r w:rsidR="00E66317">
        <w:rPr>
          <w:rFonts w:hint="cs"/>
          <w:rtl/>
          <w:lang w:bidi="fa-IR"/>
        </w:rPr>
        <w:t xml:space="preserve"> </w:t>
      </w:r>
      <w:r w:rsidR="00E66317">
        <w:rPr>
          <w:lang w:bidi="fa-IR"/>
        </w:rPr>
        <w:t>ferdinand Magellan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16-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صفحات 160 و 161</w:t>
      </w:r>
      <w:r w:rsidR="00041941">
        <w:rPr>
          <w:rtl/>
          <w:lang w:bidi="fa-IR"/>
        </w:rPr>
        <w:t xml:space="preserve">. 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17- اسلام در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قلم دکتر احمد آلتو</w:t>
      </w:r>
      <w:r w:rsidR="00041941">
        <w:rPr>
          <w:rtl/>
          <w:lang w:bidi="fa-IR"/>
        </w:rPr>
        <w:t xml:space="preserve">. 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18-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ترجمه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رج کرمان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245</w:t>
      </w:r>
      <w:r w:rsidR="00041941">
        <w:rPr>
          <w:rtl/>
          <w:lang w:bidi="fa-IR"/>
        </w:rPr>
        <w:t xml:space="preserve">. 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19- مسلمانان مورو - محمد کاظم توکل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67</w:t>
      </w:r>
      <w:r w:rsidR="00041941">
        <w:rPr>
          <w:rtl/>
          <w:lang w:bidi="fa-IR"/>
        </w:rPr>
        <w:t xml:space="preserve">. </w:t>
      </w:r>
    </w:p>
    <w:p w:rsidR="001D2733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20-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جنبش را بر سر راه خود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سال 1974م با بمب ناپالم به کشتار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پرداخت</w:t>
      </w:r>
      <w:r w:rsidR="00041941">
        <w:rPr>
          <w:rtl/>
          <w:lang w:bidi="fa-IR"/>
        </w:rPr>
        <w:t xml:space="preserve">. </w:t>
      </w:r>
    </w:p>
    <w:p w:rsidR="004C0E7B" w:rsidRDefault="001D2733" w:rsidP="00E66317">
      <w:pPr>
        <w:pStyle w:val="libFootnote"/>
        <w:rPr>
          <w:rtl/>
          <w:lang w:bidi="fa-IR"/>
        </w:rPr>
      </w:pPr>
      <w:r>
        <w:rPr>
          <w:rtl/>
          <w:lang w:bidi="fa-IR"/>
        </w:rPr>
        <w:t>21- مسلمانان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- دکتر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صر 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ترجمه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ابراه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علو</w:t>
      </w:r>
      <w:r w:rsidR="00041941">
        <w:rPr>
          <w:rtl/>
          <w:lang w:bidi="fa-IR"/>
        </w:rPr>
        <w:t xml:space="preserve">ی. </w:t>
      </w:r>
    </w:p>
    <w:p w:rsidR="00041941" w:rsidRDefault="00E66317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67" w:name="_Toc430467343"/>
      <w:r w:rsidR="004C0E7B">
        <w:rPr>
          <w:rtl/>
          <w:lang w:bidi="fa-IR"/>
        </w:rPr>
        <w:t>سرزمین مسلمانان نشین بانگسامورو</w:t>
      </w:r>
      <w:bookmarkEnd w:id="6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محل سکونت مسلمانان مورو به «ارخب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«بانگسامورو» موسوم است که به 17000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13 استان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که شامل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ارخب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سولو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ندانائو و است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زامبتا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لاناوا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استان وابا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پالاوان از منابع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 برخوردار است که هم اکنون دولت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ذخائر آن بهره بردار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منابع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آهن و مس برخوردار است و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بندر زامبونگا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سولو بخش</w:t>
      </w:r>
      <w:r w:rsidR="00BD4D5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عمده تجارت کنف جهان انجام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تاو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نقطه نظر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ارزش فوق العاده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58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مسلمان هستند</w:t>
      </w:r>
      <w:r w:rsidR="00041941">
        <w:rPr>
          <w:rtl/>
          <w:lang w:bidi="fa-IR"/>
        </w:rPr>
        <w:t xml:space="preserve">.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در لانائو و کوتاباتو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تراکم را دارند زبان موروها از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پولن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گرفته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لهجه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خاص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مسلمانان مورو رواج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جبهه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مورو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جنگد از سال 1968م تا 1971م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سال 1972م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علن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مبارزه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و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کنون متجاوز از صد هزار نفر کشته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جبهه قبل از مداخله سازمان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توانمند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قابل ملاحظه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افته بود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مداخله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اعضا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سازمان بودند مقرر شد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جبهه خود مختار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و دست از استقلال بردارد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سوم ژانو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1987م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ماه 1365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موافقتنامه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جبهه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بخشت مورو با شرکت و توش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وقت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سامزان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امضاء نمود و متعهد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13 استان خود مختار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بشناسد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تعهدات خود آنگونه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موافقتنامه آمده بود عمل نکرد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ژاندارمر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و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آنان ره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مسلمانان پرداخت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مسلمانان با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در دانشگاهها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 و ارتباط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با نهضتها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و باز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خود و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جنبش خود را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زم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مردمان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مورو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گفتند بعدها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عنوان به مسلمانان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اطلاق شد و اسام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مراکش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موراکش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تداع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عنوان مذکور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«مورو»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قوم بر خلاف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از دست دادن هست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به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سنتها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بند بوده و شئونات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ماه رمضان را روزه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زکات داده و فقرا را مورد توجه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مساجد آنان اذان گفته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آنان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مراکز عباد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کنار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ساخته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تا هم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نظافت و وضو مشکل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هم محل عبادت د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باصفا و با طراوت واقع باشد تا جذبه آن افزون 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همه ساله به حج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روند و در هنگام بازگشت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حجاج کوچه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را آذ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روز اول محرم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حضرت محمد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لة المعراج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قربان و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فطر پنج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موروهاست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اعتقادات سنت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رنگ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روز عاشورا را گرام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حرام پره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 فرزندان خود نام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گذارند و احکام شرع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را در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موضوعات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اقتدار مسلمانان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خدشه دار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اختلافات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رهبران آنان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موجب آن شده تا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دولت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گسترش 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توف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بابند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مورو به لحاظ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رونق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ندارند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مدارس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صرفا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زبان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چون در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نگنجانده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دولت از ورود فارغ التحص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مدارس در دانشگاهها و مدارس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جلو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نرو آنان قادر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ستند مدارج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فرد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ناند مارکوس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خانم 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نو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که با وجود اتکا به ارتش و قدرت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نتوانست به اصلاحات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 بزند و از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مردم هم برخوردار نبود و مخالفت مسلمانان را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ارتش وابسته به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سرکوب نمود و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کلارک در شهر پامپانگا و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در بندر باتان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لوزان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که مربوط به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است همچنان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حفاظت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1992م پس از انتخابات که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موج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حملات 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انفجار و آدم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ژنرال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دل راموس که قبلا وزارت دفاع را به عهده داشت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که به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و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نه تنها مسلمانان با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او روز آسا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بلکه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اقشار مردم با دشوار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68" w:name="_Toc430467344"/>
      <w:r>
        <w:rPr>
          <w:rtl/>
          <w:lang w:bidi="fa-IR"/>
        </w:rPr>
        <w:t>سنگاپور</w:t>
      </w:r>
      <w:bookmarkEnd w:id="68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سنگاپور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که از کوچکتر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مناطق جهان است با 618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واقع است و گو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همچون قطره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سنگاپور قبلا به شهر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معروف بود و بعدا به شهر «ش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ر» مشهور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سنگاپور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سوماترا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 در سال 1965م از انگلستان مستقل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سال 1963م تا زمان استقلال جزو فدراس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بندر کوچک و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شهر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ماند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صلح و آرامش در کنار هم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آن از نژاد عرب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انونز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پاکستان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 و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مسلمانان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سکنه سنگاپور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اسلام را به عنوان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محله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محله اعراب دارد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که به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تعلق دارد و در آن آداب و رسوم و معمار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مشاهده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گذشته اغلب ساکن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نمحله عرب بودند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آن اقامت 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مسجد سنگاپور «مولوکا» نام دارد که در سال 1820م احداث شده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آن 150 مسجد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کوچک وجود دارد و مجلس العلما که درسال 1968م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شده بر امور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اماکن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نظارت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علما و حوزه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مراکز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خود به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گسترده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پردازند و تعداد مجلات و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راژ آنان قابل توجه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اماکن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مساجد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معابد قرار گرفته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69" w:name="_Toc430467345"/>
      <w:r>
        <w:rPr>
          <w:rtl/>
          <w:lang w:bidi="fa-IR"/>
        </w:rPr>
        <w:t>ویتنام</w:t>
      </w:r>
      <w:bookmarkEnd w:id="69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تنام با330000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و 61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شرق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هندوچ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قرار گرفته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لائوس به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تنام در سال 1976م استقلال خود را بدست 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آن اغلب از قوم شام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چام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هستند که با مسلمانان کامبوج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مشترک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1990م تعداد آنان به 65000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تنام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آورده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جزو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هستند که در هانو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 حکومت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نظام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سال 1975م صدها نفر از مسلمانان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تنام به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 مهاجرت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دوران اغلب مساجد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بسته شد و مراسم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با موانع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 گشت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قبل از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نظام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برخلاف آتش جنگ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وضع بهتر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 و گرچه بعدا در جهت محو و هضم آنان در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اقدام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عمل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احساس نمودند از نظر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لذا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راه مهاجرت را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گرفتند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70" w:name="_Toc430467346"/>
      <w:r>
        <w:rPr>
          <w:rtl/>
          <w:lang w:bidi="fa-IR"/>
        </w:rPr>
        <w:t>لائوس</w:t>
      </w:r>
      <w:bookmarkEnd w:id="70"/>
    </w:p>
    <w:p w:rsidR="004C0E7B" w:rsidRDefault="001D2733" w:rsidP="00B43D72">
      <w:pPr>
        <w:pStyle w:val="libNormal"/>
        <w:rPr>
          <w:rtl/>
          <w:lang w:bidi="fa-IR"/>
        </w:rPr>
      </w:pPr>
      <w:r>
        <w:rPr>
          <w:rtl/>
          <w:lang w:bidi="fa-IR"/>
        </w:rPr>
        <w:t>کشور لائوس با 236800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هندوچ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محصور در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راه ندارد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اغلب نقاط آن را ارتفاعان و ناهموار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پوشان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کنار رود مکنگ واقعهد 4200000 نفر سکنه دراد که 320000 نفر آنان مسلمانند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از نژاد چام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شام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اغلب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حالت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احساس حقارت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مقابل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وجود دارد آنان را وادار به مهاجرت نموده است و تما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دارند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دهه 60 که لائوس وضع ناگوار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 مسلمانان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با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کمون</w:t>
      </w:r>
      <w:r w:rsidR="00B43D72">
        <w:rPr>
          <w:rFonts w:hint="cs"/>
          <w:rtl/>
          <w:lang w:bidi="fa-IR"/>
        </w:rPr>
        <w:t>یست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فشار بر آنان شدت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71" w:name="_Toc430467347"/>
      <w:r>
        <w:rPr>
          <w:rtl/>
          <w:lang w:bidi="fa-IR"/>
        </w:rPr>
        <w:t>کامبوج</w:t>
      </w:r>
      <w:bookmarkEnd w:id="7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کامبوج در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هندوچ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در کنار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تالند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قرار گرفته است وسعت آن 181035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سکنه آن به 7400000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از نژاد خمر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غالب مردم بودائ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حدود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مسلمان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ساکن هستند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کامبوج ازاعقاب مردم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شامپا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چامپا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هستند که بر ساحل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گسترده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جزو افراد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از قرن دوم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بعد دست به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ابتدا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هند بود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بعدا با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روابط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برقرار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اسلام در سال 785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1383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بازرگانان هند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عرب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گشت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دست است که قبل از آن و در قرن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کامبوج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کامبوج قبل از روز کار آمدن خمرها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کمپنگ شام بود که حدود 300000 نفر مسلمان در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17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1975م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«پول پوت و خمرها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فشارها متوجه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کامبوج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قبل از آن و در سال 1970م 10%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کامبوج مسلمان بودند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خمرها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با ادعا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حرکات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نسبت به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اعمال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آنان دربها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مساجد را بسته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کتابها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سوزان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نقاط نامعلوم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اماکن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مساجد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به اصطبل خوکها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سازمان اداره امور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قبل از خمرها توسط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شناخته شده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منحل 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نوامبر 1974م متجاوز از 3500 روستا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«کمپنگ شام گلوله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خمرها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بردن وحدت 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اجبار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آنان را پراکنده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نقاط جنگ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دشتها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دختران مسلمان را با ارعاب و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ازدواج سربازان خمر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درآورند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تنها مسلمانان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له چام را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دستها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را از پشت بسته و با بستن وزنه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 مظلوم و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پناه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رحمانه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به قعر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فرو فرستادند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را از درخت آو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کرده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آنان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پلاست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کار لذت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کونگ ماس که هزارن مسلمان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بر اثر فشار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قتل عام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اکنون صرفا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خانواده مسلمان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تح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ام که 20000 نفر مسلمان داشت اکنون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نفر هم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بدان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خمر در طول 4 سال حکومت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از مردم کامبوج را کشت که 25% آنان مسلمان بودند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 سرنگون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خمر سرخ در سال 1979م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بذرها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نهال شادمان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قلب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کامبوج کاشته شد و وقوع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آنان را نسبت به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خود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دوار نمود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72" w:name="_Toc430467348"/>
      <w:r>
        <w:rPr>
          <w:rtl/>
          <w:lang w:bidi="fa-IR"/>
        </w:rPr>
        <w:t>دولت بودائی تایلند (سیام) و مسلمانان فطانی</w:t>
      </w:r>
      <w:bookmarkEnd w:id="7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هندوچ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 کنار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قرار دارد</w:t>
      </w:r>
      <w:r w:rsidR="00041941">
        <w:rPr>
          <w:rtl/>
          <w:lang w:bidi="fa-IR"/>
        </w:rPr>
        <w:t xml:space="preserve">.، </w:t>
      </w:r>
      <w:r>
        <w:rPr>
          <w:rtl/>
          <w:lang w:bidi="fa-IR"/>
        </w:rPr>
        <w:t>514000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آن است و 53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بانکوک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در اواخر قرن دوازدهم و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توسط مسلمانان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بازرگانان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وارد شد و در آنجا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غالبا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و در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با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استقرار دارند و 90%مردمان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تحت قلمرو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 به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پنان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مشهور است که قبل از اشغال آن توسط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مساحت آن به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82000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و 12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از شمال به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جنوب به مالز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از غرب به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و از شرق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محدود است و پس از اشغال آن توسط مهاجم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مساحت آن به 26240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تقل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که شامل چهار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فطان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جالا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بنجارا و نصف مساحت کل «سغکورا»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5/4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فطان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مسلمانند که از نژاد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از نظر فرهنگ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رابطه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ملت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و زبان تائ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مسلمانان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با حروف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نوشته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مردم در روستاها سکونت داشته و اساس اقتصاد مردم را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امور خدمات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 بکارند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برنج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کائوچو و نارگ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از محصولات مهم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.، </w:t>
      </w:r>
      <w:r>
        <w:rPr>
          <w:rtl/>
          <w:lang w:bidi="fa-IR"/>
        </w:rPr>
        <w:t>و به لحاظ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هم 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چوب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نمک از اقلام صادرات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معادن سنگ 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سرب و مس و نقره در آن وجود دارد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همه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مردمان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فقر و تنگدست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برند و به لحاظ آموزش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رفاه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وضع ناگوار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مدتها بود که مناطق 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و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ملت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داشت و سالها ود که کشور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قبل از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کشور بزرگ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مالکا که در قرن پانزدهم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قوام گرفت و به وجو آمده بود و از قدرتمندتر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غن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1511م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با هم توافق نمودند که به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حمله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تجز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مبارزه ملت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با اشغال «قدح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«فطان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«ترنجانو»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مستعمره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سال 1603م 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ارتش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دادند و 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1632 و 1633 حمله آنان درا دفع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سال 1700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تنگه کرا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مناطق «ناکون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تامارات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تالونج و سونکلا را اشغال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1786م حملات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به فتح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منجر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مسلمانان تسل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نشده و به مبارزه ادامه دادند و 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1789 تا 1791م نبرد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تا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دادند و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1808م تا 1832م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آنان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انقلاب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1887م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«تنکولم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شروع شد که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مستقل اعلام نمود اما در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نبرد خود به شهادت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1902م استعمار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تمام قدرت امرا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بدست گرفت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تحت قلمرو بانکوک درآورد و سلطنت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ملغ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اجرا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عت اسلا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لغو شد و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 بودا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اجرا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1909م انگلستان بدون در نظر گرفتن مسائل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افراد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اشتراک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موافقت نمود که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جزو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در سال 1923م در صف متحد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نمودند که با ضربات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استعمارگران درهم شکست و فشار دولت بودائ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بر مسلمانان محورم و مظلوم به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در سال 1938م ملت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مجبور به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لباس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سخن گفتن به زبان تائ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مدارس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سرانجام در سال 1968م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آگاه و جوانان پرشور و انقلاب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«سازمان متحد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فطان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فولو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 و مبارزات 350 ساله مردم در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منسجم و منظم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تداوم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سازمان در طول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25 سال عمر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توانسته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40 سازمان 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رومند و فعال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کند و در داخل خود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 هدف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سازمان بر مسائل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استوار است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وحدت مسلمانان فطان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دولت مستقل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قلمرو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مبارزات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حفظ شئونات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 مل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جلب نظر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نسبت به مظلوم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فطان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رفع فقر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بازگردان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- که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تصاحب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دولت 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مبن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عدم شناسائ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قوم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اعتبار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مالائ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ادامه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استحاله نژاد مالائ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را به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چون بانکوک آورده تا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فراموش کنند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تجز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پراکنده گردند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زبان آنان به شدت مبارزه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آموزش آن کاملا ممنوع است و قوم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ناچارند از فرهنگ «تا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کنند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فرزندان خود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برناه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چون با پاراز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توام است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قابل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بردار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نقاط مالا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نامها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 و هزاران نفر بودا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مناطق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اسکان داده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شافع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مذهبند و چون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بودائ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مکاتب ضد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 با وجود آنکه روح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در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چندان فعال نبوده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وقوع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نقطه قوت و نور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تلاش و تحرک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را فزون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تعداد مساجد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به 2500 باب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تنها 1700 باب آن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مدارس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الات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واقعند قرآن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زبان عرب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فقه و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دانشگاه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ندارد اما در دانشگاه «رامکام هانگ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فقه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ظاهرا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«و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سونکلانا»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مدرسه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شده که در آن علوم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وضع آموزش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آشفته است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بالاست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کودکان لازم التعل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از رفتن به مدرسه محرومند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دو زبان تائ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انتشار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>ابد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از نسل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به نام «ش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احمد قم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سال 1601م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رفته و پس از موفق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امور بازرگان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در دستگاه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و اعتبار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وجود هزاران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ماحصل تلاش پرثمر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انسان وارسته است و اکنون آرامگاهش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ارتگاه مسلمانان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نقاط مختلف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مسجد و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73" w:name="_Toc430467349"/>
      <w:r>
        <w:rPr>
          <w:rtl/>
          <w:lang w:bidi="fa-IR"/>
        </w:rPr>
        <w:t xml:space="preserve">دولت برمه </w:t>
      </w:r>
      <w:r w:rsidRPr="00D23B69">
        <w:rPr>
          <w:rStyle w:val="libFootnotenumChar"/>
          <w:rtl/>
          <w:lang w:bidi="fa-IR"/>
        </w:rPr>
        <w:t>(13)</w:t>
      </w:r>
      <w:r>
        <w:rPr>
          <w:rtl/>
          <w:lang w:bidi="fa-IR"/>
        </w:rPr>
        <w:t xml:space="preserve"> و مسلمانان ناحیه آراکان</w:t>
      </w:r>
      <w:bookmarkEnd w:id="7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برمه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انمار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با 676500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غرب شبهه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هندوچ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در کنار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مارباتان و بنگال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آندامان واقع است و با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شمال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هند و بنگلادش در غرب و لائوس و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در شرق مرز مشترک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تخت آن قبلا رانگون نام داشت که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انکن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برمه از مستعمرات سابق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است که بعد از جنگ دوم تا سال 1369ش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آن حاکم بود و تنها حزب قانون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حزب برنامه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خلق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انمار بود و با وجود انتخابات در سال 1369م سلطه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بر ان ادامه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تاجران عرب در قرن اول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آراکان واقع در غرب برمه و در نقطه 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بنگلادش اقامت 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اسلام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انتشار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گفته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در سال 588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1192م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در قرن نهم و 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بازرگانان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مکان اسقرار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و به نشر اسلام پرداختند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ساکن هند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گسترش اسلام اقدام نمودند و مسلمانان برمه در سطح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هند با هند به تجارت پرداختند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1870م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نان موسوم به پانتا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خورده بودند به صورت پناهنده از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برمه آمدند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هم در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عاد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عنوان بازرگان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به قصد برمه ترک گفتند و لذا حرکت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برمه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مسلمانان برمه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آنان که منشاء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برخ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از اعقاب 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در اواخر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از شمال هند به برمه آمدند تا به خدمت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ارتش بزرگ «آلومپرا»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برمه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فتح هند در سال 1824م بدست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مهاجرت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ع مسلمانان هند به برمه شدت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در رانگون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Rangn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مرکز برمه در تجارت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شرکت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رانگون و مناطق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بنگال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جوامع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در کنار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هرکدام مراسم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خود را دارند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برمه با مسلمانان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ارتباط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که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توسط «پانتاها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پرتوان و مهاجم بودند و در راهها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نان بو گذرگاهها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خطرناک و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برمه - با شغل کاروان 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رفت و آمد بودند - مربوط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74" w:name="_Toc430467350"/>
      <w:r>
        <w:rPr>
          <w:rtl/>
          <w:lang w:bidi="fa-IR"/>
        </w:rPr>
        <w:t>سرزمین اسلامی آراکان</w:t>
      </w:r>
      <w:bookmarkEnd w:id="7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آراکان که در غرب برمه و در مرز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کشور با بنگلادش قرار دارد وسعت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36762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که تعداد سکنه آن در سال 1969م به 1847000 نفر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شامل مسلمانان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بودائ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1982م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2600000 نفر بود که 1460000 نفر آن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را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نموده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برمه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2100000 نفر مسلمان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بر حسب آمارها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1986م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5/3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مسلمان در برمه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اما مسلمانان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دارند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سرشمار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نشده و به هفت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برمه از دو نژاد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پاکستان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به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اردو و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صحبت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مهاجر و برمه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شده هم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5000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پنج هزار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مسجد در سراسر برمه وجود دارد و 16 انجمن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قرآن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شده و مدارس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زبه امور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کودکان و جوانان مسلمان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معان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قرآن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به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ترجمه شده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1942م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1958م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1962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1974م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چهار بار مورد هجوم و کشتار و راندن از استان آراکان قرار گرفتند و دولت در صدد آن بود تا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سرکوب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موازنه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استان را بهم بزند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300000 نفر به بنگلادش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عربستان پناهنده شدند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 بودائ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برمه برخوردها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خشن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مسلمانان آغاز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کارگاه و اموال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را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کرد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اقدام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مصادره و آرم مدارس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حذف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رفتن حج آنان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بعمل آمد و رابطه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جهان اسلام قطع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سال 1962م که ارتش حکومت را بدست گرفت و روش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رفت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حرکتها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ضد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فزون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1973م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ورود قرآن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بعمل آمد</w:t>
      </w:r>
      <w:r w:rsidR="00041941">
        <w:rPr>
          <w:rtl/>
          <w:lang w:bidi="fa-IR"/>
        </w:rPr>
        <w:t xml:space="preserve">! </w:t>
      </w:r>
      <w:r>
        <w:rPr>
          <w:rtl/>
          <w:lang w:bidi="fa-IR"/>
        </w:rPr>
        <w:t>در سال 1982 دولت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گرفتن شناسنامه عده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پرداخت و با آنان به عنوان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گانه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هن درجه دوم برخورد نمود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دردناکتر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بدتر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حمله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فور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1987م انجام گرفت که دولت برمه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«شاه دراگون مردم را ملزم به حمل کارتها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دادن کارتها به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امتناع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 زمان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ضد انسان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ارتش به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حمله برد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روستاها را به آتش کشان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آنان را در شهرها محاصره و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طرز فج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قتل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اول اوت 1978م تعداد پناهندگان به بنگلادش به 313000 مفر بالغ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پس از مذاکرات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برمه و بنگلادش انجام گرفت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آوارگان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بازگشتند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 در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بازگشت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حدود 10000 نفر به علت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وبا درگذشتند و آنان که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با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مصادره شده و اموال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مواجه شدند و از بازپس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اسناد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ناتوان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1367 شمس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اوج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با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200000 نفر آواره بنگلادش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شهر مونگدو در مرز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برمه و بنگلاش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سربازان برمه و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نبرد 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گرفت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صفوف نمازگزاران آتش گشوده 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وجود تلاش «سازمان متحد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توسط جوانان مسلمان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هنوز دولت بودائ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جنا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خشن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زند و مسلمانان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حام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پناهگاه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ندارند جز آنکه دولت درمانده بنگلادش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چادر و لوازم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مرزها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با برمه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تدارک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موازات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برمه با بنگلادش روابط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 کرده و برمه ارتش خود را در مرز 270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با بنگلادش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داده و آن را به 100000 نفر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مجله بنگلادش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«روبال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«سه هزار جوان مسلمان در برمه به اتهام آشوب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درپادگ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زندان و 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شکنجه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500 نفر آنان به شهادت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دانش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آموزان و کودکان و مردان سالخورده حمله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آنان را قتل عام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مجله «سنگبا» نوشت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«که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4 روز 700 نفر در برمه کشته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مسلمانان برمه و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بهار سال 71ش صورت گرفت 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3000 نفر آواره بنگلادش شدند و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نبرد خصمانه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انمار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برمه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با مسلمانان آراکان در 15 ماه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300000 نفر مسلمان به بنگلادش پناهنده و در اردوگاه «بلوکال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در بخش «اوک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بنگلادش اسکان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ادآور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شود که در قرن پانزدهم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لاد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کشور مسلمان «مرکو» در سرزم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آراکان تاس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س گرد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زبان رسم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آراکان فارس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بود و پا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تخت آن «ما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وهونگ نام داشت و در سال 1784م حکومت بودائ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برمه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کشور مستقل را به تسخ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ر خود در آورد و پس از آنکه در سال 1948م از انگلستان استقلال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افت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آراکان را به قلمرو خود ضم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مه نمود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در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مسلمانان سن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مذهب آراکان تعداد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ش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عه هم 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ده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شود و در حال حاضر به مسلمانان «روه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ج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موسومند و از اول ژوئ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 1986م دو حزب مسلمان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منطقه برا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تقو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ت جبهه خود عل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 دولت مرکز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متحد شدند</w:t>
      </w:r>
      <w:r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75" w:name="_Toc430467351"/>
      <w:r>
        <w:rPr>
          <w:rtl/>
          <w:lang w:bidi="fa-IR"/>
        </w:rPr>
        <w:t>پی نوشتها</w:t>
      </w:r>
      <w:bookmarkEnd w:id="75"/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1- 39% کل مساحت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2- فاجعه بانگسامورو و ترجمه محمد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3- اطلاعات هفتگ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ش 2577 سوم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1371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lang w:bidi="fa-IR"/>
        </w:rPr>
      </w:pPr>
      <w:r>
        <w:rPr>
          <w:rtl/>
          <w:lang w:bidi="fa-IR"/>
        </w:rPr>
        <w:t>4-</w:t>
      </w:r>
      <w:r w:rsidR="00B43D72">
        <w:rPr>
          <w:rFonts w:hint="cs"/>
          <w:rtl/>
          <w:lang w:bidi="fa-IR"/>
        </w:rPr>
        <w:t xml:space="preserve"> </w:t>
      </w:r>
      <w:r w:rsidR="00B43D72">
        <w:rPr>
          <w:lang w:bidi="fa-IR"/>
        </w:rPr>
        <w:t>Singapure</w:t>
      </w:r>
    </w:p>
    <w:p w:rsidR="001D2733" w:rsidRDefault="001D2733" w:rsidP="00B43D72">
      <w:pPr>
        <w:pStyle w:val="libFootnote"/>
        <w:rPr>
          <w:lang w:bidi="fa-IR"/>
        </w:rPr>
      </w:pPr>
      <w:r>
        <w:rPr>
          <w:rtl/>
          <w:lang w:bidi="fa-IR"/>
        </w:rPr>
        <w:t>5-</w:t>
      </w:r>
      <w:r w:rsidR="00B43D72">
        <w:rPr>
          <w:rFonts w:hint="cs"/>
          <w:rtl/>
          <w:lang w:bidi="fa-IR"/>
        </w:rPr>
        <w:t xml:space="preserve"> </w:t>
      </w:r>
      <w:r w:rsidR="00B43D72">
        <w:rPr>
          <w:lang w:bidi="fa-IR"/>
        </w:rPr>
        <w:t>Arab strreet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6- در قلمرو زردها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سبز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محمد کاظم محمد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041941">
        <w:rPr>
          <w:rtl/>
          <w:lang w:bidi="fa-IR"/>
        </w:rPr>
        <w:t xml:space="preserve">ی.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7- اسلام و ژاپن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تهران دفتر نشر فرهنگ اسلام</w:t>
      </w:r>
      <w:r w:rsidR="00041941">
        <w:rPr>
          <w:rtl/>
          <w:lang w:bidi="fa-IR"/>
        </w:rPr>
        <w:t xml:space="preserve">ی.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8- کامبوج در چنگال ابرقدرتها - حجت الاسلام و المسلم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احمد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واحد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مرکز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9- شرح شهادت مسلمانان کامبوج بدست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خمرها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-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ئت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انجمن دانشجو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مسلمان کامبوج در فرانسه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10- بنا به 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ماهنامه العامل چاپ لندن 20% کل سکنه 53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مسلمان هستند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11-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 مسلمان در جهان امروز - ترجمه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رج کرمان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صفحات 243 و 244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12- جنبشها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-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رضا بهشت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مصاحبه با عبدالهاد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غزال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سازمان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فطان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نقل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انقلاب ش 65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30 مرداد 1361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13-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نام خود را به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انمار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Myanmar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 داده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14- روزنامه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 3721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25 فرورد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1371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lang w:bidi="fa-IR"/>
        </w:rPr>
      </w:pPr>
      <w:r>
        <w:rPr>
          <w:rtl/>
          <w:lang w:bidi="fa-IR"/>
        </w:rPr>
        <w:t>15-</w:t>
      </w:r>
      <w:r w:rsidR="00B43D72">
        <w:rPr>
          <w:rFonts w:hint="cs"/>
          <w:rtl/>
          <w:lang w:bidi="fa-IR"/>
        </w:rPr>
        <w:t xml:space="preserve"> </w:t>
      </w:r>
      <w:r w:rsidR="00B43D72">
        <w:rPr>
          <w:lang w:bidi="fa-IR"/>
        </w:rPr>
        <w:t>Alompra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16- مسلمانان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نوشته رافائل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israeli,Raphael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ترجمه حسن 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زاده طوس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167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17- برمه 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تلخ -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ش 14441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18- روزنامه جمهو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 3721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19- آوراگان معضل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اسلام -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نگارنده رسالت ش 1908</w:t>
      </w:r>
      <w:r w:rsidR="00041941">
        <w:rPr>
          <w:rtl/>
          <w:lang w:bidi="fa-IR"/>
        </w:rPr>
        <w:t xml:space="preserve">. </w:t>
      </w:r>
    </w:p>
    <w:p w:rsidR="004C0E7B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20-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 امروز -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ترجمه محمد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- تهران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1368</w:t>
      </w:r>
      <w:r w:rsidR="00041941">
        <w:rPr>
          <w:rtl/>
          <w:lang w:bidi="fa-IR"/>
        </w:rPr>
        <w:t xml:space="preserve">. </w:t>
      </w:r>
    </w:p>
    <w:p w:rsidR="00041941" w:rsidRDefault="00B43D72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76" w:name="_Toc430467352"/>
      <w:r w:rsidR="004C0E7B">
        <w:rPr>
          <w:rtl/>
          <w:lang w:bidi="fa-IR"/>
        </w:rPr>
        <w:t>اندونزی، پرجمعیت ترین کشور اسلامی</w:t>
      </w:r>
      <w:bookmarkEnd w:id="76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اندونز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از 13667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که 6000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آن مسکون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وسعت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1904000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دارد و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رامون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به 7900000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 و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جاوه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سوماترا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مانتان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برنتو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مانتان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جاوه تنها 6% کل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وجود متجاوز از 60% سکنه 170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جاوه سکونت دارند و 40%بق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در94% مابق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وسعت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اسکان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سلسله کوهها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منشا 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جهت آنان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جاوه به تنها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100 قله 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خود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پس از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هند و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چهارم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لحاظ سکنه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خاک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 xml:space="preserve">، </w:t>
      </w:r>
      <w:r w:rsidR="00B43D72">
        <w:rPr>
          <w:rtl/>
          <w:lang w:bidi="fa-IR"/>
        </w:rPr>
        <w:t>باران</w:t>
      </w:r>
      <w:r w:rsidR="00E66317">
        <w:rPr>
          <w:rtl/>
          <w:lang w:bidi="fa-IR"/>
        </w:rPr>
        <w:t>ها</w:t>
      </w:r>
      <w:r>
        <w:rPr>
          <w:rtl/>
          <w:lang w:bidi="fa-IR"/>
        </w:rPr>
        <w:t xml:space="preserve"> موسوم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رطوبت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70 تا 97%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جنگل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انبوه و فشرده بخصوص جنگل نارگ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شال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قابل توجه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پربرکت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وجود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ذخائر و منابع خوب و مزا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از جمله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مقروض جهان است و 50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بده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تورم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روبرو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قابل ملاحظه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ارتباطش با غرب در حال توسعه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همراه با سنگاپو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و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منافع غرب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«آ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وجود فرقه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 و حدود 580 لهجه و زبان که هر کدام به شاخه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مردم اندون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اتحاد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«باهالسا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ا» است که جزو 16 زبان زنده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زبان از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زبان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اسلام از همان قرون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توسط بازرگانان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 به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مسالمت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نفوذ اسلام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494ه-ق مطابق با 1100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سنگ قبر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جاوه بدست آمده که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نوشته «فاطمه بنت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مون فوت 1082م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وارد شمال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نقطه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ره سوماترا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پرلاک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مغول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آنان بودند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زمان بود که طوا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اندونز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گروه گروه به اسلام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مذهب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موفق شدند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دعوت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«ابن بطوطه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اح مسلمان که به اندون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مسافرت کرده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«نا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ناوگان پاسائ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بهروز است مسافرت مسلمانان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عربستان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مبلغ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عربستان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مسافرت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مکه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انجام اعمال حج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موجب آن شد تا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کاسته شده و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شافع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شافع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با هم روابط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امام شافع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اهل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ارادت دارد و اشعار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مدح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سروده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بخصوص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سوماترا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مناسبت تاسوعا و عاشورا و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سالار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دان تابوت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آداب 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دو نوع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برنج به رنگها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قرمز طبخ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برنج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بنام حضرت امام حسن مجتب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برنج قرمز بنام حضرت امام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پرچم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قرمز و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است 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گفت «ب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رق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حضرم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 با حوزه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نجف ارتباط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نشر و ترو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مذهب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کوشا و مصرند و روزنامه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عنوان «حضر موت منتشر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«علامه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محمد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از مجاهدان و انشمندان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«جاکارتا» مرکز حکومت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عنوان که به معنا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 بزرگ است و معن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باشکوه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به لحاظ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توسط سربازان مسلمان به فرمانده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شاهزاده فلاتحان به تصرف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درهنگام سلطه استعمار هلند بر اندونز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جاکارتا به «باتاو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ا»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ر نام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27 ژوئن 1527م شهر بندر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«سوندا کلاپا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شده و سلطنت هندوئ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ماجاپائ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منقرض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از سال 1602م 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با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کمپان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هند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غالب نقاط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سلطه خود درآوردند و از سال 1799م راسا به استعمار مردم و غارت منابع و ذخائر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زر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پرداختند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بصورت مزرعه بزرگ 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درآمد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تجارت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قبظه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اعمال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مرتکب شدند که وجدان بشر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ذکر آن شرمسار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در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عدم اعتماد به مردم بوم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ار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آورده و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جرم خود ساختند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مبارزات سرسختانه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شروع کرده و با داس و شمش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نوک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به 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حمله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افراد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مبارزات مردم را عهده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شهزاده «د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پونگورو» از سال 1825 تا 1830م در جاوه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نمود و امام بنجل از 1873 تا 1903 مبارزات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طلبانه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بازرگانان مسلمان با هم متحد شده و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تجار مسلمان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دادند که بعدا به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اسلام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انجمن محمد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بعدها بوجود آمد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اواخر سال 1912م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حزب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هدف استقلال کامل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آمد اما دولت هلند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افکار چپ را به داخل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کشانده و رفته رفته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حزب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مثل قارچ 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سال 1920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هلند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سرکوب و خفقان و قتل و خونر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گرفت اما مردم در سال 1928م با شعار 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 کشور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ملت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ک زبان متحد شده و زبان «باهاسا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ا» را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دوران سلطه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هلند بر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350 سال طول کشد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بعد از آن در جنگ دوم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ژاپن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تصرف خود درآورده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تجاوز 5/3 سال طول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با شکست ژاپن در جنگ دوم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هلند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موفق شدند دوباره به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سلطه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هنگام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مبارز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دکتر «احمد سوکارنو» و دکتر «محمد هاتا» با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خود به شب شوم استعمار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داده و صبح اسقلال رانو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دادند و در هفتم اوت 1945م بعد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5/3 قرن تجاوز استعمارگران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آغوش گرفتند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28 سپتامبر 1950م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عنوان شصتم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عضو سازمان ملل متحد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1965م 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گرفت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چند روز دوام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البته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آن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سوکارنو بود که منجر به کشتار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مردم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سرلشکر سوهارتو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فعل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حلقه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کودتا را شکست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سال 1946م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دوره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روابط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 به سرد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و ارتباط با غرب توسعه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مسائل تاسف 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مسلمان که 95% سکنه 170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مسلمان هستند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 که در قانون اساس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اسلام به عنوان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ذکر نشده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مسئله نفوذ قدرت افراد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حکومت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نشان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جمله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«مسلمانان از قوان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خواهند کرد» آمده بود که چهره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مشخص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 اما با مخالفت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حدود 3%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ساکن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مواجه شد و بنابرا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جمله مذکور حذف شد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پانجا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</w:t>
      </w:r>
      <w:r w:rsidR="00041941">
        <w:rPr>
          <w:rtl/>
          <w:lang w:bidi="fa-IR"/>
        </w:rPr>
        <w:t>یی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نتا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نامساعد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 و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قدرتمند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که با اعتراض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محدود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کاهش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انجمن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فعال شدند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مشکل تاسف بار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که در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 که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ئت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سازم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ظاهر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الملل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همچون سازمان بهداشت جهان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سازمان خوار و بار کشاورز</w:t>
      </w:r>
      <w:r w:rsidR="00041941">
        <w:rPr>
          <w:rtl/>
          <w:lang w:bidi="fa-IR"/>
        </w:rPr>
        <w:t>ی، ی</w:t>
      </w:r>
      <w:r>
        <w:rPr>
          <w:rtl/>
          <w:lang w:bidi="fa-IR"/>
        </w:rPr>
        <w:t xml:space="preserve">ونسکو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سف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مردمان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و با ظاهر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انساندوستانه مفاه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الگوها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آنان القا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مبلغ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نقطه ضعف جامعه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فقر است بهره گرفته و در نقاط دور افتاده و محروم چون «ا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ا»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«سولاو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پردازند و به علت دور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انواع هواپ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 و امکانات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حمل و نقل و تعدا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کارشناس خبره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دارند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در امور آموزش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با کمک به مدارس و مراکز دانشگاه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توجه مردم را بخود جلب کنند و با 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نمودن مدارس خصوص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کودکان مقدمات نفوذ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را در نوباوگان فراهم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سازند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نقاط دورافتاده که شبکه سراسر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برق وجود ندارد دستگاهها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مولد برق توز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توسعه کشاورز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اصلاح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جاده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مناطق روستا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شرکت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سالمندان کمک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دانشجو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ادامه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به خارج اعزام نموده و آنان را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تا در هنگام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و بدست گرفتن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دستگاه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توجه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سردمداران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چون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فوا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دربر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مقابل آن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عکس العمل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نشان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واقع ملت مسلمان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اکنون با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روبروست که سلاح آنان عوض شده و در چهارچوب کمکها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ظاهر بشردوستانه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زهرآگ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را بر جامعه مسلمان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که ممکن است در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خطر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متوجه مردم شود که دفع آن دشوار 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اساس اقتصاد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استخراج معادن استوار است و متجاوز از 60% مردم در امور کشاروز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 بکارند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برنج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قهوه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بردار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جنگل و صدور محصولات جنگل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رقم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درآمد مردم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رواج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مصرف گوشت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دامپرور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در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رونق آنچنان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مجمع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لحاظ ذخائر نفت و گاز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75% نفت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مخازن نفت غالبا در سوماترا و جاوه قرار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ذخائر نفت آن حدود 10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بشکه تخم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شود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قرن است که در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 استخراج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صادرات آن 30 سال است که رونق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 در نظر دارد به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 مصرف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درداخل</w:t>
      </w:r>
      <w:r w:rsidR="00041941">
        <w:rPr>
          <w:rtl/>
          <w:lang w:bidi="fa-IR"/>
        </w:rPr>
        <w:t>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زغال سنگ را جازگز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کند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عضو سازمان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صادر کننده نفت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علاوه بر صدور نفت و گاز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روغن پالم و قهوه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صادر </w:t>
      </w:r>
      <w:r>
        <w:rPr>
          <w:lang w:bidi="fa-IR"/>
        </w:rPr>
        <w:t>OPEC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سال 1981م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70% درآمد صادرات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راه صادرات نفت و گاز و 30%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راه صادرات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مواد 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سوهارتو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ورود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به داخل کشور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تسه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جمله معاف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ازات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نظر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فساد ادار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اختناق حاکم بر کشور از جمله دشوار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بر سر راه توسعه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77" w:name="_Toc430467353"/>
      <w:r>
        <w:rPr>
          <w:rtl/>
          <w:lang w:bidi="fa-IR"/>
        </w:rPr>
        <w:t>مالزی</w:t>
      </w:r>
      <w:bookmarkEnd w:id="7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روش مشورطه سلطن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فدرال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با 330434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مالاکا و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تنگه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مالاکا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سوماترا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 در شمال و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جنوب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برنئو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سه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غرب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ساراواک و صباح درشرق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که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مشرف است به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تخته سنگها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مرجان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ختم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«مهمتر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راه ارتباط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و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آرام که تنگه مالاکاست در سواحل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 سواحل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بدون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بعضا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باتلاق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سات بندر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مساعد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معروف آن «پاهانگ و «کلانتان نام دارد که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جنگلها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75% آن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گرم و مرطوب بوده و در معرض وزش بادها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«موسون 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نشانه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50 قرن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اقوام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«نگر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توها»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قرون سوم و دوم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اقوام ماله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آمده و مستقر شدند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قرن دوم و سوم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توسط بازرگانان در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نشر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چون همراه آنان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تجار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 و از آن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ران با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مناسبات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فرهنگ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گسترش روزافزون اسلام در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قرون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و چهاردهم مقدمه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حکومت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محل فراهم شد و در سال 1414م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حکام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«پارامسورا» مسلمان شد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خود را محمد اسکندرشاه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حکومت مستقل سلاط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مالاکا را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مستقر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قرن زبان و خط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 و خط سانسکر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منسوخ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شانزدهم نفوذ استعمارگران به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آغاز شد و در سال 1511م آلبوکرک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انورد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 مالاکا را گرفت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به عنوان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قلمداد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1641م هلند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در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مستحکم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نوزدهم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انگلستان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مختلف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نفوذ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در سال 1888م نوح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مستعمره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1941م گرچه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ژاپن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تصرف نمود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ژاپن در سال 1945م دوباره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چهره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نشان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مدت مسلمانان مقاومت همه جانبه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آغاز نمودند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مبارزات 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موجب آن شد 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استعمارگر کهنه کار به انتخابات پارلمان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تن در دهد و در سال 1955م با برگزار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انتخابات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ندگان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احزاب اسلام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«تنکو عبدالرحمن با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کرس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پارلمان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بدست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تنکو عبدالرحمن بعدها به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دولت مستقل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همت مردم و با پ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سال 1957م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صورت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فدراس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مستقل درآمد و در 16 سپتامبر 1963م فدراس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مالز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صباح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ساراواک و سنگاپور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 که در سال 1965م با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انگلستان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سنگاپور از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مدتها قبل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صباح و ساراواک ادعا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 وط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66 - 1963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گرفت که با توافق طرف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مراجعه به آراء عموم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بر اساس موافقتنامه بانکوک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مخاصمه و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1966م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صلح حاصل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5/16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دارد که متجاوز از 60% آن مسلمان هستند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مسلمان در 13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آن متفاوت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درکولالامپور 30% مسلمان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از نژاد ماله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پاکستان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افراد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به عنوان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و حکومت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دست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پادشاه و نخست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 وضع فعل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1992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مسلمانند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درست کردار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کو رفتارند و نسبت به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با عزت و احساس برجسته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صلح و صفا در کنار هم و با هم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 بودن در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نوع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افتخار و عزت نفس توام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حجاب 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لباسها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ساده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مصرف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ورآلات و تزئ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نات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قانع و کم خرجند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مشاغل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برجسته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بخصوص در ماه رمضان ساده و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غذا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به همراه برده و با ندا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ملکوت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اذان افطار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 برجسته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اصلا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سواد ندارد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اندک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روحان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علما دارد که با عنوان و ارگان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 صدور احکام و فتاو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پردازد و به مشکلات و مسائل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پاسخ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اعلام مناسبات مذهب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اعلام نظرها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فقه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شرع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مسابقات قرائت قرآن - نمازها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جمعه - اداره مساجد و مراکز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طلاب و محصل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علوم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عهده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سازمان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حزب سازمان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متحد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طول زمان استقلال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پرقدرت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حزب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بوده و تاکنون در مجموع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صاحب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آراء انتخاب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25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جنوب شهر کوالالامپور در منطقه سرسبز و خرم شاه عالم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مسجد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بنا که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فکر سلطان صلاح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عبدالعز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حاکم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سالانگور در دارالاحسان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صرف 300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دلار و 5/4 سال تلاش مسجد مزبور در مارس 1988م گشا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«مسجد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لحاظ وسعت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مسجد جهان است 36 هکتار مساحت دارد و قطر گنبد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52 متر و ارتفاع آن 107 متر است که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گنبد جهان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4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گنبد 4 مناره مشاهدذه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هر کدام 3/142 متر ارتفاع دارند هر مناره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3 گلدسته و ارتفاعات متفاوت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شبستان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مسجد که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نمازگزاران مرد است 6782 متر مساحت دارد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شبستان مخصوص نمازگزاران زن 2415 متر وسعت دارد محراب آن مرمر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 و منبر منبت 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آن 17 متر ارتفاع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لحاظ اقتصاد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کائوچو در جهان است و «40% کائچو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را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60% صادرات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روغن نخل مربوط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 که در 9 ماهه اول سال 1990م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5/6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تن روغن نخل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لحاظ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فلفل در جهان رتبه اول را داراست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برنج آن 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تن در سال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کاکائو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موز و نارگ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بوفور در آن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1000 معدن قلع دارد و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قلع درجهان است و 40% قلع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معادن قلع بخصوص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براگ و سلانگو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دو سال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30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صادرات داشته که 50% آن کالاها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ساخته شده بوده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درآمد سرانه آن در سال 1990م به 2500 دلار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صادرات آن بر واردات فرون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درآمد آن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صنعت 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دولتمرادان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بکارگ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استفاده به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از منابع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امکانات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عقب ماندگ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دوران استعمار را جبران کرده و دو برنامه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توسعه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توسعه را به اجرا گذاشته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مشکلات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 که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و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در بخشها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داشته و تا حدود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دخالت دارند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مسئله اعتراض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خت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بار در سال1969م برخوردها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 که دولت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کوشد در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را دگرگون سازد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78" w:name="_Toc430467354"/>
      <w:r>
        <w:rPr>
          <w:rtl/>
          <w:lang w:bidi="fa-IR"/>
        </w:rPr>
        <w:t xml:space="preserve">برو نئی </w:t>
      </w:r>
      <w:r w:rsidRPr="00D23B69">
        <w:rPr>
          <w:rStyle w:val="libFootnotenumChar"/>
          <w:rtl/>
          <w:lang w:bidi="fa-IR"/>
        </w:rPr>
        <w:t>(18)</w:t>
      </w:r>
      <w:bookmarkEnd w:id="78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برونئ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برون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دارالسلام معروف است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بر ساحل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مجمع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برونتو قرار گرفته و در شمال آن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سلطان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برونئ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5765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و رود توتونگ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سلسله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تپه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باتلاق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بخش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طور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برونئ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جز جلگه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شمال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ناهموار و تپه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گرم و مرطوب بوده و متوسط درجه حرارت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30 درجه سانت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گراد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579ق برونئ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صورت سلطان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در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829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قمر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1425م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وارد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چون برونئ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کشت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عازم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سلطه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در سال 1952م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شد و در سال 1983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1362ش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استقلال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1985م به 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لحاظ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چهار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هر کدام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که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اعظم آن را منصوب نموده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پارلمان آن که همان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مقننه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22 عضو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بندر 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بگاوان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شهر مهمش «کوالابلا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برونئ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مالز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سنگاپور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اندونز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مناسبات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آمار سال 1990م سکنه آن را 264000 نفر ذکر نموده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که 65% آن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رشد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7/3%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8/45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هجوم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باعث بالا بردن نرخ رشد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برونئ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70% سکنه آن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ساراواک به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سوم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به خط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نوشته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اسلام و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مردم مسلمانندو مسلمانان اغلب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بودائ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مست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ابتدائ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آن سکونت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اقتصاد آن به نفت 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منبع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درآمد مردم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ذخ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رواج دارد و محصول مهم صادرات آن نفت و کائوچو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برنج و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خوراک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واحد پول آن دلار برونئ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BDS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برابر با 100 سنت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4C0E7B" w:rsidRDefault="004C0E7B" w:rsidP="004C0E7B">
      <w:pPr>
        <w:pStyle w:val="Heading3"/>
        <w:rPr>
          <w:rtl/>
          <w:lang w:bidi="fa-IR"/>
        </w:rPr>
      </w:pPr>
      <w:bookmarkStart w:id="79" w:name="_Toc430467355"/>
      <w:r>
        <w:rPr>
          <w:rtl/>
          <w:lang w:bidi="fa-IR"/>
        </w:rPr>
        <w:t>د - آسیای جنوب شرقی</w:t>
      </w:r>
      <w:bookmarkEnd w:id="79"/>
    </w:p>
    <w:p w:rsidR="00041941" w:rsidRDefault="004C0E7B" w:rsidP="004C0E7B">
      <w:pPr>
        <w:pStyle w:val="Heading3"/>
        <w:rPr>
          <w:rtl/>
          <w:lang w:bidi="fa-IR"/>
        </w:rPr>
      </w:pPr>
      <w:bookmarkStart w:id="80" w:name="_Toc430467356"/>
      <w:r>
        <w:rPr>
          <w:rtl/>
          <w:lang w:bidi="fa-IR"/>
        </w:rPr>
        <w:t>آسیای جنوب شرقی</w:t>
      </w:r>
      <w:bookmarkEnd w:id="80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دارد که مجموعا متجاوز از10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دارند و 20% مساحت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پنج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9571000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پروسعت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کشوراست که در جهان پس از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کانادا از نظر مساحت ربته سوم را حائز است 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1072000000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جهان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چهار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کره شمال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کره جنوب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ژاپن و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مجموعا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200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با 36000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و 19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اسلام از قرن اول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اما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 از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از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قاره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81" w:name="_Toc430467357"/>
      <w:r>
        <w:rPr>
          <w:rtl/>
          <w:lang w:bidi="fa-IR"/>
        </w:rPr>
        <w:t>ژاپن</w:t>
      </w:r>
      <w:bookmarkEnd w:id="8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قبل از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حکومت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Miji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کشور ژاپن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به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 بسته بود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دوره بخصوص از سال 1867م توانستند با ملل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بخصوص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رارطه برقرار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در سال 1877م با ترجمه کتاب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زبان ژاپن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درباره اسلام نوشته شده بود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معارف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آشنا شدند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تاتارها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از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به ژاپن رفته و به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اسلام پرداختند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مهاجرت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به اسلام در ژاپن رو به فزون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گرفت و اکنون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50000 نفر در ژاپن مسلمان هستند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به هنگام تهاجم ژاپن به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تصرف مناطق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با روح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آشنا شده و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علاقه مند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اسلام را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بازرگانان مسلمان که از هند و خاور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به ژاپن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مردم ژاپن به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دخالت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چون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طور کامل در ژاپن وجود دراد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افراد آن با روح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دارند متوجه 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قت اسلام گشته و لذا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 به آن حالت تزا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عبادتگاه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ژاپن «مسجد کوبه که به سال 1935م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ساخته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1938م مسجد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توک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مرکز حکومت ژاپن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ترجمه قرآن به زبان ژاپن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1929م صورت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ژاپن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منطقه بوده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مهاجرند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مؤسسات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عبارتند از اتنجمن دوست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ژاپن - انجمن مسلمانان ژاپن - انجمن دانشجو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مسلمان ژاپن -مجمع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ژاپن - مرکز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ژاپن - انجمن جوانان ملمان ژاپن - فدراس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جوانام مسلمان - ژاپن - کنگره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ژاپن و گروه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ژاپن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ژاپن که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آفتاب موسوم است و به صورت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شرق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قرار دارد و با 377000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122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لحاظ توسعه روزافزون در علم و تکنولوژ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 در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ظر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و مهارت در ساخت وسا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الکترون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انواع کامپ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وترشهرت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خود اختصاص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سکنه آن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دانشگاه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90% مردم حداقل تا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دوران متوسطه را گذران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90% 20 ساله به بالا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تاسف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گفت گرچه بال علم و تکنولوژ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رونق خود را بدست آورده اما بال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و 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شکسته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88% مردم ژاپن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مذهب ابتدائ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افسانه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نتو هستند که خود به 160 فرقه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بر اساس آن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مظاهر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عت از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ماه و ستارگان و خورش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کوهها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 هر کدام خدا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جداگانه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که مورد پرستش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معابد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نتو نگاهدار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و مردم به هنگام مراجعه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معابد از شرابها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در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قرار دارد بجا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نوشند</w:t>
      </w:r>
      <w:r w:rsidR="00041941">
        <w:rPr>
          <w:rtl/>
          <w:lang w:bidi="fa-IR"/>
        </w:rPr>
        <w:t xml:space="preserve">! </w:t>
      </w:r>
      <w:r>
        <w:rPr>
          <w:rtl/>
          <w:lang w:bidi="fa-IR"/>
        </w:rPr>
        <w:t>طبق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مذهب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ارواح انس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خدا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قدرتمند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!! ؟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82" w:name="_Toc430467358"/>
      <w:r>
        <w:rPr>
          <w:rtl/>
          <w:lang w:bidi="fa-IR"/>
        </w:rPr>
        <w:t>کره شمالی</w:t>
      </w:r>
      <w:bookmarkEnd w:id="82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کره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120538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22680000 نفر سکنه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وجود دارد اما مسلمانان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که فاقد تشکل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در نقاط مختلف آن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 مرکز حکومت پراکنده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تعداد آنان به 2000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منشا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مردم کره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تابع بودائ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کنفوس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ئئ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و تائوئ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83" w:name="_Toc430467359"/>
      <w:r>
        <w:rPr>
          <w:rtl/>
          <w:lang w:bidi="fa-IR"/>
        </w:rPr>
        <w:t>پی نوشتها</w:t>
      </w:r>
      <w:bookmarkEnd w:id="83"/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1- به منظور آشنا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با وجه تسم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نامها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مقاله «اندونز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نگارنده -مندرج در مجله مکتب اسلام - بهمن ماه 1371ش - مراجعه فرمائ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2-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27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چون در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تنگه مالاکا قرار گرفته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سوق الج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3- به جاوه باغ بزرگ شرق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باغ نارگ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4-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- علامه مظفر - ترجمه دکتر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محمد باقر حجت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صفحات 362 و 363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5- نهضتها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نوئر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deliar Noer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ترجمه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رج رزاق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محمد مهد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درپور مشهد - مؤسسه چاپ و انتشارات آستان قدس رضو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1370ش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6- دمکراس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پانجاس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مبتن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اصول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مردم و 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اصول پنجگانه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اصول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اعتقاد به خداوند متعال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متمدن و عادل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وحدت اندونز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دموکراس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شده و عدالت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مردم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7- مقاله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چنان که هست روزنامه هفتم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 1371 ش 14560</w:t>
      </w:r>
      <w:r w:rsidR="00041941">
        <w:rPr>
          <w:rtl/>
          <w:lang w:bidi="fa-IR"/>
        </w:rPr>
        <w:t xml:space="preserve">. </w:t>
      </w:r>
    </w:p>
    <w:p w:rsidR="001D2733" w:rsidRDefault="00B43D72" w:rsidP="00B43D72">
      <w:pPr>
        <w:pStyle w:val="libFootnote"/>
        <w:rPr>
          <w:lang w:bidi="fa-IR"/>
        </w:rPr>
      </w:pPr>
      <w:r>
        <w:rPr>
          <w:rFonts w:hint="cs"/>
          <w:rtl/>
          <w:lang w:bidi="fa-IR"/>
        </w:rPr>
        <w:t>8-</w:t>
      </w:r>
      <w:r w:rsidR="001D2733">
        <w:rPr>
          <w:lang w:bidi="fa-IR"/>
        </w:rPr>
        <w:t xml:space="preserve">The petroleum Resources of Indonesia by ljinbee oxford, university </w:t>
      </w:r>
      <w:r w:rsidR="001D2733">
        <w:rPr>
          <w:rtl/>
          <w:lang w:bidi="fa-IR"/>
        </w:rPr>
        <w:t>1982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9- اوپک و اثرات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نفت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دکتر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باقر مدن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117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10-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تاشناس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 صفحات 304 و 305 و 306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11- در قلمرو زردها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سبز سفرنامه محمد کاظم محمد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سنگاپور - تهران انتشارات صحف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lang w:bidi="fa-IR"/>
        </w:rPr>
      </w:pPr>
      <w:r>
        <w:rPr>
          <w:rtl/>
          <w:lang w:bidi="fa-IR"/>
        </w:rPr>
        <w:t>12-</w:t>
      </w:r>
      <w:r w:rsidR="00B43D72">
        <w:rPr>
          <w:rFonts w:hint="cs"/>
          <w:rtl/>
          <w:lang w:bidi="fa-IR"/>
        </w:rPr>
        <w:t xml:space="preserve"> </w:t>
      </w:r>
      <w:r w:rsidR="00B43D72">
        <w:rPr>
          <w:lang w:bidi="fa-IR"/>
        </w:rPr>
        <w:t>Allance party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13- در سال 1990م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به 17645000 نفر بالغ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lang w:bidi="fa-IR"/>
        </w:rPr>
      </w:pPr>
      <w:r>
        <w:rPr>
          <w:rtl/>
          <w:lang w:bidi="fa-IR"/>
        </w:rPr>
        <w:t>14-</w:t>
      </w:r>
      <w:r w:rsidR="00B43D72">
        <w:rPr>
          <w:rFonts w:hint="cs"/>
          <w:rtl/>
          <w:lang w:bidi="fa-IR"/>
        </w:rPr>
        <w:t xml:space="preserve"> </w:t>
      </w:r>
      <w:r w:rsidR="00B43D72">
        <w:rPr>
          <w:lang w:bidi="fa-IR"/>
        </w:rPr>
        <w:t>Umno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15- مجله رشد جوان آبان 1369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16- اطلاعات ش 19692 و 19697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17- اطلاعات ش 19774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lang w:bidi="fa-IR"/>
        </w:rPr>
      </w:pPr>
      <w:r>
        <w:rPr>
          <w:rtl/>
          <w:lang w:bidi="fa-IR"/>
        </w:rPr>
        <w:t>18-</w:t>
      </w:r>
      <w:r w:rsidR="00B43D72">
        <w:rPr>
          <w:rFonts w:hint="cs"/>
          <w:rtl/>
          <w:lang w:bidi="fa-IR"/>
        </w:rPr>
        <w:t xml:space="preserve"> </w:t>
      </w:r>
      <w:r w:rsidR="00B43D72">
        <w:rPr>
          <w:lang w:bidi="fa-IR"/>
        </w:rPr>
        <w:t>Brunei</w:t>
      </w:r>
    </w:p>
    <w:p w:rsidR="001D2733" w:rsidRDefault="001D2733" w:rsidP="00B43D72">
      <w:pPr>
        <w:pStyle w:val="libFootnote"/>
        <w:rPr>
          <w:lang w:bidi="fa-IR"/>
        </w:rPr>
      </w:pPr>
      <w:r>
        <w:rPr>
          <w:rtl/>
          <w:lang w:bidi="fa-IR"/>
        </w:rPr>
        <w:t>19-</w:t>
      </w:r>
      <w:r w:rsidR="00B43D72">
        <w:rPr>
          <w:rFonts w:hint="cs"/>
          <w:rtl/>
          <w:lang w:bidi="fa-IR"/>
        </w:rPr>
        <w:t xml:space="preserve"> </w:t>
      </w:r>
      <w:r w:rsidR="00B43D72">
        <w:rPr>
          <w:lang w:bidi="fa-IR"/>
        </w:rPr>
        <w:t>Limbange</w:t>
      </w:r>
    </w:p>
    <w:p w:rsidR="001D2733" w:rsidRDefault="001D2733" w:rsidP="00B43D72">
      <w:pPr>
        <w:pStyle w:val="libFootnote"/>
        <w:rPr>
          <w:lang w:bidi="fa-IR"/>
        </w:rPr>
      </w:pPr>
      <w:r>
        <w:rPr>
          <w:rtl/>
          <w:lang w:bidi="fa-IR"/>
        </w:rPr>
        <w:t>20-</w:t>
      </w:r>
      <w:r w:rsidR="00B43D72">
        <w:rPr>
          <w:rFonts w:hint="cs"/>
          <w:rtl/>
          <w:lang w:bidi="fa-IR"/>
        </w:rPr>
        <w:t xml:space="preserve"> </w:t>
      </w:r>
      <w:r w:rsidR="00B43D72">
        <w:rPr>
          <w:lang w:bidi="fa-IR"/>
        </w:rPr>
        <w:t>belait</w:t>
      </w:r>
    </w:p>
    <w:p w:rsidR="001D2733" w:rsidRDefault="001D2733" w:rsidP="00B43D72">
      <w:pPr>
        <w:pStyle w:val="libFootnote"/>
        <w:rPr>
          <w:lang w:bidi="fa-IR"/>
        </w:rPr>
      </w:pPr>
      <w:r>
        <w:rPr>
          <w:rtl/>
          <w:lang w:bidi="fa-IR"/>
        </w:rPr>
        <w:t>21-</w:t>
      </w:r>
      <w:r w:rsidR="00B43D72">
        <w:rPr>
          <w:rFonts w:hint="cs"/>
          <w:rtl/>
          <w:lang w:bidi="fa-IR"/>
        </w:rPr>
        <w:t xml:space="preserve"> </w:t>
      </w:r>
      <w:r w:rsidR="00B43D72">
        <w:rPr>
          <w:lang w:bidi="fa-IR"/>
        </w:rPr>
        <w:t>tutong</w:t>
      </w:r>
    </w:p>
    <w:p w:rsidR="001D2733" w:rsidRDefault="001D2733" w:rsidP="00B43D72">
      <w:pPr>
        <w:pStyle w:val="libFootnote"/>
        <w:rPr>
          <w:lang w:bidi="fa-IR"/>
        </w:rPr>
      </w:pPr>
      <w:r>
        <w:rPr>
          <w:rtl/>
          <w:lang w:bidi="fa-IR"/>
        </w:rPr>
        <w:t>22-</w:t>
      </w:r>
      <w:r w:rsidR="00B43D72">
        <w:rPr>
          <w:rFonts w:hint="cs"/>
          <w:rtl/>
          <w:lang w:bidi="fa-IR"/>
        </w:rPr>
        <w:t xml:space="preserve"> </w:t>
      </w:r>
      <w:r w:rsidR="00B43D72">
        <w:rPr>
          <w:lang w:bidi="fa-IR"/>
        </w:rPr>
        <w:t>seribegavan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23- سالنامه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1990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محمدرضا عسگر</w:t>
      </w:r>
      <w:r w:rsidR="00041941">
        <w:rPr>
          <w:rtl/>
          <w:lang w:bidi="fa-IR"/>
        </w:rPr>
        <w:t xml:space="preserve">ی.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24-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نفت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اندونز</w:t>
      </w:r>
      <w:r w:rsidR="00041941">
        <w:rPr>
          <w:rtl/>
          <w:lang w:bidi="fa-IR"/>
        </w:rPr>
        <w:t xml:space="preserve">ی. </w:t>
      </w:r>
    </w:p>
    <w:p w:rsidR="004C0E7B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25- اسلام در ژاپن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84" w:name="_Toc430467360"/>
      <w:r>
        <w:rPr>
          <w:rtl/>
          <w:lang w:bidi="fa-IR"/>
        </w:rPr>
        <w:t>کره جنوبی</w:t>
      </w:r>
      <w:bookmarkEnd w:id="8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کره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99173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درسال 1990م 42540000 نفر سکنه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زمان 25000 نفر مسلمان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در سال 1971 رقم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تنها 3000 نفر بود که در خلال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20 سال به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8 برابر بالغ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 قبل از بروز نبرد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کره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1950 ال 1953م صورت گرفت تعداد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بصورت پراکنده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ستند 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 بود که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اعلام نمود که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عضو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 کرده به منطقه اعزام شوند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اساس سربازان ترک تحت پرچم سازمان ملل به کرده آمده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خود آورده و در مقر خود مسجد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عبادت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عده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مردم کرده در تماس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سربازان مسلمان به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علاقه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مند شده و خواهان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شدند و بدنبال آن جامعه مسلمانان نوظهور کرده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بازگشت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 مسلمانان مذکور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مردمان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به نشر اسلام پرداخته و با مسلمانان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مسلمانان ساکن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ارتباط برقرار نمودند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1963م با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«اتحاد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مسلمانان کرده به تشکل خود پرداختند بعدها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کره و مجمع دانش آموزان مسلمانان کرده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بوجود آمد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مؤسسات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عقا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جوانان مبادرت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علوم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روانه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1969م با تلاش 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وقت به طور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مساحت 5000 متر مربع را برا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Pusan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احداث مسجد و مرکز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آنان قرار داد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مسجد فلاح در پوسان در 1980 ساخته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بود که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سانگ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 واقع در حوال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 کوانجو به طور کامل الام را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نمودند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قرآن به زبان کره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انتشار 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مذهب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مبادله دانشجو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دانشگاه و کتابخانه علوم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جاد پرورشگاه کودکان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مسلمان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مسلمانان کره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در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تا قبل از جنگ دو کره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شمار مسلمان داشت جامعه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تشکل مناسب و مورد قبول جامعه کره و دولت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85" w:name="_Toc430467361"/>
      <w:r>
        <w:rPr>
          <w:rtl/>
          <w:lang w:bidi="fa-IR"/>
        </w:rPr>
        <w:t>تایوان</w:t>
      </w:r>
      <w:bookmarkEnd w:id="85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فرمز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که نام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به صورت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36182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150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سواحل کشور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20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آن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90000 نفر مسلمان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گفته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الام در 741 هجر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1340م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بدان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اما گسترش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مربوط به قرن هفدهم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در اواخر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قرن و در دوران سلسله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نجات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از سلطه هلند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اده شدند که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مسلمان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 غالبا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فوک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آوردند و در ضمن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اسلام پرداختند ژاپن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که از سال 1895م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را تصرف کردند و تا سال 1945م آن را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داشتند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را تحت فشار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قرار داده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تنگناها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بوجود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شکست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هزاران مسلمان عازم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شدند که عده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در امور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صاحب قدرت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سن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مذهب حنف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تمرکز آنان غالبا در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په مرکز حکومت و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چونکل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توهونگ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در مجمع قانون 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مجلس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دارند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86" w:name="_Toc430467362"/>
      <w:r>
        <w:rPr>
          <w:rtl/>
          <w:lang w:bidi="fa-IR"/>
        </w:rPr>
        <w:t>هنگ کونگ و مکائو</w:t>
      </w:r>
      <w:bookmarkEnd w:id="86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هنگ کنگ مستعمره انگلستان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 1044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جنوب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130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 کانتون با کوانگچو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بندر هنگ کنگ که در کنار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آرام قرار دارد با 5878000 نفر سکنه تراکم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با 5540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را به خود اختصاص دارده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دو بخش کولون و هنگ و کنگ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که توسط کانال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هم جدا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ساکن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کوانتونگ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هنگ کنگ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که در سال 1949م بر تعداد آنان افزوده شده و 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بعد از هند و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عز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نموده و رقم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که تعداد آنان به 40000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شافع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مذهبند و برخلاف جو مسموم و شرائط خشن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ارتباط با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شور و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شغل اکثر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خدمات است و در سازم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تشکل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و 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محلات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مشخص است و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مسجد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کالج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40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هنگ کنگ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مکائو قرار دارد که مسلمانان آن با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هنگ کنگ در ارتباطند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فاشرها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پرتقال و مبلغ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موجب آن شده تا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مسلمانان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از اسلام دست برداشته و به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آورند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شده بود که به موجب آن افراد مسلمان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اجبارا به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 بروند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لذا مبشر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موحد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را سخت در فشار قرار داده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موج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افراد مسلمان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تازه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87" w:name="_Toc430467363"/>
      <w:r>
        <w:rPr>
          <w:rtl/>
          <w:lang w:bidi="fa-IR"/>
        </w:rPr>
        <w:t>مسلمانان چین</w:t>
      </w:r>
      <w:bookmarkEnd w:id="8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9571000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و هفتاد و دو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20 تا 55 درجه عرض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 و از نظر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دو بخش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مرتفع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پست و هموار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حدود 700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از سکنه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سواحل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انوس آرام استقرار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نژاد مردم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زرد و مرکب از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مغول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تبت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بودا و کنفوس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 است و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سکونت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5 سال بعد از رحلت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سعد ابن 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وقاص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وارد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 و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مسجد در بندر شانگها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برخورد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در سال 130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ارتش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چع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 مسلمانان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اد» روبرو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نبرد سخت در مرز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آنان درگرفت در آغاز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بود اما ناگهان با شکست آنان مسلمانان بر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فتح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مقدمه نفوذ اسلام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تسلط کامل مسلمانان بر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در سال 138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عنوان لوشان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بر «هرسوان تسانگ امپراطور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در خلال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امپراطور از منصور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عباس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استمداد طلب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منصور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گروه 4000 نفر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کمک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فرستاد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در دو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انفوو و هانوفو بعد از جنگ و فرونشاندن طف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اقامت 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با دختران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ازدواج کردند که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از نسل آنان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اسلام از دو راه به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راه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کانتون و هانگ چو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از راه خشک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ترکستان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شهرباستان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چوانچو موسوم به شهر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تون که در سواحل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استان فوج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واقع شده و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جاده 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در چند دهه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صد لوحه 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کشف شده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انگر آن است که چوانچو در گذشته ارتباط تنگاتنگ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اسلام داشته است و اصولا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شهر دروازه اسلام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مراکز عمده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تعداد مسلمانان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مشخص کند بطور دق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در دسترس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و در منابع آمار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تعداد آنان را متفاوت ذکر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ادعا کرد که در حال حاضر 70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مسلمان در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خود مختار ترکستان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استان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کانسو در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تند و از نژاد 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ازبک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فرمز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تاتار و دونش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با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طول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500 بار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بخصوص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قتل عامها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سه قرن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حداقل 30% آنان کاهش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سلسله منچوها که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دشمن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بودند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1644م تا 1911م مسلمانان را آماج اذ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قرار داده و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را در شمال و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دوران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سلسله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محدود شده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در سال 1731م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ذبح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وانات ممنوع گشت و در زمان حکومت امپراطور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لونگ احداث مساجد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ارت حتج عدغن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 موفق نشدند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در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هضم کنند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در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الات و مراکز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پراکنده بودند و حضور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لذا گرچه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زمان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تحت نظارت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بودند اما مسلمانان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هوئ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لحاظ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اتکا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خود و استوار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استثنا بودند و طرح هماهنگ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مورد آنان مؤثر واقع نشد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پس از آنکه موفق نشد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مهاجرت و انتقال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را منهزم کند به قلع و قمع و کشتار آنان پرداخت که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حفظ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مقاومت نموده و 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وحدت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تاکت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 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وارد شده و حساس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حکام را نسبت به خود کاهش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 تا به عنوان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بدعت گذار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مطرود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قرار 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وفتار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با مسلمانان در دو سطح قابل بررس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روشنفکران و اهل قلم مواقع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بوده با نوشتن کتب و مقالات به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آنان پرداخته و آنان را وجودها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عوام تعصبات نابخردانه و قضاوتها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نادرست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نسبت به موحد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داشته و آنان را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رحم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متجاوز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ص و جنا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کار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تعارض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فرهنگ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همبستگ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آورده و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واکنش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مسلمانان هنگام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که فرهنگ آنان به مخاطره افتاده و 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در معرض فنا بوده است و هنگام شکست درنظام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تزلزل قدرت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حفظ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حفظ سهم خود از قدرت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 به شورش زده و تقاظا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استقلال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مبارزات مسلمانان در قرن نوزدهم در تعق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هدف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«ماهواالونگ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رومندتر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چهره انقلاب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اسلام قرن نوزده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که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خواست با جهاد به حکومت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برسد که دشمنان با حملات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رحمانه او را سرکوب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شورش مسلمانان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نان در سالها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1873 - 1853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از آن جمله است و دوون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رهبر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نان و قهرمان مسلمانان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بود که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قرآن رابه زبان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ترجمه کرد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لحاظ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درحکومت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دوره حکومت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وان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1368 - 1279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مغولان توده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را از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آوردند و به عنوان کارگزاران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صاحبان مشاغل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راس جامعه قرار دارند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 در محل اقامتشان محله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بخصوص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گرفته و از مزا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فوق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العاده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مند شدند که نفرت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را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زمان سلسله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 فرد مسلمان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ماهاش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مقام حساس استاندار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 فوگ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بعدا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 را بدست آورد و از خود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اقت و استعداها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بروز داد و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شک شخص مسلمان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مقام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ستاد ارتش را عهده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گسترش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و حفظ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عنوان نمونه درمواقع قحط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گرسنگ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اطفال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آورده و آنان را مسلمان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و به قول «شک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ارسلان ترج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با زنان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ازدواج کنند و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خداوند 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را آماده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اسلام گرداند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کتب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جذب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نوشتن کتاب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رامون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 - حضرت محمد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- تحت عنوان «تار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خچه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مقدستر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چهره عربستان به زبان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نظر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جلب 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کاستن از تهاجم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دفاع از مرزها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اعتقاد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دارد اشاعه نظام آموزش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روستاها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اجتماعات و مجالس وعظ و سخنران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مساجد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 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مذهب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مراسم ازدواج و تدف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کاملا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گذاردن نام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فرزندان خود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آموزش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فراگ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قرآن و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احتراز از فساد و فحشاء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اعطا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زکات به افراد مستمند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همانان جزو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مسلمانان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اجرا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توجه دولتمردان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جلب نموده بود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ونگ جنگ امپراطور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در برخوردها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آشکار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مسلمانان از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نمود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احکام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که در صدد سرکوب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تقب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نمود و دستور داد او را دستگ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پس از محاکمه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مجازات کنند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مسلمانان در سراسر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40000 مسجد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طبق نظر محقق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Ting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صلح و سعادت و آرامش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موجبات شکوفائ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را در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دوره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 فراهم آورد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معلول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مسئله بود که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گذار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سلسله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دسو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همسرش مسلمان بود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مقامات مسئول مسلمان بودند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جلوس بر تخت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شرابخوار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منع کرد و سرود ستا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تجل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از محمد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ساخت که ممکن است هنوز در مسجد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نانک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 اجرا شود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فشار بر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شدت روز افزون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افت و در اواخر سال 1928 م وانگ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 ژنرال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کام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تانگ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کانسون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بوده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1952م تا 1968م مسلمانان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شکنجه و آزارها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قرار گرفتند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مساجد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کتب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قرآن سوزان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 و متاسفانه در بعض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نقاط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مذهب با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 مائوئ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شد چنانچه پس از نماز و دعا در پاره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نقاط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کتاب سرخ مائو نقل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بود که در سال 1966م 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انقلاب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مساجد توسط گارد سرخ بسته نشد و به مسجد هم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حرمت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نکردند</w:t>
      </w:r>
      <w:r w:rsidR="00041941">
        <w:rPr>
          <w:rtl/>
          <w:lang w:bidi="fa-IR"/>
        </w:rPr>
        <w:t>!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10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سال 1951م گزارشها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قتل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سوختن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حمله به مؤسسات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قطع روابط عموم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الات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1954م بدنبال تلگرام 700000 مسلمان به مائو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از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قانون برخوردار شد اما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کنترل افکار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شئون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به شدت کنترل شد و کوشش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صورت گرفته تا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به مسخ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اقدام شود گرچه در ظاهر با بعض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حرکات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موافقت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چنانچه در سال 1955م به آنان اجازه داده شد انست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کنند و در سال 1964م کالج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را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88" w:name="_Toc430467364"/>
      <w:r>
        <w:rPr>
          <w:rtl/>
          <w:lang w:bidi="fa-IR"/>
        </w:rPr>
        <w:t>مسلمانان ترکستان شرقی (سین کیانگ)</w:t>
      </w:r>
      <w:bookmarkEnd w:id="88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ترکستان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قرار دارد با وسعت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1709000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پانزده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در آن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«اورومچ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عمده آن عبارتند از کاشغر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ارقند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ختن و تورفان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از شمال به مغولستان از شمال و غرب به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از جنوب به هند و تبت محدود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قدمت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از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مراکز تجمع انس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بوده است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مسکن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چادرنش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اول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تحت اشغال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آمد و در قرن دوم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دست ازبکها افتاد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دوباره در اواسط قرن هفتم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توسط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اشغال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هشتم 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غورها بدان جا هجوم بردند و در قرن 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مورد تاخت و تاز مسلمانان قرار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مغولها آن را تصاحب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1750م منچوها بدان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1881 م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الات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سال 1912م استقلال داشت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سال 1820م خوجه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با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انزاع داخل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به ترکستان حمله بردند اما منچوها آن را سرکوب نموده و «خوجه جهانگ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ر» را در سال 1828م دستگ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اعدام نمودند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1862 م شورش بزرگ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«شن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«گان صورت گرفت که در 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جه آن مسلمانان به بخشها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افته و ترکستان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عملا از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موقع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عقوب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 رهبر مسلمانان اهل خوقند به ترکستان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حمله برد و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نهاد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عصر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موقع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 آورد و از مراکز مهم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شمار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1920 و سه سال پس از انقلاب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 1917م ترکستان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هم جدا شدند و در سال 1942م ترکستان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ر نام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1949م با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نظام مائوئ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غالب شد و پس از به شهادت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هزاران نفر از جمله علما و ائمه جماعات 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حکومت مستقل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برد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اقوام مسلمانان را که 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افغانستان و هند بودند در طول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نقاط 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آوردند و اشغال آن تا 1951م ادامه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مدت توسط تانگ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هواپ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جنگنده و بمبها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آتش زا 120000 نفر را کشتند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1966 تا 1967م گارد سرخ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هزاران نفر موحد را به شهادت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و با کوچ دادن مسلمانان از اماکن خود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در مجموعه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بزرگ پراکنده نمود تا تعداد ساکن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تقل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ابد به نحو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سال 1949م سکنه آن 35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بود و در سال 1960م به 25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و در سال 1982م به 5/12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نفر تنزل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همراه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تنها 400000 کارگاه و بازار کوچک و بزرگ را از دست آنان خارج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غارت منابع و ذخائر آن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همچنان ادامه دارد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ترکستان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88 نوع ماده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در سال 1959 م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دات نفت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1550000 تن و آهن و فولاد به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800000 تن و 600000 تن بالغ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سال 1980م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خود مختار به لحاظ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قه بسر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 و مردم در حالت نگران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اضطراب بسر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بردند اما در سال 1983م همراه با تجد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رونق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توسعه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آشکار شد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89" w:name="_Toc430467365"/>
      <w:r>
        <w:rPr>
          <w:rtl/>
          <w:lang w:bidi="fa-IR"/>
        </w:rPr>
        <w:t>پی نوشتها</w:t>
      </w:r>
      <w:bookmarkEnd w:id="89"/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1- بندربزرگ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مرکز مهم کشت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کرده جنوب</w:t>
      </w:r>
      <w:r w:rsidR="00041941">
        <w:rPr>
          <w:rtl/>
          <w:lang w:bidi="fa-IR"/>
        </w:rPr>
        <w:t xml:space="preserve">ی.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2-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 امروز -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ترجمه محمد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ص 37 و 38 و 39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3- ماخذ قبل صص 37 و 38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4- مجله الاتحاد ارگان دانشجو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و کانادا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5- برداشت از مجله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مصور شماره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 و 6 سال 1991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 xml:space="preserve">ی. </w:t>
      </w:r>
    </w:p>
    <w:p w:rsidR="001D2733" w:rsidRDefault="001D2733" w:rsidP="00B43D72">
      <w:pPr>
        <w:pStyle w:val="libFootnote"/>
        <w:rPr>
          <w:lang w:bidi="fa-IR"/>
        </w:rPr>
      </w:pPr>
      <w:r>
        <w:rPr>
          <w:rtl/>
          <w:lang w:bidi="fa-IR"/>
        </w:rPr>
        <w:t>6-</w:t>
      </w:r>
      <w:r w:rsidR="00B43D72">
        <w:rPr>
          <w:rFonts w:hint="cs"/>
          <w:rtl/>
          <w:lang w:bidi="fa-IR"/>
        </w:rPr>
        <w:t xml:space="preserve"> </w:t>
      </w:r>
      <w:r w:rsidR="00B43D72">
        <w:rPr>
          <w:lang w:bidi="fa-IR"/>
        </w:rPr>
        <w:t>Mahasin. i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7- مسلمانان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صفحات 190 تا 192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8- مسلمانان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رافائل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ترجمه حسن 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زاده طوس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361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9- اسلام در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نوشته ژاک گوسولت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بدرالد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ترجمه عبدالحم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- تهران 1356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10-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نو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شناخت - منصور تاراج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تهران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وش 1350</w:t>
      </w:r>
      <w:r w:rsidR="00041941">
        <w:rPr>
          <w:rtl/>
          <w:lang w:bidi="fa-IR"/>
        </w:rPr>
        <w:t xml:space="preserve">. </w:t>
      </w:r>
    </w:p>
    <w:p w:rsidR="001D2733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11- مبارزات مسلمانان ترکستان بر ضد استعمار سرخ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شورو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محمد شهاب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مهد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041941">
        <w:rPr>
          <w:rtl/>
          <w:lang w:bidi="fa-IR"/>
        </w:rPr>
        <w:t xml:space="preserve">یی. </w:t>
      </w:r>
    </w:p>
    <w:p w:rsidR="004C0E7B" w:rsidRDefault="001D2733" w:rsidP="00B43D72">
      <w:pPr>
        <w:pStyle w:val="libFootnote"/>
        <w:rPr>
          <w:rtl/>
          <w:lang w:bidi="fa-IR"/>
        </w:rPr>
      </w:pPr>
      <w:r>
        <w:rPr>
          <w:rtl/>
          <w:lang w:bidi="fa-IR"/>
        </w:rPr>
        <w:t>12- چهره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اندرس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مبوس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S</w:t>
      </w:r>
      <w:r w:rsidR="00041941">
        <w:rPr>
          <w:lang w:bidi="fa-IR"/>
        </w:rPr>
        <w:t xml:space="preserve">. </w:t>
      </w:r>
      <w:r>
        <w:rPr>
          <w:lang w:bidi="fa-IR"/>
        </w:rPr>
        <w:t>Enders wimbush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ترجمه حسن 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زاده طوس</w:t>
      </w:r>
      <w:r w:rsidR="00041941">
        <w:rPr>
          <w:rtl/>
          <w:lang w:bidi="fa-IR"/>
        </w:rPr>
        <w:t xml:space="preserve">ی. </w:t>
      </w:r>
    </w:p>
    <w:p w:rsidR="004C0E7B" w:rsidRDefault="00B43D72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90" w:name="_Toc430467366"/>
      <w:r w:rsidR="004C0E7B">
        <w:rPr>
          <w:rtl/>
          <w:lang w:bidi="fa-IR"/>
        </w:rPr>
        <w:t>ه- مسلمانان آسیای مرکزی</w:t>
      </w:r>
      <w:bookmarkEnd w:id="90"/>
    </w:p>
    <w:p w:rsidR="00041941" w:rsidRDefault="004C0E7B" w:rsidP="004C0E7B">
      <w:pPr>
        <w:pStyle w:val="Heading3"/>
        <w:rPr>
          <w:rtl/>
          <w:lang w:bidi="fa-IR"/>
        </w:rPr>
      </w:pPr>
      <w:bookmarkStart w:id="91" w:name="_Toc430467367"/>
      <w:r>
        <w:rPr>
          <w:rtl/>
          <w:lang w:bidi="fa-IR"/>
        </w:rPr>
        <w:t>مسلمانان آسیای مرکزی</w:t>
      </w:r>
      <w:bookmarkEnd w:id="9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لحاظ ژئوپول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الوصف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موقع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نسبتا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ذخائر غن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را مورد توجه ابرقدرتها قرار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اقوام ساکن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گرچه مشخصه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اما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وحدت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دئولوژ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واقع مسلمان بودن نخواسته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از تهاجم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روسها از گذشته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دور در صدد آن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به محو فرهنگ و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اقوام مسلمان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بپردازند اما با وجود سرکوب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جابجائ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دادن امت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موفق نشده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سامان را از فرهنگ خود که بر 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جدا کنند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مناطق مذکور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جهت رشد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به لحاظ 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صه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دارا بودن مراکز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مورد توجه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 خود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توسعه اسلام در مناطق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موسوم است از قرن اول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21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مطابق با 641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لشکرها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روزمند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را به تصرف درآوردند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خورش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پرفروغ اسلام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64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دربند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به تصرف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درآمد که تا قرنها بعد منته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را در برابر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الات ترک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 با فتح مناطق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قفقاز توسعه 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و کامل اسلام در مناطق مذکور آغاز شد که عملا با مقاومت چندان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 نگرد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تا زمان کشورگشا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روسها در قرن نوزدهم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قسمتها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وسته از قلمرو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منطقه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تمدن باستان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 و از گذشته در معرض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نسطور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اسلام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54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از آمودر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گذشته و در 56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بخارا را فتح نمودند و در سال 134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رود طلاس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سلسله تانگ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حفاظت مناطق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آمده بودند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را درهم شکستند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درمقام مذهب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حاکم شد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معتبر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اسلام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 از آن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قرن بر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قفقاز حکومت نمود و تصرف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قرون شانزدهم تا نوزدهم نتوانست مانع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 و نفوذ اسلام گردد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مدت مناطق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جهان اسلام ارتباط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وسته داشته و از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و فرهنگ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بودند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1917م باکو و سمرقند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انس داشت تا به مسکو و پتروگراد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درعصر صفوثه که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به عنوان مذهب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قلمداد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مذهب را با آغوش باز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منطقه ماوراء قفقاز گشت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لحاظ نژاد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متنوع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شمال قفقاز سلسله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مرتفع باعث تفک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با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لهجه سخن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که از سه زبان ترک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قفقاز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گرفته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هرکدام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اقوام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خاص و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خود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 در فرهنگ اسام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مشترکند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و کراشا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چرکس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کابارد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بالکار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چچن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نگوش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شمال اوش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داغستان و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قلمرو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قفقاز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ماورا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قفقاز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قوم ازبک از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اقوام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است که درحال حاضر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ازبکستان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بجز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سکنه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از نژاد ترک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قزاق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تاتارها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غورها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ترکمن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غازان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ذنجان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الاصل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 و کرد و بلوچ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نظر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آمارها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متفاوت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ذکر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از 60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تا 70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در نوسان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سکنه آسس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هنگام الحاق به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حدود 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بود که با مرگ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بالا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کودکان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رشد کند داشت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تزارها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برهم زدن وحدت منطقه و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ساکنان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اوکرا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تشو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به مهاجرت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دوم دهه 1870م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هنگام انقلاب اکتبر 1917م ساکنان اسلاو حدود 30% قزاقستان و 8/3%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 و مسلمانان به 12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مهاجرت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گرچه پس از انقلاب اکتبر تا سال 1920م متوقف بود اما از سال 1928م آغاز شد و تا سال 1936م 1700000 نفر ساکن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منطقه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 غالبا به ازبکستان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ترکمنستان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و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شدت مهاجرت اسلاوها بحد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تا سال 1939م 50% سکنه تاشکند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بزرگترن شهر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را اسلاوها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هجوم آلمان به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سال 1941م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تشد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شدت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فرهنگ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سال 1959م نسبت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قزاقستان به 65% و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25%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بود اما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مهاجرت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نتوانست جلو رشد روزافزون مسلمانان را بگ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سال 1979م نسبت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مسلمانان در قزاقستان به 57% و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کمتر از 18% تنزل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مهاجرت اجبار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دها و کشتارها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رشد روزافزون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نکاست و روند مخاطره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سلطه روسها را که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از سال 1959م آغاز شده بود معکوس نشان داد و در فاصله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1959 تا 1979م مسلمانان به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پراکندگ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تمرکز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آهنگ بالا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رشد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مسلمانان در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وزنه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آنان داده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آنان را در برابر خطر استحاله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حفظ نموده و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رومند خواهد ساخت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لحاظ ذخائر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محصولات کشاورز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قبل از انقلاب اکتبر که در مسائل کشورز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تحولات منجر به کاهش محصولات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90% پنبه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آمد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ازبکستان 65% پنبه را بخود اختصاص داده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نصف محصول 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دولت تزار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توجه به استعداد منطقه و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تک محصول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 زده بود و طبق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اکثر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کشت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محصول اختصاص داده بود که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1917م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را دنبال نمود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منجر به کاهش کشت غله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تک محصول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مشکلات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بخصوص در جنگ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هنگامه قحط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سواحل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گندم کشت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با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روستائ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تناسب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ازبکستان به پرورش گوسفند قره گل توجه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گاو در سواحل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 صورت صورت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1932 تا 1933 که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اشتراک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اده شد تعداد دامها کاهش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به 15000000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سال 1929م آمار دام 60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راس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تنزل آشکار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سران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وادار نمود که به دامداران قزاقستان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اجازه دهند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روش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از سر بگ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حرکت مزبور باعث رونق دوباره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آن را در سال 1960 به57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راس و در سال 1979م به 80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راس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سواحل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 و 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به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صورت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لحاظ ذخائر نفت و گاز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قفقاز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بخش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ازنفت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مناطق استخراج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توسعه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سال 1917م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شد تا قبل از آن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کاملا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دامپرور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 تنها چند کارخانه پنبه پاک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شم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ظاهر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باطن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برهم زدن نظام سنت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فراهم نمودن اسباب مهاجرت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اقوام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باب صنعت را پس از جنگ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دوم در نقاط مذکور گشود و توسعه 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صنعت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وجوه اقتصاد را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دگرگون نمود و طبقه بزرگ کارگران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بوجود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افراد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چندان تما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امور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نشان نداده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اغلب کارها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افراد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دست گرفتند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جهش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وجود مناقع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تنگناها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چون منابع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محدود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مناطق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صنعت کشور وجود تفاوتها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آشکار در شاخص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سه با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مناطق مواجه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توسعه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حدود 348 سال طول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فتح از سال 1552م با تسخ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غازان آغاز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زمان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مخوف و به سال 1584م روسها مناطق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کناره ولگا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تسخ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نمودند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از جهان اسلام جدا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1604م که روسها به داغستان حلمه بردند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کمک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مقام مقابله با آنان برآمده و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 را تارومار نمودند که ناچار به عقب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با حرکت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توام بود باعث 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حضور اسلام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اقوام کوه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شمال قفقاز شد و در قرن نوزدهم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در مقام رکن عمده مقاومت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برابر هجوم روسها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حضور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قرون هفدهم و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زمان کاتر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مورد حمله و تعرض روسها بود و مراکز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مورد تهاجم قرار گرفتند به 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1738م تا1755م از 536 مسجد غازان 418 باب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موقوفات مصادره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شد مسلمانان مقاوم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کشته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شدند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مناطق دوردست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زمان کاتر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دوم و به سال 1771م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قرم به تصرف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درآمد و در 1774م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آن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عصر کاتر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تصرف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و خوقند قلمرو آن تحت عنوان فرماندار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 ترکستان تحت کنترل مستق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ارتش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قرار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اواخر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و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نوزدهم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مناطق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قفقاز و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کنون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تصرف روسها درآمد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سال 1917م که نظام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استقرار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تحت عنوان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برابر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اعلام شد که در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نام ملت اسلام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تواند وجود داشته باشد و در تعارض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است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تصور نظام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سرکوب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انهدام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جابجا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اجبار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پرداخت در سال 1944م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300000 نفر از تاتارها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قرم بازداشت و با وضع فج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قزاقستان فرستاده شده و روسها و اوکرا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قلمرو سابق آنان را غصب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بدون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گونه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قوم منطقه مسخت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گرجستان بازداشت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شده و به قزاقستان و ازبکستان کوچ داده شدند که از 200000 نفر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حدود 50000 نفر از فرط سرما و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طول راه تلف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خودمختار چچن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 منحل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قلمرو آن 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فدرات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شد واقوام آن بازداشت و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گشتند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مقامات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صدد محو اقوام شمال قفقاز برآمدند اما تلاش آنان با شکست مواجه شد و با مرگ استال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اعاده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 و کوه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شمال قفقاز موفق شدند تا سال 1959م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ضربات را جبران کنند و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رغم 15 سال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جذب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نشده و زبان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را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نبردند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مش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مسکو با مقاومت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روبرو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ضد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حربه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شروع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سال 1925م موقوفات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مصادره و تا سال 1927م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محاکم سنت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1928م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تهاجم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انجام شعائر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مراسم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زن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عاشورا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عمل آمد و روحان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با اتهام جهل و فساد وارتشاء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جاسوس ژاپن و آلمان</w:t>
      </w:r>
      <w:r w:rsidR="00041941">
        <w:rPr>
          <w:rtl/>
          <w:lang w:bidi="fa-IR"/>
        </w:rPr>
        <w:t xml:space="preserve">! </w:t>
      </w:r>
      <w:r>
        <w:rPr>
          <w:rtl/>
          <w:lang w:bidi="fa-IR"/>
        </w:rPr>
        <w:t>مورد تعق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قرار گرفتند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مساجد و مراکز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هجوم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مظاهر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حجاب از سال 1927م آغاز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مساجد به موزه و مرکز تئاتر و رقاصخانه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شکنجه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 از جنگ دوم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شاشان واقع درقفقاز حدود 800000 نفر به طرز موحش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فرستاده شدند که حدود 20% تا 30% آنان در طول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علت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سرما و گرستگ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تلف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400000 نفر از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قالمون هم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رفتار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1942م انقلاب بزرگ ترکستان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بوقوع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 بطور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مسلمانان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اشغال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باز پس گرفته و با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رون راندن سربازان شورو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ترکستان را اعلام کردند که پس از جنگ دوم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بدان حمله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تصرف 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حکومت استال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بوجود آمد و تسه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سفر حج فراهم شد و دارالعلم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بخارا و تاشکند بوجود آمد و تسه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سفر حج فرهم شد که علت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برنامه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در موارد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جستجو نمود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1- نفوذ و قدرت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مردمان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 xml:space="preserve">ی؛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2- سنت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عنوان چهار چوب قانون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قرون و اعصار در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3- جوامع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مرام و مسلک حزب حاکم بر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گانه بودند و نظام حاکم سع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روابط مسالمت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شدت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انزجار بکاهد</w:t>
      </w:r>
      <w:r w:rsidR="00041941">
        <w:rPr>
          <w:rtl/>
          <w:lang w:bidi="fa-IR"/>
        </w:rPr>
        <w:t xml:space="preserve">؛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4-حمله به اسلا و مبارزه برعل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مسلمانان ازنفوذ نظام حاکم بر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بخصوص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تا قبل از فروپاش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 پوشال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حملات 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زه 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اسلام در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مش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خشونت و تعارض از سر گرفته شد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الحاد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طور گسترده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 xml:space="preserve">ادامه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تلاش همه جانبه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برداشتن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برداشته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جنگ 1953م خروشچف حملات را با شعار بازگشت به تعال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لن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سرگرفت و تعداد مساجد و رؤسا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انتشار کتابها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رشد 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بخود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مؤلفان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کتابها به خدشه نمودن مسائل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مسخ ارزشها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پرداختند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همه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 موفق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قابل ذکر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اوردند و بر خلاف اختناق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در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مردمان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قدرت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پرده آهن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نظام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صلابت انداخت و با وقوع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تجد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ماوراء قفقاز به اوج خود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درخشان بوده و مردمان آن در قرون متماد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موجب قوت اسلام و پرچمدار آن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دانشمندان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دامان خود پرورانده و صاحب موار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 ارزشمند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بار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با تحرک و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تا از مواز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حراست و پاسدار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امروز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مسلمانان در جمهور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استقلال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معنا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بازگشت به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دوام و استمرار آن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حس اسلام خواه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دفاع از باورها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مسلمانان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مراتب افزون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احساس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پس از سالها فشار و جدا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فرهنگ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بار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بدست 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موجب آن شد که مردم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برقرار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تلاش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امروزه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هفتاد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مسلمان در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تازه استقلال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تنها در پرتو برقرار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مواز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توانند دوام و بقا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را در قلمرو زندگ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تضم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سنن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گره خورده است و در قرون متماد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مناطق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اکنون به صورت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درآمده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قلمرو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در عصر غزنو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سلجوق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خوارزمشاه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نقاط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عصر صفو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در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نفوذ نموده و دوره قاجار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قطعنامه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گلستان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ترکمن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ابتدا گرجستان و بدنبال آن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نخجوان و بخش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به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واگذار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سمرقند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بخارا موار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فرهنگ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زادگاه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دانشمندان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همچون ابن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فاراب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خوارزم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جوهر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بخار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ترمذ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زمخشر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همان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قرون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جزو خراسان بزرگ بود</w:t>
      </w:r>
      <w:r w:rsidR="00041941">
        <w:rPr>
          <w:rtl/>
          <w:lang w:bidi="fa-IR"/>
        </w:rPr>
        <w:t xml:space="preserve">.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ادآور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شود که سرزم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ترکستان شرق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نظر ذخائر و منابع کشاورز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معدن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غن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 و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تواند به صورت قطب صنعت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عمده در آس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 درآ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نفت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ذغال سنگ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اوران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وم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سنگ آهن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طلا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فسفر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نقره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سرب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قلع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کا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الماس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زمرد و گاز از منابع آن است اما کشور 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ضمن آنکه برا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نوساز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کشورش از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منابع بهره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ترکستان شرق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را در فقر و محروم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ت و تحت فشارها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اقتصا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قرار داده است و در مقا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سه با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الات 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گر و نواح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مجاور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سرزم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بس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ارعقب افتاده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باشد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در سالها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اخ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تا حدود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بخاطر نگران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اوضاع خاورم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انه و آس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مرکز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است دولت نسبت به ترکستان شرق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دگرگون شده و تا حدود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فشار بر آنان کاسته شده است و 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کوشد روابط مسالمت آم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ز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ساکن در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الت و مسلمانان فراهم کند ول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با تمام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تلاشها در سال 1981م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او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غورها و 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ها درگ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نزاع پ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ش آمد</w:t>
      </w:r>
      <w:r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 به بررس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: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92" w:name="_Toc430467368"/>
      <w:r>
        <w:rPr>
          <w:rtl/>
          <w:lang w:bidi="fa-IR"/>
        </w:rPr>
        <w:t>قرقیزستان</w:t>
      </w:r>
      <w:bookmarkEnd w:id="9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با 198500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شمال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و شرق ازبکستان و قزاقستان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شرق و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ترکستان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70% آن را ناهموار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و نقاط مرتفع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وجود ارتفاعات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از برف گرچه موجب وزش بادها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سرد و حاکم شدن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سرد زمستان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اما در فصل بهار و تابستان با ذوب برفها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و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آب 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چشمه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سرسبز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منطقه را افزون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کول تقر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 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است که به طراوت منطقه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در سال 1358ش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3529000 نفر سکنه داشت اما در حال حاضر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به 5/4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به 5/2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آن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ساکنند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نژادها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ازبک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روس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اوکرا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آلمان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اذعان نمود که 25% سکنه آن اروپائ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متنوع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و تشنجها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بدنبال داشته است و تازه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نبرد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زها و ازبک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بهار سال 1369ش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خرخ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از اواسط هفدهم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به اسلام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آوردند و هم اکنون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آنان مسلمانند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آنان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به زبان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تعلق دارد و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قوم همچون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اقوام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در آغاز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سلطه قوم خونخوار مغول قرار گرفتند و پس از آن به تناوب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طره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خ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مغولستان قرار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سال 1886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اشغال روسها درآمد و با عنوان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فرغانه به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منضم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1936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عنوان «جمهور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مختار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شکل گرفت که تا سال 1987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شکل باق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ماند اما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اعلام استقلال نمود و دست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اصلاحات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در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12 اسفند 1370ش به عنوان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کشور مستقل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آن قبلا فرونزه نام داشت که در تحولات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نام سابق خود را که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کاخ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به تقل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از آرامگاه مولو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عارف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 شده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نفوذ فرهنگ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در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نشان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حدود 15% سکنه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را در خود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18 شهر و 31 اقامتگاه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نسبت به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جمهور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آرامتر و با ثبات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 است اما با تورم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مهار نشدن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فقر و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روبرو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گرچه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مناسب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آبشارها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اما از منابع مهم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برق آب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انرژ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دروالکتر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4C0E7B">
        <w:rPr>
          <w:rtl/>
          <w:lang w:bidi="fa-IR"/>
        </w:rPr>
        <w:t xml:space="preserve">) 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کنندگان اوران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 و زغال سنگ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معادن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نفت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گاز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ساختمان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چراگاهها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دامنه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سرسبز و خرم بوده و موجب رونق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10%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قابل کشت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محصور در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راه ندارد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توسعه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با عنا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عدم رغبت آنان به مشاغل صنعت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موفق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نبوده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عنوان مثال در سال 1959م درصد کارگر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بخش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34% بوده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شاغل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افراد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32% افراد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بخش صنعت مشغول بکار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93" w:name="_Toc430467369"/>
      <w:r>
        <w:rPr>
          <w:rtl/>
          <w:lang w:bidi="fa-IR"/>
        </w:rPr>
        <w:t>تاجیکستان</w:t>
      </w:r>
      <w:bookmarkEnd w:id="9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با 143100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شمال افغانستان و شرق ازبکستان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شمال با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و از شرق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ترکستان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مرز مشترک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سال 1979م 3806000 نفر سکنه داشت اما هم اکنون 5300000 نفر سکنه دارد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تمدن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وجود دارد که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وارث آن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حدود 86% مردم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علاوه بر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اقوام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قرون گذشته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خاک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بوده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کشور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زدهم مورد تاخت و تاز مغولها قرار گرفت و در سال 9873م روسها آن را به تصرف خود درآوردند و 4 سال پس از انقلاب 1917م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درسال 1921م ارتش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 دوشنبه را تصاحب نمود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16 اکتبر 1929م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24 مهر 1308ش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تحت عنوان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«جمهور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آباد» به مجموعه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نظر کرمل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 که تا سال 1961م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نظام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حفظ نمود و از آن پس نام خود را به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نغ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تا سال 1991م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60 سال با نظام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تحت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 الحاد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برخلاف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توسط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در تظاهرات و تحصن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تحولات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مذهب به صورت قوه محرکه تجد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فرهنگ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و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درآمده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تظاهرات هفت هفته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سرنگون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رحمان نب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اف از اعضا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حزب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از نمونه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بارز تلاش مسلمانان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بازگشت به اعتقادات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تجل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اعتراض مذکور به صورت برگزار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نمازها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جماعت در مساجد و اماکن عموم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معترض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چادرها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در برابر کاخ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دان شهدا» برپا کرده بودند با مراسم دعا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قرائت قرآن و سخنران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را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احساسات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نحو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زنان به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اندام و 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حجاب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مراسم نماز جماعت که همه روزه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بار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دان بر پا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به 5 بار در روز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گذشته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منازل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توانستند عبادت انجام دهند و مراسم سوگوار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حضرت اباعبدالله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دستجات عزادار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برگزار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و در ورود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گذاشتند تا در صورت آمدن ماموران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متفرق شوند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 دوران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رسانه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خبرگزار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وابسته به ابرقدرتها بود که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مشوش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ذهن مردم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ساختند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درمنطقه آشوب زده کولاب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اشرار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 مردم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بدون گندم 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بدون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هرگز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در واقع پاره جدا افتاده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به عبارت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کوچک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فروپاش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استقلال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کستان در 9 سپتامبر 1991م تحقق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نهضت مردم که بر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بود منجر به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اپوز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سون متشکل از حزب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نهضت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دموکرات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سازمان رستاخ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 بدخشان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30% کاب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در بدو استقلال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احزاب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نظام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مصالحه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وحدت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حزب نهضت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همزمان با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بوجود آمده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قو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سازمان 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افراد عاد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طرفداران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که آرمان آن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دولت واحد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خطباء مساجد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سرپرست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رهبر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1500 مسجد در نقاط مختلف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شده که 150 واحد آن مسجد جامع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مشکلات مهم 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جمهور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تازه استقلال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افته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است که گرا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ش 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گرچه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عده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مردم 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رومند است اما چندان فراگ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نم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باشد 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را در مدت چند دهه سلطه کمون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ست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آموزش علوم 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به طور رسم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در آن متوقف بوده و طالبان قادر نبوده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اند برا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تحص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علوم اسلام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به کشورها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مسلمان مسافرت کنند و به تکم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معلومات مذهب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بپردازند</w:t>
      </w:r>
      <w:r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هم قدرت آن را ندارد که به تنها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حکومت کند و متاسفانه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هنوز قو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عده کث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روسها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مشاغل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دست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حضور ارتش سرخ با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طرفداران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را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اما آرمان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در جهان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اعتبار شده و رسوا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فروپاش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آن در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اروپا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اجازه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 جان بگ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 و در راس نظام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تشنج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چالشها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را شدت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اجازه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نظام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جانش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فرو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قبل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و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تا کنون تلاشها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اعمال نفوذ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بعمل 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اما مقاومت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اجازه نداده است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تلاشها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مذبوحانه به ثمر برسد</w:t>
      </w:r>
      <w:r w:rsidR="00041941">
        <w:rPr>
          <w:rtl/>
          <w:lang w:bidi="fa-IR"/>
        </w:rPr>
        <w:t xml:space="preserve">.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مسائل مهم در هو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ت فرهنگ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تاج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کستات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زبان فارس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 که در رژ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 گذشته کوشش بر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بوده تا تاج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ها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زبان را که موجب قرابت تار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خ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فرهنگ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ادب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ران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شد فراموش کنند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لذا روسها آموزش خط فارس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را متوقف نمودند و با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کار آنان را از خواندن نشر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ات و آثار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که به زبان فارس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انتشار م</w:t>
      </w:r>
      <w:r>
        <w:rPr>
          <w:rtl/>
          <w:lang w:bidi="fa-IR"/>
        </w:rPr>
        <w:t>ی ی</w:t>
      </w:r>
      <w:r w:rsidR="001D2733">
        <w:rPr>
          <w:rtl/>
          <w:lang w:bidi="fa-IR"/>
        </w:rPr>
        <w:t>افت محروم کردند و با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جاد 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وار آهن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ارتباط آنان را با فرهنگ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 قطع نمودند و خط 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 را رواج دارند و با نفوذ مهاجر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روس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در مراکز علم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فرهنگ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فن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ادار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زبان روس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در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کشور حضور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شتر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افت 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را مشاغل مهم و تخصص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علم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در دست افراد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بود که فارس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نم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دانستند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با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وجود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مردم با حالت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شور و ه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جان به زبان مادر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خود</w:t>
      </w:r>
      <w:r w:rsidR="004C0E7B">
        <w:rPr>
          <w:rtl/>
          <w:lang w:bidi="fa-IR"/>
        </w:rPr>
        <w:t xml:space="preserve"> (</w:t>
      </w:r>
      <w:r w:rsidR="001D2733">
        <w:rPr>
          <w:rtl/>
          <w:lang w:bidi="fa-IR"/>
        </w:rPr>
        <w:t>فارس</w:t>
      </w:r>
      <w:r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 w:rsidR="001D2733">
        <w:rPr>
          <w:rtl/>
          <w:lang w:bidi="fa-IR"/>
        </w:rPr>
        <w:t>سخن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گو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ند و اول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جشنها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سالگرد استقلال خود را با پرده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بردار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پ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کره فردوس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آغاز کردند و جالب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نکه مجسمه لن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را برداشته و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پ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کره را بجا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ش نهادند و با شور و التهاب خاص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با هم زمزمه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کردند</w:t>
      </w:r>
      <w:r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رنج بردم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عجم زنده کردم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پارس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دولت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اعلام کرد که خط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عنوان خط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مکاتبات خود انتخاب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مردم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باسوادند و اغلباهل کتاب و روزنامه و مجله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کتاب طرز آموزش خط و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طول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سال 3 بار چاپ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سالانه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700 تا 800 جلد کتاب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انتشار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 xml:space="preserve">ابد که غالب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در موضوعات علوم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هم اکنون روزنامه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 و سامان به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چاپ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126 مجله و روزنامه وجود دارد که 3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مربوط به بخش خصوص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انحصار دولت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13 عنوان آن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سراسر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10 عنوان هم به صورت هفته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نامه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راژ آن به 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«جمهور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«راز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با مردم و روزنامه خصوص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«چراغ روز» اختصاص دارد که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راژ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70000 نسخه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حکومت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شهر دوشنبه است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حال حاضر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18 شهر و 49 اقامتگاه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 آن در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انرژ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برق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ذخائر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قلع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و اوران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مذکور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نفت و گاز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جمله ثروت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خدادا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سامان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از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دکنندگان عمده کتان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باف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جوراب باف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پوشاک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نساج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آن استقرار داشته و از شهرت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گذشته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امکانانت بالقوه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ذخائر معدن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آن صورت بهره بردار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نشد و اکنون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خواهد بخود 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شود دچار کمبودها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تورم طاقت فرسا شده است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وسا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حمل و نقل به علت کمبود سوخت متوقف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مشکل گران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بحر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اجتماع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ممکن است ثبات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به مخاطره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فکند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ضمن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تواند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را در استخراج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توسعه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بهبود اوضاع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مساعدت کند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94" w:name="_Toc430467370"/>
      <w:r>
        <w:rPr>
          <w:rtl/>
          <w:lang w:bidi="fa-IR"/>
        </w:rPr>
        <w:t>پی نوشتها</w:t>
      </w:r>
      <w:bookmarkEnd w:id="94"/>
    </w:p>
    <w:p w:rsidR="001D2733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1- حکومت مسکو و مساله مسلمانان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کل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ترجمه محمود رمضان زاده ص 205</w:t>
      </w:r>
      <w:r w:rsidR="00041941">
        <w:rPr>
          <w:rtl/>
          <w:lang w:bidi="fa-IR"/>
        </w:rPr>
        <w:t xml:space="preserve">. </w:t>
      </w:r>
    </w:p>
    <w:p w:rsidR="001D2733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2- مسلمانان شورو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گذشته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حال و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- الکساندر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گسن و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ترجمه کاوه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 xml:space="preserve">. </w:t>
      </w:r>
    </w:p>
    <w:p w:rsidR="001D2733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3-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ترجمه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رج کرمان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صفحات 271 تا 273</w:t>
      </w:r>
      <w:r w:rsidR="00041941">
        <w:rPr>
          <w:rtl/>
          <w:lang w:bidi="fa-IR"/>
        </w:rPr>
        <w:t xml:space="preserve">. </w:t>
      </w:r>
    </w:p>
    <w:p w:rsidR="001D2733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4-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رج کرمان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صفحات 282 تا 295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ضمن در بخش مسلمانان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 حدود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بود</w:t>
      </w:r>
      <w:r w:rsidR="00041941">
        <w:rPr>
          <w:rtl/>
          <w:lang w:bidi="fa-IR"/>
        </w:rPr>
        <w:t xml:space="preserve">. </w:t>
      </w:r>
    </w:p>
    <w:p w:rsidR="001D2733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5- رسالت ش 1991</w:t>
      </w:r>
      <w:r w:rsidR="00041941">
        <w:rPr>
          <w:rtl/>
          <w:lang w:bidi="fa-IR"/>
        </w:rPr>
        <w:t xml:space="preserve">. </w:t>
      </w:r>
    </w:p>
    <w:p w:rsidR="001D2733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6- روزنامه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 3726</w:t>
      </w:r>
      <w:r w:rsidR="00041941">
        <w:rPr>
          <w:rtl/>
          <w:lang w:bidi="fa-IR"/>
        </w:rPr>
        <w:t xml:space="preserve">. </w:t>
      </w:r>
    </w:p>
    <w:p w:rsidR="001D2733" w:rsidRDefault="001D2733" w:rsidP="00D80982">
      <w:pPr>
        <w:pStyle w:val="libFootnote"/>
        <w:rPr>
          <w:lang w:bidi="fa-IR"/>
        </w:rPr>
      </w:pPr>
      <w:r>
        <w:rPr>
          <w:rtl/>
          <w:lang w:bidi="fa-IR"/>
        </w:rPr>
        <w:t>7-</w:t>
      </w:r>
      <w:r w:rsidR="00D80982">
        <w:rPr>
          <w:rFonts w:hint="cs"/>
          <w:rtl/>
          <w:lang w:bidi="fa-IR"/>
        </w:rPr>
        <w:t xml:space="preserve"> </w:t>
      </w:r>
      <w:r w:rsidR="00D80982">
        <w:rPr>
          <w:lang w:bidi="fa-IR"/>
        </w:rPr>
        <w:t>Hydro Electric power</w:t>
      </w:r>
    </w:p>
    <w:p w:rsidR="001D2733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8- حکومت مسکو و مساله مسلمانان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نوشته 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کل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ترجمه محمود رمضان زاده ص 76</w:t>
      </w:r>
      <w:r w:rsidR="00041941">
        <w:rPr>
          <w:rtl/>
          <w:lang w:bidi="fa-IR"/>
        </w:rPr>
        <w:t xml:space="preserve">. </w:t>
      </w:r>
      <w:r>
        <w:rPr>
          <w:lang w:bidi="fa-IR"/>
        </w:rPr>
        <w:t>Rywkin</w:t>
      </w:r>
      <w:r w:rsidR="00D80982">
        <w:rPr>
          <w:rFonts w:hint="cs"/>
          <w:rtl/>
          <w:lang w:bidi="fa-IR"/>
        </w:rPr>
        <w:t xml:space="preserve"> </w:t>
      </w:r>
      <w:r w:rsidR="00D80982">
        <w:rPr>
          <w:lang w:bidi="fa-IR"/>
        </w:rPr>
        <w:t xml:space="preserve">Michael </w:t>
      </w:r>
      <w:r w:rsidR="00D80982">
        <w:rPr>
          <w:rFonts w:hint="cs"/>
          <w:rtl/>
          <w:lang w:bidi="fa-IR"/>
        </w:rPr>
        <w:t xml:space="preserve"> </w:t>
      </w:r>
      <w:r w:rsidR="004C0E7B">
        <w:rPr>
          <w:rtl/>
          <w:lang w:bidi="fa-IR"/>
        </w:rPr>
        <w:t xml:space="preserve">) </w:t>
      </w:r>
    </w:p>
    <w:p w:rsidR="001D2733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9-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ورک 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مز</w:t>
      </w:r>
      <w:r w:rsidR="00041941">
        <w:rPr>
          <w:rtl/>
          <w:lang w:bidi="fa-IR"/>
        </w:rPr>
        <w:t xml:space="preserve">. </w:t>
      </w:r>
    </w:p>
    <w:p w:rsidR="001D2733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10 و 11- برگرفته از مصاحبه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اشرف مجتهد شبستر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با روزنامه اطلاعات ش 19665 - 25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ماه 1371</w:t>
      </w:r>
      <w:r w:rsidR="00041941">
        <w:rPr>
          <w:rtl/>
          <w:lang w:bidi="fa-IR"/>
        </w:rPr>
        <w:t xml:space="preserve">. </w:t>
      </w:r>
    </w:p>
    <w:p w:rsidR="001D2733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12-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مستقل - ناصر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مجله نشر دانش سال دوازدهم ش پنجم مرداد و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 1371</w:t>
      </w:r>
      <w:r w:rsidR="00041941">
        <w:rPr>
          <w:rtl/>
          <w:lang w:bidi="fa-IR"/>
        </w:rPr>
        <w:t xml:space="preserve">. </w:t>
      </w:r>
    </w:p>
    <w:p w:rsidR="001D2733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13- ماخوذ از مصاحبه روزنامه اطلاعات با محمداف باخان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مطبوعا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روزنامه اطلاعات ش 19611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) </w:t>
      </w:r>
    </w:p>
    <w:p w:rsidR="004C0E7B" w:rsidRDefault="001D2733" w:rsidP="00D80982">
      <w:pPr>
        <w:pStyle w:val="libFootnote"/>
        <w:rPr>
          <w:rtl/>
          <w:lang w:bidi="fa-IR"/>
        </w:rPr>
      </w:pPr>
      <w:r>
        <w:rPr>
          <w:rtl/>
          <w:lang w:bidi="fa-IR"/>
        </w:rPr>
        <w:t>14- در تازه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تحولات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کشتار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مسلمانان پرداخته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مسلمان را آواره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041941" w:rsidRDefault="00D80982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95" w:name="_Toc430467371"/>
      <w:r w:rsidR="004C0E7B">
        <w:rPr>
          <w:rtl/>
          <w:lang w:bidi="fa-IR"/>
        </w:rPr>
        <w:t>قزاقستان</w:t>
      </w:r>
      <w:bookmarkEnd w:id="95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قزاقستان مساحت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با 2717000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که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پس از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شمال با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جنوب به ازبکستان و ترکمنستان و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و از شرق به ترکمنستان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محدود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 در غرب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آرال در مرز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با ازبکستان قرار گرفته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در سال 1979م 5/14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اکنون 17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45% سکنه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نوزدهم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در قزاقستان رشد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تزارها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 نگران قبائل پراکنده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آن را داشتند که بر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بشورند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لذا تصور نمودند با قبول اسلام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قبائل</w:t>
      </w:r>
      <w:r w:rsidR="00041941">
        <w:rPr>
          <w:rtl/>
          <w:lang w:bidi="fa-IR"/>
        </w:rPr>
        <w:t xml:space="preserve">،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هم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شده و تمدن واحد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در مورد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اسلام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محدود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قائل نشدند و در برابر رشد و توسعه مساجد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نمنطقه ازخود عکس العمل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نشان ندادند اما برخلاف تصور روسها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نفوذ اسلام در مردم قزاق آنان را به صورت اقوام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ظلم 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درآورد و در مقابل روسها به شورش و مقاومت برخاستند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روسها که متوجه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قدرت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بخاطر قبول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توسط قزاق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شدند در ساخت مساجد مضا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نموده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اشاعه دادند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نژاد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قزاق است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از قبائل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در منطقه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استقرار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نسل کنون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قزاق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محصول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زش مغول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با ترک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نژادها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آن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روس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اوکرا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آلمان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غور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ازبک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ی. </w:t>
      </w:r>
      <w:r>
        <w:rPr>
          <w:rtl/>
          <w:lang w:bidi="fa-IR"/>
        </w:rPr>
        <w:t>زبان قزاق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الفبا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زبان با زبان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اواخر قرن پانزدهم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قزاقستان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سلطه مغولها قرار داشت بعدا دچار جنگ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گشته و تجز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ارتباط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قزاقها و روسها از قرن شانزدهم قوت گرفت و قزاقها بتدر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سلطه روسها قرار گرفتند اما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وغ مهاجم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روس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دوم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دست به شورش زدند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 از سال 1866م سلطه روسها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تثب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گشته و قدرتها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رفتند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 نفرت از روسها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قزاقها بتدر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اوج گرفت و قدرت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در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انزجار مؤثر بود و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شورش در اواخر قرن نوزدهم و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توسط قزاقها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روس صورت گرفت که به شدت سرکوب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26 اوت 1920م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4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 1299ش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جمهو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خودمختار قزاقستان تحت نظر کرمل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 و «آلما آتا» به عنوان مرکز آن انتخاب شد و در 5 دسامبر 1936م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14 آذر 1315ش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قزاقستان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 نام داد که تا سال 1991م برقرار بود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استقلال خود را بدست آورد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20 فرورد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1370ش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متحد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همانگونه که اشاره شد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آن آلما آتا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پدر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19 استان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82 شهر دارد و 57% سکنه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60 دانشکده با 14000 دانشجو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10000 واحد مدرسه و 6 کانال تلو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جمله امکانات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قزاقستان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مساجد مهم مسلمان در مرکز حکومت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کشور قرار دارد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قزاقستان تنها جمهور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مسلمان نش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آس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انه است که در آن سلحها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استراتژ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 و 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موشکها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بالست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 قاره پ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ما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اتم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شورو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سابق نگاهدار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شود و امر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کا از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نکه مواد هسته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سلاحها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اتم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مزبور به دست مسلمانان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فتد به شدت نگران است</w:t>
      </w:r>
      <w:r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قزاقستان از منابع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آرال واقع در جنوب آن اکنون مورد استفاده پروژه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توسعه کشت پنبه در ازبکستان قرار گرفته و با عقب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منابع آب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نمک را در سواحل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خود برجا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گذاشته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معادن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نقره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فسفات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قلع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زغال سنگ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سنگ آهن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منابع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برق آب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انرژ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دروالکتر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طرحها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مزروع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 مراتع سرسبز و خرم از برکات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لحاظ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ار توسعه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 و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استخراج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ذوب فلزات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نساج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آن استقرار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قزاقستان از مراکز مهم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گوشت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بود و غلات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سبز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انگور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شکر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کتان در آن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صنعت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استقلال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رونق بسزا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مشترک المنافع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نفت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و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ذخائر کروم در آن وجود دارد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96" w:name="_Toc430467372"/>
      <w:r>
        <w:rPr>
          <w:rtl/>
          <w:lang w:bidi="fa-IR"/>
        </w:rPr>
        <w:t>ازبکستان</w:t>
      </w:r>
      <w:bookmarkEnd w:id="96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ازبکستان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447400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جنوب قزاقستان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آرال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شمال افغانستان و ترکمنستان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 و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85% سکنه 20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قرن ششم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بخش اعظم آن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سلطه هخامنش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که خست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سلسله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حکمرانان تکر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دوران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در خراسان و ماوراء النهر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بخشها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ازبکستان کنون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قسمت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261 تا 389ق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عهد 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سامان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مرکز اقتدار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ستر ماوراالنهر بود و بخارا و سمرقند در عهد او چنان ترق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کردند که قسمت عمده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عالم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درخشندگ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تمدن و معارف و ادب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و هنر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نور و فروغ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مقبره 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سامان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بخارا است که خود اثر هنر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عصر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بخارا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ماوراالنهر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مرکز بعض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کانون نشر علوم و معارف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ادب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نرشخ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مورخ معروف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عمعق بخارائ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شاکر بخار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دانشمندان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الرئ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ابوعل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370 - 428ق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دانشمند بزرگ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روستا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افشنه از توابع بخارا بدن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آمد و در بخارا کسب علم نمود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بلندتر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عمارت بخارا مناره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5/46 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مربوط به مسجد کال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معروف به برج مرگ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محکومان به مرگ را از بالا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پرت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مناره مربوط به 8 قرن قبل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بازار جالب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آثار هنر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سمرقند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ازبکستان است که در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بخارا قرار دارد که رود سغد از کنار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گذرد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در طول 25 قرن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خود هجوم سپاه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اسکندر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عرب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بربر و چنگ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زخان را بخود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صودر عصر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سمرقند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مملکت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شد که از دهل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دمشق و از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خوارزم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آرال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تا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وسعت داشت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ماوراء النهر را به مقام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تا آن زمان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چگاه بدان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سنگ قبر جهان که بر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مور گورگان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گرفته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سمرقند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مسجد جالب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وجود دارد تحت عنوان مسجد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خانم که صحن درون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167متر طول و 109 متر عرض دارد و قطر گنبد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20 متر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ازبکستان تاشکند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نام برد که به عنوان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فرغانه و نمنگان 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ازبکستان هستند که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ارزش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همه ساله جهانگردها بد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صفو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افشار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دفعات مکرر تلاش شد تا ازبکستان بار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تحت کنترل حکومت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اما نفوذ روزافزون سران قبائل در افراد و ضعف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موجب از دست رفتن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ازبکستان شد و در سال 1873م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به اشغال روسها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 از سقوط تزارها در انقلاب اکتبر 1917م نظام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ازبکستان حاکم شد و در سال 1924م رسما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ازبکستان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شکل گرفت که تا سال 1991م برقرار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اواسط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ازبکستان از سلطه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نس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روح بخش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آن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گرفت و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 آن را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راب 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ازبک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فقه حنف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 مدرسه معروف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مدرسه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عرب در بخارا و مدرسه 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البخار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تاشکند که در قرن شانزدهم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تنها مراکز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 که در هنگام سلطه کرمل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مشغول به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آنان در آغاز به تعط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مؤسسه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اقدام کردند و پس از جنگ دوم اجازه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مدارس را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تمام علما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با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در مدارس مذکور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مدارس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انتشار کتب و نشر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عهده داشتند و اکنون فعالتر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با تحرک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 و با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افزونتر مسئول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شده را به عهده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تمام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مساجد متعدد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دارد که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در 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مشحون از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نمازگزار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به تصوف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مراکز مهم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و بخارا هستند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مردم ازبکستان از نژاد ازبک بوده و در حال حاضر متجاوز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ازبک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افغانستان و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20000 نفر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ترکستان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سکونت دراند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زبان ازبک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ازبک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از مشتقات زبان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آرال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خوارزم سابق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برق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مشروب نمودن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پنبه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دخالت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ازبکستان از نظر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پنبه در جهان پس از 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و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مقام سوم را داراست و 60% پنبه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 اکنون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محصول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اقلام صادرات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بوده و اکثر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کشت پنبه اختصاص دارد و محصول مذکور کشت تک محصول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نظر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انواع کنف مقم اول را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دارد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ازبکستان به لحاظ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نفت و گاز و معادن ذغال سنگ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پرورش گوسفند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روستائ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رواج گسترده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ازبکستان از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کنندگان عمده پشم در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97" w:name="_Toc430467373"/>
      <w:r>
        <w:rPr>
          <w:rtl/>
          <w:lang w:bidi="fa-IR"/>
        </w:rPr>
        <w:t>ترکمنستان</w:t>
      </w:r>
      <w:bookmarkEnd w:id="9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تازه اسقلال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ترکمنستان با وسعت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488100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از مناطق نسبتا پر وسعت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غرب با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 از جنوب با افغانستان و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شرق و شمال با ازبکستان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مرز مشترک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قزاقستان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در جهت طول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گسترده شده و از غرب تا شرق آن 1100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و از شمال تا جنوب 650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است و از نظر وسعت بعد از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قزاقستان و اوکرا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مقام چهارم را داراست و به اندازه مجموع مساحت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دانمارک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و سوئ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قلمرو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قسمت اعظم آن را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قره قوم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 (</w:t>
      </w:r>
      <w:r>
        <w:rPr>
          <w:rtl/>
          <w:lang w:bidi="fa-IR"/>
        </w:rPr>
        <w:t>شن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که 80% خاک کشور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پوشاند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کپه داغ و پاراپام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 جنوب و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رودخانه امو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با 2620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تعلق دارد که عرض آن 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مناطق به 3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کانال معروف قره قوم به عنوان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کانال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که هم اکنون 1100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حفر شده در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با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مودن 1340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راه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رودخانه امودر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به خزر وصل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ادآور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شود که آمودر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 که به آن ج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حون هم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گو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ند از کوهها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مرکز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آس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 سرچشمه گرفته و به در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اچه آرال</w:t>
      </w:r>
      <w:r w:rsidR="004C0E7B">
        <w:rPr>
          <w:rtl/>
          <w:lang w:bidi="fa-IR"/>
        </w:rPr>
        <w:t xml:space="preserve"> (</w:t>
      </w:r>
      <w:r w:rsidR="001D2733">
        <w:rPr>
          <w:rtl/>
          <w:lang w:bidi="fa-IR"/>
        </w:rPr>
        <w:t>واقع در مرز ازبکستان و قزاقستان</w:t>
      </w:r>
      <w:r w:rsidR="004C0E7B">
        <w:rPr>
          <w:rtl/>
          <w:lang w:bidi="fa-IR"/>
        </w:rPr>
        <w:t xml:space="preserve">) </w:t>
      </w:r>
      <w:r w:rsidR="001D2733">
        <w:rPr>
          <w:rtl/>
          <w:lang w:bidi="fa-IR"/>
        </w:rPr>
        <w:t>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زد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به دل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وجود صحرا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برهنه قره قوم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ترکمنستان آب و هوا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گرم و خشک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دارد و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زان بارندگ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آن در نقاط صحرا</w:t>
      </w:r>
      <w:r>
        <w:rPr>
          <w:rtl/>
          <w:lang w:bidi="fa-IR"/>
        </w:rPr>
        <w:t>یی</w:t>
      </w:r>
      <w:r w:rsidR="001D2733">
        <w:rPr>
          <w:rtl/>
          <w:lang w:bidi="fa-IR"/>
        </w:rPr>
        <w:t xml:space="preserve"> به 80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متر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رسد اما در نقاط کوهستان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هم مرز با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ران تا 300 م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متر </w:t>
      </w:r>
      <w:r w:rsidR="00B43D72">
        <w:rPr>
          <w:rtl/>
          <w:lang w:bidi="fa-IR"/>
        </w:rPr>
        <w:t>باران</w:t>
      </w:r>
      <w:r w:rsidR="001D2733">
        <w:rPr>
          <w:rtl/>
          <w:lang w:bidi="fa-IR"/>
        </w:rPr>
        <w:t xml:space="preserve"> در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افت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کند</w:t>
      </w:r>
      <w:r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ترکمنستان 4 استان دارد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استان بالکان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کنار خزر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با 375000 سکنه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استان مار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مرو</w:t>
      </w:r>
      <w:r w:rsidR="004C0E7B">
        <w:rPr>
          <w:rtl/>
          <w:lang w:bidi="fa-IR"/>
        </w:rPr>
        <w:t xml:space="preserve">) 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 884300 نفر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استان تاشائوز با 758600 نفر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استان چاربوبا 795000 نفر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19 شهر و 44 بخش دارد و مرکز حکومت آن عشق آباد است که در بخش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کپه داغ و 45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 باجگ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مربوط به استان خراسان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قرار گرفته و 422300 نفر سکنه آن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عمر مردان 9/62 سال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عمر زنان 7/69 سال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4/68% ترکمت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6/12% روس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5/10% تاتار و 5/8% ازبکند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عنوان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85%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 هستند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200 مسجد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علاقمند به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علوم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پس از استقلال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به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مذهب در ترکمنستان رواج 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 کرده است در سفر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منظور شرکت در اجلاس سران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در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19/2/71 به ترکمنستان نمود قاض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القضات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خواست که تسه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فراهم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طلاب علوم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ترکمنستان به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در عربستان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به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علوم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بپردازند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ترکمنستان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اشتراک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مرز مشترک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مناسبات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ترکمنستان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دانشکده پزشک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5 هنرستان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دانشکده عشق آباد که بعدها به دانشگاه مختوم 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معروف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سال 1937م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در دانشکده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زبان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صورت رشته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جداگانه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سه فرستنده کانال تلو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فرستنده 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10 روزنامه آن تنها روزنامه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«جرقه ترکمنستان و «عصر» عشق آباد به زبان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زبان ترکمن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انتشار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>ابد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ترکمنستان از 6 قرن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خاک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بوده است و بجز دوره سلطه مغول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بر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اوائل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همچنان جزو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بعدها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ترکمن با بدست آوردن قدرت به تناوب حملات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1873م روسها پس از 4 سال جنگ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ترکمنستان رابه تصرف خود درآورند که ضعف و هرج و مرج در عصر قاجار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فتح موثر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سال 1924م ترکمن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مقابل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ستها مقاومت کردند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مذکور تحت نظارت کرمل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قرار گرفت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حالت تا زمان فروپاش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ترکمنستان موفق شد در 26 اکتبر 1991م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1370ش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استقلال خود رابدست اورد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زمستان سال گذشته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1370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پس از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کنفرانس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ECO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تهران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حکومت آن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پارلمان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175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دارد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مدت 5 سال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هر 12000 نفر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دهنده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را انتخاب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)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ترکمنستان از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کنندگان عمده پنبه در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رود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ذخائر سولفات سد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را در جهان داراست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نفت و گاز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ی، 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برم و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استخراج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آن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غذا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انرژ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نساج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فرشها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دستباف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صنعت دامپرور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اختصاص دارد و پرورش اسب آن در جهان مشهور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گندم در ترکمنستان به 900000 تن در سال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10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98" w:name="_Toc430467374"/>
      <w:r>
        <w:rPr>
          <w:rtl/>
          <w:lang w:bidi="fa-IR"/>
        </w:rPr>
        <w:t>آذربایجان</w:t>
      </w:r>
      <w:bookmarkEnd w:id="98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تاح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در غرب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 به وسعت 86600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که در شمال آن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در غرب آن گرجستان و ارمنستان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رودخانه ارس مرز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کشور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چهره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سه گونه است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 با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معتدل و مرطوب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 ارتفاع و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نقاط فلات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ارتفاع بلند که 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قلعه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تا 5000 متر از سطح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ارتفاع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منشاآتشفشان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از نقاط صعب العبور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 و آب و هوا در نقاط مزبور در زمستان سرد و در تابستان معتدل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ز 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منطقه قفقاز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500000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قفقاز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گذشته به آلبان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قفقاز و در دوران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اعراب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اران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 قرون وسط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قفقاز سکنه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 اما در قرون بعد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کوچ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غز که در کرانه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بدان کوچ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غزها در اواسط قرن 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اواخر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قرن مهاجم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سلجوق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ترکها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بودند بخشها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قفقاز و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اشغال نمودند و در سال 1054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گنجه و تبر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بنام فرمانروا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سلجوق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خطبه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خواندند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قرن دوازدهم اتابکان بر آن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در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در آغاز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مغول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پس از آن دو 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ترک قراقو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ونلو و آق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ونلو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حکمران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قرن نوزدهم بخشها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قفقاز جزو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 که با ضعف و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پادشاهان قاجار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روس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خورده و طبق عهدنامه گلستان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دربند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باکو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شاک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باغ و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طالش به دولت متجاوز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واگذار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1825م که ارتش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ار اشغال نمود با تقاضا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صلح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منعقد و بر حسب قرارداد ترکمن 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به موجب ماده سوم آن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دعاو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نسبت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نخجوان و خناتر دست برداشت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انقلاب اکتبر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از آن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بود که با سقوط آن ترک زبانان در باکو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آوردند و در 26 مه 1918م استقلال آن را اعلام کردند و در صدد وحدت با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برآمدند که با شکست دولت عثمان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باکو شده و تا مارس 1920م در آن باق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ماندند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حزب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قدرت را در دست گرفت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شهر بندر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باکو که مرکز حکومت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است 20% کل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را بهخود اختصاص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83% مردم از نژاد آذر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6% روس و 6% ارمن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سابقه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مربوط به عصر هخامنش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آذر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خود را از اعقاب زرتشت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دانند تاتها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ساکن آبشوران و طالش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داغستان از نژاد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مهاجرتا ترکها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نژادها با هم ممزوج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مردم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متفاوت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اسلام و 70%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مذهب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دولت تزار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 نسبت به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سختگ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 و خشونت به خرج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تا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سده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بتدر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از خصومت تزارها نسبت به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کاسته شد و از عصر کاتر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مقابل مذهب اسلام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گرفته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کاتر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شخصا نسبت به اسلام علاقمند بود و به زعم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معقول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متمدن ساختن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قفقاز از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مناسب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 بود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بنابر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مسلمانان در برپائ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مراسم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60000 نفر به حج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تلاشها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کردن مردم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اما مسلمانان به شدت مقاومت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بلشو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اکتبر 1917م واکنشها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ضد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بعد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خشن و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خود گرفت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به روحان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فشار وارد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و افراد مومن و معتقد به اتهام جاسوس و خرابکار تحت تعق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گرفتند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باجرا درآمد و حبس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تنب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آموزش دهندگان در نظر گرفته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محتوا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دروس مدارس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آمد تا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دانش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آموزان به مذهب بدب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شوند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ضد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انجمن دانش و باشگاهها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شرع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آوردن نام استال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کنار اسم خداوند</w:t>
      </w:r>
      <w:r w:rsidR="00041941">
        <w:rPr>
          <w:rtl/>
          <w:lang w:bidi="fa-IR"/>
        </w:rPr>
        <w:t xml:space="preserve">! </w:t>
      </w:r>
      <w:r>
        <w:rPr>
          <w:rtl/>
          <w:lang w:bidi="fa-IR"/>
        </w:rPr>
        <w:t>زبان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اجبار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تا فرهنگ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 اسلام مبتن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فراموش شود و از سال 1920م کوشش بر سر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 که خط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آذر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به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شود و در سال 1939م خط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خط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 تا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 مردم با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قطع 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قهرمانان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خدشه وارد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تلاشها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جهت اثبات تفوق نژاد روس بر نژادها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صورت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سال 1943م نوع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دولت و مذهب بخصوص اسلام بوجود آمد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سال 1370ش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سامان از سلطه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 و حزب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در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منحل شد و پارلمان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استقلال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خودمختار نخجوان و منطقه خودمختار «ناگورنو - قره باغ در داخل خاک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که از نظر حقوق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نظر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ارمنستان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4400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 متر مربع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100000 نفر سکنه از گذشته تا کنون مورد اختلاف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است که فشار دولت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نزاعها را همچون آتش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خاکستر پنهان کرده بود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بقدرت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گورباچف و اعمال طرح گلاسنوست و پرسترو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 حرکتها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خواسته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سرکوب شده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روز 22 بهمن 1366ش مردم قره باغ در شهراستپاناکرت بهتظاهرات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 زده و خواستار الحاق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ارمنستان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ماجراجو و روسها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فرصت طلب به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ارامنه دست زده و منطقه را به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دان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خونر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کردند و بحران مذکور را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 نمودند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اعتقادات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و همجوار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استکبار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نگران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فرو برده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رهبران استکبار در سفرها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مداوم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صدد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تا 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چراغ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فروغ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خاموش 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از نظر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گرچه در حال حاضر با بحر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 چالشها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روبروست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ذخائر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ثروت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گاز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نقره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کبالت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سرب و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ذخائر مهم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محصولات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عبارتند از</w:t>
      </w:r>
      <w:r w:rsidR="00041941">
        <w:rPr>
          <w:rtl/>
          <w:lang w:bidi="fa-IR"/>
        </w:rPr>
        <w:t xml:space="preserve">: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تنباکو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فندق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تون و زعفران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پرورش دام رواج گسترده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پتروش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آلوم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ساختمان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جان اسقرار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99" w:name="_Toc430467375"/>
      <w:r>
        <w:rPr>
          <w:rtl/>
          <w:lang w:bidi="fa-IR"/>
        </w:rPr>
        <w:t>گرجستان</w:t>
      </w:r>
      <w:bookmarkEnd w:id="99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گرجستان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منطقه قفقاز که وسعت آن به 70000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و امتداد آن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 آن عبارتند از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شمال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در جنوب و جنوب شرق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ارمنستان در جنوب و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جنوب غرب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ضمنا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در غرب گرجستان واقع شده و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آن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با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جهان در ارتباط است و گرجستان تنها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قفقاز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چهره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آنن شامل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ارتفاعات قفقاز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فلاتها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سرسبز و خرم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سال 1979 در حدود 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نفر سکنه داشته که 20% آن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مسلمان بودند و در حال حاضر 5449000 نفر سکنه دارد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20% آن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قرون اول تا سوم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مذاهب گوناگون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گرجستان رواج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از سال 337م مذهب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موضع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اکثرا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ارتدوکس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مذهب هستند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قسمت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سکنه آن که بخصوص در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خودمختار ابخازستان سکونت دراند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75%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گرجستان را اتباع گرج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ارمن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اوسها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ابخازها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روسها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طبق قانون اساس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زبان گرج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زبان مادر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و فرهنگ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 قرن نوزدهم جزئ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بود و از قرن پنجم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تفل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مرکز حکومت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عنوان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مراکز معتبر علم و فرهنگ و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خاور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شناخته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قرن دوازدهم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اولت فئودال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گرجستان به حد اعلا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رونق خود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پادشاهان صفو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قاجار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ورش برده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1801م دولت تزار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خود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سال 1918م با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دموکرات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استقلال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 کرد و در سال 1921م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ارتش سرخ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مستقر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آنکه در سال 1991م حاضر نشد به کنفدراس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مشترک المنافع بپ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وندد به صحنه نبرد مخالف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موافق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کنفدراس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مذکور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شدت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باعث تضع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قدرت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گشته و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«گامساخورد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ا» را از کار برکنار نمود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گرجستان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از جنگل و مرتع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غله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مرکبات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انگور و توتون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نفت و گاز از ذخائر مهم آن بوده و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ماش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کاغذ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اسقرار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00" w:name="_Toc430467376"/>
      <w:r>
        <w:rPr>
          <w:rtl/>
          <w:lang w:bidi="fa-IR"/>
        </w:rPr>
        <w:t>ارمنستان</w:t>
      </w:r>
      <w:bookmarkEnd w:id="100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ارمنستان با 29800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5/3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کوچکتر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شرق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غرب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و جنوب گرجستان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مرکز حکومت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30% سکنه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خود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خودمختار قره باغ با 4400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که داخل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تابع نظام حقوق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ارمنستان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اما به لحاظ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جزو قلمرو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انعقاد قرارداد ترکمنچا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روس در زمان قاجار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در سال 1828م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اشغال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درآمد و رود ارس مرز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ارمنستان قلمداد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در سال 1991م اعلام خودمختار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 و در سال 1992م به عنوان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کشور مستقل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درآمد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برخوردها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ارامنه با آذر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بر سر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باغ از سال 1367ش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طرف شدت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بخود گرفت و موجب بروز تلفات جان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 گشته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10% مردم ارمنستان مسلمانند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01" w:name="_Toc430467377"/>
      <w:r>
        <w:rPr>
          <w:rtl/>
          <w:lang w:bidi="fa-IR"/>
        </w:rPr>
        <w:t>جمهوری خودمختار نخجوان</w:t>
      </w:r>
      <w:bookmarkEnd w:id="10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نخجوان 5500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 و در کنار رود ارس و در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واقع شده 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300000 نفر سکنه دارد که اکثرا مسلمان و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مذهبند و در زمان سلطه نظام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تحت فشار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مضا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مساجد آنان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شده و به مراکز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امروزه کمتر آثار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چشم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خورد که از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 پس از نجات از سلطه الحاد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لحاظ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رشد روزافزون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و مجالس و مجالس و گردهم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در حال گسترش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نخجوان از نهم فور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1924م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20 بهمن 1302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صورت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خودمختار درآمد که تابع قوان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حقوق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است و هم اکنون گرچه مجلس مستقل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اما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دفاع تابع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204 روستا و 6 بخش دارد و مرکز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شهر نخجوان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محصولات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تنباکو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انگور و گندم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پرورش دام و کرم 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شم در آن رواج دارد ذخائر نمک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ساختمان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چشمه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بوفور وجود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غذائ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شم در نخجوان از توسعه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 حاضر وضع اسفناک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نخجوان حاکم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فروپاش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عدم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مشخص نبودن وضع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محاصره ارمنستان از جمله دشوار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 مسکو در زمان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بر نخجوان به جرم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بودن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مردمش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اعتنا بود و نسبت به امور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نقش 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عهده داشته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چنانچه از 52000 هکتار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20000 هکتارش به کشت تاک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کارخانجات مشروب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اختصاص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کشت توتون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است و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ناتوان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و عدم 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آن در مزارع پوس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از90% ترابر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نبودن سوخت و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برنامگ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عدم نظارت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متوقف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 اثر جنگ قره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باغ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خطوط ارتباط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با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قطع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مردم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قطع گاز و برق و راهها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انتقال مواد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مورد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کارخانه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مواد غذا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سخت در مض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02" w:name="_Toc430467378"/>
      <w:r>
        <w:rPr>
          <w:rtl/>
          <w:lang w:bidi="fa-IR"/>
        </w:rPr>
        <w:t>جمهوری خودمختار و مسلمان نشین چچن اینگوش (اینقوش)</w:t>
      </w:r>
      <w:bookmarkEnd w:id="102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منطقه شمال قفقاز محل استقرار و قلمرو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اقوام چچن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قراچا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بالکارها و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خودمختار چچن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 با 19300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دو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در شمال گرجستان و غرب داغستان و جنوب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واقع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ابتدا در سال 1957م به صورت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خود مختار درآمد و پس از آن به جمهو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خودمختار ارتقا داده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دو قوم چچن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 گرچه مشترکات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قلمرو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به گروه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برو قفقاز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تعلق دارند اما زبان و ادب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متفاوت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گروه اول چچن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قرن نوزدهم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 آن کوششها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بعمل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سال 1925م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تا 1938م خط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پس از آن باجبار خط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رواج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زبان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از 1923م تا 1938م زبان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اجبار اشاعه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بود و از سال 1938م خط 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قوم تا قبل از انقلاب اکتبر از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آذر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استفاده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سال 1850م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قلمرو به تصرف روسها درآمد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خطه از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نابود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انهدام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روسها صدمه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در سال 1944م بازداشت و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در 3 مارس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مختار مذکور منحل شد و قلمرو آن 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که در تلاش بود تا کوه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قفقاز را منهدم کند در حدود 600000 نفر ازاقوام چچن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نقوش را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کوچ اجبار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نامساعدتر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مناطق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قزاقستان و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اسکان دادند و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اردوگاه مرگ فرستادند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به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عنوان جذب فرهنگ روسها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اقوام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نشدند و بر خلاف 15 سال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ازمدارس و جرا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زبان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را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نبردند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که در سال 1979م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99% چچن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شده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ززبان مل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زبان خود را زبان مادر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کردند97% چچن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بتع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شده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زبان مادر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به عنوان زبا ناصل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ذکر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مزبور در کاهش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اقوام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چنان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نداشت و سکنه مزبور 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1939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1959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1970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1979م بترت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500000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525000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771000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942000 نفر بودند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انگر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قابل توجه آنان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درصد اقوام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چچن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اسکان داده بودند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رو به کاهش 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که از 45% در سال 1959م به 29% در سال 1979م کاهش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 و رفته رفته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قلمرو قوم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شده را ترک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بارزتر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آن بود که چچن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نقوشها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آوارگ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احساس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گانه 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 و نسبت به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اقوام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قفقاز ضد روس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 بودند و منطقه آنان در مقام نامطمئن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قلمداد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تنفر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از نتا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کوچ اجبار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چچن -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بود موجب آن شده که اقوام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اوکرا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قلمرو آنان اسکان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بودند منطقه را ترک نموده و در 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انهدام آنان با شکست مواجه شده و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مزبور بتدر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بوم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 شد و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راباز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چچن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اغلب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مذهب حنف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 و 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لمانان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اعتراف بررس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مذهب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ترند و آوارگ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را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نموده و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ارمغان آورده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به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 خام خود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نابود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در قلمرو چچن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 تمام مساجد و اماکن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تعط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نمود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نه تنها با 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جه مطلوب توام نبود بلکه باعث رشد و توسعه عرفان و تصوف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اقوام مزبور شد و از گذشته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مذهب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ستها که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خطر اسلام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شده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1978 تا 1980م اجازه بازگشا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مسجد را در چچن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 دادند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گذشته از آن 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چچن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نقوشها به منطقه محل سکونت قزاقها و 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اجبار انتقال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 بر آنان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فوق العاده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گذاشته و آنان را که درک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از اسلام نداشتند آگاه نموده و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آنان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دوان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شمال قفقاز که مجموعه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اقوام متفاوت را در خود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و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مرتفع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ملل آن جدائ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افکنده و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 و هرکدام از ساختار اجتماع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متفاوت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اشتراک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متحد شده و مبارزه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مشترک و همه جانبه را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مهاجم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روس بکار بردند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توض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دو سلسله صوف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نقشبند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قادر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اواخر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چچن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نقوشها نفوذ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درصد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قوم معتقد به دو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قه مذکورند و 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1940 تا 1950م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قت صوف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عنوان اخوت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حاج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چچن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شده به قزاقستان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فرقه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شعبه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قت قادر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بوده که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گانه 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اقوام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شده مذکور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سزا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داشت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سلسله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وضع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چچن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نقوشها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هزار نفر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دارد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03" w:name="_Toc430467379"/>
      <w:r>
        <w:rPr>
          <w:rtl/>
          <w:lang w:bidi="fa-IR"/>
        </w:rPr>
        <w:t>مغولستان</w:t>
      </w:r>
      <w:bookmarkEnd w:id="10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جمهور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شده در شرق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مغولستان با 1565000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قرار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محصور در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راه ندارد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وجود آنکه کوهها و ارتفاعات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پوشاند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حکومت آن اولان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باتور بوده و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عبارتند از دارخان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اولانگوم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بالسان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سوخه باتور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کوپدو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از 18 استان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شهر مستقل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و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استقلال آن 1924م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مردم آن از نژاد زرد و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مغول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قزاق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مغول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85%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مغول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خالخائ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از سال 1941م با حروف «س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نوشته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1900000 نفر سکنه آن اکثرا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لامائ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و 15% آنان مسلمان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مکتب حنف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واقع 285000 مسلمان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کنند که غالب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مغول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قزاق و گهار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Gohar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قلمرو مغولهاست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قوم 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عمده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جهان اسلام را فتح نمودند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مزبور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آنان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قلب امپراطور مغول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مغولستان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مدتها جزو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سال 1921م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قدرت را بدست گرفتند و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خلق در آن اسقرار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تحت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قرار گرفتند و در سال 1930م تمام مساجد و مراکز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مدارس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سنتها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موقوف شد و موحد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خطه با سرکوب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مواجه گشتند و ارتباط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با جهان اسلام قطع شده و به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کدام اجازه نداده نشد که به سفر حج بروند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در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نفوذ داردند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04" w:name="_Toc430467380"/>
      <w:r>
        <w:rPr>
          <w:rtl/>
          <w:lang w:bidi="fa-IR"/>
        </w:rPr>
        <w:t>پی نوشتها</w:t>
      </w:r>
      <w:bookmarkEnd w:id="104"/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1- 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منابع وسعت آن 2750000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 در مآخذ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2715100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آمده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2-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ادداشتها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سفر گزارشگر روزنامه اطلاعات به مسکو و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- اطلاعات ش 19512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3- فرهنگ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-دکتر محمد 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ن7 جلد پنجم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اعلام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4- گنج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بنوغ بشر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نوشته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بور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س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زه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ف و محمدجان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رزا محمدوف - ترجمه مهرداد دادمهر - تهران - انتشارات سپ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دم مرداد 61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5- ماخذ قبل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lang w:bidi="fa-IR"/>
        </w:rPr>
      </w:pPr>
      <w:r>
        <w:rPr>
          <w:rtl/>
          <w:lang w:bidi="fa-IR"/>
        </w:rPr>
        <w:t>6-</w:t>
      </w:r>
      <w:r w:rsidR="00B15E7B">
        <w:rPr>
          <w:rFonts w:hint="cs"/>
          <w:rtl/>
          <w:lang w:bidi="fa-IR"/>
        </w:rPr>
        <w:t xml:space="preserve"> </w:t>
      </w:r>
      <w:r w:rsidR="00B15E7B">
        <w:rPr>
          <w:lang w:bidi="fa-IR"/>
        </w:rPr>
        <w:t>Mono Coltor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7- روزنامه اطلاعات ش 19513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lang w:bidi="fa-IR"/>
        </w:rPr>
      </w:pPr>
      <w:r>
        <w:rPr>
          <w:rtl/>
          <w:lang w:bidi="fa-IR"/>
        </w:rPr>
        <w:t>8-</w:t>
      </w:r>
      <w:r w:rsidR="00B15E7B">
        <w:rPr>
          <w:rFonts w:hint="cs"/>
          <w:rtl/>
          <w:lang w:bidi="fa-IR"/>
        </w:rPr>
        <w:t xml:space="preserve"> </w:t>
      </w:r>
      <w:r w:rsidR="00B15E7B">
        <w:rPr>
          <w:lang w:bidi="fa-IR"/>
        </w:rPr>
        <w:t>kara-kum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9- در استان مرو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مار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که در آن ذخائر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وجود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58 کارخانه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استقرار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 و از آثار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مقبره سلطان سنجر و خواجه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وسف همدان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برشمرد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10- روزنامه اطلاعات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 19616 و روزنامه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3726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3822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11- قفقاز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مغرب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تا مشرق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خزر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 و بلندتر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قله آن از سطح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5630 متر ارتفاع دارد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تا قبل از دوران قاجا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جزو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12- مسلمانان شورو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گذشته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حال و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الکساندر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گسن 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براکس آپ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کاوه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ص 40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13 جمهو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آذربا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وسابقه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به اسلام - هما رضو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14429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14- روزنامه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 3730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15- ابخازها در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مختار ابخازستان واقع در گرجستان سکونت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8600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1810م به اشغال روسها درآمد و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آن سال 1930م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مرکزش سوخوم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طلب ابخاز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حکومت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حال نبردند و در صدد تصرف حاش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رودخانه گومست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16- سپاه آقا محمد خان قاجار در 27 صفر سال 1210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تفل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شده و به غارت شهر و قتل عام مردم پرداختند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17- روزنامه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 3726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18- در آغاز و در 20 ژانو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1919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خودمختار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نهاده شد که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اقوام مسلمان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تا مرزها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داغستان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گرفت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جنگ داخل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مقامات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اقوام پرداختند و 5 منطقه خودمختار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ادغام چچن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نقوش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خودمختار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نام را بوجود آورد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19-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 امروز -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ترجمه محمد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مراجعه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کتاب حکومت مسکو و مساله مسلمانان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کل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ترجمه محمود رمضان زاده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20- مسلمانان شورو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گذشته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حال و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- الکساندر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گسن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براکس آپ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کاوه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صفحات 64 تا 75</w:t>
      </w:r>
      <w:r w:rsidR="00041941">
        <w:rPr>
          <w:rtl/>
          <w:lang w:bidi="fa-IR"/>
        </w:rPr>
        <w:t xml:space="preserve">. </w:t>
      </w:r>
    </w:p>
    <w:p w:rsidR="004C0E7B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21-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پژوهشگران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معتقدند که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 xml:space="preserve">ی؛ </w:t>
      </w:r>
      <w:r>
        <w:rPr>
          <w:rtl/>
          <w:lang w:bidi="fa-IR"/>
        </w:rPr>
        <w:t>ترکستان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مغولستان و تبت را شامل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دائرة المعارف روس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تزار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جلد اول آن در سال 1890م و 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جلد آن در سال 1904م به طبع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دو واژه ترکتسان و ماوراء النهر سخن رفته است و عنوان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که قلمرو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برگ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در آن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امده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بعدها و پس از اقتدار نظام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شورو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در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دائرة المعارف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که به سال 1957م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انتشار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عنوان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مسانه که واژه تازه ساخته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مشاهده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اصطلاح روس ساخته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آز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نه تنها با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سازگار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 بلکه به عنوان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واحد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مشخص و قابل توج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هم شناخته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تنها تلاش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راستا بوده که قلمرو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ازبکستان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ترکمنستان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زستان و جنوب قزاقستان جزء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قلمداد 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کتاب «البلدان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عقوب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مناطق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حرکت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روسها به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موسوم گشت به عنوان مناطق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خراسان بزرگ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بعدها و در سال 340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اصطخر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کتاب المسالک و الممالک خود آن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حون را ماوراءالنهر نام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نهند و چون سپاه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اسلام ترک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را از آمودر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جانب شمال راندند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سندگان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قرون سوم و چهارم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ترکستان را شمال ماوراءالنهر ذکر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ترکستان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هما ترکستان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سلطه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روس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قسمت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بنام ترکستان روس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غرب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مشهور شد</w:t>
      </w:r>
      <w:r w:rsidR="00041941">
        <w:rPr>
          <w:rtl/>
          <w:lang w:bidi="fa-IR"/>
        </w:rPr>
        <w:t xml:space="preserve">. </w:t>
      </w:r>
    </w:p>
    <w:p w:rsidR="004C0E7B" w:rsidRDefault="00B15E7B" w:rsidP="004C0E7B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05" w:name="_Toc430467381"/>
      <w:r>
        <w:rPr>
          <w:rtl/>
          <w:lang w:bidi="fa-IR"/>
        </w:rPr>
        <w:t>آفریقا</w:t>
      </w:r>
      <w:r w:rsidR="004C0E7B">
        <w:rPr>
          <w:rtl/>
          <w:lang w:bidi="fa-IR"/>
        </w:rPr>
        <w:t>، قاره ای اسلامی</w:t>
      </w:r>
      <w:bookmarkEnd w:id="105"/>
    </w:p>
    <w:p w:rsidR="004C0E7B" w:rsidRDefault="004C0E7B" w:rsidP="004C0E7B">
      <w:pPr>
        <w:pStyle w:val="Heading2"/>
        <w:rPr>
          <w:rtl/>
          <w:lang w:bidi="fa-IR"/>
        </w:rPr>
      </w:pPr>
      <w:bookmarkStart w:id="106" w:name="_Toc430467382"/>
      <w:r>
        <w:rPr>
          <w:rtl/>
          <w:lang w:bidi="fa-IR"/>
        </w:rPr>
        <w:t xml:space="preserve">مشخصات عمومی قاره </w:t>
      </w:r>
      <w:r w:rsidR="00B15E7B">
        <w:rPr>
          <w:rtl/>
          <w:lang w:bidi="fa-IR"/>
        </w:rPr>
        <w:t>آفریقا</w:t>
      </w:r>
      <w:bookmarkEnd w:id="106"/>
    </w:p>
    <w:p w:rsidR="00041941" w:rsidRDefault="004C0E7B" w:rsidP="004C0E7B">
      <w:pPr>
        <w:pStyle w:val="Heading3"/>
        <w:rPr>
          <w:rtl/>
          <w:lang w:bidi="fa-IR"/>
        </w:rPr>
      </w:pPr>
      <w:bookmarkStart w:id="107" w:name="_Toc430467383"/>
      <w:r>
        <w:rPr>
          <w:rtl/>
          <w:lang w:bidi="fa-IR"/>
        </w:rPr>
        <w:t xml:space="preserve">مشخصات عمومی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</w:t>
      </w:r>
      <w:r w:rsidRPr="00124B7D">
        <w:rPr>
          <w:rFonts w:eastAsia="B Badr"/>
          <w:rtl/>
        </w:rPr>
        <w:t>(1)</w:t>
      </w:r>
      <w:bookmarkEnd w:id="107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20% خشک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فاصله شمال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 جنوب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نقطه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8000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و پهنا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از شرق تا غرب به 7400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از 40 درجه عرض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40 درجه عرض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20 درجه طول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50 درجه طول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خط استوا آن را به دو قسمت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صحراها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بخش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پوشاند و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 9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44% صحار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را به خود اختصاص داده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فلاتها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ارتفاعات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قسمت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چهره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سات بندر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متوسط ارتفاع آن از سطح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675 متر و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عبارتند از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اطلس در شمال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مانجارو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رود جهان به لحاظ طول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با 6400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اغلب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آبشارها و تندآبها گرچه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مناسب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مناقع برق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سطح جهان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جنگلها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کاملا سبز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آن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دره شکستگ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گسل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حرکات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ساخت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موجبات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چشمه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سارها و آبشارها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فراهم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انواع آب و هوا به جز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توان در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مشاهده نمود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گرچه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تا چند قرن قبل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ناشناخته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اما از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قرن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تمدنها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متفاوت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بستر آن رشد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صاحب موار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ث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آثار ارزشمند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نبوغ و ابتکار و جلوه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مردمان آن را به اثبات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تمدن مصر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تعب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هرودوت 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رودخانه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قرن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لاد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تمدن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هنر پرور و صاحب ابداعات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 از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جزر و مد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را اختراع کرد و بر زو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روس نقشه 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هنر خط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 و ساختم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با بناها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بدنبال آن دو دولت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سواحل رودخانه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دلتا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بوجود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بعدها در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سده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تمدن بربرها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 فرهنگ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همان اقوام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مهار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راق کردن چهار اسب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رابه را از آنان آموختند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غنا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سونگا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کانم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مختلف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بوجود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آغاز قرن دوازدهم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باسواحل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رابطه برقرار کردند و پس از آن فن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ها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ها به ساحل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دوره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اکتشاف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به مسافرت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1488م باتولومئود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دماغه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را دور زد و ده سال پس از آن بر سر راه خود به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ساحل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انوردان هلند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دانمارک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به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هجوم بردند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تهاجم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 به طلا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پانزدهم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اکنون تحت قلمرو کشور غناست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طلا کشف نمودند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آن را ساحل طلا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اسف 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حوادث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مسئله 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فروش برده است که دول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انس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پرداخته و در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ناگوار و دهشتناک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را همچون کالا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منتقل کرده و بفروش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در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و ساختمان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اثرات سو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گذاشت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دس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کتاب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کاپ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که بردگان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اندازه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رومند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کالاها [برده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ها] طبق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اهه هستند آزما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رحمانه</w:t>
      </w:r>
      <w:r w:rsidR="00041941">
        <w:rPr>
          <w:rtl/>
          <w:lang w:bidi="fa-IR"/>
        </w:rPr>
        <w:t xml:space="preserve"> یی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آنان را به زنج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عرشه نکبتبار و خفقان آور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چپاندند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باربوت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بر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نه هر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از بردگان که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چون کالا با آهن کداخته سرخ داغ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گذارند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داغ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نشان شرکتها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تا هر ملت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بتواند دارائ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باز شناسد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سن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اضافه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که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اهانت [برخورد با بردگان] در جامعه اروپا و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شاخه گسترد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پهنه مساعد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اهانت متکبرانه</w:t>
      </w:r>
      <w:r w:rsidR="00041941">
        <w:rPr>
          <w:rtl/>
          <w:lang w:bidi="fa-IR"/>
        </w:rPr>
        <w:t xml:space="preserve"> یی</w:t>
      </w:r>
      <w:r>
        <w:rPr>
          <w:rtl/>
          <w:lang w:bidi="fa-IR"/>
        </w:rPr>
        <w:t xml:space="preserve"> نسبت به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پهنه بود که افکار و نگرشها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تازه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آسان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گرفتند و بعدها در گذر دهه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هجوم سده نوزدهم و تملک قاره [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] در سده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به اوج خود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دوره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تصرف قمستها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مختلف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دست به کار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حرکت مزبور از سال 1874م با تصرف ساحل طلا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شروع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1881م فرانسه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تونس و بخشها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مستعمره خود نمود</w:t>
      </w:r>
      <w:r w:rsidR="00041941">
        <w:rPr>
          <w:rtl/>
          <w:lang w:bidi="fa-IR"/>
        </w:rPr>
        <w:t xml:space="preserve">.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آلمان اشغال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کامرون و مستعمره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آنگولا را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تصاحب نمودند بعدا به غرب سودان و ماداگاسکار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بدنبال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 در سال 1884ملئو پولد دوم منطقه کنگو را ملک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قلمداد نمود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هم سهم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 آورد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آن خود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در آغاز قرن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تسم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نقاط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شد و غارت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آغاز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 از جنگ دوم پاره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اربابان خود را عوض نمودند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آنچه که مطرح نبود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حقوق سکنه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مناطق بود و مرزها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نقاط تحت اشغال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خود سرانه و برحسب مش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تجاوز طلب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خودکامگ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مشخص گشت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مسائل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نظر گرفته نشد و 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دو قسمت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 که متاسفانه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هنوز باق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نزاعها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آورده که منجر به خسارات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استعمار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 به مواد خام و بدست آوردن بازار فروش مصنوعات ساخته شده کارخانجات اروپا نبود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«آلبارسارو»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مستمرات فرانسه در مورد علت استعمار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«منشا استعمار جز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کارفرمائ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خصوص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که ضمن آن طرف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رومند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بنحو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جانبه و خودخواهانه طرف ناتوان را تابع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گرداند -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مناطق استعمار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گونه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رفاه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توسعه و احداث خطوط آهن و راهها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شوسه هم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انتقال مواد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استخراج شده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رفاه مردم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وسعت مستعمرات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از قلمروها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به گونه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دو واحد مستعمرات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تا سال 1951م به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مجموع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تنها 23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بعد از استقلال در نقاط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شده دوازده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منطقه 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غارت ذخائر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زقابل توجه بود به عنوان نمونه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شرکتها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استخراج طلا و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بردار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محصولات جنگل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آشانت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عنا را بدست داشت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منطقه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وسعت 260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را غارت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شرکت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معادن مس کاتانکا به مساحت 20000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 معادن قلع به وسعت 14000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را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داشت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دوران استعمار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مردم تحت فشار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ناگوارتر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بسر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بردند و بقول قوام نکرومه با آنان نظ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وانان رفتار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و در واقع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خواستند فرهنگ و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استحاله وادارند و تح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و بدنبال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انس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افراد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نقص ارزش و فراموش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شتن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عصر استعمار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قلمرو و ملل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چشم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خورد از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«ورود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ها ممنوع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« فقط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اروپائ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ها»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شدند تا براحت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بتوانند در نقش کارگران ارزان در خدمت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باشند و ضمنا حالت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خشونت و اعتراض و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بخود 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موازات آنکه از توسعه اقتصاد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 از گسترش افق فکر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هراس بودند و مدام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گفتند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قدر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بهتر را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داند و استعداد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بالاتر را ندارد</w:t>
      </w:r>
      <w:r w:rsidR="00B15E7B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به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اتن اجازه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 تخصص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تکن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را فرا بگ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معادن که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اروپائ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کار واحد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مزد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دهم مزد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همان درجه تخصص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ونها انسان بصورت مزدوران ارزان درآمده بودند و به قول جک واد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س در کتاب علل انفجار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«بنحو فاجعه آسائ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سطح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استعمار تنزل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هلند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آنقدر تنگناها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افراد مستقر در جنوب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بوجود آورده بودند که مجله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در ش 20 اوت 1959 م نوشت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«اگر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خوراک معمول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تع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ن کنند از زور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خواهند بلع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فشارها موجب آن شد که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ده سال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نفر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مستعمرات پرتقال به نقاط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مهاجرت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کاپ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 گالوااو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«در پاره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شئون وضع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نجا حکمفرماست از بردگ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معمول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بدتر است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در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بردگ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مانند چهارپا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بفروش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رسانند و نفع ارباب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 که برده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مانند اسب و گاو تندرست باشد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نجا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کرا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در هنگام کار به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مرگ آنان اعتنا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نداشته و اگر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ض شود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کننده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دولت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خواهد که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بفرستد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وضع آموزش در دوران استعمار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اسفناک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سال 1954م در رود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16% افراد لازم التعل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به مدرسه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رقم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فرانسه 18%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سال 1950 م 99% مردم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سواد بودند در سال 1954 م از 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کودک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5000 نفر در مدارس ابتدا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با وجود آنکه در نقاط مختلف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مواد خام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فراوان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سات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نبود و جلو توسعه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عمدا گرفته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تا مردم وابسته به کالاها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 - ج پدلر در کتاب خود موسوم به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مورد منع توسعه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ع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توج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مسخره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</w:t>
      </w:r>
      <w:r w:rsidR="00E66317">
        <w:rPr>
          <w:rtl/>
          <w:lang w:bidi="fa-IR"/>
        </w:rPr>
        <w:t>آنها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استعمارگران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خواستند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مخرب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مصون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E66317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آنها</w:t>
      </w:r>
      <w:r w:rsidR="001D2733">
        <w:rPr>
          <w:rtl/>
          <w:lang w:bidi="fa-IR"/>
        </w:rPr>
        <w:t xml:space="preserve"> به ه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ج عنوان راض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نم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شدند ثروتها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در راه توسعه مردمانش بکار گرفته شود 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را اشتها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ناپذ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ر به بهره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کش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استعمار</w:t>
      </w:r>
      <w:r w:rsidR="00041941">
        <w:rPr>
          <w:rtl/>
          <w:lang w:bidi="fa-IR"/>
        </w:rPr>
        <w:t xml:space="preserve">ی، </w:t>
      </w:r>
      <w:r w:rsidR="001D2733">
        <w:rPr>
          <w:rtl/>
          <w:lang w:bidi="fa-IR"/>
        </w:rPr>
        <w:t>آنان را به 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کار 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 نموده بود بز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 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دسن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 xml:space="preserve">خواهد حمله به </w:t>
      </w:r>
      <w:r w:rsidR="00B15E7B"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را از سو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ها به گونه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گر توج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ه کندو آن 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ن است که </w:t>
      </w:r>
      <w:r w:rsidR="00B15E7B"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دچار ظلم و زور و نا امن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شده که 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پد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ده 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مار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وحش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 و تنها پا در 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 xml:space="preserve">تواند </w:t>
      </w:r>
      <w:r w:rsidR="00B15E7B"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را از شر خو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ش در امان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(</w:t>
      </w:r>
      <w:r w:rsidR="001D2733">
        <w:rPr>
          <w:rtl/>
          <w:lang w:bidi="fa-IR"/>
        </w:rPr>
        <w:t>10 که تناقص اظهارات و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با توج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ه ف ج پدلر آشکار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08" w:name="_Toc430467384"/>
      <w:r>
        <w:rPr>
          <w:rtl/>
          <w:lang w:bidi="fa-IR"/>
        </w:rPr>
        <w:t xml:space="preserve">مشخصات عمومی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</w:t>
      </w:r>
      <w:r w:rsidRPr="00124B7D">
        <w:rPr>
          <w:rFonts w:eastAsia="B Badr"/>
          <w:rtl/>
        </w:rPr>
        <w:t>(2)</w:t>
      </w:r>
      <w:bookmarkEnd w:id="108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استقلال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وضع آشفته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 و گرچه سپ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حال 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وضع وخ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معضلات فراوان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زخم خورده را به صورت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عاد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آورده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با کمبود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کاردان و فن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آموزشها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لازم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روبرو بود که 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ناگز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شدند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کمک بگ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نوع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سلطه به شکل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را به ارمغان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نظام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دچار تزلزل بود و اقتصاد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 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تک محصول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توان آن را نداشت که کشور را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نگه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آن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استعماگران که به ظاهر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استقلال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حرکتها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تدارک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بودند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خوش و آرامش را بخود نب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نند و کنترل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بر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ادامه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حرکت منجر به استعمار نو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«نئوکولون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شد اکنون که ما با 54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در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روبرو نظاره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 فقر و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اکثر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گفت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روزگار قاره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هنور هم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1- 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رقم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54% بخود اختصاص داده است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مق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 جهان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2-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80% الماس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60% کبالت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60% 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45% آنت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85% کلمب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35% منگنز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30% کرم و 32% مس جهان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منابع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برق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27%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واقع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آمد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داشته و برابر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است</w:t>
      </w:r>
      <w:r w:rsidR="00041941">
        <w:rPr>
          <w:rtl/>
          <w:lang w:bidi="fa-IR"/>
        </w:rPr>
        <w:t xml:space="preserve">! </w:t>
      </w:r>
      <w:r>
        <w:rPr>
          <w:rtl/>
          <w:lang w:bidi="fa-IR"/>
        </w:rPr>
        <w:t>و پس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30 سال استقلال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1960 م تا کنون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آمد آن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آن چنان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نداشته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3- صنعت در آن توسعه نداشته و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کهن و سنت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4- سهم تجارت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در جهان 5/1%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5-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بده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160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و بهره آن 80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6- کشت محصولات تجارت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رواج اقتصاد تک محصول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نبض اقتصاد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را در دست دول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7- خشک سال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تلفات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عات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بار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8- کاهش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حداقل دستمزدها که 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تا 85% کاهش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9- فقر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سوء تغذ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به عنوان نمونه در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چون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ساحل عاج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و مراکش صدها هزار کودک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از خانه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کردن شکم خود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را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افراد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10- وجود استعمار به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بلع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منابع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11- 75% محصولات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خود را وارد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12- هر ساله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فکر 22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اضافه شده 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13- حمله هولناک ملخها به مزارع که با موجها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حمله به ساقه گندم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جو و ذرت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40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محروم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هجوم ملخها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را هلاک نمود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14-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عفون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مرگ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اطفال و عدم توسعه امکانات بهداشت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دارو</w:t>
      </w:r>
      <w:r w:rsidR="00041941">
        <w:rPr>
          <w:rtl/>
          <w:lang w:bidi="fa-IR"/>
        </w:rPr>
        <w:t xml:space="preserve">یی.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15- کشمکشها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کات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و باعث کشتارها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و تلفات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نظام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 را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نموده و اقتصاد آنان را آشفته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سازد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16- گسرتش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و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و صحرا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17- بهره بردار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منابع جنگل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نابود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ثروت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فرسا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خاک توام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18-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گورستان زباله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سموم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جهت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مبالغ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رفع بحر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مجبور به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زباله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19-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85% سکنه 600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قاره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روستاها سکونت دارند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بصورت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20- کمتر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توان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که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مردم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آن را اداره کند و دولتمردان با توطئه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سرکوب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اختناق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سکنه خود پرداخته و 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جنبشها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را به نحو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کوبند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نمونه آن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در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مشهود است</w:t>
      </w:r>
      <w:r w:rsidR="00041941">
        <w:rPr>
          <w:rtl/>
          <w:lang w:bidi="fa-IR"/>
        </w:rPr>
        <w:t xml:space="preserve">. </w:t>
      </w:r>
    </w:p>
    <w:p w:rsidR="001D2733" w:rsidRDefault="00B15E7B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مهد نژاد 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اه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بربرها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اروپائ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ان مهاجر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سف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د پوست هستند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حام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ها و سام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ها که منشاء آنان خاورم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انه و شبه جز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ره عربستان است و در </w:t>
      </w: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بخش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 w:rsidR="001D2733">
        <w:rPr>
          <w:rtl/>
          <w:lang w:bidi="fa-IR"/>
        </w:rPr>
        <w:t xml:space="preserve"> از صحرا سکونت دارند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گرچه سف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د پوستند ول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رنگ پوستشان ت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تر از بربرهاست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در کشورها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تانزان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 بر اثر اختلاط نژاد</w:t>
      </w:r>
      <w:r w:rsidR="00041941">
        <w:rPr>
          <w:rtl/>
          <w:lang w:bidi="fa-IR"/>
        </w:rPr>
        <w:t xml:space="preserve">ی، </w:t>
      </w:r>
      <w:r w:rsidR="001D2733"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دورگه مشاهده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اهان 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ز در رنگ پوست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قد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موها و خصوص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ات ظاهر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گر با هم تفاوتهائ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کوتاه قدتر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ن آنان در </w:t>
      </w: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استوا</w:t>
      </w:r>
      <w:r w:rsidR="00041941">
        <w:rPr>
          <w:rtl/>
          <w:lang w:bidi="fa-IR"/>
        </w:rPr>
        <w:t>یی</w:t>
      </w:r>
      <w:r w:rsidR="001D2733"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کنند که پ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گمه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ها نام دارند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در سودان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اهان قامت بلند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 xml:space="preserve">زبان مردم </w:t>
      </w: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ار متنوع است عده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به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تکلم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کنند اما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اروپائ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در تعداد 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کشورها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 xml:space="preserve">نفوذ اسعمار در </w:t>
      </w:r>
      <w:r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زبان انگل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س</w:t>
      </w:r>
      <w:r w:rsidR="00041941">
        <w:rPr>
          <w:rtl/>
          <w:lang w:bidi="fa-IR"/>
        </w:rPr>
        <w:t xml:space="preserve">ی، </w:t>
      </w:r>
      <w:r w:rsidR="001D2733">
        <w:rPr>
          <w:rtl/>
          <w:lang w:bidi="fa-IR"/>
        </w:rPr>
        <w:t>فرانسو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اسپان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 w:rsidR="001D2733">
        <w:rPr>
          <w:rtl/>
          <w:lang w:bidi="fa-IR"/>
        </w:rPr>
        <w:t>پرتقال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آلمان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را بر مردمان آن تحم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 نموده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بر حسب آمار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 1990م 646360000 نفر سکنه داشته که تنها 33% آن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درصد رشد سالانه 3%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4/21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تعداد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285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بخش اسلام را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43% کل سکنه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24 کشور مسلمان بق صورت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36%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آنان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 با وجود آنکه درصد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افراد آن مسلمانند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مسائل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مثل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بلال حبش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 مسلمان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از قرن اول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قلب روشن و پاک مردمان محروم و مظلوم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نفوذ نمود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مرکز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نقاط آن 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مخالفت اسلام با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سهولت در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آن و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حقوم محرومان و ستم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عوامل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آن توسط افربقائ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نفوذ استعمار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مسلمانان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نهضت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ضد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بوجود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عامل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ستادگ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دست به حرکت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زدند تا نفوذ آن را کم کنند از جمله فرانسه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زبان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 و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 انگلستان از مبلغ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مبشر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استفاده کردند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پرتقال هم جنگ تمام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مسلمانان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مسلمانان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بخاطر فقر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قحط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خشکسال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رش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آمادگ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که متاسفانه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پوشش کمکها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باصطلاح انسان دوستانه به انس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محروم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دست به حرکت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زده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بذر تفرقه پاش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مسلحانه که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قلمرو مسلمانان رخ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موجب آواره شدن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ونها انسان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 به کشورها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آوردند که خود دچار بحر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جهت وحت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کن نمودن استعمار دست به حرکتها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زده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«سازمان وحدت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تلاشهاست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کنگره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بطور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مسئله وحدت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مورد توجه قرار داد به دعوت پاتر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لومامبا در سال 1958م در انگلستان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1958م لومالبا و رؤسا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قطعنامه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مضمون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جاد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 جامعه دول مستقل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صادر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کنفرانس آن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شنهاد قوام نکرومه - رهبر غنا - در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1958م در اکرا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منعقد شد که در آن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تونس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مراکش و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حضور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گام در سال 1958م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23 نوامبر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برداشته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روز غنا و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با هم متحد شده تا هسته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اتحاد دول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آورند و سرانجام در 25 مه سال 1963م سازمان وحدت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در آد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آبابا مرکز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با حضور 32 کشور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منشور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سازمان بر 33 اصل استوار بود و پ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بود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اقتصاد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دفاع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بهداشت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 xml:space="preserve">ی. </w:t>
      </w:r>
      <w:r>
        <w:rPr>
          <w:rtl/>
          <w:lang w:bidi="fa-IR"/>
        </w:rPr>
        <w:t>اهداف آن عبارت بود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اتحاد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هماهنگ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اتقلال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کن کردن استعمار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پول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تعداد اعضا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51 کشور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سازمان در دهه اول به موقع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راستا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اهداف خود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رفته رفته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اهداف خود فاصله گرفت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«منازعات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اختلاف در زبان و فرهنگ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فقر و فساد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نابود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سران 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سازمان و آمدن سران وابسته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کودتاها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شورش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بحر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عدم ضابطه قو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متضاد در سازمان و دخالتها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مسائل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نقاط تحت قلمرو مسلمانان 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آن را به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الف-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ب-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ج-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د-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ه-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 xml:space="preserve">ی.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09" w:name="_Toc430467385"/>
      <w:r>
        <w:rPr>
          <w:rtl/>
          <w:lang w:bidi="fa-IR"/>
        </w:rPr>
        <w:t>پی نوشتها</w:t>
      </w:r>
      <w:bookmarkEnd w:id="109"/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1- کل مساحت مساحت صحار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21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است که 15%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را شامل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2-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قاره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-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حاج آقا محمد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جزوه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دانشگاه اصفهان 1362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3-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نوشته 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دسن ترجمه هرمز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اح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فرشته مولو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تهران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1369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lang w:bidi="fa-IR"/>
        </w:rPr>
      </w:pPr>
      <w:r>
        <w:rPr>
          <w:rtl/>
          <w:lang w:bidi="fa-IR"/>
        </w:rPr>
        <w:t>4-</w:t>
      </w:r>
      <w:r w:rsidR="00B15E7B">
        <w:rPr>
          <w:rFonts w:hint="cs"/>
          <w:rtl/>
          <w:lang w:bidi="fa-IR"/>
        </w:rPr>
        <w:t xml:space="preserve"> </w:t>
      </w:r>
      <w:r w:rsidR="00B15E7B">
        <w:rPr>
          <w:lang w:bidi="fa-IR"/>
        </w:rPr>
        <w:t>Basil Davidson</w:t>
      </w:r>
    </w:p>
    <w:p w:rsidR="001D2733" w:rsidRDefault="001D2733" w:rsidP="00B15E7B">
      <w:pPr>
        <w:pStyle w:val="libFootnote"/>
        <w:rPr>
          <w:lang w:bidi="fa-IR"/>
        </w:rPr>
      </w:pPr>
      <w:r>
        <w:rPr>
          <w:rtl/>
          <w:lang w:bidi="fa-IR"/>
        </w:rPr>
        <w:t>5-</w:t>
      </w:r>
      <w:r w:rsidR="00B15E7B">
        <w:rPr>
          <w:rFonts w:hint="cs"/>
          <w:rtl/>
          <w:lang w:bidi="fa-IR"/>
        </w:rPr>
        <w:t xml:space="preserve"> </w:t>
      </w:r>
      <w:r w:rsidR="00B15E7B">
        <w:rPr>
          <w:lang w:bidi="fa-IR"/>
        </w:rPr>
        <w:t>Africa History a continent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6-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هرمز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فرشته مولو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96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7- ماخذ قبل 374 تا 378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8-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متحد 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قوام نکرومه - مترجم دکتر محمد توکل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9-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متحد شود - قوام نکرومه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10-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سن ص 454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lang w:bidi="fa-IR"/>
        </w:rPr>
      </w:pPr>
      <w:r>
        <w:rPr>
          <w:rtl/>
          <w:lang w:bidi="fa-IR"/>
        </w:rPr>
        <w:t>11-</w:t>
      </w:r>
      <w:r w:rsidR="00B15E7B">
        <w:rPr>
          <w:rFonts w:hint="cs"/>
          <w:rtl/>
          <w:lang w:bidi="fa-IR"/>
        </w:rPr>
        <w:t xml:space="preserve"> </w:t>
      </w:r>
      <w:r w:rsidR="00B15E7B">
        <w:rPr>
          <w:lang w:bidi="fa-IR"/>
        </w:rPr>
        <w:t>Neocolonialism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12 و 13- جنگ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-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نگارنده دست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صفحات 113 و 138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14- جنگ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-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نگارنده دست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صفحات 133 و 138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15- مسترلسل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رمز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Lisleramsy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بخش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راث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در سال 1960م گفت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 در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را به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ابزرور چاپ لندن 20 مارس 1960م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دکتر 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گراهام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محقق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اعتراف نمود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Sir</w:t>
      </w:r>
      <w:r w:rsidR="00041941">
        <w:rPr>
          <w:lang w:bidi="fa-IR"/>
        </w:rPr>
        <w:t xml:space="preserve">. </w:t>
      </w:r>
      <w:r>
        <w:rPr>
          <w:lang w:bidi="fa-IR"/>
        </w:rPr>
        <w:t>Aleckirkbrid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زم و اسلام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ادتر نص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</w:p>
    <w:p w:rsidR="001D2733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سابق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در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مارس 1960م اظهار داشت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چهار سال پانزده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اسلام گرو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1D2733" w:rsidRDefault="001D2733" w:rsidP="00B15E7B">
      <w:pPr>
        <w:pStyle w:val="libFootnote"/>
        <w:rPr>
          <w:lang w:bidi="fa-IR"/>
        </w:rPr>
      </w:pPr>
      <w:r>
        <w:rPr>
          <w:rtl/>
          <w:lang w:bidi="fa-IR"/>
        </w:rPr>
        <w:t>16-</w:t>
      </w:r>
      <w:r w:rsidR="00B15E7B">
        <w:rPr>
          <w:rFonts w:hint="cs"/>
          <w:rtl/>
          <w:lang w:bidi="fa-IR"/>
        </w:rPr>
        <w:t xml:space="preserve"> </w:t>
      </w:r>
      <w:r w:rsidR="00B15E7B">
        <w:rPr>
          <w:lang w:bidi="fa-IR"/>
        </w:rPr>
        <w:t>organization of Afrigan unity (O-A-U)</w:t>
      </w:r>
    </w:p>
    <w:p w:rsidR="004C0E7B" w:rsidRDefault="001D2733" w:rsidP="00B15E7B">
      <w:pPr>
        <w:pStyle w:val="libFootnote"/>
        <w:rPr>
          <w:rtl/>
          <w:lang w:bidi="fa-IR"/>
        </w:rPr>
      </w:pPr>
      <w:r>
        <w:rPr>
          <w:rtl/>
          <w:lang w:bidi="fa-IR"/>
        </w:rPr>
        <w:t>17- مجله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انقلاب ش 69 - 24 مهرماه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1361</w:t>
      </w:r>
      <w:r w:rsidR="00041941">
        <w:rPr>
          <w:rtl/>
          <w:lang w:bidi="fa-IR"/>
        </w:rPr>
        <w:t xml:space="preserve">. </w:t>
      </w:r>
    </w:p>
    <w:p w:rsidR="004C0E7B" w:rsidRDefault="00B15E7B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110" w:name="_Toc430467386"/>
      <w:r w:rsidR="004C0E7B">
        <w:rPr>
          <w:rtl/>
          <w:lang w:bidi="fa-IR"/>
        </w:rPr>
        <w:t xml:space="preserve">الف - </w:t>
      </w:r>
      <w:r>
        <w:rPr>
          <w:rtl/>
          <w:lang w:bidi="fa-IR"/>
        </w:rPr>
        <w:t>آفریقا</w:t>
      </w:r>
      <w:r w:rsidR="004C0E7B">
        <w:rPr>
          <w:rtl/>
          <w:lang w:bidi="fa-IR"/>
        </w:rPr>
        <w:t>ی شمالی (مغرب بزرگ)</w:t>
      </w:r>
      <w:bookmarkEnd w:id="110"/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همچون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جنوب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و شمال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قرار داشته و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مرز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را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دربر گرفته و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اطلس - واقع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- ارتفاعات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غرب به شرق آن دو رشته کوه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ده شده که ارتفاع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از توبکال در مراکز با 4165 متر با جبال شعامب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1554 متر تجاوز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نزودل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در منطقه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طول 5000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از مرز مصر تا جبل الطارق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رونق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در سواحل مشرف به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ترانه در تابستان گرم و خشک و در زمستان سرد و توام با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نسبتا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تابستان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مناطق طولان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آن حاکم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رودخانه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است که 1200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آن در کشور مصر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داشته و با دلتا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41941">
        <w:rPr>
          <w:rtl/>
          <w:lang w:bidi="fa-IR"/>
        </w:rPr>
        <w:t xml:space="preserve">. </w:t>
      </w:r>
    </w:p>
    <w:p w:rsidR="001D2733" w:rsidRDefault="00B15E7B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 xml:space="preserve">ی، </w:t>
      </w:r>
      <w:r w:rsidR="001D2733">
        <w:rPr>
          <w:rtl/>
          <w:lang w:bidi="fa-IR"/>
        </w:rPr>
        <w:t>مهد تمدنها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قد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 و تار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هزار ساله دارد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تمدن مصر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کهن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تمدن 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ه است که در تار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خ </w:t>
      </w: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سهم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ژه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1D2733">
        <w:rPr>
          <w:rtl/>
          <w:lang w:bidi="fa-IR"/>
        </w:rPr>
        <w:t>بربرها سکنه اصل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شمال </w:t>
      </w: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بوده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اند که در ادوار باستان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در قرون قبل از 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لاد در منطقه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ع که از 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ک سو به غرب مصر و از سو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گر به سواحل اق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انوس اطلس منته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شد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سته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اند و مراکز بازرگان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جوامع شکوفائ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داشته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مردمان در هزاره دوم ق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م بخش مهم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همه صحنه </w:t>
      </w: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را فرا گرفته و با بن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اد صحرا</w:t>
      </w:r>
      <w:r w:rsidR="00041941">
        <w:rPr>
          <w:rtl/>
          <w:lang w:bidi="fa-IR"/>
        </w:rPr>
        <w:t>یی</w:t>
      </w:r>
      <w:r w:rsidR="001D2733">
        <w:rPr>
          <w:rtl/>
          <w:lang w:bidi="fa-IR"/>
        </w:rPr>
        <w:t xml:space="preserve"> و فرهنگ بوم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تمدن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را تاس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س نمودند و بر سرزم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ساحل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 یی</w:t>
      </w:r>
      <w:r w:rsidR="001D2733">
        <w:rPr>
          <w:rtl/>
          <w:lang w:bidi="fa-IR"/>
        </w:rPr>
        <w:t xml:space="preserve"> شاداب و تپه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 xml:space="preserve">اش تسلط 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افتند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1D2733">
        <w:rPr>
          <w:rtl/>
          <w:lang w:bidi="fa-IR"/>
        </w:rPr>
        <w:t xml:space="preserve">با فتح شمال </w:t>
      </w: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بدست مسلم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بربرها بتدر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ج اسلام را پذ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رفتند و اکثرا با رها نمودن زبان بوم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به زبان عرب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تکلم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نمودند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 xml:space="preserve">طوارق 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مهمتر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طوا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ف بربرند که در صحرا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مرکز و سواحل 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جر وسط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نژاد مشترک بربرها 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خودشان 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ماز 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قن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 (</w:t>
      </w:r>
      <w:r w:rsidR="001D2733">
        <w:rPr>
          <w:rtl/>
          <w:lang w:bidi="fa-IR"/>
        </w:rPr>
        <w:t>مردمان آزاد</w:t>
      </w:r>
      <w:r w:rsidR="004C0E7B">
        <w:rPr>
          <w:rtl/>
          <w:lang w:bidi="fa-IR"/>
        </w:rPr>
        <w:t xml:space="preserve">) </w:t>
      </w:r>
      <w:r w:rsidR="001D2733">
        <w:rPr>
          <w:rtl/>
          <w:lang w:bidi="fa-IR"/>
        </w:rPr>
        <w:t>نام دارد که در طول 4 قرن و در دو موج پ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اپ</w:t>
      </w:r>
      <w:r w:rsidR="00041941">
        <w:rPr>
          <w:rtl/>
          <w:lang w:bidi="fa-IR"/>
        </w:rPr>
        <w:t xml:space="preserve">ی، </w:t>
      </w:r>
      <w:r w:rsidR="001D2733">
        <w:rPr>
          <w:rtl/>
          <w:lang w:bidi="fa-IR"/>
        </w:rPr>
        <w:t>مسلمانان بد</w:t>
      </w:r>
      <w:r w:rsidR="00E66317">
        <w:rPr>
          <w:rtl/>
          <w:lang w:bidi="fa-IR"/>
        </w:rPr>
        <w:t>آنها</w:t>
      </w:r>
      <w:r w:rsidR="001D2733">
        <w:rPr>
          <w:rtl/>
          <w:lang w:bidi="fa-IR"/>
        </w:rPr>
        <w:t xml:space="preserve"> رس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دند و در فرهنگ و زبان آنان تحولات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عمده بوجود آوردند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عقبه ابن نافع در قرن اول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فتح نمود و شهر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را به عنوان مرکز حکمران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بنا نهاد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تونس قرار دارد و با مساجد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شمال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بعدا در زمان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ابن نص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مرکز فتوحات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اروپا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قلمداد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به سال 92 ه ق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711 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طارق ابن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سردار مسلمان در جبل از الطارق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اده شده و اندلس را به تصرف خود درآورد در سال 713 م عبد العز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ابن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سپاه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جنگاور به پرتقال شتافت و در سال 714م تا فرانسه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رفته و سپاه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انش اسبها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از آب رودخانه 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راب نمودند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دولت قدرتمند 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حکمران عباس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مصر گشته و خلفا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 قرن بر مصر و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فرمان راندند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از آغاز تا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حکومت المستنصر بالله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297 تا 450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قمر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دوران عظمت و اقتدار سلطه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مصر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تونس تا سال 438 ه ق کاملا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بربرها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تحت انق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قرار گرفتند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قرن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نهضت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المرابطون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آل مروار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از جانب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صنهاج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صحرا و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قوم مزبور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بربر بودند و در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سلسله در اواخر قرن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بلاد غرب و جنوب و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فتح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پادشاه آن 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وسف ابن تاشف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نام داشت که شهر مراکش را بنا نهاد و بربلوک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غلبه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نهضت با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مغز بن باد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صنهاج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رون آمدن تونس از سلطه 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آغاز شد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دوره وضع تونس و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اسف بار بود و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اهل تسنن بوقوع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بعد از االمرابطون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الموحدون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سال 1148م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توانستند مراکش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تونس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متحد کنند و مغرب</w:t>
      </w:r>
      <w:r w:rsidR="004C0E7B">
        <w:rPr>
          <w:rtl/>
          <w:lang w:bidi="fa-IR"/>
        </w:rPr>
        <w:t xml:space="preserve"> (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دگر بار شکوفا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که در اصل برده بودند و 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در قرن دهم آنان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 جلب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سال 1250 م با کشتن توران شاه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پادشاه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سلسله ممال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را در مصر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گذاشتند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مغولان جنگها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دادند و 250 سال بر مصر حکومت کردند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سلطان 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پادشاه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1517م به حکومت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که در اروپا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دوباره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گرفته بودند آغاز به دست انداز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کردند و از سال 1415 که بندر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مراکش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«سئوتا» را تسخ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کردند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فتوحات در سراسر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وارونه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زمان ترکها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ممالک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هجوم برده و تا سال 1587 م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نقاط آن را تحت قلمرو خود در آوردند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دور و به گونه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بر مغرب</w:t>
      </w:r>
      <w:r w:rsidR="004C0E7B">
        <w:rPr>
          <w:rtl/>
          <w:lang w:bidi="fa-IR"/>
        </w:rPr>
        <w:t xml:space="preserve"> (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خاندان موافق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خود را به پادشاه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در 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جه دولتها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خراجگذار امپراتور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مزبور از سال 1932م مورد تجاوز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قرار گرفت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گونه استعمار بر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گشود و تا زمان استقلال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سلطه فرانسه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انگلستان قرار گرفتند و فرهنگ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نفوذ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 از 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استعمار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آنکه مرزها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با اغراض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ن گشته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بوجود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جنگ شنها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مراکش در اکتبر 1963م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مناقشات مراکش و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سر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ندوف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شار - که بر حسب قرارداد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مراکش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چشم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-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نمونه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متضاد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حکمفرماست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مرام 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مصر و مراکش و تونس به غرب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دارند و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ضمن رابطه با اروپا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با فرانسه از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مغرب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بحر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 هستند که تجد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رشد اسلام گرا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راس آن است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مسلمانان مبارز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سردمداران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نگران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ق فرو برده و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از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درماندگ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صال به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نهضتها و جنبشها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پرداخته و دست اندرکاران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را به نحو فج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شکنجه نموده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بدون مدرک لازم به زند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المدت محکوم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و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هم به شهادت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رسانند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وقوع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بحر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اروپا و وجود مح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سردمداران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وادار نمود که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رغم تضادها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موضع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ضد و نق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ض با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نموده و «اتحاد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مغرب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فور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1989 م در شهر مراکش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مغرب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طرفدار خوارج بودند و از انشعابها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اسلام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رفتند توسط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رفتند و در دوران سلطه عثمان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مذهب حنف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رواج گسترده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قرن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مذهب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زبان مردم در حال حاضر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کنار آن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85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سکنه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مغرب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95%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به لحاظ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با هم تفاوتها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نوزده بار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عتر از تونس بوده و 5 بار از مراکش بزرگتر است و پر وسعت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ع کل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وسعت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از مشکلات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 که تمرکز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نقاط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افزونتر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90% سکنه بر 10% وسعت تمرکز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99% مردم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در 4% وسعت آن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تونس و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نفت و گاز دارند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مصر و مراکش بر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مراکش ذخائر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فسفات دارد و سوم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آن در جهان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تونس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پنجم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فسفات در سطح جهان بوده و از راه جهانگرد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جذب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احان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درآمدها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به خود اختصاص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11" w:name="_Toc430467388"/>
      <w:r>
        <w:rPr>
          <w:rtl/>
          <w:lang w:bidi="fa-IR"/>
        </w:rPr>
        <w:t>مصر</w:t>
      </w:r>
      <w:bookmarkEnd w:id="11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مصر 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در شمال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در شرق آن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کانال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سوئز از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مربوط به مصر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عبور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کانال بندر سوئز را در کنار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احمر به بندر پرت سع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کناره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متصل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کوتاهتر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قاره اروپا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و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آرام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باشد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الملل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لحاظ تعدا و ظرف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کشت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از آنجا عبور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کانال در سال 1869 م در زمان 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پاشا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مصر رسما افتتاح شد و در سال 1956م توسط جمال عبد الناصر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عمق آن 7 متر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عرض آن 22 متر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طول آن 168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طولان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رود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کشور مصر را به دو 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در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قاهره به چند شاخه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شده و با دلتا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10 دلتا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رسوبات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مادر حضرت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موس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دستور خداوند فرزندش موس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را در صندوق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گذاشت و 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رودخانه افکند که بعد از خانه فرعون سر در آورد و با وجود آنکه فرعون در صدد کشتن او بود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شوق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همسر او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از کشتن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صرف نظر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رحمت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حق بر موس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افکند و در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لطف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هر گونه گزند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مصون ماند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چون به سن رشد و کمال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خداوند متعال علم و حکمت به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آموخت و او را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کوه طور واقع در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آن بر حضرت موس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نازل شد و او 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نقطه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بجز دره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گرم و خشک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99% از سکنه 25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دره رودخانه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که 4% وسعت کل کشور 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سکونت دارند 44%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روستاها اقامت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رشد سالانه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6/2%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با توجه به 1001449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حدود 52 نفر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آن اکثرا از نژاد 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قبط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زبان و خط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مداول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93% مردم مصر مسلمان و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مصر تمدن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6000 ساله دارد و در 8000 سال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مصر سفل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اقامت 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 فرعون آن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منس حکومت واحد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بوجود آورد و 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دستور ساخت اهرام ثلاثه را داد در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و در زمان خلافت عمر جزو قلمرو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بت پرست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 پس از تسلط امپراطور روم بر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اختناق فکر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 و شکنجه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عوامل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خشم و تنفر قبط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مردم مصر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حکومت جائر روم برم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 که بر اثرا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مذهب ارتدکس که نقطه مقابل مذهب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روم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استقبال قبط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از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خود مظهر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روح استنکار و 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طلب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 با ورود مجاهد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وجود سد محکم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حکام 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 شوند و درمدت کوتاه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رشد 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مصر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در اندک 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بصورت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کشور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بر حسب توص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 مصر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از در مسالمت و خوش سلوک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شدند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آنان فرموده بود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«شما مصر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گشائ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نسبت به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سامان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چه آنان را حق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شاوند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رونق اسلام در مصر به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در زمان حکومت عمر بن عبدالعز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امو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کم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آن به مبلغ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تنزل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ساها و اموال موقوفات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مدت حکومت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برخوردار بود مسلمانان در رفتار خود عملا ثابت نمودند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رهائ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ملل از اسارت فکر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نه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منافع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توسعه قلمرو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دکتر گوستاو لوبون در کتاب «تمدن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 رفتار مسلمانان را با مصر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توض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مسلمانان با وجود آنکه ابتدا تلفات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دادند و در فتح مصر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بالغ بر 23000 نفر مسلمان به قتل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پس از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کامل از عفو و اغماض و ملا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ننمودند و نسبت به آشوبگران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عفو عموم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صادر کردند و عذرها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بحست قبول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رفتند و سدها و راه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نهرها را آباد و مبالغ هنگفت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به مصرف ابن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عمارات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همان 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اسلام وارد مصر شد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به مصر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قبل از آنکه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خلافت برسد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ارانش را مصر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بن سعد و پس از او محمد ابن 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بکر را به اداره مصر گماشت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صحاب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از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عوامل اسقرار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در مصر بودند و پرچم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در مصر به اهتزاز در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نگذشت که عمرو عاص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مصر را پس از نبرد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فتح نمود و محمد بن 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بکر را دستگ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پس از کشتن او جسدش را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الاغ مرده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داده و آتش زد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 مروان بن حکم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زبا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مصر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بسته شد و طرفداران او در مصر به دشمن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طرفداران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تش پرداختند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عهد متوکل عباس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وال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 در مصر به سال 236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تمام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به دستور متوکل اخراج نمود و آنان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عراق فرستاد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قرن سوم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وقوع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امها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حرارتها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بوجود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فاط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نور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زمان 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مصر از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تا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و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ره عربستان و شمال عراق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در نظر داشتند عباس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منقرض کنند اما وجود تفرقه و تشتت در دستگاه آنان اجازه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ندارد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 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موجب محدود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متصرفات دولت 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را علن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 و دستور دادند بردر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وار شهر بنو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«خ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رالناس بعد رسول الله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طالب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» در روز عاشورا مراسم حزن 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 در روز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غد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پا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دراواسط قرن ششم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توسط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انقراض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ترو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مذاهب چهارگانه تسنن پرداخته و با تش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به شدت مخالفت نمودند و روز عاشورا را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مقرر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رفتار فج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و توام با قساوت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گرچه طرفداران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مصر کم شدند لکن هنوز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مصر که اغلب مهاجرند به برپائ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مراسم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بزرگداشت اهلب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تعم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بازساز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مشاهد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منسوب است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مثل تعم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بازساز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مشهد راس الحس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قاهره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مشغولند ضمنا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نب دختر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بن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مصر دفن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قرون معاصر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تحت تهاجم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ضد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نوشته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در مصر انتشار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چنانچه احمد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کتاب فجرالاسلام و ضح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الاسلام را بر ضد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نگاشت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1250م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همسر نواده صلاح الد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نام شجرة الدر به سلطنت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او تنها زن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دروه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مصر فرمانروائ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سلسله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آمدند که سلطان 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اول نهم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دولت مقتدر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را بر انداخت و بر شام و مصر است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حکومت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بر مصر 250 سال ادامه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1798م ناپلئون پس از تصرف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مالت بدون کمتر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زحمت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اسکندر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مصر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ناپلئن که با مقاومت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مردم مواجه گشت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واژه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بکار برد تا مردم را جذب خود کند از آن جمله اعلام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خود را با جمله بسم الله الرحمن الرح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لا الا الا الله محمد الرسول الله آغاز کرد[</w:t>
      </w:r>
      <w:r w:rsidR="00041941">
        <w:rPr>
          <w:rtl/>
          <w:lang w:bidi="fa-IR"/>
        </w:rPr>
        <w:t xml:space="preserve">! </w:t>
      </w:r>
      <w:r>
        <w:rPr>
          <w:rtl/>
          <w:lang w:bidi="fa-IR"/>
        </w:rPr>
        <w:t>] و در آن آمده بود که سلسله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که بر کشور مصر حکومت داشته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ملت فرانسه را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به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جهان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مصر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ستم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ادامه داده بود که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 اراده الله رب العالم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قرار گرفته که به سلطنت آنان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داده شود»[</w:t>
      </w:r>
      <w:r w:rsidR="00041941">
        <w:rPr>
          <w:rtl/>
          <w:lang w:bidi="fa-IR"/>
        </w:rPr>
        <w:t xml:space="preserve">! </w:t>
      </w:r>
      <w:r>
        <w:rPr>
          <w:rtl/>
          <w:lang w:bidi="fa-IR"/>
        </w:rPr>
        <w:t>] 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ناپلئون خود را دوست 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 اسلام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همراه با حرکات مزورانه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ناپلئون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بدستور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سربازانش مردم را قتل عام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شکنجه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سرانجام با وجود مقاومت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مبارزات مسلمانان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قاهره را به تصرف خود در آوردند و مجددا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هزار نفر را کشتند و دهها روحان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را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گردن زدند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سوزان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 دولت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مصر را از چنگال فرانسه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رون آورد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1878م خد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مصر تحت فشار استعمارگران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آورد که اکثر اعضا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اتباع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و به کاب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معروف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سال 1882 انگلستان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مصر را مستعمره خود نمود و در سال 1922م بر اثر فشار مردم مسلمان مسلمانان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قرارداد شناسا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استقلال مصر امضا شد و در سال 1936م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1315 شمس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که ملک فواد اول به قدرت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استقلال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 حاصل شد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وجود انگلستان همچنان در مصر نفوذ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1952م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افسران جوان به کودتا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ملک فاروق دست زده و عملا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سلطنت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نظام جمهور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کردند که پس از آن ابتدا سرلشکر محمد 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و سپس جمال عبدالناصر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 را به عهده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ناصر گرچه از اسلام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 و قوان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 اما 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گاه اساس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اش 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 عرب و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زمان ناصر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مصر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عرب را به دست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 کانال سوئز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جمال عبدالناصر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فرانسو و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مصر حمله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وقا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ناگوار زمان ناصر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جنگ شش روزه اعراب و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است که در سال 1967م صورت گرفت و به شکست اعراب منجرشد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 از مرگ ناصر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انورسادات به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در آغاز اعلام کرد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ناصر را دنبال خواهد نمود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غرب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سادات به غرب و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به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در سال 1973م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صلح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جانبه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مصر و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برقرار کند و در سال 1977م سادات به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اشغال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رفته و با رهبران غاصب و صه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مذاکره بپردازد و در سال بعد با وساطت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مصر و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در کمپ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صلح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منعقد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اقتصاد مصر بر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صدور نفت و منافع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ازحق عبور کشت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از کانال سوئز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کمک دول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درآمدها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صنعت 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استوار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محصول مهم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پنبه است که 25%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به آن اختصاص داده است و مرغوبتر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پنبه جهان درا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مصر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کننده برنج در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گندم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شکر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آن به عمل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نفت و فسفات و آهن از ذخائر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ذوب 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فولاد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کشت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آلوم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 در مصر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نموده و از رونق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وجود موقع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مناسب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منابع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ذخائر و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امکانات مناسب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توسعه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جهت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اصول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ده سال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دچار رکود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مردم در سطح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نازل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25% افراد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توانا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کارند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حکومت مصر قاهره است که 15% سکنه مصر را در خود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و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 بندر مهم و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اسکندر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سوئز 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12" w:name="_Toc430467389"/>
      <w:r>
        <w:rPr>
          <w:rtl/>
          <w:lang w:bidi="fa-IR"/>
        </w:rPr>
        <w:t>جمهوری لیبی</w:t>
      </w:r>
      <w:bookmarkEnd w:id="11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1759540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ساحل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کشور مصر و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واقع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چهارم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پروستعت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بنام جفارا وجود دارد و بقا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مواد مذاب 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مشاهده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سبز وجود دارد که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سرت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قسمت اعظم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بخصوص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رها پوشان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 که با روش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ولوژ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جهت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زدائ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تثب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روان آن صورت گرفته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آن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نقاط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بوده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درجه حرارت ثبت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شده در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 58 درجه سانت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گراد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گزارش شده که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دما را بخود اختصاص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4540000 نفر سکنه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سال 1990م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تراکم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را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 (</w:t>
      </w:r>
      <w:r>
        <w:rPr>
          <w:rtl/>
          <w:lang w:bidi="fa-IR"/>
        </w:rPr>
        <w:t>6/2 نفر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نقاط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مناطق سرسبز در کمربند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67%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رشد سالانه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5/4%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98% مردم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بوده و از نژاد 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بربرند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روستاها و نقاط دورافتاده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زبان بربر هم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بندر پر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و بر ساحل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واقع شده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طول قرون و اعصار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مورد تهاجم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گانگا?قرار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ازمنه گذشته 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 را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سلطه خود درآورده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ششم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جزو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زانس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روم شرق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سپس اعراب مسلمان و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تا آغاز جنگ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 دولت مقتدر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افول 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مستعمره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شد و در جنگ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دوم با شکست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ارتش آن ناگز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 که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خارج شود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سپس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نظارت فرانسه و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درآمد و سرانجام در سال 1951م با نظارت سازمان ملل متحد به استقلال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چنگال استعمار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صورت پادشاه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در سال 1969م با کودتا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بدون خونر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شاه ادر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پادشاه وقت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توسط افسران جوان از سلطنت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خلع شد و سرهنگ معمر القذاف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در قرن هفتم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قرن اول هجر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بعد از مصر به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که بربرها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ساکن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سرعت جذب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شدند و در فتح بزرگ مسلمانان که منجر به تصرف اندلس شد جزو ارتش مسلمانان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عهد عباس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هارون الرش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عباس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ابراه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بن اغلب به عنوان حاکم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انتخاب شد که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بودن وابستگ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بغداد را در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هنگام نفوذ استعمار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مبارزه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تمام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دست زده و عمرمختار از سرداران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استان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مردم را به عهده داشت که سرانجام دستگ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به دار آو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1973م قذاف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فود را تابع جمال عبدالناصر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 با شعار نه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نه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انقلاب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 زد تا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نظام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اساس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 قرآن را بنا نهاده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دئولوژ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و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 شرق کند اما قذاف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عمل گرچه رابطه با غرب را کنار گذاشت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بلوک شرق و در راس آن با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روابط حسنه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برقرار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وحدت جهان عرب تلاشها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بکار برد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بجا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نرس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پس از آن تلاش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در جهت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جنبشها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جهان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جنبش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معطوف داشت و پس از امضا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 کمپ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توسط سادات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باتفاق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من جنوب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سازمان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«جبهه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اعراب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از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اعلام نمود و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بر روابط حسنه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برقرار کرده و عراق را به خاطر جنگ تحم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محکوم نمود و روابط خود را با عراق محدود ساخت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مقامات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«ما به زود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ارتش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جهت آزادساز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اشغال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درفلسط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خواه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داد و انشاءالله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شگام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سپاه خواهد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قبل از کشف نفت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جزو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ملل جهان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نفت در سال 1959م درآن کشف شد که درآمد سرانه را از سال 1959م که 35 دلار بود به 250 دلار در سال 1961م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نفت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180 هزار بشکه در سال 1962م به 3/3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بشکه در سال 1970م بالغ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عضو اوپک در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دهه 1970م بدون واهمه از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غرب و بدون توجه به مقاومت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موفق به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نفت صادارت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شدند و تنها اقدام مهم غرب در مقابل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آژانس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الملل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در سال 1974م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شنهاد هنر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نجر به منظور تنظ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نفت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طول دهه 1950م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کوچک با کمک سازمان ملل در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احداث شد پس از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درآمد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نفت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جهت توسعه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بزرگ و امور رفاه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ذوب 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پتروش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آلوم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 را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کمبود کارشناس و متخصص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روبروست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ب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کارگر و کارشناس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مشغول کارند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محدود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صرفا 5/1%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قابل کشت است در توسعه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خاک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توانسته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مورد به موفق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ابد و هم اکنون 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کشور در بخش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واحد پول آن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نار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LD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برابر هزار درهم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هم اکنون در انزوا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حالت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بدو پشت کرده و احساس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محاق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قرار گرفته و مشکلات 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فراهم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13" w:name="_Toc430467390"/>
      <w:r>
        <w:rPr>
          <w:rtl/>
          <w:lang w:bidi="fa-IR"/>
        </w:rPr>
        <w:t>پی نوشتها</w:t>
      </w:r>
      <w:bookmarkEnd w:id="113"/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1- به قول قوام نکرومه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تمدن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مدن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جستجو نمود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2-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سن ص 95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3-</w:t>
      </w:r>
      <w:r w:rsidR="00274E9D">
        <w:rPr>
          <w:rFonts w:hint="cs"/>
          <w:rtl/>
          <w:lang w:bidi="fa-IR"/>
        </w:rPr>
        <w:t xml:space="preserve"> </w:t>
      </w:r>
      <w:r w:rsidR="00274E9D">
        <w:rPr>
          <w:lang w:bidi="fa-IR"/>
        </w:rPr>
        <w:t>imazighen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4- مغرب بزرگ - پل بالتا ترجمه دکتر عباس آگاه</w:t>
      </w:r>
      <w:r w:rsidR="00041941">
        <w:rPr>
          <w:rtl/>
          <w:lang w:bidi="fa-IR"/>
        </w:rPr>
        <w:t xml:space="preserve">ی.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5-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جنگ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مترجم عبدالله ناصر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طاهر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19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6- بجز مراکش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7-</w:t>
      </w:r>
      <w:r w:rsidR="00274E9D">
        <w:rPr>
          <w:rFonts w:hint="cs"/>
          <w:rtl/>
          <w:lang w:bidi="fa-IR"/>
        </w:rPr>
        <w:t xml:space="preserve"> </w:t>
      </w:r>
      <w:r w:rsidR="00274E9D">
        <w:rPr>
          <w:lang w:bidi="fa-IR"/>
        </w:rPr>
        <w:t>Tindof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8-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اجلاس خود رد تونس که در 4 ژانو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1993م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 راهها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مبارزه با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کردند و طرح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 ساله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نهضتها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تدارک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اطلاعات 19811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9- پس از تعر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 کانال در سال 1963م عرض آن به 55 متر و عمقش به حداکثر 12 متر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10- رود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که 6400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طول دارد شامل دو شاخه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از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ارتفاعات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منشا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شاخه در خارطوم مرکز سودان بهم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وندد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11- مادر حضرت اسماع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جد بزرگوار رسول اکرم</w:t>
      </w:r>
      <w:r w:rsidR="004C0E7B">
        <w:rPr>
          <w:rtl/>
          <w:lang w:bidi="fa-IR"/>
        </w:rPr>
        <w:t xml:space="preserve"> </w:t>
      </w:r>
      <w:r w:rsidR="00D23B69" w:rsidRPr="00D23B69">
        <w:rPr>
          <w:rStyle w:val="libAlaemChar"/>
          <w:rtl/>
        </w:rPr>
        <w:t>صلى‌الله‌عليه‌وآله‌وسلم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و مادر تنها فرزند پسرش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قبط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بود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12- فاتح مصر عمرو عاص بود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13- مصر در سال 254 قمر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سلسله مستقل حکام مسلمان را بخود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منسوب به غلام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طولون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پسر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طولون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در مصر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 از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سلسله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آل افش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مصر حاکم شدند پس از آن حکومت مصر بدست 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افتاد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14-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علامه مظفر ترجمه دکتر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محمد باقر حجت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255 تا 282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15-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انقلاب سال ششم ش 149 - آشنائ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کشور مصر بخش دوم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16- گزارش شرکت در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اجلاس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مشترک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آذرماه 1367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کننده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احمد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گنج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زاده زواره - تهران دفتر تثب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 و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1367 -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کپ</w:t>
      </w:r>
      <w:r w:rsidR="00041941">
        <w:rPr>
          <w:rtl/>
          <w:lang w:bidi="fa-IR"/>
        </w:rPr>
        <w:t xml:space="preserve">ی.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17- مغرب بزرگ - پل بالتا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Balta paul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با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رولو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عباس آگاه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دفتر مطالعات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الملل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- 1370 ص 35 و 36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18- مغز بزرگ پل بالتا ص 37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19- اوپک - دکترام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باقر مدن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54</w:t>
      </w:r>
      <w:r w:rsidR="00041941">
        <w:rPr>
          <w:rtl/>
          <w:lang w:bidi="fa-IR"/>
        </w:rPr>
        <w:t xml:space="preserve">. </w:t>
      </w:r>
    </w:p>
    <w:p w:rsidR="004C0E7B" w:rsidRDefault="001D2733" w:rsidP="00274E9D">
      <w:pPr>
        <w:pStyle w:val="libFootnote"/>
        <w:rPr>
          <w:lang w:bidi="fa-IR"/>
        </w:rPr>
      </w:pPr>
      <w:r>
        <w:rPr>
          <w:lang w:bidi="fa-IR"/>
        </w:rPr>
        <w:t xml:space="preserve">Mohamadd El mehdawi the industrial ization of Lyba </w:t>
      </w:r>
      <w:r>
        <w:rPr>
          <w:rtl/>
          <w:lang w:bidi="fa-IR"/>
        </w:rPr>
        <w:t>20</w:t>
      </w:r>
      <w:r>
        <w:rPr>
          <w:lang w:bidi="fa-IR"/>
        </w:rPr>
        <w:t>- injohnclark Changeand Developmentin Middleeast</w:t>
      </w:r>
      <w:r w:rsidR="004C0E7B">
        <w:rPr>
          <w:lang w:bidi="fa-IR"/>
        </w:rPr>
        <w:t xml:space="preserve"> (</w:t>
      </w:r>
      <w:r>
        <w:rPr>
          <w:lang w:bidi="fa-IR"/>
        </w:rPr>
        <w:t>New</w:t>
      </w:r>
      <w:r w:rsidR="00041941">
        <w:rPr>
          <w:lang w:bidi="fa-IR"/>
        </w:rPr>
        <w:t xml:space="preserve">. </w:t>
      </w:r>
      <w:r>
        <w:rPr>
          <w:lang w:bidi="fa-IR"/>
        </w:rPr>
        <w:t>york</w:t>
      </w:r>
      <w:r w:rsidR="004C0E7B">
        <w:rPr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1981</w:t>
      </w:r>
      <w:r w:rsidR="00041941">
        <w:rPr>
          <w:rtl/>
          <w:lang w:bidi="fa-IR"/>
        </w:rPr>
        <w:t xml:space="preserve">. </w:t>
      </w:r>
      <w:r>
        <w:rPr>
          <w:lang w:bidi="fa-IR"/>
        </w:rPr>
        <w:t>p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253</w:t>
      </w:r>
    </w:p>
    <w:p w:rsidR="00041941" w:rsidRDefault="00274E9D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114" w:name="_Toc430467391"/>
      <w:r w:rsidR="004C0E7B">
        <w:rPr>
          <w:rtl/>
          <w:lang w:bidi="fa-IR"/>
        </w:rPr>
        <w:t>تونس</w:t>
      </w:r>
      <w:bookmarkEnd w:id="11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تونس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کارتاژ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کوچکتر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ست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در ساحل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قرار دارد و با 163310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 8202000 نفر سکنه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1/50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ارتفاعات کروم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غرب به شرق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تا شهر قابس ادامه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جلگه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تونس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معروف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شهر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مقدس مغرب</w:t>
      </w:r>
      <w:r w:rsidR="004C0E7B">
        <w:rPr>
          <w:rtl/>
          <w:lang w:bidi="fa-IR"/>
        </w:rPr>
        <w:t xml:space="preserve"> (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پس از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به اسلام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واقع شده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تونس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ست که توسط فن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روم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فتح شد و در قرن اول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آن را 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قلمرو خود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438 ه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توسط مغز بن باد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صنهاج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حوزه حکومت فاطم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جدا شد و پس از سه دهه جدا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سلجوق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 را فتتح نمودند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درسال 1881م فرانسه به تونس مسلط شد 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نکهه بدنبال مبارزات مردم در سال 1956م فرانسه ناگز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 به استقلال تونس تن در 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 تونس بعد از استقلال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حافظ منافع غرب شد و با دول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فرانسه روابط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برقرار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تونس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طول قرون و اعصار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مرکز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 به عنوان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تهاجم به اروپا توسط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درآمده بود اکنون حالت وارونه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و ابر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ستم و باتلاق فساد در آن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نامه ژون آفر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چاپ پار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«دولت تونس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کشورش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کرده که در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ندرت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نماها هر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کانال دو تلو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فرانسه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شبکه سراسر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تونس پخش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کتابفروش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مملو از روزنامه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کتب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تونس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مثل غرب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تا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روقت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رون از خانه بود و رقص و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 و الکل خورد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ملاقات کرده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بدون ترس و واهمه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لمها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ضد اخلاق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تماشا نمود»</w:t>
      </w:r>
      <w:r w:rsidR="00041941">
        <w:rPr>
          <w:rtl/>
          <w:lang w:bidi="fa-IR"/>
        </w:rPr>
        <w:t xml:space="preserve">!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حب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بورق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به که از زمان استقلال تونس و استقلال تونس و از سال 1957م در تونس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 در اکتبر 1987م بدون خونر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کنار رفت 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اوضاع را بدست گرفت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75% مردم تونس به امور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اشتغال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گندم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مرکبات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انگور و سبز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جات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محصولات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فسفات ذخ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مهم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50% نفت استخراج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خارج از کشور صادر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ازمنابع مهم درآمد تونس جهانگرد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عرب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بربر و اروپائ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و خط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 فرانسه هم در تونس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98%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 و اغلب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مذهب تسنن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61% شهرنش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بوده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15 سال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طبق آمار سال 1985م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8/45%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سال 1988م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6672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دلار بده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6/9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4/14% به کشاورز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1/33% به صنتعت و 4/53% به خدمات اختصاص داشته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3/6%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1986 صرف امور آموزش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و ترب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15" w:name="_Toc430467392"/>
      <w:r>
        <w:rPr>
          <w:rtl/>
          <w:lang w:bidi="fa-IR"/>
        </w:rPr>
        <w:t>جمهوری الجزایر</w:t>
      </w:r>
      <w:bookmarkEnd w:id="115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عنوان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 2381741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جنوب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و در غرب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تونس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ارتفاع مهم آن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اطلس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فلات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که از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مرداب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نمک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دو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آن را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صحرا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الشل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طولان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رودخانه آن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24735000 نفر سکنه دارد که 52% آن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درصد رشد سالانه 7/2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تراکم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القبائل و برابر 250 نفر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نقاط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کمتر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اعراب و بربرها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با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75% سکنه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بربرها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متجاوز از 80% بدان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بربر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رواج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99% مسلمانند و مذهب اغلب آنان تسنن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فقه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مهم 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اباظ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بازماندگان خوارج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هستند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دراواسط قرن اول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تصرف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درآمد و در قرن 16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جزو قلمرو 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سال 1830م تا 1962م به مدت 132 سال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سلطه فرانسه قرار گرفت که با مقاومت و مبارزات مسلمانان و 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 اسلام و تقد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شه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استقلال خود را بدست 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که به انحاء گوناگون حقارت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سلطه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تجربه نمود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فرهنگ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مصون نماند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فرهنگ درکشور مزبور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دواند و با وجود تلخ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دوران استعمار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لحاظ مسائل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فرانسه روابط گسترده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ابعاد گوناگون برقرار نمود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احمد بن بلا 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استقلال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با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رابطه برقرار کرد و در ساحل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ترانه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مسلح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توسط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شده و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>افتند و در ازا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محصول انگور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در مصدر قدرت قرار گرفت ارتباط با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حفظ نمود و در دهه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1980م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کننده جنگ افزارها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روابط به گرم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نبود و بومد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اعطا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اوران - که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طالب آن بود -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اجتناب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نداشتن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صنعت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 کشاورز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اقتصاد تک محصول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رشد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بالا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درمخاطه و بحران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قرار داد که ارمغان آن فقر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تورم بالا بود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نجهت به غرب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 تا 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زخمش را الت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دهد اما نه تنها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زخم الت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بلکه دچار عفونت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که درمان آن ا دشوار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توام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کاهش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انرژ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وابستگ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نفت و گاز نقش خود را در پرداخت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نشان داد و در سال 1988م که دولت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خواست طرح لغو سوبس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نان را به اجرا گذارد به شورشها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منجر شد و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شاذل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آغاز به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پرداخت اما در سال 1989م با اصلاح در قانون اساس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دموکراس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چند حزب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بوجود 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واقع است و 40%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آن در بخش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 کارند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محصولات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غلات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خرما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تون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استخراج نفت در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ازسال 1958م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عصر استعمار آغاز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علاوه بر نفت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ذخائر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گاز 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بر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آهن و فولاد و پتروش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در سال 1988م به 25/58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4/12% به بخش کشاورز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4/46% به بخش صنعت و 1/14% به بخش خدمات اختصاص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نرخ تورم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1980 تا 1988م حدود 8% 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که 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ژاپن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 با مشکلات عد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سال 1988م به 24850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تاسف بارتر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مسائل الجزا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است که محصولات انگور آن که با تلاش کشاوزان مؤمن و معتقد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به عمل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 به شراب تبد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شده و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محصول بعد از نفت بزرگتر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ارقام صاردات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آن را تشک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دهد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[</w:t>
      </w:r>
      <w:r>
        <w:rPr>
          <w:rtl/>
          <w:lang w:bidi="fa-IR"/>
        </w:rPr>
        <w:t xml:space="preserve">! </w:t>
      </w:r>
      <w:r w:rsidR="001D2733">
        <w:rPr>
          <w:rtl/>
          <w:lang w:bidi="fa-IR"/>
        </w:rPr>
        <w:t>]46% افراد بالا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15 سال ب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سوادند</w:t>
      </w:r>
      <w:r w:rsidR="004C0E7B">
        <w:rPr>
          <w:rtl/>
          <w:lang w:bidi="fa-IR"/>
        </w:rPr>
        <w:t xml:space="preserve"> (</w:t>
      </w:r>
      <w:r w:rsidR="001D2733">
        <w:rPr>
          <w:rtl/>
          <w:lang w:bidi="fa-IR"/>
        </w:rPr>
        <w:t>1990م</w:t>
      </w:r>
      <w:r w:rsidR="004C0E7B">
        <w:rPr>
          <w:rtl/>
          <w:lang w:bidi="fa-IR"/>
        </w:rPr>
        <w:t xml:space="preserve">) </w:t>
      </w:r>
      <w:r w:rsidR="001D2733">
        <w:rPr>
          <w:rtl/>
          <w:lang w:bidi="fa-IR"/>
        </w:rPr>
        <w:t>و دولت 8/9% تول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 ناخالص مل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را به آموزش و پرورش اختصاص داده اس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با وجود آنکه بر تدر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س و کاربرد زبان عرب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قانون اساس</w:t>
      </w:r>
      <w:r>
        <w:rPr>
          <w:rtl/>
          <w:lang w:bidi="fa-IR"/>
        </w:rPr>
        <w:t xml:space="preserve">ی، </w:t>
      </w:r>
      <w:r w:rsidR="001D2733">
        <w:rPr>
          <w:rtl/>
          <w:lang w:bidi="fa-IR"/>
        </w:rPr>
        <w:t>تاک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 نموده اما در مدارس از زبان فرانسه استفاده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کشور جزو کشورها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عدم تعهد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جبهه پا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دار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اعراب و سازمان اوپک م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باشد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الجزا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در جنگ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ران و عراق برا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صلح تلاش 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اد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کرد و حت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وز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امور خارجه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کشور در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نر راه جان خود را از دست داد</w:t>
      </w:r>
      <w:r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بندر الجز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است که در ساحل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 قرار دارد و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آن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الصالح و بندر قسنط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 اوران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نام برد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16" w:name="_Toc430467393"/>
      <w:r>
        <w:rPr>
          <w:rtl/>
          <w:lang w:bidi="fa-IR"/>
        </w:rPr>
        <w:t xml:space="preserve">مراکش (مغرب)  </w:t>
      </w:r>
      <w:r w:rsidRPr="00D23B69">
        <w:rPr>
          <w:rStyle w:val="libFootnotenumChar"/>
          <w:rtl/>
          <w:lang w:bidi="fa-IR"/>
        </w:rPr>
        <w:t>(3)</w:t>
      </w:r>
      <w:bookmarkEnd w:id="116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مراکش که حکومت مشورطه سلطنت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با 458730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ساحل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و ساحل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غرب الجز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و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اروپا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مراکش است و ارتباط آن با اروپا از طرزق جبل الطارق انجام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اطلس 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قرار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سواحل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ساحل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حاکم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ارتفاعات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موجب اعتدال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مراکش 24824000 نفر سکنه دارد که 46% آن در نقاط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روستاها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رشد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8/2%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1/54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 متر مربع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65% مردم از نژاد سام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عرب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34% برابر و 1%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نژاد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مراکش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زبان بربر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سخن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99% مردم مسلمان و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مغرب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مراکش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ادوار باستان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کارتاژ بود که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سرت در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146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بدست 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افتاد که در آن زمان جزو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 حکومت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تا رن هفتم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قرن اول هجر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بر آن ادامه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اواخر قرن اول هجر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مسلمانان پس از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بربرها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جزو قلمرو خود نمودند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و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رواج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قرون 15 و 16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بنادر مراکش را تصرف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شانزدهم حکومت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مراکش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تابع 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قرن هفدهم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بر آن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سال 1912م مغرب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فرانسه و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شد و استعمار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آغاز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مسلمان بخصوص قبائل در نقاط کوهستان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دادند که عبد الکر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به عهده داشت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سال 1915م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زندان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11 ماه آزاد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جنگ اول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کشتار مردم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پرداخت اما با ادامه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مردمان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1921م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نظام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عبد الکر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برقرار شد و رفته رفته قلمرو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به 20000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از اوائل سال 1924 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گسترش انقلاب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خاک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حمله کردند و سر انجام در سال 1926م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را ساقط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عبد الکر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رئون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در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کردند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راه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 و به مصر پناهنده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1938م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شاه مراکش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عبد الکر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لقب قهرمان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سرانجام مراکش در سال 1056م استقلال خود را بدست آورد و پس از استقلال حسن دوم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پادشاه مراکش 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ثروت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فسفات است که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نسخت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صادر کننده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تنزل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فسفات کسر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موازنه آن را به 13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در سال 1990 م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که 68 دلار در سال 1975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به 30 دلار در سال 1989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به 17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خشکسال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چالش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افزون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جنگ با صحرا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نفرات ارتش را دو برابر نمود و 45% بودجه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به هز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اختصاص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بحران مزبور منجر به آن شد که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دها را قطع کرده و به کاهش دستمزدها بپردازد که در سال 1990 م با شورش شهر فارس مواجه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30% سکنه مراکش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خط فقر قرار دارند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نرخ رشد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که هر روز در حال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است هز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ارائه خدمات بهداشت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رفاه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طلبد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67% مردم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سوادند که 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رقم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1988 م 83/17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بوده که 6/18% به کشاورز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31% به صنعت و 4/50% به خدمات اختصاص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نرخ تورم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8%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مراکش از 30 استان و دو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و مرکز حکومت آن بندر رباط است که در کنار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فاس و کازابلانکا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کازابلانکا مسجد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ظرف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 80000 نفر نمازگزار را دارد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مساجد جهان اسلام است</w:t>
      </w:r>
      <w:r w:rsidR="00041941">
        <w:rPr>
          <w:rtl/>
          <w:lang w:bidi="fa-IR"/>
        </w:rPr>
        <w:t xml:space="preserve">. </w:t>
      </w:r>
    </w:p>
    <w:p w:rsidR="004C0E7B" w:rsidRDefault="004C0E7B" w:rsidP="004C0E7B">
      <w:pPr>
        <w:pStyle w:val="Heading3"/>
        <w:rPr>
          <w:rtl/>
          <w:lang w:bidi="fa-IR"/>
        </w:rPr>
      </w:pPr>
      <w:bookmarkStart w:id="117" w:name="_Toc430467394"/>
      <w:r>
        <w:rPr>
          <w:rtl/>
          <w:lang w:bidi="fa-IR"/>
        </w:rPr>
        <w:t xml:space="preserve">ب -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ی شرقی</w:t>
      </w:r>
      <w:bookmarkEnd w:id="117"/>
    </w:p>
    <w:p w:rsidR="001D2733" w:rsidRDefault="00B15E7B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به لحاظ چهره طب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ناهموارتر از سا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ر نقاط 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قاره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حرکات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تکنون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شکاف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گسل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دره شکستگ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موجب شده که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بوجود آمدن آبشار در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رودها منجر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است که اغلب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بخش واقعند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مرز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اوگاندا و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تانگان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رودخانه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شر</w:t>
      </w:r>
      <w:r w:rsidR="00041941">
        <w:rPr>
          <w:rtl/>
          <w:lang w:bidi="fa-IR"/>
        </w:rPr>
        <w:t>ی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شمال شرق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واقع است که منشا آن ارتفاعات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C0E7B">
        <w:rPr>
          <w:rtl/>
          <w:lang w:bidi="fa-IR"/>
        </w:rPr>
        <w:t xml:space="preserve">) 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طول آن به 6400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رود زامبز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طول 2576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به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قله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مانجارو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10 با 5895 متر بلند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مرتفعتر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ست که آتش فشان خاموش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قله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 5200 متر ارتفاع از سطح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بخش از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عبور خط استوا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منطقه خشکتر از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قلل آن به سبب ارتفاع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اوقات سال - با وجود عبور خط استوا -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از برفند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ارتباط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بخصوص مردمان هند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نامتجانس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علاوه بر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یی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فرهنگ آن از سنن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بررس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کاوشها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باستان شناس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که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نشر اسلام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انوردان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ن را به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بردند و شالوده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تمدن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افکندند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بعدها در قرن پانزدهم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نقاط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</w:p>
    <w:p w:rsidR="001D2733" w:rsidRDefault="00041941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نژادها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شرق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مردمان سواح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1D2733">
        <w:rPr>
          <w:rtl/>
          <w:lang w:bidi="fa-IR"/>
        </w:rPr>
        <w:t>است که از قرون گذشته با عربها و آس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ائ</w:t>
      </w:r>
      <w:r>
        <w:rPr>
          <w:rtl/>
          <w:lang w:bidi="fa-IR"/>
        </w:rPr>
        <w:t xml:space="preserve">ی </w:t>
      </w:r>
      <w:r w:rsidR="001D2733">
        <w:rPr>
          <w:rtl/>
          <w:lang w:bidi="fa-IR"/>
        </w:rPr>
        <w:t>ها در تماس بوده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اند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فرهنگ آنان از اسلام تاث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 پذ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رفته و زبان سواح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دارند که مهمتر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ن زبان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شرق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</w:t>
      </w:r>
      <w:r>
        <w:rPr>
          <w:rtl/>
          <w:lang w:bidi="fa-IR"/>
        </w:rPr>
        <w:t xml:space="preserve">. </w:t>
      </w:r>
      <w:r w:rsidR="001D2733">
        <w:rPr>
          <w:rtl/>
          <w:lang w:bidi="fa-IR"/>
        </w:rPr>
        <w:t>شهرها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تار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خ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بندر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 xml:space="preserve"> ک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لوا</w:t>
      </w:r>
      <w:r>
        <w:rPr>
          <w:rtl/>
          <w:lang w:bidi="fa-IR"/>
        </w:rPr>
        <w:t xml:space="preserve">، </w:t>
      </w:r>
      <w:r w:rsidR="001D2733">
        <w:rPr>
          <w:rtl/>
          <w:lang w:bidi="fa-IR"/>
        </w:rPr>
        <w:t>مومباسا و باگامو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ورا ا</w:t>
      </w:r>
      <w:r>
        <w:rPr>
          <w:rtl/>
          <w:lang w:bidi="fa-IR"/>
        </w:rPr>
        <w:t>ی</w:t>
      </w:r>
      <w:r w:rsidR="001D2733">
        <w:rPr>
          <w:rtl/>
          <w:lang w:bidi="fa-IR"/>
        </w:rPr>
        <w:t>ن مردم بنا نهاده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اند</w:t>
      </w:r>
      <w:r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گروه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نژاد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هستند که در سواحل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زنگبار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قرون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به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النهر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سفل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رفته تا در آجا به 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نمودن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شوره زار بپردازند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عباس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کردند که مشهورتر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به سرکردگ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صاحب الزنج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270ق به قتل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شورش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شدت سرکوب شدند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4C0E7B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(</w:t>
      </w:r>
      <w:r w:rsidR="001D2733">
        <w:rPr>
          <w:rtl/>
          <w:lang w:bidi="fa-IR"/>
        </w:rPr>
        <w:t>1524-1469م</w:t>
      </w:r>
      <w:r>
        <w:rPr>
          <w:rtl/>
          <w:lang w:bidi="fa-IR"/>
        </w:rPr>
        <w:t xml:space="preserve">) </w:t>
      </w:r>
      <w:r w:rsidR="001D2733">
        <w:rPr>
          <w:rtl/>
          <w:lang w:bidi="fa-IR"/>
        </w:rPr>
        <w:t>نخست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اروپائ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بود که به ساحل شرق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و مناطق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14</w:t>
      </w:r>
      <w:r w:rsidRPr="00D23B69">
        <w:rPr>
          <w:rStyle w:val="libFootnotenumChar"/>
          <w:rtl/>
          <w:lang w:bidi="fa-IR"/>
        </w:rPr>
        <w:t>)</w:t>
      </w:r>
      <w:r>
        <w:rPr>
          <w:rtl/>
          <w:lang w:bidi="fa-IR"/>
        </w:rPr>
        <w:t xml:space="preserve"> </w:t>
      </w:r>
      <w:r w:rsidR="001D2733">
        <w:rPr>
          <w:rtl/>
          <w:lang w:bidi="fa-IR"/>
        </w:rPr>
        <w:t>که اکنون کن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 و موزامب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ک نام دارد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رس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عبارتند از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سومال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که مجموعا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3400000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و متجاوز از 97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پر وسعتتر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وسعت و کمتر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سکنه را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40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مسلمان هستند و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نواح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 مسلمانان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18" w:name="_Toc430467396"/>
      <w:r>
        <w:rPr>
          <w:rtl/>
          <w:lang w:bidi="fa-IR"/>
        </w:rPr>
        <w:t>اتیوپی</w:t>
      </w:r>
      <w:bookmarkEnd w:id="118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منطقه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قرار دارد و وسعت آن به 1223000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مجمع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داهلاش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که در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واقع است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اختصاص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منطقه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 شاخ </w:t>
      </w:r>
      <w:r w:rsidR="00B15E7B">
        <w:rPr>
          <w:rtl/>
          <w:lang w:bidi="fa-IR"/>
        </w:rPr>
        <w:t>آفریقا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در غرب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احمر و گلوگاه سوق الج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باب المندب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سودان قرار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معتدل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پست و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مارگر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درجنوب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رودلف 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هستند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49620000 نفر سکنه دراد که صرفا 11% در نقاط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رشد سالانه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9/2%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40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90 فرقه و گروه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مذاهب گوناگون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که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گالا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امهر و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گره هستند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اقوام 15 زبان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رواج دارد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سکنه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هستند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حاکم بر آن سع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تعداد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کمتر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قلمداد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هستند که در امور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نظام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ممالک قدرتمند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بود</w:t>
      </w:r>
      <w:r w:rsidR="00041941">
        <w:rPr>
          <w:rtl/>
          <w:lang w:bidi="fa-IR"/>
        </w:rPr>
        <w:t>؛ ی</w:t>
      </w:r>
      <w:r>
        <w:rPr>
          <w:rtl/>
          <w:lang w:bidi="fa-IR"/>
        </w:rPr>
        <w:t>ونان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 را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حبشه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استقلال آن از زمان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امپراطور توسط منل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فرزند 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1896م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موفق شد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را شکست 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1930م پس از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لاسلاس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و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1935م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مجددا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اشغال کرد اما با شکست در جنگ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دوم در سال 1941م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سال 1952م طبق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مغرضانه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قرار شد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به عنوان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خودمختار به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شود و 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زمان بود که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لاسلاس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به تصرف خود درآورد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در زمان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لاسلاس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سخت مرارت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ستند 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ادآور دوران قرون وسطا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1975م با مرگ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کتاتور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هرج و مرج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کشور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شد و سرانجام دو سال بعد پس از 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افسران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ژنرال منگست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قدرت را در دست گرفت و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رابطه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دوران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مسلمانان تحت فشار چپ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سو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جنگ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جبهه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و جبهه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خلق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گره قرار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طرف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سال 1978م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8 ماهه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بر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اوگادن نام دارد تثب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جنگ به دستور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لاسلاس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شروع شده بود و جانش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کمون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آن را ادامه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جنگ موجب آواره شدن 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که به عنوان پناهنده به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 از جنگ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قوم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زبانان اوگادن را ادامه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چون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طرفداران کوبا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شکست جبهه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اوگادن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عاجز شدند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تصم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گرفتند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بم</w:t>
      </w:r>
      <w:r w:rsidR="00B43D72">
        <w:rPr>
          <w:rtl/>
          <w:lang w:bidi="fa-IR"/>
        </w:rPr>
        <w:t>باران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کشتار افراد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روستاها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تجاوز به زنان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مسموم نمودن منابع آب و نابود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دامها آن را از سکنه 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 فاجعه دردناک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کوچک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آورد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حدود 30000 پناهنده مسلمان که از نژاد عفار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اروموس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هستند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فرار از اعمال سرکوبگرانه دولت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پناهنده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تعرض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بزرگ خود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مصون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و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هواخواهان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حکومت آن نفوذ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ژنرال منگست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در 21 مه 1991م سقوط نمود و ملس زناو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عنوان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به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به اسرائ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دارد مسلمانان را در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وخ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داده و به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کشتار و شکنجه آنان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جمله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65%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10% به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کشت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محصولات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گندم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قهوه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پنبه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به لحاظ دامپرور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دارد اما صنعت در آن توسعه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و منحصر به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نساج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منگنز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کل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خشک 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قحط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اقتصاد عقب افتاده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بده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مشکل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سرباز آزاد شده از خدمت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مهاجرت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روستائ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خشکسال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جنگها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مشکل مربوط به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پول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توق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کمبود وسا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مواد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دست دادن بندر عصب و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گرفتن آن توسط دولت موقت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از جمله نابسامان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1985م بر اثر خشکسال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200000 نفر در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هلاک شدند و هم اکنون 8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با خطر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مواجه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از 14 استان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که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نظر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حکومت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19" w:name="_Toc430467397"/>
      <w:r>
        <w:rPr>
          <w:rtl/>
          <w:lang w:bidi="fa-IR"/>
        </w:rPr>
        <w:t>سرزمین مسلمان نشین اریتره</w:t>
      </w:r>
      <w:bookmarkEnd w:id="119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با 117600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شمال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درغرب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قرار دارد با سودان در شمال و غرب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مرز مشترک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سواحل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در منابع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الت باضع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طراز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خوانده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اروپا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در آغاز قرن شانزدهم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پا نهاده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کشور مستقل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بهار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نجاس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آن را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 و مدام در حال جنگ با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اش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ک نقشه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آن به 1600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را با مرز فعل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اش نشان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بروس کاشف اسکاتلند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1770م گفته است که خط مرز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مدار بحر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رودخانه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 مشخص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رودخانه هم اکنون در امتداد مرز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واقع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تره تا سال 1527م مستقل بود و بر اساس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آن آمد پرتقال بود که در سال 1520م بندر مساوه را به تصرف خود درآورد که تا سال 1557م آن را تصرف داشت پس از آن 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3 قرن بر آن حکومت نمود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مدت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اقوام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تره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1870م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توسط مصر فتح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1885م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ساحل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را به تصرف خود درآورد و تا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جنگ دوم که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خورد به استعمار و غارت آن پرداخت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مصر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طبق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موافقتنامه فرما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را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واگذار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با کمال شجاعت به دفاع از استقلال خود برخاستند و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نبردها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تلفات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متوجه مهاجم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 و سرانجام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آنان با امضا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قرارداد مودت و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امپراطور منل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 امپراطور وقت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فروکش نمود اما استعمار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توسط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اادامه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در سال 1941م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وارد خاک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شده و چون نتوانستند درمورد تصاحب آن به توافق برسند لاجرم موضوع آن را به سازمان ملل ارجاع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سازمان هم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قطعنامه 390 بدون در نظر گرفتن تما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مردم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و برخلاف خواست مشروع ملت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مجوز الحاق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به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صارد کرد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لاسلاس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آن را به تصرف درآورد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به منظور 1200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مرز مشترک با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و داشتن دو بندر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مساوه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عصب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ذخائر و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لذا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لاسلاس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گفته بود</w:t>
      </w:r>
      <w:r w:rsidR="00041941">
        <w:rPr>
          <w:rtl/>
          <w:lang w:bidi="fa-IR"/>
        </w:rPr>
        <w:t xml:space="preserve">: </w:t>
      </w:r>
    </w:p>
    <w:p w:rsidR="001D2733" w:rsidRDefault="001D2733" w:rsidP="00274E9D">
      <w:pPr>
        <w:pStyle w:val="libNormal"/>
        <w:rPr>
          <w:rtl/>
          <w:lang w:bidi="fa-IR"/>
        </w:rPr>
      </w:pPr>
      <w:r>
        <w:rPr>
          <w:rtl/>
          <w:lang w:bidi="fa-IR"/>
        </w:rPr>
        <w:t>«ما خواهان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هست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نه مردم آن</w:t>
      </w:r>
      <w:r w:rsidR="00274E9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در 15 نوامبر 1962م 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آد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آببا اعلام کرد که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پس به عنوان استان چهاردهم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خواهد آمد»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مبارزه مسلحانه مردم مسلمان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خود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وغ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شد البته جبهه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E</w:t>
      </w:r>
      <w:r w:rsidR="00041941">
        <w:rPr>
          <w:lang w:bidi="fa-IR"/>
        </w:rPr>
        <w:t xml:space="preserve">. </w:t>
      </w:r>
      <w:r>
        <w:rPr>
          <w:lang w:bidi="fa-IR"/>
        </w:rPr>
        <w:t>L</w:t>
      </w:r>
      <w:r w:rsidR="00041941">
        <w:rPr>
          <w:lang w:bidi="fa-IR"/>
        </w:rPr>
        <w:t xml:space="preserve">. </w:t>
      </w:r>
      <w:r>
        <w:rPr>
          <w:lang w:bidi="fa-IR"/>
        </w:rPr>
        <w:t>f</w:t>
      </w:r>
      <w:r w:rsidR="004C0E7B">
        <w:rPr>
          <w:lang w:bidi="fa-IR"/>
        </w:rPr>
        <w:t>)</w:t>
      </w:r>
      <w:r w:rsidR="004C0E7B">
        <w:rPr>
          <w:rtl/>
          <w:lang w:bidi="fa-IR"/>
        </w:rPr>
        <w:t xml:space="preserve"> 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دسامبر 1960م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1974م گرچه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لاسلاس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سقوط کرد و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طرفدار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اما سلطه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تره نه تنها ادامه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بلکه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بر حملات خود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مبارز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شدت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اعلام کرد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«همان طور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نابود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ماه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تمام آب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تخل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کرد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بردن انقلاب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قسمت اعظم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ملت را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 پس از آن 1500 روستا را به آتش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80000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قتل رسا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ندند و 300 هزار گاو و شتر را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تهاجم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موجب متوار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ساکنان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تره شد که حدود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آواره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 شدند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وجود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مبارز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1975م تا 1977 موفق شدند تمام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بجز بنادر عصب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مساوه و شهر اسمره را آزاد کنند اما در سال 1978م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حمله از سه محور نقاط مزبور را به تصرف درآوردند و مبارز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به روستاها عقب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ارتش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به همت مسلمانان موفق شد بندر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مساوه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واقع در کنار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را تصرف نموده و با قطع جاده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تدارکات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نظام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ناچار به عقب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بخاطر بم</w:t>
      </w:r>
      <w:r w:rsidR="00B43D72">
        <w:rPr>
          <w:rtl/>
          <w:lang w:bidi="fa-IR"/>
        </w:rPr>
        <w:t>باران</w:t>
      </w:r>
      <w:r w:rsidR="00E66317"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مارست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اردوگاهها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آوارگان و تدارکات پشت جبهه را در خاک را در خاک سودان قرار داد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امکانات خود را از راه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سودان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 که با توافق جعفر نم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وقت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سودان با 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کمک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قطع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 که 80% آن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15%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5% 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پرست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پرستان زبان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زبان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گره رواج دارد مسلمانان غالبا در دشتها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نقاط مرتفع و فلاتها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78% مردم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در روستاها هستند که به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شهرها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اساس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بر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موز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انواع سبز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محصولات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ثروت 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که شامل گاو و گوسفند و شتر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راس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عبارتند است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منگنز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کبالت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نقره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آلوم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نفت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1973م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لاسلاس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بردار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معادن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را به 18 کمپان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بود که مسلمانان با مبارزه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مستمر اجازه غارت منابع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را به آنان ندادند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تنها پالا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شگاه آن در بندرعصب استقرار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کارخانه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کمپوت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در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شهرها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اسمره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مرکز آن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20" w:name="_Toc430467398"/>
      <w:r>
        <w:rPr>
          <w:rtl/>
          <w:lang w:bidi="fa-IR"/>
        </w:rPr>
        <w:t>پی نوشتها</w:t>
      </w:r>
      <w:bookmarkEnd w:id="120"/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1- مغرب بزرگ پل بالتا ص 57 و 58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2- اوپک و اثرات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نفت - دکتر 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باقر مدن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105 و 113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3-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مغرب شامل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بزگ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مسلمانان آن را در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مغرب الاقص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به سه کشور مراکش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تونس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بعض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مغرب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هم اکنون مراکش به مغرب هم موسوم است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4-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تاشناس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 - محمود محجوب - فرامرز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تهران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تاشناس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1362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صفحات 320 و 321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5- فاصله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دستمزدها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بالاست و کمتر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دستمزد آن 391 درهم است که 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سطح درآمد در جهان است و بالاتر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درآمد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کل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30000 درهم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6-</w:t>
      </w:r>
      <w:r w:rsidR="00274E9D">
        <w:rPr>
          <w:rFonts w:hint="cs"/>
          <w:rtl/>
          <w:lang w:bidi="fa-IR"/>
        </w:rPr>
        <w:t xml:space="preserve"> </w:t>
      </w:r>
      <w:r w:rsidR="00274E9D">
        <w:rPr>
          <w:lang w:bidi="fa-IR"/>
        </w:rPr>
        <w:t>tectonic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7-</w:t>
      </w:r>
      <w:r w:rsidR="00274E9D">
        <w:rPr>
          <w:rFonts w:hint="cs"/>
          <w:rtl/>
          <w:lang w:bidi="fa-IR"/>
        </w:rPr>
        <w:t xml:space="preserve"> </w:t>
      </w:r>
      <w:r w:rsidR="00274E9D">
        <w:rPr>
          <w:lang w:bidi="fa-IR"/>
        </w:rPr>
        <w:t>tanganyka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8-</w:t>
      </w:r>
      <w:r w:rsidR="00274E9D">
        <w:rPr>
          <w:rFonts w:hint="cs"/>
          <w:rtl/>
          <w:lang w:bidi="fa-IR"/>
        </w:rPr>
        <w:t xml:space="preserve"> </w:t>
      </w:r>
      <w:r w:rsidR="00274E9D">
        <w:rPr>
          <w:lang w:bidi="fa-IR"/>
        </w:rPr>
        <w:t>white Nile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9-</w:t>
      </w:r>
      <w:r w:rsidR="00274E9D">
        <w:rPr>
          <w:rFonts w:hint="cs"/>
          <w:rtl/>
          <w:lang w:bidi="fa-IR"/>
        </w:rPr>
        <w:t xml:space="preserve"> </w:t>
      </w:r>
      <w:r w:rsidR="00274E9D">
        <w:rPr>
          <w:lang w:bidi="fa-IR"/>
        </w:rPr>
        <w:t>Zambezi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10-</w:t>
      </w:r>
      <w:r w:rsidR="00274E9D">
        <w:rPr>
          <w:rFonts w:hint="cs"/>
          <w:rtl/>
          <w:lang w:bidi="fa-IR"/>
        </w:rPr>
        <w:t xml:space="preserve"> </w:t>
      </w:r>
      <w:r w:rsidR="00274E9D">
        <w:rPr>
          <w:lang w:bidi="fa-IR"/>
        </w:rPr>
        <w:t>kilimanjaro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11-</w:t>
      </w:r>
      <w:r w:rsidR="00274E9D">
        <w:rPr>
          <w:rFonts w:hint="cs"/>
          <w:rtl/>
          <w:lang w:bidi="fa-IR"/>
        </w:rPr>
        <w:t xml:space="preserve"> </w:t>
      </w:r>
      <w:r w:rsidR="00274E9D" w:rsidRPr="00274E9D">
        <w:rPr>
          <w:lang w:bidi="fa-IR"/>
        </w:rPr>
        <w:t xml:space="preserve"> </w:t>
      </w:r>
      <w:r w:rsidR="00274E9D">
        <w:rPr>
          <w:lang w:bidi="fa-IR"/>
        </w:rPr>
        <w:t>kenya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12-</w:t>
      </w:r>
      <w:r w:rsidR="00274E9D">
        <w:rPr>
          <w:rFonts w:hint="cs"/>
          <w:rtl/>
          <w:lang w:bidi="fa-IR"/>
        </w:rPr>
        <w:t xml:space="preserve"> </w:t>
      </w:r>
      <w:r w:rsidR="00274E9D" w:rsidRPr="00274E9D">
        <w:rPr>
          <w:lang w:bidi="fa-IR"/>
        </w:rPr>
        <w:t xml:space="preserve"> </w:t>
      </w:r>
      <w:r w:rsidR="00274E9D">
        <w:rPr>
          <w:lang w:bidi="fa-IR"/>
        </w:rPr>
        <w:t>swahili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13- دائرة المعارف فارس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دکتر غلامحس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مصاحب 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زنگ</w:t>
      </w:r>
      <w:r w:rsidR="00041941">
        <w:rPr>
          <w:rtl/>
          <w:lang w:bidi="fa-IR"/>
        </w:rPr>
        <w:t xml:space="preserve">ی. 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lang w:bidi="fa-IR"/>
        </w:rPr>
        <w:t xml:space="preserve">Vascodagama </w:t>
      </w:r>
      <w:r>
        <w:rPr>
          <w:rtl/>
          <w:lang w:bidi="fa-IR"/>
        </w:rPr>
        <w:t>14-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15-</w:t>
      </w:r>
      <w:r w:rsidR="00274E9D">
        <w:rPr>
          <w:rFonts w:hint="cs"/>
          <w:rtl/>
          <w:lang w:bidi="fa-IR"/>
        </w:rPr>
        <w:t xml:space="preserve"> </w:t>
      </w:r>
      <w:r w:rsidR="00274E9D" w:rsidRPr="00274E9D">
        <w:rPr>
          <w:lang w:bidi="fa-IR"/>
        </w:rPr>
        <w:t xml:space="preserve"> </w:t>
      </w:r>
      <w:r w:rsidR="00274E9D">
        <w:rPr>
          <w:lang w:bidi="fa-IR"/>
        </w:rPr>
        <w:t>Dahlach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16- شاخ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قسمت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شامل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به صورت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برآمدگ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شرق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همچون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داخل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عدن و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گردان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 و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ان بقدر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سه دولت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فرانسه و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تسلط به باب المندب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عدن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انوس هند و شرق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 هم در رقابت بودند هم اکنون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موقع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است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17-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مجموعه مقالات ترجمه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رج کرمان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234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18-</w:t>
      </w:r>
      <w:r w:rsidR="00274E9D">
        <w:rPr>
          <w:rFonts w:hint="cs"/>
          <w:rtl/>
          <w:lang w:bidi="fa-IR"/>
        </w:rPr>
        <w:t xml:space="preserve"> </w:t>
      </w:r>
      <w:r w:rsidR="00274E9D" w:rsidRPr="00274E9D">
        <w:rPr>
          <w:lang w:bidi="fa-IR"/>
        </w:rPr>
        <w:t xml:space="preserve"> </w:t>
      </w:r>
      <w:r w:rsidR="00274E9D">
        <w:rPr>
          <w:lang w:bidi="fa-IR"/>
        </w:rPr>
        <w:t>Afar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19-</w:t>
      </w:r>
      <w:r w:rsidR="00274E9D">
        <w:rPr>
          <w:rFonts w:hint="cs"/>
          <w:rtl/>
          <w:lang w:bidi="fa-IR"/>
        </w:rPr>
        <w:t xml:space="preserve"> </w:t>
      </w:r>
      <w:r w:rsidR="00274E9D" w:rsidRPr="00274E9D">
        <w:rPr>
          <w:lang w:bidi="fa-IR"/>
        </w:rPr>
        <w:t xml:space="preserve"> </w:t>
      </w:r>
      <w:r w:rsidR="00274E9D">
        <w:rPr>
          <w:lang w:bidi="fa-IR"/>
        </w:rPr>
        <w:t>oromos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20- نگاه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اوضاع مسلمانان بنگلادش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ترجمه 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مجله مشکوة ش 21 زمستان 1367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21-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ش 14232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22-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سال پس از سقوط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ماز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-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14520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lang w:bidi="fa-IR"/>
        </w:rPr>
        <w:t xml:space="preserve">Adis Abeba </w:t>
      </w:r>
      <w:r>
        <w:rPr>
          <w:rtl/>
          <w:lang w:bidi="fa-IR"/>
        </w:rPr>
        <w:t>23-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24- سازمان ملل اتحاد فدرال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ترهه با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کرده بود که 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لاسلاس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بطور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کجانبه آن را 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گرفت و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تره را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25-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 xml:space="preserve">مساوه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مصوع</w:t>
      </w:r>
      <w:r w:rsidR="004C0E7B">
        <w:rPr>
          <w:rtl/>
          <w:lang w:bidi="fa-IR"/>
        </w:rPr>
        <w:t xml:space="preserve">) </w:t>
      </w:r>
      <w:r w:rsidR="00274E9D">
        <w:rPr>
          <w:lang w:bidi="fa-IR"/>
        </w:rPr>
        <w:t>Massaouah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26-</w:t>
      </w:r>
      <w:r w:rsidR="00274E9D">
        <w:rPr>
          <w:rFonts w:hint="cs"/>
          <w:rtl/>
          <w:lang w:bidi="fa-IR"/>
        </w:rPr>
        <w:t xml:space="preserve"> </w:t>
      </w:r>
      <w:r w:rsidR="00274E9D" w:rsidRPr="00274E9D">
        <w:rPr>
          <w:lang w:bidi="fa-IR"/>
        </w:rPr>
        <w:t xml:space="preserve"> </w:t>
      </w:r>
      <w:r w:rsidR="00274E9D">
        <w:rPr>
          <w:lang w:bidi="fa-IR"/>
        </w:rPr>
        <w:t>Assob</w:t>
      </w:r>
    </w:p>
    <w:p w:rsidR="001D2733" w:rsidRDefault="001D2733" w:rsidP="00274E9D">
      <w:pPr>
        <w:pStyle w:val="libFootnote"/>
        <w:rPr>
          <w:lang w:bidi="fa-IR"/>
        </w:rPr>
      </w:pPr>
      <w:r>
        <w:rPr>
          <w:rtl/>
          <w:lang w:bidi="fa-IR"/>
        </w:rPr>
        <w:t>27-</w:t>
      </w:r>
      <w:r w:rsidR="00274E9D">
        <w:rPr>
          <w:rFonts w:hint="cs"/>
          <w:rtl/>
          <w:lang w:bidi="fa-IR"/>
        </w:rPr>
        <w:t xml:space="preserve"> </w:t>
      </w:r>
      <w:r w:rsidR="00274E9D" w:rsidRPr="00274E9D">
        <w:rPr>
          <w:lang w:bidi="fa-IR"/>
        </w:rPr>
        <w:t xml:space="preserve"> </w:t>
      </w:r>
      <w:r w:rsidR="00274E9D">
        <w:rPr>
          <w:lang w:bidi="fa-IR"/>
        </w:rPr>
        <w:t>Eritrea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28-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رج کرمان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236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29- جنبشها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بخش ص 159</w:t>
      </w:r>
      <w:r w:rsidR="00041941">
        <w:rPr>
          <w:rtl/>
          <w:lang w:bidi="fa-IR"/>
        </w:rPr>
        <w:t xml:space="preserve">. </w:t>
      </w:r>
    </w:p>
    <w:p w:rsidR="001D2733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30- پس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انقلاب ش 54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29 اسفند 1360</w:t>
      </w:r>
      <w:r w:rsidR="00041941">
        <w:rPr>
          <w:rtl/>
          <w:lang w:bidi="fa-IR"/>
        </w:rPr>
        <w:t xml:space="preserve">. </w:t>
      </w:r>
    </w:p>
    <w:p w:rsidR="004C0E7B" w:rsidRDefault="001D2733" w:rsidP="00274E9D">
      <w:pPr>
        <w:pStyle w:val="libFootnote"/>
        <w:rPr>
          <w:rtl/>
          <w:lang w:bidi="fa-IR"/>
        </w:rPr>
      </w:pPr>
      <w:r>
        <w:rPr>
          <w:rtl/>
          <w:lang w:bidi="fa-IR"/>
        </w:rPr>
        <w:t>31- مردم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در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1993م با 8/99% آراء تحت نظارت سازمان ملل متحد به استقلال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مثبت دادند و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چند کشور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از جمله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استقلال آن را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شناختند</w:t>
      </w:r>
      <w:r w:rsidR="00041941">
        <w:rPr>
          <w:rtl/>
          <w:lang w:bidi="fa-IR"/>
        </w:rPr>
        <w:t xml:space="preserve">. </w:t>
      </w:r>
    </w:p>
    <w:p w:rsidR="00041941" w:rsidRDefault="00274E9D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121" w:name="_Toc430467399"/>
      <w:r w:rsidR="004C0E7B">
        <w:rPr>
          <w:rtl/>
          <w:lang w:bidi="fa-IR"/>
        </w:rPr>
        <w:t>جمهوری سومالی</w:t>
      </w:r>
      <w:bookmarkEnd w:id="12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قسمت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شاخ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بخود اختصاص داده و با 637657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کناره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جنوب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عدن ر شرق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سوق الج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موجب آن شد تا دول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به سه قسمت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آن را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دانست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هر قدرت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گردد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تواند بر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و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عدن دسترس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بندر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لغ در کنار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عدن وارد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و اسلام را در قرن اول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گسترش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14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دولت قدرتمند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 که توانست بر قسمت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حمله 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1883م در بخش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اکنون کشور مستقل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اده کردند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قلمرو به 22000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خاک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حدود 638000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 متر مربع بود در سال 1881م به چنگ انگلستان افتاد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هم در سال 1889م به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لشگر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جه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مذکور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شد و در سال 1936م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تره و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مستعمره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بودند مستعمره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1901م در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انگلستان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بوقوع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 که توسط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محمد عبدالله حسن با هدف استقلال خواه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بر ضد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و تا سال 1920م 4 حمله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را دفع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1948م دکتر عبدالرش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شرمارک باتفاق عبدالله عثمان جزب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جوانان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دادند که هدف آن استقلال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1960م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متشکل از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و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استقلال خود را بدست آورد و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عبدالله عثمان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1964م خشکسال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توام باقحط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قدرت مرکز را متزلزل نمود و نخست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وقت استعفا داد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اکتبر 1969م محمد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ادباره با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زمام امور را بدست گرفت و پس از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کرد تنها حزب قانون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«حزب انقلاب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1977م با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سر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اوگادن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وارد جنگ شد و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عدم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کارشناسان کوبائ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خورد و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اوگادن را از دست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 از آن جهت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 داد و بندر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بربرا را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گذاشت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ادباره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دوگانه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 در ضمن آنکه خود را مسلمان متعصب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 به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محو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اشاعه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نهضت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زنان را براه انداخت که مورد مخالفت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قرار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اگوست 1972م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ادباره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کار و اوباش را بنام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شتازان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وارد مساجد و اجتماعات شده و به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پرداختند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مسلمان را محاکمه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 و به اتهام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مجازاتها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تع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دانشگاه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دانشجو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مسلمان به جرم فراخواندن همکلاسان خود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نماز دستگ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رهبران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اتهام استفاده 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اختلال در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کشور اعدام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ژنرال محمد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ادباره پس از 6 ماه آشوب در کشور و دوماه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مسلحانه با کنگره متحد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دوشنبه 8 بهمن 1369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28 ژانو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1991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موگاد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شو را ترک و به نقطه نامعلوم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فرار کرد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موگاد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شو توسط کنگره متحد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اشغال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محمد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موقت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سومال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ژنرال محمد فرح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سقوط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کتاتور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هم متحد شدند هر دو عضو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هاو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هستند که جبهه متحد کنگره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بدست آورد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 کدام به شاخه فرع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تعلق دارند که با شاخه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تضادند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و طرفداران آن 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صحنه جنگ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کرده است که از عوارض آن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30% سکنه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خطر مرگ روبرو ساخته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حوزه قدرت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موقت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شمال موگاد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شو و اطراف آن است و جنوب آن را ژنرال محمد فرح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دارد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منطقه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طرف سبز قرار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طرفداران به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حرکت در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بدون اسکورت ماموران مسلح خطرناک است هر دو گروه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سلاح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مسلح به محموله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از کشت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وارد کام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حمله و آن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را غارت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لذا سازمان ملل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ئت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مسلحانه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پاسدار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مواد وارد موگاد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شو نموده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اما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با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بدست آوردن منافع و 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قدرت خود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را وادار به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قطعنامه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 تا بر اساس آن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سرپرست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در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دخالت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نموده و در ظاهر ازا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کمک به مردم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کرده و قربان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نجات دهند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مردم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نسل حام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بوده و 95% آنان از نژاد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بانتو و عرب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ازاعقاب حام فرزند حضرت نوح</w:t>
      </w:r>
      <w:r w:rsidR="004C0E7B">
        <w:rPr>
          <w:rtl/>
          <w:lang w:bidi="fa-IR"/>
        </w:rPr>
        <w:t xml:space="preserve"> </w:t>
      </w:r>
      <w:r w:rsidR="00471785" w:rsidRPr="00471785">
        <w:rPr>
          <w:rStyle w:val="libAlaemChar"/>
          <w:rtl/>
        </w:rPr>
        <w:t>عليه‌السلام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آنان سواح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اما زبان بانتو هم به آن وارد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6603000 سکنه آن 38%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4/10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 رشد سالانه 8/2%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8/23 سال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99%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 هستند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شو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بربراهاوگ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آن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شو از قرن دهم تا پانزدهم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بود و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 و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اسلام بودند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اقتصاد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بردامپرور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بوده و گوسفندان سرس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آن شهرت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که از پوست آن دستکشها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مرغوب 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موز و غلات از محصولات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ذخائر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آن معادن اوران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 بوده که توجه قدرتها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بخود جلب کرده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زغال سنگ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نمک و نفت هم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صنعت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علاوه بر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با آن مواجه است با بحر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روبروست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خشکسال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قحط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 1977م مص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بت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مردمان آن فراهم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امراض مسر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همه جا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پناهندگان اوگادن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خود معضل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نزاع با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قبل از حالت فوق العاده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دارو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کمک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داشت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22" w:name="_Toc430467400"/>
      <w:r>
        <w:rPr>
          <w:rtl/>
          <w:lang w:bidi="fa-IR"/>
        </w:rPr>
        <w:t>جیبوتی</w:t>
      </w:r>
      <w:bookmarkEnd w:id="12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کوچک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حدود 22000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وسعت در شرق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شمال شاخ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در کنار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عدن و جنوب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قرار دارد و در ساحل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باب المندب واقع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فرو رفتگ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عدن در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آن موقع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قبلا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قلمرو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در سال 1883م فرانسه آن را مستعمره خود نمود که به سومال فرنسه معروف بود و امروزه به آن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غفار و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دو بخش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و ارتفاعات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مقدار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درافت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نقاط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آن هنگام وزش بادها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موسم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بارندگ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سوزان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506000 نفر سکنه آن است که 78% آن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رشد سالانه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3%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8/21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لوکتر مربع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45% مردم از نژاد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37% عفار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اقوام عفار اناک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که اغلب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 و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90% مردم مسلمان و اغلب مذهب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فرانسه در هنگام استعمار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آن را از اوباک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ابوک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منتقل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1967م به عفار و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موسوم بود و در سال 1977م پس از 115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سلطه فرانسه 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پس به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مشهور گشت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استقلال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بود که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داشت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سلطه استعمار باق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بماند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بندر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شهر مهم آن تاجورا نام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5 بخش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شده که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نظر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دول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فرانسه روابط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از تونس و عربستان کمکها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کوبا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دولت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ضد جبهه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منطقه اوگادن وارد جنگ شدند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عفار به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ختند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سال 1977م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با مستقر شدن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کوبا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مورد بحث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فشار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بم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روستاها و انهدام مراکز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دامدار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پناهندگان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حکام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عاده پناهندگان مسلمان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اصل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به اجبار و فشار متوسل شده و با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سوزان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 اردوگاهها</w:t>
      </w:r>
      <w:r w:rsidR="00041941">
        <w:rPr>
          <w:rtl/>
          <w:lang w:bidi="fa-IR"/>
        </w:rPr>
        <w:t xml:space="preserve">،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در تنگنا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اما پناهندگان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حاضر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ستند تا 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و عوامل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موجب کوچ آنان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ادامه داشته 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کشور خود بازگردند</w:t>
      </w:r>
      <w:r w:rsidR="00041941">
        <w:rPr>
          <w:rtl/>
          <w:lang w:bidi="fa-IR"/>
        </w:rPr>
        <w:t xml:space="preserve">؛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وجود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را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سرکوب و نهد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باز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گردانند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کمکها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اضافه از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 پهاهندگان سازمان ملل جهت اسکان دوباره پناهندگان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بازگردان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استقبال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قهوه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موز و غلات از فراورده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پرورش شتر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بز و گوسفند هم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اساس اقتصاد آن به بندر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به راه آهن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به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مرتبط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سازد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40% صادرات و 60% واردات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بندر مذکور حمل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روابط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مسدود شدن راه مزبور و سراز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شدن آوراگان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عفار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اقتصاد آن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نابسامان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واحد پول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فرانگ است که برابر صد سانت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استقلال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ک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8000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وجود دارد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23" w:name="_Toc430467401"/>
      <w:r>
        <w:rPr>
          <w:rtl/>
          <w:lang w:bidi="fa-IR"/>
        </w:rPr>
        <w:t>کنیا</w:t>
      </w:r>
      <w:bookmarkEnd w:id="12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قرار داشته و با سومال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اوگاندا و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مرز مشترک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در شرق آن واقع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از سال 1895م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سلطه انگلستان درآمد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مبارزه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هن پرستان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جوموکن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B15E7B">
        <w:rPr>
          <w:rtl/>
          <w:lang w:bidi="fa-IR"/>
        </w:rPr>
        <w:t>آفریقا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سال 1963م به کسب استقلال نائل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وسعت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582646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بوده و 24335000 نفر سکنه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قرون هفتم و هشتم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 جهت تجارت عاج در سواحل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مستقر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 امتزاج مسلمانان و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تمدن سواح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داده شد و اسلام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نقطه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تا سال 1806م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نقسمت از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عمان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مومباسا بندر کنون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ساحل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1100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درگو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حال حاضر 30% از سکنه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مسلمان هستند و در است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3 استان 75% مساحت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مسلمانان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نژاد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اغلب مسلمانان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مکتب شافع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سودان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الاصل - واقع درنا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- تابع فقه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و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دهه 1960م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ساکن 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خواستار الحاق به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شدند که به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درهم 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نوامبر 1980م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مردم مرتکب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تجاوز به زنان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بکارگ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زه در مورد دختران باکره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کشتن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آتش زدن منازل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بازداشت هزاران نفر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حمله به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مصادره دامها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 منع وسا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سوار نمودن مسلمانان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از جمله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حرکات 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فور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1984م ساکنان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شهرک که مسلمان بودند مورد حمله قرار گرفته و صدها تن کشته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آتش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اجبار لخت و عر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آفتاب گرم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نشستند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فرماندار منطقه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سون 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مردم مسلمان را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 که آنان را که از نژاد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خواهند برد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سال 1983م دولت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کمربند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برقرار کرده و سکنه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آن به علت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سرکوب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حالت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ترس و وحشت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بردند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مقامات مهم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گفته بود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خوب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10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چون مسلمانان در تنگناها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دارند مبلغان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آنان رفته و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کمک به افراد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سع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پرورش کودکان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به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سال 1982م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 معاون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و 23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مجلس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دارند و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انتشار کتب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تفس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قرآن 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به زبان سواح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پرداخته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24" w:name="_Toc430467402"/>
      <w:r>
        <w:rPr>
          <w:rtl/>
          <w:lang w:bidi="fa-IR"/>
        </w:rPr>
        <w:t>تانزانیا</w:t>
      </w:r>
      <w:bookmarkEnd w:id="12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متحده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با 945037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وسعت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مجاورت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و ماب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 xml:space="preserve">ی: </w:t>
      </w:r>
      <w:r>
        <w:rPr>
          <w:rtl/>
          <w:lang w:bidi="fa-IR"/>
        </w:rPr>
        <w:t>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اوگاندا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روندا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بخش اعظم آن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تانگان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آن را سه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زنگبار ماف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پمبا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که غالبا از کوهست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ارتفاع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منشاء 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بوجود آمده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بلندتر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قله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مانجارو در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واقع شده است 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قله نگرونگرو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20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عرض که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69530E">
        <w:rPr>
          <w:rtl/>
          <w:lang w:bidi="fa-IR"/>
        </w:rPr>
        <w:t>دهان</w:t>
      </w:r>
      <w:r>
        <w:rPr>
          <w:rtl/>
          <w:lang w:bidi="fa-IR"/>
        </w:rPr>
        <w:t>ه 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عبارتند از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شمال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تانگان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در غرب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جنوب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مرطوب و پر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منطقه رنگبار از قرون قبل مورد توجه بازرگانان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انوردان بوده و تجارت برده و عاج در آن رواج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به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بازرگانان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آورده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دوره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سلسله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 و فارس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قرن دهم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سوم هجر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تا پانزدهم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رنگ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خرابه قصرها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منازل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مساجد و ضرب سکه آثار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تمدن را نشان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امرا و حکام محل باجگزار حکومت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لوا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تمدن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تمدن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خانواده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لوا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نبودند و در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حکومت را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و مسجد باشکوه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از آنان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ادگار مانده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فرد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لوا قدرت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 الحسن نام داشت که مرکز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کوچک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مقتدر و مستحکم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 و تا منطقه پمبا را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نفوذ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تجارت طلا را کنترل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 و بنام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سکه زد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لوا مرکز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 و تمام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مسلمان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زنگبار پس از سقوط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سکه ضرب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نقاط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به تصرف سلطان مسقط درآمد و تا سال 1965م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مستقل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1503م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زنگبار را مستعمره خود نمودند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1698م بدنبال شکست فاحش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از مسلمانان خوردند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زنگبار به دست فاتح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افتاد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تا سال 1963م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بود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مستقل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تانگان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تا قبل از قرن شانزدهم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حکومت رنگبار بود که در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قرن نوزدهم تحت عنوان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آلمان آن را مستعمره خود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شکست آلمان در جنگ اول و تجز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مستعمرات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تانگان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مستعمره انگلستان 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1961م استقلال خود را بدست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1964م برحسب قرارداد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کرومه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زنگبار و ژول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رره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تانگان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بسته شد زنگبار و تانگان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متحده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با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شورو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روابط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مرکز حکومت آن دارالسلام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شهر دارالسلام شلوغ و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بوده و سطح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پا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تعداد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نقل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علت فقر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روها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خوابند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نقاط محروم دارالسلام و در بخش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در 175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دارالسلام - جهاد سازدنگ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با 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نمودن شعبه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سال 1362ش مشغول طرحها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به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توسعه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دامپرور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دارالسلام 150 مسجد وجود دارد که اکثرا متعلق به مسلمانان شافع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پاکستان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لانکا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مسجد باشکوه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مرکز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1990م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25085000 نفر سکنه داشته که درصد شهرنش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20% و رشد سالانه 2/3%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5/26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مردان 49 سال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زنان 54 سال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ادآور تمدن سواح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تمدن را مردم مستقر در سواحل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بوجود آورده و حکومتها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قرن دهم تا پانزدهم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جامعه از لامور در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تا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با زبان بانتو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فرهنگ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بود و بخش عمده آن فرهنگ اسلام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افراد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نسل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تمدن نقش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عهده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شانزدهم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تمدن را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طبق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قات ادوارد براون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آثار تمدن درخشان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درمنطقه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هارانا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شهر وهمار درساحل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زبان سواح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زبا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بوده و خط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شاز 50% مردم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مسلمان بوده و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مذاحب ابتدائ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سال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Sysal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در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محصولات مهم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آن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کنف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قهوه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برنج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معدن مهم آن الماس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غذا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پوشاک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مصنوعات دست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چوب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مراکز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واحد پول آن شل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که برابر صد سنت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به موجب اعلام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آروشا که توسط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رره اعلام شد تمام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شرکتها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خصوص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مراکز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مراتع بزرگ مالکان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شد و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اساس به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داده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تلاش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بخش تمرکز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</w:p>
    <w:p w:rsidR="004C0E7B" w:rsidRDefault="004C0E7B" w:rsidP="004C0E7B">
      <w:pPr>
        <w:pStyle w:val="Heading3"/>
        <w:rPr>
          <w:rtl/>
          <w:lang w:bidi="fa-IR"/>
        </w:rPr>
      </w:pPr>
      <w:bookmarkStart w:id="125" w:name="_Toc430467403"/>
      <w:r>
        <w:rPr>
          <w:rtl/>
          <w:lang w:bidi="fa-IR"/>
        </w:rPr>
        <w:t xml:space="preserve">ج -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ی غربی</w:t>
      </w:r>
      <w:bookmarkEnd w:id="125"/>
    </w:p>
    <w:p w:rsidR="00041941" w:rsidRDefault="00B15E7B" w:rsidP="004C0E7B">
      <w:pPr>
        <w:pStyle w:val="Heading3"/>
        <w:rPr>
          <w:rtl/>
          <w:lang w:bidi="fa-IR"/>
        </w:rPr>
      </w:pPr>
      <w:bookmarkStart w:id="126" w:name="_Toc430467404"/>
      <w:r>
        <w:rPr>
          <w:rtl/>
          <w:lang w:bidi="fa-IR"/>
        </w:rPr>
        <w:t>آفریقا</w:t>
      </w:r>
      <w:r w:rsidR="004C0E7B">
        <w:rPr>
          <w:rtl/>
          <w:lang w:bidi="fa-IR"/>
        </w:rPr>
        <w:t>ی غربی</w:t>
      </w:r>
      <w:bookmarkEnd w:id="126"/>
    </w:p>
    <w:p w:rsidR="001D2733" w:rsidRDefault="00B15E7B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نقطه نظر پست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بلند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چهره طب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متنوع است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ارتفاعات مهم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جز کوهها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فوتاجالون 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نه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ارتفاعات 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ه و کامرون در 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ه 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ده نم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بخش شمال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</w:t>
      </w: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تحت تاث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ر صحرا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کب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ر </w:t>
      </w: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از آب و هوا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گرم و خشک برخوردار بوده ول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در سواحل توام با وطوبت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دشتها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اکثر مناطق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جنگلها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پوشان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 است و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عبور خط استوا و قرار گرفتن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در غرب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گرم و مرطوب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درخت موز و کائوچو در نقاط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بوفور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دور شدن ازمنطقه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انبوه درختها کاسته شده تا جائ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علفزار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 قرار داده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را ساوان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که چشمه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برکه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آن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درختان چتر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ساوان که اقاق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نام دارند محل استراحت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رها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جانوران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گرم و خشک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کمبود آب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نبودن خاک و عدم اطم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از وقوع بارندگ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اجازه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کشاورزان در ساوان از رونق برخوردار باشد و صرفا ارزن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ذرت و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خشکسال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را در معرض قحط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و موجب تلفات انسان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از مناطق مهم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قاره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و بستر دولتها و تمدنها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موجب اسناد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نوشته شده و دولت غانا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قرون سوم و چهارم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متمرکز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رفته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دول 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در بخش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و سنگال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مرکز آن کومب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اقتصاد آن بر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داشت و علاوه بر آن به استخراج 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نمک و 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فرزات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کتب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آثار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احان مسلمان وضع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توص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مه دوم قرن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بربر صنهاج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وابسته به المرابطون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غنا را به تصرف خود درآؤردند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اواخر قرن دهم دولت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آمد که با انحطاط دولت غانا استقلال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زمان پادشاه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«سوند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اتا» دوره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رومند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حکومت در حدود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 تجارت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شهر سانکارائ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زمان جانش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قلمرو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سواحل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تا شهر گائو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منازعه با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ضع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اواخر قرن پانزده و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شانزده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سونگائ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قسمت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شرق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تصرف نمودند و با حمله سپاه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مراکش در سال 1591م دولت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منقرض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سونگائ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قرون وسط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سودان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قدرت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عهد پادشاه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محمد توره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1528 - 1493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باوج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قرون 15 و 16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مزبور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سودان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 و اقلام عمده درآمدها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تجار 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نمک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عاج و پارچه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شهر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مبوکتو و تانگوره و جنه مراکز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دانشگاه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محتوا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شده بود که در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علوم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مسجد جامع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مبوکتو از کهن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بناها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مسجد جامع سونگو که در قرن چهاردهم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شده از جمله آثار معمار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بخش از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1951م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مراکش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را شکست داده و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مبوکتو و دره رود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را به آتش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 کول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انجام داده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بر اساس آن مردم مناطق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 و تمدن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شرفته بوده و جوامع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قابل تحس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مورخ و محقق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گسترش اسلام در تار و پود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اجتماع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اعتراف نموده 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«اسلام به عنوان مذهب بزرگ حکومت مترق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 اضافه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«از بطن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 به اسلام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شالوده متکب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تعال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تمبوکتو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جن و مک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مکتب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از آن پس به مدت 300 سال رونق دارند و پژوهشگران مسلمان را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و با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خوانند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 اعتراف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که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دگاه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اسلام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باختر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جدا از جنبه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به سبب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در دو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مورد ملاحظه قرار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در فن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درفن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شهر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امپراطور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رومند و مهم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گردند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تواند مدع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ارمغان آوردن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زها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ک نقشه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مربوط به دوره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1600 - 1300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قاره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 xml:space="preserve">شمال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جنوب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اند که مستق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مستق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با نظام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 داشتند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ننظام بدست کسان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که وحدت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را</w:t>
      </w:r>
      <w:r w:rsidR="00041941">
        <w:rPr>
          <w:rtl/>
          <w:lang w:bidi="fa-IR"/>
        </w:rPr>
        <w:t xml:space="preserve">... </w:t>
      </w:r>
      <w:r>
        <w:rPr>
          <w:rtl/>
          <w:lang w:bidi="fa-IR"/>
        </w:rPr>
        <w:t>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شناختند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28</w:t>
      </w:r>
      <w:r w:rsidR="004C0E7B" w:rsidRPr="00D23B69">
        <w:rPr>
          <w:rStyle w:val="libFootnotenumChar"/>
          <w:rtl/>
          <w:lang w:bidi="fa-IR"/>
        </w:rPr>
        <w:t>)</w:t>
      </w:r>
      <w:r>
        <w:rPr>
          <w:rtl/>
          <w:lang w:bidi="fa-IR"/>
        </w:rPr>
        <w:t>»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مردم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اغلب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پوستند که در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با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قومها درآم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 و نژاد مختلط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بوجود 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نابتر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نژاد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در جنگلها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نظر ربان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متاسفانه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نفوذ استعمار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اغلب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زبان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گانه است به عنوان نمونه در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ساحل عاج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سنگال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کامرون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کنگو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ولتا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غنا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رالئون و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و در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 زبان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وسعت مجموع 21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حدود 6200000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گردد که 20% مساحت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شامل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 وجود آنکه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منطقه سرسبز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منابع و ذخائر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اغلب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کم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هستند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واحدها حدود 190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سکونت دارند که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کشور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استثناست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سکنه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خود اختصاص داده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صد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 که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پر سکنه جهان به حساب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Normal"/>
        <w:rPr>
          <w:rtl/>
          <w:lang w:bidi="fa-IR"/>
        </w:rPr>
      </w:pPr>
      <w:r>
        <w:rPr>
          <w:rtl/>
          <w:lang w:bidi="fa-IR"/>
        </w:rPr>
        <w:t>پروس</w:t>
      </w:r>
      <w:r w:rsidR="00DE00CE">
        <w:rPr>
          <w:rFonts w:hint="cs"/>
          <w:rtl/>
          <w:lang w:bidi="fa-IR"/>
        </w:rPr>
        <w:t>عت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1240000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</w:t>
      </w:r>
      <w:r w:rsidR="00041941">
        <w:rPr>
          <w:rtl/>
          <w:lang w:bidi="fa-IR"/>
        </w:rPr>
        <w:t xml:space="preserve">.، </w:t>
      </w:r>
      <w:r>
        <w:rPr>
          <w:rtl/>
          <w:lang w:bidi="fa-IR"/>
        </w:rPr>
        <w:t>کم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کم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وسعتتر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سائوتومه و پرنس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سنگال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کامرون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ساحل عاج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بورک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نافاسو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رالئون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توگو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 و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در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کشورها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کنگو و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مردم مذهب ابتدائ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سم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محصولات کشاورز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جنگل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فرآورده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سهم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درآمد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ذخائر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منگنز در غنا و کبالت در کنگو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بخش از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کنندگان اوران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و 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60% طلا و الماس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قسمت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تنها در کشور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نفت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هشتم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صادر کننده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قابل مشاهده است از آن جمله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«اتحاد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گمرک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 (</w:t>
      </w:r>
      <w:r>
        <w:rPr>
          <w:rtl/>
          <w:lang w:bidi="fa-IR"/>
        </w:rPr>
        <w:t>اودئائو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را نام برد که در سال 1966م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شده و اعضا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عبارتند از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ساحل عاج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بورک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نافاسو و سنگال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جامعه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 </w:t>
      </w:r>
      <w:r w:rsidR="00B15E7B">
        <w:rPr>
          <w:rtl/>
          <w:lang w:bidi="fa-IR"/>
        </w:rPr>
        <w:t>آفریقا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اکوواس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که در سال 1975م در لاگوس - مرکز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-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 و هدف آن همکار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گمرک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عضو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باختر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گانه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گشا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27" w:name="_Toc430467405"/>
      <w:r>
        <w:rPr>
          <w:rtl/>
          <w:lang w:bidi="fa-IR"/>
        </w:rPr>
        <w:t>پی نوشتها</w:t>
      </w:r>
      <w:bookmarkEnd w:id="127"/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1- مجله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انقلاب ش 54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2- مجله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انقلاب ش 128 - 29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ماه 1363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3-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نامعلوم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ش 14135 - 14 اسفند 1369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4-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کورطالبان قدرت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اطلاعات 19695 و ش 19686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5-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شنبه 14 آذر 1371 ش 3915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6-</w:t>
      </w:r>
      <w:r w:rsidR="00DE00CE">
        <w:rPr>
          <w:rFonts w:hint="cs"/>
          <w:rtl/>
          <w:lang w:bidi="fa-IR"/>
        </w:rPr>
        <w:t xml:space="preserve"> </w:t>
      </w:r>
      <w:r w:rsidR="00DE00CE">
        <w:rPr>
          <w:lang w:bidi="fa-IR"/>
        </w:rPr>
        <w:t>Mogadishu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7- بنا به نوشته روزنامه 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چاپ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به بهانه استقرار صلح در سومال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مشغول غارت ذخائر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منابع نفت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8- مجله مشکوة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 21 رمستان 1367 صفحات 122 و 123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9-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به اتفاق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همه پرس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الملل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ساحل 1962 به نفع الحاق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دادند اما نه تنها به خواسته آنان 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نهده نشد بلکه روز به روز اوضاع آنان بدتر شد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10-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رج کرمان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236 و 237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11-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 امروز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ترجمه محمد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ص 215 و 216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12-</w:t>
      </w:r>
      <w:r w:rsidR="00DE00CE">
        <w:rPr>
          <w:rFonts w:hint="cs"/>
          <w:rtl/>
          <w:lang w:bidi="fa-IR"/>
        </w:rPr>
        <w:t xml:space="preserve"> </w:t>
      </w:r>
      <w:r w:rsidR="00DE00CE">
        <w:rPr>
          <w:lang w:bidi="fa-IR"/>
        </w:rPr>
        <w:t>pemba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13-</w:t>
      </w:r>
      <w:r w:rsidR="00DE00CE">
        <w:rPr>
          <w:rFonts w:hint="cs"/>
          <w:rtl/>
          <w:lang w:bidi="fa-IR"/>
        </w:rPr>
        <w:t xml:space="preserve"> </w:t>
      </w:r>
      <w:r w:rsidR="00DE00CE" w:rsidRPr="00DE00CE">
        <w:rPr>
          <w:lang w:bidi="fa-IR"/>
        </w:rPr>
        <w:t xml:space="preserve"> </w:t>
      </w:r>
      <w:r w:rsidR="00DE00CE">
        <w:rPr>
          <w:lang w:bidi="fa-IR"/>
        </w:rPr>
        <w:t>Ngorongro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14-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الحسن بن 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اول در 1270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مسجد را بنا نهاد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15- ره آورد سفر به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- عبدالرح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رح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روزنامه رسالت ش 1992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16-</w:t>
      </w:r>
      <w:r w:rsidR="00DE00CE">
        <w:rPr>
          <w:rFonts w:hint="cs"/>
          <w:rtl/>
          <w:lang w:bidi="fa-IR"/>
        </w:rPr>
        <w:t xml:space="preserve"> </w:t>
      </w:r>
      <w:r w:rsidR="00DE00CE" w:rsidRPr="00DE00CE">
        <w:rPr>
          <w:lang w:bidi="fa-IR"/>
        </w:rPr>
        <w:t xml:space="preserve"> </w:t>
      </w:r>
      <w:r w:rsidR="00DE00CE">
        <w:rPr>
          <w:lang w:bidi="fa-IR"/>
        </w:rPr>
        <w:t>Bantu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17-</w:t>
      </w:r>
      <w:r w:rsidR="00DE00CE">
        <w:rPr>
          <w:rFonts w:hint="cs"/>
          <w:rtl/>
          <w:lang w:bidi="fa-IR"/>
        </w:rPr>
        <w:t xml:space="preserve"> </w:t>
      </w:r>
      <w:r w:rsidR="00DE00CE">
        <w:rPr>
          <w:lang w:bidi="fa-IR"/>
        </w:rPr>
        <w:t>Advard Brown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18-</w:t>
      </w:r>
      <w:r w:rsidR="00DE00CE">
        <w:rPr>
          <w:rFonts w:hint="cs"/>
          <w:rtl/>
          <w:lang w:bidi="fa-IR"/>
        </w:rPr>
        <w:t xml:space="preserve"> </w:t>
      </w:r>
      <w:r w:rsidR="00DE00CE">
        <w:rPr>
          <w:lang w:bidi="fa-IR"/>
        </w:rPr>
        <w:t>iharana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19-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اسلام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مهندس حسن بش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20-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سال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 کتان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مصرف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21-</w:t>
      </w:r>
      <w:r w:rsidR="00DE00CE">
        <w:rPr>
          <w:rFonts w:hint="cs"/>
          <w:rtl/>
          <w:lang w:bidi="fa-IR"/>
        </w:rPr>
        <w:t xml:space="preserve"> </w:t>
      </w:r>
      <w:r w:rsidR="00DE00CE" w:rsidRPr="00DE00CE">
        <w:rPr>
          <w:lang w:bidi="fa-IR"/>
        </w:rPr>
        <w:t xml:space="preserve"> </w:t>
      </w:r>
      <w:r w:rsidR="00DE00CE">
        <w:rPr>
          <w:lang w:bidi="fa-IR"/>
        </w:rPr>
        <w:t>Savan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22- کشور غنا نام خود را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گرفته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23-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متحد شود - قوام نکرومه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دکتر محمد توکل صفحات 31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32 و 33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24-</w:t>
      </w:r>
      <w:r w:rsidR="00DE00CE">
        <w:rPr>
          <w:rFonts w:hint="cs"/>
          <w:rtl/>
          <w:lang w:bidi="fa-IR"/>
        </w:rPr>
        <w:t xml:space="preserve"> </w:t>
      </w:r>
      <w:r w:rsidR="00DE00CE" w:rsidRPr="00DE00CE">
        <w:rPr>
          <w:lang w:bidi="fa-IR"/>
        </w:rPr>
        <w:t xml:space="preserve"> </w:t>
      </w:r>
      <w:r w:rsidR="00DE00CE">
        <w:rPr>
          <w:lang w:bidi="fa-IR"/>
        </w:rPr>
        <w:t>Manix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25-</w:t>
      </w:r>
      <w:r w:rsidR="00DE00CE">
        <w:rPr>
          <w:rFonts w:hint="cs"/>
          <w:rtl/>
          <w:lang w:bidi="fa-IR"/>
        </w:rPr>
        <w:t xml:space="preserve"> </w:t>
      </w:r>
      <w:r w:rsidR="00DE00CE" w:rsidRPr="00DE00CE">
        <w:rPr>
          <w:lang w:bidi="fa-IR"/>
        </w:rPr>
        <w:t xml:space="preserve"> </w:t>
      </w:r>
      <w:r w:rsidR="00DE00CE">
        <w:rPr>
          <w:lang w:bidi="fa-IR"/>
        </w:rPr>
        <w:t>Cowley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26-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اسلام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مهندس حسن بش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27-</w:t>
      </w:r>
      <w:r w:rsidR="00DE00CE">
        <w:rPr>
          <w:rFonts w:hint="cs"/>
          <w:rtl/>
          <w:lang w:bidi="fa-IR"/>
        </w:rPr>
        <w:t xml:space="preserve"> </w:t>
      </w:r>
      <w:r w:rsidR="00DE00CE" w:rsidRPr="00DE00CE">
        <w:rPr>
          <w:lang w:bidi="fa-IR"/>
        </w:rPr>
        <w:t xml:space="preserve"> </w:t>
      </w:r>
      <w:r w:rsidR="00DE00CE">
        <w:rPr>
          <w:lang w:bidi="fa-IR"/>
        </w:rPr>
        <w:t>Basil davidson</w:t>
      </w:r>
    </w:p>
    <w:p w:rsidR="001D2733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28-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ودسن ترجمه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مولو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صفحات 248 تا 251</w:t>
      </w:r>
      <w:r w:rsidR="00041941">
        <w:rPr>
          <w:rtl/>
          <w:lang w:bidi="fa-IR"/>
        </w:rPr>
        <w:t xml:space="preserve">. 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29-</w:t>
      </w:r>
      <w:r w:rsidR="00DE00CE">
        <w:rPr>
          <w:rFonts w:hint="cs"/>
          <w:rtl/>
          <w:lang w:bidi="fa-IR"/>
        </w:rPr>
        <w:t xml:space="preserve"> </w:t>
      </w:r>
      <w:r w:rsidR="00DE00CE" w:rsidRPr="00DE00CE">
        <w:rPr>
          <w:lang w:bidi="fa-IR"/>
        </w:rPr>
        <w:t xml:space="preserve"> </w:t>
      </w:r>
      <w:r w:rsidR="00DE00CE">
        <w:rPr>
          <w:lang w:bidi="fa-IR"/>
        </w:rPr>
        <w:t>Animisme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30-</w:t>
      </w:r>
      <w:r w:rsidR="00DE00CE">
        <w:rPr>
          <w:rFonts w:hint="cs"/>
          <w:rtl/>
          <w:lang w:bidi="fa-IR"/>
        </w:rPr>
        <w:t xml:space="preserve"> </w:t>
      </w:r>
      <w:r w:rsidR="00DE00CE" w:rsidRPr="00DE00CE">
        <w:rPr>
          <w:lang w:bidi="fa-IR"/>
        </w:rPr>
        <w:t xml:space="preserve"> </w:t>
      </w:r>
      <w:r w:rsidR="00DE00CE">
        <w:rPr>
          <w:lang w:bidi="fa-IR"/>
        </w:rPr>
        <w:t>Udeao</w:t>
      </w:r>
    </w:p>
    <w:p w:rsidR="001D2733" w:rsidRDefault="001D2733" w:rsidP="00DE00CE">
      <w:pPr>
        <w:pStyle w:val="libFootnote"/>
        <w:rPr>
          <w:lang w:bidi="fa-IR"/>
        </w:rPr>
      </w:pPr>
      <w:r>
        <w:rPr>
          <w:rtl/>
          <w:lang w:bidi="fa-IR"/>
        </w:rPr>
        <w:t>31-</w:t>
      </w:r>
      <w:r w:rsidR="00DE00CE">
        <w:rPr>
          <w:rFonts w:hint="cs"/>
          <w:rtl/>
          <w:lang w:bidi="fa-IR"/>
        </w:rPr>
        <w:t xml:space="preserve"> </w:t>
      </w:r>
      <w:r w:rsidR="00DE00CE" w:rsidRPr="00DE00CE">
        <w:rPr>
          <w:lang w:bidi="fa-IR"/>
        </w:rPr>
        <w:t xml:space="preserve"> </w:t>
      </w:r>
      <w:r w:rsidR="00DE00CE">
        <w:rPr>
          <w:lang w:bidi="fa-IR"/>
        </w:rPr>
        <w:t>Umoa</w:t>
      </w:r>
    </w:p>
    <w:p w:rsidR="004C0E7B" w:rsidRDefault="001D2733" w:rsidP="00DE00CE">
      <w:pPr>
        <w:pStyle w:val="libFootnote"/>
        <w:rPr>
          <w:rtl/>
          <w:lang w:bidi="fa-IR"/>
        </w:rPr>
      </w:pPr>
      <w:r>
        <w:rPr>
          <w:rtl/>
          <w:lang w:bidi="fa-IR"/>
        </w:rPr>
        <w:t>32-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تاشناس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صفحات 433 و 434</w:t>
      </w:r>
      <w:r w:rsidR="00041941">
        <w:rPr>
          <w:rtl/>
          <w:lang w:bidi="fa-IR"/>
        </w:rPr>
        <w:t xml:space="preserve">. </w:t>
      </w:r>
    </w:p>
    <w:p w:rsidR="00041941" w:rsidRDefault="00DE00CE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128" w:name="_Toc430467406"/>
      <w:r w:rsidR="004C0E7B">
        <w:rPr>
          <w:rtl/>
          <w:lang w:bidi="fa-IR"/>
        </w:rPr>
        <w:t>جمهوری عربی صحرا</w:t>
      </w:r>
      <w:bookmarkEnd w:id="128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 با 28 4000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وسعت درغرب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ساحل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مراکش و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دو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معروف ساق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ة الحمراء و واد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الذهب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است و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گرم و خشک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طول سواحل آن به 1500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آغاز قرن چهاردهم به آن بلاد شنگت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گفتند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سال 1884م استعمار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صحرا شکل علن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بخود گرفت و در سال 1958م اسن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ماوراء بحار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محسوب 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آغاز قرن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به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مشهور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1975م و 1976م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بنا به مصالح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صحرا را تخل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نمود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واگذار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آن به مراکش و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زهر خود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فرو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 و آرامش را از مردمان صحرا سلب نمود و قسمت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 را مراکش تصاحب نمود که 75% وسعت آن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که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ودوارو نام دارد از لحاظ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فسفات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25%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که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گرفت به لحاظ ذخائر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1979م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بخش اشغال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منصرف و آن را مصالحه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سال 1975م اصطلاح نواکشوت در مقابل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الملل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عدالت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 و در سال 1982م که صحرا به 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سازمان وحدت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درآمد آن را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صحرا مبارزات دامنه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از زمان اشغال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توسط مراکش آغاز نمودند که در بهار سال 1973م جهت تشکل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مبارزات «جبهه پول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 که نام صحرا را به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24 ژانو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1976م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سازمان وحدت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جبهه را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کنون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83 کشور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در سال 1980م آنرا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 هم اکنون جنگ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مراکش و صحرا به خاطر حضور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مراکش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صحرا و تصاحب بخش مهم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ادامه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مورد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صحرا آمارها گوناگون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جنگ و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مغرضانه مراکش اجازه نداده است که آمار دق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مردم آن مشخص شود و سکنه آن را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190 هزار تا 750 هزار نفر ذکر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گروه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مردم به خاطر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خشن و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نامساعد بودن اوضاع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خشکسال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مهاجرت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نظر نژاد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صحرا به قبائل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اوائل قرن شانزدهم به مراکش مهاجرت نمودند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رانده شدن از آن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صحرا سکنا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بعدها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قبائل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امور خود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منظم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ابداع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سحرا به لهجه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که به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است اما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مکاتبات از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جهت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سلطه فرانسه و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درآن متداول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صحرا از چند نظر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استراتژ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لحاظ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سواحل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ذخائر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فسفات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ارزش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 قابل توجه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کشور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صحرا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صدور سنگ آهن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ندوف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تواند از سواحل صحرا کمک بگ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ذخائر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فسفات که غالب منابع آن در بوکرا واقع در شمال صحرا قرار گرفته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نفت و گاز که در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اواخر دهه 1960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اگراشا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 منابع پربار آهن کشف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استعمارگران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هنگام سلطه بر صحرا به ذخائر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مس و اوران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سواحل صحرا به لحاظ انواع و مقدار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جهان رتبه اول را داراست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منطقه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ودوارو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شمال صحرا از غن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سفره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مند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ذخائر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توسعه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دارند که جنگ با مرزها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آنکه توسط استعمارگران مشخص شده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و افراد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مشکل آفر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صحرا اسلام و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مرکز حکومت آن شهر الع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29" w:name="_Toc430467407"/>
      <w:r>
        <w:rPr>
          <w:rtl/>
          <w:lang w:bidi="fa-IR"/>
        </w:rPr>
        <w:t>موریتانی</w:t>
      </w:r>
      <w:bookmarkEnd w:id="129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1030700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مساحت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پروسعت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همچون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رابط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شمال و 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متجاوز ار 50% خاک آن را شن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زارها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که به صورت رشته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شمال به جنوب ادامه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هموار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 xml:space="preserve">دو فلات معروف آن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آرادار و تاگان تا 500 متر از سطح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ارتفاع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کوچک «مور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ر» در منته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سنگال و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نام سنگال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صحرا فرا گرفته و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و کم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برهنه بودن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گرما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و صعود هوا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وزش بادها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خشن توام با شن و گرد و غبار از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محل استقرار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مور است که چهره سوخته رنگ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و از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تمدن کوچ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نژادها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شامل مورها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بربرها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اهپوس</w:t>
      </w:r>
      <w:r w:rsidR="00A45C90">
        <w:rPr>
          <w:rFonts w:hint="cs"/>
          <w:rtl/>
          <w:lang w:bidi="fa-IR"/>
        </w:rPr>
        <w:t xml:space="preserve">ت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گذشته به قدرت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 اعراب معترض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استعمار فرانسه ساختار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متزلزل و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جنگجو را ضع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زمان 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پهناور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مراکش و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را هم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گرفت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ورش بربرها موجب آن شد که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 به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رانده شوند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شانزدهم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مسلمان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حسن آن را فتح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قرن پانزدهم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 پرتقال و پس از آن 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انگلستان و فرانسه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گشوده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1960م فرانسه به دنبال موج استقلال طلب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خواه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استقلال داد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مختار اولد داداده - که در سال 1924م در بوت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آمد - در بازساز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 ساختن 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 پس از 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استعمار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دخالت عمده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چهار راه اعراب و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کرد و در طول 25 سال حکومت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نه ثروت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اندوخت و نه به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وابسته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مقابله با شدائد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سنگال در سال 1968م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رودخانه سنگال را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 که از اهداف مهم آن سدساز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1974م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مراکش متحد شده و در سال 1976م بخش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 را اشغال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در سال 1979م پس از قرارداد صلح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به صحرا مصالحه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ژوئ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1978م که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از جنگ با صحرا نجات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کشور از آن زمان در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ثبات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ناآرام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انبار همچنان فرورفته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حکومت آن نواکشوت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8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دارد که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نظر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لهجه حسان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96% مردم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هستند و 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به عنوان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رفته و در 28 نوامبر 1958م نوع حکومت آن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اغلب از نژاد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و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عرب و بربرند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لحاظ 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جهان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از نواده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 در مصب سنگال و 800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ساحل به لطف جر</w:t>
      </w:r>
      <w:r w:rsidR="00041941">
        <w:rPr>
          <w:rtl/>
          <w:lang w:bidi="fa-IR"/>
        </w:rPr>
        <w:t>ی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مساعد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سواحل از پرماه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جهان هستند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متاسفانه کشت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ژاپن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آنان مبادرت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ورزند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75% مردم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عشا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تابع نزولات جو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ارزن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ذرت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تنباکو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برنج و سبز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محصولات مهم آن بوده و ذخائر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آهن و مس است که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درآمد کشور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ذخائر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42% در نقاط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داشته و در سال 1958م 82%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سواد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910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آن در سال 1988م 6/37% به بخش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21% به صنعت و 3/41% به خدمات تعلق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1980 تا 1988م نرخ تورم 6/8% بوده و در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سال 1988م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2076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دلار بده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30" w:name="_Toc430467408"/>
      <w:r>
        <w:rPr>
          <w:rtl/>
          <w:lang w:bidi="fa-IR"/>
        </w:rPr>
        <w:t>جمهوری مالی</w:t>
      </w:r>
      <w:bookmarkEnd w:id="130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1240192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مساحت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نصف النهار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از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مدار راس سرطان از کناره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دور از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با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بورک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نافاسو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ساحل عاج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 سنگال مرز مشترک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به دو بخش فلات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نمود در فلات جنوب و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و سنگال و شعبات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فلاتش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شامل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مرتفع کوچک و پراکنده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اما نقاط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حالت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گرم و خشک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حدود 2000 سال قبل در کشور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تمدن درخشان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قرو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رشد سر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آن تا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چشمگ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مبلغ و مروج اسلام در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عثمان نام داشت که در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مذکور به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 اسلام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اقوام فلاج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پرداخت و در کمتر 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 تومباتو به صورت مرز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درآمد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به بورک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نافاسو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ولتا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انتشار داده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مدرس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با درجه ارشد بود و به عثمان دان فود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مشهور بود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جنبش بزرگ انقلاب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حکمرانان هاسالند بر عهده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توانست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هاسا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جذب کند و آنان را نسبت به ستم حکام وقت موعظه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آرزو داشت تا بنا به اصول و تعال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مردم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شود که در نگرشها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 نه منافع ماد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 نه قدرت طلب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تنها به تهذ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اخلاق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بعد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توجه داشت اما فرزندانش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گرا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سلطه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فولان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مردمان هاسا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اصلاح گران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بنام حاج عمر که قصد داشت در پهنه رود سنگال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کند اما در سال 1857م توسط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رون رانده شد و پس از آن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خاور روانه گشت و سگو و امپراتور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 را در 1862م فتح کرد و در سال 1863 موفق شد تمبوکتو را تسخ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1959م که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مستعمره فرانسه بود با سنگال متحد و فدارس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بوجود آورد و پس از 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سنگال کناره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کرده و در سال 1960م استقلال خود را کسب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غرب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با فرانسه رابطه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1968م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ترائوره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 را سرنگون و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برقرار کرد و در سال 1969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مملکت و دولت را عهده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مدت 23 سال استبداد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کتاتور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کشور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بحران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 و سرانجام در 26 مارس 1991م پس از شورشها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سرنگون و تحت محاکمه قرار گرفت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در سال 1991م بعد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رفراندوم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قانون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توسط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کنفرانس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شده بود به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قانون به نظام چندحزب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30 سال قدرت تک حزب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اشاره شده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انتخابات پارلمان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1991م حزب آدما 76 کرس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116 کرس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بدست آورد و در 26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1991 بعد از برگزار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انتخابات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آلفا عمر کوناره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حزب آداما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نژادها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سکنه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از 7980000 نفر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90% مسلمان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رواج داشته و 50% از قبائل مانده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طوا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فولان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ولتا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طوارق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فرانسه و خط آن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بوده اما 60% مردم به زبان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بامبارا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سه صورت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الف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استفاده از آب 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ق آب بندها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موتور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اطراف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مخازن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استفاده از رطوبت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خاک ج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کرتها و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کوچک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از اشتغالات عمده و منابع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درآمد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معادن استخراج نشده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منگنز و بوکس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کارخانه سفال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وجود دارد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واحد پول آن فرانک مال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fM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است که برابر صد سانت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31" w:name="_Toc430467409"/>
      <w:r>
        <w:rPr>
          <w:rtl/>
          <w:lang w:bidi="fa-IR"/>
        </w:rPr>
        <w:t>جمهوری سنگال</w:t>
      </w:r>
      <w:bookmarkEnd w:id="13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سنگال که در منته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گرفته است 196720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 قرار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چون زبانه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داخل آن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مرز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سواحل 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موقع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دروازه 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سنگال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کم ارتفاع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بخش اعظم آن را علفزارها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ساوان و استپ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پوشاند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4 رود سنگال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سالوم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کازامانس در سنگال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دارند که طو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سنگال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1600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طول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 در سواحل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مرتفع معتدل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استپ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گرم و خشک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بازرگانان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سنگال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در سال 1040م نهضت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المرابطون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هلند و فرانسه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فرانسه موفق شد سنگال را به تصاحب خود درآورد و پس از 300 سال سلطه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درسال 1960م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استقلال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 اما با وجود استقلال ظاهر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تابع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مضاعف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هم تابع فرانسه بوده وهم تابع سنگال هستند در پستها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مشاور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 کارند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تمدن غرب بنا شده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و روستا اختلاف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مشاهده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مهاجرت روستائ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شهرهاست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داکار است و به هفت استان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بر همز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احترام متقابل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استوار بوده و از جنبش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سنگال 7510000 نفر سکنه دارد گه 20% آن در مرکز حکومت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داکار سکونت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رشد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9/2%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2/38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50% مردم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20 سال سن دارند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قوم ولوف هستند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فولان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سرر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توکولور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ولا هم در سنگال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فرانسه و خط آن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 اما لهجه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ولوف و توکولور متداول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95% مردم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2%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3%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فرقه 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قرن قبل توسط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احمد و بامبا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شده در 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تنها در سنگال 5/1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از آن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رهبران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فرقه که عقا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صوف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اهل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قت دارند از قدرت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بوده 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توانند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مشکل آفر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 مقدس 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روحان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و رهبران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فرقه در طوب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طرفداران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فرقه در مزارع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 اعتقادات به ثواب اخرو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کشت و کار مشغولند که محصول آنان را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رهبران فرقه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خرند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فرقه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که در اواخر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توسط ابوالعباس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احمد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اهل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بوجود آمد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سنگال نفوذ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قادر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فرقه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گروه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سنگال هستند که به آنان به زبان ولف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ترجمه لا اله الا الله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حدود 50000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عه در سنگال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که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عبدالنع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آل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را عهده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70% مردم به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اقتصاد آن تک محصول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بر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صادرات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کوشش شده تا با گسترش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دات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جهانگرد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حالت تک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 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سنگال هفتم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فسفات در جهان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1990م 1/5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و سرانه آن 700 دلار بوده است اساسا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مقا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سه با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 خود از وضع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رابطه سنگال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از سال 1362ش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عناد غرب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و تحر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رهبران سنگال توسط فرانسه قطع 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1367ش مجددا سنگال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رابطه برقرار نمود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32" w:name="_Toc430467410"/>
      <w:r>
        <w:rPr>
          <w:rtl/>
          <w:lang w:bidi="fa-IR"/>
        </w:rPr>
        <w:t>گامبیا</w:t>
      </w:r>
      <w:bookmarkEnd w:id="13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با 10689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کوچکتر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گسترش آن در جهت طول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320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طول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همچون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طول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داخل سنگال قرار دارد و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غرب با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هم مرز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رود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که 1127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طول دارد با آبرفت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بوجود آورده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موقع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قرار گرفتن در مجاورت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موجب گرم و مرطوب شدن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848000 نفر سکنه دارد و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عبارتند از ماند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نگو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40%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فولا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13%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ولوف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12%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جولا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7%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راهوئ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7%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زبان مورد استفاده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با خط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نوشته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98% مردم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فن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شناختند و در قرون پنجم و ششم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بزگ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سنگال جزو امپراطور غانا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غنا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حساب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بعدها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مزبور منقرض و بجا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مملکت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سونگا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آمد که زمامداران آن به اسلام گرو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با تمام قوا به نشر اسلام پرداختند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1455م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 هنر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اشغال آن پرداخته و پس از آن در سال 1765م استعمار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بر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مسلط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1963م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استقلال خود را بدست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1981م کنفدراس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سنگال و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بنام سنگامب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 و قرار شد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سنگال به عنوان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و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عنوان 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ر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س آن انتخاب شوند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 کشور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حفظ 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مرکز حکومت آن بانجول است و از 6 بخش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85% مردم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امرار معاش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 و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90% صادرات آن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متاسفانه 70% منابع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کمکها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بخصوص انگلستان 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واحد پول آن دالاز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به صد بوتوت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33" w:name="_Toc430467411"/>
      <w:r>
        <w:rPr>
          <w:rtl/>
          <w:lang w:bidi="fa-IR"/>
        </w:rPr>
        <w:t>گینه بیسائو</w:t>
      </w:r>
      <w:bookmarkEnd w:id="13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 که در غرب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نقطه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وسعت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36125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شمال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نگال و در جنوب و مشرق با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مرز مشترک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کناره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که مشرف به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است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بعضا حالت باتلاق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از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برخوردار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 هم در غرب آن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 در سواحل و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نقاط گرم و مرطوب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کاشو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مانسوآ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گبارکوروبال از 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سائو در گذشته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مراکز حمل برده 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1446م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 بنام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پرتقال مستعمره پرتقال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1950 تا 1960م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کوچک وطن پرست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سازمان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نهال مبارزات ضد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حزب استقلال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 و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دماغه سبز روئ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1974م با وساطت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 پرتقال آن را به 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 و با کسب استقلال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آوارگان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بازگشتند گرچه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دوبوئه نام دارد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 حکومت آن بندر مهم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 به 8 منطقه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شده و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آن بوآلام و کاشو 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نام برد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بر اساس آمار سال 1990م به 962000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اقوام فولا و ماند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نگو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به زبان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ئولو»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چند لهجه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70% مردم مسلمان هستند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فقدان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کمبود مواد خام و منازعات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با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توسعه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مواجه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85% مردم به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برنج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خرما و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محصولات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سواحل و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آن غالبا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ساختمان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واجد پول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پزوست که به صد سنتاوس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34" w:name="_Toc430467412"/>
      <w:r>
        <w:rPr>
          <w:rtl/>
          <w:lang w:bidi="fa-IR"/>
        </w:rPr>
        <w:t>گینه کوناکری</w:t>
      </w:r>
      <w:bookmarkEnd w:id="13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با 245857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ساحل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واقع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از فلات فوتاجالون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و در شمال شرق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جلگه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رودخانه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سراز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پوشش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انبوه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مشاهده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سنگال از فلات فوتا جالون منشا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1694م 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فوتاجالون بوجود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1849م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فرانسه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با شروع دوران استعمار مبارزات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اوج گرفت که منجر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ی: </w:t>
      </w:r>
      <w:r>
        <w:rPr>
          <w:rtl/>
          <w:lang w:bidi="fa-IR"/>
        </w:rPr>
        <w:t>حاج عمر درمال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سامور در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 عثمان دان فود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گشت در سال 1958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مبارزات طولان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مسلمان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استقلال خود را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احمد سکوتوره بدست 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1984م با مرگ احمد سکوتوره -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وقت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- کودتا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رخ داد که پس از آن کشور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به غرب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 و اکنون با فرانسه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و عربستان رابطه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به 27 منطقه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مرکز حکومت آن شهر کوناکر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6790000 نفر سکنه دارد که 40% آن از قوم فولان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که از قرون چهاردهم و پانزدهم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قوم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نکه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نگو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از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 16 گروه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85% مردم مسلمان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مذاهب ابتدائ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به مسلمانان جهان علاقه وافر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با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اعتقادات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شور و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 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بخود گرفته و احکام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رعا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اجبار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روزه منع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مشروقات الکل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گوشت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مجازات 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اجرا شد و در 34 منطقه شکور شوراها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از زبان فرانسه مردم به هفت زبان بوم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از شاخه سودان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75% مردم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در بخش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 به کارند و محصولات مهم آن نخل روغن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خرما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برنج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قهوه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آناناس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پنبه و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35% بوکس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جهان در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وجود دارد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35" w:name="_Toc430467413"/>
      <w:r>
        <w:rPr>
          <w:rtl/>
          <w:lang w:bidi="fa-IR"/>
        </w:rPr>
        <w:t>پی نوشتها</w:t>
      </w:r>
      <w:bookmarkEnd w:id="135"/>
    </w:p>
    <w:p w:rsidR="001D2733" w:rsidRDefault="00A45C90" w:rsidP="00A45C90">
      <w:pPr>
        <w:pStyle w:val="libFootnote"/>
        <w:rPr>
          <w:lang w:bidi="fa-IR"/>
        </w:rPr>
      </w:pPr>
      <w:r>
        <w:rPr>
          <w:rFonts w:hint="cs"/>
          <w:rtl/>
          <w:lang w:bidi="fa-IR"/>
        </w:rPr>
        <w:t>1-</w:t>
      </w:r>
      <w:r w:rsidR="001D2733">
        <w:rPr>
          <w:lang w:bidi="fa-IR"/>
        </w:rPr>
        <w:t>front-populaire pour-al-leberation Desayuiael Hamara Et Riodeoro</w:t>
      </w:r>
      <w:r w:rsidR="004C0E7B">
        <w:rPr>
          <w:lang w:bidi="fa-IR"/>
        </w:rPr>
        <w:t xml:space="preserve"> (</w:t>
      </w:r>
      <w:r w:rsidR="001D2733">
        <w:rPr>
          <w:lang w:bidi="fa-IR"/>
        </w:rPr>
        <w:t>polisario</w:t>
      </w:r>
      <w:r w:rsidR="004C0E7B">
        <w:rPr>
          <w:rtl/>
          <w:lang w:bidi="fa-IR"/>
        </w:rPr>
        <w:t xml:space="preserve">) </w:t>
      </w:r>
    </w:p>
    <w:p w:rsidR="001D2733" w:rsidRDefault="001D2733" w:rsidP="00A45C90">
      <w:pPr>
        <w:pStyle w:val="libFootnote"/>
        <w:rPr>
          <w:rtl/>
          <w:lang w:bidi="fa-IR"/>
        </w:rPr>
      </w:pPr>
      <w:r>
        <w:rPr>
          <w:rtl/>
          <w:lang w:bidi="fa-IR"/>
        </w:rPr>
        <w:t>3- جبهه پول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- نوشته 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 ترجمه مج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نوح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تهران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قلم</w:t>
      </w:r>
      <w:r w:rsidR="00041941">
        <w:rPr>
          <w:rtl/>
          <w:lang w:bidi="fa-IR"/>
        </w:rPr>
        <w:t xml:space="preserve">. </w:t>
      </w:r>
    </w:p>
    <w:p w:rsidR="001D2733" w:rsidRDefault="001D2733" w:rsidP="00A45C90">
      <w:pPr>
        <w:pStyle w:val="libFootnote"/>
        <w:rPr>
          <w:rtl/>
          <w:lang w:bidi="fa-IR"/>
        </w:rPr>
      </w:pPr>
      <w:r>
        <w:rPr>
          <w:rtl/>
          <w:lang w:bidi="fa-IR"/>
        </w:rPr>
        <w:t>4- جنبش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-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رضا بهشت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تهران 1361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صفحات 76 و 77</w:t>
      </w:r>
      <w:r w:rsidR="00041941">
        <w:rPr>
          <w:rtl/>
          <w:lang w:bidi="fa-IR"/>
        </w:rPr>
        <w:t xml:space="preserve">. </w:t>
      </w:r>
    </w:p>
    <w:p w:rsidR="001D2733" w:rsidRDefault="001D2733" w:rsidP="00A45C90">
      <w:pPr>
        <w:pStyle w:val="libFootnote"/>
        <w:rPr>
          <w:rtl/>
          <w:lang w:bidi="fa-IR"/>
        </w:rPr>
      </w:pPr>
      <w:r>
        <w:rPr>
          <w:rtl/>
          <w:lang w:bidi="fa-IR"/>
        </w:rPr>
        <w:t>5- معادن فسفات در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مساحت 250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 10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تن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1D2733" w:rsidRDefault="001D2733" w:rsidP="00A45C90">
      <w:pPr>
        <w:pStyle w:val="libFootnote"/>
        <w:rPr>
          <w:lang w:bidi="fa-IR"/>
        </w:rPr>
      </w:pPr>
      <w:r>
        <w:rPr>
          <w:lang w:bidi="fa-IR"/>
        </w:rPr>
        <w:t xml:space="preserve">Alaiun </w:t>
      </w:r>
      <w:r>
        <w:rPr>
          <w:rtl/>
          <w:lang w:bidi="fa-IR"/>
        </w:rPr>
        <w:t>6-</w:t>
      </w:r>
    </w:p>
    <w:p w:rsidR="001D2733" w:rsidRDefault="001D2733" w:rsidP="00A45C90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7- سه گزارش از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غنا - دفتر ثبت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 و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بهمن 65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کپ</w:t>
      </w:r>
      <w:r w:rsidR="00041941">
        <w:rPr>
          <w:rtl/>
          <w:lang w:bidi="fa-IR"/>
        </w:rPr>
        <w:t xml:space="preserve">ی. </w:t>
      </w:r>
    </w:p>
    <w:p w:rsidR="001D2733" w:rsidRDefault="001D2733" w:rsidP="00A45C90">
      <w:pPr>
        <w:pStyle w:val="libFootnote"/>
        <w:rPr>
          <w:rtl/>
          <w:lang w:bidi="fa-IR"/>
        </w:rPr>
      </w:pPr>
      <w:r>
        <w:rPr>
          <w:rtl/>
          <w:lang w:bidi="fa-IR"/>
        </w:rPr>
        <w:t>8- مغرب بزرگ پل بالتا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صفحات 137 و 138 و 139 و 140</w:t>
      </w:r>
      <w:r w:rsidR="00041941">
        <w:rPr>
          <w:rtl/>
          <w:lang w:bidi="fa-IR"/>
        </w:rPr>
        <w:t xml:space="preserve">. </w:t>
      </w:r>
    </w:p>
    <w:p w:rsidR="001D2733" w:rsidRDefault="001D2733" w:rsidP="00A45C90">
      <w:pPr>
        <w:pStyle w:val="libFootnote"/>
        <w:rPr>
          <w:rtl/>
          <w:lang w:bidi="fa-IR"/>
        </w:rPr>
      </w:pPr>
      <w:r>
        <w:rPr>
          <w:rtl/>
          <w:lang w:bidi="fa-IR"/>
        </w:rPr>
        <w:t>9- مغرب بزرگ پل بالتا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صفحات 137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138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139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140</w:t>
      </w:r>
      <w:r w:rsidR="00041941">
        <w:rPr>
          <w:rtl/>
          <w:lang w:bidi="fa-IR"/>
        </w:rPr>
        <w:t xml:space="preserve">. </w:t>
      </w:r>
    </w:p>
    <w:p w:rsidR="001D2733" w:rsidRDefault="001D2733" w:rsidP="00A45C90">
      <w:pPr>
        <w:pStyle w:val="libFootnote"/>
        <w:rPr>
          <w:rtl/>
          <w:lang w:bidi="fa-IR"/>
        </w:rPr>
      </w:pPr>
      <w:r>
        <w:rPr>
          <w:rtl/>
          <w:lang w:bidi="fa-IR"/>
        </w:rPr>
        <w:t>10-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دسن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 427</w:t>
      </w:r>
      <w:r w:rsidR="00041941">
        <w:rPr>
          <w:rtl/>
          <w:lang w:bidi="fa-IR"/>
        </w:rPr>
        <w:t xml:space="preserve">. </w:t>
      </w:r>
    </w:p>
    <w:p w:rsidR="001D2733" w:rsidRDefault="001D2733" w:rsidP="00A45C90">
      <w:pPr>
        <w:pStyle w:val="libFootnote"/>
        <w:rPr>
          <w:rtl/>
          <w:lang w:bidi="fa-IR"/>
        </w:rPr>
      </w:pPr>
      <w:r>
        <w:rPr>
          <w:rtl/>
          <w:lang w:bidi="fa-IR"/>
        </w:rPr>
        <w:t>11- خبرگزار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 پرانس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نقل از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ش 14476</w:t>
      </w:r>
      <w:r w:rsidR="00041941">
        <w:rPr>
          <w:rtl/>
          <w:lang w:bidi="fa-IR"/>
        </w:rPr>
        <w:t xml:space="preserve">. </w:t>
      </w:r>
    </w:p>
    <w:p w:rsidR="001D2733" w:rsidRDefault="001D2733" w:rsidP="00A45C90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12- سه گزارش از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و غنا - تهران - دفتر تثب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 و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رزدائ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کپ</w:t>
      </w:r>
      <w:r w:rsidR="00041941">
        <w:rPr>
          <w:rtl/>
          <w:lang w:bidi="fa-IR"/>
        </w:rPr>
        <w:t xml:space="preserve">ی. </w:t>
      </w:r>
    </w:p>
    <w:p w:rsidR="001D2733" w:rsidRDefault="001D2733" w:rsidP="00A45C90">
      <w:pPr>
        <w:pStyle w:val="libFootnote"/>
        <w:rPr>
          <w:rtl/>
          <w:lang w:bidi="fa-IR"/>
        </w:rPr>
      </w:pPr>
      <w:r>
        <w:rPr>
          <w:rtl/>
          <w:lang w:bidi="fa-IR"/>
        </w:rPr>
        <w:t>13- آنسو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دروازه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- قسمت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شانزهم -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ونس شکرخواه -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ش 14368</w:t>
      </w:r>
      <w:r w:rsidR="00041941">
        <w:rPr>
          <w:rtl/>
          <w:lang w:bidi="fa-IR"/>
        </w:rPr>
        <w:t xml:space="preserve">. </w:t>
      </w:r>
    </w:p>
    <w:p w:rsidR="001D2733" w:rsidRDefault="001D2733" w:rsidP="00A45C90">
      <w:pPr>
        <w:pStyle w:val="libFootnote"/>
        <w:rPr>
          <w:lang w:bidi="fa-IR"/>
        </w:rPr>
      </w:pPr>
      <w:r>
        <w:rPr>
          <w:rtl/>
          <w:lang w:bidi="fa-IR"/>
        </w:rPr>
        <w:t>14-</w:t>
      </w:r>
      <w:r w:rsidR="00A45C90">
        <w:rPr>
          <w:rFonts w:hint="cs"/>
          <w:rtl/>
          <w:lang w:bidi="fa-IR"/>
        </w:rPr>
        <w:t xml:space="preserve"> </w:t>
      </w:r>
      <w:r w:rsidR="00A45C90" w:rsidRPr="00A45C90">
        <w:rPr>
          <w:lang w:bidi="fa-IR"/>
        </w:rPr>
        <w:t xml:space="preserve"> </w:t>
      </w:r>
      <w:r w:rsidR="00A45C90">
        <w:rPr>
          <w:lang w:bidi="fa-IR"/>
        </w:rPr>
        <w:t>butut</w:t>
      </w:r>
    </w:p>
    <w:p w:rsidR="001D2733" w:rsidRDefault="001D2733" w:rsidP="00A45C90">
      <w:pPr>
        <w:pStyle w:val="libFootnote"/>
        <w:rPr>
          <w:rtl/>
          <w:lang w:bidi="fa-IR"/>
        </w:rPr>
      </w:pPr>
      <w:r>
        <w:rPr>
          <w:rtl/>
          <w:lang w:bidi="fa-IR"/>
        </w:rPr>
        <w:t>15- آشنائ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مرکز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مهتاب تبر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طهماسب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ص 44</w:t>
      </w:r>
      <w:r w:rsidR="00041941">
        <w:rPr>
          <w:rtl/>
          <w:lang w:bidi="fa-IR"/>
        </w:rPr>
        <w:t xml:space="preserve">. </w:t>
      </w:r>
    </w:p>
    <w:p w:rsidR="004C0E7B" w:rsidRDefault="001D2733" w:rsidP="00A45C90">
      <w:pPr>
        <w:pStyle w:val="libFootnote"/>
        <w:rPr>
          <w:lang w:bidi="fa-IR"/>
        </w:rPr>
      </w:pPr>
      <w:r>
        <w:rPr>
          <w:rtl/>
          <w:lang w:bidi="fa-IR"/>
        </w:rPr>
        <w:t>16-</w:t>
      </w:r>
      <w:r w:rsidR="00A45C90">
        <w:rPr>
          <w:rFonts w:hint="cs"/>
          <w:rtl/>
          <w:lang w:bidi="fa-IR"/>
        </w:rPr>
        <w:t xml:space="preserve"> </w:t>
      </w:r>
      <w:r w:rsidR="00A45C90">
        <w:rPr>
          <w:lang w:bidi="fa-IR"/>
        </w:rPr>
        <w:t>crioulo</w:t>
      </w:r>
    </w:p>
    <w:p w:rsidR="00041941" w:rsidRDefault="00A45C90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136" w:name="_Toc430467414"/>
      <w:r w:rsidR="004C0E7B">
        <w:rPr>
          <w:rtl/>
          <w:lang w:bidi="fa-IR"/>
        </w:rPr>
        <w:t>بورکینافاسو (ولتای علیا)</w:t>
      </w:r>
      <w:bookmarkEnd w:id="136"/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بورک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نافاسو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لفظ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جوانان مبارز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اما نام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ولتا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بخاطر رود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آن را به دو 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بورک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نافاسو به صورت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با 274122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همچون مثلث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بورک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نافاسو در سال 1896م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فرانسه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سال 1958م به خودمختار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سال 1960م به استقلال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سال 1983م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بخصوص فرانسه ارتباط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انجام کودتا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توسط افسران جوان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متهم نمودن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قبل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وابستگ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غرب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شورا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بنام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انقلاب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آن بوجود آمد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حکومت آن شهر اوآگادوگو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از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آن بوبود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ولاسو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دولت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که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نظر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مردمان آن اغلب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اهپوستتند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که سازمان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به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گورما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طوا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خط متداول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60% مردم مسلمان هستند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بزرگ آن 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هستند و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لحاظ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خاص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خشکسال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1351 تا 1354ش و سلطه استعمار در دوران 64 سال مستعمره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صادرات مهم آن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محصولات 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خط آهن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مرکز ساحل عاج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را به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وصل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گذرد در اقتصاد و تجارت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نافاسو نقش به سزا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واحد پول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فرانک جامعه پول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ست که خود به صد سانت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37" w:name="_Toc430467415"/>
      <w:r>
        <w:rPr>
          <w:rtl/>
          <w:lang w:bidi="fa-IR"/>
        </w:rPr>
        <w:t>جمهوری سیرالئون</w:t>
      </w:r>
      <w:bookmarkEnd w:id="13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رالئون در 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در ساحل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اطلس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مساحت آن به 71740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منطقه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رالئون از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که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 ارتفاع پراکنده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از فلات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فلات نسبتا مرتفع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متعدد نسبتا ژرف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مشاهده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حداکثر 1948 متر ارتفاع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گرم و مرطوب است و متوسط دما به 21 درجه سانت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گراد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قرون گذشته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رالئون مرکز برده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شده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1460م کاشفان پرتقال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رالئون را کشف نمودند و در سال 1896م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رالئون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قرار گرفت و در سال 1961م به استقلال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تاوون مرکز حکومت آن در شبه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کنار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واقع است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بندر از نقاط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4 استان دارد که هر کدام به 147 منطقه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رالئون جزو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مشترک المنافع 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و با شرق و غرب رابطه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مردم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رالئون از نژاد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بوده و 60% آن از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تمنه و منده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لمب کورون کو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الونکه و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آن هستند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افراد لبنان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رسم?انگل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خط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آن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کرئول و سودان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است و 70% سکنه 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مسلمان هستند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روستانش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نان که 68% سکنه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به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اشتغال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محصول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برنج است که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سالانه آن به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تن در سال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اقتصاد آن بر استخراج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الماس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هشتم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الماس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طلا و سنگ آهن هم در آن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38" w:name="_Toc430467416"/>
      <w:r>
        <w:rPr>
          <w:rtl/>
          <w:lang w:bidi="fa-IR"/>
        </w:rPr>
        <w:t>لیبریا</w:t>
      </w:r>
      <w:bookmarkEnd w:id="138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متماد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تجارت برده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مردمان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دور ساخت و درتنها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جانکاه و نوم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خو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فشار کار 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ضربات شلاق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زنج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گردن داشتند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جان باختند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تعداد بردگان در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قرون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سال 1500 تا 1800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گرفته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بره فروشان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بودند و در همان دوره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اروپا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نهاد با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رحم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قساوت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انس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گناه و محروم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برده خود نموده و از آنان چون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وان بهره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پوستان که به عنوان برده از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به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انتقال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 xml:space="preserve">افتند مربوط به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و مسکن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و هنگام بازگشت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بردگان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آمده و بدنبال آن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آوردند و در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نوزدهم با کمک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بوجود آوردند که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آزاد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نام گرفت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با 111370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وسعت درغرب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قرار گرفته است وقبل از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ساحل غله موسوم بود و بر اثر تجارت برده از سکنه خال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آن 1822م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قبل از آنکه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اهپوستان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بدان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آورند 90% مردم مسلمان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رهبران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اندک 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زمام امور را بدست گرفته و صاحب قدرت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شدند و مسلمانان را در انزاوا قرار داده و رفتار قساوت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آنان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مسلمان را با به کار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تبش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وادار به قبول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انت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 و چون قدرت ماد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دسد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شرفت اسلام در آن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نزول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ساها که قبلا اثر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نبود نثل قارچ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 اکنون از 2562000 سکنه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45% مسلمان هستند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تحرک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در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احکام و اصول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کوشش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تا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آموزش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مفاه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آداب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جوانان انتقال دهند صدها مسجد و مدارس قرآن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سراسر کشور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در مرکز حکومت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مونرو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ساخته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با جهان اسلام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رابطه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39" w:name="_Toc430467417"/>
      <w:r>
        <w:rPr>
          <w:rtl/>
          <w:lang w:bidi="fa-IR"/>
        </w:rPr>
        <w:t>ساحل عاج</w:t>
      </w:r>
      <w:bookmarkEnd w:id="139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 عاج با 322463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مساحت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ولتا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بورک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نافاسو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جنگل فرا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4 رودخانه در آن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آن گرم و مرطوب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1891م به عنوان مستعمره فرانسه قلمداد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سال 1960م به استقلال 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شهر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است که در کنار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ساحل عاج 24 حوزه و دو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خودمختار دارد که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نظر شوراها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انتخاب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آن از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متفاوت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گرچه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هرکدام از اقوام آن زبان مخصوص خود را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1990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12395000 نفر سکنه داشته که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مسلمان بوده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گرچه مسلمانان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اغلب اقوام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اما قوم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ولا تماما مسلمانند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شهر بواکه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ساحل عاج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تا نظام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 عاج مستقر کند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سامور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توره رهبر مسلمانان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تحت فشار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داده و در سال 1898م او را به زندان افکندند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بازرگانان مسلمان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ولا از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جوامع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شمال ساحل عاج بوجود آوردند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مناطق مرکز رشد و گسترش اسلام تلق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دخالت دارند و در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مشکل عمده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 از مسلمانان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مست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پرست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غنا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ساحل طلا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غنا در غرب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در کنار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قرار دارد و وسعت آن به 238533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با 535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ساحل و قرار گرفتن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در جنوب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موقع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مناسب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دماغه معروف «تر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هم در جنوب آن 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در قرن پنجم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عبدالله بن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ابوبکر لمتون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نفوذ نمود و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پرست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مضمحل کرد و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برنامه غنا از تمدن پو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مند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هشتم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بازرگانان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ولا در نشر اسلام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نقش عمده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عهده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دار بودند و در 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جه تلاشها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وقفه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همچون داگومبا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مامپورس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گنجاووالا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بوجود آمد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شام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استعمارگر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انگلستان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غارت غنا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پا نهاد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شهرها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چون باوک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تامال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سالوگاوکت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مراکز مهم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رفتند و در حال حاضر هم 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سکنه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آنکه 30% سکنه 14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غنا موحدند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متاسفانه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پروتستان مذهب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در راس امورند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40% مردم غنا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پرستند و از مذهب 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مست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250 مسجد دارند و فقه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آنان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فرقه قادر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نفوذ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انگلستان استعمار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آغاز کرد اسم غنا را که از دولت مقتدر غانا گرفته شده بود به ساحل طلا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نمود و لذا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مستعمره را در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قدم از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جدا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تا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اش سازد و ثان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لقب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آن داد که غرتگرا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به اثبات برساند و ساحل طلا بودن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محل چپاول طلا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قبل از انگلستان 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پرتقال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غارت پرداخت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سکنه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که اغلب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بذر تفرقه پاش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تجارت برده و طلا در آن مشغول بود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10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غنا در سال 1957م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عضو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متشرک المنافع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استقلال خود را بدست آورد و در سال 1960م قوام نکرومه نظام آن را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قوام نکرومه در آثار خود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کتاب «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متحد شود» به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استعمارگران در غنا اشارات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کشورغنا با آنکه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نارگ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در مق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معادنش طلاست و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الماس در جهان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جهان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مردمان آن در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خانمانسوز قرار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متاسفانه 50% ذخائر طلا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هنوز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مانکاران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خود اختصاص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40" w:name="_Toc430467418"/>
      <w:r>
        <w:rPr>
          <w:rtl/>
          <w:lang w:bidi="fa-IR"/>
        </w:rPr>
        <w:t>توگو</w:t>
      </w:r>
      <w:bookmarkEnd w:id="140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توگو به صورت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عرض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ده شده است و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ساحل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عرض آن 60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و طولش به 600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و پر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توگو تا سال 1960م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سلطه فرانسه بود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است که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فرانسه بوده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سرود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زبان فرانسه اجرا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نفوذ فرهنگ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خود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محروم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خودباختگ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قابل مشاهده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سکنه 3697000 نفر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پرست 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ابتدائ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وصف 25% مردم آن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پرصلابت اسلام را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شهر سوکوده توگو مرکز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ادآور تمدن باشکوه اسلام است که روزگار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اقتدار و شوکت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مسجد توگو در سال 1820م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ملمانان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توگو از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حوصه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جرما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کوتول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چوکوس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جنوب از براز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حکومت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ندارند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موارد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فشار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وجود اسلام زدا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با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آشنا هستند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را بنام امام 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قدس سره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شناسند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برخلاف آن همه هجوم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معنو</w:t>
      </w:r>
      <w:r w:rsidR="00041941">
        <w:rPr>
          <w:rtl/>
          <w:lang w:bidi="fa-IR"/>
        </w:rPr>
        <w:t xml:space="preserve">ی؛ </w:t>
      </w:r>
      <w:r>
        <w:rPr>
          <w:rtl/>
          <w:lang w:bidi="fa-IR"/>
        </w:rPr>
        <w:t>قرآن در قلب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توگو نفوذ دارد و آنان در 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فقر و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رابطه خود را با اسلام قطع نکرده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جوانان مسلمان در قلب آن خودباختگ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فلاکت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قرآن به دست دارند و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توجه به مظاهر فرهنگ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گانه به ذکر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و عبادت مشغولند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41" w:name="_Toc430467419"/>
      <w:r>
        <w:rPr>
          <w:rtl/>
          <w:lang w:bidi="fa-IR"/>
        </w:rPr>
        <w:t>بنین</w:t>
      </w:r>
      <w:bookmarkEnd w:id="14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خلق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112622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کربع وسعت به صورت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توگو قرار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طول 125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در کنار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و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نصف النهار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از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عبور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بندر «پورتونوو»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در کنار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قرار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 سال 1960م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سلطه فرانسه بود و تا سال 1975م به داهوم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معروف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طبق آمار سال 1990م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4660000 نفر سکنه دارد که اغلب آنان از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فون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آجابار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وروبا و فولان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و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فرانسه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40% مردم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حاکم بر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کوشد آمار آن را کمتر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نشان داده و در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گزارشها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کرده که 13% مردم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42" w:name="_Toc430467420"/>
      <w:r>
        <w:rPr>
          <w:rtl/>
          <w:lang w:bidi="fa-IR"/>
        </w:rPr>
        <w:t>جمهوری فدرال نیجریه</w:t>
      </w:r>
      <w:bookmarkEnd w:id="14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سوم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مسلمان در جهان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فدرال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 923768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شمال با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غرب با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در جنوب با کامرون مرز مشترک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فلات پهناور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توسط دو رودخانه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و بنوئن به 3 بخش شمال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بخش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قله «گربون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فلاتها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«جادو»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 «مانگ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قرار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برجستگ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 ارتفاع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در اکثر نقاط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اما در غرب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انات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معتدل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 و شرق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جنگلها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تمدن شناخته شده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فرهنگ نوک است که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700 تا 200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در آن وجود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تمدن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فه در قرن دوازدهم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به شکوفائ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مقتدر کانم و پس از آن سونگا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درکانو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گابرودورا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پانزدهم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اواخر آن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مصلح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محمد آسک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هم متحد نموده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راه مسلمانان را به شکوفائ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اقتدار برساند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تلاش گرچه موفق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در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اصلاح طلب مسلمان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عثمان دان فود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 به تجد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نقاط تحت قلمرو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پرداخت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نهاد که از «گاندو» تا «آداما»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گرفت که در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پهناور اجرا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گشت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قرن پانزدهم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در قرون بعد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غارت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بدان پا گشودند و در قرن هفدهم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سواحل آن را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مراکز تجارت برده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درساحل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و در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لاگوس مرکز حکومت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شهرک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بنام «بده گور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باداگور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که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ادآور خاطره تلخ و اسفبار شکنجه بردگان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شهرک شکنجه گاه بردگان هنوز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در آن استعمارگران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 را دستگ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پس از ظربات طولان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شکنجه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توان حرکت را از آنان گرفته و تسل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خود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 و به تجارت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کالا زنده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پرداختند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اواخر قرن نوزدهم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را تصرف نمود و آن را به عنوان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انگلستان جزو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خود منظور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1954م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خودمختار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 و عضو جامعه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مشترک المنافع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و در سال 1960م مردم آن با شرکت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همه پرس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فرماندار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کل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را تا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د نمودند و در سال 1963م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 اعلام حکومت جمهور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استقلال کامل خود را بدست 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1966م با 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وقت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سرنگون شد و در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مسلمان شمال و شرق آن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نمودند و خواستار احقاق حق خود شدند که به شدت توسط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سرکوب شدند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1967م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افرا واقع در شرق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اعلام جدا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ازفدارس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استقلال نمود که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حرکت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 فدرال در آن مدخله نموده و پس از محاصره و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ماه جنگ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محاصره مذکور و جنگ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که ثمر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 کشتار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مردم و فقر و فلاکت آنان نداشت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1981 تا 1982م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مسلمان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نمودند که توسط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شدت سرکوب شدند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117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 که اکثرا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نژاد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اهپوست است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سکنه به قوم «هوزا» تعلق دارد اما 250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مختلف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 آن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مردم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شمار مسلمانان از گروه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«حوصه هستند که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تمرکز دارند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وروباها و فولان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اکثرا به اسلام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فقه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و هزاران مسجد در نقاط گوناگون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سازم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دانشگاهها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نشر معارف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سطح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سطح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وزرا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دخالت دارند که موقع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در زم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مختلف فرق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1992م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 دموکراتها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91 کرس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سنا 47 کرس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از 593 کرس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مجلس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310 کرس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بخود اختصاص دارده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حساب نفوذ احزاب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دولت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کاهش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>ابد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گرچه جوانان مسلمان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قرآن و اسلام عشق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ورزند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آنقدر 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جلد قرآن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بالا برده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که آنان قادر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ستند نسبت به 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آن اقدام کنند و ناگز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 قرآن را رونو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تا» که خود را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همچون منافق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هر از 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کوچه و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به مردم حمله کرده و به قتل و غارت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پردازند تا افراد را نسبت به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کنند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حکومت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شره لاگوس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که از نظر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در 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شهرها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است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10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را در خود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لاگوس از 18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کوچک و بزرگ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و پل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متعدد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به چشم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19 استان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از ذخائر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 برخوردار است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هشتم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در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کاوش نفت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سال 1908م آغاز شده اما منابع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نفت آن در سال 1970م در سواحل کشف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ارزش نفت و فرآورده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 آن در سال 1973م اقتصاد آن را از شکوفائ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نمود اما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آنکه تحت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مصرف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زدگ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آورد 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افراط نمود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وارداتش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فوق العاده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که منجر به بالا رفتن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بده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شد و قروض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تنها 30% آن را به انگلستان مقروض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بده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خراج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فساد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موجب سقوط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قبل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عضو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صادر کننده نفت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OPEC</w:t>
      </w:r>
      <w:r w:rsidR="004C0E7B">
        <w:rPr>
          <w:rtl/>
          <w:lang w:bidi="fa-IR"/>
        </w:rPr>
        <w:t xml:space="preserve">)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وجود آنکه 4 برنامه توسعه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آن باجرا گذاشته شده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رونق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قابل توجه نبوده است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نظر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خود به خارج وابسته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ثروت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تنها نفت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95% کلمب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جهان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بدست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در جهان رتبه اول را داراست زغال سنگ و سنگ آهن از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مجتمع ذوب آهن و فولاد آن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«آژائوکوتا»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آلوم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نساج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گار از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مراکز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بخش 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هدف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واردات با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سهولت وارد نمودن کالاها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رقابت با محصولات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موجب رکود و تعط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کارگاهها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70%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در بخش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مشغولند و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وجود دارد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بحران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استفاده نابجا از درآمدها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بخش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نموده و متاسفانه محصولات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توسط پولداران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با نفت ثروتمند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وارد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انقلاب سبز هم بجائ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قاره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لحاظ عقب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نخل روغن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کاکائو هم در آن تنزل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اکنون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فقر بر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چنگ انداخته است و شاغل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رغبت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کار و تلاش ندارند و اصولا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سود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گندم واردات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ارزانتر از گندم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 مردم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استکبار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بحر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حالت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فقر نگاه دارند تا هم ماده خام مورد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آنان را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کرده و هم بازار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باشند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است که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با آن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مساعد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رودخانه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پرآب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سواحل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 برکت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معادن غن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فراوان و ارزان در مرداب گرستگ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فقر غوطه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خورد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مردمان موحد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سامان ارزاق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ازمند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را به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گزاف 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اما مشروبات الکل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بوفور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ارشان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نظر دامپرور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وضع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بهتر است و صادر کننده پوست و روده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اوضاع ماه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اسف 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است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 ژاپن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سواحل آن بهتر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ماه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را 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نموده و به 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گزاف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مردم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گذارند</w:t>
      </w:r>
      <w:r w:rsidR="00041941">
        <w:rPr>
          <w:rtl/>
          <w:lang w:bidi="fa-IR"/>
        </w:rPr>
        <w:t xml:space="preserve">!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صنعت جهانگرد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برخوردار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مناظر با طراوت ساحل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جنگل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انبوه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هنرها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 و برپائ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جشنواره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که همه ساله در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برگزار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شکوفا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واحد پول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«نا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نام دارد که خود به 100 «کوبو»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43" w:name="_Toc430467421"/>
      <w:r>
        <w:rPr>
          <w:rtl/>
          <w:lang w:bidi="fa-IR"/>
        </w:rPr>
        <w:t>جمهوری متحده کامرون</w:t>
      </w:r>
      <w:bookmarkEnd w:id="14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متحده با 465458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شرق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 جنوب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چاد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کم ارتفاع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فلاتها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کامرون توسط ارتفاعات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محصور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کامرون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چاد و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آداموا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قرار گرفته فلات نسبتا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و مرتفع و دشتها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و 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اناگا»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مهم آن هستند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در قرن پانزدهم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کامرون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سال 1885م نفوذ آلمان در آن آغاز شد و سرانجام کامرون در سال 1902م بصورت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مستعمرات آلمان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جنگ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 فرانسه و انگلستان آن را تصرف نموده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خود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سال 1964م کامرون فرانسه استقلال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افت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سال بعد کامرونبر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دو بخش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الحاق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قسمت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کامرون 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گشت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کامرون در حال حاضر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1990م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11750000 نفر سکنه دارد که 55%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رشد سالانه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2/3%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در هر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2/25 نفر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200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و نژاد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د کامرون سکونت دارند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سه قوم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«بانتوها»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«فول «ک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بانتوهات که 30% سکنه کامرون را شامل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در جنوب و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 و قوم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 شمال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قوم فول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به غالبا مسلمانند و به امور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گله 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و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سلطه استعمار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مردمان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60% مردم کامرون مسلمان و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مذهبند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کاتول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مذهب ابتدائ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گذشته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کامرون نفوذ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داشتند و نحو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پس از استقلال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آن که «احمد و آه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جو» بود از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مسلمانان 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پنج دوره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بود و پنجم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دوره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سال 1980م آغاز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حال حاضر مسلمانان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ندارند و متاسفانه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کامرون مشغول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است و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مردمان مسلمان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آمده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کامرون از 7 استان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که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نظر فرماندار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مرکز حکومت آن 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ائونده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کامرون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ثروتمند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ست و منابع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نقره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بوکس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آلوم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1978م استخراج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نفت در آن آغاز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اقتصاد آن بر کشاوز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بوده و محصولات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موز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کاکاتو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قهوه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خرما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پنبه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توتون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ذرت خوشه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تنباکو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واحد پول آن فرانک و برابر صد سانت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مم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44" w:name="_Toc430467422"/>
      <w:r>
        <w:rPr>
          <w:rtl/>
          <w:lang w:bidi="fa-IR"/>
        </w:rPr>
        <w:t>گینه استوائی</w:t>
      </w:r>
      <w:bookmarkEnd w:id="144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نه در 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در کنار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 در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کامرون و گابون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گرم و مرطوب بوده و سراسر آن را جنگلها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انبوه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فرا گرفته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قرن پانزدهم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وارد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1778م طبق معاهده «پاردو»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فرناندوپو و قسمت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سواحل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به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واگذار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1900م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معروف شد و در سال 1959م به عنوان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الات اسپان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سال 1968م پس از 200 سال مستعمره بودن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استقلال خود را بدست آورد و به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معروف 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28051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دو استان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که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نظر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مرکز حکومت آن شهر مالابو بود که در زمان سلطه استعمار به سانتا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زابل معروف گشت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255000 نفر سکنه دارد که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سکنه آن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20% آن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1973م که بر حسب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قانون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تمام قدرتها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گرفت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فرد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حق وارد شدن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کشوررا نداشت مگر آنکه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اجازه دهد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کتاتور خشن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مردم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ژه مسلمانان حاکم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در کشتارها و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43D72">
        <w:rPr>
          <w:rtl/>
          <w:lang w:bidi="fa-IR"/>
        </w:rPr>
        <w:t>باران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همچون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مردم کشته شدند و زند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از زندان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انباشته شد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45" w:name="_Toc430467423"/>
      <w:r>
        <w:rPr>
          <w:rtl/>
          <w:lang w:bidi="fa-IR"/>
        </w:rPr>
        <w:t>پی نوشتها</w:t>
      </w:r>
      <w:bookmarkEnd w:id="145"/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1-</w:t>
      </w:r>
      <w:r w:rsidR="00BB0B6A">
        <w:rPr>
          <w:rFonts w:hint="cs"/>
          <w:rtl/>
          <w:lang w:bidi="fa-IR"/>
        </w:rPr>
        <w:t xml:space="preserve"> </w:t>
      </w:r>
      <w:r w:rsidR="00BB0B6A">
        <w:rPr>
          <w:lang w:bidi="fa-IR"/>
        </w:rPr>
        <w:t>ouagadogoa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2-</w:t>
      </w:r>
      <w:r w:rsidR="00BB0B6A">
        <w:rPr>
          <w:rFonts w:hint="cs"/>
          <w:rtl/>
          <w:lang w:bidi="fa-IR"/>
        </w:rPr>
        <w:t xml:space="preserve"> </w:t>
      </w:r>
      <w:r w:rsidR="00BB0B6A" w:rsidRPr="00BB0B6A">
        <w:rPr>
          <w:lang w:bidi="fa-IR"/>
        </w:rPr>
        <w:t xml:space="preserve"> </w:t>
      </w:r>
      <w:r w:rsidR="00BB0B6A">
        <w:rPr>
          <w:lang w:bidi="fa-IR"/>
        </w:rPr>
        <w:t>bobodioulassa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3-</w:t>
      </w:r>
      <w:r w:rsidR="00BB0B6A">
        <w:rPr>
          <w:rFonts w:hint="cs"/>
          <w:rtl/>
          <w:lang w:bidi="fa-IR"/>
        </w:rPr>
        <w:t xml:space="preserve"> </w:t>
      </w:r>
      <w:r w:rsidR="00BB0B6A" w:rsidRPr="00BB0B6A">
        <w:rPr>
          <w:lang w:bidi="fa-IR"/>
        </w:rPr>
        <w:t xml:space="preserve"> </w:t>
      </w:r>
      <w:r w:rsidR="00BB0B6A">
        <w:rPr>
          <w:lang w:bidi="fa-IR"/>
        </w:rPr>
        <w:t>bobo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4-</w:t>
      </w:r>
      <w:r w:rsidR="00BB0B6A">
        <w:rPr>
          <w:rFonts w:hint="cs"/>
          <w:rtl/>
          <w:lang w:bidi="fa-IR"/>
        </w:rPr>
        <w:t xml:space="preserve"> </w:t>
      </w:r>
      <w:r w:rsidR="00BB0B6A" w:rsidRPr="00BB0B6A">
        <w:rPr>
          <w:lang w:bidi="fa-IR"/>
        </w:rPr>
        <w:t xml:space="preserve"> </w:t>
      </w:r>
      <w:r w:rsidR="00BB0B6A">
        <w:rPr>
          <w:lang w:bidi="fa-IR"/>
        </w:rPr>
        <w:t>gorma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>5-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- عبدالرضا فرج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تهران وزارت آموزش و پرورش ص 244</w:t>
      </w:r>
      <w:r w:rsidR="00041941">
        <w:rPr>
          <w:rtl/>
          <w:lang w:bidi="fa-IR"/>
        </w:rPr>
        <w:t xml:space="preserve">. 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>6- آشنائ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74</w:t>
      </w:r>
      <w:r w:rsidR="00041941">
        <w:rPr>
          <w:rtl/>
          <w:lang w:bidi="fa-IR"/>
        </w:rPr>
        <w:t xml:space="preserve">. 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7- مقاله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- رسول 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- مجله رشد جوان ش 9 - خرداد 1371</w:t>
      </w:r>
      <w:r w:rsidR="00041941">
        <w:rPr>
          <w:rtl/>
          <w:lang w:bidi="fa-IR"/>
        </w:rPr>
        <w:t xml:space="preserve">. 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8-</w:t>
      </w:r>
      <w:r w:rsidR="00BB0B6A">
        <w:rPr>
          <w:rFonts w:hint="cs"/>
          <w:rtl/>
          <w:lang w:bidi="fa-IR"/>
        </w:rPr>
        <w:t xml:space="preserve"> </w:t>
      </w:r>
      <w:r w:rsidR="00BB0B6A" w:rsidRPr="00BB0B6A">
        <w:rPr>
          <w:lang w:bidi="fa-IR"/>
        </w:rPr>
        <w:t xml:space="preserve"> </w:t>
      </w:r>
      <w:r w:rsidR="00BB0B6A">
        <w:rPr>
          <w:lang w:bidi="fa-IR"/>
        </w:rPr>
        <w:t>Abijan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>9- نصف النهار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از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گذرد و لذا غنا هم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مکره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 و هم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کره غرب</w:t>
      </w:r>
      <w:r w:rsidR="00041941">
        <w:rPr>
          <w:rtl/>
          <w:lang w:bidi="fa-IR"/>
        </w:rPr>
        <w:t xml:space="preserve">ی. 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>10- آشنائ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صفحات 107 تا 110</w:t>
      </w:r>
      <w:r w:rsidR="00041941">
        <w:rPr>
          <w:rtl/>
          <w:lang w:bidi="fa-IR"/>
        </w:rPr>
        <w:t xml:space="preserve">. 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11-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متحد شود - قوام نکرومه مترجم دکتر محمد توکل - تهران مروار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>12- دو برگ سبز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ادداشت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سفر به کانادا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محمد اصغر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تهران مؤسسه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ص 109</w:t>
      </w:r>
      <w:r w:rsidR="00041941">
        <w:rPr>
          <w:rtl/>
          <w:lang w:bidi="fa-IR"/>
        </w:rPr>
        <w:t xml:space="preserve">. 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13-</w:t>
      </w:r>
      <w:r w:rsidR="00BB0B6A">
        <w:rPr>
          <w:rFonts w:hint="cs"/>
          <w:rtl/>
          <w:lang w:bidi="fa-IR"/>
        </w:rPr>
        <w:t xml:space="preserve"> </w:t>
      </w:r>
      <w:r w:rsidR="00BB0B6A" w:rsidRPr="00BB0B6A">
        <w:rPr>
          <w:lang w:bidi="fa-IR"/>
        </w:rPr>
        <w:t xml:space="preserve"> </w:t>
      </w:r>
      <w:r w:rsidR="00BB0B6A">
        <w:rPr>
          <w:lang w:bidi="fa-IR"/>
        </w:rPr>
        <w:t>porto-novo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14-</w:t>
      </w:r>
      <w:r w:rsidR="00BB0B6A">
        <w:rPr>
          <w:rFonts w:hint="cs"/>
          <w:rtl/>
          <w:lang w:bidi="fa-IR"/>
        </w:rPr>
        <w:t xml:space="preserve"> </w:t>
      </w:r>
      <w:r w:rsidR="00BB0B6A" w:rsidRPr="00BB0B6A">
        <w:rPr>
          <w:lang w:bidi="fa-IR"/>
        </w:rPr>
        <w:t xml:space="preserve"> </w:t>
      </w:r>
      <w:r w:rsidR="00BB0B6A">
        <w:rPr>
          <w:lang w:bidi="fa-IR"/>
        </w:rPr>
        <w:t>Grebon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15-</w:t>
      </w:r>
      <w:r w:rsidR="00BB0B6A">
        <w:rPr>
          <w:rFonts w:hint="cs"/>
          <w:rtl/>
          <w:lang w:bidi="fa-IR"/>
        </w:rPr>
        <w:t xml:space="preserve"> </w:t>
      </w:r>
      <w:r w:rsidR="00BB0B6A" w:rsidRPr="00BB0B6A">
        <w:rPr>
          <w:lang w:bidi="fa-IR"/>
        </w:rPr>
        <w:t xml:space="preserve"> </w:t>
      </w:r>
      <w:r w:rsidR="00BB0B6A">
        <w:rPr>
          <w:lang w:bidi="fa-IR"/>
        </w:rPr>
        <w:t>Djado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16-</w:t>
      </w:r>
      <w:r w:rsidR="00BB0B6A">
        <w:rPr>
          <w:rFonts w:hint="cs"/>
          <w:rtl/>
          <w:lang w:bidi="fa-IR"/>
        </w:rPr>
        <w:t xml:space="preserve"> </w:t>
      </w:r>
      <w:r w:rsidR="00BB0B6A" w:rsidRPr="00BB0B6A">
        <w:rPr>
          <w:lang w:bidi="fa-IR"/>
        </w:rPr>
        <w:t xml:space="preserve"> </w:t>
      </w:r>
      <w:r w:rsidR="00BB0B6A">
        <w:rPr>
          <w:lang w:bidi="fa-IR"/>
        </w:rPr>
        <w:t>Mangueni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>17-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 شناس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 ص 344</w:t>
      </w:r>
      <w:r w:rsidR="00041941">
        <w:rPr>
          <w:rtl/>
          <w:lang w:bidi="fa-IR"/>
        </w:rPr>
        <w:t xml:space="preserve">. 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18- دو برگ سبز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ادداشت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سفر به کانادا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 119</w:t>
      </w:r>
      <w:r w:rsidR="00041941">
        <w:rPr>
          <w:rtl/>
          <w:lang w:bidi="fa-IR"/>
        </w:rPr>
        <w:t xml:space="preserve">. 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19-</w:t>
      </w:r>
      <w:r w:rsidR="00BB0B6A">
        <w:rPr>
          <w:rFonts w:hint="cs"/>
          <w:rtl/>
          <w:lang w:bidi="fa-IR"/>
        </w:rPr>
        <w:t xml:space="preserve"> </w:t>
      </w:r>
      <w:r w:rsidR="00BB0B6A" w:rsidRPr="00BB0B6A">
        <w:rPr>
          <w:lang w:bidi="fa-IR"/>
        </w:rPr>
        <w:t xml:space="preserve"> </w:t>
      </w:r>
      <w:r w:rsidR="00BB0B6A">
        <w:rPr>
          <w:lang w:bidi="fa-IR"/>
        </w:rPr>
        <w:t>Lagos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>20- کلمب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ساختن فولادها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مخصوص موتورها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جت به کار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</w:t>
      </w:r>
      <w:r w:rsidR="00041941">
        <w:rPr>
          <w:rtl/>
          <w:lang w:bidi="fa-IR"/>
        </w:rPr>
        <w:t xml:space="preserve">. 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21-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Ajaokuta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>22- آشنائ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مرکز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ص 141</w:t>
      </w:r>
      <w:r w:rsidR="00041941">
        <w:rPr>
          <w:rtl/>
          <w:lang w:bidi="fa-IR"/>
        </w:rPr>
        <w:t xml:space="preserve">. </w:t>
      </w:r>
    </w:p>
    <w:p w:rsidR="001D2733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>23- اوپک و اثرات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نفت ص 131</w:t>
      </w:r>
      <w:r w:rsidR="00041941">
        <w:rPr>
          <w:rtl/>
          <w:lang w:bidi="fa-IR"/>
        </w:rPr>
        <w:t xml:space="preserve">. 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24-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naira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25-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Kobo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26-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Adamaoua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27-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Benue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28-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ntem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29-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Nyong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30-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Sanaga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31-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Bantou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32-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Foulbe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33-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Kirdi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34-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Yaounde</w:t>
      </w:r>
    </w:p>
    <w:p w:rsidR="001D2733" w:rsidRDefault="001D2733" w:rsidP="00BB0B6A">
      <w:pPr>
        <w:pStyle w:val="libFootnote"/>
        <w:rPr>
          <w:lang w:bidi="fa-IR"/>
        </w:rPr>
      </w:pPr>
      <w:r>
        <w:rPr>
          <w:rtl/>
          <w:lang w:bidi="fa-IR"/>
        </w:rPr>
        <w:t>35-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Pardo</w:t>
      </w:r>
    </w:p>
    <w:p w:rsidR="004C0E7B" w:rsidRDefault="001D2733" w:rsidP="00BB0B6A">
      <w:pPr>
        <w:pStyle w:val="libFootnote"/>
        <w:rPr>
          <w:rtl/>
          <w:lang w:bidi="fa-IR"/>
        </w:rPr>
      </w:pPr>
      <w:r>
        <w:rPr>
          <w:rtl/>
          <w:lang w:bidi="fa-IR"/>
        </w:rPr>
        <w:t>36-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- ترجمه و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دکتر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تهران چاپخش - 1368 ص 255</w:t>
      </w:r>
      <w:r w:rsidR="00041941">
        <w:rPr>
          <w:rtl/>
          <w:lang w:bidi="fa-IR"/>
        </w:rPr>
        <w:t xml:space="preserve">. </w:t>
      </w:r>
    </w:p>
    <w:p w:rsidR="00041941" w:rsidRDefault="00BB0B6A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146" w:name="_Toc430467424"/>
      <w:r w:rsidR="004C0E7B">
        <w:rPr>
          <w:rtl/>
          <w:lang w:bidi="fa-IR"/>
        </w:rPr>
        <w:t>جمهوری گابن</w:t>
      </w:r>
      <w:bookmarkEnd w:id="146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گابن با مساحت 267667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وسعت در غرب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کنار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و در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کامرون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کنگو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برازاو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خط استوا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گذرد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کناره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اعظم آن را جنگل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پوشاند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پرتقال در قرن پانزدهم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کشف نمود و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طره گرفت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 آن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انبوه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جنگل و ارتفاع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تا اواسط قرن نوزدهم به تاخ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افتاد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1839م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در آن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 آوردند و در سال 1990م گابون جزئ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کنگو فرانسه شد و در سال 1910م گابن و سه عضو سابق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فرانسه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چاد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سازمان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مشترک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حمل و نقل و ارتباطات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دادند و بالاخره در سال 1960م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استقلال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شهر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است و تنها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جهان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بر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خط استوا قرار گرفته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1967م پس از مرگ لئومبا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گابن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آلبرت برنارد بونگو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مدت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 داد و اسلام را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نمود و نام خود را بع عمر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نمود و 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سفر حج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آنکه 30% مردم گابن مسلمان هستند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عضو سازمان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در برپائ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مراسم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برخوردارند و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خوب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گابن 1260000 نفر سکنه دارد که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7/4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 رشد سالانه آن 2/2% گزارش شده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مردم از نژاد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بوده و زبان آنان فرانسو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خط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گابن از لحاظ درآمد سرانه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و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با ذخائر سرشار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جنگل</w:t>
      </w:r>
      <w:r w:rsidR="00041941">
        <w:rPr>
          <w:rtl/>
          <w:lang w:bidi="fa-IR"/>
        </w:rPr>
        <w:t xml:space="preserve">ی؛ </w:t>
      </w:r>
      <w:r>
        <w:rPr>
          <w:rtl/>
          <w:lang w:bidi="fa-IR"/>
        </w:rPr>
        <w:t>نفت از منابع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است که 50%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ناخالص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75% صادرات آن را دربر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درسال 1954م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کشورنفت کشف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ازلحاظ فرآورده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مقام پنجم را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سالانه 45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متر مکعب گاز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کشوراستخراج و صادر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گابن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منگنز در جهان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ذخائر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متاسفانه سوخت کوره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اتم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را تام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آن به 1713 تن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معادن در سطح باز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موآندا و اوکلو واقع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سال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معادن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آهن کشف شده است و صادرات آن که در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شرکت ترانس گابون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ثروت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افزون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گابن صاحب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ذخ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آن به 230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تن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85% وسعت آن را جنگل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که رقم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صادرات آن را چوبها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بدست آمده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منابع بوجود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جنگل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در وسعت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بالغ بر 20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هکتار 3000 نوع درخت به عمل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نوع معروف و غالب آن اوکومه است که در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تخته سه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لا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کاربرد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وجود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نفوذ استکبار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آن را با مشکلات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فقر کادر علم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تخصص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مواجه ساخته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گابن وارد کننده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بوده و چون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سات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سرما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دارد بده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گابن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کوشد توازن تجارت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کنترل کند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واحد پول گانب فرانک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CfA</w:t>
      </w:r>
      <w:r w:rsidR="00041941">
        <w:rPr>
          <w:lang w:bidi="fa-IR"/>
        </w:rPr>
        <w:t xml:space="preserve">. </w:t>
      </w:r>
      <w:r>
        <w:rPr>
          <w:lang w:bidi="fa-IR"/>
        </w:rPr>
        <w:t>f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برابر صد سانت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47" w:name="_Toc430467425"/>
      <w:r>
        <w:rPr>
          <w:rtl/>
          <w:lang w:bidi="fa-IR"/>
        </w:rPr>
        <w:t>جمهوری کنگو (کنگوی برازاویل)</w:t>
      </w:r>
      <w:bookmarkEnd w:id="147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کنگو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وسط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کنگو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برازاو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کنگو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کنگو با 341900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وسعت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ساحل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سکنه 1700000 نفر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10% مسلمان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کاتول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پروتستان و 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مذهب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کنگو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گذشته جزو دولت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کنگو در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علاوه بر کنگو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آنگولا را شامل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پانزدهم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آن را کشف و مستعمره خود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هفدهم به کنگو وسطا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و در سال 1910م به مستعمره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فرانسه ضم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گشت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کنگو استقلال خود را بدست آورد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ساکن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کشور سنگال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مهاجرت نموده و به نشر اسلام پرداختند و آنان در کانونها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شهر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کنگو بخصوص کنگو مرکز حکومت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برازاو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مراکز عباد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مدارس قران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مساجد متعدد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احداث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170000 مسلمانان تحت فشار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ذا دولت باصطلاح خلق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کنگو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 و آنان را در محدود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ناگوار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48" w:name="_Toc430467426"/>
      <w:r>
        <w:rPr>
          <w:rtl/>
          <w:lang w:bidi="fa-IR"/>
        </w:rPr>
        <w:t>سائوتو و پرنسیب</w:t>
      </w:r>
      <w:bookmarkEnd w:id="148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سائوتو با 964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سواحل گابن در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و شرق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نژاد اکثرسکنه آن دورگه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80% آن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سکنه آن 110000 نفر است و در سال 1975م به استقلال 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 مرکز حکومت آن سائوتومه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مذکور در سال 1471م توسط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کشف شدند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10% مردم آن مسلمان هستند که در محاق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 -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منطقه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</w:p>
    <w:p w:rsidR="001D2733" w:rsidRDefault="00B15E7B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با 5/8 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لومتر مربع وسعت متجاوز از 25% جمع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ت 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قاره را در خود جا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داده است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که تراکم نسب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آن 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ز در حدود 12 نفر در ک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لومتر مربع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البته پراکنده بودن اقوام درجنگلها و وجود افراد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که در واحه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صحرا</w:t>
      </w:r>
      <w:r w:rsidR="00041941">
        <w:rPr>
          <w:rtl/>
          <w:lang w:bidi="fa-IR"/>
        </w:rPr>
        <w:t>یی</w:t>
      </w:r>
      <w:r w:rsidR="001D2733">
        <w:rPr>
          <w:rtl/>
          <w:lang w:bidi="fa-IR"/>
        </w:rPr>
        <w:t xml:space="preserve"> سکونت دارند و 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ز تحرک و جابجائ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عشا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ر و قبا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 تا حدود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آمار دق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ق نواح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</w:t>
      </w: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را دچار اشکال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گسترش صحار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کب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ر </w:t>
      </w: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قلمرو وجود آب و هوا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گرم و مرطوب استوا</w:t>
      </w:r>
      <w:r w:rsidR="00041941">
        <w:rPr>
          <w:rtl/>
          <w:lang w:bidi="fa-IR"/>
        </w:rPr>
        <w:t>یی</w:t>
      </w:r>
      <w:r w:rsidR="001D2733">
        <w:rPr>
          <w:rtl/>
          <w:lang w:bidi="fa-IR"/>
        </w:rPr>
        <w:t xml:space="preserve"> همراه با جنگلها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متراکم و انبوه استوا</w:t>
      </w:r>
      <w:r w:rsidR="00041941">
        <w:rPr>
          <w:rtl/>
          <w:lang w:bidi="fa-IR"/>
        </w:rPr>
        <w:t xml:space="preserve">یی، </w:t>
      </w:r>
      <w:r w:rsidR="001D2733">
        <w:rPr>
          <w:rtl/>
          <w:lang w:bidi="fa-IR"/>
        </w:rPr>
        <w:t>امراض خاص 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مناطق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درگ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نزاعها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قب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ا</w:t>
      </w:r>
      <w:r w:rsidR="00041941">
        <w:rPr>
          <w:rtl/>
          <w:lang w:bidi="fa-IR"/>
        </w:rPr>
        <w:t xml:space="preserve">ی، </w:t>
      </w:r>
      <w:r w:rsidR="001D2733">
        <w:rPr>
          <w:rtl/>
          <w:lang w:bidi="fa-IR"/>
        </w:rPr>
        <w:t>فشارها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مسئله آوارگان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عدم توسعه بهداشت و امکانات داروئ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عوامل کم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جمع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ت </w:t>
      </w: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حت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کمتر از 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جر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ه</w:t>
      </w:r>
      <w:r w:rsidR="004C0E7B">
        <w:rPr>
          <w:rtl/>
          <w:lang w:bidi="fa-IR"/>
        </w:rPr>
        <w:t xml:space="preserve"> (</w:t>
      </w:r>
      <w:r w:rsidR="001D2733">
        <w:rPr>
          <w:rtl/>
          <w:lang w:bidi="fa-IR"/>
        </w:rPr>
        <w:t xml:space="preserve">واقع در </w:t>
      </w: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غر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ب</w:t>
      </w:r>
      <w:r w:rsidR="004C0E7B">
        <w:rPr>
          <w:rtl/>
          <w:lang w:bidi="fa-IR"/>
        </w:rPr>
        <w:t xml:space="preserve">) </w:t>
      </w:r>
      <w:r w:rsidR="001D2733">
        <w:rPr>
          <w:rtl/>
          <w:lang w:bidi="fa-IR"/>
        </w:rPr>
        <w:t>سکنه دارند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و تنها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کشور زئ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ر با 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ش از 30 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ون سکنه رقم بالا</w:t>
      </w:r>
      <w:r w:rsidR="00041941">
        <w:rPr>
          <w:rtl/>
          <w:lang w:bidi="fa-IR"/>
        </w:rPr>
        <w:t>یی</w:t>
      </w:r>
      <w:r w:rsidR="001D2733">
        <w:rPr>
          <w:rtl/>
          <w:lang w:bidi="fa-IR"/>
        </w:rPr>
        <w:t xml:space="preserve"> را به خود اختصاص داده است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«</w:t>
      </w: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کمتر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سکنه را دارد سودان با 2500000 ک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لومتر مربع نه تنها پروسعت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ن کشور صحرا و </w:t>
      </w: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است بلکه وس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ع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ن کشور </w:t>
      </w: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رواندا با 26000 ک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لومتر مربع کمتر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وسعت را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لحاظ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از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را به سه قسمت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صحرا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که در عرض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از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تا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امتداد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برهنه بودن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توام با توده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شن و خاک در صحرا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وزد و صخره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تپه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شن و ماسه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دارد و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فقدان رطوبت اختلاف دما در آن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است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نقاط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متر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هم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نقاط آن که در کوهست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واقعند تا 250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متر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گروهها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عرب و بربر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بووطوارق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 در کنار واحه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صحرا به امور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صحرا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رغم جهات 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ذخائر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نفت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معادن بهره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مند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اساس اقتصاد مردمان آن بر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 فصل مرطوب و خشک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مدار راس السرطان و خط استوا قرار گرفته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جنگل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انبوه نبوده و در لابلا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چون قهوه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نخل روغن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برنج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نارگ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موز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عبور خط استوا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دارد و جنگل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انبوه از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از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برخوردارند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غلبه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 است اسلام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از قرن دهم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مقتدر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مسلمانان آن را بوجود آوردند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دولت کانم بود که تا قرن نوزدهم استوار ماند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در حدود قرن نهم در سواحل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چاد بوجود آمد و در قرن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زدهم دامنه قلمرو خود را در سودان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وسعت داد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سودان در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منحصر به قلمرو کنون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نبوده و منطقه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جنوب صحرا که مسلمانان آن را «بلاد السودان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نامند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از غرب تا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و از شرق تا فلات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گسترش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مساحت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به 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فاصله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1000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و از شرق تا غرب 5500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طول داشته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در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قرن چهاردهم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را به منطقه «برنو» 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چاد انتقال داد و از آن زمان بنام دولت «برنو» معروف گشت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سونگا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در قرون وسط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سودان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 و در زمان پادشاه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محمد توره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1528 - 1493م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اوج قدرت خود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قرون 15 و 16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قلمرو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دولت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صحرا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 و مش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تکرور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دره رود سنگال سفلا واقع بود و مردمش به توکولور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معروف بودند که هنوز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عنوان به کار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فرمانروا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اجداد فولان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مسلمان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دارند که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مه قرن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ازدهم تکرار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دولت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صحرا بود که اسلام را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 و در پهنه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تحت قلمرو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و و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نوزدهم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نقاط در سراسر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فتوحات جالب تکرورها تصرف 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 غنا در سال 1230م بود و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مذکور که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 قرن دوام آورده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آخر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صد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سکنه منطقه صحرا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40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بخش اسلام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چاد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با مسلمانان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بوروند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درصد مسلمانان را دارد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با 5%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49" w:name="_Toc430467427"/>
      <w:r>
        <w:rPr>
          <w:rtl/>
          <w:lang w:bidi="fa-IR"/>
        </w:rPr>
        <w:t>سودان</w:t>
      </w:r>
      <w:bookmarkEnd w:id="149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سودان به لحاظ وسعت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بزگتر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2500000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10 گرچه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آن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لحاظ گسترش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در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جزو نقاط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مطالعه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سودان در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ارتباط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8 کشور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چاد</w:t>
      </w:r>
      <w:r w:rsidR="00041941">
        <w:rPr>
          <w:rtl/>
          <w:lang w:bidi="fa-IR"/>
        </w:rPr>
        <w:t xml:space="preserve">،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اوگاندا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آن مرز مشترک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را دشت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که توسط رود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 شعبات آن آب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 توسط دره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رودخانه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به دو بخش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دو شاخه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در خارطوم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تخت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سودان بهم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نسبتا مرتفع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جبل مارا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 گرم و خشک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تا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قرن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سودان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مصر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اداره 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در قرن 15م سودان را ترک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پانزدهم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تصرف 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سودان توسط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اوا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قرن نوزدهم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بار دوم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مصر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جهت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 به 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 سودان را به تصرف خود درآوردند 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دوم قرن نوزدهم سودان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طره انگلستان قرار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زمان مسلمانان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سلطه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گران 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نمودند و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جنبش رارمحمد احمد بن عبدالله معروف به مهد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عهده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تار و مار شده و گوردون فرمانده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تعداد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به قتل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اخراج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بدست آوردن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سودان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اقدام به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دولت نمود و اقتدار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استعمار شوم که زخم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خورده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لشکر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 و پس از جنگ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 مهد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سرکوب و طرفدارانش را قتل عام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لشگر که متشکل از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 و انگلستان توسطک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چنر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روان مهد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ام دورمان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مهاجم شکست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خوردند و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پس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ادامه داده اما ناگهان با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مواجه شدند و در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«فاشودا» دو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مقابل هم قرار گرفته و به صف آرا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پرداختند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نبرد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نگرفت و پس 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بحران و جنگ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با مصالحه طرف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فاشودا به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1899م قرارداد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مصر و انگلستان منعقد شد که به موجب آن اداره امور سودان به هر دو کشور واگذار شد و 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گونه سودان تحت استعمار در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1924م سودان مستقل شد و به 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درآمد و حکومت ان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اعلام 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در سال 1958م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ژنرال ابراه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عبود کودتا کرده و قدرت را در دست گرفتند از آن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سودان کمتر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آرامش و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را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 1985م به اختناق 16 ساله جعفر نم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داد و حکومت 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سودان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جاد نمود و از جمله روابط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ران و سودان بهبود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پس از صادق المهد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سرهنگ عمرالبش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و هم اکنون قدرت در دست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سودان 18 استان دارد که 6 استان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بصورت خود مختار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سودان 27792000 نفر سکنه دارد که 30% آن در شهرها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رشد سالانه آن 8/3%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1/11 و بعد خانوار 3/5 و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6/22 سال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80% مردم از نژاد سام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عرب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20%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پوستند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خط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72% مسلمان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بت پرستند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سودان پس از استقلال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شاهد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بوده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مدتها است که شورش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جنوب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سرهنگ گارانگ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 دولت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 که از نتا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تاسف بار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آواره شدن هزاران مسلمان و قحط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سودان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از 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جنوب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هم اکنون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با خطر مرگ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قربان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قحط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سودان دفن نم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 و متاسفانه خوراک لاشخورها و کرکس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هجوم آوارگان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روستاها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 را منزلگاه افراد گرسنه و قحط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زده 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خانمان نموده است و 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سکنه آنان را به 3 تا 4 برابر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جنوب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جلو کمک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سازمان ملل را گرفته و به غارت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پردازند آوارگان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قرار گرفتن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وضع خطرناک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آوارگان گرسنه که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ضع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شده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کمتر رمق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در صفوف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انتظار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غذا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مکس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برند اما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غذا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همه وجود ندارد و تنها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بدان دست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>ابند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سودان با وجود آنکه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انبار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جهان سوم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آمد در حال حاضر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عقب مانده و جزو ده کشور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کمک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کودتاها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نبردها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درون مرز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تورم را در سودان به 200%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80% مردم به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گله 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مشغولند و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پنبه 60% صادرات آن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مزارع پنبه جهان در حوال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خارطوم مرکز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سودان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طلا و آهن از ذخائر معدن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سودان بوده و در سال 1973م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سواحل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سرخ نفت کشف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متاسفانه بهتر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معادن در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تار شورش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گارانگ قرار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واحد پول سودان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پوند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است که به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 نام دارد که با 100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استر برابر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50" w:name="_Toc430467428"/>
      <w:r>
        <w:rPr>
          <w:rtl/>
          <w:lang w:bidi="fa-IR"/>
        </w:rPr>
        <w:t xml:space="preserve">چاد </w:t>
      </w:r>
      <w:r w:rsidRPr="00D23B69">
        <w:rPr>
          <w:rStyle w:val="libFootnotenumChar"/>
          <w:rtl/>
          <w:lang w:bidi="fa-IR"/>
        </w:rPr>
        <w:t>(19)</w:t>
      </w:r>
      <w:bookmarkEnd w:id="150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چاد با وسعت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با 1284000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سودان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درشرق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غرب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واقع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 در شمال با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جنوب با کامرون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 مشترک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چاد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جلگه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ارتفاعات آن بنام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بست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شمال و در مرز چاد با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چاد درغرب آن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رودخانه پراهم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مشروب نمودن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چاد و عبور از نجامنا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مرکز حکومت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وارد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مزبور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چاد در اکثر نقاط گرم و خشک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جنوب توام با 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سال 1895م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 در چاد باز شد و در اواخر جنگ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اول و پس از انحلال خلافت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سال 1917م از مستعمرات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1960م چاد از فرانسه مستقل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سازمان ملل درآمد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در قرن چهارم هجر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دهم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صحرا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چاد مدتها تحت قلمرو دولت عثمان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تا سال 1960م افراد مسلمان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دخالت داشتند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 «تامپل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قدرت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وحله دست به تصف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رهبران مسلمان زد و احزاب را منحل و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کتاتور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کشور حاکم ساخت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تنها در سال 1965م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1250 نفر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روانه زندان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نجامنا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فورت لام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تظاهرات آرام حمله نمود و به کشتار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و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مردم بخصوص زنان و کودکان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گناه دست زد و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را به شهادت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1975م تامپل پا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تومبالبا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کشته شد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ژنرال فل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کس مالوم حکومت را با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فرانسه در دست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که با کوشش مسلمانان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چاد از سال 1968م تحت تسلط چر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درآمده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1978م حسن هابره به عنوان نخست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چاد قدرت را در دست گرفت که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مبارز و مسلمان سقوط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فراهم ساختند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در حال حاضر ادر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حاکم بر چاد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با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جنبش دموکراس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در حضور عمر بونگو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کشور گابن توافق صلح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دولتچاد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 به عمل آمد و مقرر شد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جنبش در چهارچوب سازمانده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ارتش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ادغام شوند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مردم چاد از نژاد عرب سودان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بانتوئ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شمال آن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از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اعرابند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اکثرا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اهپوست بانتوئ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با آداب و رسوم مختص خود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سلطه استعمار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فرانسه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80% مردم مسلمان هستند که اغلب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چاد با وجود وسعت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تنها 5/5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 که تراکم آن 4/4 و رشد سالانه 5/2% است و 27% در روستاها سکونت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چاد مرکز راهها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ارتباط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جهان و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محصور بودن در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عدم دسترس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وسعت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و گسترش صحرا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در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عدم ثبات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اختلاف بخش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توسعه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رفاه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به تاخ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افتاده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شورش سال 1966م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خشکسال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1968 تا 1974م و وابستگ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کمکها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عقب ماندگ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کرده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پنبه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ارزن و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محصولات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چاد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چاد به لحاظ ارتباط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مشکالت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کل راهها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آسفالته آن به 300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51" w:name="_Toc430467429"/>
      <w:r>
        <w:rPr>
          <w:rtl/>
          <w:lang w:bidi="fa-IR"/>
        </w:rPr>
        <w:t>نیجر</w:t>
      </w:r>
      <w:bookmarkEnd w:id="15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با 1267000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به دور از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 کشور چاد و 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واقع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ارتفاعات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مشاهده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رود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رودخانه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دارد که به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اطراف آن حالت جلگه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چاد که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قرار گرفته 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به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تعلق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اکثر نقاط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شمال و جنوب آن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 در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معتدل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در قرون قبل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 جزء امپراطور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مصر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اسلام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ق بازرگانان مسلمان که از شمال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آمدند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جر رواج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ادوار بعد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به تصرف دولتها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خلافت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درآمد که مهمتر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بربر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توبوس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غانا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مال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سونگائ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بونو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جرما و حوصه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نه تنها در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موجب گسترش و نشر اسلام شدند بلکه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مجاور را تحت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قرار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سالها1901 تا 1922م فرانسه با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نظام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را مستعمره خود نمود و مردم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پس از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دهه مبارزه با استعمار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موفق به کسب استقلال در سال 1960م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حضور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 استعمار فرانسه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 غارت منابع آن و استضعاف مردمش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را به صورت کشور عقب افتاده درآورده که با وجود منابع غن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نابسامان و آشفته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7 ولا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دارد که از 22 بخش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مرکز حکومت آن شهر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با فرانسه و دول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روابط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وجود وسعت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تعداد آن به 7200000 نفر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 که اکثر آنان در جنوب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کنار رود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55% مردم از اقوام حوصه و 25% از نژاد گورما و سونگائ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20%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فولان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طوارق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است و خط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حوصه هم رواج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90% مردم مسلمان هستند که اکثرا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مست دارد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اساس اقتصاد آن را محصولات زراع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تنها محصول صادرات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بادام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خاک ضع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آن منابع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مرمر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سنگ گچ و فسفات پنهان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کشف و استخراج اوران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 در سال 1971م بر اهم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افزود و در سال 1977م پنجم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اوران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وجود دشورا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جر را با بحران مواجه ساخته است که از جمله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توان عدم دسترس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مشکلات 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به گندم واردات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کم کار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خشکسال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بزرگ سال 1973م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سواد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15% باسوادند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را نام برد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52" w:name="_Toc430467430"/>
      <w:r>
        <w:rPr>
          <w:rtl/>
          <w:lang w:bidi="fa-IR"/>
        </w:rPr>
        <w:t xml:space="preserve">جمهوری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ی مرکزی</w:t>
      </w:r>
      <w:bookmarkEnd w:id="152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سابقا به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وبانگ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معروف بود که از دو رود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وبانگ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داردند ماخوذ گشته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622984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دارد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چاد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 کامرون قرار دارد</w:t>
      </w:r>
      <w:r w:rsidR="00041941">
        <w:rPr>
          <w:rtl/>
          <w:lang w:bidi="fa-IR"/>
        </w:rPr>
        <w:t xml:space="preserve">.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از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راه ندارد و از جمله 25 کشور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جهان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قرو نوزدهم</w:t>
      </w:r>
      <w:r w:rsidR="00041941">
        <w:rPr>
          <w:rtl/>
          <w:lang w:bidi="fa-IR"/>
        </w:rPr>
        <w:t xml:space="preserve">،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جزو مستعمرات فرانسه بود و در سال 1960م به استقلال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دوران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کتاتور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ژان بدل بوکاسا که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هزاران نفر از مسلمانان به خاک و خون غلط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هم اکنون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مسلمانان با وجود آنکه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 xml:space="preserve">سکنه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 در امور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نفوذ ندارند و به شدت تحت فشار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مردم آن از نژاد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اهپوست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بانتووبا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بوده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است گرچه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زبان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سانگو سخن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سکنه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5/1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دولت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را در آمارها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واقع خود اعلام کرده است که 8% مردم مسلمانند</w:t>
      </w:r>
      <w:r w:rsidR="00041941">
        <w:rPr>
          <w:rtl/>
          <w:lang w:bidi="fa-IR"/>
        </w:rPr>
        <w:t xml:space="preserve">!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کودتا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 1981م هرگونه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احزاب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ممنوع کرده و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در محاق اختناق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قرار داده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ذخائر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الماس و اوران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قلع و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وجود دارد که منافع حاصل از استخراج آنان صرف رفاه و توسعه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نقاط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و مسلمانان در وضع نابسامان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53" w:name="_Toc430467431"/>
      <w:r>
        <w:rPr>
          <w:rtl/>
          <w:lang w:bidi="fa-IR"/>
        </w:rPr>
        <w:t>اوگاندا</w:t>
      </w:r>
      <w:bookmarkEnd w:id="15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اوگاندا در جنوب سودان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وسعت آن به 236536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آن توسط ارتفاعات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 است و پوشش 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قسمت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اوگاندا قبلا به خاطر داشتن قهوه به «برز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» مشهور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اواسط قرن نوزده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ساکن زنگبار در صدد تصرف آن برآمدند و در اواسط قرن نوزدهم اعراب حکومت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بوگاندا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استعمارگر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که به ثروتها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اوگاندا چشم دوخته بود اجازه نداد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دولت دوام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اورد و اوگاندا در اواخر قرن نوزده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قرار گرفت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اوگاندا در سال 1962م استقلال خود را بدست 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اوگاندا 5/16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 که بخش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 را 40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با 4 زبان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75% مردم به زبان سواح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که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امر نشانه نفوذ مسلمانان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40% مردم اوگاندا مسلمان هستند و کشور مزبور عضو سازمان کنفرانس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اوگاندا هم اکنون با عدم ثبات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ناامن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منابع آب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17% مساحت کشور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را دارد و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البرت و ادوارد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رودخانه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از اوگاندا تولد م</w:t>
      </w:r>
      <w:r w:rsidR="00041941">
        <w:rPr>
          <w:rtl/>
          <w:lang w:bidi="fa-IR"/>
        </w:rPr>
        <w:t>ی ی</w:t>
      </w:r>
      <w:r>
        <w:rPr>
          <w:rtl/>
          <w:lang w:bidi="fa-IR"/>
        </w:rPr>
        <w:t>ابد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پنجم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صادر کننده قهوه در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و 90%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در بخش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54" w:name="_Toc430467432"/>
      <w:r>
        <w:rPr>
          <w:rtl/>
          <w:lang w:bidi="fa-IR"/>
        </w:rPr>
        <w:t>روآندا</w:t>
      </w:r>
      <w:bookmarkEnd w:id="154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روآندا فلات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مرتفع با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و کوهها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متعدد که بدور از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در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بوروند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اوگاندا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قرار دارد و وسعت آن برابر 26000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 راه ندارد و محصور در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«ک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706000 نفر سکنه آن 70%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494200 نفر مسلمانند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ک سوم مسلمانان در مرکز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سکونت دارند از 50 مسجد مسلمانان 5 مسجد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اتحاد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مسلمانان روآندا در سال 1964م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 که همه مسلمانان عضو آن بوده و دولت هم آن را به عنوان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شناخته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1962م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بر اثر مبارزات قوم هوتوبه استقلال از کشور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دست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افتند و به استعمار 16 ساله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دادند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55" w:name="_Toc430467433"/>
      <w:r>
        <w:rPr>
          <w:rtl/>
          <w:lang w:bidi="fa-IR"/>
        </w:rPr>
        <w:t>بوروندی</w:t>
      </w:r>
      <w:bookmarkEnd w:id="155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 بوروند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27834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کناره شمال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تانگان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85% سکنه 5/5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از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هوتو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5% مردم مسلمان هستند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در بوروند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سال 1870م توسط کارگران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افسران آلمان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کار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کردند انتشار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مسجد آنان در دهکده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انزا در 135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 حکومت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که بوروند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مستعمره خود نموده بودند با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و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آنان به شدت مخالف بودند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تلاش نوحد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مبارز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عمران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بوسا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 کردند و در سال 1952م با اصرار آنان مدرسه کودکان مسلمان بوجود آمد و رفته رفته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توسعه امور و انجام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پرداختند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در مرکز حکومت</w:t>
      </w:r>
      <w:r w:rsidR="00041941">
        <w:rPr>
          <w:rtl/>
          <w:lang w:bidi="fa-IR"/>
        </w:rPr>
        <w:t xml:space="preserve"> 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بوجومبورا و بخش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 و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مقامات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مورد احترام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همجوار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بوروند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کشور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در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مردم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وافر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داشته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بازرگانان مسلمان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عرب که در گذشته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مهاجرت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هم اکنون درصد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بوروند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56" w:name="_Toc430467434"/>
      <w:r>
        <w:rPr>
          <w:rtl/>
          <w:lang w:bidi="fa-IR"/>
        </w:rPr>
        <w:t>زئیر (جمهوری فدرال کنگو)</w:t>
      </w:r>
      <w:bookmarkEnd w:id="156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زمان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سلطه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بود به کنگو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معروف بود و بعد از استقلال به کنگو نغ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ر نام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در هنگام 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«موبوتو» مرکز حکومت آن از لئو پول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به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شانزا مبدل و نام کنگو به کنگو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شازا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چون رودخانه کنگو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دارد و به زبان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نام دارد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کشور مزبور به 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معروف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با 234500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پروسعت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توس استانل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کشف شد و در سال 1885م بصورت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دولت مستقل تحت مالک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پادشاه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لئوپولد دوم درآمد و در سال 1908م بصورت مستعمره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معرف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سال 1960م تحت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لومامبا قهرمان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استقلال خود را بدست آورد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کنگو پهناور که 77 برابر بزرگتر از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است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1876 تا 1908م ملک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پادشاه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بود که با استثمار 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رحمانه مردمان 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صورت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ثروتمندتر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 عالم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کارگران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فرام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او تخلف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کردند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B43D72">
        <w:rPr>
          <w:rtl/>
          <w:lang w:bidi="fa-IR"/>
        </w:rPr>
        <w:t>باران</w:t>
      </w:r>
      <w:r>
        <w:rPr>
          <w:rtl/>
          <w:lang w:bidi="fa-IR"/>
        </w:rPr>
        <w:t xml:space="preserve"> شده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دستها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شان قطع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شد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منابع موثق تعداد قربان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لئوپولد دوم را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5 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8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ذکر نموده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ضمن در مدت سلطه بلژ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ذخائر مس - طلا و منابع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کنگو غارت شد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مرکز حکومت آن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شازا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در کنار رود کنگو قرار دارد و به لحاظ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ستم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9 استان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250 نژاد دارد که به 400 لهجه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اما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33740000 نفر سکنه دارد که 10% آن مسلمان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اسلام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مناطق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وارد 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 و تعداد مسلمانان در است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وو و کاسا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خاور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شازا مرکز حکومت تعداد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مسجد و مدرسه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است و روند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مردم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رو به افزا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زئ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کبالت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73%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جهان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ششم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کننده مس در جهان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معادن الماس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قلع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آهن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طلا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کرم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منگنز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زغال سنگ هم دارد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57" w:name="_Toc430467435"/>
      <w:r>
        <w:rPr>
          <w:rtl/>
          <w:lang w:bidi="fa-IR"/>
        </w:rPr>
        <w:t>پی نوشتها</w:t>
      </w:r>
      <w:bookmarkEnd w:id="157"/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Albert-Bernard Bongo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2- سالنامه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1990م - محمدرضا عسکر</w:t>
      </w:r>
      <w:r w:rsidR="00041941">
        <w:rPr>
          <w:rtl/>
          <w:lang w:bidi="fa-IR"/>
        </w:rPr>
        <w:t xml:space="preserve">ی. 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3-</w:t>
      </w:r>
      <w:r w:rsidR="00B70568">
        <w:rPr>
          <w:rFonts w:hint="cs"/>
          <w:rtl/>
          <w:lang w:bidi="fa-IR"/>
        </w:rPr>
        <w:t xml:space="preserve"> </w:t>
      </w:r>
      <w:r w:rsidR="00B70568">
        <w:rPr>
          <w:lang w:bidi="fa-IR"/>
        </w:rPr>
        <w:t>opec Seminar gabon oil industry (Rienna: opec-</w:t>
      </w:r>
      <w:r w:rsidR="00B70568">
        <w:rPr>
          <w:rtl/>
          <w:lang w:bidi="fa-IR"/>
        </w:rPr>
        <w:t xml:space="preserve">1977) </w:t>
      </w:r>
      <w:r w:rsidR="00B70568">
        <w:rPr>
          <w:lang w:bidi="fa-IR"/>
        </w:rPr>
        <w:t>p</w:t>
      </w:r>
      <w:r w:rsidR="00B70568">
        <w:rPr>
          <w:rtl/>
          <w:lang w:bidi="fa-IR"/>
        </w:rPr>
        <w:t>. 70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4- گابن از اعضا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کوچک اوپک و آخر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پذ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رفته شد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5- اوپک و اثرات تخر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مت نفت ص 137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6- آشنائ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172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7-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-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243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8-</w:t>
      </w:r>
      <w:r w:rsidR="00B70568">
        <w:rPr>
          <w:rFonts w:hint="cs"/>
          <w:rtl/>
          <w:lang w:bidi="fa-IR"/>
        </w:rPr>
        <w:t xml:space="preserve"> </w:t>
      </w:r>
      <w:r w:rsidR="00B70568">
        <w:rPr>
          <w:lang w:bidi="fa-IR"/>
        </w:rPr>
        <w:t>Tukolor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9-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سن ص 177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10- نهم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پروسعت جهان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11-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Jabalmara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12-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Omdurman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13- سالنامه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1990م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14-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Garange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15- بنا به اظهارات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سودان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 شورش مذکور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16-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است با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آرد حبوبات و برنج و روغن که از لحاظ پروتئ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بصورت پودر ارائه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17- از گزارش سازمان ملل متحد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نقل از روزنامه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17 آبان 71 ش 14620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18- روزنامه اطلاعات ش 19518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19-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Chad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20-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Tibesti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21-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Njgmna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22- حسن هابره حافظ منافع فرانسه بود و «گوگون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خواهان برکنار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هابره بود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23- روزنامه جهان اسلام 4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 307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24-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- دکتر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125 و 126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25-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نقطه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جر تا ساحل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650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فاصله دارد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فاقد راه آهن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26- اسلام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اوگاندا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در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1993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«حزب انقلاب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کردند تا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قانون 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توسعه فرهنگ اخلاق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اوگاندا به اجرا درآورند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27-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Hoto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28-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در جهان امروز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ص 224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29- جنگ جغراف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3050-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متحد شود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قوام نکرومه ترجمه دکتر توکل ص 46</w:t>
      </w:r>
      <w:r w:rsidR="00041941">
        <w:rPr>
          <w:rtl/>
          <w:lang w:bidi="fa-IR"/>
        </w:rPr>
        <w:t xml:space="preserve">. </w:t>
      </w:r>
    </w:p>
    <w:p w:rsidR="004C0E7B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31-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- دکتر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145</w:t>
      </w:r>
      <w:r w:rsidR="00041941">
        <w:rPr>
          <w:rtl/>
          <w:lang w:bidi="fa-IR"/>
        </w:rPr>
        <w:t xml:space="preserve">. </w:t>
      </w:r>
    </w:p>
    <w:p w:rsidR="004C0E7B" w:rsidRDefault="00B70568" w:rsidP="004C0E7B">
      <w:pPr>
        <w:pStyle w:val="Heading3"/>
        <w:rPr>
          <w:rtl/>
          <w:lang w:bidi="fa-IR"/>
        </w:rPr>
      </w:pPr>
      <w:r>
        <w:rPr>
          <w:rtl/>
          <w:lang w:bidi="fa-IR"/>
        </w:rPr>
        <w:br w:type="page"/>
      </w:r>
      <w:bookmarkStart w:id="158" w:name="_Toc430467436"/>
      <w:r w:rsidR="004C0E7B">
        <w:rPr>
          <w:rtl/>
          <w:lang w:bidi="fa-IR"/>
        </w:rPr>
        <w:t xml:space="preserve">ه- </w:t>
      </w:r>
      <w:r w:rsidR="00B15E7B">
        <w:rPr>
          <w:rtl/>
          <w:lang w:bidi="fa-IR"/>
        </w:rPr>
        <w:t>آفریقا</w:t>
      </w:r>
      <w:r w:rsidR="004C0E7B">
        <w:rPr>
          <w:rtl/>
          <w:lang w:bidi="fa-IR"/>
        </w:rPr>
        <w:t xml:space="preserve">ی جنوبی (جنوب شرقی، جنوب و جنوب غربی </w:t>
      </w:r>
      <w:r w:rsidR="00B15E7B">
        <w:rPr>
          <w:rtl/>
          <w:lang w:bidi="fa-IR"/>
        </w:rPr>
        <w:t>آفریقا</w:t>
      </w:r>
      <w:r w:rsidR="004C0E7B">
        <w:rPr>
          <w:rtl/>
          <w:lang w:bidi="fa-IR"/>
        </w:rPr>
        <w:t>)</w:t>
      </w:r>
      <w:bookmarkEnd w:id="158"/>
      <w:r w:rsidR="004C0E7B">
        <w:rPr>
          <w:rtl/>
          <w:lang w:bidi="fa-IR"/>
        </w:rPr>
        <w:t xml:space="preserve"> </w:t>
      </w:r>
    </w:p>
    <w:p w:rsidR="001D2733" w:rsidRDefault="00B15E7B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به طور کامل در 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مکره جنوب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قرار گرفته و 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شتر ارتفاعات آن در بخش شرق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قرار گرفته است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صحرا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کالاهار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به عنوان 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خشک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صحراها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نا اکثر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ت مساحت کشور نام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 و سرزم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بوتسوانا را پوشان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ده و تا </w:t>
      </w: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امتداد دارد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بجز نوار بار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ک ساحل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بنام 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ابان «نام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ب زمستان آن با مقدار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بارندگ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همراه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="001D2733" w:rsidRPr="00D23B69">
        <w:rPr>
          <w:rStyle w:val="libFootnotenumChar"/>
          <w:rtl/>
        </w:rPr>
        <w:t>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 w:rsidR="001D2733">
        <w:rPr>
          <w:rtl/>
          <w:lang w:bidi="fa-IR"/>
        </w:rPr>
        <w:t>در قسمت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مرکز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</w:t>
      </w:r>
      <w:r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آب و هوا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گرم و مرطوب استوا</w:t>
      </w:r>
      <w:r w:rsidR="00041941">
        <w:rPr>
          <w:rtl/>
          <w:lang w:bidi="fa-IR"/>
        </w:rPr>
        <w:t>یی</w:t>
      </w:r>
      <w:r w:rsidR="001D2733">
        <w:rPr>
          <w:rtl/>
          <w:lang w:bidi="fa-IR"/>
        </w:rPr>
        <w:t xml:space="preserve"> حاکم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اما سواحل شرق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از آب و هوا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انوس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برخوردارند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در سواحل جنوب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نوع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آب و هوا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ترانه</w:t>
      </w:r>
      <w:r w:rsidR="00041941">
        <w:rPr>
          <w:rtl/>
          <w:lang w:bidi="fa-IR"/>
        </w:rPr>
        <w:t xml:space="preserve"> </w:t>
      </w:r>
      <w:r w:rsidR="001D2733"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را م</w:t>
      </w:r>
      <w:r w:rsidR="00041941">
        <w:rPr>
          <w:rtl/>
          <w:lang w:bidi="fa-IR"/>
        </w:rPr>
        <w:t xml:space="preserve">ی </w:t>
      </w:r>
      <w:r w:rsidR="001D2733">
        <w:rPr>
          <w:rtl/>
          <w:lang w:bidi="fa-IR"/>
        </w:rPr>
        <w:t>توان 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 w:rsidR="001D2733">
        <w:rPr>
          <w:rtl/>
          <w:lang w:bidi="fa-IR"/>
        </w:rPr>
        <w:t>بزرگتر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ره </w:t>
      </w: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ماداگاسکار در جنوب شرق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</w:t>
      </w: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 xml:space="preserve">گرچه در جنوب </w:t>
      </w:r>
      <w:r>
        <w:rPr>
          <w:rtl/>
          <w:lang w:bidi="fa-IR"/>
        </w:rPr>
        <w:t>آفریقا</w:t>
      </w:r>
      <w:r w:rsidR="001D2733">
        <w:rPr>
          <w:rtl/>
          <w:lang w:bidi="fa-IR"/>
        </w:rPr>
        <w:t xml:space="preserve"> غلبه با نژاد 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اه است اما نژاد دورگه</w:t>
      </w:r>
      <w:r w:rsidR="00041941">
        <w:rPr>
          <w:rtl/>
          <w:lang w:bidi="fa-IR"/>
        </w:rPr>
        <w:t xml:space="preserve">، </w:t>
      </w:r>
      <w:r w:rsidR="001D2733">
        <w:rPr>
          <w:rtl/>
          <w:lang w:bidi="fa-IR"/>
        </w:rPr>
        <w:t>مهاجر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اروپائ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آس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و هند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ز در ا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 w:rsidR="001D2733">
        <w:rPr>
          <w:rtl/>
          <w:lang w:bidi="fa-IR"/>
        </w:rPr>
        <w:t>ه اقامت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مجموع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بخش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که 14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بر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رند وسعت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5/6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دارد که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آنان آنگولا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مساحت را به خود اختصاص داده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با 2045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کوچکتر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33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پرجمع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از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محکوم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توسط استعمارگران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آمدند در نشر اسلام کوش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هم اکنون از حدود 110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سکنه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جنوب شرق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جنوب و جنوب غرب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و نفوذ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استعمار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نقاط تنها رقم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حدود 15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مسلمان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صرفا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شاز 90% مسلمان دارد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کومور واقع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سکنه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هستند</w:t>
      </w:r>
      <w:r w:rsidR="00041941">
        <w:rPr>
          <w:rtl/>
          <w:lang w:bidi="fa-IR"/>
        </w:rPr>
        <w:t>.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عوامل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 مسلمانان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نسبت به نقاط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کمتر است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آن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در راس 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کشورها افراد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غالبا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وجود دارند و در صدد آن هستند که آمار مسلمانان را کم جلوه دهند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آنگولا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لسوتو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مبابوه در خط مقدم مبارزه با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59" w:name="_Toc430467437"/>
      <w:r>
        <w:rPr>
          <w:rtl/>
          <w:lang w:bidi="fa-IR"/>
        </w:rPr>
        <w:t xml:space="preserve">موزامبیک </w:t>
      </w:r>
      <w:r w:rsidRPr="00D23B69">
        <w:rPr>
          <w:rStyle w:val="libFootnotenumChar"/>
          <w:rtl/>
          <w:lang w:bidi="fa-IR"/>
        </w:rPr>
        <w:t>(2)</w:t>
      </w:r>
      <w:bookmarkEnd w:id="159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با 800000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در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سواز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041941">
        <w:rPr>
          <w:rtl/>
          <w:lang w:bidi="fa-IR"/>
        </w:rPr>
        <w:t xml:space="preserve">،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مالاو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مباوه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پست بوده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آن حالت فلات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ارتفاعات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 شمال و غرب آن واقع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بخصوص زامبز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فلات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سرچشمه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 و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روانه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بخش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را جنگ فرا گرفته است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نقاط کوهستان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معتدل و بق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نقاط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دارد در سال 1948م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بار «واسکودوگاما»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کشف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در سال 1909م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رسما جزو مستعمرات پرتقال قلمداد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پس از مبارزات طولان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استقلال خود را بدست آورد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سال 1975م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 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</w:t>
      </w:r>
      <w:r w:rsidR="004C0E7B">
        <w:rPr>
          <w:rtl/>
          <w:lang w:bidi="fa-IR"/>
        </w:rPr>
        <w:t xml:space="preserve">) 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در حال حاضر 5/15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 که اکثرا از نژاد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 و بخصوص بانتو هستند گرچه 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به زبان محل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نانتو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شهر «ماپوتو»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نام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 از نام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حکام مسلمان آن بنام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گرفته شده که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آن را تغ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>ر داده و آن را «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پرتقال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خوشبختانه پس از استقلال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نام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باز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نفوذ اسلام در آن قدمت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هزار ساله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سوفولا و سامب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صاحب قدرت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که تا امتداد رودخانه «زامبز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گسترش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هشتم هجر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بازرگانان مسلمان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عربستان و 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 راه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شده و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بت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پرست آن ندا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کتا پرست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سردادند و به نشر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رهائ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بخش اسلام پرداختند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«مسعود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جغراف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دان مسلمان از رونق و شکوفا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تمدن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سخن رانده و از روابط 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با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خاورم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مطالب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ذکر نموده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1505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متجاوز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شهر مسلمان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سوفالا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حمله نموده و به قتل عام مردم پرداختند و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عنوان برده به کارها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شاق گماردند و پس از آن شهر مزبور را تصرف کردند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نبرد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شهر «موس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واقع در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شمال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4 قرن به درازا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مبارزات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امان بود که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را به شدت عصبان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 و موجب آن گشت تا به قتل عام وحش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انه مسلمانان پرداخته و رهبران مسلمان را از داخل هواپ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 زنده زنده به طرف مراکز سکونت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پرتاب کنند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استعمار پرتقال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مبارزه اساس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اسلام که سد راه غارتگر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اش بود با تصو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قانون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زبان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آموزش قرآن کر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را ممنوع ساخت و افراد مختلف را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برنامه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مجازات و مبلغ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نمود و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مجاهدان مسلمان اردوگاهها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در نظر گرفت تا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دور از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نگاه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وجود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مقاومت مسلمانان در برابر حکومت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پرتقال به سست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فتور 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و گرچه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کشته و گروه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مالاو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مهاجرت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قتل عام مردم موئدا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ماکنده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مسلمانان با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متنحد شده و در سال 1962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جبهه آزاد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بخش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دادند که نبرد مسلحانه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آغاز کرد نهضت مزبور که به آن فره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گفتند اساسا از مسلمانان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ب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بود اما رفته رفته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نفوذ رهبران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ض روا داشته و آنان را از موقع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توده عاد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کنار زده و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کشتند و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مزبور که به همت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بوجود آمده بود متوجه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و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شد و به ضد اسلام سوق داده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سال 1975م که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به 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 کسب استقلال کرد دولت الحاد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 که تمام اعضا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از هر فرصت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مسلمانان استفاده کرد و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ماکو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را وادار نمود که خوک پرورش دهند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هزاران مسلمان را در اردوگاهها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محبوس نموده که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ناگوار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جان خود را از دست داده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هم اکنون در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ناگوار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 و تماس آنان با جهان اسلام در سطح نازل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در حال حاضر 5/15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 که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آنان مسلمان هستند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14 واحد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تنها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ساکنند اما متاسفانه در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سخت و خشن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ماکوا با 5/4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غالبا تابع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4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شامل زامبز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کابودلگار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نامپولا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از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مسلمانان برخوردارند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مقاومت 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رنامو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آمده که ظاهرا با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صلح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آنان و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شورش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تا حدود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تنزل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عوارض آن آواره شدن و فقر و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ظاهرا در حال حاضر معاون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دادگستر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مسئول امور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مسلمان است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درباره امام 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قدس سره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گفته بود</w:t>
      </w:r>
      <w:r w:rsidR="00041941">
        <w:rPr>
          <w:rtl/>
          <w:lang w:bidi="fa-IR"/>
        </w:rPr>
        <w:t xml:space="preserve">: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«ما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رهبر بزرگ و رهنمودها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بشر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به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گذاشته است به عنوان ابزار 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راه تداوم تفکرات والا که باعث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سعادت ماد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بشر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استفاده 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7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آنکه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اراض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اما 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16 سال نبرد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شورش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رنامو آن را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زده و دچار قحط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تبد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انس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گرسنه در صف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منظم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تا سهم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غذا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را که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امداد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سازمان ملل توز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کنند ارائه طولان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کمک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غذا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>مردم را در 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حتاج خود ناتوان نموده و عقل معاش و قدرت تلاش را از آنان گرفته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85% مردم که در روستاها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توانا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دارند اما وقوع جنگ خون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داخل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خشکسال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موجب آن شده که 5/15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حدود 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به کمک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وابسته باشند و خشکسال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موجب خال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 روستاها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75% اقتصاد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ک را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ارد دلار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 که هر ساله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به صورت کمک خارج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مصالحه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شورش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راستگرا و دولت چپ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خواک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سائو - رئ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- گرچه ممکن است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کمک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 را تقل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دهد اما 5/1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اگر به وطن بازگردند به غذا و وسا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کار و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از خواهند داشت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60" w:name="_Toc430467438"/>
      <w:r>
        <w:rPr>
          <w:rtl/>
          <w:lang w:bidi="fa-IR"/>
        </w:rPr>
        <w:t>جمهوری فدرال اسلامی کومور</w:t>
      </w:r>
      <w:bookmarkEnd w:id="160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کومور مجمع الجزا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در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که در شرق سواحل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ماداگاسکار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مساحت آن به 2236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کومور از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فعال 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آمده و در حال حاضر کوه کارتالا با 2360 متر ارتفاع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بلند نقطه کشور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آتشفشان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فعال محسوب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سه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اصل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عبارتند از گراند کومور - که با 1150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>ست - آنژوان و موئل</w:t>
      </w:r>
      <w:r w:rsidR="00041941">
        <w:rPr>
          <w:rtl/>
          <w:lang w:bidi="fa-IR"/>
        </w:rPr>
        <w:t xml:space="preserve">ی. </w:t>
      </w:r>
      <w:r>
        <w:rPr>
          <w:rtl/>
          <w:lang w:bidi="fa-IR"/>
        </w:rPr>
        <w:t>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کوچک هم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سبب محصور بودن در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و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خط استوا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مرطوب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کومور از جزا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پول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در قرون قبل به تصرف مسلمانان درآمد و اهال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به اسلام گرو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سال 1843م فرانسه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مستعمره خود نمود و در سال 1912م رسما مستعمره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استعمار گر شد و با ماداگاسکار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مالاگاش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که تحت الحما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فرانسه بود</w:t>
      </w:r>
      <w:r w:rsidR="00041941">
        <w:rPr>
          <w:rtl/>
          <w:lang w:bidi="fa-IR"/>
        </w:rPr>
        <w:t>، 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اما پس از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جدا شد و در سال 1971م به لحاظ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مختار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1975م مجلس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ندگان کومور به طو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کجانبه استقلال کومور را اعلام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اروپا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عربستان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عراق و کو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سال 1979م با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آن روابط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تجار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برقرار نمودند و کومور که پس از کودتا</w:t>
      </w:r>
      <w:r w:rsidR="00041941">
        <w:rPr>
          <w:rtl/>
          <w:lang w:bidi="fa-IR"/>
        </w:rPr>
        <w:t xml:space="preserve">یی، </w:t>
      </w:r>
      <w:r>
        <w:rPr>
          <w:rtl/>
          <w:lang w:bidi="fa-IR"/>
        </w:rPr>
        <w:t xml:space="preserve">از سازمان وحدت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خارج شده بود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به عضو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درآمد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کومور از 7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که به شکل فدرال اداره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مورون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در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گراند کومور قرار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480000 نفر سکنه دارد که 30% آن در شهرها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10% در مرکز حکومت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رشد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3% و تراکم نسب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215 نفر در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ترک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از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اما دو دسته مهاجر در آن سکونت دارند دسته اول مهاجران سواحل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ماداگاسکار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اعراب و هند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دسته دوم اروپائ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شامل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 و فرانسو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زبان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اما زبان سواح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 آن 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99% مردم مسلمان هستند و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دارد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کومور پس از استقلال به خاطر قطع کمک 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به قحط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تهد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که بر اثر کمکها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الملل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دول عرب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مردم از گرسنگ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نجات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اقتصاد آن بر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متک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و برنج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محصولات مهم آن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حال کومور واردکننده مواد غذا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صنا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آن عبارتند از</w:t>
      </w:r>
      <w:r w:rsidR="00041941">
        <w:rPr>
          <w:rtl/>
          <w:lang w:bidi="fa-IR"/>
        </w:rPr>
        <w:t xml:space="preserve">: </w:t>
      </w:r>
      <w:r>
        <w:rPr>
          <w:rtl/>
          <w:lang w:bidi="fa-IR"/>
        </w:rPr>
        <w:t>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عطر 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ساز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نت آلات و 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جات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واحد پول آن فرانک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 آ</w:t>
      </w:r>
      <w:r w:rsidR="004C0E7B">
        <w:rPr>
          <w:rtl/>
          <w:lang w:bidi="fa-IR"/>
        </w:rPr>
        <w:t xml:space="preserve"> (</w:t>
      </w:r>
      <w:r>
        <w:rPr>
          <w:lang w:bidi="fa-IR"/>
        </w:rPr>
        <w:t>CfA</w:t>
      </w:r>
      <w:r w:rsidR="00041941">
        <w:rPr>
          <w:lang w:bidi="fa-IR"/>
        </w:rPr>
        <w:t xml:space="preserve">. </w:t>
      </w:r>
      <w:r>
        <w:rPr>
          <w:lang w:bidi="fa-IR"/>
        </w:rPr>
        <w:t>f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برابر صد سانت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61" w:name="_Toc430467439"/>
      <w:r>
        <w:rPr>
          <w:rtl/>
          <w:lang w:bidi="fa-IR"/>
        </w:rPr>
        <w:t>جمهوری ماداگاسکار (مالاگاشی)</w:t>
      </w:r>
      <w:bookmarkEnd w:id="161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ماداگاسکار با 587041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به صورت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نسبتا 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 در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از نظر وسعت چهارم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سال 1895م تحت نفوذ فرانسه درآمد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1947م انقلاب مردم اوج گرفت و در آور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 1960م استقلال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مرکز حکومت آن شهر «تانانار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و»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قرن ششم تا قرن نهم که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عربستان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 فارس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هند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سراز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توسط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مذکور که مسلمان بودند در ماداگاسکار موج فزا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بخود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دوران استعمارگر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فرانسه گرچه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 شدت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 اما موفق نشدند شعله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پرفروغ اسلام را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خاموش کنند و مهاجرت مسلمانان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آن بر گسترش اسلام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افزود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وضع فعل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گروه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«آنتاب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مورو» مسلمانان هستند و در سواحل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سکونت دارند از 11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مردم مالاگاش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3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مسلمان هستند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همچنان درانزوا و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سخت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هنگام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در سال 1972م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چپ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گرا 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کار آمدند و کشور را به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 سوق دادند مسلمانان تحت فشار افزونتر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 گرفتند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حوادث اسف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بار ماداگاسکار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حادثه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«مجنگا» را که توسط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ضد اسلام اتفاق افتاد ذکر نمود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حادثه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600 مسلمان به شهادت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و هزاران نفر زخم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مجروح شدند و دهها هزار نفر را به اجبار از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رون راندند و لطمات و صدمات فراوان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 اموال و دارائ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وارد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دولت هم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چ 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نکرد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62" w:name="_Toc430467440"/>
      <w:r>
        <w:rPr>
          <w:rtl/>
          <w:lang w:bidi="fa-IR"/>
        </w:rPr>
        <w:t>جمهوری مالاوی (نیاسالند)</w:t>
      </w:r>
      <w:bookmarkEnd w:id="162"/>
      <w:r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مالاو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118484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وسعت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در کنار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مالاو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 کوهها و جنگلها چهره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بوجود 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حکومت آن «ل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لونگره است که در نواح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تعداد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مرکز سکونت اخت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نموده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به ساخت مدارس قرآن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مساجد متعدد اقدام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5/8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مالاو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40% مسلمان هستند که غالبا در اطراف 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اچه مالاو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 کشور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وجود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مسلمان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اختناق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حاکم بر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بوجود آورده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در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برند و در مسائل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نظام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فرهنگ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دخالت ناچ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بازرگانان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حدود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قرن در مالاو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 نبرد با استعمار انگلستان بودند که سرانجام با نقشه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آنان سرکوب شده و عقب نش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نمودند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طره انگلستان قرار گرفت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فشارها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وارد شد تعداد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به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مبابوه و 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مهاجرت نموده که مشغول کارگر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مالاو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اکثرا مشغول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مالاو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وابسته است و دو راه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آهن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 را به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هند ارتباط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63" w:name="_Toc430467441"/>
      <w:r>
        <w:rPr>
          <w:rtl/>
          <w:lang w:bidi="fa-IR"/>
        </w:rPr>
        <w:t>جمهوری زامبیا</w:t>
      </w:r>
      <w:bookmarkEnd w:id="163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با 752614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در جنوب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واقع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رود زامبز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مرز طب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و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مباوه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مدتها ازنقاط مهم صادر کننده برده بود و در سال 1851م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انگلستان بدان گشوده شد و به نام غارتگر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سل رودز» به رود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معروف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و در سال 1964م با مبارزات مردم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مستقل و نام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را باز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از 9 استان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شده و مرکز حکومت آن شهر لوزاکا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که در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واقع است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از 5/7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ون سکنه آن 10%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750000 نفر مسلمان هستند که در استان کوپربلت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در مرکز آن «آندولا» در 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اغلب مسلمانان سن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 در مرداد ماه سال جار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1371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انسجام خود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سازمان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را رسما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دادند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منشا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</w:t>
      </w:r>
      <w:r w:rsidR="00041941">
        <w:rPr>
          <w:rtl/>
          <w:lang w:bidi="fa-IR"/>
        </w:rPr>
        <w:t xml:space="preserve">،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64" w:name="_Toc430467442"/>
      <w:r>
        <w:rPr>
          <w:rtl/>
          <w:lang w:bidi="fa-IR"/>
        </w:rPr>
        <w:t>موریس</w:t>
      </w:r>
      <w:bookmarkEnd w:id="164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در فاصله 800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ماداگاسکار به همراه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در وسعت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برابر 2045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12 مارس سال 1968م دولت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مستقل را بوجود آورد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تا زمان استقلال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تحت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سلطه فرانسه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در قرن شانزدهم توسط ناوگان پرتقال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مسکون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 کشف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بعد از استقلال 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ته عمل مسلمانان در اداره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نقش عمده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فا نمودند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آن 20% مسلمان هستند که غالب آنان نژاد هند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و به زبان اردو و گجرات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تکلم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به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کشاورز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بازرگان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حرفه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تخصص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مشغولند و چند 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 در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ئت دولت وجود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تعداد 100 مسجد در سراسر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شده که مدارس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قرآن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بد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وابسته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بنام «جنبش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دارند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مباوه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65" w:name="_Toc430467443"/>
      <w:r>
        <w:rPr>
          <w:rtl/>
          <w:lang w:bidi="fa-IR"/>
        </w:rPr>
        <w:t>زیمباوه</w:t>
      </w:r>
      <w:bookmarkEnd w:id="165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مبابوه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ساختمان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پارچه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سنگ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 از خرابه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نوع ساختمان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 که ارزش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نام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از آن گرفته شده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مبابوه در گذشته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دور تمدن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بخود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«کارل مانش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اح آلمان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کناره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مبابوه را در سال 1871م بدون سکنه کشف کرد اما 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نخست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بودند ک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وارد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14% از سکن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9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مبابوه مسلمان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بازماندگان مهاجران مالا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هند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سومال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و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هستند که در نقاط مرکز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تمرکز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از سال 1870م مطابق با 1287ه-ق از طر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ق مهاجرت مسلمانان زنگبار به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مبابوه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ضمن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آموزشها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طرق مبارزه با استعمار و نبرد با متجاوز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را آموختند و به 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اشغالگران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ورود مسلمانان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ممانعت به عمل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آوردند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66" w:name="_Toc430467444"/>
      <w:r>
        <w:rPr>
          <w:rtl/>
          <w:lang w:bidi="fa-IR"/>
        </w:rPr>
        <w:t>آنگولا</w:t>
      </w:r>
      <w:bookmarkEnd w:id="166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آنگولا در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در ساحل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 و جنوب خط استوا قرار دارد و با 1264704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لومتر مربع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واحدها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پروسعت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به شمال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و 14 برابر پرتقال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استعمارگر آنگولا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وسعت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جدا افتاده کاب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شمال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بخش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انگولا به شمار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رود که از جنگلها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استوا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پوش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شده و بارندگ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از حد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آن را به صورت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مسکون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درآورده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آنگولا جامعه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مرکب از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با فرهنگ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اما سکنه مهم آن بانتوها هستند که به صد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و عش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تقس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توسط مهاجر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آنگولا راه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اکنون در نقاط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سکونت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حدود 5/9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سکنه آنگولا با وجود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استعمار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پرتقال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در هنگام استعمار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حاکم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چپ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گرا بر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20% مسلمان هستند و در حال حاضر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وزرا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آنگولا مسلمان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کاتول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 پروتستان مذهب و بزرگتر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مذهب آن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مست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ابتدائ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دارند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1976م که گروه مارکس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مپلا کنترل آنگولا را در دست گرفتند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مسلمانان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خشن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بوجود آوردند به نحو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تعداد قابل توجه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به کشورها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که از امن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بهتر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برخوردار بود مهاجرت کردند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67" w:name="_Toc430467445"/>
      <w:r>
        <w:rPr>
          <w:rtl/>
          <w:lang w:bidi="fa-IR"/>
        </w:rPr>
        <w:t>نامیبیا</w:t>
      </w:r>
      <w:bookmarkEnd w:id="167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سازمان ملل متحد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وجود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و وجود قب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له ناما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کشور مزبور را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که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وسعت آن 823144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است و صحرا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کالاهار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 بخش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را فرا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قرن نوزدهم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با عنوان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آلمان به عنوان مستعمره آلمان قلمداد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سال 1945م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سازمان ملل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 به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واگذار شد اما در سال 1966م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را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افته اعلام کرد و به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دستور داد که مردم را در اداره حکومت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خود آزاد بگذارد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تا سال 1989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واگذار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حکومت به مردم محروم و مظلوم و رنج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خشک خوددار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نمود و مصوبات سازمان ملل را قبول نکرد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مبارزه با تهاجم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امها و اعتراضات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صورت گرفت که در سال 1958م به تاس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س سازمان خلق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 غرب</w:t>
      </w:r>
      <w:r w:rsidR="00041941">
        <w:rPr>
          <w:rtl/>
          <w:lang w:bidi="fa-IR"/>
        </w:rPr>
        <w:t>ی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سواپو</w:t>
      </w:r>
      <w:r w:rsidR="004C0E7B">
        <w:rPr>
          <w:rtl/>
          <w:lang w:bidi="fa-IR"/>
        </w:rPr>
        <w:t xml:space="preserve">) 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منجر شد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رهبران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جنبش در آغاز به صورت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تانزان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بردند که در آنجا تحت تاث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مسلمانان ضمن فراگ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مات مذهب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با روشها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مبارزه بهتر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شتر آشنا 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رهبر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جنبش را «سام نجوما» به عهده داشت در سال 1974م سواپو از طرف مجامع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الملل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عنوان نما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نده قانون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شناخته شد و در نت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جه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گروهها بدان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وسته و بر عل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است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دست به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کار همه جانبه زدند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سازمان وحدت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 آن را در سال 1964م به رسم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شناخته بود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13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با مبارزات مسحلانه و عمل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پارت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مداوم و مستمر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سواپو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سرانجام در سال 1989م دولت نژادپرست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تسل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حق قانون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مردم شد و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آغوش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5% سکنه 1200000 نفر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اسلام هستند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68" w:name="_Toc430467446"/>
      <w:r>
        <w:rPr>
          <w:rtl/>
          <w:lang w:bidi="fa-IR"/>
        </w:rPr>
        <w:t>بوتسوانا</w:t>
      </w:r>
      <w:bookmarkEnd w:id="168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کشور در جنوب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و در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ابان کالاهار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مدار - راس الجد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از جنوب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عبور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گرم و خشک دارد و وسعت آن به 600372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بالغ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1280000 نفر آن 5% مسلمان هستند که درگابرون و لالاتس مساجد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ساخته و دو مدرسه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دارند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69" w:name="_Toc430467447"/>
      <w:r>
        <w:rPr>
          <w:rtl/>
          <w:lang w:bidi="fa-IR"/>
        </w:rPr>
        <w:t>لسوتو</w:t>
      </w:r>
      <w:bookmarkEnd w:id="169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لسوتو از هر طرف به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محصور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باشد و در واقع در کام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کوهستان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محصور در خشک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معتدل قبلا بنام باسوتولند معروف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قرن نوزدهم انگلستان به غارت منابع الماس و طلا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پرداخت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1737000 سکنه آن 5% مسلمان هستند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70" w:name="_Toc430467448"/>
      <w:r>
        <w:rPr>
          <w:rtl/>
          <w:lang w:bidi="fa-IR"/>
        </w:rPr>
        <w:t>سوازیلند</w:t>
      </w:r>
      <w:bookmarkEnd w:id="170"/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سواز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لند از سه طرف با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مرز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شرق با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مرز مشترک دارد کشور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محصور در خشک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کم ارتفاع و 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معتدل دارد در سال 1968م از کشور انگلستان استقلال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 کرد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نفوذ استعمار و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و شرا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ط خشن بر آن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اسلام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گسترش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 از 751000 نفر جمع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 در حدود 4%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رو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ات بخش هستند</w:t>
      </w:r>
      <w:r w:rsidR="00041941">
        <w:rPr>
          <w:rtl/>
          <w:lang w:bidi="fa-IR"/>
        </w:rPr>
        <w:t xml:space="preserve">. </w:t>
      </w:r>
    </w:p>
    <w:p w:rsidR="00041941" w:rsidRDefault="00B15E7B" w:rsidP="004C0E7B">
      <w:pPr>
        <w:pStyle w:val="Heading3"/>
        <w:rPr>
          <w:rtl/>
          <w:lang w:bidi="fa-IR"/>
        </w:rPr>
      </w:pPr>
      <w:bookmarkStart w:id="171" w:name="_Toc430467449"/>
      <w:r>
        <w:rPr>
          <w:rtl/>
          <w:lang w:bidi="fa-IR"/>
        </w:rPr>
        <w:t>آفریقا</w:t>
      </w:r>
      <w:r w:rsidR="004C0E7B">
        <w:rPr>
          <w:rtl/>
          <w:lang w:bidi="fa-IR"/>
        </w:rPr>
        <w:t>ی جنوبی</w:t>
      </w:r>
      <w:bookmarkEnd w:id="171"/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فدرال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1122306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لومتر مربع در منته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 جنوب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قرار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آب و هوا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در مجموع معتدل و مرطوب است و رودخانه مهم آن اورانژ نام دارد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مرکز ادار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اجرائ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شهر پرتوربا و مرکز قانون گذار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تاون و مرکز اقتصاد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آن بلوتوم فت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نام دارد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30% الماس دن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مقاد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عظ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طلا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استخراج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طلا از سال 1977م 967 تن بود که 701 تن آن به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تعلق داشت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14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با کشف الماس در سال 1867م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دندان انگلستان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تجاوز به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زتر شد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حدود 32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 نفر سکنه دارد که از نژادها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رنگ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پوست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«بوئرها»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ها بودند که به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مهاجرت کرده و در آن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به کشاورز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مشغول شدند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 جنوب را به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سلطه کش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قرن نوزدهم که انگلستان قصد تصرف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داشت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بوئرها دست به اسلحه بردند و با آنان به نبرد پرداختند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اما با وجودحما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آلمان از بوئرها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انگلستان بدل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مجهز بودن به سلاحها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قوا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مقاومت بوئرها را درهم شکست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البته قبل از بوئرها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پرتقال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به جنوب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نقطه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دماغه کاپ رس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پوستان رفته رفته با وجود آنکه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 را تشک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دادند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نژاد محروم و مظلوم سلطه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و بر آنان حکومت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نمودند اما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خاص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پ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ش گرفتند و آن جدائ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 آپارتا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15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اپارتا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در کشورمزبور جدائ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به حد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نوع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فاش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زم خطرناک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اروپائ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حاکم بر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با صدور کارت هو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نژاد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افراد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16 سال به بالا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اعمال و حرکات وموقع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آنان را در کنترل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صاحب چن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کارت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ازحق انتخاب شدن و انتخاب کردن در مجلس محروم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سطح زندگ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4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کثر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اهپوست تفاوت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 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دارد و مردم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فقر و محروم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برند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گرچه در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آزاد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به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اهپوستان داده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هنوز آنان به حقوق واقع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خود دست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 و همچنان با اختناق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فشار و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روبرو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که در انتها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دارد جا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گاه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16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وارد شده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تلاش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زنده نگاه داشتن آئ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جاودان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همراه با حوادث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برخ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توام با عزت و افتخار و در موارد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با درد و رنج توام بوده است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گروهها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بردگان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محکوم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زندان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بوند که از سواحل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غرب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جنوب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توسط استعمارگران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1652م تا 1834م آورده شده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شمار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E66317">
        <w:rPr>
          <w:rtl/>
          <w:lang w:bidi="fa-IR"/>
        </w:rPr>
        <w:t>آنها</w:t>
      </w:r>
      <w:r>
        <w:rPr>
          <w:rtl/>
          <w:lang w:bidi="fa-IR"/>
        </w:rPr>
        <w:t xml:space="preserve"> را کشت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فرانسو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منتقل نمودند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 عنوان مثال گروه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آنان به مرد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کرز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18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معروف بودند که از مالز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عنوان خدمتکاران 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هلند مسافرت کرده و همراه با بوئرها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هلند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آمده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5/26%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بردگان از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بو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ژه ماداگاسکار که محل تردد کشت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و حمل بردگان بود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انتخاب گرد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40% از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5/33% از آس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شرق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جنوب شرق</w:t>
      </w:r>
      <w:r w:rsidR="00041941">
        <w:rPr>
          <w:rtl/>
          <w:lang w:bidi="fa-IR"/>
        </w:rPr>
        <w:t xml:space="preserve">ی. </w:t>
      </w:r>
      <w:r>
        <w:rPr>
          <w:rtl/>
          <w:lang w:bidi="fa-IR"/>
        </w:rPr>
        <w:t xml:space="preserve">بردگان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یی</w:t>
      </w:r>
      <w:r>
        <w:rPr>
          <w:rtl/>
          <w:lang w:bidi="fa-IR"/>
        </w:rPr>
        <w:t xml:space="preserve"> غالبا از مناطق زنگبار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بو و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و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ز از غرب </w:t>
      </w:r>
      <w:r w:rsidR="00B15E7B">
        <w:rPr>
          <w:rtl/>
          <w:lang w:bidi="fa-IR"/>
        </w:rPr>
        <w:t>آفریقا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سنگال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گامب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و بن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خر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بردگان ماداگاسکار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نژاد دورگه 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-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دو فرهنگ را داشتند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در پا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قرن 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جدهم تقر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با کل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بردگان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به اسلام گرو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نزد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 تاون و در آبها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انوس اطلس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روبن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19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واقع است که زندان 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و مبارزان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از سال 1652م که سف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دپوستان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آمدند به عنوان زندان مورد استفاده قرار گرفت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غ به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آمدند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شدند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علو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11 سال از عمر خود را در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روبن گذراند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پس از آزاد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امام جماعت مسلمانان شهر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تاون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عبدالسلام معروف به توان گورو</w:t>
      </w:r>
      <w:r w:rsidR="004C0E7B">
        <w:rPr>
          <w:rtl/>
          <w:lang w:bidi="fa-IR"/>
        </w:rPr>
        <w:t xml:space="preserve"> (</w:t>
      </w:r>
      <w:r>
        <w:rPr>
          <w:rtl/>
          <w:lang w:bidi="fa-IR"/>
        </w:rPr>
        <w:t>استاد محترم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به مدت 13 سال در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مزبور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بود و در زمان بتع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موفق شد کتاب معرفت الاسلام و 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مان را بنو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امام نورمان که نقش مهم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تاون داشت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تبع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بود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آرامگاه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قرار گرفته که سمبل مسلمانان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مبارزه کرده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 و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خ آن به 1960م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رسد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عده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ده دارند «توان ماتاره که شخص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تحص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لات 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 بود در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نجا دفن است او آنقدر مقدس و محترم بود که حت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زندانب</w:t>
      </w:r>
      <w:r w:rsidR="00E66317">
        <w:rPr>
          <w:rtl/>
          <w:lang w:bidi="fa-IR"/>
        </w:rPr>
        <w:t>آنها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مسلمان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ره 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در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دار با سا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زندان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آزاد گذاشته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نلسون ماندلا معروفتر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ن مبارز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>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27 سال از دوران عمر خود را در جز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اد شده زندان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041941">
        <w:rPr>
          <w:rtl/>
          <w:lang w:bidi="fa-IR"/>
        </w:rPr>
        <w:t xml:space="preserve">. </w:t>
      </w:r>
    </w:p>
    <w:p w:rsidR="001D2733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شافع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مذهب بودند و امروزه اقل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مذهب حنف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مسلمانان هستند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همان اواسط قرن هفدهم که هلند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ها به سواحل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آمدند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مسلمانان بوم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درگ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با آنان آغاز کردند اما با وجود مقاومت آنان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هلند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تاون را به تصرف خود درآوردند</w:t>
      </w:r>
      <w:r w:rsidR="00041941">
        <w:rPr>
          <w:rtl/>
          <w:lang w:bidi="fa-IR"/>
        </w:rPr>
        <w:t xml:space="preserve">. </w:t>
      </w:r>
    </w:p>
    <w:p w:rsidR="004C0E7B" w:rsidRDefault="001D2733" w:rsidP="001D2733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افراد بوم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85%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که منشاء هند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اندونز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مالاو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زنگبار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به سر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برند که اغلب در کاپ ناتال و ترانسوال اسکان 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آنان به امور بازرگان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فن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صنعت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کارگر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اشتغال دارند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 مجلس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دارند که 150 مؤسسه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تحت پوشش آنان فعال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کند و تدر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200 مسجد آن انجام م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مسلمانان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ضمن برپائ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شعائر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جهان در ارتباطند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20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اول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مدرسه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درسال 1791م در شهر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تاون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آموزشبردگان مسلمان و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اهان آزاد بوجود آمد و از آن سال تا 1832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12 مدرسه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گر پد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با آموزشها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مدارس تا سال1842م 35% مردم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پ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تاون مسلمان بودند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از 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مه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قرن نوزدهم مسلمانان الفبا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نوشتن زبان محاوره</w:t>
      </w:r>
      <w:r w:rsidR="0004194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«افر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کانس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21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 (</w:t>
      </w:r>
      <w:r>
        <w:rPr>
          <w:rtl/>
          <w:lang w:bidi="fa-IR"/>
        </w:rPr>
        <w:t>مخلوط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هلند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آسمان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انگل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هم دارد</w:t>
      </w:r>
      <w:r w:rsidR="004C0E7B">
        <w:rPr>
          <w:rtl/>
          <w:lang w:bidi="fa-IR"/>
        </w:rPr>
        <w:t xml:space="preserve">) </w:t>
      </w:r>
      <w:r>
        <w:rPr>
          <w:rtl/>
          <w:lang w:bidi="fa-IR"/>
        </w:rPr>
        <w:t>برگز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دند و بعدا چند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کتاب 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زبان نوشتند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تنها در خلال سالها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1868م تا 1910م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74 جلد کتاب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زبان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شد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بهره بردار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از الفا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نوشتن زبان افر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کانس نشان دهنده نسبت بالا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سواد در 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ان بردگان مسلمان آورده شده با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منطقه است و گو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نقش مسلم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و غن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ساز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زبان مذکور است</w:t>
      </w:r>
      <w:r w:rsidR="00041941">
        <w:rPr>
          <w:rtl/>
          <w:lang w:bidi="fa-IR"/>
        </w:rPr>
        <w:t>.</w:t>
      </w:r>
      <w:r w:rsidR="004C0E7B">
        <w:rPr>
          <w:rtl/>
          <w:lang w:bidi="fa-IR"/>
        </w:rPr>
        <w:t xml:space="preserve"> </w:t>
      </w:r>
      <w:r w:rsidR="004C0E7B" w:rsidRPr="00D23B69">
        <w:rPr>
          <w:rStyle w:val="libFootnotenumChar"/>
          <w:rtl/>
          <w:lang w:bidi="fa-IR"/>
        </w:rPr>
        <w:t>(</w:t>
      </w:r>
      <w:r w:rsidRPr="00D23B69">
        <w:rPr>
          <w:rStyle w:val="libFootnotenumChar"/>
          <w:rtl/>
        </w:rPr>
        <w:t>22</w:t>
      </w:r>
      <w:r w:rsidR="004C0E7B" w:rsidRPr="00D23B69">
        <w:rPr>
          <w:rStyle w:val="libFootnotenumChar"/>
          <w:rtl/>
          <w:lang w:bidi="fa-IR"/>
        </w:rPr>
        <w:t>)</w:t>
      </w:r>
      <w:r w:rsidR="004C0E7B">
        <w:rPr>
          <w:rtl/>
          <w:lang w:bidi="fa-IR"/>
        </w:rPr>
        <w:t xml:space="preserve"> </w:t>
      </w:r>
      <w:r>
        <w:rPr>
          <w:rtl/>
          <w:lang w:bidi="fa-IR"/>
        </w:rPr>
        <w:t>هم اکنون به علت تبل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غات منف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سرکوب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رژ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م نژادپرست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تنها 2% سکنه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مسلمان هستند</w:t>
      </w:r>
      <w:r w:rsidR="00041941">
        <w:rPr>
          <w:rtl/>
          <w:lang w:bidi="fa-IR"/>
        </w:rPr>
        <w:t xml:space="preserve">. </w:t>
      </w:r>
    </w:p>
    <w:p w:rsidR="00041941" w:rsidRDefault="004C0E7B" w:rsidP="004C0E7B">
      <w:pPr>
        <w:pStyle w:val="Heading3"/>
        <w:rPr>
          <w:rtl/>
          <w:lang w:bidi="fa-IR"/>
        </w:rPr>
      </w:pPr>
      <w:bookmarkStart w:id="172" w:name="_Toc430467450"/>
      <w:r>
        <w:rPr>
          <w:rtl/>
          <w:lang w:bidi="fa-IR"/>
        </w:rPr>
        <w:t>پی نوشتها</w:t>
      </w:r>
      <w:bookmarkEnd w:id="172"/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1- اطلس شگفت</w:t>
      </w:r>
      <w:r w:rsidR="00041941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جهان - ترجمه و تال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ف غلامرضا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امهر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تهران 1369 ص 36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2- بنا به گزارش بانک جهان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در سال 1991 موزامب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ک با درآمد سرانه 70 دلار در سال فق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رتر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کشور جهان بوده است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3-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Zambezi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4- نبرد اسلام در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-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د هاد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خسروشاه</w:t>
      </w:r>
      <w:r w:rsidR="00041941">
        <w:rPr>
          <w:rtl/>
          <w:lang w:bidi="fa-IR"/>
        </w:rPr>
        <w:t xml:space="preserve">ی. 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5-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Makonde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6- روزنامه جهان اسلام سال دوم ش 421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7- روزنامه جمهور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اسلام شنبه 10/4/68 ص 12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8- گزارش سازمان ملل متحد به نقل از روزنامه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17 آبان 1371 ش 14620 ص 16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9-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B15E7B">
        <w:rPr>
          <w:rtl/>
          <w:lang w:bidi="fa-IR"/>
        </w:rPr>
        <w:t>آفریقا</w:t>
      </w:r>
      <w:r>
        <w:rPr>
          <w:rtl/>
          <w:lang w:bidi="fa-IR"/>
        </w:rPr>
        <w:t xml:space="preserve"> - دکتر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274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10-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Zimbabwe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11- آنگولا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داگلاس ل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لر</w:t>
      </w:r>
      <w:r w:rsidR="00041941">
        <w:rPr>
          <w:rtl/>
          <w:lang w:bidi="fa-IR"/>
        </w:rPr>
        <w:t xml:space="preserve">. </w:t>
      </w:r>
      <w:r>
        <w:rPr>
          <w:rtl/>
          <w:lang w:bidi="fa-IR"/>
        </w:rPr>
        <w:t>رنه پل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41941">
        <w:rPr>
          <w:rtl/>
          <w:lang w:bidi="fa-IR"/>
        </w:rPr>
        <w:t xml:space="preserve">، </w:t>
      </w:r>
      <w:r>
        <w:rPr>
          <w:rtl/>
          <w:lang w:bidi="fa-IR"/>
        </w:rPr>
        <w:t>ترجمه محمود فخر داع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تهران خوارزم</w:t>
      </w:r>
      <w:r w:rsidR="00041941">
        <w:rPr>
          <w:rtl/>
          <w:lang w:bidi="fa-IR"/>
        </w:rPr>
        <w:t xml:space="preserve">ی، </w:t>
      </w:r>
      <w:r>
        <w:rPr>
          <w:rtl/>
          <w:lang w:bidi="fa-IR"/>
        </w:rPr>
        <w:t>بخش اول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12-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South West Africa people oranization (SWAPO)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13- نژادپرست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آپارتا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د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و نام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ا - دکتر حس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ن اله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ص 132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14- ک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هان ش 10448</w:t>
      </w:r>
      <w:r w:rsidR="00041941">
        <w:rPr>
          <w:rtl/>
          <w:lang w:bidi="fa-IR"/>
        </w:rPr>
        <w:t xml:space="preserve">. 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15-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Apartheid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16-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Cape of Gd Hope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17-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Cape Town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18-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Mardy Kers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19-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Robben</w:t>
      </w:r>
    </w:p>
    <w:p w:rsidR="001D2733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20- مجله العالم ش 422</w:t>
      </w:r>
    </w:p>
    <w:p w:rsidR="001D2733" w:rsidRDefault="001D2733" w:rsidP="00B70568">
      <w:pPr>
        <w:pStyle w:val="libFootnote"/>
        <w:rPr>
          <w:lang w:bidi="fa-IR"/>
        </w:rPr>
      </w:pPr>
      <w:r>
        <w:rPr>
          <w:rtl/>
          <w:lang w:bidi="fa-IR"/>
        </w:rPr>
        <w:t>21-</w:t>
      </w:r>
      <w:r w:rsidR="00B70568">
        <w:rPr>
          <w:rFonts w:hint="cs"/>
          <w:rtl/>
          <w:lang w:bidi="fa-IR"/>
        </w:rPr>
        <w:t xml:space="preserve"> </w:t>
      </w:r>
      <w:r w:rsidR="00B70568" w:rsidRPr="00B70568">
        <w:rPr>
          <w:lang w:bidi="fa-IR"/>
        </w:rPr>
        <w:t xml:space="preserve"> </w:t>
      </w:r>
      <w:r w:rsidR="00B70568">
        <w:rPr>
          <w:lang w:bidi="fa-IR"/>
        </w:rPr>
        <w:t>Afrikaans</w:t>
      </w:r>
    </w:p>
    <w:p w:rsidR="00124B7D" w:rsidRDefault="001D2733" w:rsidP="00B70568">
      <w:pPr>
        <w:pStyle w:val="libFootnote"/>
        <w:rPr>
          <w:rtl/>
          <w:lang w:bidi="fa-IR"/>
        </w:rPr>
      </w:pPr>
      <w:r>
        <w:rPr>
          <w:rtl/>
          <w:lang w:bidi="fa-IR"/>
        </w:rPr>
        <w:t>22- تار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خ اسلام در </w:t>
      </w:r>
      <w:r w:rsidR="00B15E7B">
        <w:rPr>
          <w:rtl/>
          <w:lang w:bidi="fa-IR"/>
        </w:rPr>
        <w:t>آفریقا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 xml:space="preserve"> مهندس حسن بش</w:t>
      </w:r>
      <w:r w:rsidR="00041941">
        <w:rPr>
          <w:rtl/>
          <w:lang w:bidi="fa-IR"/>
        </w:rPr>
        <w:t>ی</w:t>
      </w:r>
      <w:r>
        <w:rPr>
          <w:rtl/>
          <w:lang w:bidi="fa-IR"/>
        </w:rPr>
        <w:t>ر مندرج در روزنامه اطلاعات</w:t>
      </w:r>
      <w:r w:rsidR="00041941">
        <w:rPr>
          <w:rtl/>
          <w:lang w:bidi="fa-IR"/>
        </w:rPr>
        <w:t xml:space="preserve">. </w:t>
      </w:r>
    </w:p>
    <w:p w:rsidR="00551712" w:rsidRDefault="00124B7D" w:rsidP="00124B7D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73" w:name="_Toc430467451"/>
      <w:r>
        <w:rPr>
          <w:rFonts w:hint="cs"/>
          <w:rtl/>
          <w:lang w:bidi="fa-IR"/>
        </w:rPr>
        <w:t>فهرست مطالب</w:t>
      </w:r>
      <w:bookmarkEnd w:id="173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39472855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124B7D" w:rsidRDefault="00124B7D" w:rsidP="00124B7D">
          <w:pPr>
            <w:pStyle w:val="TOCHeading"/>
          </w:pPr>
        </w:p>
        <w:p w:rsidR="00124B7D" w:rsidRDefault="00B55A5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B55A5E">
            <w:fldChar w:fldCharType="begin"/>
          </w:r>
          <w:r w:rsidR="00124B7D">
            <w:instrText xml:space="preserve"> TOC \o "1-3" \h \z \u </w:instrText>
          </w:r>
          <w:r w:rsidRPr="00B55A5E">
            <w:fldChar w:fldCharType="separate"/>
          </w:r>
          <w:hyperlink w:anchor="_Toc43046727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430467276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7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طلوع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ارزشها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430467277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7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گسترش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430467278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7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430467279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8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هجوم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سرزم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430467280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8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جهان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موقع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فعل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430467281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8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رستاخ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430467282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8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اما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نوشتار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حاضر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430467283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8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430467284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3046728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جهان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430467285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8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گذر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گذشته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430467286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8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موقع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جفراف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ائ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جهان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430467287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8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ژگ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طب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کشورها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430467288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8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خل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مشهور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430467289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9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اچه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مشهور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430467290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9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رودخانه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مشهور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430467291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9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430467292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3046729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مسائل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جمع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دموگراف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جهان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430467293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9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نواح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جع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430467294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9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قطب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جمع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430467295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9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نژاد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زبان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430467296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9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اقل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430467297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29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آوارگان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پناهندگان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جهان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430467298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3046729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نگاه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مسائل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اقتصاد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کشورها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430467299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0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سازمان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کنفرانس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430467300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0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فعال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فرهنگ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430467301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0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فعال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اقتصاد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430467302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0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فعال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430467303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3046730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قاره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430467304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0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قاره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430467305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0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قاره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430467306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0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غرب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خاور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انه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>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430467307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0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خاور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انه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430467308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0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عربستان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430467309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1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فلسط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430467310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1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عراق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430467311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1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430467312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1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430467313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1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لبنان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430467314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15" w:history="1"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430467315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1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430467316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1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اردن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430467317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1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کو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430467318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1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امارات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متحده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عرب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430467319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2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عمان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430467320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2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بحر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430467321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2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قطر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430467322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2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ترک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430467323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2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افغانستان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430467324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2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430467325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2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ران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noProof/>
                <w:rtl/>
              </w:rPr>
              <w:t>(1)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430467326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2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ران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noProof/>
                <w:rtl/>
              </w:rPr>
              <w:t>(2)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430467327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2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430467328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2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430467329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3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هند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430467330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3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سرزم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کشم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430467331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3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نپال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430467332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3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بوتان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430467333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3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لانکا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لان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>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430467334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3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430467335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3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فدرال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پاکستان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430467336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3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بنگلادش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430467337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3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مالد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430467338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3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شرق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430467339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4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شرق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430467340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4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مورو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430467341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4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430467342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4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سرزم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بانگسامورو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430467343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4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سنگاپور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430467344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4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تنام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430467345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4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لائوس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430467346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4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کامبوج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430467347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4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دولت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بودائ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لند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فطان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430467348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4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دولت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برمه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ناح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آراکان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430467349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5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سرزم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آراکان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430467350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5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430467351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5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اندونز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پرجمع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کشور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430467352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5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مالز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430467353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5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برو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نئ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430467354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5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شرق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430467355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5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شرق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430467356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5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ژاپن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430467357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5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کره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شمال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430467358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5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430467359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6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کره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430467360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6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430467361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6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هنگ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کونگ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مکائو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430467362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6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430467363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6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ترکستان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شرق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انگ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>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430467364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6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430467365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6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مرکز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430467366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6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مرکز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430467367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6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قرق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زستان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430467368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6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تاج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کستان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430467369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7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430467370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7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قزاقستان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430467371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7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ازبکستان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430467372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7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ترکمنستان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430467373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7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آذربا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430467374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7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گرجستان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430467375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7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ارمنستان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430467376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7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خودمختار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نخجوان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430467377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7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خودمختار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چچن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نگوش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نقوش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>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430467378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7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مغولستان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430467379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8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430467380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3046738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قاره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430467381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8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مشخصات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عموم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قاره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430467382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 w:rsidP="002B3792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8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مشخصات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عموم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قاره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B3792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2B3792">
              <w:rPr>
                <w:rStyle w:val="Hyperlink"/>
                <w:rFonts w:hint="cs"/>
                <w:noProof/>
                <w:rtl/>
                <w:lang w:bidi="fa-IR"/>
              </w:rPr>
              <w:t>ا (1 )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430467383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8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مشخصات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عموم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قاره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</w:t>
            </w:r>
            <w:r w:rsidR="002B3792">
              <w:rPr>
                <w:rStyle w:val="Hyperlink"/>
                <w:rFonts w:hint="cs"/>
                <w:noProof/>
                <w:rtl/>
                <w:lang w:bidi="fa-IR"/>
              </w:rPr>
              <w:t xml:space="preserve"> (2) 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430467384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8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430467385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8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شمال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مغرب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>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430467386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8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مصر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430467388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8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430467389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9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430467390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9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تونس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430467391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9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الجزا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430467392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9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مراکش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مغرب</w:t>
            </w:r>
            <w:r w:rsidR="002B3792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430467393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9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شرق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430467394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9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430467396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9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سرزم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مسلمان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تره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430467397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296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9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430467398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39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سومال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430467399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0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بوت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430467400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0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430467401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0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تانزان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430467402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0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غرب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430467403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0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430467405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0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عرب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صحرا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430467406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0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تان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430467407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0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مال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430467408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0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سنگال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430467409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1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گامب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430467410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1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سائو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430467411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1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کوناکر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430467412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1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430467413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1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بورک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نافاسو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ولتا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>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430467414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1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رالئون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430467415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1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430467416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1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ساحل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عاج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430467417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1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توگو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430467418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1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430467419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2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فدرال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430467420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2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متحده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کامرون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430467421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2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استوائ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430467422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2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430467423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2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گابن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430467424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2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کنگو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کنگو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برازاو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>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430467425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2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سائوتو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پرنس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430467426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2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سودان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430467427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2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چاد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430467428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2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جر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430467429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3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مرکز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430467430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3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اوگاندا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430467431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3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روآندا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430467432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3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بوروند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430467433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3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زئ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فدرال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کنگو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>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430467434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3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430467435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3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-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شرق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غرب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>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430467436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3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موزامب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430467437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3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فدرال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کومور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430467438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3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ماداگاسکار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مالاگاش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>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430467439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4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مالاو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اسالند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>)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430467440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4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جمهور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زامب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430467441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42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مور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430467442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43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مباوه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430467443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44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آنگولا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430467444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45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430467445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46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بوتسوانا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430467446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47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لسوتو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430467447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48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سواز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لند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430467448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49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قا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جنوب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430467449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50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124B7D" w:rsidRPr="00C05B9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430467450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Default="00B55A5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0467451" w:history="1"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124B7D" w:rsidRPr="00C05B9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124B7D" w:rsidRPr="00C05B94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124B7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 w:rsidR="00124B7D">
              <w:rPr>
                <w:noProof/>
                <w:webHidden/>
              </w:rPr>
              <w:instrText>PAGEREF</w:instrText>
            </w:r>
            <w:r w:rsidR="00124B7D">
              <w:rPr>
                <w:noProof/>
                <w:webHidden/>
                <w:rtl/>
              </w:rPr>
              <w:instrText xml:space="preserve"> _</w:instrText>
            </w:r>
            <w:r w:rsidR="00124B7D">
              <w:rPr>
                <w:noProof/>
                <w:webHidden/>
              </w:rPr>
              <w:instrText>Toc</w:instrText>
            </w:r>
            <w:r w:rsidR="00124B7D">
              <w:rPr>
                <w:noProof/>
                <w:webHidden/>
                <w:rtl/>
              </w:rPr>
              <w:instrText xml:space="preserve">430467451 </w:instrText>
            </w:r>
            <w:r w:rsidR="00124B7D">
              <w:rPr>
                <w:noProof/>
                <w:webHidden/>
              </w:rPr>
              <w:instrText>\h</w:instrText>
            </w:r>
            <w:r w:rsidR="00124B7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91FAD">
              <w:rPr>
                <w:noProof/>
                <w:webHidden/>
                <w:rtl/>
              </w:rPr>
              <w:t>392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24B7D" w:rsidRPr="0042098A" w:rsidRDefault="00B55A5E" w:rsidP="00124B7D">
          <w:pPr>
            <w:ind w:firstLine="0"/>
            <w:rPr>
              <w:rtl/>
            </w:rPr>
          </w:pPr>
          <w:r>
            <w:fldChar w:fldCharType="end"/>
          </w:r>
        </w:p>
      </w:sdtContent>
    </w:sdt>
    <w:sectPr w:rsidR="00124B7D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453" w:rsidRDefault="00B13453">
      <w:r>
        <w:separator/>
      </w:r>
    </w:p>
  </w:endnote>
  <w:endnote w:type="continuationSeparator" w:id="1">
    <w:p w:rsidR="00B13453" w:rsidRDefault="00B13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B7D" w:rsidRDefault="00B55A5E">
    <w:pPr>
      <w:pStyle w:val="Footer"/>
    </w:pPr>
    <w:fldSimple w:instr=" PAGE   \* MERGEFORMAT ">
      <w:r w:rsidR="00291FAD">
        <w:rPr>
          <w:noProof/>
          <w:rtl/>
        </w:rPr>
        <w:t>36</w:t>
      </w:r>
    </w:fldSimple>
  </w:p>
  <w:p w:rsidR="00124B7D" w:rsidRDefault="00124B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B7D" w:rsidRDefault="00B55A5E">
    <w:pPr>
      <w:pStyle w:val="Footer"/>
    </w:pPr>
    <w:fldSimple w:instr=" PAGE   \* MERGEFORMAT ">
      <w:r w:rsidR="00291FAD">
        <w:rPr>
          <w:noProof/>
          <w:rtl/>
        </w:rPr>
        <w:t>35</w:t>
      </w:r>
    </w:fldSimple>
  </w:p>
  <w:p w:rsidR="00124B7D" w:rsidRDefault="00124B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B7D" w:rsidRDefault="00B55A5E">
    <w:pPr>
      <w:pStyle w:val="Footer"/>
    </w:pPr>
    <w:fldSimple w:instr=" PAGE   \* MERGEFORMAT ">
      <w:r w:rsidR="00291FAD">
        <w:rPr>
          <w:noProof/>
          <w:rtl/>
        </w:rPr>
        <w:t>1</w:t>
      </w:r>
    </w:fldSimple>
  </w:p>
  <w:p w:rsidR="00124B7D" w:rsidRDefault="00124B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453" w:rsidRDefault="00B13453">
      <w:r>
        <w:separator/>
      </w:r>
    </w:p>
  </w:footnote>
  <w:footnote w:type="continuationSeparator" w:id="1">
    <w:p w:rsidR="00B13453" w:rsidRDefault="00B134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941"/>
    <w:rsid w:val="00004193"/>
    <w:rsid w:val="00005A19"/>
    <w:rsid w:val="00010942"/>
    <w:rsid w:val="000217A6"/>
    <w:rsid w:val="00024AA0"/>
    <w:rsid w:val="000267FE"/>
    <w:rsid w:val="00040272"/>
    <w:rsid w:val="00040798"/>
    <w:rsid w:val="00041941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4B7D"/>
    <w:rsid w:val="00126471"/>
    <w:rsid w:val="001307F6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72A2B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5E01"/>
    <w:rsid w:val="001A6EC0"/>
    <w:rsid w:val="001B07B7"/>
    <w:rsid w:val="001B16FD"/>
    <w:rsid w:val="001B577F"/>
    <w:rsid w:val="001B702D"/>
    <w:rsid w:val="001B7407"/>
    <w:rsid w:val="001C5EDB"/>
    <w:rsid w:val="001D2733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E9D"/>
    <w:rsid w:val="002818EF"/>
    <w:rsid w:val="0028271F"/>
    <w:rsid w:val="00291FAD"/>
    <w:rsid w:val="00294EFB"/>
    <w:rsid w:val="002950BC"/>
    <w:rsid w:val="002A0284"/>
    <w:rsid w:val="002A09E7"/>
    <w:rsid w:val="002A338C"/>
    <w:rsid w:val="002A717D"/>
    <w:rsid w:val="002A73D7"/>
    <w:rsid w:val="002B2B15"/>
    <w:rsid w:val="002B3792"/>
    <w:rsid w:val="002B71A8"/>
    <w:rsid w:val="002B7989"/>
    <w:rsid w:val="002C1009"/>
    <w:rsid w:val="002C27A2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2CCC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0633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1785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27"/>
    <w:rsid w:val="004A5E75"/>
    <w:rsid w:val="004B17F4"/>
    <w:rsid w:val="004B3F28"/>
    <w:rsid w:val="004C0E7B"/>
    <w:rsid w:val="004C3E90"/>
    <w:rsid w:val="004C4336"/>
    <w:rsid w:val="004C77B5"/>
    <w:rsid w:val="004D28B9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770"/>
    <w:rsid w:val="00627A7B"/>
    <w:rsid w:val="006357C1"/>
    <w:rsid w:val="00641A2D"/>
    <w:rsid w:val="00643F5E"/>
    <w:rsid w:val="00646D08"/>
    <w:rsid w:val="00647C8E"/>
    <w:rsid w:val="00651640"/>
    <w:rsid w:val="00651ADF"/>
    <w:rsid w:val="00654F48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530E"/>
    <w:rsid w:val="00697257"/>
    <w:rsid w:val="006A21FF"/>
    <w:rsid w:val="006A77BD"/>
    <w:rsid w:val="006A7D4D"/>
    <w:rsid w:val="006B43C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2BE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0D0E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293"/>
    <w:rsid w:val="008F4513"/>
    <w:rsid w:val="008F5B45"/>
    <w:rsid w:val="009006DA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86DD7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5C90"/>
    <w:rsid w:val="00A478DC"/>
    <w:rsid w:val="00A50FBD"/>
    <w:rsid w:val="00A51FCA"/>
    <w:rsid w:val="00A6076B"/>
    <w:rsid w:val="00A60B19"/>
    <w:rsid w:val="00A60C27"/>
    <w:rsid w:val="00A6486D"/>
    <w:rsid w:val="00A668D6"/>
    <w:rsid w:val="00A745EB"/>
    <w:rsid w:val="00A749A9"/>
    <w:rsid w:val="00A751DD"/>
    <w:rsid w:val="00A76C61"/>
    <w:rsid w:val="00A86979"/>
    <w:rsid w:val="00A86A9E"/>
    <w:rsid w:val="00A91F7E"/>
    <w:rsid w:val="00A9330B"/>
    <w:rsid w:val="00A93392"/>
    <w:rsid w:val="00A971B5"/>
    <w:rsid w:val="00AA1A1F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1392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3453"/>
    <w:rsid w:val="00B15E7B"/>
    <w:rsid w:val="00B17010"/>
    <w:rsid w:val="00B24ABA"/>
    <w:rsid w:val="00B37FEA"/>
    <w:rsid w:val="00B426ED"/>
    <w:rsid w:val="00B42E0C"/>
    <w:rsid w:val="00B43D72"/>
    <w:rsid w:val="00B47827"/>
    <w:rsid w:val="00B506FA"/>
    <w:rsid w:val="00B55A5E"/>
    <w:rsid w:val="00B572BD"/>
    <w:rsid w:val="00B629FE"/>
    <w:rsid w:val="00B65134"/>
    <w:rsid w:val="00B70568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0B6A"/>
    <w:rsid w:val="00BB5951"/>
    <w:rsid w:val="00BB5C83"/>
    <w:rsid w:val="00BB643C"/>
    <w:rsid w:val="00BB7E82"/>
    <w:rsid w:val="00BB7FC3"/>
    <w:rsid w:val="00BC499A"/>
    <w:rsid w:val="00BC717E"/>
    <w:rsid w:val="00BD438E"/>
    <w:rsid w:val="00BD4D5A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7208"/>
    <w:rsid w:val="00C554CC"/>
    <w:rsid w:val="00C617E5"/>
    <w:rsid w:val="00C667E4"/>
    <w:rsid w:val="00C763D6"/>
    <w:rsid w:val="00C76A9C"/>
    <w:rsid w:val="00C81C96"/>
    <w:rsid w:val="00C83BA8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3B69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0982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00CE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66317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5F1A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  <w:rsid w:val="00FF1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paragraph" w:customStyle="1" w:styleId="libHadith">
    <w:name w:val="libHadith"/>
    <w:basedOn w:val="libNormal"/>
    <w:next w:val="libNormal"/>
    <w:link w:val="libHadithChar"/>
    <w:autoRedefine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4B7D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24B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Work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44475-F88F-4200-A3EB-93902DB0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117</TotalTime>
  <Pages>1</Pages>
  <Words>78233</Words>
  <Characters>445932</Characters>
  <Application>Microsoft Office Word</Application>
  <DocSecurity>0</DocSecurity>
  <Lines>3716</Lines>
  <Paragraphs>1046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523119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25</cp:revision>
  <cp:lastPrinted>2015-09-19T19:55:00Z</cp:lastPrinted>
  <dcterms:created xsi:type="dcterms:W3CDTF">2015-09-19T17:46:00Z</dcterms:created>
  <dcterms:modified xsi:type="dcterms:W3CDTF">2015-09-19T19:57:00Z</dcterms:modified>
</cp:coreProperties>
</file>