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CCD" w:rsidRPr="006E7FD2" w:rsidRDefault="00A06CCD" w:rsidP="00A06CCD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A06CCD" w:rsidRPr="006E7FD2" w:rsidRDefault="00A06CCD" w:rsidP="00A06CCD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.</w:t>
      </w:r>
    </w:p>
    <w:p w:rsidR="00A06CCD" w:rsidRDefault="00A06CCD" w:rsidP="00A06CCD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.کرامات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جمکران</w:t>
      </w:r>
    </w:p>
    <w:p w:rsidR="00A06CCD" w:rsidRDefault="00A06CCD" w:rsidP="00A06CCD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پور 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A06CCD">
      <w:pPr>
        <w:pStyle w:val="Heading1"/>
        <w:rPr>
          <w:rtl/>
          <w:lang w:bidi="fa-IR"/>
        </w:rPr>
      </w:pPr>
      <w:bookmarkStart w:id="0" w:name="_Toc534794147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مسجد مقدس جمکران</w:t>
      </w:r>
      <w:bookmarkEnd w:id="0"/>
    </w:p>
    <w:p w:rsidR="00A06CCD" w:rsidRDefault="00A06CCD" w:rsidP="00A06CCD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بسمه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جمکران</w:t>
      </w:r>
      <w:r>
        <w:rPr>
          <w:rtl/>
          <w:lang w:bidi="fa-IR"/>
        </w:rPr>
        <w:t xml:space="preserve"> در 6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مقدس قم واقع شده و همواره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نقاط مختلف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مقدس، تحت توجهات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خاصه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قرار دارد و خود آقا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انشان</w:t>
      </w:r>
      <w:r>
        <w:rPr>
          <w:rtl/>
          <w:lang w:bidi="fa-IR"/>
        </w:rPr>
        <w:t xml:space="preserve"> خواسته اند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مقدس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مقدس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است.لذا سزاوار است که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برکات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مقدس، حداکثر استفاده را ببرند و مراقب باشند که مسائل فرع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توجهشان را به خود جلب نکند و خود را در برابر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(اروحنا فداه) حاضر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از ان</w:t>
      </w:r>
      <w:r>
        <w:rPr>
          <w:rFonts w:hint="eastAsia"/>
          <w:rtl/>
          <w:lang w:bidi="fa-IR"/>
        </w:rPr>
        <w:t>جام</w:t>
      </w:r>
      <w:r>
        <w:rPr>
          <w:rtl/>
          <w:lang w:bidi="fa-IR"/>
        </w:rPr>
        <w:t xml:space="preserve">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قلب مبارک آن حضرت را آزرده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متذکر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که علماء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آن حضرت استفاده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مقدس برده اند.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مقدس،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خلوت کرده و خالصانه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مقدس حضرتش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هبود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تنها در سا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شکوهمند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A06CCD">
      <w:pPr>
        <w:pStyle w:val="Heading1"/>
        <w:rPr>
          <w:rtl/>
          <w:lang w:bidi="fa-IR"/>
        </w:rPr>
      </w:pPr>
      <w:bookmarkStart w:id="1" w:name="_Toc534794148"/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مسجد صاحب الزمان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bookmarkEnd w:id="1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بن مثله جمکران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شب سه شنبه، 17 ماه مبارک رمضان سال 393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خود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ناگاه، جماعت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به در خانه من آمدند و مرا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کردند و گفتند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طلب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اجابت کن که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t>آنها مرا به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اکنون مسجد (جمکران) است آوردند. چون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نگاه کردم، تخت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بر آن تخت گسترده شده و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ساله بر آن تخت،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بالش کرده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نشسته است،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حضرت خضر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بود. پس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مرا بنشاند.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مرا به نام خود خواند و فرمود: برو به حسن بن مسلم،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بگو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حسن بن مثله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</w:t>
      </w:r>
      <w:r>
        <w:rPr>
          <w:rFonts w:hint="eastAsia"/>
          <w:rtl/>
          <w:lang w:bidi="fa-IR"/>
        </w:rPr>
        <w:t>ازم</w:t>
      </w:r>
      <w:r>
        <w:rPr>
          <w:rtl/>
          <w:lang w:bidi="fa-IR"/>
        </w:rPr>
        <w:t xml:space="preserve"> است که من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 و الّا مردم حرف مرا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آقا فرمودند: تو برو و آن رسالت را انجام بده، ما خودمان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برو و به او بگو حسن بن مسلم را احضار کند و سود چند ساله را که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بدست </w:t>
      </w:r>
      <w:r>
        <w:rPr>
          <w:rFonts w:hint="eastAsia"/>
          <w:rtl/>
          <w:lang w:bidi="fa-IR"/>
        </w:rPr>
        <w:t>آورده</w:t>
      </w:r>
      <w:r>
        <w:rPr>
          <w:rtl/>
          <w:lang w:bidi="fa-IR"/>
        </w:rPr>
        <w:t xml:space="preserve"> است وصول کند و با آن پول مسجد را بنا کند.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A06CCD">
      <w:pPr>
        <w:pStyle w:val="Heading1"/>
        <w:rPr>
          <w:rtl/>
          <w:lang w:bidi="fa-IR"/>
        </w:rPr>
      </w:pPr>
      <w:bookmarkStart w:id="2" w:name="_Toc534794149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مسجد جمکران</w:t>
      </w:r>
      <w:bookmarkEnd w:id="2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به حسن بن مثله جمکران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و به مردم بگو: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رغبت کنند و آنرا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دارند. و چهار رکعت نماز در آن گزارند. دو رکعت اول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نماز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مسجد است که در هر رکعت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حمد و هفت قل هو اللّه احد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حالت رکوع و سجود هم هفت مرتبه ذکر را تکرار کنند. دو رکعت دوم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نماز صاحب الزمان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که سوره حمد را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چون به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نعبد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صد مرتبه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</w:t>
      </w:r>
      <w:r>
        <w:rPr>
          <w:rFonts w:hint="eastAsia"/>
          <w:rtl/>
          <w:lang w:bidi="fa-IR"/>
        </w:rPr>
        <w:t>عد</w:t>
      </w:r>
      <w:r>
        <w:rPr>
          <w:rtl/>
          <w:lang w:bidi="fa-IR"/>
        </w:rPr>
        <w:t xml:space="preserve"> از آن بق</w:t>
      </w:r>
      <w:r>
        <w:rPr>
          <w:rFonts w:hint="cs"/>
          <w:rtl/>
          <w:lang w:bidi="fa-IR"/>
        </w:rPr>
        <w:t>یه</w:t>
      </w:r>
      <w:r>
        <w:rPr>
          <w:rtl/>
          <w:lang w:bidi="fa-IR"/>
        </w:rPr>
        <w:t xml:space="preserve"> سوره حمد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بعد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سوره حمد سوره قل هو اللّه احد را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رکوع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ذکر 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بحمده را هفت مرتبه، پشت سر هم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ذکر هر کدام از سجده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هفت مرتبه است. رکعت دوم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گونه</w:t>
      </w:r>
      <w:r>
        <w:rPr>
          <w:rtl/>
          <w:lang w:bidi="fa-IR"/>
        </w:rPr>
        <w:t xml:space="preserve"> است. چون نماز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برسد و سلام داده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 لا اله الا اللّه وحده وحده، و به دنبال آن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حضرت زهرا </w:t>
      </w:r>
      <w:r w:rsidRPr="00A06CCD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خوانده شود و بعد از آن به سجده رفته و صد بار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اللّهم صل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و آل محمد.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A06CCD">
      <w:pPr>
        <w:pStyle w:val="Heading1"/>
        <w:rPr>
          <w:rtl/>
          <w:lang w:bidi="fa-IR"/>
        </w:rPr>
      </w:pPr>
      <w:bookmarkStart w:id="3" w:name="_Toc534794150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خواندن نماز در مسجد جمکران</w:t>
      </w:r>
      <w:bookmarkEnd w:id="3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فرمودند: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نماز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بخواند، مانند آن است که در کعبه نماز خوانده باشد.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بن مثله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چون من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آمدم، دوباره مرا بازخواندند و فرمودند: 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گل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جعفر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آن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موضع آور و آن را ذبح کن و روز چهارشنبه گوشت آن را 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انفاق کن، 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و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گوشت آن بخورد،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ش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دهد.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سپس به خانه بازگشتم و تمام شب را در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نماز صبح خواندم و سپس به سراغ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المنذر رفتم و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گذشته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نقل کردم و با او به همان موضع شب گذشته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طبق فرمود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امام عجل الله </w:t>
      </w:r>
      <w:r>
        <w:rPr>
          <w:rFonts w:hint="eastAsia"/>
          <w:rtl/>
          <w:lang w:bidi="fa-IR"/>
        </w:rPr>
        <w:t>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حدود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سپس به قم نزد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رضا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چون به در خان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خادمان او گفتند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سحر در انتظار شما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از جمکران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به او گفتم: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درون خانه رفتم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بن مثله، من در خواب بودم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گفت که حسن بن مثله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جمکران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 چه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 و بر قول او اعتماد کن که سخن او سخن ماست، و قول او را رد نکن و از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 از خواب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منتظر شما بودم و آنگاه بود که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گذشته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کردم.</w:t>
      </w:r>
      <w:r>
        <w:rPr>
          <w:rFonts w:hint="eastAsia"/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بلافاصله فرمود تا اسبها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 و سوار شدند. چون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جمکران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گل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جعفر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حسن بن مثله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گله رفت و آن بز که </w:t>
      </w:r>
      <w:r>
        <w:rPr>
          <w:rtl/>
          <w:lang w:bidi="fa-IR"/>
        </w:rPr>
        <w:lastRenderedPageBreak/>
        <w:t>از پسِ همه گوسفندان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بن مثله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جعفر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 در گل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من نبوده و تاکنون آن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به هر حال آن بز را به مسجد آورده و آن را ذبح کرده و 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گوشت آن خورد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(ارواحنا فداه)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. حسن بن مسلم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احضار کرده و منافع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او گرفتند و مسجد جمکران را با چوب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 را با خود به قم بُرد و در خان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گذاشت. 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دردمند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را بدان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عاجل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فوت 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ابوالحسن، آن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ها پنهان گشته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مسجد مقدس جمکران و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فرمان</w:t>
      </w:r>
      <w:r>
        <w:rPr>
          <w:rtl/>
          <w:lang w:bidi="fa-IR"/>
        </w:rPr>
        <w:t xml:space="preserve"> مقدس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(ارواحنا فداه)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مسجد مقدس جمکران را علّامه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نجم ثاقب به صفح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294 و جنه المأو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صفحه 230 از کتاب گرانقدر «مونس الحز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ن»،</w:t>
      </w:r>
      <w:r>
        <w:rPr>
          <w:rtl/>
          <w:lang w:bidi="fa-IR"/>
        </w:rPr>
        <w:t xml:space="preserve"> 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نقل کرده است</w:t>
      </w:r>
      <w:r w:rsidRPr="00324B3D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>.</w:t>
      </w:r>
    </w:p>
    <w:p w:rsidR="00324B3D" w:rsidRDefault="00A06CCD" w:rsidP="00324B3D">
      <w:pPr>
        <w:pStyle w:val="libNormal"/>
        <w:rPr>
          <w:rtl/>
          <w:lang w:bidi="fa-IR"/>
        </w:rPr>
      </w:pPr>
      <w:r>
        <w:rPr>
          <w:rtl/>
          <w:lang w:bidi="fa-IR"/>
        </w:rPr>
        <w:t>1 - بر اساس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که به عمل آمده، کتاب «مونس الحز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ابن فتّال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] مناقب ابن شهراشوب، ج 4، ص 12 [.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324B3D" w:rsidTr="007733FC">
        <w:trPr>
          <w:trHeight w:val="350"/>
        </w:trPr>
        <w:tc>
          <w:tcPr>
            <w:tcW w:w="3920" w:type="dxa"/>
            <w:shd w:val="clear" w:color="auto" w:fill="auto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>خوش است گر مسافر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رسد سلامت از سفر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>چه شد که قصد بازگشت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سفر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B3D" w:rsidTr="007733FC">
        <w:trPr>
          <w:trHeight w:val="350"/>
        </w:trPr>
        <w:tc>
          <w:tcPr>
            <w:tcW w:w="3920" w:type="dxa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>نگر به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سائلان، به سامرا و جمکران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4B3D" w:rsidRDefault="00324B3D" w:rsidP="00324B3D">
            <w:pPr>
              <w:pStyle w:val="libNormal"/>
            </w:pPr>
            <w:r>
              <w:rPr>
                <w:rtl/>
                <w:lang w:bidi="fa-IR"/>
              </w:rPr>
              <w:t>چرا ز باب خانه ات سر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در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خوانندگان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چند نکته توجه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آداب و سنن مردم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اصفهان، توسل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324B3D" w:rsidRPr="00324B3D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 است که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استان در طول سال،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مجالس جشن و سرور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و مجالس روضه و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شهادت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324B3D" w:rsidRPr="00324B3D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 برپاست.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سنت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توسط علماء و مردم با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اصفهان بنا گذاشته شده، رفتن به مسجد مقدس جمکران به خصوص در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مسافرت توسط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دفاتر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ئآت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امام زمان تدارک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معمولاً حرکت اتوبوس ها از اصفهان ساعت 2 بعدازظهر و برگشت از مسجد مقدس جمکران ساعت 12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به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اذان صبح در اصفهان باشند.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هر هفته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توسط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چند نفر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فقط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اتوبوس با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324B3D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حدود 16 ساعت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فاطمه معصومه </w:t>
      </w:r>
      <w:r w:rsidR="00324B3D" w:rsidRPr="00324B3D">
        <w:rPr>
          <w:rStyle w:val="libAlaemChar"/>
          <w:rFonts w:eastAsiaTheme="minorHAnsi"/>
          <w:rtl/>
        </w:rPr>
        <w:t>عليها‌السلام</w:t>
      </w:r>
      <w:r w:rsidR="00324B3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سپس از مسجد مقدس </w:t>
      </w:r>
      <w:r>
        <w:rPr>
          <w:rtl/>
          <w:lang w:bidi="fa-IR"/>
        </w:rPr>
        <w:lastRenderedPageBreak/>
        <w:t>جمکران نماز امام زمان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و بعد از مراسم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توسل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هر 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طول سال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اما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مناسبت ها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200 اتوبوس از اصفهان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40 سال قبل، از اصفهان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اتوبوس، زائران به جمکران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شدند</w:t>
      </w:r>
      <w:r>
        <w:rPr>
          <w:rtl/>
          <w:lang w:bidi="fa-IR"/>
        </w:rPr>
        <w:t>. و جمع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حاضر در مسجد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100 نفر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324B3D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بند</w:t>
      </w:r>
      <w:r w:rsidR="00324B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لطف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سالهاست که موفق شده ام تمام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در کاروانها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جزو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خدمتگزاران امام زمان باشم (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سفر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عتبات حضور داشته باشم). و در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کرامات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به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مقدس جمکران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زبان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معمولاً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( مگر در موارد خاص )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 اثر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مطالب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صادقه، با</w:t>
      </w:r>
      <w:r>
        <w:rPr>
          <w:rFonts w:hint="eastAsia"/>
          <w:rtl/>
          <w:lang w:bidi="fa-IR"/>
        </w:rPr>
        <w:t>عث</w:t>
      </w:r>
      <w:r>
        <w:rPr>
          <w:rtl/>
          <w:lang w:bidi="fa-IR"/>
        </w:rPr>
        <w:t xml:space="preserve"> 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جزوه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شود و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دوستان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انشاءاللّه با مطالع</w:t>
      </w:r>
      <w:r w:rsidR="00324B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 قلب 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متوجه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324B3D" w:rsidTr="00324B3D">
        <w:trPr>
          <w:trHeight w:val="350"/>
        </w:trPr>
        <w:tc>
          <w:tcPr>
            <w:tcW w:w="3344" w:type="dxa"/>
            <w:shd w:val="clear" w:color="auto" w:fill="auto"/>
          </w:tcPr>
          <w:p w:rsidR="00324B3D" w:rsidRDefault="00324B3D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جمکران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منزل دلدار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 xml:space="preserve">جمکران تنها نشان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B3D" w:rsidTr="00324B3D">
        <w:trPr>
          <w:trHeight w:val="350"/>
        </w:trPr>
        <w:tc>
          <w:tcPr>
            <w:tcW w:w="3344" w:type="dxa"/>
          </w:tcPr>
          <w:p w:rsidR="00324B3D" w:rsidRDefault="00324B3D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گدا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تربت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اَم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>حسرت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tl/>
                <w:lang w:bidi="fa-IR"/>
              </w:rPr>
              <w:t xml:space="preserve"> مَد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اَم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B3D" w:rsidTr="00324B3D">
        <w:trPr>
          <w:trHeight w:val="350"/>
        </w:trPr>
        <w:tc>
          <w:tcPr>
            <w:tcW w:w="3344" w:type="dxa"/>
          </w:tcPr>
          <w:p w:rsidR="00324B3D" w:rsidRDefault="00324B3D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ترسم</w:t>
            </w:r>
            <w:r>
              <w:rPr>
                <w:rtl/>
                <w:lang w:bidi="fa-IR"/>
              </w:rPr>
              <w:t xml:space="preserve">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من آنروز نباشم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کاش که من خاک کف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</w:t>
            </w:r>
            <w:r>
              <w:rPr>
                <w:rtl/>
                <w:lang w:bidi="fa-IR"/>
              </w:rPr>
              <w:lastRenderedPageBreak/>
              <w:t>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B3D" w:rsidTr="00324B3D">
        <w:trPr>
          <w:trHeight w:val="350"/>
        </w:trPr>
        <w:tc>
          <w:tcPr>
            <w:tcW w:w="3344" w:type="dxa"/>
          </w:tcPr>
          <w:p w:rsidR="00324B3D" w:rsidRDefault="00324B3D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هر</w:t>
            </w:r>
            <w:r>
              <w:rPr>
                <w:rtl/>
                <w:lang w:bidi="fa-IR"/>
              </w:rPr>
              <w:t xml:space="preserve"> کس به ره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اش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4B3D" w:rsidRDefault="00324B3D" w:rsidP="00324B3D">
            <w:pPr>
              <w:pStyle w:val="libPoem"/>
            </w:pPr>
            <w:r>
              <w:rPr>
                <w:rtl/>
                <w:lang w:bidi="fa-IR"/>
              </w:rPr>
              <w:t>من هم در خان</w:t>
            </w:r>
            <w:r>
              <w:rPr>
                <w:rFonts w:hint="cs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شما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B3D" w:rsidTr="00324B3D">
        <w:trPr>
          <w:trHeight w:val="350"/>
        </w:trPr>
        <w:tc>
          <w:tcPr>
            <w:tcW w:w="3344" w:type="dxa"/>
          </w:tcPr>
          <w:p w:rsidR="00324B3D" w:rsidRDefault="00324B3D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کس گرفت دست توسل به دامن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4B3D" w:rsidRDefault="00324B3D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4B3D" w:rsidRDefault="00324B3D" w:rsidP="007733FC">
            <w:pPr>
              <w:pStyle w:val="libPoem"/>
            </w:pPr>
            <w:r>
              <w:rPr>
                <w:rtl/>
                <w:lang w:bidi="fa-IR"/>
              </w:rPr>
              <w:t>من دست خود به دامن مهر شما زدم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324B3D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324B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لازم به ذکر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324B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دختر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جعفر، حضرت فاطمه معصومه </w:t>
      </w:r>
      <w:r w:rsidR="00324B3D" w:rsidRPr="00324B3D">
        <w:rPr>
          <w:rStyle w:val="libAlaemChar"/>
          <w:rFonts w:eastAsiaTheme="minorHAnsi"/>
          <w:rtl/>
        </w:rPr>
        <w:t>عليها‌السلام</w:t>
      </w:r>
      <w:r w:rsidR="00324B3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</w:t>
      </w:r>
      <w:r w:rsidR="00324B3D">
        <w:rPr>
          <w:rFonts w:hint="cs"/>
          <w:rtl/>
          <w:lang w:bidi="fa-IR"/>
        </w:rPr>
        <w:t>ر</w:t>
      </w:r>
      <w:r>
        <w:rPr>
          <w:rtl/>
          <w:lang w:bidi="fa-IR"/>
        </w:rPr>
        <w:t>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سه امام بزرگوار ( امام صادق، امام رضا و امام جواد </w:t>
      </w:r>
      <w:r w:rsidR="00324B3D" w:rsidRPr="00324B3D">
        <w:rPr>
          <w:rStyle w:val="libAlaemChar"/>
          <w:rtl/>
        </w:rPr>
        <w:t>عليهم‌السلام</w:t>
      </w:r>
      <w:r>
        <w:rPr>
          <w:rtl/>
          <w:lang w:bidi="fa-IR"/>
        </w:rPr>
        <w:t>)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نمود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اند</w:t>
      </w:r>
      <w:r w:rsidRPr="00324B3D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حرم کرامات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افتاده است که علماء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نوشته 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کرامات را در آن ثبت نموده اند</w:t>
      </w:r>
      <w:r w:rsidRPr="00324B3D">
        <w:rPr>
          <w:rStyle w:val="libFootnotenumChar"/>
          <w:rtl/>
          <w:lang w:bidi="fa-IR"/>
        </w:rPr>
        <w:t>(2).</w:t>
      </w: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البته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مقدس جمکران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حضور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حرم با صفا را دارند از الطاف خاصه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 w:rsidR="00C366C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بزرگ روز محشر بهره مند شده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قرار گرفته ام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فعلاً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مختصر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366C6" w:rsidTr="00C366C6">
        <w:trPr>
          <w:trHeight w:val="350"/>
        </w:trPr>
        <w:tc>
          <w:tcPr>
            <w:tcW w:w="3344" w:type="dxa"/>
            <w:shd w:val="clear" w:color="auto" w:fill="auto"/>
          </w:tcPr>
          <w:p w:rsidR="00C366C6" w:rsidRDefault="00C366C6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چشم</w:t>
            </w:r>
            <w:r>
              <w:rPr>
                <w:rtl/>
                <w:lang w:bidi="fa-IR"/>
              </w:rPr>
              <w:t xml:space="preserve"> دلم به سمت حرم باز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366C6" w:rsidRDefault="00C366C6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366C6" w:rsidRDefault="00C366C6" w:rsidP="007733FC">
            <w:pPr>
              <w:pStyle w:val="libPoem"/>
            </w:pPr>
            <w:r>
              <w:rPr>
                <w:rtl/>
                <w:lang w:bidi="fa-IR"/>
              </w:rPr>
              <w:t xml:space="preserve">با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سلام صبح من آغاز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66C6" w:rsidTr="00C366C6">
        <w:trPr>
          <w:trHeight w:val="350"/>
        </w:trPr>
        <w:tc>
          <w:tcPr>
            <w:tcW w:w="3344" w:type="dxa"/>
          </w:tcPr>
          <w:p w:rsidR="00C366C6" w:rsidRDefault="00C366C6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قفل</w:t>
            </w:r>
            <w:r>
              <w:rPr>
                <w:rtl/>
                <w:lang w:bidi="fa-IR"/>
              </w:rPr>
              <w:t xml:space="preserve"> دلم شکسته کنار دَرِ حرم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366C6" w:rsidRDefault="00C366C6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366C6" w:rsidRDefault="00C366C6" w:rsidP="007733FC">
            <w:pPr>
              <w:pStyle w:val="libPoem"/>
            </w:pPr>
            <w:r>
              <w:rPr>
                <w:rtl/>
                <w:lang w:bidi="fa-IR"/>
              </w:rPr>
              <w:t>از مرقدت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جنان باز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66C6" w:rsidTr="00C366C6">
        <w:trPr>
          <w:trHeight w:val="350"/>
        </w:trPr>
        <w:tc>
          <w:tcPr>
            <w:tcW w:w="3344" w:type="dxa"/>
          </w:tcPr>
          <w:p w:rsidR="00C366C6" w:rsidRDefault="00C366C6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کو</w:t>
            </w:r>
            <w:r>
              <w:rPr>
                <w:rtl/>
                <w:lang w:bidi="fa-IR"/>
              </w:rPr>
              <w:t xml:space="preserve"> چشم روشن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>
              <w:rPr>
                <w:rtl/>
                <w:lang w:bidi="fa-IR"/>
              </w:rPr>
              <w:t xml:space="preserve"> در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حرم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366C6" w:rsidRDefault="00C366C6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366C6" w:rsidRDefault="00C366C6" w:rsidP="007733FC">
            <w:pPr>
              <w:pStyle w:val="libPoem"/>
            </w:pPr>
            <w:r>
              <w:rPr>
                <w:rtl/>
                <w:lang w:bidi="fa-IR"/>
              </w:rPr>
              <w:t>هر روز چند مرتبه اعجاز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66C6" w:rsidTr="00C366C6">
        <w:trPr>
          <w:trHeight w:val="350"/>
        </w:trPr>
        <w:tc>
          <w:tcPr>
            <w:tcW w:w="3344" w:type="dxa"/>
          </w:tcPr>
          <w:p w:rsidR="00C366C6" w:rsidRDefault="00C366C6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جا بهشت دختر موس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بن جعفر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366C6" w:rsidRDefault="00C366C6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366C6" w:rsidRDefault="00C366C6" w:rsidP="007733FC">
            <w:pPr>
              <w:pStyle w:val="libPoem"/>
            </w:pPr>
            <w:r>
              <w:rPr>
                <w:rtl/>
                <w:lang w:bidi="fa-IR"/>
              </w:rPr>
              <w:t>از نفحه شهود و تجل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معطر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66C6" w:rsidTr="00C366C6">
        <w:trPr>
          <w:trHeight w:val="350"/>
        </w:trPr>
        <w:tc>
          <w:tcPr>
            <w:tcW w:w="3344" w:type="dxa"/>
          </w:tcPr>
          <w:p w:rsidR="00C366C6" w:rsidRDefault="00C366C6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شب کنار مرقد تو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مد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366C6" w:rsidRDefault="00C366C6" w:rsidP="007733F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366C6" w:rsidRDefault="00C366C6" w:rsidP="007733FC">
            <w:pPr>
              <w:pStyle w:val="libPoem"/>
            </w:pPr>
            <w:r>
              <w:rPr>
                <w:rtl/>
                <w:lang w:bidi="fa-IR"/>
              </w:rPr>
              <w:t>دنبال قبر مخف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زهرا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اطهر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66C6" w:rsidRDefault="00C366C6" w:rsidP="00A06CCD">
      <w:pPr>
        <w:pStyle w:val="libNormal"/>
        <w:rPr>
          <w:rtl/>
        </w:rPr>
      </w:pPr>
    </w:p>
    <w:p w:rsidR="00A06CCD" w:rsidRDefault="00C366C6" w:rsidP="00A06CCD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امام جواد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پاداش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فاطمه معصومه </w:t>
      </w:r>
      <w:r w:rsidR="00C366C6" w:rsidRPr="00C366C6">
        <w:rPr>
          <w:rStyle w:val="libAlaemChar"/>
          <w:rFonts w:eastAsiaTheme="minorHAnsi"/>
          <w:rtl/>
        </w:rPr>
        <w:t>عليها‌السلام</w:t>
      </w:r>
      <w:r w:rsidR="00C366C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بهشت است. امام رضا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فرمودند: هر کس خواهرم حضرت فاطمه معصومه </w:t>
      </w:r>
      <w:r w:rsidR="00C366C6" w:rsidRPr="00C366C6">
        <w:rPr>
          <w:rStyle w:val="libAlaemChar"/>
          <w:rFonts w:eastAsiaTheme="minorHAnsi"/>
          <w:rtl/>
        </w:rPr>
        <w:t>عليها‌السلام</w:t>
      </w:r>
      <w:r w:rsidR="00C366C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در قم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کرده باشد. و امام صادق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فرمودند: خداوند قبر حضرت فاطمه معصومه </w:t>
      </w:r>
      <w:r w:rsidR="00C366C6" w:rsidRPr="00C366C6">
        <w:rPr>
          <w:rStyle w:val="libAlaemChar"/>
          <w:rFonts w:eastAsiaTheme="minorHAnsi"/>
          <w:rtl/>
        </w:rPr>
        <w:t>عليها‌السلام</w:t>
      </w:r>
      <w:r w:rsidR="00C366C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C366C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قبر حضرت فاطمه زهرا </w:t>
      </w:r>
      <w:r w:rsidR="00C366C6" w:rsidRPr="00C366C6">
        <w:rPr>
          <w:rStyle w:val="libAlaemChar"/>
          <w:rFonts w:eastAsiaTheme="minorHAnsi"/>
          <w:rtl/>
        </w:rPr>
        <w:t>عليها‌السلام</w:t>
      </w:r>
      <w:r w:rsidR="00C366C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قرار داده است.</w:t>
      </w: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tl/>
          <w:lang w:bidi="fa-IR"/>
        </w:rPr>
        <w:t>2 - مراجعه شود به کتاب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C366C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عالم بزرگوار حضرت حجه الاسلام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پور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300 کرامت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اند.</w:t>
      </w:r>
    </w:p>
    <w:p w:rsidR="00C366C6" w:rsidRDefault="00C366C6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C366C6">
      <w:pPr>
        <w:pStyle w:val="Heading1"/>
        <w:rPr>
          <w:rtl/>
          <w:lang w:bidi="fa-IR"/>
        </w:rPr>
      </w:pPr>
      <w:bookmarkStart w:id="4" w:name="_Toc534794151"/>
      <w:r>
        <w:rPr>
          <w:rFonts w:hint="eastAsia"/>
          <w:rtl/>
          <w:lang w:bidi="fa-IR"/>
        </w:rPr>
        <w:t>نکات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از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</w:t>
      </w:r>
      <w:r w:rsidR="00C366C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مسجد مقدس جمکران</w:t>
      </w:r>
      <w:bookmarkEnd w:id="4"/>
    </w:p>
    <w:p w:rsidR="00A06CCD" w:rsidRDefault="00C366C6" w:rsidP="00C366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A06CCD">
        <w:rPr>
          <w:rFonts w:hint="eastAsia"/>
          <w:rtl/>
          <w:lang w:bidi="fa-IR"/>
        </w:rPr>
        <w:t>علما</w:t>
      </w:r>
      <w:r w:rsidR="00A06CCD">
        <w:rPr>
          <w:rtl/>
          <w:lang w:bidi="fa-IR"/>
        </w:rPr>
        <w:t xml:space="preserve"> و بزرگان و مراجع تقل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د</w:t>
      </w:r>
      <w:r w:rsidR="00A06CCD">
        <w:rPr>
          <w:rtl/>
          <w:lang w:bidi="fa-IR"/>
        </w:rPr>
        <w:t xml:space="preserve"> هم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شه</w:t>
      </w:r>
      <w:r w:rsidR="00A06CCD">
        <w:rPr>
          <w:rtl/>
          <w:lang w:bidi="fa-IR"/>
        </w:rPr>
        <w:t xml:space="preserve"> خود جزء زائر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ن</w:t>
      </w:r>
      <w:r w:rsidR="00A06CCD">
        <w:rPr>
          <w:rtl/>
          <w:lang w:bidi="fa-IR"/>
        </w:rPr>
        <w:t xml:space="preserve"> مسجد مقدس جمکران بوده اند و ش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ع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ان</w:t>
      </w:r>
      <w:r w:rsidR="00A06CCD">
        <w:rPr>
          <w:rtl/>
          <w:lang w:bidi="fa-IR"/>
        </w:rPr>
        <w:t xml:space="preserve"> را تشو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ق</w:t>
      </w:r>
      <w:r w:rsidR="00A06CCD">
        <w:rPr>
          <w:rtl/>
          <w:lang w:bidi="fa-IR"/>
        </w:rPr>
        <w:t xml:space="preserve"> به رفتن به ا</w:t>
      </w:r>
      <w:r w:rsidR="00A06CCD">
        <w:rPr>
          <w:rFonts w:hint="cs"/>
          <w:rtl/>
          <w:lang w:bidi="fa-IR"/>
        </w:rPr>
        <w:t>ی</w:t>
      </w:r>
      <w:r w:rsidR="00A06CCD">
        <w:rPr>
          <w:rFonts w:hint="eastAsia"/>
          <w:rtl/>
          <w:lang w:bidi="fa-IR"/>
        </w:rPr>
        <w:t>ن</w:t>
      </w:r>
      <w:r w:rsidR="00A06CCD">
        <w:rPr>
          <w:rtl/>
          <w:lang w:bidi="fa-IR"/>
        </w:rPr>
        <w:t xml:space="preserve"> مسجد کرده اند.</w:t>
      </w: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شهاب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سال 393 ه-.ق تا کنون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سال از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و مورد احترام علما و اعلام و محبّ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بوده و کرامات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و علماء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اند. مِن جمله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قم در جلد اول و دوم اشاره به کرامات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اتفاق افتاده دارد و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حضور مبارک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اند را نام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خودم به مکرر کرامات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مقدس جمکران مشاهده کرده ام، و موفق شده ام چهل شب چهارشنبه در آن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توته</w:t>
      </w:r>
      <w:r>
        <w:rPr>
          <w:rtl/>
          <w:lang w:bidi="fa-IR"/>
        </w:rPr>
        <w:t xml:space="preserve"> کنم (از شب تا صبح بمانم) و موفق به تکرار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شده ام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از مکانها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توجه و ن</w:t>
      </w:r>
      <w:r>
        <w:rPr>
          <w:rFonts w:hint="eastAsia"/>
          <w:rtl/>
          <w:lang w:bidi="fa-IR"/>
        </w:rPr>
        <w:t>زول</w:t>
      </w:r>
      <w:r>
        <w:rPr>
          <w:rtl/>
          <w:lang w:bidi="fa-IR"/>
        </w:rPr>
        <w:t xml:space="preserve"> برکات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بر من ثابت شده است که حضرت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رفت و آمد دارند و بعد از مسجد سهله در کوفه،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منتسب به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C366C6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قال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C366C6" w:rsidRPr="00C366C6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ذکرنا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شفاء من الوعک والاسقام و وسواس الرّ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 w:rsidRPr="00C366C6">
        <w:rPr>
          <w:rStyle w:val="libFootnotenumChar"/>
          <w:rtl/>
          <w:lang w:bidi="fa-IR"/>
        </w:rPr>
        <w:t>(2)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ذکر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باعث شفا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بهجت فرمودند:</w:t>
      </w:r>
    </w:p>
    <w:p w:rsidR="00A06CCD" w:rsidRDefault="00A06CCD" w:rsidP="00C366C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="00C366C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اهمّ ضرور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است. ضرور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ما خلاصه در نان و آب نموده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اگر نباشد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و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فراموش شود روح ما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رفته و آن نشاط لازم را نخواهد داشت. پس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</w:t>
      </w:r>
      <w:r>
        <w:rPr>
          <w:rtl/>
          <w:lang w:bidi="fa-IR"/>
        </w:rPr>
        <w:t xml:space="preserve"> باش تا ا</w:t>
      </w:r>
      <w:r>
        <w:rPr>
          <w:rFonts w:hint="eastAsia"/>
          <w:rtl/>
          <w:lang w:bidi="fa-IR"/>
        </w:rPr>
        <w:t>ثر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قبل از خواندن درس، قبل از خواب، قبل و بعد از هر نماز در هر ثان</w:t>
      </w:r>
      <w:r>
        <w:rPr>
          <w:rFonts w:hint="cs"/>
          <w:rtl/>
          <w:lang w:bidi="fa-IR"/>
        </w:rPr>
        <w:t>ی</w:t>
      </w:r>
      <w:r w:rsidR="00C366C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عُمر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سفر کرده را در قلبت زنده کن تا لذت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حاصلت شود.</w:t>
      </w:r>
    </w:p>
    <w:p w:rsidR="00A06CCD" w:rsidRPr="00C366C6" w:rsidRDefault="00C366C6" w:rsidP="00C366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06CCD" w:rsidRDefault="00A06CCD" w:rsidP="00C366C6">
      <w:pPr>
        <w:pStyle w:val="libFootnote0"/>
        <w:rPr>
          <w:rtl/>
          <w:lang w:bidi="fa-IR"/>
        </w:rPr>
      </w:pPr>
      <w:r>
        <w:rPr>
          <w:rtl/>
          <w:lang w:bidi="fa-IR"/>
        </w:rPr>
        <w:t>1 - مراجعه شود به کتاب مسجد مقدس جمکران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لگاه</w:t>
      </w:r>
      <w:r>
        <w:rPr>
          <w:rtl/>
          <w:lang w:bidi="fa-IR"/>
        </w:rPr>
        <w:t xml:space="preserve"> صاحب الزمان صفحات 46 تا 48</w:t>
      </w:r>
    </w:p>
    <w:p w:rsidR="00A06CCD" w:rsidRDefault="00A06CCD" w:rsidP="00C366C6">
      <w:pPr>
        <w:pStyle w:val="libFootnote0"/>
        <w:rPr>
          <w:rtl/>
          <w:lang w:bidi="fa-IR"/>
        </w:rPr>
      </w:pPr>
      <w:r>
        <w:rPr>
          <w:rtl/>
          <w:lang w:bidi="fa-IR"/>
        </w:rPr>
        <w:t>2 - المحاسن ج 1 ص 63</w:t>
      </w:r>
    </w:p>
    <w:p w:rsidR="00C366C6" w:rsidRDefault="00C366C6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C366C6">
      <w:pPr>
        <w:pStyle w:val="Heading1"/>
        <w:rPr>
          <w:rtl/>
          <w:lang w:bidi="fa-IR"/>
        </w:rPr>
      </w:pPr>
      <w:bookmarkStart w:id="5" w:name="_Toc534794152"/>
      <w:r>
        <w:rPr>
          <w:rFonts w:hint="eastAsia"/>
          <w:rtl/>
          <w:lang w:bidi="fa-IR"/>
        </w:rPr>
        <w:t>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فرزندش را در مسجد مقدس جمکران گرفت</w:t>
      </w:r>
      <w:bookmarkEnd w:id="5"/>
    </w:p>
    <w:p w:rsidR="00A06CCD" w:rsidRDefault="00A06CCD" w:rsidP="007733F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  <w:r w:rsidR="00C366C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کس، سالمند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را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منازلشان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مجالسشان خدمتگزار باشد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إمرار معاش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علاقه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مسجد مقدس جمکران دارد. لذا هر وقت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را داشت شب چهارشنب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جمکران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بچه دارد آن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موتورش با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ضربه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خودش هم مقصّر بوده است. او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از دهان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 او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برده و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پزشکان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 w:rsidR="007733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فوراً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کاس</w:t>
      </w:r>
      <w:r w:rsidR="007733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سر را برداشته و چند عمل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دهند که دکتر جرّاح پنج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و خرج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و دارو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هم حدود هفت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آنها را 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حساب 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فردا او را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نداشت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ندارد، در فکر فرو رفت که چه کند، عقلِ او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نشان داد. تنها راه، راه پناه به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است. لذا گفت قبول دارم تا فردا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مقدمات عمل را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7733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فردا قبول کردند او آمد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بست گرفت که او را ببرد مسجد مقدس جمکران،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ساعت توقف برگرداند،راننده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سوار کردم تا جمکران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امام زمان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به در مسجد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قبل از آن که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توقف ک</w:t>
      </w:r>
      <w:r>
        <w:rPr>
          <w:rFonts w:hint="eastAsia"/>
          <w:rtl/>
          <w:lang w:bidi="fa-IR"/>
        </w:rPr>
        <w:t>امل</w:t>
      </w:r>
      <w:r>
        <w:rPr>
          <w:rtl/>
          <w:lang w:bidi="fa-IR"/>
        </w:rPr>
        <w:t xml:space="preserve"> کند درب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</w:t>
      </w:r>
      <w:r>
        <w:rPr>
          <w:rtl/>
          <w:lang w:bidi="fa-IR"/>
        </w:rPr>
        <w:lastRenderedPageBreak/>
        <w:t>باز کرده خود را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 و غَلتان داخل مسجد شد. همراه او بودم مشغول نماز شد بعد از نماز سر به سجده گذاشته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آقا با صد اُم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درِ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آمدم،آن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وقت او را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مادرت و م</w:t>
      </w:r>
      <w:r>
        <w:rPr>
          <w:rFonts w:hint="eastAsia"/>
          <w:rtl/>
          <w:lang w:bidi="fa-IR"/>
        </w:rPr>
        <w:t>صائب</w:t>
      </w:r>
      <w:r>
        <w:rPr>
          <w:rtl/>
          <w:lang w:bidi="fa-IR"/>
        </w:rPr>
        <w:t xml:space="preserve"> آن بزرگوار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عمّ</w:t>
      </w:r>
      <w:r w:rsidR="007733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سه ساله ات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طفل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</w:t>
      </w:r>
      <w:r w:rsidR="007733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جَدَّت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حال تنها گشتم، پسر جوانم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او را عمل کنند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او در حال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تُرا به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عمه جانت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7733FC" w:rsidRPr="007733FC">
        <w:rPr>
          <w:rStyle w:val="libAlaemChar"/>
          <w:rFonts w:eastAsiaTheme="minorHAnsi"/>
          <w:rtl/>
        </w:rPr>
        <w:t>عليها‌السلام</w:t>
      </w:r>
      <w:r w:rsidR="007733F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بده.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دو ساعت حرکت، به اصفهان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اطاقش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دمِ اطاق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دکتر ها و پرستارها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انند</w:t>
      </w:r>
      <w:r>
        <w:rPr>
          <w:rtl/>
          <w:lang w:bidi="fa-IR"/>
        </w:rPr>
        <w:t xml:space="preserve"> با خود گفتم جوان مرده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اطاق که شدم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جوان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 نشسته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چشمش به مادرش که افتاد گفت: مادر کجا رفته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چکار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چطور شد؟ گفت: در آن 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اطاقم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کرد، چند نفر وارد شدند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برجسته تر بود،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آمد، دست مبارکش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فرمود: بلند شو تو خوب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ماد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مهمان ماست و با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مادرمان و رفتار او موجب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حال آمده و مرا به جان مادرم قسم داده، من درِ خانه خدا وساطت کردم و خدا تو را شفا داد، بلند شو،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 مختصر دارو و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مرخّص کردند.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مقدس جمکران جلوه گاه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عادگاهِ</w:t>
      </w:r>
      <w:r>
        <w:rPr>
          <w:rtl/>
          <w:lang w:bidi="fa-IR"/>
        </w:rPr>
        <w:t xml:space="preserve"> منتظران و حاجت مندان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9"/>
        <w:gridCol w:w="3309"/>
      </w:tblGrid>
      <w:tr w:rsidR="007733FC" w:rsidTr="007733FC">
        <w:trPr>
          <w:trHeight w:val="350"/>
        </w:trPr>
        <w:tc>
          <w:tcPr>
            <w:tcW w:w="3920" w:type="dxa"/>
            <w:shd w:val="clear" w:color="auto" w:fill="auto"/>
          </w:tcPr>
          <w:p w:rsidR="007733FC" w:rsidRDefault="007733FC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با</w:t>
            </w:r>
            <w:r>
              <w:rPr>
                <w:rtl/>
                <w:lang w:bidi="fa-IR"/>
              </w:rPr>
              <w:t xml:space="preserve"> صد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بر درِ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خانه آمدم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733FC" w:rsidRDefault="007733FC" w:rsidP="007733F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733FC" w:rsidRDefault="007733FC" w:rsidP="007733FC">
            <w:pPr>
              <w:pStyle w:val="libPoem"/>
            </w:pPr>
            <w:r>
              <w:rPr>
                <w:rtl/>
                <w:lang w:bidi="fa-IR"/>
              </w:rPr>
              <w:t>اقرار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کنم که تو خوب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من 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33FC" w:rsidTr="007733FC">
        <w:trPr>
          <w:trHeight w:val="350"/>
        </w:trPr>
        <w:tc>
          <w:tcPr>
            <w:tcW w:w="3920" w:type="dxa"/>
          </w:tcPr>
          <w:p w:rsidR="007733FC" w:rsidRDefault="007733FC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مردود</w:t>
            </w:r>
            <w:r>
              <w:rPr>
                <w:rtl/>
                <w:lang w:bidi="fa-IR"/>
              </w:rPr>
              <w:t xml:space="preserve"> تر ز من نبود بنده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ول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733FC" w:rsidRDefault="007733FC" w:rsidP="007733F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733FC" w:rsidRDefault="007733FC" w:rsidP="007733FC">
            <w:pPr>
              <w:pStyle w:val="libPoem"/>
            </w:pPr>
            <w:r>
              <w:rPr>
                <w:rtl/>
                <w:lang w:bidi="fa-IR"/>
              </w:rPr>
              <w:t>باور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کنم که تو مولا رَدم 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733FC" w:rsidRDefault="007733FC" w:rsidP="00A06CCD">
      <w:pPr>
        <w:pStyle w:val="libNormal"/>
        <w:rPr>
          <w:rtl/>
          <w:lang w:bidi="fa-IR"/>
        </w:rPr>
      </w:pPr>
    </w:p>
    <w:p w:rsidR="00A06CCD" w:rsidRDefault="007733FC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7733FC">
      <w:pPr>
        <w:pStyle w:val="Heading1"/>
        <w:rPr>
          <w:rtl/>
          <w:lang w:bidi="fa-IR"/>
        </w:rPr>
      </w:pPr>
      <w:bookmarkStart w:id="6" w:name="_Toc534794153"/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قرار بود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قطع کنند</w:t>
      </w:r>
      <w:bookmarkEnd w:id="6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سعادت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اطاق عمل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صدوق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زمان جنگ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جبهه مجروح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آنها را با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شهرها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مارستانها</w:t>
      </w:r>
      <w:r>
        <w:rPr>
          <w:rtl/>
          <w:lang w:bidi="fa-IR"/>
        </w:rPr>
        <w:t xml:space="preserve"> انتقال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منجمله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صدوق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06CCD" w:rsidRDefault="00A06CCD" w:rsidP="007733F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ما انتقال دادند طبق معمول گروه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 ها را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دستورات لازم را در پرونده اش ثبت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طبق دستور صادره وارد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تا به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او از ناح</w:t>
      </w:r>
      <w:r>
        <w:rPr>
          <w:rFonts w:hint="cs"/>
          <w:rtl/>
          <w:lang w:bidi="fa-IR"/>
        </w:rPr>
        <w:t>ی</w:t>
      </w:r>
      <w:r w:rsidR="007733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دو پا مجروح بود. اطباء متّحداً 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هر چه زودتر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زانو قطع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وگرنه عفونت بالاتر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مجبور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بالاترقطع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به او گفتند او قبول کرد و گفت راض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خدا. بعد سؤال کرد چه موقع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گفتند: فردا اول وقت، گفت: فردا چند ش</w:t>
      </w:r>
      <w:r>
        <w:rPr>
          <w:rFonts w:hint="eastAsia"/>
          <w:rtl/>
          <w:lang w:bidi="fa-IR"/>
        </w:rPr>
        <w:t>نبه</w:t>
      </w:r>
      <w:r>
        <w:rPr>
          <w:rtl/>
          <w:lang w:bidi="fa-IR"/>
        </w:rPr>
        <w:t xml:space="preserve"> است؟ گفتند: دو شنبه. گفت: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گفتند: عفونت بالاتر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بالاتر را قطع کرد، گفت: به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خودم و نوشته داد. لذا روز سه شنبه خواستند او را به اطاق عمل ببرند، گفت: اول مرا به حمام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گفتند: آب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زخمها ضرر دارد و اطباء اجاز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گفت: من هم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عنوان در اطاق عمل حاضر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شوم، هر چه با او صحبت کردند، حاضر نشد. مجدداً از او نوشته گرفتند و اجازه دادند، لذا همراه او، با برانکاه او را به طرف حمام برد، از او سوال کرد که چه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به حمام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ضرر دارد؟ در جواب گفت: هر هفته </w:t>
      </w:r>
      <w:r>
        <w:rPr>
          <w:rtl/>
          <w:lang w:bidi="fa-IR"/>
        </w:rPr>
        <w:lastRenderedPageBreak/>
        <w:t>روز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 عازم مسجد مقدس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و قبل از حرکت غسل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طبق هر هفته غسل کنم. او را در حمام بردم کمک کردم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آورد و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بعد از غسل همانجا نماز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بخوانم.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کرد، پشت در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آقا پاها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خانه ات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شما درد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از بدنم جدا کنند تو را به آن آبله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عمه جانت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7733FC" w:rsidRPr="007733FC">
        <w:rPr>
          <w:rStyle w:val="libAlaemChar"/>
          <w:rFonts w:eastAsiaTheme="minorHAnsi"/>
          <w:rtl/>
        </w:rPr>
        <w:t>عليها‌السلام</w:t>
      </w:r>
      <w:r w:rsidR="007733F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اگر صلاح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بخواه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بُرند ناراحت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در خانه ات را ه بروم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مادرت و جد بزرگوارت ناله بزنم ناراحتم. از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</w:t>
      </w:r>
      <w:r w:rsidR="007733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او هر کس از آنطرف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از سوز ناله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پشت درِ حمام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بودند و به ناله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</w:t>
      </w:r>
      <w:r>
        <w:rPr>
          <w:rFonts w:hint="eastAsia"/>
          <w:rtl/>
          <w:lang w:bidi="fa-IR"/>
        </w:rPr>
        <w:t>وش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همه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بعد از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همه ناراحت شدند و گفتند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رفته، به در زدند و خواستند در را باز کنند نتوانستند، بعد از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جوان در را باز کرد و دوان دوان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طرف اطاقش و درخواست کرد که لباس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گفتند: چطور شد؟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نشان داد، پاها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مجروح بود،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زخم و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 شده بود، گفت: با گفتن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7733F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خوابم برد و در عالم خواب، خدمت آقا حجه بن الحسن 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شدم، به من فرمودند: تو زائر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من ه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رفتار و کردار و گفتار و اعمالش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باشد، اگر در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باشد، حاجت او را از خدا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خوشا</w:t>
      </w:r>
      <w:r>
        <w:rPr>
          <w:rtl/>
          <w:lang w:bidi="fa-IR"/>
        </w:rPr>
        <w:t xml:space="preserve"> به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رفتار، نگاه، حجاب و اعمالش مورد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باشد، زود به حاجت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لذا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گرفت و گفت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جمکران بروم و از آقا تشکر کنم.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صد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آمدم...</w:t>
      </w:r>
    </w:p>
    <w:p w:rsidR="00A06CCD" w:rsidRDefault="00A06CCD" w:rsidP="00A06CCD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8"/>
        <w:gridCol w:w="3330"/>
      </w:tblGrid>
      <w:tr w:rsidR="007733FC" w:rsidTr="00D66CFB">
        <w:trPr>
          <w:trHeight w:val="350"/>
        </w:trPr>
        <w:tc>
          <w:tcPr>
            <w:tcW w:w="3324" w:type="dxa"/>
            <w:shd w:val="clear" w:color="auto" w:fill="auto"/>
          </w:tcPr>
          <w:p w:rsidR="007733FC" w:rsidRDefault="007733FC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که درد آشنا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اهل درد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7733FC" w:rsidRDefault="007733FC" w:rsidP="007733FC">
            <w:pPr>
              <w:pStyle w:val="libPoem"/>
              <w:rPr>
                <w:rtl/>
              </w:rPr>
            </w:pPr>
          </w:p>
        </w:tc>
        <w:tc>
          <w:tcPr>
            <w:tcW w:w="3330" w:type="dxa"/>
            <w:shd w:val="clear" w:color="auto" w:fill="auto"/>
          </w:tcPr>
          <w:p w:rsidR="007733FC" w:rsidRDefault="007733FC" w:rsidP="007733FC">
            <w:pPr>
              <w:pStyle w:val="libPoem"/>
            </w:pPr>
            <w:r>
              <w:rPr>
                <w:rtl/>
                <w:lang w:bidi="fa-IR"/>
              </w:rPr>
              <w:t>تو که دست 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 رد نکرد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33FC" w:rsidTr="00D66CFB">
        <w:trPr>
          <w:trHeight w:val="350"/>
        </w:trPr>
        <w:tc>
          <w:tcPr>
            <w:tcW w:w="3324" w:type="dxa"/>
          </w:tcPr>
          <w:p w:rsidR="007733FC" w:rsidRDefault="007733FC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بگو</w:t>
            </w:r>
            <w:r>
              <w:rPr>
                <w:rtl/>
                <w:lang w:bidi="fa-IR"/>
              </w:rPr>
              <w:t xml:space="preserve"> حالا که دل هامان شکست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733FC" w:rsidRDefault="007733FC" w:rsidP="007733FC">
            <w:pPr>
              <w:pStyle w:val="libPoem"/>
              <w:rPr>
                <w:rtl/>
              </w:rPr>
            </w:pPr>
          </w:p>
        </w:tc>
        <w:tc>
          <w:tcPr>
            <w:tcW w:w="3330" w:type="dxa"/>
          </w:tcPr>
          <w:p w:rsidR="007733FC" w:rsidRDefault="007733FC" w:rsidP="007733FC">
            <w:pPr>
              <w:pStyle w:val="libPoem"/>
            </w:pPr>
            <w:r>
              <w:rPr>
                <w:rtl/>
                <w:lang w:bidi="fa-IR"/>
              </w:rPr>
              <w:t>دلت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برنگرد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33FC" w:rsidTr="00D66CFB">
        <w:tblPrEx>
          <w:tblLook w:val="04A0"/>
        </w:tblPrEx>
        <w:trPr>
          <w:trHeight w:val="350"/>
        </w:trPr>
        <w:tc>
          <w:tcPr>
            <w:tcW w:w="3324" w:type="dxa"/>
          </w:tcPr>
          <w:p w:rsidR="007733FC" w:rsidRDefault="007733FC" w:rsidP="007733F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دست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شما مهربان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733FC" w:rsidRDefault="007733FC" w:rsidP="007733FC">
            <w:pPr>
              <w:pStyle w:val="libPoem"/>
              <w:rPr>
                <w:rtl/>
              </w:rPr>
            </w:pPr>
          </w:p>
        </w:tc>
        <w:tc>
          <w:tcPr>
            <w:tcW w:w="3330" w:type="dxa"/>
          </w:tcPr>
          <w:p w:rsidR="007733FC" w:rsidRDefault="007733FC" w:rsidP="007733FC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دست ها کرامتشان آسمان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33FC" w:rsidTr="00D66CFB">
        <w:tblPrEx>
          <w:tblLook w:val="04A0"/>
        </w:tblPrEx>
        <w:trPr>
          <w:trHeight w:val="350"/>
        </w:trPr>
        <w:tc>
          <w:tcPr>
            <w:tcW w:w="3324" w:type="dxa"/>
          </w:tcPr>
          <w:p w:rsidR="007733FC" w:rsidRDefault="007733FC" w:rsidP="00D66CF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خورش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ماه، 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زه</w:t>
            </w:r>
            <w:r>
              <w:rPr>
                <w:rtl/>
                <w:lang w:bidi="fa-IR"/>
              </w:rPr>
              <w:t xml:space="preserve"> خورِ سفر</w:t>
            </w:r>
            <w:r w:rsidR="00D66CFB">
              <w:rPr>
                <w:rFonts w:hint="cs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تو اَند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733FC" w:rsidRDefault="007733FC" w:rsidP="007733FC">
            <w:pPr>
              <w:pStyle w:val="libPoem"/>
              <w:rPr>
                <w:rtl/>
              </w:rPr>
            </w:pPr>
          </w:p>
        </w:tc>
        <w:tc>
          <w:tcPr>
            <w:tcW w:w="3330" w:type="dxa"/>
          </w:tcPr>
          <w:p w:rsidR="007733FC" w:rsidRDefault="00D66CFB" w:rsidP="00D66CFB">
            <w:pPr>
              <w:pStyle w:val="libPoem"/>
            </w:pPr>
            <w:r>
              <w:rPr>
                <w:rtl/>
                <w:lang w:bidi="fa-IR"/>
              </w:rPr>
              <w:t>آوا</w:t>
            </w:r>
            <w:r>
              <w:rPr>
                <w:rFonts w:hint="cs"/>
                <w:rtl/>
                <w:lang w:bidi="fa-IR"/>
              </w:rPr>
              <w:t>زه</w:t>
            </w:r>
            <w:r>
              <w:rPr>
                <w:rtl/>
                <w:lang w:bidi="fa-IR"/>
              </w:rPr>
              <w:t xml:space="preserve"> محبت تو کهکشان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="007733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6CFB" w:rsidTr="00D66CFB">
        <w:tblPrEx>
          <w:tblLook w:val="04A0"/>
        </w:tblPrEx>
        <w:trPr>
          <w:trHeight w:val="350"/>
        </w:trPr>
        <w:tc>
          <w:tcPr>
            <w:tcW w:w="3324" w:type="dxa"/>
          </w:tcPr>
          <w:p w:rsidR="00D66CFB" w:rsidRDefault="00D66CFB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تقو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کل سال ،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سه شنبه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6CFB" w:rsidRDefault="00D66CFB" w:rsidP="00AB174D">
            <w:pPr>
              <w:pStyle w:val="libPoem"/>
              <w:rPr>
                <w:rtl/>
              </w:rPr>
            </w:pPr>
          </w:p>
        </w:tc>
        <w:tc>
          <w:tcPr>
            <w:tcW w:w="3330" w:type="dxa"/>
          </w:tcPr>
          <w:p w:rsidR="00D66CFB" w:rsidRDefault="00D66CFB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روزها هوا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دلم جمکران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CFB" w:rsidRDefault="00D66CFB" w:rsidP="00A06CCD">
      <w:pPr>
        <w:pStyle w:val="libNormal"/>
        <w:rPr>
          <w:rtl/>
          <w:lang w:bidi="fa-IR"/>
        </w:rPr>
      </w:pPr>
    </w:p>
    <w:p w:rsidR="00A06CCD" w:rsidRDefault="00D66CFB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D66CFB">
      <w:pPr>
        <w:pStyle w:val="Heading1"/>
        <w:rPr>
          <w:rtl/>
          <w:lang w:bidi="fa-IR"/>
        </w:rPr>
      </w:pPr>
      <w:bookmarkStart w:id="7" w:name="_Toc534794154"/>
      <w:r>
        <w:rPr>
          <w:rFonts w:hint="eastAsia"/>
          <w:rtl/>
          <w:lang w:bidi="fa-IR"/>
        </w:rPr>
        <w:t>بچه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دستش از نخاع قطع بود</w:t>
      </w:r>
      <w:bookmarkEnd w:id="7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D66CF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شهادت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ائمه </w:t>
      </w:r>
      <w:r w:rsidR="00324B3D" w:rsidRPr="00324B3D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 بود که مصادف با شب چهارشنبه بود. لذا عد</w:t>
      </w:r>
      <w:r w:rsidR="00D66CFB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بودند دفتر که به جمکران مشرّف شوند.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</w:t>
      </w:r>
      <w:r w:rsidR="00D66CF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افتخار خدمتگزار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دوستان، آقائ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فرزند شش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هفت ساله آمده ب</w:t>
      </w:r>
      <w:r>
        <w:rPr>
          <w:rFonts w:hint="eastAsia"/>
          <w:rtl/>
          <w:lang w:bidi="fa-IR"/>
        </w:rPr>
        <w:t>ودند</w:t>
      </w:r>
      <w:r>
        <w:rPr>
          <w:rtl/>
          <w:lang w:bidi="fa-IR"/>
        </w:rPr>
        <w:t xml:space="preserve"> به من نشان داد و گفت او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آقا در مسجد مقدس جمکران قرار گرفته است از او سؤال کن. لذا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نشستم و از او سؤال کردم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که فرزندم بر اثر تصادف دست راست او نخاع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قطع شد و دستش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نداشت، تمام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خرج کردم،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مارستانها</w:t>
      </w:r>
      <w:r>
        <w:rPr>
          <w:rtl/>
          <w:lang w:bidi="fa-IR"/>
        </w:rPr>
        <w:t xml:space="preserve"> در اطاق عمل رفت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نداشت، متحداً اطباء گفتند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سن 25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 و قدرت عمل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داشته باشد تا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البته هفتاد درصد احتمال خوب شدن دارد.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را در خانه، مدرسه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انشاءالل</w:t>
      </w:r>
      <w:r>
        <w:rPr>
          <w:rFonts w:hint="eastAsia"/>
          <w:rtl/>
          <w:lang w:bidi="fa-IR"/>
        </w:rPr>
        <w:t>ّه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خوب شود.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برخوردم، از من سؤال کرد که چرا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گفتم، او گفت: شما که همه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هم انجام بده. ما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 امام زمان را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چاره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</w:t>
      </w:r>
      <w:r>
        <w:rPr>
          <w:rtl/>
          <w:lang w:bidi="fa-IR"/>
        </w:rPr>
        <w:t xml:space="preserve"> است.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 کاروان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مسجد م</w:t>
      </w:r>
      <w:r>
        <w:rPr>
          <w:rFonts w:hint="eastAsia"/>
          <w:rtl/>
          <w:lang w:bidi="fa-IR"/>
        </w:rPr>
        <w:t>قدس</w:t>
      </w:r>
      <w:r>
        <w:rPr>
          <w:rtl/>
          <w:lang w:bidi="fa-IR"/>
        </w:rPr>
        <w:t xml:space="preserve">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بزرگوار رفته و از وجود با برکتش حاجت روا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شما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فرزندت را به جمکران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از آقا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بخواه انشاءاللّه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شدم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دوار،</w:t>
      </w:r>
      <w:r>
        <w:rPr>
          <w:rtl/>
          <w:lang w:bidi="fa-IR"/>
        </w:rPr>
        <w:t xml:space="preserve"> سه </w:t>
      </w:r>
      <w:r>
        <w:rPr>
          <w:rtl/>
          <w:lang w:bidi="fa-IR"/>
        </w:rPr>
        <w:lastRenderedPageBreak/>
        <w:t>شنبه با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کاروان به جمکران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گفتم: پسرم امروز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حرف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شما بزنم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دست تو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قدّ آقاجان هم بشو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 چند مرتبه در اطاق عمل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دستت را شکافتند،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نداشت.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تو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آورده 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سوزن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نه دستت را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نگاه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دستت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دکتر،مادر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دارد،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مثل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ها که از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نه، پا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درخواست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همانگونه عمل کن، و آقا را به جان مادرشان قسم بده تا آقا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تو را خوب کند. اگر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آقا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دست تو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تنها گذاشتم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مشغول دعا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شدم. وقت برگشتن شد، آمدم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چنان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و در اثر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او هم پا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آقا دکتر! جانِ مادرت مرا خوب کن آخه بچه ها در مدرسه مرا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لباس بپوشم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آقا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آقا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او را بغل کردم و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طرف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کردم. گفت: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هنوز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امده،من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گفتم: انشاءاللّه هفته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آمدنش گذشت.</w:t>
      </w:r>
    </w:p>
    <w:p w:rsidR="00A06CCD" w:rsidRDefault="00A06CCD" w:rsidP="00402BB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خوابش برد،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اصفهان او را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خواباندم و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 دو دست حرکت و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طرف من و گفت: </w:t>
      </w:r>
      <w:r>
        <w:rPr>
          <w:rtl/>
          <w:lang w:bidi="fa-IR"/>
        </w:rPr>
        <w:lastRenderedPageBreak/>
        <w:t>بابا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دستم خوب شد،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دستم را خوب کرد.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ش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خواب آمد و گفت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ما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مرا به حق مادرم قسم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درِ خانه خدا وساطت کردم و تو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آن روز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امروز مدرسه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تشکر کنم،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معرفت را دارم که از آ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تشکر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نعمت را به جا آورم.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مقدس جمکران دارالشفا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دردمندان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</w:t>
      </w:r>
      <w:r>
        <w:rPr>
          <w:rtl/>
          <w:lang w:bidi="fa-IR"/>
        </w:rPr>
        <w:t xml:space="preserve"> آقا حجه بن الحسن العسگر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A06CCD" w:rsidRDefault="00402BB1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402BB1">
      <w:pPr>
        <w:pStyle w:val="Heading1"/>
        <w:rPr>
          <w:rtl/>
          <w:lang w:bidi="fa-IR"/>
        </w:rPr>
      </w:pPr>
      <w:bookmarkStart w:id="8" w:name="_Toc534794155"/>
      <w:r>
        <w:rPr>
          <w:rFonts w:hint="eastAsia"/>
          <w:rtl/>
          <w:lang w:bidi="fa-IR"/>
        </w:rPr>
        <w:t>آتش</w:t>
      </w:r>
      <w:r>
        <w:rPr>
          <w:rtl/>
          <w:lang w:bidi="fa-IR"/>
        </w:rPr>
        <w:t xml:space="preserve"> 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حسنِ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در عرفات</w:t>
      </w:r>
      <w:bookmarkEnd w:id="8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</w:p>
    <w:p w:rsidR="00A06CCD" w:rsidRDefault="00A06CCD" w:rsidP="00402BB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02BB1">
        <w:rPr>
          <w:rFonts w:hint="cs"/>
          <w:rtl/>
          <w:lang w:bidi="fa-IR"/>
        </w:rPr>
        <w:t>خ</w:t>
      </w:r>
      <w:r>
        <w:rPr>
          <w:rtl/>
          <w:lang w:bidi="fa-IR"/>
        </w:rPr>
        <w:t>دمت حجه الاسلام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خوراسگان بودم.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حمله دار و موقع حج واجب خدمتگزار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کردند که در سال 68 که در عرفات آتش 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زائران طعمه آتش قرار گرفتند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زائرانِ من،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بود به نام </w:t>
      </w:r>
      <w:r>
        <w:rPr>
          <w:rFonts w:hint="eastAsia"/>
          <w:rtl/>
          <w:lang w:bidi="fa-IR"/>
        </w:rPr>
        <w:t>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که با چند نفر از بستگانش آمده بود. وقت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آتش گرفت چادرِ ما وسط آتش قرار داشت.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چادر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بودند و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داخل بودند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فرار کردند.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هم چند نفر گرفتار شدند. پس از خاموش شدن کامل آتش،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هتل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رفت و پس از 24 س</w:t>
      </w:r>
      <w:r>
        <w:rPr>
          <w:rFonts w:hint="eastAsia"/>
          <w:rtl/>
          <w:lang w:bidi="fa-IR"/>
        </w:rPr>
        <w:t>اعت</w:t>
      </w:r>
      <w:r>
        <w:rPr>
          <w:rtl/>
          <w:lang w:bidi="fa-IR"/>
        </w:rPr>
        <w:t xml:space="preserve"> هر کس به محل خودش رفته بود، هر کس نبود طعمه آتش قرار گرفته بود. من جمله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حسن. هر چه گشتند نبود نام او را جزو سوخته شدگان اعلام کردند. پس از دو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کنار درب هتل توقف کرد و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از آن خارج شد.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داخل هتل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همه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 شدند و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چادر را فرا گرفت بستگانم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زدم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کارمندان را صدا زدم مرا نجات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نشد، نام هر کس را که صدا زدم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بلند شدم از روبرو رفتم به شعله برخوردم </w:t>
      </w:r>
      <w:r>
        <w:rPr>
          <w:rFonts w:hint="eastAsia"/>
          <w:rtl/>
          <w:lang w:bidi="fa-IR"/>
        </w:rPr>
        <w:t>برگشتم</w:t>
      </w:r>
      <w:r>
        <w:rPr>
          <w:rtl/>
          <w:lang w:bidi="fa-IR"/>
        </w:rPr>
        <w:t xml:space="preserve"> از پشت سر حرکت کردم حرارت احساس کردم، طرف راست را ادامه دادم باز به آتش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طرف چپ رفتم باز هم آتش بود. متوجه شدم همه اطرافم آتش است. از همه جا و همه کس نااُم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شدم لذا دو دست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نهادم و آقا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صدا زدم «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ادرکن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!» </w:t>
      </w:r>
      <w:r>
        <w:rPr>
          <w:rtl/>
          <w:lang w:bidi="fa-IR"/>
        </w:rPr>
        <w:lastRenderedPageBreak/>
        <w:t>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استشمام کردم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فرمود: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تنها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گذاشتند، دستت را به من بده چند قدم که رفتم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گرفتم، سفارش مرا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مرا به او سپردند او کمک کرد تا اعمالم را انجام دادم و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کُشت.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آن شخص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رُفقا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بله.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من سؤال کند که نام کاروان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کجا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مرا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 و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هتل شماست.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402BB1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402BB1" w:rsidRDefault="00402BB1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پادشه خوبان داد از غم تنها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02BB1" w:rsidRDefault="00402BB1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02BB1" w:rsidRDefault="00402BB1" w:rsidP="00AB174D">
            <w:pPr>
              <w:pStyle w:val="libPoem"/>
            </w:pPr>
            <w:r>
              <w:rPr>
                <w:rtl/>
                <w:lang w:bidi="fa-IR"/>
              </w:rPr>
              <w:t>دل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به تنگ آمد وقت است که باز آ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2BB1" w:rsidTr="00AB174D">
        <w:trPr>
          <w:trHeight w:val="350"/>
        </w:trPr>
        <w:tc>
          <w:tcPr>
            <w:tcW w:w="3920" w:type="dxa"/>
          </w:tcPr>
          <w:p w:rsidR="00402BB1" w:rsidRDefault="00402BB1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دائم</w:t>
            </w:r>
            <w:r>
              <w:rPr>
                <w:rtl/>
                <w:lang w:bidi="fa-IR"/>
              </w:rPr>
              <w:t xml:space="preserve"> گل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بُستان شاداب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2BB1" w:rsidRDefault="00402BB1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2BB1" w:rsidRDefault="00402BB1" w:rsidP="00AB174D">
            <w:pPr>
              <w:pStyle w:val="libPoem"/>
            </w:pPr>
            <w:r>
              <w:rPr>
                <w:rtl/>
                <w:lang w:bidi="fa-IR"/>
              </w:rPr>
              <w:t>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</w:t>
            </w:r>
            <w:r>
              <w:rPr>
                <w:rtl/>
                <w:lang w:bidi="fa-IR"/>
              </w:rPr>
              <w:t xml:space="preserve"> ضع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فان</w:t>
            </w:r>
            <w:r>
              <w:rPr>
                <w:rtl/>
                <w:lang w:bidi="fa-IR"/>
              </w:rPr>
              <w:t xml:space="preserve"> را در وقت توانا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BB1" w:rsidRDefault="00402BB1" w:rsidP="00A06CCD">
      <w:pPr>
        <w:pStyle w:val="libNormal"/>
        <w:rPr>
          <w:rtl/>
          <w:lang w:bidi="fa-IR"/>
        </w:rPr>
      </w:pPr>
    </w:p>
    <w:p w:rsidR="00A06CCD" w:rsidRDefault="00402BB1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402BB1">
      <w:pPr>
        <w:pStyle w:val="Heading1"/>
        <w:rPr>
          <w:rtl/>
          <w:lang w:bidi="fa-IR"/>
        </w:rPr>
      </w:pPr>
      <w:bookmarkStart w:id="9" w:name="_Toc534794156"/>
      <w:r>
        <w:rPr>
          <w:rFonts w:hint="eastAsia"/>
          <w:rtl/>
          <w:lang w:bidi="fa-IR"/>
        </w:rPr>
        <w:t>تشرف</w:t>
      </w:r>
      <w:r>
        <w:rPr>
          <w:rtl/>
          <w:lang w:bidi="fa-IR"/>
        </w:rPr>
        <w:t xml:space="preserve"> در عرفات</w:t>
      </w:r>
      <w:bookmarkEnd w:id="9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402BB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جوانِ</w:t>
      </w:r>
      <w:r>
        <w:rPr>
          <w:rtl/>
          <w:lang w:bidi="fa-IR"/>
        </w:rPr>
        <w:t xml:space="preserve"> دانشجو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و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خانواده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بستگان، جهت ادام</w:t>
      </w:r>
      <w:r w:rsidR="00402BB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الات</w:t>
      </w:r>
      <w:r>
        <w:rPr>
          <w:rtl/>
          <w:lang w:bidi="fa-IR"/>
        </w:rPr>
        <w:t xml:space="preserve"> مشغول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دختر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ازدواج کرد و قبول کردند گفت: من مسلمانم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قبول کرد لذا او مسلمان شد و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 ازدواج کردند. روزانه دو ساعت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کلاس گذاشته بود و از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تا به بحث امامت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جوان گفت: ما دوازده امام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نفر از آنها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اند.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زنده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زنده است، گفت: بگو بدانم در کدام کشور و در کجا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دوست دارم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از زبان او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بشنوم. جوان گفت: او در پسِ پرد</w:t>
      </w:r>
      <w:r w:rsidR="00402BB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است. در جواب گفت: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پرد</w:t>
      </w:r>
      <w:r w:rsidR="00402BB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باشد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نتواند از او سؤال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بکند چه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چه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امتش دار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گرفتار شود و او را صدا بزند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او را بخواند،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مشکل او را 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چند نام آقا را به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داد، منجمله: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. گفت: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خوشم آمد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صحبت ک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آنجا که در توان داشتم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گفتم.</w:t>
      </w:r>
    </w:p>
    <w:p w:rsidR="00A06CCD" w:rsidRDefault="00A06CCD" w:rsidP="00402BB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حج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گفتم: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ما، حج است. که حتماً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زمان حج در عرفات هستند. گفت: مرا ببر. قبول کردم. به مکه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سپس به عرفات، مشعر و مِنا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آنجا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راه رفتن دست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ما نبود.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موج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به آن 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بُرد دستش از دستم رها شد 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و او را از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بُرد. او را گُم کردم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شدم و هر چه صدا زدم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نشد. با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 با خود گفتم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 کنم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نشود جواب پدر و مادرش را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زبان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به حال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ممکن است از ترس و فشار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 و پا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برسد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تلف شود.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به ذهنم آمد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همسفر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که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ببرند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چادرمان. لذا رفتم به طرف چاد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آنجا هم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فوق العاده ناراحت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چادر نشستم در حال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پرد</w:t>
      </w:r>
      <w:r w:rsidR="00402BB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چادر عقب رفت و همسرم وارد شد و مرا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تشکر کن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گفتم از کدام آقا، باهم از چادر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دستم از دست تو جدا شد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وحشت کردم و هر چه شما را صدا زدم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نشد. از ترس قلبم در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</w:t>
      </w:r>
      <w:r>
        <w:rPr>
          <w:rtl/>
          <w:lang w:bidi="fa-IR"/>
        </w:rPr>
        <w:t xml:space="preserve"> بود در همان حال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دوازدهم زنده است و هر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گرفتار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دست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نهاده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را از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لذا دو دستم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 گذاشتم و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علاقه مند بودم نام بُردم.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با زبان خودم نام مرا صدا زدند و فرمودند: پشت سر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هر طرف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راه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 w:rsidR="00402BB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من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چادر شماست. همسرت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چادر در انتظار </w:t>
      </w:r>
      <w:r>
        <w:rPr>
          <w:rtl/>
          <w:lang w:bidi="fa-IR"/>
        </w:rPr>
        <w:lastRenderedPageBreak/>
        <w:t>شماست. به من ثابت شد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امام شما هم مشکل گشا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تا هر وقت از او مدد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به او کمک رساند.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402BB1" w:rsidTr="00402BB1">
        <w:trPr>
          <w:trHeight w:val="350"/>
        </w:trPr>
        <w:tc>
          <w:tcPr>
            <w:tcW w:w="3344" w:type="dxa"/>
            <w:shd w:val="clear" w:color="auto" w:fill="auto"/>
          </w:tcPr>
          <w:p w:rsidR="00402BB1" w:rsidRDefault="00402BB1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عرفه، دست من و دامانت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402BB1" w:rsidRDefault="00402BB1" w:rsidP="00AB174D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402BB1" w:rsidRDefault="00402BB1" w:rsidP="00AB174D">
            <w:pPr>
              <w:pStyle w:val="libPoem"/>
            </w:pPr>
            <w:r>
              <w:rPr>
                <w:rtl/>
                <w:lang w:bidi="fa-IR"/>
              </w:rPr>
              <w:t>جان به قربان تو و گردش آن چشمانت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BB1" w:rsidRDefault="00402BB1" w:rsidP="00A06CCD">
      <w:pPr>
        <w:pStyle w:val="libNormal"/>
        <w:rPr>
          <w:rtl/>
          <w:lang w:bidi="fa-IR"/>
        </w:rPr>
      </w:pPr>
    </w:p>
    <w:p w:rsidR="00A06CCD" w:rsidRDefault="00402BB1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7307F2">
      <w:pPr>
        <w:pStyle w:val="Heading1"/>
        <w:rPr>
          <w:rtl/>
          <w:lang w:bidi="fa-IR"/>
        </w:rPr>
      </w:pPr>
      <w:bookmarkStart w:id="10" w:name="_Toc534794157"/>
      <w:r>
        <w:rPr>
          <w:rFonts w:hint="eastAsia"/>
          <w:rtl/>
          <w:lang w:bidi="fa-IR"/>
        </w:rPr>
        <w:t>تشرف</w:t>
      </w:r>
      <w:r>
        <w:rPr>
          <w:rtl/>
          <w:lang w:bidi="fa-IR"/>
        </w:rPr>
        <w:t xml:space="preserve"> در هنگام روضه حضرت زهرا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bookmarkEnd w:id="10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73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حضرت حجه الاسلام منصور زاده که از منبر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طراز اول استان اصفهان بودند فرمودند: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خود گفتم افتخارم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نوکر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هستم و خود را جزو سربازان آن بزرگوار به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 و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نوکر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روضه خوان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ام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مادرشان حضرت زهرا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r w:rsidR="007307F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هنوز افتخار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آقا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نکرده ام چه کنم به فکرم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مردم جهت حاجتشان به مسجد مقدس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روند، من که حاجتم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خودشان است. لذا به مسجد مقدس جمکران رفتم و در قنوت نماز با حال 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اللّهم ارزقن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حجه بن الحسن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الفداه.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هر روز شُعله عشق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دلم افزونتر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در دل شب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 همان نماز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در عالم </w:t>
      </w:r>
      <w:r>
        <w:rPr>
          <w:rFonts w:hint="eastAsia"/>
          <w:rtl/>
          <w:lang w:bidi="fa-IR"/>
        </w:rPr>
        <w:t>خواب</w:t>
      </w:r>
      <w:r>
        <w:rPr>
          <w:rtl/>
          <w:lang w:bidi="fa-IR"/>
        </w:rPr>
        <w:t xml:space="preserve"> 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 خدمت بزرگ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من فرمود: برو در مجالس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تا به حاجتت 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کجا و چه وقت؟ فرمود: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روضه خوان، روض</w:t>
      </w:r>
      <w:r w:rsidR="0073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حضرت زهرا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r w:rsidR="007307F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A06CCD" w:rsidRDefault="00A06CCD" w:rsidP="0073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روز بعد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از من دعوت کرد که پنج روز روضه دارم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قبول کردم. طبق معمول روز پنجم متوسل به حضرت زهرا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r w:rsidR="007307F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شدم.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دو نفر از رفقا با فاصله نشسته بودند.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وارد روضه شدم و نام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زهرا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r w:rsidR="007307F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بردم، متوجه شدم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دو نفر،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عظمت نشسته و شال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tl/>
          <w:lang w:bidi="fa-IR"/>
        </w:rPr>
        <w:lastRenderedPageBreak/>
        <w:t>گردن دارد و روضه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 که حضرت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گرفتار کردند و محسن او را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بزرگوار آنچنان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به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ناله مادر مادر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 خود گفتم: از منبر که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و دست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بوسم و از او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در حقم دعا کند،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آمدم و به طرف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آن دو نفر سراغ گرفتم گفتند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ننشسته بود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متوجه شدم که آقا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بوده است. حالم بد شد و از هوش رفتم، مرا بهوش آوردند که چه شده، گفتم: آقا حجه بن الحسن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داشتند و در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مادرشان حضرت زهرا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r w:rsidR="007307F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7307F2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7307F2" w:rsidRDefault="007307F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با هم خدامان را بخوان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307F2" w:rsidRDefault="007307F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307F2" w:rsidRDefault="007307F2" w:rsidP="00AB174D">
            <w:pPr>
              <w:pStyle w:val="libPoem"/>
            </w:pPr>
            <w:r>
              <w:rPr>
                <w:rtl/>
                <w:lang w:bidi="fa-IR"/>
              </w:rPr>
              <w:t xml:space="preserve">به حق مادرت زهرا </w:t>
            </w:r>
            <w:r w:rsidRPr="007307F2">
              <w:rPr>
                <w:rStyle w:val="libAlaemChar"/>
                <w:rFonts w:eastAsiaTheme="minorHAnsi"/>
                <w:rtl/>
              </w:rPr>
              <w:t>عليها‌السلام</w:t>
            </w:r>
            <w:r>
              <w:rPr>
                <w:rtl/>
                <w:lang w:bidi="fa-IR"/>
              </w:rPr>
              <w:t xml:space="preserve"> بخوان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07F2" w:rsidTr="00AB174D">
        <w:trPr>
          <w:trHeight w:val="350"/>
        </w:trPr>
        <w:tc>
          <w:tcPr>
            <w:tcW w:w="3920" w:type="dxa"/>
          </w:tcPr>
          <w:p w:rsidR="007307F2" w:rsidRDefault="007307F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کنار</w:t>
            </w:r>
            <w:r>
              <w:rPr>
                <w:rtl/>
                <w:lang w:bidi="fa-IR"/>
              </w:rPr>
              <w:t xml:space="preserve"> علقمه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جمعه مولا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07F2" w:rsidRDefault="007307F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07F2" w:rsidRDefault="007307F2" w:rsidP="00AB174D">
            <w:pPr>
              <w:pStyle w:val="libPoem"/>
            </w:pPr>
            <w:r>
              <w:rPr>
                <w:rtl/>
                <w:lang w:bidi="fa-IR"/>
              </w:rPr>
              <w:t>به جا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ندبه عاشورا بخوان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307F2" w:rsidRDefault="007307F2" w:rsidP="00A06CCD">
      <w:pPr>
        <w:pStyle w:val="libNormal"/>
        <w:rPr>
          <w:rtl/>
          <w:lang w:bidi="fa-IR"/>
        </w:rPr>
      </w:pPr>
    </w:p>
    <w:p w:rsidR="00A06CCD" w:rsidRDefault="007307F2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7307F2">
      <w:pPr>
        <w:pStyle w:val="Heading1"/>
        <w:rPr>
          <w:rtl/>
          <w:lang w:bidi="fa-IR"/>
        </w:rPr>
      </w:pPr>
      <w:bookmarkStart w:id="11" w:name="_Toc534794158"/>
      <w:r>
        <w:rPr>
          <w:rFonts w:hint="eastAsia"/>
          <w:rtl/>
          <w:lang w:bidi="fa-IR"/>
        </w:rPr>
        <w:t>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انگشتر نامزد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گُم شده بود</w:t>
      </w:r>
      <w:bookmarkEnd w:id="11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73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آقا صاحب الزّمان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همه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و در همه اوقات شبانه روز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دارند و هر کس به وجود مقدس شان متوسل شود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در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جمکران راجع به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کرامات آقا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از ام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بزرگوار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صحبت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در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هر کجا به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متوسل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وجودشان بهره مند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</w:t>
      </w:r>
      <w:r w:rsidR="007307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هفته بعد دختر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محارم من است، به من گفتند: آنچه درباره آقا گفته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است، چون من با توسل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حاجتم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سؤال کردم ممکن است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با جوان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کردم در حالِ نامزد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صبح جمعه گذشته نام</w:t>
      </w:r>
      <w:r>
        <w:rPr>
          <w:rFonts w:hint="eastAsia"/>
          <w:rtl/>
          <w:lang w:bidi="fa-IR"/>
        </w:rPr>
        <w:t>زدم</w:t>
      </w:r>
      <w:r>
        <w:rPr>
          <w:rtl/>
          <w:lang w:bidi="fa-IR"/>
        </w:rPr>
        <w:t xml:space="preserve"> از من دعوت کرد که چون امشب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دارند من هم آنجا باشم، قبول کردم و رفتم. شبِ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 شد. حدود ساعت 12 شب قرار شد مرا به منزلمان برسانند،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منظور تا درب منزل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کردند و برگشتند. من داخل منزل شدم، همه خواب بودند، وارد اطاقم شدم جهت </w:t>
      </w:r>
      <w:r>
        <w:rPr>
          <w:rFonts w:hint="eastAsia"/>
          <w:rtl/>
          <w:lang w:bidi="fa-IR"/>
        </w:rPr>
        <w:t>استراحت</w:t>
      </w:r>
      <w:r>
        <w:rPr>
          <w:rtl/>
          <w:lang w:bidi="fa-IR"/>
        </w:rPr>
        <w:t xml:space="preserve"> و ناگهان متوجه شدم که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در دستم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سر سفر</w:t>
      </w:r>
      <w:r w:rsidR="0073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شام در دستم بود.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بخت که اگر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برسد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حرف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آن، </w:t>
      </w:r>
      <w:r>
        <w:rPr>
          <w:rFonts w:hint="eastAsia"/>
          <w:rtl/>
          <w:lang w:bidi="fa-IR"/>
        </w:rPr>
        <w:t>متح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بودم که چه کنم.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پدر و مادرم را صدا بزنم،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وقتِ شب چه کنم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به ذهنم آمد که شما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گره گشا است. </w:t>
      </w:r>
      <w:r>
        <w:rPr>
          <w:rtl/>
          <w:lang w:bidi="fa-IR"/>
        </w:rPr>
        <w:lastRenderedPageBreak/>
        <w:t>رفتم وضو گرفتم سجاده پهن کردم،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 xml:space="preserve"> به نماز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="007307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اشکم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بود. بعد از نماز سر به سجده نهادم و آقا را به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عمه جانشان قسم دادم که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دهند اگر پدر و مادر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مطلع شوند اول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هاست. پدر و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چه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</w:t>
      </w:r>
      <w:r w:rsidR="0073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رساندند مشکلات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خواهد شد. در 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لحظات در عالم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فرمود: بلند شو و برو به درِ منزل. با خود گفتم: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شب حتماً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ام و راه خودم را ادامه دادم.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مرتبه آقا را به آن گوشواره شکسته مادرشان قسم دادم و نال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نجات طلب کردم. باز آن مسئل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هر چه بود، تکرار شد، و همان شخص با حالت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فرمود مگر نگفت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برو دم در.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بلند شدم و رفتم. درب را باز کردم و وارد کوچه شدم. ترس و وحشت مرا فرا گرفته بود،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برگشتم و باز سر سجده و ناله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 را شروع کردم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آقا را به عمه کوچکشان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7307F2" w:rsidRPr="007307F2">
        <w:rPr>
          <w:rStyle w:val="libAlaemChar"/>
          <w:rFonts w:eastAsiaTheme="minorHAnsi"/>
          <w:rtl/>
        </w:rPr>
        <w:t>عليها‌السلام</w:t>
      </w:r>
      <w:r w:rsidR="007307F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خرابه شام قسم دادم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سوم آن مس</w:t>
      </w:r>
      <w:r>
        <w:rPr>
          <w:rFonts w:hint="eastAsia"/>
          <w:rtl/>
          <w:lang w:bidi="fa-IR"/>
        </w:rPr>
        <w:t>ئله</w:t>
      </w:r>
      <w:r>
        <w:rPr>
          <w:rtl/>
          <w:lang w:bidi="fa-IR"/>
        </w:rPr>
        <w:t xml:space="preserve"> تکرار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با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فرمود: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برو دمِ در.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آرامش کامل وارد کوچه شدم،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 xml:space="preserve"> و اطراف را نگاه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 w:rsidR="007307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قدم آنطرف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درخشد جلو رفتم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است. برداشتم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شدم و مجدداً آمدم سر سجاده ام به عنوان تشکر از وجود مقدسش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کردم.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9"/>
        <w:gridCol w:w="3311"/>
      </w:tblGrid>
      <w:tr w:rsidR="007307F2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7307F2" w:rsidRDefault="007307F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نبرده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تو را آن چنان که هست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307F2" w:rsidRDefault="007307F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307F2" w:rsidRDefault="007307F2" w:rsidP="00AB174D">
            <w:pPr>
              <w:pStyle w:val="libPoem"/>
            </w:pPr>
            <w:r>
              <w:rPr>
                <w:rtl/>
                <w:lang w:bidi="fa-IR"/>
              </w:rPr>
              <w:t>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نکرده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به قدر توان که هست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07F2" w:rsidTr="00AB174D">
        <w:trPr>
          <w:trHeight w:val="350"/>
        </w:trPr>
        <w:tc>
          <w:tcPr>
            <w:tcW w:w="3920" w:type="dxa"/>
          </w:tcPr>
          <w:p w:rsidR="007307F2" w:rsidRDefault="007307F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آمدن تو نکرده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07F2" w:rsidRDefault="007307F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07F2" w:rsidRDefault="007307F2" w:rsidP="00AB174D">
            <w:pPr>
              <w:pStyle w:val="libPoem"/>
            </w:pPr>
            <w:r>
              <w:rPr>
                <w:rtl/>
                <w:lang w:bidi="fa-IR"/>
              </w:rPr>
              <w:t>اما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نذر قدوم تو جان که هست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7307F2">
      <w:pPr>
        <w:pStyle w:val="Heading1"/>
        <w:rPr>
          <w:rtl/>
          <w:lang w:bidi="fa-IR"/>
        </w:rPr>
      </w:pPr>
      <w:bookmarkStart w:id="12" w:name="_Toc534794159"/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دست داده بود</w:t>
      </w:r>
      <w:bookmarkEnd w:id="12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E52D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مسجد مقدس جمکران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شود حدود سال 1370 مسجد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درب کوچکِ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وسطِ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بسته بود.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حضرت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عبور فرموده اند. لذا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پشت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نماز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خواندند</w:t>
      </w:r>
      <w:r>
        <w:rPr>
          <w:rtl/>
          <w:lang w:bidi="fa-IR"/>
        </w:rPr>
        <w:t>. بند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 در مشغول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آن زمان حاج آقا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دعا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مردم در حرکت جهت برگشتن بودند.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ناله جانسوز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جوان از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به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هر شنونده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متوقف وگر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هر </w:t>
      </w:r>
      <w:r>
        <w:rPr>
          <w:rFonts w:hint="eastAsia"/>
          <w:rtl/>
          <w:lang w:bidi="fa-IR"/>
        </w:rPr>
        <w:t>هفته</w:t>
      </w:r>
      <w:r>
        <w:rPr>
          <w:rtl/>
          <w:lang w:bidi="fa-IR"/>
        </w:rPr>
        <w:t xml:space="preserve"> ادامه داشت.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با همسرش با من همسفر شدند و آمد جهت نماز در همان محوطه. نماز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همسر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کنار آن در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دعا تمام شد دوستم به من گفت: وقت گذشته، بهتر است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گفتم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حالا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گذشت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دل سوخته به گوش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دوستم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ناله و سوزِ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خواهر آنچنان مرا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کرده که در نماز خودم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نداشتم. به اصفهان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آنروز دوستم تلفن کرد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ناله از آنِ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علتش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گفتم: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گفت: خانمم از مادرِ آن زن سؤال کرده بوده که چه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زند؟ گفته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قبل با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کرده چند ماه بعد مسافرت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تصادف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بر اثر حادثه شوهرش از هر دو چشم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 همه جا رف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اند </w:t>
      </w:r>
      <w:r>
        <w:rPr>
          <w:rtl/>
          <w:lang w:bidi="fa-IR"/>
        </w:rPr>
        <w:lastRenderedPageBreak/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کشور، تمام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فروختند و خرج کردند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است. لذا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دست او را گرفته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گوشه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نماز 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دعا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او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توسلات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شوهرش.</w:t>
      </w:r>
    </w:p>
    <w:p w:rsidR="00A06CCD" w:rsidRDefault="00A06CCD" w:rsidP="00E52D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هفته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ادامه داشت.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شوهرش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تا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ناله او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 و چند هفته گذشت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. آن دوستم با همسرش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آمده بودند به او گفتم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 زن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شب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اصفهان، هنوز استراحت نکرده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تلفن زنگ خورد. گوش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برداشتم،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دوستم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شده؟ گفت: خانمم در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مقدس جمکران آن زن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به او التماس دعا گفته جهت حاجت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بعد در حقّ او دعا کرده بود که خداوند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همسرتان را به او برگرداند.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اشک او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گفته: آقا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و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همسرم را برگردانده است و جوان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مؤدّب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من نشان داد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همسرم است با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دُرُشت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. گفتم: چه شد؟ گفتند: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برگشتم از نماز، چند </w:t>
      </w:r>
      <w:r>
        <w:rPr>
          <w:rFonts w:hint="eastAsia"/>
          <w:rtl/>
          <w:lang w:bidi="fa-IR"/>
        </w:rPr>
        <w:t>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به او برسم. او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گفت: همسرم آقا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و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شفا داد. گفتم: چگونه؟ گفت: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سجده بودم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آقا را به جان مادرش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آقا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چشم ندارم ناراحت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 جوان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اُم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من آمده است و حال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عصا کش من باشد، ناراحتم.</w:t>
      </w:r>
    </w:p>
    <w:p w:rsidR="00A06CCD" w:rsidRDefault="00A06CCD" w:rsidP="00E52D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را به چشم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خور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عمو جانت از خدا بخواه مرا شفا دهد،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و فرمود: «تو خوب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بلند شدم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9"/>
        <w:gridCol w:w="268"/>
        <w:gridCol w:w="3335"/>
      </w:tblGrid>
      <w:tr w:rsidR="00E52D3F" w:rsidTr="00E52D3F">
        <w:trPr>
          <w:trHeight w:val="350"/>
        </w:trPr>
        <w:tc>
          <w:tcPr>
            <w:tcW w:w="3319" w:type="dxa"/>
            <w:shd w:val="clear" w:color="auto" w:fill="auto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ام من که مرا گرم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بازار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335" w:type="dxa"/>
            <w:shd w:val="clear" w:color="auto" w:fill="auto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 xml:space="preserve">بهتر از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وسفم</w:t>
            </w:r>
            <w:r>
              <w:rPr>
                <w:rtl/>
                <w:lang w:bidi="fa-IR"/>
              </w:rPr>
              <w:t xml:space="preserve"> و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خر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D3F" w:rsidTr="00E52D3F">
        <w:trPr>
          <w:trHeight w:val="350"/>
        </w:trPr>
        <w:tc>
          <w:tcPr>
            <w:tcW w:w="3319" w:type="dxa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دائم به دعا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که بب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رخ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335" w:type="dxa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تا که خالص نشو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با تو مرا 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D3F" w:rsidTr="00E52D3F">
        <w:tblPrEx>
          <w:tblLook w:val="04A0"/>
        </w:tblPrEx>
        <w:trPr>
          <w:trHeight w:val="350"/>
        </w:trPr>
        <w:tc>
          <w:tcPr>
            <w:tcW w:w="3319" w:type="dxa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دست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شما شما مهربان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335" w:type="dxa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دست ها کرامتشان آسمان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D3F" w:rsidTr="00E52D3F">
        <w:tblPrEx>
          <w:tblLook w:val="04A0"/>
        </w:tblPrEx>
        <w:trPr>
          <w:trHeight w:val="350"/>
        </w:trPr>
        <w:tc>
          <w:tcPr>
            <w:tcW w:w="3319" w:type="dxa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تقو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کُل سال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سه شنبه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335" w:type="dxa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روزها هوا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دلم جمکران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E52D3F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E52D3F">
      <w:pPr>
        <w:pStyle w:val="Heading1"/>
        <w:rPr>
          <w:rtl/>
          <w:lang w:bidi="fa-IR"/>
        </w:rPr>
      </w:pPr>
      <w:bookmarkStart w:id="13" w:name="_Toc534794160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عرفات گُم شده بود</w:t>
      </w:r>
      <w:bookmarkEnd w:id="13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72 سعادت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موقع حجّ تمتّع مشرّف به مکّه معظّمه شوم. در کاروان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او را استاد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 او دائم الذکر بود و حال خوش داشت.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عرفات اذان صبح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دم چادر نشسته 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 او گفتم چه شده؟ به صورتش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امان صحبت کردن به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بالاخره به حرف آمد و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ساعت قبل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وضع ناجور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از چادر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طرف سرو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چون فاصله داشت با سؤال کردن به آنجا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پس از وضو گرفتن خواستم به چادر برگردم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شدم که از کدام طرف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از هر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اشتباه بود.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وقت آن حالت به من دست دهد فوراً قرص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بخورم.</w:t>
      </w:r>
    </w:p>
    <w:p w:rsidR="00A06CCD" w:rsidRDefault="00A06CCD" w:rsidP="00E52D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اثر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حالت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دست داد، فوق العاده ناراحت شدم که ممکن است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از حال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شوم،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شناسد. لذا با حالت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دست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نهادم و متوسل به وجود مقدّس آقا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او چار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</w:t>
      </w:r>
      <w:r>
        <w:rPr>
          <w:rtl/>
          <w:lang w:bidi="fa-IR"/>
        </w:rPr>
        <w:t xml:space="preserve"> است. </w:t>
      </w:r>
      <w:r>
        <w:rPr>
          <w:rFonts w:hint="eastAsia"/>
          <w:rtl/>
          <w:lang w:bidi="fa-IR"/>
        </w:rPr>
        <w:t>لحظه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فرمود: استاد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چادرت را گم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کردم: بله. آقا فرمود: دستت را به من بده. دستم را گرفتند، چند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آمدم که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چادر شماست. فکر کردم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است. داخل چادر شدم که متوجه شدم درست آمده ام. از چادر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تا </w:t>
      </w:r>
      <w:r>
        <w:rPr>
          <w:rtl/>
          <w:lang w:bidi="fa-IR"/>
        </w:rPr>
        <w:lastRenderedPageBreak/>
        <w:t>تشکر کنم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چادر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حال متوجه شدم آقا صاحب الزّمان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بوده اند، همان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نجات دهند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گرفتارها هستند.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گمشدگان و پناهندگان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9"/>
        <w:gridCol w:w="268"/>
        <w:gridCol w:w="3295"/>
      </w:tblGrid>
      <w:tr w:rsidR="00E52D3F" w:rsidTr="00E52D3F">
        <w:trPr>
          <w:trHeight w:val="350"/>
        </w:trPr>
        <w:tc>
          <w:tcPr>
            <w:tcW w:w="3359" w:type="dxa"/>
            <w:shd w:val="clear" w:color="auto" w:fill="auto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وَالشّمس،</w:t>
            </w:r>
            <w:r>
              <w:rPr>
                <w:rtl/>
                <w:lang w:bidi="fa-IR"/>
              </w:rPr>
              <w:t xml:space="preserve">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من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295" w:type="dxa"/>
            <w:shd w:val="clear" w:color="auto" w:fill="auto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وَالفجر،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وصل تو در بحرانم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D3F" w:rsidTr="00E52D3F">
        <w:trPr>
          <w:trHeight w:val="350"/>
        </w:trPr>
        <w:tc>
          <w:tcPr>
            <w:tcW w:w="3359" w:type="dxa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وَالّ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،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روزم تار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295" w:type="dxa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وَالعصر،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عشق تو در خسرانم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D3F" w:rsidTr="00E52D3F">
        <w:tblPrEx>
          <w:tblLook w:val="04A0"/>
        </w:tblPrEx>
        <w:trPr>
          <w:trHeight w:val="350"/>
        </w:trPr>
        <w:tc>
          <w:tcPr>
            <w:tcW w:w="3359" w:type="dxa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عرفه دست من و دامانت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295" w:type="dxa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جان به قربان تو و گردش آن چشمانت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D3F" w:rsidTr="00E52D3F">
        <w:tblPrEx>
          <w:tblLook w:val="04A0"/>
        </w:tblPrEx>
        <w:trPr>
          <w:trHeight w:val="350"/>
        </w:trPr>
        <w:tc>
          <w:tcPr>
            <w:tcW w:w="3359" w:type="dxa"/>
          </w:tcPr>
          <w:p w:rsidR="00E52D3F" w:rsidRDefault="00E52D3F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عرفه بر سر راهت گردم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52D3F" w:rsidRDefault="00E52D3F" w:rsidP="00AB174D">
            <w:pPr>
              <w:pStyle w:val="libPoem"/>
              <w:rPr>
                <w:rtl/>
              </w:rPr>
            </w:pPr>
          </w:p>
        </w:tc>
        <w:tc>
          <w:tcPr>
            <w:tcW w:w="3295" w:type="dxa"/>
          </w:tcPr>
          <w:p w:rsidR="00E52D3F" w:rsidRDefault="00E52D3F" w:rsidP="00AB174D">
            <w:pPr>
              <w:pStyle w:val="libPoem"/>
            </w:pPr>
            <w:r>
              <w:rPr>
                <w:rtl/>
                <w:lang w:bidi="fa-IR"/>
              </w:rPr>
              <w:t>گر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به خدا دور سرت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D3F" w:rsidRDefault="00E52D3F" w:rsidP="00A06CCD">
      <w:pPr>
        <w:pStyle w:val="libNormal"/>
        <w:rPr>
          <w:rtl/>
          <w:lang w:bidi="fa-IR"/>
        </w:rPr>
      </w:pPr>
    </w:p>
    <w:p w:rsidR="00A06CCD" w:rsidRDefault="00E52D3F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E52D3F">
      <w:pPr>
        <w:pStyle w:val="Heading1"/>
        <w:rPr>
          <w:rtl/>
          <w:lang w:bidi="fa-IR"/>
        </w:rPr>
      </w:pPr>
      <w:bookmarkStart w:id="14" w:name="_Toc534794161"/>
      <w:r>
        <w:rPr>
          <w:rFonts w:hint="eastAsia"/>
          <w:rtl/>
          <w:lang w:bidi="fa-IR"/>
        </w:rPr>
        <w:t>طلبه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سرطان حنجره داشت</w:t>
      </w:r>
      <w:bookmarkEnd w:id="14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 که در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مشهد مشغول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گفت: با طلبه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حجره بودم که به سرطان حنجره مبتلا بود،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بود و شب ها از درد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تا صبح خواب نداشت.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شرح حالش را به عرض رسانده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خواست دعا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کرده بود.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فرموده بودند: ما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آقا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عرض کرده بود که چه کنم؟ فرمود: متوسل به امام زمان ارواحنا فداه شو. سؤ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کرده بود به چه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ق؟</w:t>
      </w:r>
      <w:r>
        <w:rPr>
          <w:rtl/>
          <w:lang w:bidi="fa-IR"/>
        </w:rPr>
        <w:t xml:space="preserve"> فرمودند: چهل نماز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بخوان.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چهل شب بخوانم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فرموده بودند: قصد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چهل مرتبه به آن بزرگوار متوسل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E52D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چون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بودم از شب جمعه شروع کردم و تا شب جمعه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چهل نماز را تمام کردم. صبح جمعه اش قبل از اذان از حجره خارج شدم که به نماز جماعت برسم،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وسط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دو نفر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و چنان جذّاب و خوش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بودند که مرا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 w:rsidR="00E52D3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کردند.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شدم، سلام کردم، جواب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بعداً مرا با نامم صدا زدند و فرمودند: به برادرم خضر سلام کن. سلام کردم به من فرمودند: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جدّم آقا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الرّضا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 بله آقا در خدمت آنها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طلا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متو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شدم آن دو بزرگوار مانند دو نور </w:t>
      </w:r>
      <w:r>
        <w:rPr>
          <w:rtl/>
          <w:lang w:bidi="fa-IR"/>
        </w:rPr>
        <w:lastRenderedPageBreak/>
        <w:t>وارد حرم شدند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شدند به خود آمدم که در چه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خدمت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تا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کنم.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شروع کنم آقا مرا در آغوش گرفتند و چشم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اشک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فرمودند: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آقا حجه بن الحسن العسگر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عرض کردم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خدمتشان بودم و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مورد لطف قرار دادند تمام ناراحت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بدنم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و هر دو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اللّهمّ عجل لول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الفرج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مقدس جمکران دارالشفا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دردمندان است.</w:t>
      </w:r>
    </w:p>
    <w:p w:rsidR="00834E30" w:rsidRDefault="00834E30" w:rsidP="00A06CCD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834E30" w:rsidTr="00834E30">
        <w:trPr>
          <w:trHeight w:val="350"/>
        </w:trPr>
        <w:tc>
          <w:tcPr>
            <w:tcW w:w="3343" w:type="dxa"/>
            <w:shd w:val="clear" w:color="auto" w:fill="auto"/>
          </w:tcPr>
          <w:p w:rsidR="00834E30" w:rsidRDefault="00834E30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خوشا</w:t>
            </w:r>
            <w:r>
              <w:rPr>
                <w:rtl/>
                <w:lang w:bidi="fa-IR"/>
              </w:rPr>
              <w:t xml:space="preserve"> به حال هرآن کس که مبتلا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رضاست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834E30" w:rsidRDefault="00834E30" w:rsidP="00AB174D">
            <w:pPr>
              <w:pStyle w:val="libPoem"/>
            </w:pPr>
            <w:r>
              <w:rPr>
                <w:rtl/>
                <w:lang w:bidi="fa-IR"/>
              </w:rPr>
              <w:t>تمام دار و ندار من از رضاست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4E30" w:rsidTr="00834E30">
        <w:trPr>
          <w:trHeight w:val="350"/>
        </w:trPr>
        <w:tc>
          <w:tcPr>
            <w:tcW w:w="3343" w:type="dxa"/>
          </w:tcPr>
          <w:p w:rsidR="00834E30" w:rsidRDefault="00834E30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ض</w:t>
            </w:r>
            <w:r>
              <w:rPr>
                <w:rtl/>
                <w:lang w:bidi="fa-IR"/>
              </w:rPr>
              <w:t xml:space="preserve"> بستر عشقم شفا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834E30" w:rsidRDefault="00834E30" w:rsidP="00834E30">
            <w:pPr>
              <w:pStyle w:val="libPoem"/>
            </w:pPr>
            <w:r>
              <w:rPr>
                <w:rtl/>
                <w:lang w:bidi="fa-IR"/>
              </w:rPr>
              <w:t>که مرهم دلم از نسخ</w:t>
            </w:r>
            <w:r>
              <w:rPr>
                <w:rFonts w:hint="cs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و دوا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رضاست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4E30" w:rsidTr="00834E30">
        <w:tblPrEx>
          <w:tblLook w:val="04A0"/>
        </w:tblPrEx>
        <w:trPr>
          <w:trHeight w:val="350"/>
        </w:trPr>
        <w:tc>
          <w:tcPr>
            <w:tcW w:w="3343" w:type="dxa"/>
          </w:tcPr>
          <w:p w:rsidR="00834E30" w:rsidRDefault="00834E30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خدا</w:t>
            </w:r>
            <w:r>
              <w:rPr>
                <w:rtl/>
                <w:lang w:bidi="fa-IR"/>
              </w:rPr>
              <w:t xml:space="preserve"> عنان دل ما به دست تو داده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834E30" w:rsidRDefault="00834E30" w:rsidP="00AB174D">
            <w:pPr>
              <w:pStyle w:val="libPoem"/>
            </w:pPr>
            <w:r>
              <w:rPr>
                <w:rtl/>
                <w:lang w:bidi="fa-IR"/>
              </w:rPr>
              <w:t>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دام تو ، اما ز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آزاده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34E30" w:rsidRDefault="00834E30" w:rsidP="00A06CCD">
      <w:pPr>
        <w:pStyle w:val="libNormal"/>
        <w:rPr>
          <w:rtl/>
          <w:lang w:bidi="fa-IR"/>
        </w:rPr>
      </w:pPr>
    </w:p>
    <w:p w:rsidR="00A06CCD" w:rsidRDefault="00834E30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834E30">
      <w:pPr>
        <w:pStyle w:val="Heading1"/>
        <w:rPr>
          <w:rtl/>
          <w:lang w:bidi="fa-IR"/>
        </w:rPr>
      </w:pPr>
      <w:bookmarkStart w:id="15" w:name="_Toc534794162"/>
      <w:r>
        <w:rPr>
          <w:rFonts w:hint="eastAsia"/>
          <w:rtl/>
          <w:lang w:bidi="fa-IR"/>
        </w:rPr>
        <w:t>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دخترش را به طلبه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شوهر دهد</w:t>
      </w:r>
      <w:bookmarkEnd w:id="15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به نام حاج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ماف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هر شب چهارشنبه، کاروان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مسجد مقدس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سه روز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بود. لذا کاروان را بعد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مسجد مقدس جمکران جهت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شاهچراغ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بردند،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دعوت کردند که در خدمتشان باشم. باهم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حرم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توسل توسط حاج آقا ثقف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مدّاحِ کاروان برگزار شد. پس از دعا،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نام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ساکن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آمد جلو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شما از جمکران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گفتند: بله. گفت: به احترام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دوست دارم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شما باشم. قبول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جمع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کرد، که فرزندِ اولِ پسرم به نام زهرا در سن چها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شد.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تلاش تمام متخصص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دکترش گفت: احتمالاً امشب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شبِ عمر او خواهد بود.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پسرم</w:t>
      </w:r>
      <w:r>
        <w:rPr>
          <w:rtl/>
          <w:lang w:bidi="fa-IR"/>
        </w:rPr>
        <w:t xml:space="preserve"> با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به طرف منزل حرکت کرد که در راه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مجلس روضه برخورد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به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روضه خوان، توسل به حضرت زهرا </w:t>
      </w:r>
      <w:r w:rsidR="00834E30" w:rsidRPr="00834E30">
        <w:rPr>
          <w:rStyle w:val="libAlaemChar"/>
          <w:rFonts w:eastAsiaTheme="minorHAnsi"/>
          <w:rtl/>
        </w:rPr>
        <w:t>عليها‌السلام</w:t>
      </w:r>
      <w:r w:rsidR="00834E3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حضرت عرض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فرزندم دختر است و به نام شماست، اگر او شفا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نذر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بزرگ که شد او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فرزندانِ شما که سربازِ فرزندتان، حجه بن الحسن العسگر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باشد، شوهر بدهم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اگر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باشد مُرفّه کنم.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فردا</w:t>
      </w:r>
      <w:r>
        <w:rPr>
          <w:rtl/>
          <w:lang w:bidi="fa-IR"/>
        </w:rPr>
        <w:t xml:space="preserve"> صبح 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دکترها و پرستاران دور تخت دخترش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و با او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عدّه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چه شده؟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بچه که فقط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بابا، «خانم دکتر رفت،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او تشکر کن.»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او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خانم دکتر آمد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 دست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دستم را گرفت و گفت: تو خوب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بابا بگو نذر ما را فراموش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خوب شده بود،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همان ساعت او را مرخص کردند.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پسرم</w:t>
      </w:r>
      <w:r>
        <w:rPr>
          <w:rtl/>
          <w:lang w:bidi="fa-IR"/>
        </w:rPr>
        <w:t xml:space="preserve"> به تهران رفت و کارخانه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کرد و آنجا مشغول کار شد، دختر بچه اش بزرگ شد و به دانشگاه رفت، پدرش نذرش را به دخترش گفت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قبول نکرد و گفت: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کرده باشد، دکتر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مهندس باشد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>. هرچه که پدرش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 او صحبت کردند قبول نکرد. لذا مسئله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علماء مطرح کردند.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را به آنها گفت که او را به عقد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بعداً طلاق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 به هر کس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ازدواج کند. دختر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پسرم از تهران که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 در حال عبور از قُم بود، به مغازه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تا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بخرد، همانجا طلب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او هم قصد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 و به فروشنده گفت: حساب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آخر برج که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834E3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گرفتم،</w:t>
      </w:r>
      <w:r>
        <w:rPr>
          <w:rtl/>
          <w:lang w:bidi="fa-IR"/>
        </w:rPr>
        <w:t xml:space="preserve">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طلب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به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بسته است،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مرا قبول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هم، هر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مقدار پول لازم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شما را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طلب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باهم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با خانواد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دخترش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گذارد،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را به عقد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طلبه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او سجاده اش را پهن کرده و از اول شب به نماز و گر</w:t>
      </w:r>
      <w:r>
        <w:rPr>
          <w:rFonts w:hint="cs"/>
          <w:rtl/>
          <w:lang w:bidi="fa-IR"/>
        </w:rPr>
        <w:t>ی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در کنار سجاده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لب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بعد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ساعت همچنان در همان حالت قر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داشت.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زهرا</w:t>
      </w:r>
      <w:r>
        <w:rPr>
          <w:rtl/>
          <w:lang w:bidi="fa-IR"/>
        </w:rPr>
        <w:t xml:space="preserve"> خانم وارد اُطاق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او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شما چه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پدرم که به شما گفته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پدرم گفته اگر خانه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خرد</w:t>
      </w:r>
      <w:r>
        <w:rPr>
          <w:rtl/>
          <w:lang w:bidi="fa-IR"/>
        </w:rPr>
        <w:t xml:space="preserve"> و مخارج ازدواج تان را هم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فراهم کند.</w:t>
      </w: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طلبه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40 شبِ چهارشنبه به مسجد مقدس جمکران رفتم و 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 درخواست کردم و او پدر شما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فرستاده تا خانه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فراهم کند، زهرا خانم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خواسته ام اضافه شده،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درِ خان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متوسل شده ام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زهرا خانم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 شما را فرستاده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حاجت من هم خبر دارد و اگر صلاح بداند آن را هم حل خواه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کرد. زهرا خانم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همسر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باشم؟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بله. و زهرا خانم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بفرستد معلوم است که عاقبتش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و فرزن</w:t>
      </w:r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صالح و سالم و از مروّج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خدمتگزار مردم خواهد بود.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نزد پدرش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مَرد که عاشق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و معلوم است که او فرستاد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 حضرت است.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سِمَت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کارخانه به دامادش بدهد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آقا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رسانده است و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درس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ادامه دهم و مُبلِّغ اسلام و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باشم. پدر قبول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انه مبلغ قابل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مخارجشان به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لحظه 2 پسر بچه حدود 10 ساله را صدا زد و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فرزندان آقا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او درسش را ادامه داده و فعلاً در حوز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استادها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حوزه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A06CCD" w:rsidRDefault="00834E30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834E30">
      <w:pPr>
        <w:pStyle w:val="Heading1"/>
        <w:rPr>
          <w:rtl/>
          <w:lang w:bidi="fa-IR"/>
        </w:rPr>
      </w:pPr>
      <w:bookmarkStart w:id="16" w:name="_Toc534794163"/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فرموده شب اول قبر چه گفتم</w:t>
      </w:r>
      <w:bookmarkEnd w:id="16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834E3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به نام حاج اصغر عبد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زدان</w:t>
      </w:r>
      <w:r>
        <w:rPr>
          <w:rtl/>
          <w:lang w:bidi="fa-IR"/>
        </w:rPr>
        <w:t xml:space="preserve"> که علاق</w:t>
      </w:r>
      <w:r w:rsidR="00834E3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الاعظم ارواحنا الفداه،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علاقه به حجه الاسلام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از منبر و نوارها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شد.پس از شهادت مرحوم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در عالم خواب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شده، سؤال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که شب اول قبر چگونه است؟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از پُل صراط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است و با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عبور کرد.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شما چطور 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فرموده بود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دوباره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مشکلات چطور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فرموده بود: بله. سؤال کرده بود: لطف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چگونه و با چه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فرموده بود: ذکر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و آن ذکر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آنجا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گفتم و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کردم.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8"/>
        <w:gridCol w:w="3315"/>
      </w:tblGrid>
      <w:tr w:rsidR="00834E30" w:rsidTr="00834E30">
        <w:trPr>
          <w:trHeight w:val="350"/>
        </w:trPr>
        <w:tc>
          <w:tcPr>
            <w:tcW w:w="3339" w:type="dxa"/>
            <w:shd w:val="clear" w:color="auto" w:fill="auto"/>
          </w:tcPr>
          <w:p w:rsidR="00834E30" w:rsidRDefault="00834E30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خستگان</w:t>
            </w:r>
            <w:r>
              <w:rPr>
                <w:rtl/>
                <w:lang w:bidi="fa-IR"/>
              </w:rPr>
              <w:t xml:space="preserve"> عشق را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درمان خواهد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5" w:type="dxa"/>
            <w:shd w:val="clear" w:color="auto" w:fill="auto"/>
          </w:tcPr>
          <w:p w:rsidR="00834E30" w:rsidRDefault="00834E30" w:rsidP="00AB174D">
            <w:pPr>
              <w:pStyle w:val="libPoem"/>
            </w:pPr>
            <w:r>
              <w:rPr>
                <w:rtl/>
                <w:lang w:bidi="fa-IR"/>
              </w:rPr>
              <w:t>غم مخور آخر طب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 xml:space="preserve"> دردمندان خواهد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4E30" w:rsidTr="00834E30">
        <w:trPr>
          <w:trHeight w:val="350"/>
        </w:trPr>
        <w:tc>
          <w:tcPr>
            <w:tcW w:w="3339" w:type="dxa"/>
          </w:tcPr>
          <w:p w:rsidR="00834E30" w:rsidRDefault="00834E30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بلبل</w:t>
            </w:r>
            <w:r>
              <w:rPr>
                <w:rtl/>
                <w:lang w:bidi="fa-IR"/>
              </w:rPr>
              <w:t xml:space="preserve"> شور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دل را از خزان بر گو نناله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834E30" w:rsidRDefault="00834E30" w:rsidP="00AB174D">
            <w:pPr>
              <w:pStyle w:val="libPoem"/>
            </w:pPr>
            <w:r>
              <w:rPr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 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گلستان، غنچه خندان خواهد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4E30" w:rsidTr="00834E30">
        <w:tblPrEx>
          <w:tblLook w:val="04A0"/>
        </w:tblPrEx>
        <w:trPr>
          <w:trHeight w:val="350"/>
        </w:trPr>
        <w:tc>
          <w:tcPr>
            <w:tcW w:w="3339" w:type="dxa"/>
          </w:tcPr>
          <w:p w:rsidR="00834E30" w:rsidRDefault="00834E30" w:rsidP="00834E3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چار</w:t>
            </w:r>
            <w:r>
              <w:rPr>
                <w:rFonts w:hint="cs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درخواستگان ادرکن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834E30" w:rsidRDefault="00834E30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مونس 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کسان ادرکن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4E30" w:rsidTr="00834E30">
        <w:tblPrEx>
          <w:tblLook w:val="04A0"/>
        </w:tblPrEx>
        <w:trPr>
          <w:trHeight w:val="350"/>
        </w:trPr>
        <w:tc>
          <w:tcPr>
            <w:tcW w:w="3339" w:type="dxa"/>
          </w:tcPr>
          <w:p w:rsidR="00834E30" w:rsidRDefault="00834E30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کسم و خسته و مهجور و ضع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34E30" w:rsidRDefault="00834E30" w:rsidP="00AB174D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834E30" w:rsidRDefault="00834E30" w:rsidP="00AB174D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حضرت صاحب الزمان ادرکن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6D276B">
      <w:pPr>
        <w:pStyle w:val="Heading1"/>
        <w:rPr>
          <w:rtl/>
          <w:lang w:bidi="fa-IR"/>
        </w:rPr>
      </w:pPr>
      <w:bookmarkStart w:id="17" w:name="_Toc534794164"/>
      <w:r>
        <w:rPr>
          <w:rFonts w:hint="eastAsia"/>
          <w:rtl/>
          <w:lang w:bidi="fa-IR"/>
        </w:rPr>
        <w:t>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راه خاموش کرد 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7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1370 روز سه شنبه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کاروان خادم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عازم مسجد مقدس جمکران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قرار شد مشرّف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امام زاده مشهد اردهال و بعداً به جمکران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چون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هفته ها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نماز مغرب و عشا را آنجا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شام همان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صرف شد سپس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ن،موتور</w:t>
      </w:r>
      <w:r>
        <w:rPr>
          <w:rtl/>
          <w:lang w:bidi="fa-IR"/>
        </w:rPr>
        <w:t xml:space="preserve"> جام کرد و خاموش شد، وسط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کجا نبود. هوا هم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سرد بود و شب 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آنجا عبور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لذا داخل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توسل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دست توسل به وجود مقدس آقا امام زمان عجل الله تعا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بُرد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اللّهِ زن و مرد،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لرزه در آورده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ات، گرفتار شده اند، آنها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از دور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چراغ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اتوبوس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راننده اش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نامش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ماجرا را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گفت: کارم سرو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فلان کارخانه، در کاشان است، منزلم در 20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در عالم خواب به من فرمودند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شو و به فلان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برو،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منتظرند، آنها را به جمکران ببر، مردان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شما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امام زمان ارواحنا فداه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شبِ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بود. در تمام طول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همه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و ذکر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بر لب داشتند. چرا که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آقا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</w:t>
      </w:r>
    </w:p>
    <w:p w:rsidR="00A06CCD" w:rsidRDefault="00A06CCD" w:rsidP="006D27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ما را به مسجد مقدس جمکران و سپس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معصومه </w:t>
      </w:r>
      <w:r w:rsidR="006D276B" w:rsidRPr="006D276B">
        <w:rPr>
          <w:rStyle w:val="libAlaemChar"/>
          <w:rFonts w:eastAsiaTheme="minorHAnsi"/>
          <w:rtl/>
        </w:rPr>
        <w:t>عليها‌السلام</w:t>
      </w:r>
      <w:r w:rsidR="006D27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 از آنجا به اصفهان بُرد بدون گرفتن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شما سفارش شد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آقا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6D27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چار</w:t>
      </w:r>
      <w:r w:rsidR="006D276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</w:t>
      </w:r>
      <w:r>
        <w:rPr>
          <w:rtl/>
          <w:lang w:bidi="fa-IR"/>
        </w:rPr>
        <w:t xml:space="preserve"> و درماندگان است، لذا هر کجا درمانده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وجود مقدس و بابرکت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الاعظم متوسل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از غم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6D276B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6D276B" w:rsidRDefault="006D276B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قافله دل به جمکران آورد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76B" w:rsidRDefault="006D276B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76B" w:rsidRDefault="006D276B" w:rsidP="00AB174D">
            <w:pPr>
              <w:pStyle w:val="libPoem"/>
            </w:pPr>
            <w:r>
              <w:rPr>
                <w:rtl/>
                <w:lang w:bidi="fa-IR"/>
              </w:rPr>
              <w:t>رو جانب صاحب الزمان آورد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76B" w:rsidTr="00AB174D">
        <w:trPr>
          <w:trHeight w:val="350"/>
        </w:trPr>
        <w:tc>
          <w:tcPr>
            <w:tcW w:w="3920" w:type="dxa"/>
          </w:tcPr>
          <w:p w:rsidR="006D276B" w:rsidRDefault="006D276B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که در بساطه ما آه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76B" w:rsidRDefault="006D276B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76B" w:rsidRDefault="006D276B" w:rsidP="00AB174D">
            <w:pPr>
              <w:pStyle w:val="libPoem"/>
            </w:pPr>
            <w:r>
              <w:rPr>
                <w:rtl/>
                <w:lang w:bidi="fa-IR"/>
              </w:rPr>
              <w:t>با دست ته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اشک روان آورد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276B" w:rsidRDefault="006D276B" w:rsidP="00A06CCD">
      <w:pPr>
        <w:pStyle w:val="libNormal"/>
        <w:rPr>
          <w:rtl/>
          <w:lang w:bidi="fa-IR"/>
        </w:rPr>
      </w:pPr>
    </w:p>
    <w:p w:rsidR="00A06CCD" w:rsidRDefault="006D276B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6D276B">
      <w:pPr>
        <w:pStyle w:val="Heading1"/>
        <w:rPr>
          <w:rtl/>
          <w:lang w:bidi="fa-IR"/>
        </w:rPr>
      </w:pPr>
      <w:bookmarkStart w:id="18" w:name="_Toc534794165"/>
      <w:r>
        <w:rPr>
          <w:rFonts w:hint="eastAsia"/>
          <w:rtl/>
          <w:lang w:bidi="fa-IR"/>
        </w:rPr>
        <w:t>چطور</w:t>
      </w:r>
      <w:r>
        <w:rPr>
          <w:rtl/>
          <w:lang w:bidi="fa-IR"/>
        </w:rPr>
        <w:t xml:space="preserve"> ما به شما محل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18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که حاضر نشد نام او را ببرم،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سالها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سعادت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شده به مسجد مقدس جمکران بروم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از محضر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و چند هفته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حاجتم اصرار 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به حاجتم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شدم، در دلم و با خودم گفتم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به من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من لطف و مرحمت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جمکران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سُست شدم.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و خانواده ام در 100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به نام هرند، جهت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کردند. ما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شب را آنجا گذراند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فردا صبح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سرعت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حدّ مجاز بود مانع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بود، خواستم سرعت را کم کنم که نشد، متوجه شدم ترم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بُر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سرعت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آقا را صدا زدم. امدادها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و برنامها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راننده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تا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 کم از سرعتش کاسته شود تا توقف کند، انجام دادم،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توقف کرد کنار جاده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آثار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در فکر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آنطرف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توقف کرده و راننده آن آمد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و سؤال کرد که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هست؟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تعجب کرده بودم که از کجا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 مشکل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گفتم: بله. او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امتحان کرد و رفت جعبه آچار و لوازمات را از داخل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خودش </w:t>
      </w:r>
      <w:r>
        <w:rPr>
          <w:rtl/>
          <w:lang w:bidi="fa-IR"/>
        </w:rPr>
        <w:lastRenderedPageBreak/>
        <w:t xml:space="preserve">آورد و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تا کاملاً درست کرد و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داد.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شدم از او تشکر کردم و هر چه خواستم به او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کنم، قبول نکرد.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6D27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</w:t>
      </w:r>
      <w:r w:rsidR="006D276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بعد شب چهارشنبه که به قم مشرّف شدم قبل از آنکه به جمکران بروم به مناسبت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مراجع رفتم،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آنجا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من فرمود: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شما تلفن کنم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خوشبختانه شما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شب قبل در عالم خواب،بزرگ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من فرمودند: به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 چطور ما به شما محل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شما لطف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 برگشت از هرند، با آن سرعت حادثه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ما آن را متوقف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رانند</w:t>
      </w:r>
      <w:r w:rsidR="006D276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ما فرستاد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متوسل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به خان</w:t>
      </w:r>
      <w:r w:rsidR="006D276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موقع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از،</w:t>
      </w:r>
      <w:r>
        <w:rPr>
          <w:rtl/>
          <w:lang w:bidi="fa-IR"/>
        </w:rPr>
        <w:t xml:space="preserve"> به او و گر</w:t>
      </w:r>
      <w:r>
        <w:rPr>
          <w:rFonts w:hint="eastAsia"/>
          <w:rtl/>
          <w:lang w:bidi="fa-IR"/>
        </w:rPr>
        <w:t>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لذا آقا خود را بدهکار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گذارد، هر 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قدم به طرف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بردارد آن بزرگوار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 بطرف آن 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حضرت افتادم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 w:rsidR="006D27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مراعات حال شما اهمال و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شما را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لذا با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قبل، به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هرهفته، ساعت شمار هستم که شب چهارشنبه فرا رسد 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مقدس جمکران شوم، آن مکان مقدس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رابطه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عاشقان و </w:t>
      </w:r>
      <w:r>
        <w:rPr>
          <w:rFonts w:hint="eastAsia"/>
          <w:rtl/>
          <w:lang w:bidi="fa-IR"/>
        </w:rPr>
        <w:t>گرفتاران</w:t>
      </w:r>
      <w:r>
        <w:rPr>
          <w:rtl/>
          <w:lang w:bidi="fa-IR"/>
        </w:rPr>
        <w:t xml:space="preserve"> با امام زمان ارواحنا فداه</w:t>
      </w:r>
    </w:p>
    <w:p w:rsidR="00A06CCD" w:rsidRDefault="006D276B" w:rsidP="006D276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6D276B">
      <w:pPr>
        <w:pStyle w:val="Heading1"/>
        <w:rPr>
          <w:rtl/>
          <w:lang w:bidi="fa-IR"/>
        </w:rPr>
      </w:pPr>
      <w:bookmarkStart w:id="19" w:name="_Toc534794166"/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زائران را از مرگ نجات داد</w:t>
      </w:r>
      <w:bookmarkEnd w:id="19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6D276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چهارشنبه در جمع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بودم و همه منتظر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سوار شدند. رانند</w:t>
      </w:r>
      <w:r w:rsidR="006D276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 حدود پنجاه ساله و 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رنجور و ناتوان داشت.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6D27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حرکت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پنچر شد، راننده در پارک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</w:t>
      </w:r>
      <w:r>
        <w:rPr>
          <w:rtl/>
          <w:lang w:bidi="fa-IR"/>
        </w:rPr>
        <w:t xml:space="preserve"> جاده توقف کرد و خواست 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عوض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توانست.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بود، جلو آمد و گفت: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شما را کمک کنم؟ گفت: بله. در عرض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کرد و آماد</w:t>
      </w:r>
      <w:r w:rsidR="006D276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حرکت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 جوان گفت: ممکن است مرا با خود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قبول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آمد جلو و کنار راننده نشست،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جلوتر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راننده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خسته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جوان به او گفت: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کمک کنم؟ او قبول کرد،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عوض کرد و گفت: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بوفه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به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مرا صدا بزن تا بروم و دفترچه را ساعت بزنم.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 جوان که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مسافران گفت برو و راننده را صدا بزن.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رفت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بلند شد همه برگشتند، صدا زد او مُرده.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خبر کردند، آمد وارد صحنه شد سراغ آن جوان را گرفت هر چه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نبود. در آن لحظه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شده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راننده از اقوام شما هستند؟ گفت: نه ، آن </w:t>
      </w:r>
      <w:r>
        <w:rPr>
          <w:rtl/>
          <w:lang w:bidi="fa-IR"/>
        </w:rPr>
        <w:lastRenderedPageBreak/>
        <w:t>جوان که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فرستاده آقا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هم مشابه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 را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جمکران و زائران آن از مرگ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آمبولانس</w:t>
      </w:r>
      <w:r>
        <w:rPr>
          <w:rtl/>
          <w:lang w:bidi="fa-IR"/>
        </w:rPr>
        <w:t xml:space="preserve"> خبر کردند و او را بُردند و پس از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آن شرکت راننده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ما را به جمکران رساند. اگر امدادها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نبود آن راننده درحال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چه بر سرِ مسافران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7"/>
        <w:gridCol w:w="268"/>
        <w:gridCol w:w="3307"/>
      </w:tblGrid>
      <w:tr w:rsidR="006D276B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6D276B" w:rsidRDefault="006D276B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تجلّ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گاه صاحب الزمان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76B" w:rsidRDefault="006D276B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76B" w:rsidRDefault="006D276B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پذ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همان جان جهان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76B" w:rsidTr="00AB174D">
        <w:trPr>
          <w:trHeight w:val="350"/>
        </w:trPr>
        <w:tc>
          <w:tcPr>
            <w:tcW w:w="3920" w:type="dxa"/>
          </w:tcPr>
          <w:p w:rsidR="006D276B" w:rsidRDefault="006D276B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چشمان</w:t>
            </w:r>
            <w:r>
              <w:rPr>
                <w:rtl/>
                <w:lang w:bidi="fa-IR"/>
              </w:rPr>
              <w:t xml:space="preserve"> عشاق از فراقش اشکبار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76B" w:rsidRDefault="006D276B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76B" w:rsidRDefault="006D276B" w:rsidP="00AB174D">
            <w:pPr>
              <w:pStyle w:val="libPoem"/>
            </w:pPr>
            <w:r>
              <w:rPr>
                <w:rtl/>
                <w:lang w:bidi="fa-IR"/>
              </w:rPr>
              <w:t>از عشق مولا ناله بر پا و فغان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276B" w:rsidRDefault="006D276B" w:rsidP="00A06CCD">
      <w:pPr>
        <w:pStyle w:val="libNormal"/>
        <w:rPr>
          <w:rtl/>
          <w:lang w:bidi="fa-IR"/>
        </w:rPr>
      </w:pPr>
    </w:p>
    <w:p w:rsidR="00A06CCD" w:rsidRDefault="006D276B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6D276B">
      <w:pPr>
        <w:pStyle w:val="Heading1"/>
        <w:rPr>
          <w:rtl/>
          <w:lang w:bidi="fa-IR"/>
        </w:rPr>
      </w:pPr>
      <w:bookmarkStart w:id="20" w:name="_Toc534794167"/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لطف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فاسد استفاده نکردند</w:t>
      </w:r>
      <w:bookmarkEnd w:id="20"/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C741B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اکبر قاسم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ران،که</w:t>
      </w:r>
      <w:r>
        <w:rPr>
          <w:rtl/>
          <w:lang w:bidi="fa-IR"/>
        </w:rPr>
        <w:t xml:space="preserve"> سالهاست خدمتگزار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مقدس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دعوت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باشم، رفتم در مغاز</w:t>
      </w:r>
      <w:r w:rsidR="00C741B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در جمع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بودم،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نبود، معمولاً ساعت 2 بعدازظهر کاروانها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ساعت 2/5 شد که را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تلفن کرد که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خراب شده، و هر چه که تلاش کردم نتوانستم آن را آماده کنم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حاج اکبر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تلفن کرد، او گفت خارج از شهر هستم تا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رسم.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تلفن زدند او قبول کرد و گفت: حرکت 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تا ساعت 3/5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امدند</w:t>
      </w:r>
      <w:r>
        <w:rPr>
          <w:rtl/>
          <w:lang w:bidi="fa-IR"/>
        </w:rPr>
        <w:t>.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مسافران رفتند آن تعداد هم که ماندند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نصف بود و مشکل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حاج اکبر گفتند شما هم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پنجشنبه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شبِ جمعه را آنجا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رفتند در همان لحظه هر دو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شام زائران را مردم 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آن هفته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بودکه دو روز قبل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مرغ و برنج و روغن،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حاج اکبر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جمکران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قبول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آشپز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برند، آشپز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مرغها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رُب و ادو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مصرف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تا رفع شود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نهار را آماده کرده و آورده بودند در مغازه تا ببرند جمکران.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C741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نفر از پرسنل شهردار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نظافت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به عهده دارند،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 از حاج اکبر نهار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آن روز هم طبق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آمدند و غذا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گرفتند و رفتند. بعد از قض</w:t>
      </w:r>
      <w:r>
        <w:rPr>
          <w:rFonts w:hint="cs"/>
          <w:rtl/>
          <w:lang w:bidi="fa-IR"/>
        </w:rPr>
        <w:t>ی</w:t>
      </w:r>
      <w:r w:rsidR="00C741B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لغو شدن سفر، حاج اکبر غذاها را به آشپزخانه بُردند تا پنجشنبه از آنها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پنجشنبه صبح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سه نفر پرسنل شهردار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حاج اکبر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به ما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 روز بعد از خوردن غذاها هر سه نفر مسموم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فوق العاده حالمان بَد شد،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اورژانس خبر کرده و مارا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بُردند. بعد از دو روز من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و مرخّص شدم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دو نفر هنوز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هستند،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حال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ممکن است تلف شود.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بود که متوجه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خراب شدن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کردن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 مسافر چه حکمت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 و اگر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سفر به جمکران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چه تعداد ( حدود 50 نفر ) از مسافران از آن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فاسد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مسموم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چه فاجعه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حاکم نبود مگر لطف و مهماندوست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.بعد از آن غذاها را داخل چاه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جمعه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معجزه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همه آن را لمس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7"/>
        <w:gridCol w:w="268"/>
        <w:gridCol w:w="3337"/>
      </w:tblGrid>
      <w:tr w:rsidR="00C741B2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C741B2" w:rsidRDefault="00C741B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تسلّ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بخش جان ها و پناه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41B2" w:rsidRDefault="00C741B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41B2" w:rsidRDefault="00C741B2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گدا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به ز شاهنشهان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1B2" w:rsidTr="00AB174D">
        <w:trPr>
          <w:trHeight w:val="350"/>
        </w:trPr>
        <w:tc>
          <w:tcPr>
            <w:tcW w:w="3920" w:type="dxa"/>
          </w:tcPr>
          <w:p w:rsidR="00C741B2" w:rsidRDefault="00C741B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گمانم کعبه و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الحرام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41B2" w:rsidRDefault="00C741B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41B2" w:rsidRDefault="00C741B2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عبادتگاه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غمبران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1B2" w:rsidTr="00AB174D">
        <w:trPr>
          <w:trHeight w:val="350"/>
        </w:trPr>
        <w:tc>
          <w:tcPr>
            <w:tcW w:w="3920" w:type="dxa"/>
          </w:tcPr>
          <w:p w:rsidR="00C741B2" w:rsidRDefault="00C741B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دروس عشق 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ثار</w:t>
            </w:r>
            <w:r>
              <w:rPr>
                <w:rtl/>
                <w:lang w:bidi="fa-IR"/>
              </w:rPr>
              <w:t xml:space="preserve"> و محبت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41B2" w:rsidRDefault="00C741B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41B2" w:rsidRDefault="00C741B2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از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صاحب الزمان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1B2" w:rsidTr="00AB174D">
        <w:trPr>
          <w:trHeight w:val="350"/>
        </w:trPr>
        <w:tc>
          <w:tcPr>
            <w:tcW w:w="3920" w:type="dxa"/>
          </w:tcPr>
          <w:p w:rsidR="00C741B2" w:rsidRDefault="00C741B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در گه از درها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جنّت انشعاب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41B2" w:rsidRDefault="00C741B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41B2" w:rsidRDefault="00C741B2" w:rsidP="00AB174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سرزم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نامش همانا جمکران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741B2" w:rsidRDefault="00C741B2" w:rsidP="00A06CCD">
      <w:pPr>
        <w:pStyle w:val="libNormal"/>
        <w:rPr>
          <w:rtl/>
          <w:lang w:bidi="fa-IR"/>
        </w:rPr>
      </w:pPr>
    </w:p>
    <w:p w:rsidR="00A06CCD" w:rsidRDefault="00C741B2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C741B2">
      <w:pPr>
        <w:pStyle w:val="Heading1"/>
        <w:rPr>
          <w:rtl/>
          <w:lang w:bidi="fa-IR"/>
        </w:rPr>
      </w:pPr>
      <w:bookmarkStart w:id="21" w:name="_Toc534794168"/>
      <w:r>
        <w:rPr>
          <w:rFonts w:hint="eastAsia"/>
          <w:rtl/>
          <w:lang w:bidi="fa-IR"/>
        </w:rPr>
        <w:t>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خانه اش مبلغ 20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کم داشت</w:t>
      </w:r>
      <w:bookmarkEnd w:id="21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هفته ها در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نجّار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با ما همسفر شد. او از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جمکران بود، و از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حال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تکلّم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حال ذکر گفتن بود. تا برگشتن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بود.</w:t>
      </w:r>
    </w:p>
    <w:p w:rsidR="00A06CCD" w:rsidRDefault="00A06CCD" w:rsidP="00C741B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بعد،شامِ زائران را تقبّل کرد. و من چون حالِ هفت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گذشت</w:t>
      </w:r>
      <w:r w:rsidR="00C741B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متوجه شدم که علت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از او علت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شدم،او گفت: منزل از خود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منزل پدر مرحومم را فروخت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آن، ارث به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بعد از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گشتن،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که از هر 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مناسب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آن20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کم داشتم.</w:t>
      </w:r>
    </w:p>
    <w:p w:rsidR="00A06CCD" w:rsidRDefault="00A06CCD" w:rsidP="00C741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کردم و به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 زدم، نشد. خودم و خانواده 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چرا که اگر خانه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به خانواده ام گفتم ما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آقا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صاحب الزمان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درِ خ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خدا واسطه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مدد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هفت</w:t>
      </w:r>
      <w:r w:rsidR="00C741B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گذشته آقا را به خرابه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عمّه جانشان قسم دادم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خانواده ام را از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مستأجر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دهم، و از او کمک خواستم.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بعد،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مجتمع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نزد من آمد و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درب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ساختمان را شما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قبول کردم و بعد از توافق قرار داد بست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مبلغ 20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چِک به من داد و گفت کار را شروع </w:t>
      </w:r>
      <w:r>
        <w:rPr>
          <w:rtl/>
          <w:lang w:bidi="fa-IR"/>
        </w:rPr>
        <w:lastRenderedPageBreak/>
        <w:t>کن و هر وقت هم پول لازم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بده. همانروز 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و خانه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امروز هم در خانه مستقر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آمده ام از آقا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تشکر کنم و هفت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شامِ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C741B2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C741B2" w:rsidRDefault="00C741B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جمکران عطر دل انگ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بهشت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41B2" w:rsidRDefault="00C741B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41B2" w:rsidRDefault="00C741B2" w:rsidP="00AB174D">
            <w:pPr>
              <w:pStyle w:val="libPoem"/>
            </w:pPr>
            <w:r>
              <w:rPr>
                <w:rtl/>
                <w:lang w:bidi="fa-IR"/>
              </w:rPr>
              <w:t>از نفس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بو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نشناختم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1B2" w:rsidTr="00AB174D">
        <w:trPr>
          <w:trHeight w:val="350"/>
        </w:trPr>
        <w:tc>
          <w:tcPr>
            <w:tcW w:w="3920" w:type="dxa"/>
          </w:tcPr>
          <w:p w:rsidR="00C741B2" w:rsidRDefault="00C741B2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غفلت</w:t>
            </w:r>
            <w:r>
              <w:rPr>
                <w:rtl/>
                <w:lang w:bidi="fa-IR"/>
              </w:rPr>
              <w:t xml:space="preserve"> من را بب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عمر رخسار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41B2" w:rsidRDefault="00C741B2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41B2" w:rsidRDefault="00C741B2" w:rsidP="00AB174D">
            <w:pPr>
              <w:pStyle w:val="libPoem"/>
            </w:pPr>
            <w:r>
              <w:rPr>
                <w:rtl/>
                <w:lang w:bidi="fa-IR"/>
              </w:rPr>
              <w:t>در همه آ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ها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نشناختم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741B2" w:rsidRDefault="00C741B2" w:rsidP="00A06CCD">
      <w:pPr>
        <w:pStyle w:val="libNormal"/>
        <w:rPr>
          <w:rtl/>
          <w:lang w:bidi="fa-IR"/>
        </w:rPr>
      </w:pPr>
    </w:p>
    <w:p w:rsidR="00A06CCD" w:rsidRDefault="00C741B2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AB174D">
      <w:pPr>
        <w:pStyle w:val="Heading1"/>
        <w:rPr>
          <w:rtl/>
          <w:lang w:bidi="fa-IR"/>
        </w:rPr>
      </w:pPr>
      <w:bookmarkStart w:id="22" w:name="_Toc534794169"/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C741B2" w:rsidRPr="00C741B2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>جهت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آقا،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ملاقات هست؟</w:t>
      </w:r>
      <w:bookmarkEnd w:id="22"/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هر شبِ چهارشنبه به مسجد جمکران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او از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در حالِ ذکر گفتن است، و چشمِ اشکبار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در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مقدس جمکران از او سؤال کردم و او را قسم دادم که چه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حالِ خوش و اشک چشم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به شما داده اند.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 با اصرار و قسم دادنِ،برا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کرد: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بودم، از عالِم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داشتم او خدمت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سؤال کردم که چه کنم تا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شوم؟ گفت: هر روز صبح و شام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کن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مصائب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خود روضه خوان شو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 تا موفق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06CCD" w:rsidRDefault="00A06CCD" w:rsidP="00AB174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تا به حاجت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اصرار 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نگفت، گفت: رفتم نزد آن عالِم بزرگوار و علت را سؤال کردم،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گفتند: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به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تأسّ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چون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فرمودند: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</w:t>
      </w:r>
      <w:r>
        <w:rPr>
          <w:rFonts w:hint="eastAsia"/>
          <w:rtl/>
          <w:lang w:bidi="fa-IR"/>
        </w:rPr>
        <w:t>َدّا</w:t>
      </w:r>
      <w:r>
        <w:rPr>
          <w:rtl/>
          <w:lang w:bidi="fa-IR"/>
        </w:rPr>
        <w:t xml:space="preserve"> ! در کربلا نبودم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کنم، حال، شب و روز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لذا بر اثر آن لحظ</w:t>
      </w:r>
      <w:r w:rsidR="00AB174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دار،در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مسجد مقدس جمکران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آرام نباشم و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تکلّم نکنم چون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شده است، چرا که بعد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اباعبداللّه </w:t>
      </w:r>
      <w:r>
        <w:rPr>
          <w:rtl/>
          <w:lang w:bidi="fa-IR"/>
        </w:rPr>
        <w:lastRenderedPageBreak/>
        <w:t>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جهت ظهور آقا و درخواست جهت حوائج، دعا مستجاب است. به خاطر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حاجت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AB174D" w:rsidTr="00AB174D">
        <w:trPr>
          <w:trHeight w:val="350"/>
        </w:trPr>
        <w:tc>
          <w:tcPr>
            <w:tcW w:w="3920" w:type="dxa"/>
            <w:shd w:val="clear" w:color="auto" w:fill="auto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قابل</w:t>
            </w:r>
            <w:r>
              <w:rPr>
                <w:rtl/>
                <w:lang w:bidi="fa-IR"/>
              </w:rPr>
              <w:t xml:space="preserve"> نبوده ام که کند دعوتم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مولا کر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بود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دعوت آمده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74D" w:rsidTr="00AB174D">
        <w:trPr>
          <w:trHeight w:val="350"/>
        </w:trPr>
        <w:tc>
          <w:tcPr>
            <w:tcW w:w="3920" w:type="dxa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غصه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آل عبا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در اوج روضه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عزا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74D" w:rsidTr="00AB174D">
        <w:trPr>
          <w:trHeight w:val="350"/>
        </w:trPr>
        <w:tc>
          <w:tcPr>
            <w:tcW w:w="3920" w:type="dxa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با گناه، اشک تو را در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آور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از سوز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وفا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ما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4D" w:rsidRDefault="00AB174D" w:rsidP="00A06CCD">
      <w:pPr>
        <w:pStyle w:val="libNormal"/>
        <w:rPr>
          <w:rtl/>
          <w:lang w:bidi="fa-IR"/>
        </w:rPr>
      </w:pPr>
    </w:p>
    <w:p w:rsidR="00A06CCD" w:rsidRDefault="00AB174D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AB174D">
      <w:pPr>
        <w:pStyle w:val="Heading1"/>
        <w:rPr>
          <w:rtl/>
          <w:lang w:bidi="fa-IR"/>
        </w:rPr>
      </w:pPr>
      <w:bookmarkStart w:id="23" w:name="_Toc534794170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طفل فلج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توسل به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bookmarkEnd w:id="23"/>
    </w:p>
    <w:p w:rsidR="00AB174D" w:rsidRDefault="00AB174D" w:rsidP="00A06CCD">
      <w:pPr>
        <w:pStyle w:val="libNormal"/>
        <w:rPr>
          <w:rFonts w:hint="cs"/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AB174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عبد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زدان</w:t>
      </w:r>
      <w:r>
        <w:rPr>
          <w:rtl/>
          <w:lang w:bidi="fa-IR"/>
        </w:rPr>
        <w:t xml:space="preserve">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هفته با ما همسفر بودند و در راه با دعا و توسلات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حالِ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داشتند، خصوصاً نام آقا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="00AB174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A06CCD" w:rsidRDefault="00A06CCD" w:rsidP="00AB174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مشرّف شده بودند کربلا، زمان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از سور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کربلا، در برگشت، با رُفقا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جمکران،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بَه به آقاجونم،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جونم.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 شده؟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نزد. هفت</w:t>
      </w:r>
      <w:r w:rsidR="00AB174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بعد که به جمکران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او گف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>: جان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 از حالاتت، معلوم است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شده، پس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گفت: در برگشت سه روز سور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بودم، روز دوم بعدازظهر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بالاشهر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رفتم آنجا،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نماز نخوانده ام،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مغازه دارسؤال کردم، </w:t>
      </w: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آن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کجاست؟ او گفت: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اطراف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مغاز</w:t>
      </w:r>
      <w:r w:rsidR="00AB174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من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قبول کردم.</w:t>
      </w:r>
    </w:p>
    <w:p w:rsidR="00A06CCD" w:rsidRDefault="00A06CCD" w:rsidP="00AB174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نماز، با او به صحبت نشستم، متوجه شدم که او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را دوست دارد، از من دعوت کرد شب را به خانه اش بروم، قبول کردم و رفتم. او دربا</w:t>
      </w:r>
      <w:r w:rsidR="00AB174D"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مقدّس اسلام از من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من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گفتم. ناگهان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افتاد و گفت: از چهره ات و اعمالت و گفتارت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آبرومند درِ خان</w:t>
      </w:r>
      <w:r w:rsidR="00AB174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را به جان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مذهب شما مورد احترام است، و به جان آن امام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مسلمانان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لطف دا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انجام بده. هر مقدار پول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پسر بچ</w:t>
      </w:r>
      <w:r w:rsidR="00AB174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فلج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آورد و گفت: سه دختر دارم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پسر.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ادامه داد: همه جا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مداوا او را برده ام </w:t>
      </w: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لاعلاج است و از بزرگان مذهبم هم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خودم هم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خواستم بخوابم،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گفتم امشب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خواب بر خود حرام بدانم. سجاده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پهن کردم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 xml:space="preserve"> به نماز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با چه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چه حرفها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زدم،</w:t>
      </w:r>
      <w:r>
        <w:rPr>
          <w:rtl/>
          <w:lang w:bidi="fa-IR"/>
        </w:rPr>
        <w:t xml:space="preserve"> بماند. تا اذان صبح چند مرتبه نماز آقا خواندم و او را به جان مادرشان قسم دادم و عرض کردم: آقا جان اول شب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گفتم که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مسلمانان هم لطف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اول به شما و بعد به من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شده، به جان عموجانت که نا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او را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نکن، با همان حال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و ناله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زدم</w:t>
      </w:r>
      <w:r>
        <w:rPr>
          <w:rtl/>
          <w:lang w:bidi="fa-IR"/>
        </w:rPr>
        <w:t xml:space="preserve"> و آقا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کِ</w:t>
      </w:r>
      <w:r>
        <w:rPr>
          <w:rtl/>
          <w:lang w:bidi="fa-IR"/>
        </w:rPr>
        <w:t xml:space="preserve"> اجدادش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دادم، ناگهان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اهل خانه با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اللّه، پسر بچه را بغل کرده و به اطاق من آمدند، مرد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ببوسد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مانع شدم، گفت: پسرم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لطف آقا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پسرک فلج خوب شده و دور اطاق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دَود و مادر و خواهرش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اقوام تلفن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زنند.</w:t>
      </w:r>
    </w:p>
    <w:p w:rsidR="00A06CCD" w:rsidRDefault="00A06CCD" w:rsidP="00AB174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صبح</w:t>
      </w:r>
      <w:r>
        <w:rPr>
          <w:rtl/>
          <w:lang w:bidi="fa-IR"/>
        </w:rPr>
        <w:t xml:space="preserve"> آن شب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مجلس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از لطف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که به منِ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آبروئ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پدر بچه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چه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تشکر کنم؟ گفتم اگر قبول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زمان حق است،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مشرّف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کمال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قبول کرد و او را نزد حجه الاسلام عسکر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مدرسه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جنب حرم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AB174D" w:rsidRPr="00AB174D">
        <w:rPr>
          <w:rStyle w:val="libAlaemChar"/>
          <w:rFonts w:eastAsiaTheme="minorHAnsi"/>
          <w:rtl/>
        </w:rPr>
        <w:t>عليها‌السلام</w:t>
      </w:r>
      <w:r w:rsidR="00AB174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مشغول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است، بُردم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چند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خانواده و اقوامش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معجزه مسلمان شدن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7"/>
        <w:gridCol w:w="268"/>
        <w:gridCol w:w="3307"/>
      </w:tblGrid>
      <w:tr w:rsidR="00AB174D" w:rsidTr="00AB174D">
        <w:trPr>
          <w:trHeight w:val="350"/>
        </w:trPr>
        <w:tc>
          <w:tcPr>
            <w:tcW w:w="3347" w:type="dxa"/>
            <w:shd w:val="clear" w:color="auto" w:fill="auto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مرا</w:t>
            </w:r>
            <w:r>
              <w:rPr>
                <w:rtl/>
                <w:lang w:bidi="fa-IR"/>
              </w:rPr>
              <w:t xml:space="preserve"> به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تو نبود پناه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  <w:shd w:val="clear" w:color="auto" w:fill="auto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که من گدا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و هست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شاه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74D" w:rsidTr="00AB174D">
        <w:trPr>
          <w:trHeight w:val="350"/>
        </w:trPr>
        <w:tc>
          <w:tcPr>
            <w:tcW w:w="3347" w:type="dxa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انتظار تو شاها گذشت عمر عز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نگشت حاصل من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آه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74D" w:rsidTr="00AB174D">
        <w:trPr>
          <w:trHeight w:val="350"/>
        </w:trPr>
        <w:tc>
          <w:tcPr>
            <w:tcW w:w="3347" w:type="dxa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شها</w:t>
            </w:r>
            <w:r>
              <w:rPr>
                <w:rtl/>
                <w:lang w:bidi="fa-IR"/>
              </w:rPr>
              <w:t xml:space="preserve"> فق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رم</w:t>
            </w:r>
            <w:r>
              <w:rPr>
                <w:rtl/>
                <w:lang w:bidi="fa-IR"/>
              </w:rPr>
              <w:t xml:space="preserve"> و مسک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بر سر راهت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نشسته ام به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نگاه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74D" w:rsidTr="00AB174D">
        <w:tblPrEx>
          <w:tblLook w:val="04A0"/>
        </w:tblPrEx>
        <w:trPr>
          <w:trHeight w:val="350"/>
        </w:trPr>
        <w:tc>
          <w:tcPr>
            <w:tcW w:w="3347" w:type="dxa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حق حرمت اجداد خود نما نظر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ز مرحمت به من رو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اه</w:t>
            </w:r>
            <w:r>
              <w:rPr>
                <w:rtl/>
                <w:lang w:bidi="fa-IR"/>
              </w:rPr>
              <w:t xml:space="preserve">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74D" w:rsidTr="00AB174D">
        <w:tblPrEx>
          <w:tblLook w:val="04A0"/>
        </w:tblPrEx>
        <w:trPr>
          <w:trHeight w:val="350"/>
        </w:trPr>
        <w:tc>
          <w:tcPr>
            <w:tcW w:w="3347" w:type="dxa"/>
          </w:tcPr>
          <w:p w:rsidR="00AB174D" w:rsidRDefault="00AB174D" w:rsidP="00AB174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پشت من از بار معص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B174D" w:rsidRDefault="00AB174D" w:rsidP="00AB17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AB174D" w:rsidRDefault="00AB174D" w:rsidP="00AB174D">
            <w:pPr>
              <w:pStyle w:val="libPoem"/>
            </w:pPr>
            <w:r>
              <w:rPr>
                <w:rtl/>
                <w:lang w:bidi="fa-IR"/>
              </w:rPr>
              <w:t>نموده ام همه عمر اشتباه 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4D" w:rsidRDefault="00AB174D" w:rsidP="00A06CCD">
      <w:pPr>
        <w:pStyle w:val="libNormal"/>
        <w:rPr>
          <w:rtl/>
        </w:rPr>
      </w:pPr>
    </w:p>
    <w:p w:rsidR="00A06CCD" w:rsidRDefault="00AB174D" w:rsidP="00AB174D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p w:rsidR="00A06CCD" w:rsidRDefault="00A06CCD" w:rsidP="00AB174D">
      <w:pPr>
        <w:pStyle w:val="Heading1"/>
        <w:rPr>
          <w:rtl/>
          <w:lang w:bidi="fa-IR"/>
        </w:rPr>
      </w:pPr>
      <w:bookmarkStart w:id="24" w:name="_Toc534794171"/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هشت سال بود بچه دار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bookmarkEnd w:id="24"/>
    </w:p>
    <w:p w:rsidR="00A06CCD" w:rsidRDefault="00A06CCD" w:rsidP="00AB174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اردکن</w:t>
      </w:r>
      <w:r>
        <w:rPr>
          <w:rFonts w:hint="cs"/>
          <w:rtl/>
          <w:lang w:bidi="fa-IR"/>
        </w:rPr>
        <w:t>ی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حدود</w:t>
      </w:r>
      <w:r>
        <w:rPr>
          <w:rtl/>
          <w:lang w:bidi="fa-IR"/>
        </w:rPr>
        <w:t xml:space="preserve"> 12 سال قبل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سفرِ دو روزه با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شدم.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او داشتم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 که حدود 8 سال است ازدواج کرده و از نظر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معالجات از بچه دار شدن محروم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کجا ساکن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در تهران. به او گفتم: من دکترِ حاذق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</w:t>
      </w:r>
      <w:r>
        <w:rPr>
          <w:rFonts w:hint="eastAsia"/>
          <w:rtl/>
          <w:lang w:bidi="fa-IR"/>
        </w:rPr>
        <w:t>راغ</w:t>
      </w:r>
      <w:r>
        <w:rPr>
          <w:rtl/>
          <w:lang w:bidi="fa-IR"/>
        </w:rPr>
        <w:t xml:space="preserve"> دارم به او مراجعه کن حتماً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کجاست؟ گفتم در مسجد مقدس جمکران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قم که متعلق به آقا صاحب الزّمان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و حاجتمند به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از وجود مقدس و با برکتش حاجت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شما هم نذر کن و چهل شب چهارشنبه به آنجا برو، انشاءاللّه حاجت روا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گفت: درباره اش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کنون آنجا نرفته ام.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کرامات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 آنجا که در توانم بود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کردم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گفت: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او را در مسجد مقدس جمکران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اشک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مرا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بغل کرد و گفت: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دکتر بشوم که چقدر حاذق و با محبت است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مراجعه مشکلم حل شد.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سفرم به آقا عرض کردم من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علاقه دارم و خودتان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 کجا روض</w:t>
      </w:r>
      <w:r w:rsidR="00BC6A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خوانده بشود چقدر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مظلوم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خودِ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علاقه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عموجان کوچکتان </w:t>
      </w:r>
      <w:r>
        <w:rPr>
          <w:rtl/>
          <w:lang w:bidi="fa-IR"/>
        </w:rPr>
        <w:lastRenderedPageBreak/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شما را به حقّ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خدا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من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عطا کند، اگر پسر بود، نامش را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گذارم.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خانمم باردار شد.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دوباره او را در جمکران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بود و گفت: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بمان. رفت و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سه ماهه اش را آورد، نامش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بود،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بود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لطف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است، همه هفته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نجا،</w:t>
      </w:r>
      <w:r>
        <w:rPr>
          <w:rtl/>
          <w:lang w:bidi="fa-IR"/>
        </w:rPr>
        <w:t xml:space="preserve"> چنان دلباخت</w:t>
      </w:r>
      <w:r w:rsidR="00BC6A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آقا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شده ام که روز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 و مشرّف شدن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گفتم: چه خبر؟ گفت خدا رحمت کند پدر و مادرتان را، عجب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من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حدود 12 سال است که هر شبِ چهارشنبه مشرّف هستم.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کارگر بودم، صاحب مغازه شدم، خانه نداشتم، خانه دار شدم و اکنون صاحب 2فرزند به 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معصومه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همه از لطف آقا صاحب الزمان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است. و تا آخر عمر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با برکت و به قول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دکتر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علاج کند دست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از اول زندگ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آشنا شده بودم.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BC6A3D" w:rsidTr="00BC6A3D">
        <w:trPr>
          <w:trHeight w:val="350"/>
        </w:trPr>
        <w:tc>
          <w:tcPr>
            <w:tcW w:w="3329" w:type="dxa"/>
            <w:shd w:val="clear" w:color="auto" w:fill="auto"/>
          </w:tcPr>
          <w:p w:rsidR="00BC6A3D" w:rsidRDefault="00BC6A3D" w:rsidP="00C572A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چشم</w:t>
            </w:r>
            <w:r>
              <w:rPr>
                <w:rtl/>
                <w:lang w:bidi="fa-IR"/>
              </w:rPr>
              <w:t xml:space="preserve"> آلوده کجا،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>
              <w:rPr>
                <w:rtl/>
                <w:lang w:bidi="fa-IR"/>
              </w:rPr>
              <w:t xml:space="preserve"> دلدار کجا؟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C6A3D" w:rsidRDefault="00BC6A3D" w:rsidP="00C572AF">
            <w:pPr>
              <w:pStyle w:val="libPoem"/>
              <w:rPr>
                <w:rtl/>
              </w:rPr>
            </w:pPr>
          </w:p>
        </w:tc>
        <w:tc>
          <w:tcPr>
            <w:tcW w:w="3325" w:type="dxa"/>
            <w:shd w:val="clear" w:color="auto" w:fill="auto"/>
          </w:tcPr>
          <w:p w:rsidR="00BC6A3D" w:rsidRDefault="00BC6A3D" w:rsidP="00C572AF">
            <w:pPr>
              <w:pStyle w:val="libPoem"/>
            </w:pPr>
            <w:r>
              <w:rPr>
                <w:rtl/>
                <w:lang w:bidi="fa-IR"/>
              </w:rPr>
              <w:t xml:space="preserve">دل سرگشته کجا ، وصف رخ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کجا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A3D" w:rsidTr="00BC6A3D">
        <w:trPr>
          <w:trHeight w:val="350"/>
        </w:trPr>
        <w:tc>
          <w:tcPr>
            <w:tcW w:w="3329" w:type="dxa"/>
          </w:tcPr>
          <w:p w:rsidR="00BC6A3D" w:rsidRDefault="00BC6A3D" w:rsidP="00C572A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قصه</w:t>
            </w:r>
            <w:r>
              <w:rPr>
                <w:rtl/>
                <w:lang w:bidi="fa-IR"/>
              </w:rPr>
              <w:t xml:space="preserve"> عشق من و زلف تو ، گفتن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C6A3D" w:rsidRDefault="00BC6A3D" w:rsidP="00C572AF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BC6A3D" w:rsidRDefault="00BC6A3D" w:rsidP="00C572AF">
            <w:pPr>
              <w:pStyle w:val="libPoem"/>
            </w:pPr>
            <w:r>
              <w:rPr>
                <w:rtl/>
                <w:lang w:bidi="fa-IR"/>
              </w:rPr>
              <w:t>نرگس مست کجا، همدم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خار کجا 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A3D" w:rsidTr="00BC6A3D">
        <w:trPr>
          <w:trHeight w:val="350"/>
        </w:trPr>
        <w:tc>
          <w:tcPr>
            <w:tcW w:w="3329" w:type="dxa"/>
          </w:tcPr>
          <w:p w:rsidR="00BC6A3D" w:rsidRDefault="00BC6A3D" w:rsidP="00C572AF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سرّ</w:t>
            </w:r>
            <w:r>
              <w:rPr>
                <w:rtl/>
                <w:lang w:bidi="fa-IR"/>
              </w:rPr>
              <w:t xml:space="preserve"> عاشق شدنم لطف طب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بانه</w:t>
            </w:r>
            <w:r>
              <w:rPr>
                <w:rtl/>
                <w:lang w:bidi="fa-IR"/>
              </w:rPr>
              <w:t xml:space="preserve">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C6A3D" w:rsidRDefault="00BC6A3D" w:rsidP="00C572AF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BC6A3D" w:rsidRDefault="00BC6A3D" w:rsidP="00C572AF">
            <w:pPr>
              <w:pStyle w:val="libPoem"/>
            </w:pPr>
            <w:r>
              <w:rPr>
                <w:rtl/>
                <w:lang w:bidi="fa-IR"/>
              </w:rPr>
              <w:t>ورنه عشق تو کجا،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دل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مار</w:t>
            </w:r>
            <w:r>
              <w:rPr>
                <w:rtl/>
                <w:lang w:bidi="fa-IR"/>
              </w:rPr>
              <w:t xml:space="preserve"> کجا؟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A3D" w:rsidTr="00BC6A3D">
        <w:tblPrEx>
          <w:tblLook w:val="04A0"/>
        </w:tblPrEx>
        <w:trPr>
          <w:trHeight w:val="350"/>
        </w:trPr>
        <w:tc>
          <w:tcPr>
            <w:tcW w:w="3329" w:type="dxa"/>
          </w:tcPr>
          <w:p w:rsidR="00BC6A3D" w:rsidRDefault="00BC6A3D" w:rsidP="00C572A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کاش</w:t>
            </w:r>
            <w:r>
              <w:rPr>
                <w:rtl/>
                <w:lang w:bidi="fa-IR"/>
              </w:rPr>
              <w:t xml:space="preserve"> در نافله ات نام مرا هم ببر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C6A3D" w:rsidRDefault="00BC6A3D" w:rsidP="00C572AF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BC6A3D" w:rsidRDefault="00BC6A3D" w:rsidP="00C572AF">
            <w:pPr>
              <w:pStyle w:val="libPoem"/>
            </w:pPr>
            <w:r>
              <w:rPr>
                <w:rtl/>
                <w:lang w:bidi="fa-IR"/>
              </w:rPr>
              <w:t>که دعا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کجا ، عبد گُنه کار کجا 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6CCD" w:rsidRDefault="00A06CCD" w:rsidP="00A06CCD">
      <w:pPr>
        <w:pStyle w:val="libNormal"/>
        <w:rPr>
          <w:rtl/>
          <w:lang w:bidi="fa-IR"/>
        </w:rPr>
      </w:pPr>
    </w:p>
    <w:p w:rsidR="00BC6A3D" w:rsidRDefault="00BC6A3D" w:rsidP="00A06CCD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BC6A3D">
      <w:pPr>
        <w:pStyle w:val="Heading1"/>
        <w:rPr>
          <w:rtl/>
          <w:lang w:bidi="fa-IR"/>
        </w:rPr>
      </w:pPr>
      <w:bookmarkStart w:id="25" w:name="_Toc534794172"/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گناه بزرگ چهار هفته از حضور در مسجد مقدس جمکران محروم شدم</w:t>
      </w:r>
      <w:bookmarkEnd w:id="25"/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همسفرها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سال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هم، همه هفته ها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زائر مسجد مقدس جمکران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چند هفته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داشت،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با هم همسفر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او گفتم کجا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نگرانت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حالت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چشمان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 دعوت نبودم. با اصرار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گفت: هفت</w:t>
      </w:r>
      <w:r w:rsidR="00BC6A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اول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موفق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نشدم که لحظ</w:t>
      </w:r>
      <w:r w:rsidR="00BC6A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آمدن، دل درد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چند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وضع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که زمان گذشته بودو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اتوبوس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</w:t>
      </w:r>
      <w:r w:rsidR="00BC6A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دوم، خارج از شهر کار داشتم، صبح به خانواده گفتم تا ظهر کارم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آنجا به طرف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روم، شب به خانه برگشتم، همسرم گفت پس چرا جمکران نرفت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تازه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امشب شب چهارشن</w:t>
      </w:r>
      <w:r w:rsidR="00BC6A3D">
        <w:rPr>
          <w:rFonts w:hint="cs"/>
          <w:rtl/>
          <w:lang w:bidi="fa-IR"/>
        </w:rPr>
        <w:t>ب</w:t>
      </w:r>
      <w:r>
        <w:rPr>
          <w:rtl/>
          <w:lang w:bidi="fa-IR"/>
        </w:rPr>
        <w:t>ه است و قرار بود من امشب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جمکران بروم.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 و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طور کامل فراموش کرده بودم.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سوم، آماد</w:t>
      </w:r>
      <w:r w:rsidR="00BC6A3D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حرکت شدم که فرزند چهار ساله ام دچار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 و قرار شد همسرم او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ببرد و من به جمکران بروم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فرزندم با اصرار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پدرم همراهم باشد و او مرا به دکتر ببرد، ناچار مجبور شدم او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ببر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باز از اتوبوس جا ماندم.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هفت</w:t>
      </w:r>
      <w:r w:rsidR="00BC6A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چهارم، آمدم دفتر کاروان که با زائران مسجد مقدس جمکران همسفر شوم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متاسفانه اتوبوس حرکت کرده بود. آمدم دروازه تهران که مسافر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کاروانها بشوم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 xml:space="preserve"> اتوبوس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همه رفته بودند. ساعت 5/3 ظهر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حرکت اتوبوسها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جمکران گذشته بود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نااُم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بودم، و به قصدمنزل بازگشتم.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راه فرد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محترم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فقر او خبر داشتم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مقابل داروخانه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باحالت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فرزندم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داروها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پول نداشتم آمدم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محل،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دارم از او پول قرض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مسافرت رفته است. حالا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چه کنم، چون نسخه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نسخه را از او گرفتم و دارو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 و به او گفتم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انجام دادم و او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گفت: اجر شما با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به خانه برگردم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به ذهنم آمد که چهار هفته است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به مسجد مقدس جمکران بروم. چه خطا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من سر زده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من گرفته شده است. حالت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و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در مسجد با اشکِ توبه، نماز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خواندم و بعد از نماز، توسل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و امام زمان را به حقّ جدّشان</w:t>
      </w:r>
    </w:p>
    <w:p w:rsidR="00A06CCD" w:rsidRDefault="00A06CCD" w:rsidP="00BC6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مادرشان حضرت فاطمه زهرا </w:t>
      </w:r>
      <w:r w:rsidR="00BC6A3D" w:rsidRPr="00BC6A3D">
        <w:rPr>
          <w:rStyle w:val="libAlaemChar"/>
          <w:rFonts w:eastAsiaTheme="minorHAnsi"/>
          <w:rtl/>
        </w:rPr>
        <w:t>عليها‌السلام</w:t>
      </w:r>
      <w:r w:rsidR="00BC6A3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قسم دادم که مرا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دوباره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حضور در مسجد مقدس جمکران را به من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حدود</w:t>
      </w:r>
      <w:r>
        <w:rPr>
          <w:rtl/>
          <w:lang w:bidi="fa-IR"/>
        </w:rPr>
        <w:t xml:space="preserve"> ساعت 4/5 بود که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مسجد مقدس جمکران از آن مسجد خارج شدم و آمدم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جاده قم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ستادم،</w:t>
      </w:r>
      <w:r>
        <w:rPr>
          <w:rtl/>
          <w:lang w:bidi="fa-IR"/>
        </w:rPr>
        <w:t xml:space="preserve"> فوراً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گفت کجا؟ گفتم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به جمکران بروم، تا هر کجا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رتان</w:t>
      </w:r>
      <w:r>
        <w:rPr>
          <w:rtl/>
          <w:lang w:bidi="fa-IR"/>
        </w:rPr>
        <w:t xml:space="preserve">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گفت اتفاقاً من هم به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روم، با کم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تعجب سوار شدم. در راه از من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نگرفت.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مرا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و به خانه اش دعوت کرده. آن شب نماز در مسجد جمکران و توسل به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لذّت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در حال نماز و توسل از حضرت درخواست کردم که علت دعوت نشدنم را به من بفهمان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چند شب بعد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من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دعوت نشد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نه. گفت: آن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شب که مرد و زن دورِ هم نشسته بودند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گذاشتند و مردها با هم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تو نه تنها آنها را منع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خودت هم با آنها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چند نفر پشت سر تو گفتند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به جمکران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دل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به درد آورد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ما اگر دم 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مشرف به جمکران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اعمال و رفتارمان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آبرو باشد. با ته</w:t>
      </w:r>
      <w:r>
        <w:rPr>
          <w:rFonts w:hint="cs"/>
          <w:rtl/>
          <w:lang w:bidi="fa-IR"/>
        </w:rPr>
        <w:t>ی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ارو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دل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به دست آورد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لذا مجدداً از تو دعوت کردند.</w:t>
      </w:r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شما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حال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جزوه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دقّت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چرا که متأسفانه 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گناهان سبک شمرده شده و گناهان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مثل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عفّت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اختلاط زن و مرد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اصلاً گناه به شمار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</w:t>
      </w:r>
      <w:r>
        <w:rPr>
          <w:rFonts w:hint="eastAsia"/>
          <w:rtl/>
          <w:lang w:bidi="fa-IR"/>
        </w:rPr>
        <w:t>ناهان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قشرها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هم،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مرتکب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و آن را گناه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بخواهند توبه کنند.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ناً</w:t>
      </w:r>
      <w:r>
        <w:rPr>
          <w:rtl/>
          <w:lang w:bidi="fa-IR"/>
        </w:rPr>
        <w:t xml:space="preserve"> ارتکاب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امام زمانمان را به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از 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باعث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505D3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tl/>
          <w:lang w:bidi="fa-IR"/>
        </w:rPr>
        <w:t xml:space="preserve">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اعمال خود هر لحظه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A06CCD" w:rsidRDefault="00E505D3" w:rsidP="00A06C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06CCD" w:rsidRDefault="00A06CCD" w:rsidP="00E505D3">
      <w:pPr>
        <w:pStyle w:val="Heading1"/>
        <w:rPr>
          <w:rtl/>
          <w:lang w:bidi="fa-IR"/>
        </w:rPr>
      </w:pPr>
      <w:bookmarkStart w:id="26" w:name="_Toc534794173"/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از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گرفت</w:t>
      </w:r>
      <w:bookmarkEnd w:id="26"/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اقوام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که متأسفانه حاضر نشد نام او را ببرم و آدرس منزل را بدهم، سالهاست هر شب چهارشنبه به مسجد مقدس جمکران رفته و ترک نکرده است، و علاق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برگزار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و با آنکه خان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در محرم و صفر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روضه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با آنکه وضع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نداشت.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مجلس او بود، مردم تا خارج از منزل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نشستند.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محل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منزل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 بود که صاحبش فوت کرد و بچه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نداشت لذا مجلس ختم آن مرحوم را در منزلش برگزار کردند. من آن روز، منزل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اقوام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بودم و به دعوت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هم به مجلس ختم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عجب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اطِ</w:t>
      </w:r>
      <w:r>
        <w:rPr>
          <w:rtl/>
          <w:lang w:bidi="fa-IR"/>
        </w:rPr>
        <w:t xml:space="preserve"> با صفا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مخصوص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اگر وضع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حتماً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به او گفتم: شما وضع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عشق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در دل دارد و هر شب چهارشنبه به مسجد مقدس جمکران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از او مدد ب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صاحب خانه شو، همه کاره خداست، تمام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و خزانه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دست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است.</w:t>
      </w:r>
    </w:p>
    <w:p w:rsidR="00A06CCD" w:rsidRDefault="00A06CCD" w:rsidP="00A06CCD">
      <w:pPr>
        <w:pStyle w:val="libNormal"/>
        <w:rPr>
          <w:rtl/>
          <w:lang w:bidi="fa-IR"/>
        </w:rPr>
      </w:pPr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فکر فرو رفت. هفت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بعد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گفت: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تو فکر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واقعاً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به آقا عرض کردم و انشاءاللّه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درخواست 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به آقا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اجداد و طفل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جدّش قسم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و از دامن پُر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او دست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خلاصه او گفت: </w:t>
      </w: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شب چهارشنبه به مسجد مقدس جمکران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بعد از نماز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نماز آقا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خواندم، روزها را با ذکر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الزّمان 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ادرکن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رساندم</w:t>
      </w:r>
      <w:r>
        <w:rPr>
          <w:rtl/>
          <w:lang w:bidi="fa-IR"/>
        </w:rPr>
        <w:t xml:space="preserve"> و هر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روز گذشته عشقم به امامم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دو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شب، خوابِ پدرِ مرحومم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از او سؤال کردم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رسم؟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بر اثر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توسلات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حاجتت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توسلات را قطع نکن و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مرحوم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برو و از او بخواه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دعا کند.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در عالم خواب خدمت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خواب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شناختم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دادند و فرمودند: تعهدات و صحبتها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دربار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با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نکن.</w:t>
      </w:r>
    </w:p>
    <w:p w:rsidR="00A06CCD" w:rsidRDefault="00A06CCD" w:rsidP="00E505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شخص محترم و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مورد نظرم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من گفت: حاضر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را از من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خان</w:t>
      </w:r>
      <w:r w:rsidR="00E505D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خودتان که در آن مجلس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06CC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من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تفاوت آن را هر زمان که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من پرداخت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اگر هم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نشد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من آن را به حساب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مأمور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گذارم. هر چه اصرار کردم </w:t>
      </w:r>
      <w:r>
        <w:rPr>
          <w:rtl/>
          <w:lang w:bidi="fa-IR"/>
        </w:rPr>
        <w:lastRenderedPageBreak/>
        <w:t>که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 و بگو از طرف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نگفت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 داد که نام</w:t>
      </w:r>
      <w:r>
        <w:rPr>
          <w:rFonts w:hint="cs"/>
          <w:rtl/>
          <w:lang w:bidi="fa-IR"/>
        </w:rPr>
        <w:t>ی</w:t>
      </w:r>
      <w:r w:rsidR="00E505D3">
        <w:rPr>
          <w:rtl/>
          <w:lang w:bidi="fa-IR"/>
        </w:rPr>
        <w:t xml:space="preserve"> از او نبرم </w:t>
      </w:r>
    </w:p>
    <w:p w:rsidR="00A06CCD" w:rsidRDefault="00A06CCD" w:rsidP="00A06C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چنان شد که من صاحب آن خانه بزرگ شدم و هر سال در آن منزل مجلس روضه برپاست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آرزومندان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بگرداند.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E505D3" w:rsidTr="00E505D3">
        <w:trPr>
          <w:trHeight w:val="350"/>
        </w:trPr>
        <w:tc>
          <w:tcPr>
            <w:tcW w:w="3344" w:type="dxa"/>
            <w:shd w:val="clear" w:color="auto" w:fill="auto"/>
          </w:tcPr>
          <w:p w:rsidR="00E505D3" w:rsidRDefault="00E505D3" w:rsidP="00E505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سوگند</w:t>
            </w:r>
            <w:r>
              <w:rPr>
                <w:rtl/>
                <w:lang w:bidi="fa-IR"/>
              </w:rPr>
              <w:t xml:space="preserve"> به هر چهارده آ</w:t>
            </w:r>
            <w:r>
              <w:rPr>
                <w:rFonts w:hint="cs"/>
                <w:rtl/>
                <w:lang w:bidi="fa-IR"/>
              </w:rPr>
              <w:t>یه</w:t>
            </w:r>
            <w:r>
              <w:rPr>
                <w:rtl/>
                <w:lang w:bidi="fa-IR"/>
              </w:rPr>
              <w:t xml:space="preserve"> 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E505D3" w:rsidRDefault="00E505D3" w:rsidP="00C572AF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E505D3" w:rsidRDefault="00E505D3" w:rsidP="00C572AF">
            <w:pPr>
              <w:pStyle w:val="libPoem"/>
            </w:pPr>
            <w:r>
              <w:rPr>
                <w:rtl/>
                <w:lang w:bidi="fa-IR"/>
              </w:rPr>
              <w:t>سوگند به زخم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سرشار غرور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05D3" w:rsidTr="00E505D3">
        <w:trPr>
          <w:trHeight w:val="350"/>
        </w:trPr>
        <w:tc>
          <w:tcPr>
            <w:tcW w:w="3344" w:type="dxa"/>
          </w:tcPr>
          <w:p w:rsidR="00E505D3" w:rsidRDefault="00E505D3" w:rsidP="00C572A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آخر</w:t>
            </w:r>
            <w:r>
              <w:rPr>
                <w:rtl/>
                <w:lang w:bidi="fa-IR"/>
              </w:rPr>
              <w:t xml:space="preserve"> شب سرد ما سحر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E505D3" w:rsidRDefault="00E505D3" w:rsidP="00C572A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E505D3" w:rsidRDefault="00E505D3" w:rsidP="00C572AF">
            <w:pPr>
              <w:pStyle w:val="libPoem"/>
            </w:pPr>
            <w:r>
              <w:rPr>
                <w:rtl/>
                <w:lang w:bidi="fa-IR"/>
              </w:rPr>
              <w:t>مهد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عه</w:t>
            </w:r>
            <w:r>
              <w:rPr>
                <w:rtl/>
                <w:lang w:bidi="fa-IR"/>
              </w:rPr>
              <w:t xml:space="preserve"> بر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05D3" w:rsidRDefault="00E505D3" w:rsidP="00A06CCD">
      <w:pPr>
        <w:pStyle w:val="libNormal"/>
        <w:rPr>
          <w:rtl/>
        </w:rPr>
      </w:pPr>
    </w:p>
    <w:p w:rsidR="008F24C2" w:rsidRDefault="00E505D3" w:rsidP="00E505D3">
      <w:pPr>
        <w:pStyle w:val="Heading1Center"/>
        <w:rPr>
          <w:rFonts w:hint="cs"/>
          <w:rtl/>
        </w:rPr>
      </w:pPr>
      <w:r>
        <w:rPr>
          <w:rtl/>
        </w:rPr>
        <w:br w:type="page"/>
      </w:r>
      <w:bookmarkStart w:id="27" w:name="_Toc534794174"/>
      <w:r>
        <w:rPr>
          <w:rFonts w:hint="cs"/>
          <w:rtl/>
        </w:rPr>
        <w:lastRenderedPageBreak/>
        <w:t>فهرست مطالب</w:t>
      </w:r>
      <w:bookmarkEnd w:id="27"/>
    </w:p>
    <w:sdt>
      <w:sdtPr>
        <w:id w:val="86842636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E6B93" w:rsidRDefault="009E6B93" w:rsidP="009E6B93">
          <w:pPr>
            <w:pStyle w:val="TOCHeading"/>
          </w:pPr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794147" w:history="1">
            <w:r w:rsidRPr="00B21C74">
              <w:rPr>
                <w:rStyle w:val="Hyperlink"/>
                <w:noProof/>
                <w:rtl/>
                <w:lang w:bidi="fa-IR"/>
              </w:rPr>
              <w:t>در حر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م مسجد مقدس 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48" w:history="1">
            <w:r w:rsidRPr="00B21C74">
              <w:rPr>
                <w:rStyle w:val="Hyperlink"/>
                <w:noProof/>
                <w:rtl/>
                <w:lang w:bidi="fa-IR"/>
              </w:rPr>
              <w:t>تار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خچه مسجد صاحب الزمان عجل الله تعال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49" w:history="1">
            <w:r w:rsidRPr="00B21C74">
              <w:rPr>
                <w:rStyle w:val="Hyperlink"/>
                <w:noProof/>
                <w:rtl/>
                <w:lang w:bidi="fa-IR"/>
              </w:rPr>
              <w:t>نماز امام زمان عجل الله تعال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ف در مسجد 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0" w:history="1">
            <w:r w:rsidRPr="00B21C74">
              <w:rPr>
                <w:rStyle w:val="Hyperlink"/>
                <w:noProof/>
                <w:rtl/>
                <w:lang w:bidi="fa-IR"/>
              </w:rPr>
              <w:t>فض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لت خواندن نماز در مسجد 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1" w:history="1">
            <w:r w:rsidRPr="00B21C74">
              <w:rPr>
                <w:rStyle w:val="Hyperlink"/>
                <w:noProof/>
                <w:rtl/>
                <w:lang w:bidi="fa-IR"/>
              </w:rPr>
              <w:t>نکات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مهم از حضرت آ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ت اللّه العظم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نجف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مرعش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درباره مسجد مقدس 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2" w:history="1">
            <w:r w:rsidRPr="00B21C74">
              <w:rPr>
                <w:rStyle w:val="Hyperlink"/>
                <w:noProof/>
                <w:rtl/>
                <w:lang w:bidi="fa-IR"/>
              </w:rPr>
              <w:t>مادر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شفا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فرزندش را در مسجد مقدس جمکران گرفت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3" w:history="1">
            <w:r w:rsidRPr="00B21C74">
              <w:rPr>
                <w:rStyle w:val="Hyperlink"/>
                <w:noProof/>
                <w:rtl/>
                <w:lang w:bidi="fa-IR"/>
              </w:rPr>
              <w:t>جوان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قرار بود پاها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ش را قطع 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4" w:history="1">
            <w:r w:rsidRPr="00B21C74">
              <w:rPr>
                <w:rStyle w:val="Hyperlink"/>
                <w:noProof/>
                <w:rtl/>
                <w:lang w:bidi="fa-IR"/>
              </w:rPr>
              <w:t>بچه 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دستش از نخاع قطع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5" w:history="1">
            <w:r w:rsidRPr="00B21C74">
              <w:rPr>
                <w:rStyle w:val="Hyperlink"/>
                <w:noProof/>
                <w:rtl/>
                <w:lang w:bidi="fa-IR"/>
              </w:rPr>
              <w:t>آتش سوز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و مشهد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حسنِ ناب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نا در عرفات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6" w:history="1">
            <w:r w:rsidRPr="00B21C74">
              <w:rPr>
                <w:rStyle w:val="Hyperlink"/>
                <w:noProof/>
                <w:rtl/>
                <w:lang w:bidi="fa-IR"/>
              </w:rPr>
              <w:t>تشرف در عرفات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7" w:history="1">
            <w:r w:rsidRPr="00B21C74">
              <w:rPr>
                <w:rStyle w:val="Hyperlink"/>
                <w:noProof/>
                <w:rtl/>
                <w:lang w:bidi="fa-IR"/>
              </w:rPr>
              <w:t xml:space="preserve">تشرف در هنگام روضه حضرت زهرا </w:t>
            </w:r>
            <w:r w:rsidRPr="00B21C74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8" w:history="1">
            <w:r w:rsidRPr="00B21C74">
              <w:rPr>
                <w:rStyle w:val="Hyperlink"/>
                <w:noProof/>
                <w:rtl/>
                <w:lang w:bidi="fa-IR"/>
              </w:rPr>
              <w:t>دختر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انگشتر نامزد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اش گُم شده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59" w:history="1">
            <w:r w:rsidRPr="00B21C74">
              <w:rPr>
                <w:rStyle w:val="Hyperlink"/>
                <w:noProof/>
                <w:rtl/>
                <w:lang w:bidi="fa-IR"/>
              </w:rPr>
              <w:t>جوان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چشمها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ش را از دست داده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0" w:history="1">
            <w:r w:rsidRPr="00B21C74">
              <w:rPr>
                <w:rStyle w:val="Hyperlink"/>
                <w:noProof/>
                <w:rtl/>
                <w:lang w:bidi="fa-IR"/>
              </w:rPr>
              <w:t>پ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رمرد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در عرفات گُم شده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1" w:history="1">
            <w:r w:rsidRPr="00B21C74">
              <w:rPr>
                <w:rStyle w:val="Hyperlink"/>
                <w:noProof/>
                <w:rtl/>
                <w:lang w:bidi="fa-IR"/>
              </w:rPr>
              <w:t>طلبه 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سرطان حنجره داشت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2" w:history="1">
            <w:r w:rsidRPr="00B21C74">
              <w:rPr>
                <w:rStyle w:val="Hyperlink"/>
                <w:noProof/>
                <w:rtl/>
                <w:lang w:bidi="fa-IR"/>
              </w:rPr>
              <w:t>پدر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نذر م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کند دخترش را به طلبه س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Pr="00B21C74">
              <w:rPr>
                <w:rStyle w:val="Hyperlink"/>
                <w:noProof/>
                <w:rtl/>
                <w:lang w:bidi="fa-IR"/>
              </w:rPr>
              <w:t>د شوهر دهد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3" w:history="1">
            <w:r w:rsidRPr="00B21C74">
              <w:rPr>
                <w:rStyle w:val="Hyperlink"/>
                <w:noProof/>
                <w:rtl/>
                <w:lang w:bidi="fa-IR"/>
              </w:rPr>
              <w:t>مرحوم کاف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فرموده شب اول قبر چه گفتم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4" w:history="1">
            <w:r w:rsidRPr="00B21C74">
              <w:rPr>
                <w:rStyle w:val="Hyperlink"/>
                <w:noProof/>
                <w:rtl/>
                <w:lang w:bidi="fa-IR"/>
              </w:rPr>
              <w:t>ماش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ن در راه خاموش کرد و ماش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ن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رس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5" w:history="1">
            <w:r w:rsidRPr="00B21C74">
              <w:rPr>
                <w:rStyle w:val="Hyperlink"/>
                <w:noProof/>
                <w:rtl/>
                <w:lang w:bidi="fa-IR"/>
              </w:rPr>
              <w:t>چطور ما به شما محل نم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گذار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6" w:history="1">
            <w:r w:rsidRPr="00B21C74">
              <w:rPr>
                <w:rStyle w:val="Hyperlink"/>
                <w:noProof/>
                <w:rtl/>
                <w:lang w:bidi="fa-IR"/>
              </w:rPr>
              <w:t>جوان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از راه رس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د و زائران را از مرگ نجات 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7" w:history="1">
            <w:r w:rsidRPr="00B21C74">
              <w:rPr>
                <w:rStyle w:val="Hyperlink"/>
                <w:noProof/>
                <w:rtl/>
                <w:lang w:bidi="fa-IR"/>
              </w:rPr>
              <w:t>با لطف امام زمان عجل الله تعال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ف زائر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ن از غذا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فاسد استفاده نکردند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8" w:history="1">
            <w:r w:rsidRPr="00B21C74">
              <w:rPr>
                <w:rStyle w:val="Hyperlink"/>
                <w:noProof/>
                <w:rtl/>
                <w:lang w:bidi="fa-IR"/>
              </w:rPr>
              <w:t>زائر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برا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خر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د خانه اش مبلغ 20 م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ل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ون کم داشت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69" w:history="1">
            <w:r w:rsidRPr="00B21C74">
              <w:rPr>
                <w:rStyle w:val="Hyperlink"/>
                <w:noProof/>
                <w:rtl/>
                <w:lang w:bidi="fa-IR"/>
              </w:rPr>
              <w:t>گر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ه برا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B21C74">
              <w:rPr>
                <w:rStyle w:val="Hyperlink"/>
                <w:rFonts w:eastAsiaTheme="minorHAnsi" w:cs="Rafed Alaem"/>
                <w:noProof/>
                <w:rtl/>
              </w:rPr>
              <w:t>عليه‌السلام</w:t>
            </w:r>
            <w:r w:rsidRPr="00B21C74">
              <w:rPr>
                <w:rStyle w:val="Hyperlink"/>
                <w:noProof/>
                <w:rtl/>
                <w:lang w:bidi="fa-IR"/>
              </w:rPr>
              <w:t>جهت د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دار آقا، آ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ا راه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ملاقات هست؟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70" w:history="1">
            <w:r w:rsidRPr="00B21C74">
              <w:rPr>
                <w:rStyle w:val="Hyperlink"/>
                <w:noProof/>
                <w:rtl/>
                <w:lang w:bidi="fa-IR"/>
              </w:rPr>
              <w:t>شفا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طفل فلج مس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ح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با توسل به امام زمان عجل الله تعال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71" w:history="1">
            <w:r w:rsidRPr="00B21C74">
              <w:rPr>
                <w:rStyle w:val="Hyperlink"/>
                <w:noProof/>
                <w:rtl/>
                <w:lang w:bidi="fa-IR"/>
              </w:rPr>
              <w:t>جوان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هشت سال بود بچه دار نم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72" w:history="1">
            <w:r w:rsidRPr="00B21C74">
              <w:rPr>
                <w:rStyle w:val="Hyperlink"/>
                <w:noProof/>
                <w:rtl/>
                <w:lang w:bidi="fa-IR"/>
              </w:rPr>
              <w:t xml:space="preserve">به علت 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ک گناه بزرگ چهار هفته از حضور در مسجد مقدس جمکران محروم شدم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73" w:history="1">
            <w:r w:rsidRPr="00B21C74">
              <w:rPr>
                <w:rStyle w:val="Hyperlink"/>
                <w:noProof/>
                <w:rtl/>
                <w:lang w:bidi="fa-IR"/>
              </w:rPr>
              <w:t>شخص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که خانه ا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وس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ع از امام زمان عجل الله تعال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21C7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21C74">
              <w:rPr>
                <w:rStyle w:val="Hyperlink"/>
                <w:noProof/>
                <w:rtl/>
                <w:lang w:bidi="fa-IR"/>
              </w:rPr>
              <w:t>ف گرفت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794174" w:history="1">
            <w:r w:rsidRPr="00B21C74">
              <w:rPr>
                <w:rStyle w:val="Hyperlink"/>
                <w:noProof/>
                <w:rtl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Toc534794174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E6B93" w:rsidRDefault="009E6B93">
          <w:r>
            <w:fldChar w:fldCharType="end"/>
          </w:r>
        </w:p>
      </w:sdtContent>
    </w:sdt>
    <w:p w:rsidR="00E505D3" w:rsidRPr="00B300E7" w:rsidRDefault="00E505D3" w:rsidP="00E505D3">
      <w:pPr>
        <w:pStyle w:val="libNormal"/>
        <w:rPr>
          <w:lang w:bidi="fa-IR"/>
        </w:rPr>
      </w:pPr>
    </w:p>
    <w:sectPr w:rsidR="00E505D3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6B" w:rsidRDefault="00AD436B">
      <w:r>
        <w:separator/>
      </w:r>
    </w:p>
  </w:endnote>
  <w:endnote w:type="continuationSeparator" w:id="0">
    <w:p w:rsidR="00AD436B" w:rsidRDefault="00AD4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4D" w:rsidRDefault="00AB174D">
    <w:pPr>
      <w:pStyle w:val="Footer"/>
    </w:pPr>
    <w:fldSimple w:instr=" PAGE   \* MERGEFORMAT ">
      <w:r w:rsidR="009E6B93">
        <w:rPr>
          <w:noProof/>
          <w:rtl/>
        </w:rPr>
        <w:t>70</w:t>
      </w:r>
    </w:fldSimple>
  </w:p>
  <w:p w:rsidR="00AB174D" w:rsidRDefault="00AB17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4D" w:rsidRDefault="00AB174D">
    <w:pPr>
      <w:pStyle w:val="Footer"/>
    </w:pPr>
    <w:fldSimple w:instr=" PAGE   \* MERGEFORMAT ">
      <w:r w:rsidR="009E6B93">
        <w:rPr>
          <w:noProof/>
          <w:rtl/>
        </w:rPr>
        <w:t>71</w:t>
      </w:r>
    </w:fldSimple>
  </w:p>
  <w:p w:rsidR="00AB174D" w:rsidRDefault="00AB17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4D" w:rsidRDefault="00AB174D">
    <w:pPr>
      <w:pStyle w:val="Footer"/>
    </w:pPr>
    <w:fldSimple w:instr=" PAGE   \* MERGEFORMAT ">
      <w:r w:rsidR="009E6B93">
        <w:rPr>
          <w:noProof/>
          <w:rtl/>
        </w:rPr>
        <w:t>1</w:t>
      </w:r>
    </w:fldSimple>
  </w:p>
  <w:p w:rsidR="00AB174D" w:rsidRDefault="00AB17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6B" w:rsidRDefault="00AD436B">
      <w:r>
        <w:separator/>
      </w:r>
    </w:p>
  </w:footnote>
  <w:footnote w:type="continuationSeparator" w:id="0">
    <w:p w:rsidR="00AD436B" w:rsidRDefault="00AD43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B3D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7740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1C7E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3D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BB1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1BE6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276B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7F2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3FC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4E30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B93"/>
    <w:rsid w:val="009E6DE8"/>
    <w:rsid w:val="009E7AB9"/>
    <w:rsid w:val="009F2C77"/>
    <w:rsid w:val="009F4A72"/>
    <w:rsid w:val="009F5327"/>
    <w:rsid w:val="009F6DDF"/>
    <w:rsid w:val="00A00A9C"/>
    <w:rsid w:val="00A05A22"/>
    <w:rsid w:val="00A06CCD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74D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436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28DB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6A3D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6C6"/>
    <w:rsid w:val="00C36AF1"/>
    <w:rsid w:val="00C37458"/>
    <w:rsid w:val="00C37AF7"/>
    <w:rsid w:val="00C45E29"/>
    <w:rsid w:val="00C554CC"/>
    <w:rsid w:val="00C617E5"/>
    <w:rsid w:val="00C62C66"/>
    <w:rsid w:val="00C667E4"/>
    <w:rsid w:val="00C741B2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CFB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5D3"/>
    <w:rsid w:val="00E50FF4"/>
    <w:rsid w:val="00E52D3F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05D3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_alsan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8CE46-E43B-4F56-B7C3-78ECC5F9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145</TotalTime>
  <Pages>72</Pages>
  <Words>10776</Words>
  <Characters>61427</Characters>
  <Application>Microsoft Office Word</Application>
  <DocSecurity>0</DocSecurity>
  <Lines>511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1601-01-01T00:00:00Z</cp:lastPrinted>
  <dcterms:created xsi:type="dcterms:W3CDTF">2019-01-06T10:50:00Z</dcterms:created>
  <dcterms:modified xsi:type="dcterms:W3CDTF">2019-01-09T07:17:00Z</dcterms:modified>
</cp:coreProperties>
</file>