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9D6" w:rsidRDefault="004F29D6" w:rsidP="00D757F5">
      <w:pPr>
        <w:pStyle w:val="libCenterBold1"/>
        <w:rPr>
          <w:rtl/>
          <w:lang w:bidi="fa-IR"/>
        </w:rPr>
      </w:pPr>
      <w:r>
        <w:rPr>
          <w:rtl/>
          <w:lang w:bidi="fa-IR"/>
        </w:rPr>
        <w:t>. احكام پسران</w:t>
      </w:r>
    </w:p>
    <w:p w:rsidR="004F29D6" w:rsidRDefault="004F29D6" w:rsidP="00D757F5">
      <w:pPr>
        <w:pStyle w:val="libCenterBold2"/>
        <w:rPr>
          <w:rtl/>
          <w:lang w:bidi="fa-IR"/>
        </w:rPr>
      </w:pPr>
      <w:r>
        <w:rPr>
          <w:rtl/>
          <w:lang w:bidi="fa-IR"/>
        </w:rPr>
        <w:t>نويسنده : سيد مهدى آيت اللهى</w:t>
      </w:r>
    </w:p>
    <w:p w:rsidR="00D757F5" w:rsidRDefault="00D757F5" w:rsidP="00D757F5">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D757F5">
        <w:rPr>
          <w:rStyle w:val="libAlaemChar"/>
          <w:rtl/>
        </w:rPr>
        <w:t>عليهما‌السلام</w:t>
      </w:r>
      <w:r>
        <w:rPr>
          <w:rtl/>
        </w:rPr>
        <w:t xml:space="preserve"> بصورت الکترونیکی برای مخاطبین گرامی منتشر شده است</w:t>
      </w:r>
      <w:r>
        <w:rPr>
          <w:rFonts w:hint="cs"/>
          <w:rtl/>
        </w:rPr>
        <w:t>.</w:t>
      </w:r>
    </w:p>
    <w:p w:rsidR="004F29D6" w:rsidRDefault="00D757F5" w:rsidP="00D757F5">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4F29D6" w:rsidRDefault="00D757F5" w:rsidP="00D757F5">
      <w:pPr>
        <w:pStyle w:val="Heading1"/>
        <w:rPr>
          <w:rtl/>
          <w:lang w:bidi="fa-IR"/>
        </w:rPr>
      </w:pPr>
      <w:r>
        <w:rPr>
          <w:rtl/>
          <w:lang w:bidi="fa-IR"/>
        </w:rPr>
        <w:br w:type="page"/>
      </w:r>
      <w:bookmarkStart w:id="0" w:name="_Toc513640243"/>
      <w:bookmarkStart w:id="1" w:name="_Toc513716048"/>
      <w:bookmarkStart w:id="2" w:name="_Toc513716288"/>
      <w:bookmarkStart w:id="3" w:name="_Toc513716399"/>
      <w:bookmarkStart w:id="4" w:name="_Toc513716779"/>
      <w:r w:rsidR="004F29D6">
        <w:rPr>
          <w:rtl/>
          <w:lang w:bidi="fa-IR"/>
        </w:rPr>
        <w:lastRenderedPageBreak/>
        <w:t>سخنى با خواننده</w:t>
      </w:r>
      <w:bookmarkEnd w:id="0"/>
      <w:bookmarkEnd w:id="1"/>
      <w:bookmarkEnd w:id="2"/>
      <w:bookmarkEnd w:id="3"/>
      <w:bookmarkEnd w:id="4"/>
    </w:p>
    <w:p w:rsidR="004F29D6" w:rsidRDefault="004F29D6" w:rsidP="00D757F5">
      <w:pPr>
        <w:pStyle w:val="libCenterBold2"/>
        <w:rPr>
          <w:rtl/>
          <w:lang w:bidi="fa-IR"/>
        </w:rPr>
      </w:pPr>
      <w:r>
        <w:rPr>
          <w:rtl/>
          <w:lang w:bidi="fa-IR"/>
        </w:rPr>
        <w:t>بسم الله الرحمن الرحيم</w:t>
      </w:r>
    </w:p>
    <w:p w:rsidR="004F29D6" w:rsidRDefault="004F29D6" w:rsidP="004F29D6">
      <w:pPr>
        <w:pStyle w:val="libNormal"/>
        <w:rPr>
          <w:rtl/>
          <w:lang w:bidi="fa-IR"/>
        </w:rPr>
      </w:pPr>
      <w:r>
        <w:rPr>
          <w:rtl/>
          <w:lang w:bidi="fa-IR"/>
        </w:rPr>
        <w:t>نظر به اين كه مردان و زنان و پسران و دختران در بيشتر مسائل شرعى ، با هم مشتركند ولى در پاره اى از مسائل از هم جدا مى باشند، و هر گروه براى خود احكام ويژه اى دارد ما بر آن شديم كه براى هر گروه بطور جداگانه احكامى را تهيه نماييم و سعى بر آن داشتيم مسائلى را مطرح كنيم كه مورد اختلاف فقها و مراجع تقليد نباشد و هر كس از هر مجتهدى كه تقليد مى كند بتواند به مسائل عمل كند و گاهى كه ناچار به ذكر مساءله مورد اختلاف شده ايم در پاورقى آورده ايم .</w:t>
      </w:r>
    </w:p>
    <w:p w:rsidR="004F29D6" w:rsidRDefault="004F29D6" w:rsidP="004F29D6">
      <w:pPr>
        <w:pStyle w:val="libNormal"/>
        <w:rPr>
          <w:rtl/>
          <w:lang w:bidi="fa-IR"/>
        </w:rPr>
      </w:pPr>
      <w:r>
        <w:rPr>
          <w:rtl/>
          <w:lang w:bidi="fa-IR"/>
        </w:rPr>
        <w:t>در پايان بايد از برادر محترم و دانشمند، جناب آقاى فلاح زاده كه در تنظيم مسائل و مباحث كتاب ، همكارى نموده اند، تشكر نماييم .</w:t>
      </w:r>
    </w:p>
    <w:p w:rsidR="004F29D6" w:rsidRDefault="004F29D6" w:rsidP="004F29D6">
      <w:pPr>
        <w:pStyle w:val="libNormal"/>
        <w:rPr>
          <w:rtl/>
          <w:lang w:bidi="fa-IR"/>
        </w:rPr>
      </w:pPr>
      <w:r>
        <w:rPr>
          <w:rtl/>
          <w:lang w:bidi="fa-IR"/>
        </w:rPr>
        <w:t>با تقديم احترام - قم سيد مهدى آيت اللهى (دادور) ٥/٥/٨٠</w:t>
      </w:r>
    </w:p>
    <w:p w:rsidR="004F29D6" w:rsidRDefault="00D757F5" w:rsidP="00D757F5">
      <w:pPr>
        <w:pStyle w:val="Heading1"/>
        <w:rPr>
          <w:rtl/>
          <w:lang w:bidi="fa-IR"/>
        </w:rPr>
      </w:pPr>
      <w:r>
        <w:rPr>
          <w:rtl/>
          <w:lang w:bidi="fa-IR"/>
        </w:rPr>
        <w:br w:type="page"/>
      </w:r>
      <w:bookmarkStart w:id="5" w:name="_Toc513640244"/>
      <w:bookmarkStart w:id="6" w:name="_Toc513716049"/>
      <w:bookmarkStart w:id="7" w:name="_Toc513716289"/>
      <w:bookmarkStart w:id="8" w:name="_Toc513716400"/>
      <w:bookmarkStart w:id="9" w:name="_Toc513716780"/>
      <w:r w:rsidR="004F29D6">
        <w:rPr>
          <w:rtl/>
          <w:lang w:bidi="fa-IR"/>
        </w:rPr>
        <w:lastRenderedPageBreak/>
        <w:t>درس اول : شناخت احكام</w:t>
      </w:r>
      <w:bookmarkEnd w:id="5"/>
      <w:bookmarkEnd w:id="6"/>
      <w:bookmarkEnd w:id="7"/>
      <w:bookmarkEnd w:id="8"/>
      <w:bookmarkEnd w:id="9"/>
    </w:p>
    <w:p w:rsidR="004F29D6" w:rsidRDefault="004F29D6" w:rsidP="004F29D6">
      <w:pPr>
        <w:pStyle w:val="libNormal"/>
        <w:rPr>
          <w:rtl/>
          <w:lang w:bidi="fa-IR"/>
        </w:rPr>
      </w:pPr>
      <w:r>
        <w:rPr>
          <w:rtl/>
          <w:lang w:bidi="fa-IR"/>
        </w:rPr>
        <w:t>ارزش انسان در اين است كه تلاش كند برنامه زندگى خود را بر اساس قوانين و مقررات اسلامى پايه گذارى نمايد اين مقرارت عبارتند از:</w:t>
      </w:r>
    </w:p>
    <w:p w:rsidR="004F29D6" w:rsidRDefault="004F29D6" w:rsidP="004F29D6">
      <w:pPr>
        <w:pStyle w:val="libNormal"/>
        <w:rPr>
          <w:rtl/>
          <w:lang w:bidi="fa-IR"/>
        </w:rPr>
      </w:pPr>
      <w:r>
        <w:rPr>
          <w:rtl/>
          <w:lang w:bidi="fa-IR"/>
        </w:rPr>
        <w:t>١</w:t>
      </w:r>
      <w:r w:rsidR="00D757F5">
        <w:rPr>
          <w:lang w:bidi="fa-IR"/>
        </w:rPr>
        <w:t xml:space="preserve"> </w:t>
      </w:r>
      <w:r>
        <w:rPr>
          <w:rtl/>
          <w:lang w:bidi="fa-IR"/>
        </w:rPr>
        <w:t>- مبانى اعتقادى كه شامل اصول دين است . اين نوع چون مربوط به اساس دين است بايد از روى دليل باشد، هر چند كه دليل ساده باشد. در اين صورت در مسائل اعتقادى و اصول دين ، جاى تقليد نيست .</w:t>
      </w:r>
    </w:p>
    <w:p w:rsidR="004F29D6" w:rsidRDefault="004F29D6" w:rsidP="004F29D6">
      <w:pPr>
        <w:pStyle w:val="libNormal"/>
        <w:rPr>
          <w:rtl/>
          <w:lang w:bidi="fa-IR"/>
        </w:rPr>
      </w:pPr>
      <w:r>
        <w:rPr>
          <w:rtl/>
          <w:lang w:bidi="fa-IR"/>
        </w:rPr>
        <w:t>٢</w:t>
      </w:r>
      <w:r w:rsidR="00D757F5">
        <w:rPr>
          <w:lang w:bidi="fa-IR"/>
        </w:rPr>
        <w:t xml:space="preserve"> </w:t>
      </w:r>
      <w:r>
        <w:rPr>
          <w:rtl/>
          <w:lang w:bidi="fa-IR"/>
        </w:rPr>
        <w:t>- احكام يا دستورات عملى كه مربوط به فروع دين است .اين نوع چون مربوط است به فروع دين و كارهايى كه انسان بايد انجام دهد مربوط مى شود به احكام و دستورات دين كه از طريق تقليد و پيروى از مجتهد و كارشناس متخصص ‍ صورت مى گيرد.</w:t>
      </w:r>
    </w:p>
    <w:p w:rsidR="004F29D6" w:rsidRDefault="004F29D6" w:rsidP="004F29D6">
      <w:pPr>
        <w:pStyle w:val="libNormal"/>
        <w:rPr>
          <w:rtl/>
          <w:lang w:bidi="fa-IR"/>
        </w:rPr>
      </w:pPr>
      <w:r>
        <w:rPr>
          <w:rtl/>
          <w:lang w:bidi="fa-IR"/>
        </w:rPr>
        <w:t>٣</w:t>
      </w:r>
      <w:r w:rsidR="00D757F5">
        <w:rPr>
          <w:lang w:bidi="fa-IR"/>
        </w:rPr>
        <w:t xml:space="preserve"> </w:t>
      </w:r>
      <w:r>
        <w:rPr>
          <w:rtl/>
          <w:lang w:bidi="fa-IR"/>
        </w:rPr>
        <w:t>- اخلاق كه مربوط است به پرورش روح و سالم سازى روان و ايجاد صفات پسنديده در انسان .</w:t>
      </w:r>
    </w:p>
    <w:p w:rsidR="004F29D6" w:rsidRDefault="004F29D6" w:rsidP="004F29D6">
      <w:pPr>
        <w:pStyle w:val="libNormal"/>
        <w:rPr>
          <w:rtl/>
          <w:lang w:bidi="fa-IR"/>
        </w:rPr>
      </w:pPr>
      <w:r>
        <w:rPr>
          <w:rtl/>
          <w:lang w:bidi="fa-IR"/>
        </w:rPr>
        <w:t>مسائل اخلاقى گاهى بصورت اخلاق عملى و سيره و زندگى امامان و بزرگان مطرح مى شود و گاهى به صورت اخلاق نظرى است كه از طريق آشنايى به احاديث و روايات بدست مى آيد.</w:t>
      </w:r>
    </w:p>
    <w:p w:rsidR="004F29D6" w:rsidRDefault="004F29D6" w:rsidP="004F29D6">
      <w:pPr>
        <w:pStyle w:val="libNormal"/>
        <w:rPr>
          <w:rtl/>
          <w:lang w:bidi="fa-IR"/>
        </w:rPr>
      </w:pPr>
      <w:r>
        <w:rPr>
          <w:rtl/>
          <w:lang w:bidi="fa-IR"/>
        </w:rPr>
        <w:t>بايد توجه داشت كه احكام اسلامى به دو دسته تقسيم مى شود:</w:t>
      </w:r>
    </w:p>
    <w:p w:rsidR="004F29D6" w:rsidRDefault="004F29D6" w:rsidP="004F29D6">
      <w:pPr>
        <w:pStyle w:val="libNormal"/>
        <w:rPr>
          <w:rtl/>
          <w:lang w:bidi="fa-IR"/>
        </w:rPr>
      </w:pPr>
      <w:r>
        <w:rPr>
          <w:rtl/>
          <w:lang w:bidi="fa-IR"/>
        </w:rPr>
        <w:t>١- تكليفى :</w:t>
      </w:r>
    </w:p>
    <w:p w:rsidR="004F29D6" w:rsidRDefault="004F29D6" w:rsidP="004F29D6">
      <w:pPr>
        <w:pStyle w:val="libNormal"/>
        <w:rPr>
          <w:rtl/>
          <w:lang w:bidi="fa-IR"/>
        </w:rPr>
      </w:pPr>
      <w:r>
        <w:rPr>
          <w:rtl/>
          <w:lang w:bidi="fa-IR"/>
        </w:rPr>
        <w:t>احكامى است كه وظيفه انسان را نسبت به رفتار خود مشخص مى كند مثل اينكه عملى واجب يا حرام يا مستحب يا مباح و يا مكروه است .</w:t>
      </w:r>
    </w:p>
    <w:p w:rsidR="004F29D6" w:rsidRDefault="004F29D6" w:rsidP="004F29D6">
      <w:pPr>
        <w:pStyle w:val="libNormal"/>
        <w:rPr>
          <w:rtl/>
          <w:lang w:bidi="fa-IR"/>
        </w:rPr>
      </w:pPr>
      <w:r>
        <w:rPr>
          <w:rtl/>
          <w:lang w:bidi="fa-IR"/>
        </w:rPr>
        <w:t>٢- وضعى :</w:t>
      </w:r>
    </w:p>
    <w:p w:rsidR="004F29D6" w:rsidRDefault="004F29D6" w:rsidP="004F29D6">
      <w:pPr>
        <w:pStyle w:val="libNormal"/>
        <w:rPr>
          <w:rtl/>
          <w:lang w:bidi="fa-IR"/>
        </w:rPr>
      </w:pPr>
      <w:r>
        <w:rPr>
          <w:rtl/>
          <w:lang w:bidi="fa-IR"/>
        </w:rPr>
        <w:t>حكمى است كه شرع غير از آن پنج قسم در مورد عملى كه انسان انجام داده و يا وضعى كه پيش آمده ، آورده باشد.</w:t>
      </w:r>
    </w:p>
    <w:p w:rsidR="004F29D6" w:rsidRDefault="004F29D6" w:rsidP="004F29D6">
      <w:pPr>
        <w:pStyle w:val="libNormal"/>
        <w:rPr>
          <w:rtl/>
          <w:lang w:bidi="fa-IR"/>
        </w:rPr>
      </w:pPr>
      <w:r>
        <w:rPr>
          <w:rtl/>
          <w:lang w:bidi="fa-IR"/>
        </w:rPr>
        <w:lastRenderedPageBreak/>
        <w:t>واجب - كارى است كه انجام آن لازم و ترك آن كيفر الهى دارد مثل نماز و روزه</w:t>
      </w:r>
    </w:p>
    <w:p w:rsidR="004F29D6" w:rsidRDefault="004F29D6" w:rsidP="004F29D6">
      <w:pPr>
        <w:pStyle w:val="libNormal"/>
        <w:rPr>
          <w:rtl/>
          <w:lang w:bidi="fa-IR"/>
        </w:rPr>
      </w:pPr>
      <w:r>
        <w:rPr>
          <w:rtl/>
          <w:lang w:bidi="fa-IR"/>
        </w:rPr>
        <w:t>حرام - كارى است كه ترك آن لازم و انجام آن كيفر دارد مانند بد گويى و دروغ</w:t>
      </w:r>
    </w:p>
    <w:p w:rsidR="004F29D6" w:rsidRDefault="004F29D6" w:rsidP="004F29D6">
      <w:pPr>
        <w:pStyle w:val="libNormal"/>
        <w:rPr>
          <w:rtl/>
          <w:lang w:bidi="fa-IR"/>
        </w:rPr>
      </w:pPr>
      <w:r>
        <w:rPr>
          <w:rtl/>
          <w:lang w:bidi="fa-IR"/>
        </w:rPr>
        <w:t>مستحب - كارى است كه انجام آن داراى ثواب است و ترك آن كيفرى ندارد مثل نمازهاى مستحبى .</w:t>
      </w:r>
    </w:p>
    <w:p w:rsidR="004F29D6" w:rsidRDefault="004F29D6" w:rsidP="004F29D6">
      <w:pPr>
        <w:pStyle w:val="libNormal"/>
        <w:rPr>
          <w:rtl/>
          <w:lang w:bidi="fa-IR"/>
        </w:rPr>
      </w:pPr>
      <w:r>
        <w:rPr>
          <w:rtl/>
          <w:lang w:bidi="fa-IR"/>
        </w:rPr>
        <w:t>مكروه - كارى است كه ترك آن خوب و ثواب دارد و انجام آن كيفرى ب</w:t>
      </w:r>
      <w:r w:rsidR="00D757F5">
        <w:rPr>
          <w:rFonts w:hint="cs"/>
          <w:rtl/>
          <w:lang w:bidi="fa-IR"/>
        </w:rPr>
        <w:t xml:space="preserve">ه </w:t>
      </w:r>
      <w:r>
        <w:rPr>
          <w:rtl/>
          <w:lang w:bidi="fa-IR"/>
        </w:rPr>
        <w:t>دنبال ندارد مثل خواندن نماز مستحبى در حال خستگى .</w:t>
      </w:r>
    </w:p>
    <w:p w:rsidR="004F29D6" w:rsidRDefault="004F29D6" w:rsidP="004F29D6">
      <w:pPr>
        <w:pStyle w:val="libNormal"/>
        <w:rPr>
          <w:rtl/>
          <w:lang w:bidi="fa-IR"/>
        </w:rPr>
      </w:pPr>
      <w:r>
        <w:rPr>
          <w:rtl/>
          <w:lang w:bidi="fa-IR"/>
        </w:rPr>
        <w:t>مباح - كارى كه انجام آن مساوى است نه داراى كيفرى است و نه ثواب و اجرى دارد كه بسيارى از كارهاى روزمره انسان مثل آب آشاميدن - غذا خوردن از اين نوع است .</w:t>
      </w:r>
    </w:p>
    <w:p w:rsidR="004F29D6" w:rsidRDefault="004F29D6" w:rsidP="004F29D6">
      <w:pPr>
        <w:pStyle w:val="libNormal"/>
        <w:rPr>
          <w:rtl/>
          <w:lang w:bidi="fa-IR"/>
        </w:rPr>
      </w:pPr>
      <w:r>
        <w:rPr>
          <w:rtl/>
          <w:lang w:bidi="fa-IR"/>
        </w:rPr>
        <w:t>انسان براى بدست آوردن احكام دينى مى تواند يكى از اين سه راه را انتخاب كند:</w:t>
      </w:r>
    </w:p>
    <w:p w:rsidR="004F29D6" w:rsidRDefault="004F29D6" w:rsidP="004F29D6">
      <w:pPr>
        <w:pStyle w:val="libNormal"/>
        <w:rPr>
          <w:rtl/>
          <w:lang w:bidi="fa-IR"/>
        </w:rPr>
      </w:pPr>
      <w:r>
        <w:rPr>
          <w:rtl/>
          <w:lang w:bidi="fa-IR"/>
        </w:rPr>
        <w:t>١</w:t>
      </w:r>
      <w:r w:rsidR="00D757F5">
        <w:rPr>
          <w:rFonts w:hint="cs"/>
          <w:rtl/>
          <w:lang w:bidi="fa-IR"/>
        </w:rPr>
        <w:t xml:space="preserve"> </w:t>
      </w:r>
      <w:r>
        <w:rPr>
          <w:rtl/>
          <w:lang w:bidi="fa-IR"/>
        </w:rPr>
        <w:t>- اجتهاد ٢</w:t>
      </w:r>
      <w:r w:rsidR="00D757F5">
        <w:rPr>
          <w:rFonts w:hint="cs"/>
          <w:rtl/>
          <w:lang w:bidi="fa-IR"/>
        </w:rPr>
        <w:t xml:space="preserve"> </w:t>
      </w:r>
      <w:r>
        <w:rPr>
          <w:rtl/>
          <w:lang w:bidi="fa-IR"/>
        </w:rPr>
        <w:t>- احتياط ٣</w:t>
      </w:r>
      <w:r w:rsidR="00D757F5">
        <w:rPr>
          <w:rFonts w:hint="cs"/>
          <w:rtl/>
          <w:lang w:bidi="fa-IR"/>
        </w:rPr>
        <w:t xml:space="preserve"> </w:t>
      </w:r>
      <w:r>
        <w:rPr>
          <w:rtl/>
          <w:lang w:bidi="fa-IR"/>
        </w:rPr>
        <w:t>- تقليد</w:t>
      </w:r>
    </w:p>
    <w:p w:rsidR="004F29D6" w:rsidRDefault="004F29D6" w:rsidP="004F29D6">
      <w:pPr>
        <w:pStyle w:val="libNormal"/>
        <w:rPr>
          <w:rtl/>
          <w:lang w:bidi="fa-IR"/>
        </w:rPr>
      </w:pPr>
      <w:r>
        <w:rPr>
          <w:rtl/>
          <w:lang w:bidi="fa-IR"/>
        </w:rPr>
        <w:t>اينك به توضيح هر يك مى پردازيم :</w:t>
      </w:r>
    </w:p>
    <w:p w:rsidR="004F29D6" w:rsidRDefault="00D757F5" w:rsidP="003D25DB">
      <w:pPr>
        <w:pStyle w:val="Heading2"/>
        <w:rPr>
          <w:rtl/>
          <w:lang w:bidi="fa-IR"/>
        </w:rPr>
      </w:pPr>
      <w:r>
        <w:rPr>
          <w:rtl/>
          <w:lang w:bidi="fa-IR"/>
        </w:rPr>
        <w:br w:type="page"/>
      </w:r>
      <w:bookmarkStart w:id="10" w:name="_Toc513640245"/>
      <w:bookmarkStart w:id="11" w:name="_Toc513716050"/>
      <w:bookmarkStart w:id="12" w:name="_Toc513716290"/>
      <w:bookmarkStart w:id="13" w:name="_Toc513716401"/>
      <w:bookmarkStart w:id="14" w:name="_Toc513716781"/>
      <w:r w:rsidR="004F29D6">
        <w:rPr>
          <w:rtl/>
          <w:lang w:bidi="fa-IR"/>
        </w:rPr>
        <w:lastRenderedPageBreak/>
        <w:t>١</w:t>
      </w:r>
      <w:r>
        <w:rPr>
          <w:rFonts w:hint="cs"/>
          <w:rtl/>
          <w:lang w:bidi="fa-IR"/>
        </w:rPr>
        <w:t xml:space="preserve"> </w:t>
      </w:r>
      <w:r w:rsidR="004F29D6">
        <w:rPr>
          <w:rtl/>
          <w:lang w:bidi="fa-IR"/>
        </w:rPr>
        <w:t>- اجتهاد:</w:t>
      </w:r>
      <w:bookmarkEnd w:id="10"/>
      <w:bookmarkEnd w:id="11"/>
      <w:bookmarkEnd w:id="12"/>
      <w:bookmarkEnd w:id="13"/>
      <w:bookmarkEnd w:id="14"/>
    </w:p>
    <w:p w:rsidR="004F29D6" w:rsidRDefault="004F29D6" w:rsidP="004F29D6">
      <w:pPr>
        <w:pStyle w:val="libNormal"/>
        <w:rPr>
          <w:rtl/>
          <w:lang w:bidi="fa-IR"/>
        </w:rPr>
      </w:pPr>
      <w:r>
        <w:rPr>
          <w:rtl/>
          <w:lang w:bidi="fa-IR"/>
        </w:rPr>
        <w:t>اجتهاد در لغت به معنى سعى و تلاش و در اصطلاح فقهى عبارت از بدست آوردن احكام از قرآن - سنت - عقل و اجماع است . سنت عبارت از مجموعه گفتار معصومين و رفتار آنان و تقرير و امضاى ايشان و اجماع همان اتفاق فقهاست بر حكمى از احكام دينى .</w:t>
      </w:r>
    </w:p>
    <w:p w:rsidR="004F29D6" w:rsidRDefault="004F29D6" w:rsidP="003D25DB">
      <w:pPr>
        <w:pStyle w:val="Heading2"/>
        <w:rPr>
          <w:rtl/>
          <w:lang w:bidi="fa-IR"/>
        </w:rPr>
      </w:pPr>
      <w:bookmarkStart w:id="15" w:name="_Toc513640246"/>
      <w:bookmarkStart w:id="16" w:name="_Toc513716051"/>
      <w:bookmarkStart w:id="17" w:name="_Toc513716291"/>
      <w:bookmarkStart w:id="18" w:name="_Toc513716402"/>
      <w:bookmarkStart w:id="19" w:name="_Toc513716782"/>
      <w:r>
        <w:rPr>
          <w:rtl/>
          <w:lang w:bidi="fa-IR"/>
        </w:rPr>
        <w:t>٢</w:t>
      </w:r>
      <w:r w:rsidR="00D757F5">
        <w:rPr>
          <w:rFonts w:hint="cs"/>
          <w:rtl/>
          <w:lang w:bidi="fa-IR"/>
        </w:rPr>
        <w:t xml:space="preserve"> </w:t>
      </w:r>
      <w:r>
        <w:rPr>
          <w:rtl/>
          <w:lang w:bidi="fa-IR"/>
        </w:rPr>
        <w:t>- احتياط:</w:t>
      </w:r>
      <w:bookmarkEnd w:id="15"/>
      <w:bookmarkEnd w:id="16"/>
      <w:bookmarkEnd w:id="17"/>
      <w:bookmarkEnd w:id="18"/>
      <w:bookmarkEnd w:id="19"/>
    </w:p>
    <w:p w:rsidR="004F29D6" w:rsidRDefault="004F29D6" w:rsidP="004F29D6">
      <w:pPr>
        <w:pStyle w:val="libNormal"/>
        <w:rPr>
          <w:rtl/>
          <w:lang w:bidi="fa-IR"/>
        </w:rPr>
      </w:pPr>
      <w:r>
        <w:rPr>
          <w:rtl/>
          <w:lang w:bidi="fa-IR"/>
        </w:rPr>
        <w:t>عبارت است از عمل كردن به احكام ، به نحوى كه انسان يقين كند به وظيفه اش عمل كرده است در اينصورت عمل به احتياط براى كسانى است كه موارد احتياط را بشناسند و اين خود، كار دشوارى است .</w:t>
      </w:r>
    </w:p>
    <w:p w:rsidR="004F29D6" w:rsidRDefault="00D757F5" w:rsidP="003D25DB">
      <w:pPr>
        <w:pStyle w:val="Heading2"/>
        <w:rPr>
          <w:rtl/>
          <w:lang w:bidi="fa-IR"/>
        </w:rPr>
      </w:pPr>
      <w:r>
        <w:rPr>
          <w:rtl/>
          <w:lang w:bidi="fa-IR"/>
        </w:rPr>
        <w:br w:type="page"/>
      </w:r>
      <w:bookmarkStart w:id="20" w:name="_Toc513640247"/>
      <w:bookmarkStart w:id="21" w:name="_Toc513716052"/>
      <w:bookmarkStart w:id="22" w:name="_Toc513716292"/>
      <w:bookmarkStart w:id="23" w:name="_Toc513716403"/>
      <w:bookmarkStart w:id="24" w:name="_Toc513716783"/>
      <w:r w:rsidR="004F29D6">
        <w:rPr>
          <w:rtl/>
          <w:lang w:bidi="fa-IR"/>
        </w:rPr>
        <w:lastRenderedPageBreak/>
        <w:t>٣</w:t>
      </w:r>
      <w:r>
        <w:rPr>
          <w:rFonts w:hint="cs"/>
          <w:rtl/>
          <w:lang w:bidi="fa-IR"/>
        </w:rPr>
        <w:t xml:space="preserve"> </w:t>
      </w:r>
      <w:r w:rsidR="004F29D6">
        <w:rPr>
          <w:rtl/>
          <w:lang w:bidi="fa-IR"/>
        </w:rPr>
        <w:t>- تقليد:</w:t>
      </w:r>
      <w:bookmarkEnd w:id="20"/>
      <w:bookmarkEnd w:id="21"/>
      <w:bookmarkEnd w:id="22"/>
      <w:bookmarkEnd w:id="23"/>
      <w:bookmarkEnd w:id="24"/>
    </w:p>
    <w:p w:rsidR="004F29D6" w:rsidRDefault="004F29D6" w:rsidP="004F29D6">
      <w:pPr>
        <w:pStyle w:val="libNormal"/>
        <w:rPr>
          <w:rtl/>
          <w:lang w:bidi="fa-IR"/>
        </w:rPr>
      </w:pPr>
      <w:r>
        <w:rPr>
          <w:rtl/>
          <w:lang w:bidi="fa-IR"/>
        </w:rPr>
        <w:t>تقليد عبارت است از عمل شخص مكلف به دستورات مجتهد جامع الشرايط، بنابراين بر هر شخص مكلفى كه مجتهد نيست و طريق احتياط را نمى شناسد و يا مى شناسد ولى نمى خواهد عمل كند، لازم است بخاطر صحيح بودن عبادتش ، به يكى از مجتهدين جامع الشرايط رجوع نموده و از او تقليد نمايد.</w:t>
      </w:r>
    </w:p>
    <w:p w:rsidR="004F29D6" w:rsidRDefault="004F29D6" w:rsidP="004F29D6">
      <w:pPr>
        <w:pStyle w:val="libNormal"/>
        <w:rPr>
          <w:rtl/>
          <w:lang w:bidi="fa-IR"/>
        </w:rPr>
      </w:pPr>
      <w:r>
        <w:rPr>
          <w:rtl/>
          <w:lang w:bidi="fa-IR"/>
        </w:rPr>
        <w:t>مى دانيم كه تقليد يك مساءله فطرى است و چيزى نيست كه اسلام از خود براى ما آورده باشد بلكه هر كسى به حكم فطرت خداداد خويش ، در مسائلى كه نمى داند و يا نياز جسمى و يا روانى او مى طلبد به متخصص فن مراجعه مى كند تا مشكل او حل شود در اين صورت بيمار به پزشك ، شاگرد به معلم و جاهل به مسائل شرعى ، به متخصص اين فن كه مجتهد جامع الشرايط است مراجعه مى نمايد.</w:t>
      </w:r>
    </w:p>
    <w:p w:rsidR="004F29D6" w:rsidRDefault="004F29D6" w:rsidP="004F29D6">
      <w:pPr>
        <w:pStyle w:val="libNormal"/>
        <w:rPr>
          <w:rtl/>
          <w:lang w:bidi="fa-IR"/>
        </w:rPr>
      </w:pPr>
      <w:r>
        <w:rPr>
          <w:rtl/>
          <w:lang w:bidi="fa-IR"/>
        </w:rPr>
        <w:t>تقليد بر دو نوع است :</w:t>
      </w:r>
    </w:p>
    <w:p w:rsidR="004F29D6" w:rsidRDefault="004F29D6" w:rsidP="00D757F5">
      <w:pPr>
        <w:pStyle w:val="Heading2"/>
        <w:rPr>
          <w:rtl/>
          <w:lang w:bidi="fa-IR"/>
        </w:rPr>
      </w:pPr>
      <w:bookmarkStart w:id="25" w:name="_Toc513640248"/>
      <w:bookmarkStart w:id="26" w:name="_Toc513716053"/>
      <w:bookmarkStart w:id="27" w:name="_Toc513716293"/>
      <w:bookmarkStart w:id="28" w:name="_Toc513716404"/>
      <w:bookmarkStart w:id="29" w:name="_Toc513716784"/>
      <w:r>
        <w:rPr>
          <w:rtl/>
          <w:lang w:bidi="fa-IR"/>
        </w:rPr>
        <w:t>١</w:t>
      </w:r>
      <w:r w:rsidR="00D757F5">
        <w:rPr>
          <w:rFonts w:hint="cs"/>
          <w:rtl/>
          <w:lang w:bidi="fa-IR"/>
        </w:rPr>
        <w:t xml:space="preserve"> </w:t>
      </w:r>
      <w:r>
        <w:rPr>
          <w:rtl/>
          <w:lang w:bidi="fa-IR"/>
        </w:rPr>
        <w:t>- تقليد كوركورانه :</w:t>
      </w:r>
      <w:bookmarkEnd w:id="25"/>
      <w:bookmarkEnd w:id="26"/>
      <w:bookmarkEnd w:id="27"/>
      <w:bookmarkEnd w:id="28"/>
      <w:bookmarkEnd w:id="29"/>
    </w:p>
    <w:p w:rsidR="004F29D6" w:rsidRDefault="004F29D6" w:rsidP="004F29D6">
      <w:pPr>
        <w:pStyle w:val="libNormal"/>
        <w:rPr>
          <w:rtl/>
          <w:lang w:bidi="fa-IR"/>
        </w:rPr>
      </w:pPr>
      <w:r>
        <w:rPr>
          <w:rtl/>
          <w:lang w:bidi="fa-IR"/>
        </w:rPr>
        <w:t>عبارت از كارى است كه انسان بدون آگاهى و توجه به اين كه آيا اين تقليد برايش سودمند است يا زيان آور، از ديگران الگو بگيرد و رفتار و گفتار ديگران را براى خود سرمشق قرار دهد.</w:t>
      </w:r>
    </w:p>
    <w:p w:rsidR="004F29D6" w:rsidRDefault="00D757F5" w:rsidP="003D25DB">
      <w:pPr>
        <w:pStyle w:val="Heading2"/>
        <w:rPr>
          <w:rtl/>
          <w:lang w:bidi="fa-IR"/>
        </w:rPr>
      </w:pPr>
      <w:r>
        <w:rPr>
          <w:rtl/>
          <w:lang w:bidi="fa-IR"/>
        </w:rPr>
        <w:br w:type="page"/>
      </w:r>
      <w:bookmarkStart w:id="30" w:name="_Toc513640249"/>
      <w:bookmarkStart w:id="31" w:name="_Toc513716054"/>
      <w:bookmarkStart w:id="32" w:name="_Toc513716294"/>
      <w:bookmarkStart w:id="33" w:name="_Toc513716405"/>
      <w:bookmarkStart w:id="34" w:name="_Toc513716785"/>
      <w:r w:rsidR="004F29D6">
        <w:rPr>
          <w:rtl/>
          <w:lang w:bidi="fa-IR"/>
        </w:rPr>
        <w:lastRenderedPageBreak/>
        <w:t>٢</w:t>
      </w:r>
      <w:r>
        <w:rPr>
          <w:rFonts w:hint="cs"/>
          <w:rtl/>
          <w:lang w:bidi="fa-IR"/>
        </w:rPr>
        <w:t xml:space="preserve"> </w:t>
      </w:r>
      <w:r w:rsidR="004F29D6">
        <w:rPr>
          <w:rtl/>
          <w:lang w:bidi="fa-IR"/>
        </w:rPr>
        <w:t>- تقليد آگاهانه :</w:t>
      </w:r>
      <w:bookmarkEnd w:id="30"/>
      <w:bookmarkEnd w:id="31"/>
      <w:bookmarkEnd w:id="32"/>
      <w:bookmarkEnd w:id="33"/>
      <w:bookmarkEnd w:id="34"/>
    </w:p>
    <w:p w:rsidR="004F29D6" w:rsidRDefault="004F29D6" w:rsidP="004F29D6">
      <w:pPr>
        <w:pStyle w:val="libNormal"/>
        <w:rPr>
          <w:rtl/>
          <w:lang w:bidi="fa-IR"/>
        </w:rPr>
      </w:pPr>
      <w:r>
        <w:rPr>
          <w:rtl/>
          <w:lang w:bidi="fa-IR"/>
        </w:rPr>
        <w:t>عبارت از اين است كه انسان در مسائلى كه آگاهى ندارد و نمى فهمد، به متخصص فن مراجعه مى كند و هر دستورى را كه او صادر كند انجام مى دهد و يكى از اين موارد تقليد، پيروى مردم از مجتهد جامع الشرايط است .</w:t>
      </w:r>
    </w:p>
    <w:p w:rsidR="004F29D6" w:rsidRDefault="004F29D6" w:rsidP="004F29D6">
      <w:pPr>
        <w:pStyle w:val="libNormal"/>
        <w:rPr>
          <w:rtl/>
          <w:lang w:bidi="fa-IR"/>
        </w:rPr>
      </w:pPr>
      <w:r>
        <w:rPr>
          <w:rtl/>
          <w:lang w:bidi="fa-IR"/>
        </w:rPr>
        <w:t>تعدد مراجع تقليد چرا؟</w:t>
      </w:r>
    </w:p>
    <w:p w:rsidR="004F29D6" w:rsidRDefault="004F29D6" w:rsidP="004F29D6">
      <w:pPr>
        <w:pStyle w:val="libNormal"/>
        <w:rPr>
          <w:rtl/>
          <w:lang w:bidi="fa-IR"/>
        </w:rPr>
      </w:pPr>
      <w:r>
        <w:rPr>
          <w:rtl/>
          <w:lang w:bidi="fa-IR"/>
        </w:rPr>
        <w:t>بعضى ها مى پرسند كه ما چون قرآن و مذهب و پيامبرمان يكى است بايد مرجع تقليدمان هم يكى باشد چرا بايد در يك زمان چند مجتهد وجود داشته باشند و در زمانى كه همه آنها در يك سطح علمى هستند شخص مختار است از هر كدام كه مى خواهد تقليد كند.</w:t>
      </w:r>
    </w:p>
    <w:p w:rsidR="004F29D6" w:rsidRDefault="004F29D6" w:rsidP="00D757F5">
      <w:pPr>
        <w:pStyle w:val="libNormal"/>
        <w:rPr>
          <w:rtl/>
          <w:lang w:bidi="fa-IR"/>
        </w:rPr>
      </w:pPr>
      <w:r>
        <w:rPr>
          <w:rtl/>
          <w:lang w:bidi="fa-IR"/>
        </w:rPr>
        <w:t>براى پاسخ بايد توجه داشت كه مكتب تشيع بر خلاف ساير فرق اسلامى براى علم ارزش قا</w:t>
      </w:r>
      <w:r w:rsidR="00D757F5">
        <w:rPr>
          <w:rFonts w:hint="cs"/>
          <w:rtl/>
          <w:lang w:bidi="fa-IR"/>
        </w:rPr>
        <w:t>ئ</w:t>
      </w:r>
      <w:r>
        <w:rPr>
          <w:rtl/>
          <w:lang w:bidi="fa-IR"/>
        </w:rPr>
        <w:t>ل است و مى گويد هر كسى كه تحصيل دينى كند و به مرحله استنباط و استخراج احكام شرعى برسد خود مجتهد است و نبايد از ديگرى تقليد كند و ديگران مى توانند از او تقليد كنند. حال اگر از ميان ده نفر مجتهد جامع الشرايط متساوى ، يكى را انتخاب كنيم و نه نفر ديگر را عقب بزنيم علم را محكوم كرده ايم ، و اين كار براى مكتبى كه خود را مترقى مى داند درست نيست پس وجود تعدد مراجع و مقلدين ، خود شاهد زنده بر بها دادن به علم و دانش است در حالى كه در ساير فرق اسلامى مانند اهل سنت هر فرقه و گروهى بايد از انديشه هاى فقهى رئيس و مؤ سس آن پيروى كند.</w:t>
      </w:r>
    </w:p>
    <w:p w:rsidR="004F29D6" w:rsidRDefault="00D757F5" w:rsidP="003D25DB">
      <w:pPr>
        <w:pStyle w:val="Heading2"/>
        <w:rPr>
          <w:rtl/>
          <w:lang w:bidi="fa-IR"/>
        </w:rPr>
      </w:pPr>
      <w:r>
        <w:rPr>
          <w:rtl/>
          <w:lang w:bidi="fa-IR"/>
        </w:rPr>
        <w:br w:type="page"/>
      </w:r>
      <w:bookmarkStart w:id="35" w:name="_Toc513640250"/>
      <w:bookmarkStart w:id="36" w:name="_Toc513716055"/>
      <w:bookmarkStart w:id="37" w:name="_Toc513716295"/>
      <w:bookmarkStart w:id="38" w:name="_Toc513716406"/>
      <w:bookmarkStart w:id="39" w:name="_Toc513716786"/>
      <w:r w:rsidR="004F29D6">
        <w:rPr>
          <w:rtl/>
          <w:lang w:bidi="fa-IR"/>
        </w:rPr>
        <w:lastRenderedPageBreak/>
        <w:t>شرايط مرجع تقليد:</w:t>
      </w:r>
      <w:bookmarkEnd w:id="35"/>
      <w:bookmarkEnd w:id="36"/>
      <w:bookmarkEnd w:id="37"/>
      <w:bookmarkEnd w:id="38"/>
      <w:bookmarkEnd w:id="39"/>
    </w:p>
    <w:p w:rsidR="004F29D6" w:rsidRDefault="004F29D6" w:rsidP="004F29D6">
      <w:pPr>
        <w:pStyle w:val="libNormal"/>
        <w:rPr>
          <w:rtl/>
          <w:lang w:bidi="fa-IR"/>
        </w:rPr>
      </w:pPr>
      <w:r>
        <w:rPr>
          <w:rtl/>
          <w:lang w:bidi="fa-IR"/>
        </w:rPr>
        <w:t>شخصى كه انسان او را بعنوان مرجع تقليد برمى گزيند بايد داراى شرائط زير باشد:</w:t>
      </w:r>
    </w:p>
    <w:p w:rsidR="004F29D6" w:rsidRDefault="004F29D6" w:rsidP="004F29D6">
      <w:pPr>
        <w:pStyle w:val="libNormal"/>
        <w:rPr>
          <w:rtl/>
          <w:lang w:bidi="fa-IR"/>
        </w:rPr>
      </w:pPr>
      <w:r>
        <w:rPr>
          <w:rtl/>
          <w:lang w:bidi="fa-IR"/>
        </w:rPr>
        <w:t>١</w:t>
      </w:r>
      <w:r w:rsidR="00D757F5">
        <w:rPr>
          <w:rFonts w:hint="cs"/>
          <w:rtl/>
          <w:lang w:bidi="fa-IR"/>
        </w:rPr>
        <w:t xml:space="preserve"> </w:t>
      </w:r>
      <w:r>
        <w:rPr>
          <w:rtl/>
          <w:lang w:bidi="fa-IR"/>
        </w:rPr>
        <w:t>- عادل باشد، يعنى واجبات را انجام دهد و از گناهان دورى جويد.</w:t>
      </w:r>
    </w:p>
    <w:p w:rsidR="004F29D6" w:rsidRDefault="004F29D6" w:rsidP="004F29D6">
      <w:pPr>
        <w:pStyle w:val="libNormal"/>
        <w:rPr>
          <w:rtl/>
          <w:lang w:bidi="fa-IR"/>
        </w:rPr>
      </w:pPr>
      <w:r>
        <w:rPr>
          <w:rtl/>
          <w:lang w:bidi="fa-IR"/>
        </w:rPr>
        <w:t>٢</w:t>
      </w:r>
      <w:r w:rsidR="00D757F5">
        <w:rPr>
          <w:rFonts w:hint="cs"/>
          <w:rtl/>
          <w:lang w:bidi="fa-IR"/>
        </w:rPr>
        <w:t xml:space="preserve"> </w:t>
      </w:r>
      <w:r>
        <w:rPr>
          <w:rtl/>
          <w:lang w:bidi="fa-IR"/>
        </w:rPr>
        <w:t>- زنده باشد، بنابر اين از مجتهد مرده نمى شود تقليد كرد ولى اگر در زمان حيات مجتهدى از او تقليد كرده وقتى كه از دنيا رفت مى تواند همچنان بر تقليد او باقى ماند.</w:t>
      </w:r>
    </w:p>
    <w:p w:rsidR="004F29D6" w:rsidRDefault="004F29D6" w:rsidP="004F29D6">
      <w:pPr>
        <w:pStyle w:val="libNormal"/>
        <w:rPr>
          <w:rtl/>
          <w:lang w:bidi="fa-IR"/>
        </w:rPr>
      </w:pPr>
      <w:r>
        <w:rPr>
          <w:rtl/>
          <w:lang w:bidi="fa-IR"/>
        </w:rPr>
        <w:t>٣</w:t>
      </w:r>
      <w:r w:rsidR="00D757F5">
        <w:rPr>
          <w:rFonts w:hint="cs"/>
          <w:rtl/>
          <w:lang w:bidi="fa-IR"/>
        </w:rPr>
        <w:t xml:space="preserve"> </w:t>
      </w:r>
      <w:r>
        <w:rPr>
          <w:rtl/>
          <w:lang w:bidi="fa-IR"/>
        </w:rPr>
        <w:t>- مرد باشد.</w:t>
      </w:r>
    </w:p>
    <w:p w:rsidR="004F29D6" w:rsidRDefault="004F29D6" w:rsidP="004F29D6">
      <w:pPr>
        <w:pStyle w:val="libNormal"/>
        <w:rPr>
          <w:rtl/>
          <w:lang w:bidi="fa-IR"/>
        </w:rPr>
      </w:pPr>
      <w:r>
        <w:rPr>
          <w:rtl/>
          <w:lang w:bidi="fa-IR"/>
        </w:rPr>
        <w:t>٤</w:t>
      </w:r>
      <w:r w:rsidR="00D757F5">
        <w:rPr>
          <w:rFonts w:hint="cs"/>
          <w:rtl/>
          <w:lang w:bidi="fa-IR"/>
        </w:rPr>
        <w:t xml:space="preserve"> </w:t>
      </w:r>
      <w:r>
        <w:rPr>
          <w:rtl/>
          <w:lang w:bidi="fa-IR"/>
        </w:rPr>
        <w:t>- بالغ باشد.</w:t>
      </w:r>
    </w:p>
    <w:p w:rsidR="004F29D6" w:rsidRDefault="004F29D6" w:rsidP="004F29D6">
      <w:pPr>
        <w:pStyle w:val="libNormal"/>
        <w:rPr>
          <w:rtl/>
          <w:lang w:bidi="fa-IR"/>
        </w:rPr>
      </w:pPr>
      <w:r>
        <w:rPr>
          <w:rtl/>
          <w:lang w:bidi="fa-IR"/>
        </w:rPr>
        <w:t>٥</w:t>
      </w:r>
      <w:r w:rsidR="00D757F5">
        <w:rPr>
          <w:rFonts w:hint="cs"/>
          <w:rtl/>
          <w:lang w:bidi="fa-IR"/>
        </w:rPr>
        <w:t xml:space="preserve"> </w:t>
      </w:r>
      <w:r>
        <w:rPr>
          <w:rtl/>
          <w:lang w:bidi="fa-IR"/>
        </w:rPr>
        <w:t>- شيعه دوازده امامى باشد.</w:t>
      </w:r>
    </w:p>
    <w:p w:rsidR="004F29D6" w:rsidRDefault="004F29D6" w:rsidP="004F29D6">
      <w:pPr>
        <w:pStyle w:val="libNormal"/>
        <w:rPr>
          <w:rtl/>
          <w:lang w:bidi="fa-IR"/>
        </w:rPr>
      </w:pPr>
      <w:r>
        <w:rPr>
          <w:rtl/>
          <w:lang w:bidi="fa-IR"/>
        </w:rPr>
        <w:t>٦</w:t>
      </w:r>
      <w:r w:rsidR="00D757F5">
        <w:rPr>
          <w:rFonts w:hint="cs"/>
          <w:rtl/>
          <w:lang w:bidi="fa-IR"/>
        </w:rPr>
        <w:t xml:space="preserve"> </w:t>
      </w:r>
      <w:r>
        <w:rPr>
          <w:rtl/>
          <w:lang w:bidi="fa-IR"/>
        </w:rPr>
        <w:t>- حلال زاده باشد.</w:t>
      </w:r>
    </w:p>
    <w:p w:rsidR="004F29D6" w:rsidRDefault="004F29D6" w:rsidP="004F29D6">
      <w:pPr>
        <w:pStyle w:val="libNormal"/>
        <w:rPr>
          <w:rtl/>
          <w:lang w:bidi="fa-IR"/>
        </w:rPr>
      </w:pPr>
      <w:r>
        <w:rPr>
          <w:rtl/>
          <w:lang w:bidi="fa-IR"/>
        </w:rPr>
        <w:t>٧</w:t>
      </w:r>
      <w:r w:rsidR="00D757F5">
        <w:rPr>
          <w:rFonts w:hint="cs"/>
          <w:rtl/>
          <w:lang w:bidi="fa-IR"/>
        </w:rPr>
        <w:t xml:space="preserve"> </w:t>
      </w:r>
      <w:r>
        <w:rPr>
          <w:rtl/>
          <w:lang w:bidi="fa-IR"/>
        </w:rPr>
        <w:t>- بعضى از فقهاء تقليد اعلم را بعنوان فتوا و بعضى را بصورت احتياط واجب ، بيان مى كنند.البته تشخيص اعلم حتى ميان اهل و دانش بسيار مشكل است و ممكن است يك مجتهد در قسمتى از مسائل فقهى مثل نماز مثلا تبحر و تسلط بيشترى داشته باشد ولى مجتهد ديگر، در مبحث ديگرى مثل طهارت و پاكيزگى تسلطش بيشتر باشد در اين صورت اگر اعلميت يك مجتهد از راه شناخت خود انسان يا توسط شهادت دو نفر عالم عادل يا از راه تاءييد گروهى از عالمان دين ، كه توان تشخيص اعلميت را دارند، به دست بيايد بايد همگى او را بعنوان مرجعيت عامه انتخاب كنند حتى اگر احتمال اعلميت او را بدهند مقدم است .</w:t>
      </w:r>
    </w:p>
    <w:p w:rsidR="004F29D6" w:rsidRDefault="00D757F5" w:rsidP="003D25DB">
      <w:pPr>
        <w:pStyle w:val="Heading2"/>
        <w:rPr>
          <w:rtl/>
          <w:lang w:bidi="fa-IR"/>
        </w:rPr>
      </w:pPr>
      <w:r>
        <w:rPr>
          <w:rtl/>
          <w:lang w:bidi="fa-IR"/>
        </w:rPr>
        <w:br w:type="page"/>
      </w:r>
      <w:bookmarkStart w:id="40" w:name="_Toc513640251"/>
      <w:bookmarkStart w:id="41" w:name="_Toc513716056"/>
      <w:bookmarkStart w:id="42" w:name="_Toc513716296"/>
      <w:bookmarkStart w:id="43" w:name="_Toc513716407"/>
      <w:bookmarkStart w:id="44" w:name="_Toc513716787"/>
      <w:r w:rsidR="004F29D6">
        <w:rPr>
          <w:rtl/>
          <w:lang w:bidi="fa-IR"/>
        </w:rPr>
        <w:lastRenderedPageBreak/>
        <w:t>پاسخ به چند سؤ ال :</w:t>
      </w:r>
      <w:bookmarkEnd w:id="40"/>
      <w:bookmarkEnd w:id="41"/>
      <w:bookmarkEnd w:id="42"/>
      <w:bookmarkEnd w:id="43"/>
      <w:bookmarkEnd w:id="44"/>
    </w:p>
    <w:p w:rsidR="004F29D6" w:rsidRDefault="004F29D6" w:rsidP="004F29D6">
      <w:pPr>
        <w:pStyle w:val="libNormal"/>
        <w:rPr>
          <w:rtl/>
          <w:lang w:bidi="fa-IR"/>
        </w:rPr>
      </w:pPr>
      <w:r>
        <w:rPr>
          <w:rtl/>
          <w:lang w:bidi="fa-IR"/>
        </w:rPr>
        <w:t>س ١</w:t>
      </w:r>
      <w:r w:rsidR="00D757F5">
        <w:rPr>
          <w:rFonts w:hint="cs"/>
          <w:rtl/>
          <w:lang w:bidi="fa-IR"/>
        </w:rPr>
        <w:t xml:space="preserve"> </w:t>
      </w:r>
      <w:r>
        <w:rPr>
          <w:rtl/>
          <w:lang w:bidi="fa-IR"/>
        </w:rPr>
        <w:t>- از چه راهى مى توان فتواى مجتهد را بدست آورد؟</w:t>
      </w:r>
    </w:p>
    <w:p w:rsidR="004F29D6" w:rsidRDefault="004F29D6" w:rsidP="004F29D6">
      <w:pPr>
        <w:pStyle w:val="libNormal"/>
        <w:rPr>
          <w:rtl/>
          <w:lang w:bidi="fa-IR"/>
        </w:rPr>
      </w:pPr>
      <w:r>
        <w:rPr>
          <w:rtl/>
          <w:lang w:bidi="fa-IR"/>
        </w:rPr>
        <w:t>ج - فتواى مجتهد را از راههاى ذيل مى توان بدست آورد:</w:t>
      </w:r>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انسان از خود مجتهد، مساءله را بشنود.</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از دو نفر عادل بشنود.</w:t>
      </w:r>
    </w:p>
    <w:p w:rsidR="004F29D6" w:rsidRDefault="004F29D6" w:rsidP="004F29D6">
      <w:pPr>
        <w:pStyle w:val="libNormal"/>
        <w:rPr>
          <w:rtl/>
          <w:lang w:bidi="fa-IR"/>
        </w:rPr>
      </w:pPr>
      <w:r>
        <w:rPr>
          <w:rtl/>
          <w:lang w:bidi="fa-IR"/>
        </w:rPr>
        <w:t>٣- از كسى كه مورد اعتماد و اطمينان است بشنود.</w:t>
      </w:r>
    </w:p>
    <w:p w:rsidR="004F29D6" w:rsidRDefault="004F29D6" w:rsidP="004F29D6">
      <w:pPr>
        <w:pStyle w:val="libNormal"/>
        <w:rPr>
          <w:rtl/>
          <w:lang w:bidi="fa-IR"/>
        </w:rPr>
      </w:pPr>
      <w:r>
        <w:rPr>
          <w:rtl/>
          <w:lang w:bidi="fa-IR"/>
        </w:rPr>
        <w:t>٤</w:t>
      </w:r>
      <w:r w:rsidR="00AE372F">
        <w:rPr>
          <w:rFonts w:hint="cs"/>
          <w:rtl/>
          <w:lang w:bidi="fa-IR"/>
        </w:rPr>
        <w:t xml:space="preserve"> </w:t>
      </w:r>
      <w:r>
        <w:rPr>
          <w:rtl/>
          <w:lang w:bidi="fa-IR"/>
        </w:rPr>
        <w:t>- از رساله خود مجتهد فتوى را به دست بياورد.</w:t>
      </w:r>
    </w:p>
    <w:p w:rsidR="004F29D6" w:rsidRDefault="004F29D6" w:rsidP="004F29D6">
      <w:pPr>
        <w:pStyle w:val="libNormal"/>
        <w:rPr>
          <w:rtl/>
          <w:lang w:bidi="fa-IR"/>
        </w:rPr>
      </w:pPr>
      <w:r>
        <w:rPr>
          <w:rtl/>
          <w:lang w:bidi="fa-IR"/>
        </w:rPr>
        <w:t>س ٢</w:t>
      </w:r>
      <w:r w:rsidR="00AE372F">
        <w:rPr>
          <w:rFonts w:hint="cs"/>
          <w:rtl/>
          <w:lang w:bidi="fa-IR"/>
        </w:rPr>
        <w:t xml:space="preserve"> </w:t>
      </w:r>
      <w:r>
        <w:rPr>
          <w:rtl/>
          <w:lang w:bidi="fa-IR"/>
        </w:rPr>
        <w:t>- آيا از مجتهدى كه از دنيا رفته مى توان تقليد كرد؟</w:t>
      </w:r>
    </w:p>
    <w:p w:rsidR="004F29D6" w:rsidRDefault="004F29D6" w:rsidP="004F29D6">
      <w:pPr>
        <w:pStyle w:val="libNormal"/>
        <w:rPr>
          <w:rtl/>
          <w:lang w:bidi="fa-IR"/>
        </w:rPr>
      </w:pPr>
      <w:r>
        <w:rPr>
          <w:rtl/>
          <w:lang w:bidi="fa-IR"/>
        </w:rPr>
        <w:t>ج - تقليد ابتدائى كه انسان مى خواهد تازه تقليد كند خير ولى اگر مدتى از مجتهدى تقليد كرده و به مسائل او عمل نموده و بعد از دنيا رفته مى توان با فتواى مجتهد جديد بر تقليد ميت باقى ماند البته در صورتى كه مجتهد جديد بقاء بر تقليد ميت را جايز بداند و چنانچه به مسائل جديدى برخورد كند كه در رساله مجتهد قبلى نبوده بايد به فتواى مجتهد جديد منتخب خود، عمل نمايد.</w:t>
      </w:r>
    </w:p>
    <w:p w:rsidR="004F29D6" w:rsidRDefault="004F29D6" w:rsidP="004F29D6">
      <w:pPr>
        <w:pStyle w:val="libNormal"/>
        <w:rPr>
          <w:rtl/>
          <w:lang w:bidi="fa-IR"/>
        </w:rPr>
      </w:pPr>
      <w:r>
        <w:rPr>
          <w:rtl/>
          <w:lang w:bidi="fa-IR"/>
        </w:rPr>
        <w:t>س ٣</w:t>
      </w:r>
      <w:r w:rsidR="00AE372F">
        <w:rPr>
          <w:rFonts w:hint="cs"/>
          <w:rtl/>
          <w:lang w:bidi="fa-IR"/>
        </w:rPr>
        <w:t xml:space="preserve"> </w:t>
      </w:r>
      <w:r>
        <w:rPr>
          <w:rtl/>
          <w:lang w:bidi="fa-IR"/>
        </w:rPr>
        <w:t>- نظر مجتهد بر چند نوع است ؟</w:t>
      </w:r>
    </w:p>
    <w:p w:rsidR="004F29D6" w:rsidRDefault="004F29D6" w:rsidP="004F29D6">
      <w:pPr>
        <w:pStyle w:val="libNormal"/>
        <w:rPr>
          <w:rtl/>
          <w:lang w:bidi="fa-IR"/>
        </w:rPr>
      </w:pPr>
      <w:r>
        <w:rPr>
          <w:rtl/>
          <w:lang w:bidi="fa-IR"/>
        </w:rPr>
        <w:t>ج - مجتهد به چند صورت ممكن است نظر بدهد:</w:t>
      </w:r>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حكم كند فردا اول شوال و روز عيد فطر است . كه نوعا در اختيار مجتهد حاكم و ولى فقيه است .</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فتوا دهد كارى واجب يا حرام يا مستحب يا مكروه يا مباح است مثلا فتوا دهد در وقتى كه انسان نماز واجب بعهده دارد نمى تواند روزه مستحبى بگيرد.</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xml:space="preserve">- نظريه خود را به صورت احتياط واجب بيان كند مثلا بگويد احتياط واجب است كه تسبيحات اربعه را سه مرتبه بگويد كه در اين صورت مقلد يا به </w:t>
      </w:r>
      <w:r>
        <w:rPr>
          <w:rtl/>
          <w:lang w:bidi="fa-IR"/>
        </w:rPr>
        <w:lastRenderedPageBreak/>
        <w:t>همان احتياط عمل مى كند و يا به مجتهد ديگرى مراجعه مى نمايد كه يك بار را كافى مى داند.</w:t>
      </w:r>
    </w:p>
    <w:p w:rsidR="004F29D6" w:rsidRDefault="004F29D6" w:rsidP="004F29D6">
      <w:pPr>
        <w:pStyle w:val="libNormal"/>
        <w:rPr>
          <w:rtl/>
          <w:lang w:bidi="fa-IR"/>
        </w:rPr>
      </w:pPr>
      <w:r>
        <w:rPr>
          <w:rtl/>
          <w:lang w:bidi="fa-IR"/>
        </w:rPr>
        <w:t>٤</w:t>
      </w:r>
      <w:r w:rsidR="00AE372F">
        <w:rPr>
          <w:rFonts w:hint="cs"/>
          <w:rtl/>
          <w:lang w:bidi="fa-IR"/>
        </w:rPr>
        <w:t xml:space="preserve"> </w:t>
      </w:r>
      <w:r>
        <w:rPr>
          <w:rtl/>
          <w:lang w:bidi="fa-IR"/>
        </w:rPr>
        <w:t>- پس از فتوى يا پيش از آن احتياط كند مثلا بگويد: احتياط، آن است كه نماز را دوباره بخواند، كه اين احتياط مستحب است .</w:t>
      </w:r>
    </w:p>
    <w:p w:rsidR="004F29D6" w:rsidRDefault="00AE372F" w:rsidP="003D25DB">
      <w:pPr>
        <w:pStyle w:val="Heading2"/>
        <w:rPr>
          <w:rtl/>
          <w:lang w:bidi="fa-IR"/>
        </w:rPr>
      </w:pPr>
      <w:r>
        <w:rPr>
          <w:rtl/>
          <w:lang w:bidi="fa-IR"/>
        </w:rPr>
        <w:br w:type="page"/>
      </w:r>
      <w:bookmarkStart w:id="45" w:name="_Toc513640252"/>
      <w:bookmarkStart w:id="46" w:name="_Toc513716057"/>
      <w:bookmarkStart w:id="47" w:name="_Toc513716297"/>
      <w:bookmarkStart w:id="48" w:name="_Toc513716408"/>
      <w:bookmarkStart w:id="49" w:name="_Toc513716788"/>
      <w:r w:rsidR="004F29D6">
        <w:rPr>
          <w:rtl/>
          <w:lang w:bidi="fa-IR"/>
        </w:rPr>
        <w:lastRenderedPageBreak/>
        <w:t>به پرسشهاى زير پاسخ دهيد:</w:t>
      </w:r>
      <w:bookmarkEnd w:id="45"/>
      <w:bookmarkEnd w:id="46"/>
      <w:bookmarkEnd w:id="47"/>
      <w:bookmarkEnd w:id="48"/>
      <w:bookmarkEnd w:id="49"/>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چرا تقليد كنيم ؟</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تقليد چند نوع است ؟</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چرا در يك زمان چند مجتهد و مرجع تقليد وجود دارد؟</w:t>
      </w:r>
    </w:p>
    <w:p w:rsidR="004F29D6" w:rsidRDefault="004F29D6" w:rsidP="004F29D6">
      <w:pPr>
        <w:pStyle w:val="libNormal"/>
        <w:rPr>
          <w:rtl/>
          <w:lang w:bidi="fa-IR"/>
        </w:rPr>
      </w:pPr>
      <w:r>
        <w:rPr>
          <w:rtl/>
          <w:lang w:bidi="fa-IR"/>
        </w:rPr>
        <w:t>٤</w:t>
      </w:r>
      <w:r w:rsidR="00AE372F">
        <w:rPr>
          <w:rFonts w:hint="cs"/>
          <w:rtl/>
          <w:lang w:bidi="fa-IR"/>
        </w:rPr>
        <w:t xml:space="preserve"> </w:t>
      </w:r>
      <w:r>
        <w:rPr>
          <w:rtl/>
          <w:lang w:bidi="fa-IR"/>
        </w:rPr>
        <w:t>- در انتخاب مجتهد چند شرط وجود دارد؟</w:t>
      </w:r>
    </w:p>
    <w:p w:rsidR="004F29D6" w:rsidRDefault="004F29D6" w:rsidP="004F29D6">
      <w:pPr>
        <w:pStyle w:val="libNormal"/>
        <w:rPr>
          <w:rtl/>
          <w:lang w:bidi="fa-IR"/>
        </w:rPr>
      </w:pPr>
      <w:r>
        <w:rPr>
          <w:rtl/>
          <w:lang w:bidi="fa-IR"/>
        </w:rPr>
        <w:t>٥</w:t>
      </w:r>
      <w:r w:rsidR="00AE372F">
        <w:rPr>
          <w:rFonts w:hint="cs"/>
          <w:rtl/>
          <w:lang w:bidi="fa-IR"/>
        </w:rPr>
        <w:t xml:space="preserve"> </w:t>
      </w:r>
      <w:r>
        <w:rPr>
          <w:rtl/>
          <w:lang w:bidi="fa-IR"/>
        </w:rPr>
        <w:t>- مجتهد چند نظر دارد؟</w:t>
      </w:r>
    </w:p>
    <w:p w:rsidR="004F29D6" w:rsidRDefault="004F29D6" w:rsidP="004F29D6">
      <w:pPr>
        <w:pStyle w:val="libNormal"/>
        <w:rPr>
          <w:rtl/>
          <w:lang w:bidi="fa-IR"/>
        </w:rPr>
      </w:pPr>
      <w:r>
        <w:rPr>
          <w:rtl/>
          <w:lang w:bidi="fa-IR"/>
        </w:rPr>
        <w:t>٦</w:t>
      </w:r>
      <w:r w:rsidR="00AE372F">
        <w:rPr>
          <w:rFonts w:hint="cs"/>
          <w:rtl/>
          <w:lang w:bidi="fa-IR"/>
        </w:rPr>
        <w:t xml:space="preserve"> </w:t>
      </w:r>
      <w:r>
        <w:rPr>
          <w:rtl/>
          <w:lang w:bidi="fa-IR"/>
        </w:rPr>
        <w:t>- اعمال انسان به چند دسته تقسيم مى شود؟</w:t>
      </w:r>
    </w:p>
    <w:p w:rsidR="004F29D6" w:rsidRDefault="00AE372F" w:rsidP="00AE372F">
      <w:pPr>
        <w:pStyle w:val="Heading1"/>
        <w:rPr>
          <w:rtl/>
          <w:lang w:bidi="fa-IR"/>
        </w:rPr>
      </w:pPr>
      <w:r>
        <w:rPr>
          <w:rtl/>
          <w:lang w:bidi="fa-IR"/>
        </w:rPr>
        <w:br w:type="page"/>
      </w:r>
      <w:bookmarkStart w:id="50" w:name="_Toc513640253"/>
      <w:bookmarkStart w:id="51" w:name="_Toc513716058"/>
      <w:bookmarkStart w:id="52" w:name="_Toc513716298"/>
      <w:bookmarkStart w:id="53" w:name="_Toc513716409"/>
      <w:bookmarkStart w:id="54" w:name="_Toc513716789"/>
      <w:r w:rsidR="004F29D6">
        <w:rPr>
          <w:rtl/>
          <w:lang w:bidi="fa-IR"/>
        </w:rPr>
        <w:lastRenderedPageBreak/>
        <w:t>درس دوم : طهارت</w:t>
      </w:r>
      <w:bookmarkEnd w:id="50"/>
      <w:bookmarkEnd w:id="51"/>
      <w:bookmarkEnd w:id="52"/>
      <w:bookmarkEnd w:id="53"/>
      <w:bookmarkEnd w:id="54"/>
    </w:p>
    <w:p w:rsidR="004F29D6" w:rsidRDefault="004F29D6" w:rsidP="004F29D6">
      <w:pPr>
        <w:pStyle w:val="libNormal"/>
        <w:rPr>
          <w:rtl/>
          <w:lang w:bidi="fa-IR"/>
        </w:rPr>
      </w:pPr>
      <w:r>
        <w:rPr>
          <w:rtl/>
          <w:lang w:bidi="fa-IR"/>
        </w:rPr>
        <w:t>همانطور كه در درس گذشته گفتيم ، مجموعه برنامه هاى عملى در اسلام ، احكام است كه از جمله احكام ، واجبات بوده و بخشى از واجبات ، نماز است كه از بهترين عامل ارتباط با خداوند است و از مقدمات آن ، طهارت مى باشد.</w:t>
      </w:r>
    </w:p>
    <w:p w:rsidR="004F29D6" w:rsidRDefault="004F29D6" w:rsidP="004F29D6">
      <w:pPr>
        <w:pStyle w:val="libNormal"/>
        <w:rPr>
          <w:rtl/>
          <w:lang w:bidi="fa-IR"/>
        </w:rPr>
      </w:pPr>
      <w:r>
        <w:rPr>
          <w:rtl/>
          <w:lang w:bidi="fa-IR"/>
        </w:rPr>
        <w:t>طهارت داراى دو شاخه است :</w:t>
      </w:r>
    </w:p>
    <w:p w:rsidR="004F29D6" w:rsidRDefault="004F29D6" w:rsidP="004F29D6">
      <w:pPr>
        <w:pStyle w:val="libNormal"/>
        <w:rPr>
          <w:rtl/>
          <w:lang w:bidi="fa-IR"/>
        </w:rPr>
      </w:pPr>
      <w:r>
        <w:rPr>
          <w:rtl/>
          <w:lang w:bidi="fa-IR"/>
        </w:rPr>
        <w:t>الف - طهارت باطنى كه با وضو، غسل و تيمم بدست مى آيد و بايد با قصد قربت انجام شود.</w:t>
      </w:r>
    </w:p>
    <w:p w:rsidR="004F29D6" w:rsidRDefault="004F29D6" w:rsidP="004F29D6">
      <w:pPr>
        <w:pStyle w:val="libNormal"/>
        <w:rPr>
          <w:rtl/>
          <w:lang w:bidi="fa-IR"/>
        </w:rPr>
      </w:pPr>
      <w:r>
        <w:rPr>
          <w:rtl/>
          <w:lang w:bidi="fa-IR"/>
        </w:rPr>
        <w:t>ب - طهارت ظاهرى كه عبارت است از طهارت بدن و لباس نمازگزاران كه در آن قصد شرط نيست ، هر چند اگر قصد قربت كند اجر و ثواب دارد و بايد توجه داشت كه مساءله طهارت غير از پاكيزگى و نظافت است و چه بسا كه چيزى پاكيزه است ولى از نظر احكام ، نجس مى باشد، مثل لباسى كه آلوده به آب نجس باشد.</w:t>
      </w:r>
    </w:p>
    <w:p w:rsidR="004F29D6" w:rsidRDefault="004F29D6" w:rsidP="004F29D6">
      <w:pPr>
        <w:pStyle w:val="libNormal"/>
        <w:rPr>
          <w:rtl/>
          <w:lang w:bidi="fa-IR"/>
        </w:rPr>
      </w:pPr>
      <w:r>
        <w:rPr>
          <w:rtl/>
          <w:lang w:bidi="fa-IR"/>
        </w:rPr>
        <w:t>اينك به بحث پيرامون طهارت و نجاست مى پردازيم :</w:t>
      </w:r>
    </w:p>
    <w:p w:rsidR="004F29D6" w:rsidRDefault="004F29D6" w:rsidP="004F29D6">
      <w:pPr>
        <w:pStyle w:val="libNormal"/>
        <w:rPr>
          <w:rtl/>
          <w:lang w:bidi="fa-IR"/>
        </w:rPr>
      </w:pPr>
      <w:r>
        <w:rPr>
          <w:rtl/>
          <w:lang w:bidi="fa-IR"/>
        </w:rPr>
        <w:t>طهارت و پاكيزگى در اسلام شرط اصلى نيايش با خداست . كسى كه مى خواهد نماز بخواند بايد مقدمات آن را كه طهارت بدن و لباس و سجده گاه است فراهم كند و اگر نجس باشد، آنها را طاهر نمايد و لازم است كه براى نمازش ‍ وضو بگيرد.</w:t>
      </w:r>
    </w:p>
    <w:p w:rsidR="004F29D6" w:rsidRDefault="004F29D6" w:rsidP="004F29D6">
      <w:pPr>
        <w:pStyle w:val="libNormal"/>
        <w:rPr>
          <w:rtl/>
          <w:lang w:bidi="fa-IR"/>
        </w:rPr>
      </w:pPr>
      <w:r>
        <w:rPr>
          <w:rtl/>
          <w:lang w:bidi="fa-IR"/>
        </w:rPr>
        <w:t>وضو:</w:t>
      </w:r>
    </w:p>
    <w:p w:rsidR="004F29D6" w:rsidRDefault="004F29D6" w:rsidP="004F29D6">
      <w:pPr>
        <w:pStyle w:val="libNormal"/>
        <w:rPr>
          <w:rtl/>
          <w:lang w:bidi="fa-IR"/>
        </w:rPr>
      </w:pPr>
      <w:r>
        <w:rPr>
          <w:rtl/>
          <w:lang w:bidi="fa-IR"/>
        </w:rPr>
        <w:t>نمازگزار قبل از انجام نماز بايد وضو بگيرد و طهارت معنوى به دست آورد آنگاه رو بسوى خالق يكتا كند و راز و نياز نمايد.</w:t>
      </w:r>
    </w:p>
    <w:p w:rsidR="00AE372F" w:rsidRDefault="004F29D6" w:rsidP="004F29D6">
      <w:pPr>
        <w:pStyle w:val="libNormal"/>
        <w:rPr>
          <w:rtl/>
          <w:lang w:bidi="fa-IR"/>
        </w:rPr>
      </w:pPr>
      <w:r>
        <w:rPr>
          <w:rtl/>
          <w:lang w:bidi="fa-IR"/>
        </w:rPr>
        <w:t>چنانكه نمازگزار غسل بر او لازم باشد بايد غسل كند و اگر وضو و غسل ممكن نباشد بايد بجاى غسل و وضو تيمم نمايد.</w:t>
      </w:r>
    </w:p>
    <w:p w:rsidR="004F29D6" w:rsidRDefault="00AE372F" w:rsidP="003D25DB">
      <w:pPr>
        <w:pStyle w:val="Heading2"/>
        <w:rPr>
          <w:rtl/>
          <w:lang w:bidi="fa-IR"/>
        </w:rPr>
      </w:pPr>
      <w:r>
        <w:rPr>
          <w:rtl/>
          <w:lang w:bidi="fa-IR"/>
        </w:rPr>
        <w:br w:type="page"/>
      </w:r>
      <w:bookmarkStart w:id="55" w:name="_Toc513640254"/>
      <w:bookmarkStart w:id="56" w:name="_Toc513716059"/>
      <w:bookmarkStart w:id="57" w:name="_Toc513716299"/>
      <w:bookmarkStart w:id="58" w:name="_Toc513716410"/>
      <w:bookmarkStart w:id="59" w:name="_Toc513716790"/>
      <w:r>
        <w:rPr>
          <w:rFonts w:hint="cs"/>
          <w:rtl/>
          <w:lang w:bidi="fa-IR"/>
        </w:rPr>
        <w:lastRenderedPageBreak/>
        <w:t>.</w:t>
      </w:r>
      <w:r w:rsidR="004F29D6">
        <w:rPr>
          <w:rtl/>
          <w:lang w:bidi="fa-IR"/>
        </w:rPr>
        <w:t>چگونگى وضو:</w:t>
      </w:r>
      <w:bookmarkEnd w:id="55"/>
      <w:bookmarkEnd w:id="56"/>
      <w:bookmarkEnd w:id="57"/>
      <w:bookmarkEnd w:id="58"/>
      <w:bookmarkEnd w:id="59"/>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صورت را از رستنگاه مو تا چانه مى شويد.</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دست راست را از مرفق تا انتهاى انگشتان مى شويد.</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دست چپ را از مرفق تا انتهاى انگشتان مى شويد.</w:t>
      </w:r>
    </w:p>
    <w:p w:rsidR="004F29D6" w:rsidRDefault="004F29D6" w:rsidP="004F29D6">
      <w:pPr>
        <w:pStyle w:val="libNormal"/>
        <w:rPr>
          <w:rtl/>
          <w:lang w:bidi="fa-IR"/>
        </w:rPr>
      </w:pPr>
      <w:r>
        <w:rPr>
          <w:rtl/>
          <w:lang w:bidi="fa-IR"/>
        </w:rPr>
        <w:t>٤</w:t>
      </w:r>
      <w:r w:rsidR="00AE372F">
        <w:rPr>
          <w:rFonts w:hint="cs"/>
          <w:rtl/>
          <w:lang w:bidi="fa-IR"/>
        </w:rPr>
        <w:t xml:space="preserve"> </w:t>
      </w:r>
      <w:r>
        <w:rPr>
          <w:rtl/>
          <w:lang w:bidi="fa-IR"/>
        </w:rPr>
        <w:t>- با رطوبت دست راست جلوى سر را مسح مى كند.</w:t>
      </w:r>
    </w:p>
    <w:p w:rsidR="004F29D6" w:rsidRDefault="004F29D6" w:rsidP="004F29D6">
      <w:pPr>
        <w:pStyle w:val="libNormal"/>
        <w:rPr>
          <w:rtl/>
          <w:lang w:bidi="fa-IR"/>
        </w:rPr>
      </w:pPr>
      <w:r>
        <w:rPr>
          <w:rtl/>
          <w:lang w:bidi="fa-IR"/>
        </w:rPr>
        <w:t>٥</w:t>
      </w:r>
      <w:r w:rsidR="00AE372F">
        <w:rPr>
          <w:rFonts w:hint="cs"/>
          <w:rtl/>
          <w:lang w:bidi="fa-IR"/>
        </w:rPr>
        <w:t xml:space="preserve"> </w:t>
      </w:r>
      <w:r>
        <w:rPr>
          <w:rtl/>
          <w:lang w:bidi="fa-IR"/>
        </w:rPr>
        <w:t>- با رطوبت آن ، از نوك انگشت تا برآمدگى پا مسح مى نمايد.</w:t>
      </w:r>
    </w:p>
    <w:p w:rsidR="004F29D6" w:rsidRDefault="004F29D6" w:rsidP="004F29D6">
      <w:pPr>
        <w:pStyle w:val="libNormal"/>
        <w:rPr>
          <w:rtl/>
          <w:lang w:bidi="fa-IR"/>
        </w:rPr>
      </w:pPr>
      <w:r>
        <w:rPr>
          <w:rtl/>
          <w:lang w:bidi="fa-IR"/>
        </w:rPr>
        <w:t>٦</w:t>
      </w:r>
      <w:r w:rsidR="00AE372F">
        <w:rPr>
          <w:rFonts w:hint="cs"/>
          <w:rtl/>
          <w:lang w:bidi="fa-IR"/>
        </w:rPr>
        <w:t xml:space="preserve"> </w:t>
      </w:r>
      <w:r>
        <w:rPr>
          <w:rtl/>
          <w:lang w:bidi="fa-IR"/>
        </w:rPr>
        <w:t>- با رطوبت دست چپ به همين صورت پاى چپ را مسح مى كند.</w:t>
      </w:r>
    </w:p>
    <w:p w:rsidR="004F29D6" w:rsidRDefault="004F29D6" w:rsidP="003D25DB">
      <w:pPr>
        <w:pStyle w:val="Heading2"/>
        <w:rPr>
          <w:rtl/>
          <w:lang w:bidi="fa-IR"/>
        </w:rPr>
      </w:pPr>
      <w:bookmarkStart w:id="60" w:name="_Toc513640255"/>
      <w:bookmarkStart w:id="61" w:name="_Toc513716060"/>
      <w:bookmarkStart w:id="62" w:name="_Toc513716300"/>
      <w:bookmarkStart w:id="63" w:name="_Toc513716411"/>
      <w:bookmarkStart w:id="64" w:name="_Toc513716791"/>
      <w:r>
        <w:rPr>
          <w:rtl/>
          <w:lang w:bidi="fa-IR"/>
        </w:rPr>
        <w:t>مسائل مسح :</w:t>
      </w:r>
      <w:bookmarkEnd w:id="60"/>
      <w:bookmarkEnd w:id="61"/>
      <w:bookmarkEnd w:id="62"/>
      <w:bookmarkEnd w:id="63"/>
      <w:bookmarkEnd w:id="64"/>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مسح لازم نيست به اندازه كف دست باشد بلكه به اندازه يك انگشت هم كافى است .</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اگر موهاى اطراف سر در جلو سر جمع كرده باشند بايد آنها را عقب زد و روى موى جلو سر مسح نمود.</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نبايد دست را نگه بدارند و سر و يا پا را به آن مسح كنند.</w:t>
      </w:r>
    </w:p>
    <w:p w:rsidR="004F29D6" w:rsidRDefault="004F29D6" w:rsidP="004F29D6">
      <w:pPr>
        <w:pStyle w:val="libNormal"/>
        <w:rPr>
          <w:rtl/>
          <w:lang w:bidi="fa-IR"/>
        </w:rPr>
      </w:pPr>
      <w:r>
        <w:rPr>
          <w:rtl/>
          <w:lang w:bidi="fa-IR"/>
        </w:rPr>
        <w:t>٤</w:t>
      </w:r>
      <w:r w:rsidR="00AE372F">
        <w:rPr>
          <w:rFonts w:hint="cs"/>
          <w:rtl/>
          <w:lang w:bidi="fa-IR"/>
        </w:rPr>
        <w:t xml:space="preserve"> </w:t>
      </w:r>
      <w:r>
        <w:rPr>
          <w:rtl/>
          <w:lang w:bidi="fa-IR"/>
        </w:rPr>
        <w:t>- رطوبت دست بايد بقدرى باشد كه روى سر و پا اثر بگذارد. چنانچه در تابستان آب دست سريع خشك شود، مى توان از رطوبت صورت گرفت و مسح نمود.</w:t>
      </w:r>
    </w:p>
    <w:p w:rsidR="004F29D6" w:rsidRDefault="004F29D6" w:rsidP="004F29D6">
      <w:pPr>
        <w:pStyle w:val="libNormal"/>
        <w:rPr>
          <w:rtl/>
          <w:lang w:bidi="fa-IR"/>
        </w:rPr>
      </w:pPr>
      <w:r>
        <w:rPr>
          <w:rtl/>
          <w:lang w:bidi="fa-IR"/>
        </w:rPr>
        <w:t>٥</w:t>
      </w:r>
      <w:r w:rsidR="00AE372F">
        <w:rPr>
          <w:rFonts w:hint="cs"/>
          <w:rtl/>
          <w:lang w:bidi="fa-IR"/>
        </w:rPr>
        <w:t xml:space="preserve"> </w:t>
      </w:r>
      <w:r>
        <w:rPr>
          <w:rtl/>
          <w:lang w:bidi="fa-IR"/>
        </w:rPr>
        <w:t>- اگر جاى مسح يا موى جلو سرتر باشد اگر رطوبت دست بيشتر از آن باشد مى توان مسح كشيد والا بايد آن را خشك كرد.</w:t>
      </w:r>
    </w:p>
    <w:p w:rsidR="004F29D6" w:rsidRDefault="004F29D6" w:rsidP="004F29D6">
      <w:pPr>
        <w:pStyle w:val="libNormal"/>
        <w:rPr>
          <w:rtl/>
          <w:lang w:bidi="fa-IR"/>
        </w:rPr>
      </w:pPr>
      <w:r>
        <w:rPr>
          <w:rtl/>
          <w:lang w:bidi="fa-IR"/>
        </w:rPr>
        <w:t>٦</w:t>
      </w:r>
      <w:r w:rsidR="00AE372F">
        <w:rPr>
          <w:rFonts w:hint="cs"/>
          <w:rtl/>
          <w:lang w:bidi="fa-IR"/>
        </w:rPr>
        <w:t xml:space="preserve"> </w:t>
      </w:r>
      <w:r>
        <w:rPr>
          <w:rtl/>
          <w:lang w:bidi="fa-IR"/>
        </w:rPr>
        <w:t>- جاى مسح نبايد چيزى قرار بگيرد كه مانع از رسيدن رطوبت به آن باشد مثل چسب و غيره .</w:t>
      </w:r>
    </w:p>
    <w:p w:rsidR="004F29D6" w:rsidRDefault="004F29D6" w:rsidP="004F29D6">
      <w:pPr>
        <w:pStyle w:val="libNormal"/>
        <w:rPr>
          <w:rtl/>
          <w:lang w:bidi="fa-IR"/>
        </w:rPr>
      </w:pPr>
      <w:r>
        <w:rPr>
          <w:rtl/>
          <w:lang w:bidi="fa-IR"/>
        </w:rPr>
        <w:lastRenderedPageBreak/>
        <w:t>٧</w:t>
      </w:r>
      <w:r w:rsidR="00AE372F">
        <w:rPr>
          <w:rFonts w:hint="cs"/>
          <w:rtl/>
          <w:lang w:bidi="fa-IR"/>
        </w:rPr>
        <w:t xml:space="preserve"> </w:t>
      </w:r>
      <w:r>
        <w:rPr>
          <w:rtl/>
          <w:lang w:bidi="fa-IR"/>
        </w:rPr>
        <w:t>- محل مسح بايد پاك باشد و چنانچه نجس باشد بايد قبل از مسح ، آن را طاهر كرد.</w:t>
      </w:r>
    </w:p>
    <w:p w:rsidR="004F29D6" w:rsidRDefault="004F29D6" w:rsidP="003D25DB">
      <w:pPr>
        <w:pStyle w:val="Heading2"/>
        <w:rPr>
          <w:rtl/>
          <w:lang w:bidi="fa-IR"/>
        </w:rPr>
      </w:pPr>
      <w:bookmarkStart w:id="65" w:name="_Toc513640256"/>
      <w:bookmarkStart w:id="66" w:name="_Toc513716061"/>
      <w:bookmarkStart w:id="67" w:name="_Toc513716301"/>
      <w:bookmarkStart w:id="68" w:name="_Toc513716412"/>
      <w:bookmarkStart w:id="69" w:name="_Toc513716792"/>
      <w:r>
        <w:rPr>
          <w:rtl/>
          <w:lang w:bidi="fa-IR"/>
        </w:rPr>
        <w:t>شرط وضو:</w:t>
      </w:r>
      <w:bookmarkEnd w:id="65"/>
      <w:bookmarkEnd w:id="66"/>
      <w:bookmarkEnd w:id="67"/>
      <w:bookmarkEnd w:id="68"/>
      <w:bookmarkEnd w:id="69"/>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بايد آب وضو مطلق - مباح و پاك باشد</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ظرف آب از طلا و نقره و يا غصبى نباشد.</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وضو بايد پشت سر هم انجام گيرد و نبايد بين اعضاء فاصله انداخت كه اين را در اصطلاح موالات گويند و همينطور بايد به ترتيب وضو گرفت ، يعنى اول صورت بعد دست راست و دست چپ بعد مسح سر، سپس مسح پاها.</w:t>
      </w:r>
    </w:p>
    <w:p w:rsidR="004F29D6" w:rsidRDefault="004F29D6" w:rsidP="004F29D6">
      <w:pPr>
        <w:pStyle w:val="libNormal"/>
        <w:rPr>
          <w:rtl/>
          <w:lang w:bidi="fa-IR"/>
        </w:rPr>
      </w:pPr>
      <w:r>
        <w:rPr>
          <w:rtl/>
          <w:lang w:bidi="fa-IR"/>
        </w:rPr>
        <w:t>٤</w:t>
      </w:r>
      <w:r w:rsidR="00AE372F">
        <w:rPr>
          <w:rFonts w:hint="cs"/>
          <w:rtl/>
          <w:lang w:bidi="fa-IR"/>
        </w:rPr>
        <w:t xml:space="preserve"> </w:t>
      </w:r>
      <w:r>
        <w:rPr>
          <w:rtl/>
          <w:lang w:bidi="fa-IR"/>
        </w:rPr>
        <w:t>- نبايد آب براى شخص وضو گيرنده ضرر داشته باشد.</w:t>
      </w:r>
    </w:p>
    <w:p w:rsidR="004F29D6" w:rsidRDefault="004F29D6" w:rsidP="004F29D6">
      <w:pPr>
        <w:pStyle w:val="libNormal"/>
        <w:rPr>
          <w:rtl/>
          <w:lang w:bidi="fa-IR"/>
        </w:rPr>
      </w:pPr>
      <w:r>
        <w:rPr>
          <w:rtl/>
          <w:lang w:bidi="fa-IR"/>
        </w:rPr>
        <w:t>٥</w:t>
      </w:r>
      <w:r w:rsidR="00AE372F">
        <w:rPr>
          <w:rFonts w:hint="cs"/>
          <w:rtl/>
          <w:lang w:bidi="fa-IR"/>
        </w:rPr>
        <w:t xml:space="preserve"> </w:t>
      </w:r>
      <w:r>
        <w:rPr>
          <w:rtl/>
          <w:lang w:bidi="fa-IR"/>
        </w:rPr>
        <w:t>- وضو را بايد بقصد قربت انجام داد نه براى ريا و خودنمايى .</w:t>
      </w:r>
    </w:p>
    <w:p w:rsidR="004F29D6" w:rsidRDefault="004F29D6" w:rsidP="003D25DB">
      <w:pPr>
        <w:pStyle w:val="Heading2"/>
        <w:rPr>
          <w:rtl/>
          <w:lang w:bidi="fa-IR"/>
        </w:rPr>
      </w:pPr>
      <w:bookmarkStart w:id="70" w:name="_Toc513640257"/>
      <w:bookmarkStart w:id="71" w:name="_Toc513716062"/>
      <w:bookmarkStart w:id="72" w:name="_Toc513716302"/>
      <w:bookmarkStart w:id="73" w:name="_Toc513716413"/>
      <w:bookmarkStart w:id="74" w:name="_Toc513716793"/>
      <w:r>
        <w:rPr>
          <w:rtl/>
          <w:lang w:bidi="fa-IR"/>
        </w:rPr>
        <w:t>احكام و شرائط وضو:</w:t>
      </w:r>
      <w:bookmarkEnd w:id="70"/>
      <w:bookmarkEnd w:id="71"/>
      <w:bookmarkEnd w:id="72"/>
      <w:bookmarkEnd w:id="73"/>
      <w:bookmarkEnd w:id="74"/>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وضو گرفتن از نهرهاى بزرگ كه نمى داند صاحب آن راضى است يا نه اشكال ندارد.</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اگر بر روى دست و صورت لكه هاى رنگ است چنانچه رنگ ، جرم داشته و پوست را پوشانده باشد بايد پاك گردد ولى اگر تنها رنگ ، مانده و جرم نداشته باشد اشكال ندارد.</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در وضو نبايد از ديگران كمك گرفت در اين صورت اگر شخص ديگرى بر دست و صورت انسان آب بريزد و يا مسح او را بكشد وضو باطل است . مگر آنكه خود، قدرت انجام اين كار را نداشته باشد.</w:t>
      </w:r>
    </w:p>
    <w:p w:rsidR="00AE372F" w:rsidRDefault="004F29D6" w:rsidP="004F29D6">
      <w:pPr>
        <w:pStyle w:val="libNormal"/>
        <w:rPr>
          <w:rtl/>
          <w:lang w:bidi="fa-IR"/>
        </w:rPr>
      </w:pPr>
      <w:r>
        <w:rPr>
          <w:rtl/>
          <w:lang w:bidi="fa-IR"/>
        </w:rPr>
        <w:t>٤</w:t>
      </w:r>
      <w:r w:rsidR="00AE372F">
        <w:rPr>
          <w:rFonts w:hint="cs"/>
          <w:rtl/>
          <w:lang w:bidi="fa-IR"/>
        </w:rPr>
        <w:t xml:space="preserve"> </w:t>
      </w:r>
      <w:r>
        <w:rPr>
          <w:rtl/>
          <w:lang w:bidi="fa-IR"/>
        </w:rPr>
        <w:t>- اگر وقت نماز طورى تنگ باشد كه اگر وضو بگيرد نماز، قضا مى شود بايد بجاى وضو تيمم بگيرد.</w:t>
      </w:r>
    </w:p>
    <w:p w:rsidR="004F29D6" w:rsidRDefault="004F29D6" w:rsidP="003D25DB">
      <w:pPr>
        <w:pStyle w:val="Heading2"/>
        <w:rPr>
          <w:rtl/>
          <w:lang w:bidi="fa-IR"/>
        </w:rPr>
      </w:pPr>
      <w:bookmarkStart w:id="75" w:name="_Toc513640258"/>
      <w:bookmarkStart w:id="76" w:name="_Toc513716063"/>
      <w:bookmarkStart w:id="77" w:name="_Toc513716303"/>
      <w:bookmarkStart w:id="78" w:name="_Toc513716414"/>
      <w:bookmarkStart w:id="79" w:name="_Toc513716794"/>
      <w:r>
        <w:rPr>
          <w:rtl/>
          <w:lang w:bidi="fa-IR"/>
        </w:rPr>
        <w:lastRenderedPageBreak/>
        <w:t>وضوى جبيره :</w:t>
      </w:r>
      <w:bookmarkEnd w:id="75"/>
      <w:bookmarkEnd w:id="76"/>
      <w:bookmarkEnd w:id="77"/>
      <w:bookmarkEnd w:id="78"/>
      <w:bookmarkEnd w:id="79"/>
    </w:p>
    <w:p w:rsidR="004F29D6" w:rsidRDefault="004F29D6" w:rsidP="004F29D6">
      <w:pPr>
        <w:pStyle w:val="libNormal"/>
        <w:rPr>
          <w:rtl/>
          <w:lang w:bidi="fa-IR"/>
        </w:rPr>
      </w:pPr>
      <w:r>
        <w:rPr>
          <w:rtl/>
          <w:lang w:bidi="fa-IR"/>
        </w:rPr>
        <w:t>پارچه يا باند و دوائى كه بر زخم مى گذارند جبيره نام دارد .اگر محل وضوى شخص در اثر زخم و يا شكستگى پيچيده باشند و آب برايش ضرر داشته باشد نبايد آب بر روى آن كه ضرر دارد بريزد بلكه بايد با دست تر، بر آن بكشد كه اين وضو را وضوى جبيره اى مى گويند.</w:t>
      </w:r>
    </w:p>
    <w:p w:rsidR="004F29D6" w:rsidRDefault="004F29D6" w:rsidP="004F29D6">
      <w:pPr>
        <w:pStyle w:val="libNormal"/>
        <w:rPr>
          <w:rtl/>
          <w:lang w:bidi="fa-IR"/>
        </w:rPr>
      </w:pPr>
      <w:r>
        <w:rPr>
          <w:rtl/>
          <w:lang w:bidi="fa-IR"/>
        </w:rPr>
        <w:t>اگر جاى مسح ، بخاطر زخم ، باند پيچى شده باشد بايد پارچه طاهرى را بر روى آن بيندازند و روى آن را مسح نمايند و اگر باند طاهر باشد نياز به انداختن پارچه را ندارد.</w:t>
      </w:r>
    </w:p>
    <w:p w:rsidR="004F29D6" w:rsidRDefault="004F29D6" w:rsidP="004F29D6">
      <w:pPr>
        <w:pStyle w:val="libNormal"/>
        <w:rPr>
          <w:rtl/>
          <w:lang w:bidi="fa-IR"/>
        </w:rPr>
      </w:pPr>
      <w:r>
        <w:rPr>
          <w:rtl/>
          <w:lang w:bidi="fa-IR"/>
        </w:rPr>
        <w:t>كارهاى زير نياز به وضو دارد:</w:t>
      </w:r>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براى خواندن نماز بجز نماز ميت كه وضو نمى خواهد.</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براى انجام طواف خانه خدا در عمره يا حج ، خواه واجب باشد، يا مستحب .</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براى دست زدن به نوشته قرآن يا نام خداوند ولى دست زدن به ترجمه قرآن اشكالى ندارد.</w:t>
      </w:r>
    </w:p>
    <w:p w:rsidR="004F29D6" w:rsidRDefault="004F29D6" w:rsidP="00F66338">
      <w:pPr>
        <w:pStyle w:val="libNormal"/>
        <w:rPr>
          <w:rtl/>
          <w:lang w:bidi="fa-IR"/>
        </w:rPr>
      </w:pPr>
      <w:r>
        <w:rPr>
          <w:rtl/>
          <w:lang w:bidi="fa-IR"/>
        </w:rPr>
        <w:t>٤</w:t>
      </w:r>
      <w:r w:rsidR="00AE372F">
        <w:rPr>
          <w:rFonts w:hint="cs"/>
          <w:rtl/>
          <w:lang w:bidi="fa-IR"/>
        </w:rPr>
        <w:t xml:space="preserve"> </w:t>
      </w:r>
      <w:r>
        <w:rPr>
          <w:rtl/>
          <w:lang w:bidi="fa-IR"/>
        </w:rPr>
        <w:t xml:space="preserve">- دست زدن به نامهاى معصومين </w:t>
      </w:r>
      <w:r w:rsidR="00AE372F" w:rsidRPr="00AE372F">
        <w:rPr>
          <w:rStyle w:val="libAlaemChar"/>
          <w:rFonts w:eastAsiaTheme="minorHAnsi"/>
          <w:rtl/>
        </w:rPr>
        <w:t>عليه‌السلام</w:t>
      </w:r>
      <w:r>
        <w:rPr>
          <w:rtl/>
          <w:lang w:bidi="fa-IR"/>
        </w:rPr>
        <w:t>(بنابر احتياط واجب)</w:t>
      </w:r>
    </w:p>
    <w:p w:rsidR="004F29D6" w:rsidRDefault="00AE372F" w:rsidP="003D25DB">
      <w:pPr>
        <w:pStyle w:val="Heading2"/>
        <w:rPr>
          <w:rtl/>
          <w:lang w:bidi="fa-IR"/>
        </w:rPr>
      </w:pPr>
      <w:r>
        <w:rPr>
          <w:rtl/>
          <w:lang w:bidi="fa-IR"/>
        </w:rPr>
        <w:br w:type="page"/>
      </w:r>
      <w:bookmarkStart w:id="80" w:name="_Toc513640259"/>
      <w:bookmarkStart w:id="81" w:name="_Toc513716064"/>
      <w:bookmarkStart w:id="82" w:name="_Toc513716304"/>
      <w:bookmarkStart w:id="83" w:name="_Toc513716415"/>
      <w:bookmarkStart w:id="84" w:name="_Toc513716795"/>
      <w:r w:rsidR="004F29D6">
        <w:rPr>
          <w:rtl/>
          <w:lang w:bidi="fa-IR"/>
        </w:rPr>
        <w:lastRenderedPageBreak/>
        <w:t>شك در وضو:</w:t>
      </w:r>
      <w:bookmarkEnd w:id="80"/>
      <w:bookmarkEnd w:id="81"/>
      <w:bookmarkEnd w:id="82"/>
      <w:bookmarkEnd w:id="83"/>
      <w:bookmarkEnd w:id="84"/>
    </w:p>
    <w:p w:rsidR="004F29D6" w:rsidRDefault="004F29D6" w:rsidP="004F29D6">
      <w:pPr>
        <w:pStyle w:val="libNormal"/>
        <w:rPr>
          <w:rtl/>
          <w:lang w:bidi="fa-IR"/>
        </w:rPr>
      </w:pPr>
      <w:r>
        <w:rPr>
          <w:rtl/>
          <w:lang w:bidi="fa-IR"/>
        </w:rPr>
        <w:t>١</w:t>
      </w:r>
      <w:r w:rsidR="00AE372F">
        <w:rPr>
          <w:rFonts w:hint="cs"/>
          <w:rtl/>
          <w:lang w:bidi="fa-IR"/>
        </w:rPr>
        <w:t xml:space="preserve"> </w:t>
      </w:r>
      <w:r>
        <w:rPr>
          <w:rtl/>
          <w:lang w:bidi="fa-IR"/>
        </w:rPr>
        <w:t>- اگر در بين نماز شك كند وضو گرفته يا نه نمازش باطل و بايد وضو بگيرد ولى اگر بعد از نماز شك كند نمازش ‍ صحيح و براى نماز بعد وضو بگيرد.</w:t>
      </w:r>
    </w:p>
    <w:p w:rsidR="004F29D6" w:rsidRDefault="004F29D6" w:rsidP="004F29D6">
      <w:pPr>
        <w:pStyle w:val="libNormal"/>
        <w:rPr>
          <w:rtl/>
          <w:lang w:bidi="fa-IR"/>
        </w:rPr>
      </w:pPr>
      <w:r>
        <w:rPr>
          <w:rtl/>
          <w:lang w:bidi="fa-IR"/>
        </w:rPr>
        <w:t>٢</w:t>
      </w:r>
      <w:r w:rsidR="00AE372F">
        <w:rPr>
          <w:rFonts w:hint="cs"/>
          <w:rtl/>
          <w:lang w:bidi="fa-IR"/>
        </w:rPr>
        <w:t xml:space="preserve"> </w:t>
      </w:r>
      <w:r>
        <w:rPr>
          <w:rtl/>
          <w:lang w:bidi="fa-IR"/>
        </w:rPr>
        <w:t>- كسى كه وضو گرفته و نميداند وضويش باطل شده يا نه وضويش باقى است ولى كسى كه مى داند وضويش باطل شده و نمى داند وضو گرفته يا نه بايد وضو بگيرد.</w:t>
      </w:r>
    </w:p>
    <w:p w:rsidR="004F29D6" w:rsidRDefault="004F29D6" w:rsidP="004F29D6">
      <w:pPr>
        <w:pStyle w:val="libNormal"/>
        <w:rPr>
          <w:rtl/>
          <w:lang w:bidi="fa-IR"/>
        </w:rPr>
      </w:pPr>
      <w:r>
        <w:rPr>
          <w:rtl/>
          <w:lang w:bidi="fa-IR"/>
        </w:rPr>
        <w:t>٣</w:t>
      </w:r>
      <w:r w:rsidR="00AE372F">
        <w:rPr>
          <w:rFonts w:hint="cs"/>
          <w:rtl/>
          <w:lang w:bidi="fa-IR"/>
        </w:rPr>
        <w:t xml:space="preserve"> </w:t>
      </w:r>
      <w:r>
        <w:rPr>
          <w:rtl/>
          <w:lang w:bidi="fa-IR"/>
        </w:rPr>
        <w:t>- كسى كه وضو گرفته و حدثى از او سر زده مثلا ادرار كرده يا بادى از او خارج شده ولى نمى داند كداميك جلوتر بوده اگر در بين نماز است بايد نماز را بشكند و وضو بگيرد. ولى اگر بعد از نمازش باشد صحيح و براى نمازهاى بعد بايد وضو بگيرد.</w:t>
      </w:r>
    </w:p>
    <w:p w:rsidR="004F29D6" w:rsidRDefault="004F29D6" w:rsidP="003D25DB">
      <w:pPr>
        <w:pStyle w:val="Heading2"/>
        <w:rPr>
          <w:rtl/>
          <w:lang w:bidi="fa-IR"/>
        </w:rPr>
      </w:pPr>
      <w:bookmarkStart w:id="85" w:name="_Toc513640260"/>
      <w:bookmarkStart w:id="86" w:name="_Toc513716065"/>
      <w:bookmarkStart w:id="87" w:name="_Toc513716305"/>
      <w:bookmarkStart w:id="88" w:name="_Toc513716416"/>
      <w:bookmarkStart w:id="89" w:name="_Toc513716796"/>
      <w:r>
        <w:rPr>
          <w:rtl/>
          <w:lang w:bidi="fa-IR"/>
        </w:rPr>
        <w:t>چيزهايى كه وضو را باطل مى كند:</w:t>
      </w:r>
      <w:bookmarkEnd w:id="85"/>
      <w:bookmarkEnd w:id="86"/>
      <w:bookmarkEnd w:id="87"/>
      <w:bookmarkEnd w:id="88"/>
      <w:bookmarkEnd w:id="89"/>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ادرار ٢</w:t>
      </w:r>
      <w:r w:rsidR="0079691E">
        <w:rPr>
          <w:rFonts w:hint="cs"/>
          <w:rtl/>
          <w:lang w:bidi="fa-IR"/>
        </w:rPr>
        <w:t xml:space="preserve"> </w:t>
      </w:r>
      <w:r>
        <w:rPr>
          <w:rtl/>
          <w:lang w:bidi="fa-IR"/>
        </w:rPr>
        <w:t>- مدفوع ٣</w:t>
      </w:r>
      <w:r w:rsidR="0079691E">
        <w:rPr>
          <w:rFonts w:hint="cs"/>
          <w:rtl/>
          <w:lang w:bidi="fa-IR"/>
        </w:rPr>
        <w:t xml:space="preserve"> </w:t>
      </w:r>
      <w:r>
        <w:rPr>
          <w:rtl/>
          <w:lang w:bidi="fa-IR"/>
        </w:rPr>
        <w:t>- بادى كه از انسان خارج مى شود ٤</w:t>
      </w:r>
      <w:r w:rsidR="0079691E">
        <w:rPr>
          <w:rFonts w:hint="cs"/>
          <w:rtl/>
          <w:lang w:bidi="fa-IR"/>
        </w:rPr>
        <w:t xml:space="preserve"> </w:t>
      </w:r>
      <w:r>
        <w:rPr>
          <w:rtl/>
          <w:lang w:bidi="fa-IR"/>
        </w:rPr>
        <w:t>- خوابيكه انسان چيزى نبيند و چيزى نشنود ٥</w:t>
      </w:r>
      <w:r w:rsidR="0079691E">
        <w:rPr>
          <w:rFonts w:hint="cs"/>
          <w:rtl/>
          <w:lang w:bidi="fa-IR"/>
        </w:rPr>
        <w:t xml:space="preserve"> </w:t>
      </w:r>
      <w:r>
        <w:rPr>
          <w:rtl/>
          <w:lang w:bidi="fa-IR"/>
        </w:rPr>
        <w:t>- مستى و بيهوشى ٦</w:t>
      </w:r>
      <w:r w:rsidR="0079691E">
        <w:rPr>
          <w:rFonts w:hint="cs"/>
          <w:rtl/>
          <w:lang w:bidi="fa-IR"/>
        </w:rPr>
        <w:t xml:space="preserve"> </w:t>
      </w:r>
      <w:r>
        <w:rPr>
          <w:rtl/>
          <w:lang w:bidi="fa-IR"/>
        </w:rPr>
        <w:t>- استحاضه در زنان ٧</w:t>
      </w:r>
      <w:r w:rsidR="0079691E">
        <w:rPr>
          <w:rFonts w:hint="cs"/>
          <w:rtl/>
          <w:lang w:bidi="fa-IR"/>
        </w:rPr>
        <w:t xml:space="preserve"> </w:t>
      </w:r>
      <w:r>
        <w:rPr>
          <w:rtl/>
          <w:lang w:bidi="fa-IR"/>
        </w:rPr>
        <w:t>- جنابت .</w:t>
      </w:r>
    </w:p>
    <w:p w:rsidR="004F29D6" w:rsidRDefault="0079691E" w:rsidP="003D25DB">
      <w:pPr>
        <w:pStyle w:val="Heading2"/>
        <w:rPr>
          <w:rtl/>
          <w:lang w:bidi="fa-IR"/>
        </w:rPr>
      </w:pPr>
      <w:r>
        <w:rPr>
          <w:rtl/>
          <w:lang w:bidi="fa-IR"/>
        </w:rPr>
        <w:br w:type="page"/>
      </w:r>
      <w:bookmarkStart w:id="90" w:name="_Toc513640261"/>
      <w:bookmarkStart w:id="91" w:name="_Toc513716066"/>
      <w:bookmarkStart w:id="92" w:name="_Toc513716306"/>
      <w:bookmarkStart w:id="93" w:name="_Toc513716417"/>
      <w:bookmarkStart w:id="94" w:name="_Toc513716797"/>
      <w:r w:rsidR="004F29D6">
        <w:rPr>
          <w:rtl/>
          <w:lang w:bidi="fa-IR"/>
        </w:rPr>
        <w:lastRenderedPageBreak/>
        <w:t>تيمم :</w:t>
      </w:r>
      <w:bookmarkEnd w:id="90"/>
      <w:bookmarkEnd w:id="91"/>
      <w:bookmarkEnd w:id="92"/>
      <w:bookmarkEnd w:id="93"/>
      <w:bookmarkEnd w:id="94"/>
    </w:p>
    <w:p w:rsidR="004F29D6" w:rsidRDefault="004F29D6" w:rsidP="004F29D6">
      <w:pPr>
        <w:pStyle w:val="libNormal"/>
        <w:rPr>
          <w:rtl/>
          <w:lang w:bidi="fa-IR"/>
        </w:rPr>
      </w:pPr>
      <w:r>
        <w:rPr>
          <w:rtl/>
          <w:lang w:bidi="fa-IR"/>
        </w:rPr>
        <w:t>در صورتيكه آب نباشد يا آنكه به عللى براى نمازگزار ضرر داشته باشد بجاى وضو تيمم مى گيرد. دستور تيمم بدل از وضو:</w:t>
      </w:r>
    </w:p>
    <w:p w:rsidR="004F29D6" w:rsidRDefault="004F29D6" w:rsidP="004F29D6">
      <w:pPr>
        <w:pStyle w:val="libNormal"/>
        <w:rPr>
          <w:rtl/>
          <w:lang w:bidi="fa-IR"/>
        </w:rPr>
      </w:pPr>
      <w:r>
        <w:rPr>
          <w:rtl/>
          <w:lang w:bidi="fa-IR"/>
        </w:rPr>
        <w:t>١</w:t>
      </w:r>
      <w:r w:rsidR="0079691E">
        <w:rPr>
          <w:rFonts w:hint="cs"/>
          <w:rtl/>
          <w:lang w:bidi="fa-IR"/>
        </w:rPr>
        <w:t xml:space="preserve"> - </w:t>
      </w:r>
      <w:r>
        <w:rPr>
          <w:rtl/>
          <w:lang w:bidi="fa-IR"/>
        </w:rPr>
        <w:t>: نيت ، ٢</w:t>
      </w:r>
      <w:r w:rsidR="0079691E">
        <w:rPr>
          <w:rFonts w:hint="cs"/>
          <w:rtl/>
          <w:lang w:bidi="fa-IR"/>
        </w:rPr>
        <w:t xml:space="preserve"> </w:t>
      </w:r>
      <w:r>
        <w:rPr>
          <w:rtl/>
          <w:lang w:bidi="fa-IR"/>
        </w:rPr>
        <w:t>- زدن كف دو دست بر چيزى كه تيمم بر آن صحيح است ، مانند خاك يا شن يا سنگ تميز و پاك .</w:t>
      </w:r>
    </w:p>
    <w:p w:rsidR="004F29D6" w:rsidRDefault="004F29D6" w:rsidP="004F29D6">
      <w:pPr>
        <w:pStyle w:val="libNormal"/>
        <w:rPr>
          <w:rtl/>
          <w:lang w:bidi="fa-IR"/>
        </w:rPr>
      </w:pPr>
      <w:r>
        <w:rPr>
          <w:rtl/>
          <w:lang w:bidi="fa-IR"/>
        </w:rPr>
        <w:t>٣</w:t>
      </w:r>
      <w:r w:rsidR="0079691E">
        <w:rPr>
          <w:rFonts w:hint="cs"/>
          <w:rtl/>
          <w:lang w:bidi="fa-IR"/>
        </w:rPr>
        <w:t xml:space="preserve"> </w:t>
      </w:r>
      <w:r>
        <w:rPr>
          <w:rtl/>
          <w:lang w:bidi="fa-IR"/>
        </w:rPr>
        <w:t>- كشيدن تمام كف هر دو دست ب</w:t>
      </w:r>
      <w:r w:rsidR="0079691E">
        <w:rPr>
          <w:rFonts w:hint="cs"/>
          <w:rtl/>
          <w:lang w:bidi="fa-IR"/>
        </w:rPr>
        <w:t xml:space="preserve">ه </w:t>
      </w:r>
      <w:r>
        <w:rPr>
          <w:rtl/>
          <w:lang w:bidi="fa-IR"/>
        </w:rPr>
        <w:t>تمام پيشانى و دو طرف آن از جايى كه موى سر مى رويد تا ابروها وبالاى بينى و احتياطا بايد، روى ابروها هم كشيده شود.</w:t>
      </w:r>
    </w:p>
    <w:p w:rsidR="004F29D6" w:rsidRDefault="004F29D6" w:rsidP="004F29D6">
      <w:pPr>
        <w:pStyle w:val="libNormal"/>
        <w:rPr>
          <w:rtl/>
          <w:lang w:bidi="fa-IR"/>
        </w:rPr>
      </w:pPr>
      <w:r>
        <w:rPr>
          <w:rtl/>
          <w:lang w:bidi="fa-IR"/>
        </w:rPr>
        <w:t>٤</w:t>
      </w:r>
      <w:r w:rsidR="0079691E">
        <w:rPr>
          <w:rFonts w:hint="cs"/>
          <w:rtl/>
          <w:lang w:bidi="fa-IR"/>
        </w:rPr>
        <w:t xml:space="preserve"> </w:t>
      </w:r>
      <w:r>
        <w:rPr>
          <w:rtl/>
          <w:lang w:bidi="fa-IR"/>
        </w:rPr>
        <w:t>- كشيدن تمام كف دست چپ ب</w:t>
      </w:r>
      <w:r w:rsidR="0079691E">
        <w:rPr>
          <w:rFonts w:hint="cs"/>
          <w:rtl/>
          <w:lang w:bidi="fa-IR"/>
        </w:rPr>
        <w:t xml:space="preserve">ه </w:t>
      </w:r>
      <w:r>
        <w:rPr>
          <w:rtl/>
          <w:lang w:bidi="fa-IR"/>
        </w:rPr>
        <w:t>تمام پشت دست راست .</w:t>
      </w:r>
    </w:p>
    <w:p w:rsidR="004F29D6" w:rsidRDefault="004F29D6" w:rsidP="004F29D6">
      <w:pPr>
        <w:pStyle w:val="libNormal"/>
        <w:rPr>
          <w:rtl/>
          <w:lang w:bidi="fa-IR"/>
        </w:rPr>
      </w:pPr>
      <w:r>
        <w:rPr>
          <w:rtl/>
          <w:lang w:bidi="fa-IR"/>
        </w:rPr>
        <w:t>٥</w:t>
      </w:r>
      <w:r w:rsidR="0079691E">
        <w:rPr>
          <w:rFonts w:hint="cs"/>
          <w:rtl/>
          <w:lang w:bidi="fa-IR"/>
        </w:rPr>
        <w:t xml:space="preserve"> </w:t>
      </w:r>
      <w:r>
        <w:rPr>
          <w:rtl/>
          <w:lang w:bidi="fa-IR"/>
        </w:rPr>
        <w:t>- كشيدن تمام كف دست راست بر تمام پشت دست چپ .</w:t>
      </w:r>
    </w:p>
    <w:p w:rsidR="004F29D6" w:rsidRDefault="004F29D6" w:rsidP="004F29D6">
      <w:pPr>
        <w:pStyle w:val="libNormal"/>
        <w:rPr>
          <w:rtl/>
          <w:lang w:bidi="fa-IR"/>
        </w:rPr>
      </w:pPr>
      <w:r>
        <w:rPr>
          <w:rtl/>
          <w:lang w:bidi="fa-IR"/>
        </w:rPr>
        <w:t>مواردى كه بايد تيمم كرد:</w:t>
      </w:r>
    </w:p>
    <w:p w:rsidR="004F29D6" w:rsidRDefault="004F29D6" w:rsidP="004F29D6">
      <w:pPr>
        <w:pStyle w:val="libNormal"/>
        <w:rPr>
          <w:rtl/>
          <w:lang w:bidi="fa-IR"/>
        </w:rPr>
      </w:pPr>
      <w:r>
        <w:rPr>
          <w:rtl/>
          <w:lang w:bidi="fa-IR"/>
        </w:rPr>
        <w:t>در اين موارد بجاى وضو و غسل بايد تيمم كرد:</w:t>
      </w:r>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تهيه آب بقدر وضو يا غسل ممكن نباشد.</w:t>
      </w:r>
    </w:p>
    <w:p w:rsidR="004F29D6" w:rsidRDefault="004F29D6" w:rsidP="004F29D6">
      <w:pPr>
        <w:pStyle w:val="libNormal"/>
        <w:rPr>
          <w:rtl/>
          <w:lang w:bidi="fa-IR"/>
        </w:rPr>
      </w:pPr>
      <w:r>
        <w:rPr>
          <w:rtl/>
          <w:lang w:bidi="fa-IR"/>
        </w:rPr>
        <w:t>٢</w:t>
      </w:r>
      <w:r w:rsidR="0079691E">
        <w:rPr>
          <w:rFonts w:hint="cs"/>
          <w:rtl/>
          <w:lang w:bidi="fa-IR"/>
        </w:rPr>
        <w:t xml:space="preserve"> </w:t>
      </w:r>
      <w:r>
        <w:rPr>
          <w:rtl/>
          <w:lang w:bidi="fa-IR"/>
        </w:rPr>
        <w:t>- اگر از استعمال آب بر بدن خود بترسد به اينكه بيمارى در او پيدا شود. ٣</w:t>
      </w:r>
      <w:r w:rsidR="0079691E">
        <w:rPr>
          <w:rFonts w:hint="cs"/>
          <w:rtl/>
          <w:lang w:bidi="fa-IR"/>
        </w:rPr>
        <w:t xml:space="preserve"> </w:t>
      </w:r>
      <w:r>
        <w:rPr>
          <w:rtl/>
          <w:lang w:bidi="fa-IR"/>
        </w:rPr>
        <w:t>- جائيكه بترسد اگر آب را بمصرف وضو برساند خودش يا ديگران از تشنگى بميرد.</w:t>
      </w:r>
    </w:p>
    <w:p w:rsidR="004F29D6" w:rsidRDefault="004F29D6" w:rsidP="004F29D6">
      <w:pPr>
        <w:pStyle w:val="libNormal"/>
        <w:rPr>
          <w:rtl/>
          <w:lang w:bidi="fa-IR"/>
        </w:rPr>
      </w:pPr>
      <w:r>
        <w:rPr>
          <w:rtl/>
          <w:lang w:bidi="fa-IR"/>
        </w:rPr>
        <w:t>٤</w:t>
      </w:r>
      <w:r w:rsidR="0079691E">
        <w:rPr>
          <w:rFonts w:hint="cs"/>
          <w:rtl/>
          <w:lang w:bidi="fa-IR"/>
        </w:rPr>
        <w:t xml:space="preserve"> </w:t>
      </w:r>
      <w:r>
        <w:rPr>
          <w:rtl/>
          <w:lang w:bidi="fa-IR"/>
        </w:rPr>
        <w:t>- كسيكه بدن يا لباسش نجس است و آب بمقدار طاهر كردن داشته باشد.</w:t>
      </w:r>
    </w:p>
    <w:p w:rsidR="004F29D6" w:rsidRDefault="004F29D6" w:rsidP="004F29D6">
      <w:pPr>
        <w:pStyle w:val="libNormal"/>
        <w:rPr>
          <w:rtl/>
          <w:lang w:bidi="fa-IR"/>
        </w:rPr>
      </w:pPr>
      <w:r>
        <w:rPr>
          <w:rtl/>
          <w:lang w:bidi="fa-IR"/>
        </w:rPr>
        <w:t>٥</w:t>
      </w:r>
      <w:r w:rsidR="0079691E">
        <w:rPr>
          <w:rFonts w:hint="cs"/>
          <w:rtl/>
          <w:lang w:bidi="fa-IR"/>
        </w:rPr>
        <w:t xml:space="preserve"> </w:t>
      </w:r>
      <w:r>
        <w:rPr>
          <w:rtl/>
          <w:lang w:bidi="fa-IR"/>
        </w:rPr>
        <w:t>- هر گاه وقت بقدرى تنگ باشد كه اگر وضو يا غسل كند نمازش قضا مى شود.</w:t>
      </w:r>
    </w:p>
    <w:p w:rsidR="004F29D6" w:rsidRDefault="0079691E" w:rsidP="003D25DB">
      <w:pPr>
        <w:pStyle w:val="Heading2"/>
        <w:rPr>
          <w:rtl/>
          <w:lang w:bidi="fa-IR"/>
        </w:rPr>
      </w:pPr>
      <w:r>
        <w:rPr>
          <w:rtl/>
          <w:lang w:bidi="fa-IR"/>
        </w:rPr>
        <w:br w:type="page"/>
      </w:r>
      <w:bookmarkStart w:id="95" w:name="_Toc513640262"/>
      <w:bookmarkStart w:id="96" w:name="_Toc513716067"/>
      <w:bookmarkStart w:id="97" w:name="_Toc513716307"/>
      <w:bookmarkStart w:id="98" w:name="_Toc513716418"/>
      <w:bookmarkStart w:id="99" w:name="_Toc513716798"/>
      <w:r w:rsidR="004F29D6">
        <w:rPr>
          <w:rtl/>
          <w:lang w:bidi="fa-IR"/>
        </w:rPr>
        <w:lastRenderedPageBreak/>
        <w:t>به پرسشهاى زير پاسخ دهيد:</w:t>
      </w:r>
      <w:bookmarkEnd w:id="95"/>
      <w:bookmarkEnd w:id="96"/>
      <w:bookmarkEnd w:id="97"/>
      <w:bookmarkEnd w:id="98"/>
      <w:bookmarkEnd w:id="99"/>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اعمال وضو چيست ؟</w:t>
      </w:r>
    </w:p>
    <w:p w:rsidR="004F29D6" w:rsidRDefault="004F29D6" w:rsidP="004F29D6">
      <w:pPr>
        <w:pStyle w:val="libNormal"/>
        <w:rPr>
          <w:rtl/>
          <w:lang w:bidi="fa-IR"/>
        </w:rPr>
      </w:pPr>
      <w:r>
        <w:rPr>
          <w:rtl/>
          <w:lang w:bidi="fa-IR"/>
        </w:rPr>
        <w:t>٢</w:t>
      </w:r>
      <w:r w:rsidR="0079691E">
        <w:rPr>
          <w:rFonts w:hint="cs"/>
          <w:rtl/>
          <w:lang w:bidi="fa-IR"/>
        </w:rPr>
        <w:t xml:space="preserve"> </w:t>
      </w:r>
      <w:r>
        <w:rPr>
          <w:rtl/>
          <w:lang w:bidi="fa-IR"/>
        </w:rPr>
        <w:t>- مقدار واجب مسح سر و پا چه مقدار است ؟</w:t>
      </w:r>
    </w:p>
    <w:p w:rsidR="004F29D6" w:rsidRDefault="004F29D6" w:rsidP="004F29D6">
      <w:pPr>
        <w:pStyle w:val="libNormal"/>
        <w:rPr>
          <w:rtl/>
          <w:lang w:bidi="fa-IR"/>
        </w:rPr>
      </w:pPr>
      <w:r>
        <w:rPr>
          <w:rtl/>
          <w:lang w:bidi="fa-IR"/>
        </w:rPr>
        <w:t>٣</w:t>
      </w:r>
      <w:r w:rsidR="0079691E">
        <w:rPr>
          <w:rFonts w:hint="cs"/>
          <w:rtl/>
          <w:lang w:bidi="fa-IR"/>
        </w:rPr>
        <w:t xml:space="preserve"> </w:t>
      </w:r>
      <w:r>
        <w:rPr>
          <w:rtl/>
          <w:lang w:bidi="fa-IR"/>
        </w:rPr>
        <w:t>- كسى كه خودش نمى تواند وضو بگيرد چكار كند؟</w:t>
      </w:r>
    </w:p>
    <w:p w:rsidR="004F29D6" w:rsidRDefault="004F29D6" w:rsidP="004F29D6">
      <w:pPr>
        <w:pStyle w:val="libNormal"/>
        <w:rPr>
          <w:rtl/>
          <w:lang w:bidi="fa-IR"/>
        </w:rPr>
      </w:pPr>
      <w:r>
        <w:rPr>
          <w:rtl/>
          <w:lang w:bidi="fa-IR"/>
        </w:rPr>
        <w:t>٤</w:t>
      </w:r>
      <w:r w:rsidR="0079691E">
        <w:rPr>
          <w:rFonts w:hint="cs"/>
          <w:rtl/>
          <w:lang w:bidi="fa-IR"/>
        </w:rPr>
        <w:t xml:space="preserve"> </w:t>
      </w:r>
      <w:r>
        <w:rPr>
          <w:rtl/>
          <w:lang w:bidi="fa-IR"/>
        </w:rPr>
        <w:t>- موالات در وضو چيست ؟ آن را بيان كنيد.</w:t>
      </w:r>
    </w:p>
    <w:p w:rsidR="004F29D6" w:rsidRDefault="004F29D6" w:rsidP="004F29D6">
      <w:pPr>
        <w:pStyle w:val="libNormal"/>
        <w:rPr>
          <w:rtl/>
          <w:lang w:bidi="fa-IR"/>
        </w:rPr>
      </w:pPr>
      <w:r>
        <w:rPr>
          <w:rtl/>
          <w:lang w:bidi="fa-IR"/>
        </w:rPr>
        <w:t>٥</w:t>
      </w:r>
      <w:r w:rsidR="0079691E">
        <w:rPr>
          <w:rFonts w:hint="cs"/>
          <w:rtl/>
          <w:lang w:bidi="fa-IR"/>
        </w:rPr>
        <w:t xml:space="preserve"> </w:t>
      </w:r>
      <w:r>
        <w:rPr>
          <w:rtl/>
          <w:lang w:bidi="fa-IR"/>
        </w:rPr>
        <w:t>- اگر محل جبيره نجس باشد تكليف چيست ؟</w:t>
      </w:r>
    </w:p>
    <w:p w:rsidR="004F29D6" w:rsidRDefault="004F29D6" w:rsidP="004F29D6">
      <w:pPr>
        <w:pStyle w:val="libNormal"/>
        <w:rPr>
          <w:rtl/>
          <w:lang w:bidi="fa-IR"/>
        </w:rPr>
      </w:pPr>
      <w:r>
        <w:rPr>
          <w:rtl/>
          <w:lang w:bidi="fa-IR"/>
        </w:rPr>
        <w:t>٦</w:t>
      </w:r>
      <w:r w:rsidR="0079691E">
        <w:rPr>
          <w:rFonts w:hint="cs"/>
          <w:rtl/>
          <w:lang w:bidi="fa-IR"/>
        </w:rPr>
        <w:t xml:space="preserve"> </w:t>
      </w:r>
      <w:r>
        <w:rPr>
          <w:rtl/>
          <w:lang w:bidi="fa-IR"/>
        </w:rPr>
        <w:t>- در چه مواردى بايد وضوى جبيره گرفت ؟</w:t>
      </w:r>
    </w:p>
    <w:p w:rsidR="004F29D6" w:rsidRDefault="004F29D6" w:rsidP="004F29D6">
      <w:pPr>
        <w:pStyle w:val="libNormal"/>
        <w:rPr>
          <w:rtl/>
          <w:lang w:bidi="fa-IR"/>
        </w:rPr>
      </w:pPr>
      <w:r>
        <w:rPr>
          <w:rtl/>
          <w:lang w:bidi="fa-IR"/>
        </w:rPr>
        <w:t>٧</w:t>
      </w:r>
      <w:r w:rsidR="0079691E">
        <w:rPr>
          <w:rFonts w:hint="cs"/>
          <w:rtl/>
          <w:lang w:bidi="fa-IR"/>
        </w:rPr>
        <w:t xml:space="preserve"> </w:t>
      </w:r>
      <w:r>
        <w:rPr>
          <w:rtl/>
          <w:lang w:bidi="fa-IR"/>
        </w:rPr>
        <w:t>- در چه مواردى بايد تيمم كرد؟</w:t>
      </w:r>
    </w:p>
    <w:p w:rsidR="004F29D6" w:rsidRDefault="0079691E" w:rsidP="00645D05">
      <w:pPr>
        <w:pStyle w:val="Heading1"/>
        <w:rPr>
          <w:rtl/>
          <w:lang w:bidi="fa-IR"/>
        </w:rPr>
      </w:pPr>
      <w:r>
        <w:rPr>
          <w:rtl/>
          <w:lang w:bidi="fa-IR"/>
        </w:rPr>
        <w:br w:type="page"/>
      </w:r>
      <w:bookmarkStart w:id="100" w:name="_Toc513640263"/>
      <w:bookmarkStart w:id="101" w:name="_Toc513716068"/>
      <w:bookmarkStart w:id="102" w:name="_Toc513716308"/>
      <w:bookmarkStart w:id="103" w:name="_Toc513716419"/>
      <w:bookmarkStart w:id="104" w:name="_Toc513716799"/>
      <w:r w:rsidR="004F29D6">
        <w:rPr>
          <w:rtl/>
          <w:lang w:bidi="fa-IR"/>
        </w:rPr>
        <w:lastRenderedPageBreak/>
        <w:t>درس سوم : غسل</w:t>
      </w:r>
      <w:bookmarkEnd w:id="100"/>
      <w:bookmarkEnd w:id="101"/>
      <w:bookmarkEnd w:id="102"/>
      <w:bookmarkEnd w:id="103"/>
      <w:bookmarkEnd w:id="104"/>
    </w:p>
    <w:p w:rsidR="004F29D6" w:rsidRDefault="004F29D6" w:rsidP="004F29D6">
      <w:pPr>
        <w:pStyle w:val="libNormal"/>
        <w:rPr>
          <w:rtl/>
          <w:lang w:bidi="fa-IR"/>
        </w:rPr>
      </w:pPr>
      <w:r>
        <w:rPr>
          <w:rtl/>
          <w:lang w:bidi="fa-IR"/>
        </w:rPr>
        <w:t>غسل عبارت از شستشوى بدن به گونه اى است كه خداوند خواسته است در موقعى كه انسان جنب شده و منى از او خارج شده يا با همسر خود همخوابگى كرده باشد يا زن و دختر از خون حيض پاك شده باشند بايد غسل كنند.</w:t>
      </w:r>
    </w:p>
    <w:p w:rsidR="004F29D6" w:rsidRDefault="004F29D6" w:rsidP="004F29D6">
      <w:pPr>
        <w:pStyle w:val="libNormal"/>
        <w:rPr>
          <w:rtl/>
          <w:lang w:bidi="fa-IR"/>
        </w:rPr>
      </w:pPr>
      <w:r>
        <w:rPr>
          <w:rtl/>
          <w:lang w:bidi="fa-IR"/>
        </w:rPr>
        <w:t>غسل به دو صورت انجام مى گيرد:</w:t>
      </w:r>
    </w:p>
    <w:p w:rsidR="004F29D6" w:rsidRDefault="004F29D6" w:rsidP="003D25DB">
      <w:pPr>
        <w:pStyle w:val="Heading2"/>
        <w:rPr>
          <w:rtl/>
          <w:lang w:bidi="fa-IR"/>
        </w:rPr>
      </w:pPr>
      <w:bookmarkStart w:id="105" w:name="_Toc513640264"/>
      <w:bookmarkStart w:id="106" w:name="_Toc513716069"/>
      <w:bookmarkStart w:id="107" w:name="_Toc513716309"/>
      <w:bookmarkStart w:id="108" w:name="_Toc513716420"/>
      <w:bookmarkStart w:id="109" w:name="_Toc513716800"/>
      <w:r>
        <w:rPr>
          <w:rtl/>
          <w:lang w:bidi="fa-IR"/>
        </w:rPr>
        <w:t>١</w:t>
      </w:r>
      <w:r w:rsidR="0079691E">
        <w:rPr>
          <w:rFonts w:hint="cs"/>
          <w:rtl/>
          <w:lang w:bidi="fa-IR"/>
        </w:rPr>
        <w:t xml:space="preserve"> -</w:t>
      </w:r>
      <w:r>
        <w:rPr>
          <w:rtl/>
          <w:lang w:bidi="fa-IR"/>
        </w:rPr>
        <w:t xml:space="preserve"> غسل ترتيبى :</w:t>
      </w:r>
      <w:bookmarkEnd w:id="105"/>
      <w:bookmarkEnd w:id="106"/>
      <w:bookmarkEnd w:id="107"/>
      <w:bookmarkEnd w:id="108"/>
      <w:bookmarkEnd w:id="109"/>
    </w:p>
    <w:p w:rsidR="004F29D6" w:rsidRDefault="004F29D6" w:rsidP="004F29D6">
      <w:pPr>
        <w:pStyle w:val="libNormal"/>
        <w:rPr>
          <w:rtl/>
          <w:lang w:bidi="fa-IR"/>
        </w:rPr>
      </w:pPr>
      <w:r>
        <w:rPr>
          <w:rtl/>
          <w:lang w:bidi="fa-IR"/>
        </w:rPr>
        <w:t>پس از پاك كردن هر قسمت از بدن و نيت ، سر و صورت خود را مى شويد، سپس سمت راست بدن و بعد سمت چپ را مى شويد، در غسل ترتيبى لازم نيست قبل از غسل ، بدن كاملا طاهر باشد بلكه شخص مى تواند هر قسمتى را كه مى خواهد به نيت غسل بشويد طاهر كند.</w:t>
      </w:r>
    </w:p>
    <w:p w:rsidR="004F29D6" w:rsidRDefault="004F29D6" w:rsidP="003D25DB">
      <w:pPr>
        <w:pStyle w:val="Heading2"/>
        <w:rPr>
          <w:rtl/>
          <w:lang w:bidi="fa-IR"/>
        </w:rPr>
      </w:pPr>
      <w:bookmarkStart w:id="110" w:name="_Toc513640265"/>
      <w:bookmarkStart w:id="111" w:name="_Toc513716070"/>
      <w:bookmarkStart w:id="112" w:name="_Toc513716310"/>
      <w:bookmarkStart w:id="113" w:name="_Toc513716421"/>
      <w:bookmarkStart w:id="114" w:name="_Toc513716801"/>
      <w:r>
        <w:rPr>
          <w:rtl/>
          <w:lang w:bidi="fa-IR"/>
        </w:rPr>
        <w:t>٢</w:t>
      </w:r>
      <w:r w:rsidR="0079691E">
        <w:rPr>
          <w:rFonts w:hint="cs"/>
          <w:rtl/>
          <w:lang w:bidi="fa-IR"/>
        </w:rPr>
        <w:t xml:space="preserve"> </w:t>
      </w:r>
      <w:r>
        <w:rPr>
          <w:rtl/>
          <w:lang w:bidi="fa-IR"/>
        </w:rPr>
        <w:t>- غسل ارتماسى :</w:t>
      </w:r>
      <w:bookmarkEnd w:id="110"/>
      <w:bookmarkEnd w:id="111"/>
      <w:bookmarkEnd w:id="112"/>
      <w:bookmarkEnd w:id="113"/>
      <w:bookmarkEnd w:id="114"/>
    </w:p>
    <w:p w:rsidR="004F29D6" w:rsidRDefault="004F29D6" w:rsidP="004F29D6">
      <w:pPr>
        <w:pStyle w:val="libNormal"/>
        <w:rPr>
          <w:rtl/>
          <w:lang w:bidi="fa-IR"/>
        </w:rPr>
      </w:pPr>
      <w:r>
        <w:rPr>
          <w:rtl/>
          <w:lang w:bidi="fa-IR"/>
        </w:rPr>
        <w:t>در غسل ارتماسى بايد بدن كاملا طاهر كرد سپس نيت نمود و يكباره به زير آب فرو رفت ، در غسل چه واجب و چه مستحب بايد نيت واجب يا مستحب را انجام دهد.</w:t>
      </w:r>
    </w:p>
    <w:p w:rsidR="0079691E" w:rsidRDefault="0079691E" w:rsidP="004F29D6">
      <w:pPr>
        <w:pStyle w:val="libNormal"/>
        <w:rPr>
          <w:rtl/>
          <w:lang w:bidi="fa-IR"/>
        </w:rPr>
      </w:pPr>
    </w:p>
    <w:p w:rsidR="004F29D6" w:rsidRDefault="0079691E" w:rsidP="003D25DB">
      <w:pPr>
        <w:pStyle w:val="Heading2"/>
        <w:rPr>
          <w:rtl/>
          <w:lang w:bidi="fa-IR"/>
        </w:rPr>
      </w:pPr>
      <w:r>
        <w:rPr>
          <w:rtl/>
          <w:lang w:bidi="fa-IR"/>
        </w:rPr>
        <w:br w:type="page"/>
      </w:r>
      <w:bookmarkStart w:id="115" w:name="_Toc513640266"/>
      <w:bookmarkStart w:id="116" w:name="_Toc513716071"/>
      <w:bookmarkStart w:id="117" w:name="_Toc513716311"/>
      <w:bookmarkStart w:id="118" w:name="_Toc513716422"/>
      <w:bookmarkStart w:id="119" w:name="_Toc513716802"/>
      <w:r w:rsidR="004F29D6">
        <w:rPr>
          <w:rtl/>
          <w:lang w:bidi="fa-IR"/>
        </w:rPr>
        <w:lastRenderedPageBreak/>
        <w:t>غسلها</w:t>
      </w:r>
      <w:bookmarkEnd w:id="115"/>
      <w:bookmarkEnd w:id="116"/>
      <w:bookmarkEnd w:id="117"/>
      <w:bookmarkEnd w:id="118"/>
      <w:bookmarkEnd w:id="119"/>
    </w:p>
    <w:p w:rsidR="004F29D6" w:rsidRDefault="004F29D6" w:rsidP="004F29D6">
      <w:pPr>
        <w:pStyle w:val="libNormal"/>
        <w:rPr>
          <w:rtl/>
          <w:lang w:bidi="fa-IR"/>
        </w:rPr>
      </w:pPr>
      <w:r>
        <w:rPr>
          <w:rtl/>
          <w:lang w:bidi="fa-IR"/>
        </w:rPr>
        <w:t>بعضى از غسلها گاهى مشترك بين زن و مرد است مثل غسل جنابت يا غسل ميت يا غسل مس ميت و بعضى از آنها اختصاصات زنان است مثل غسل حيض يا استحاضه يا نفاس كه توضيحات هر يك خواهد آمد.</w:t>
      </w:r>
    </w:p>
    <w:p w:rsidR="004F29D6" w:rsidRDefault="004F29D6" w:rsidP="003D25DB">
      <w:pPr>
        <w:pStyle w:val="Heading2"/>
        <w:rPr>
          <w:rtl/>
          <w:lang w:bidi="fa-IR"/>
        </w:rPr>
      </w:pPr>
      <w:bookmarkStart w:id="120" w:name="_Toc513640267"/>
      <w:bookmarkStart w:id="121" w:name="_Toc513716072"/>
      <w:bookmarkStart w:id="122" w:name="_Toc513716312"/>
      <w:bookmarkStart w:id="123" w:name="_Toc513716423"/>
      <w:bookmarkStart w:id="124" w:name="_Toc513716803"/>
      <w:r>
        <w:rPr>
          <w:rtl/>
          <w:lang w:bidi="fa-IR"/>
        </w:rPr>
        <w:t>الف - غسل جنابت</w:t>
      </w:r>
      <w:bookmarkEnd w:id="120"/>
      <w:bookmarkEnd w:id="121"/>
      <w:bookmarkEnd w:id="122"/>
      <w:bookmarkEnd w:id="123"/>
      <w:bookmarkEnd w:id="124"/>
      <w:r>
        <w:rPr>
          <w:rtl/>
          <w:lang w:bidi="fa-IR"/>
        </w:rPr>
        <w:t xml:space="preserve"> </w:t>
      </w:r>
    </w:p>
    <w:p w:rsidR="004F29D6" w:rsidRDefault="004F29D6" w:rsidP="004F29D6">
      <w:pPr>
        <w:pStyle w:val="libNormal"/>
        <w:rPr>
          <w:rtl/>
          <w:lang w:bidi="fa-IR"/>
        </w:rPr>
      </w:pPr>
      <w:r>
        <w:rPr>
          <w:rtl/>
          <w:lang w:bidi="fa-IR"/>
        </w:rPr>
        <w:t>كه بخاطر خارج شدن منى و يا بخاطر همخوابگى وآميزش پديد مى آيد.</w:t>
      </w:r>
    </w:p>
    <w:p w:rsidR="004F29D6" w:rsidRDefault="004F29D6" w:rsidP="004F29D6">
      <w:pPr>
        <w:pStyle w:val="libNormal"/>
        <w:rPr>
          <w:rtl/>
          <w:lang w:bidi="fa-IR"/>
        </w:rPr>
      </w:pPr>
      <w:r>
        <w:rPr>
          <w:rtl/>
          <w:lang w:bidi="fa-IR"/>
        </w:rPr>
        <w:t>شخصى كه منى از او خارج شده و جنب است مستحب است كه قبل از غسل ، بول و ادرار كند، زيرا اگر ترك كند و بعد از غسل رطوبتى از او خارج شود و نداند منى است يا نه ، حكم منى را دارد و باز بايد غسل كند.</w:t>
      </w:r>
    </w:p>
    <w:p w:rsidR="004F29D6" w:rsidRDefault="004F29D6" w:rsidP="0079691E">
      <w:pPr>
        <w:pStyle w:val="libBold1"/>
        <w:rPr>
          <w:rtl/>
          <w:lang w:bidi="fa-IR"/>
        </w:rPr>
      </w:pPr>
      <w:r>
        <w:rPr>
          <w:rtl/>
          <w:lang w:bidi="fa-IR"/>
        </w:rPr>
        <w:t>مسائلى پيرامون غسل :</w:t>
      </w:r>
    </w:p>
    <w:p w:rsidR="004F29D6" w:rsidRDefault="004F29D6" w:rsidP="004F29D6">
      <w:pPr>
        <w:pStyle w:val="libNormal"/>
        <w:rPr>
          <w:rtl/>
          <w:lang w:bidi="fa-IR"/>
        </w:rPr>
      </w:pPr>
      <w:r>
        <w:rPr>
          <w:rtl/>
          <w:lang w:bidi="fa-IR"/>
        </w:rPr>
        <w:t>مساءله - آبى كه گاهى اوقات از انسان خارج مى شود و صفات منى را ندارد پاك مى باشد و لازم نيست انسان غسل كند.</w:t>
      </w:r>
    </w:p>
    <w:p w:rsidR="004F29D6" w:rsidRDefault="004F29D6" w:rsidP="004F29D6">
      <w:pPr>
        <w:pStyle w:val="libNormal"/>
        <w:rPr>
          <w:rtl/>
          <w:lang w:bidi="fa-IR"/>
        </w:rPr>
      </w:pPr>
      <w:r>
        <w:rPr>
          <w:rtl/>
          <w:lang w:bidi="fa-IR"/>
        </w:rPr>
        <w:t>مساءله - كسى كه جنب مى شود و غسل مى كند براى خواندن نماز لازم نيست وضو بگيرد بلكه با همان غسل ، نماز مى خواند ولى اگر شخص بعد از غسل ادرار كند و يا كار ديگرى را كه وضو را باطل مى كند از او سر بزند بايد براى خود، وضو بگيرد.</w:t>
      </w:r>
    </w:p>
    <w:p w:rsidR="004F29D6" w:rsidRDefault="004F29D6" w:rsidP="004F29D6">
      <w:pPr>
        <w:pStyle w:val="libNormal"/>
        <w:rPr>
          <w:rtl/>
          <w:lang w:bidi="fa-IR"/>
        </w:rPr>
      </w:pPr>
      <w:r>
        <w:rPr>
          <w:rtl/>
          <w:lang w:bidi="fa-IR"/>
        </w:rPr>
        <w:t>مساءله - در غسل ترتيبى اگر كسى در موقع شستن بدن ، شك كند كه آيا قسمت قبلى را شسته يا نه بايد بشويد ولى اگر بعد از تمام شدن غسل شك كند غسلش درست است و لازم به شستن دوباره نيست .</w:t>
      </w:r>
    </w:p>
    <w:p w:rsidR="004F29D6" w:rsidRDefault="004F29D6" w:rsidP="004F29D6">
      <w:pPr>
        <w:pStyle w:val="libNormal"/>
        <w:rPr>
          <w:rtl/>
          <w:lang w:bidi="fa-IR"/>
        </w:rPr>
      </w:pPr>
      <w:r>
        <w:rPr>
          <w:rtl/>
          <w:lang w:bidi="fa-IR"/>
        </w:rPr>
        <w:t>مساءله - كسى كه چند غسل بر او واجب مى باشد مى تواند با يك غسل همه آنها را انجام دهد.</w:t>
      </w:r>
    </w:p>
    <w:p w:rsidR="004F29D6" w:rsidRDefault="004F29D6" w:rsidP="004F29D6">
      <w:pPr>
        <w:pStyle w:val="libNormal"/>
        <w:rPr>
          <w:rtl/>
          <w:lang w:bidi="fa-IR"/>
        </w:rPr>
      </w:pPr>
      <w:r>
        <w:rPr>
          <w:rtl/>
          <w:lang w:bidi="fa-IR"/>
        </w:rPr>
        <w:lastRenderedPageBreak/>
        <w:t>مساءله - در غسل ترتيبى لازم نيست داخل بينى و يا داخل گوش را بشويد زيرا آنها باطن هستند و شستن باطن لازم نيست .</w:t>
      </w:r>
    </w:p>
    <w:p w:rsidR="004F29D6" w:rsidRDefault="004F29D6" w:rsidP="004F29D6">
      <w:pPr>
        <w:pStyle w:val="libNormal"/>
        <w:rPr>
          <w:rtl/>
          <w:lang w:bidi="fa-IR"/>
        </w:rPr>
      </w:pPr>
      <w:r>
        <w:rPr>
          <w:rtl/>
          <w:lang w:bidi="fa-IR"/>
        </w:rPr>
        <w:t>كارهايى كه بر جنب حرام است :</w:t>
      </w:r>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زدن دست به كلمات قرآن</w:t>
      </w:r>
    </w:p>
    <w:p w:rsidR="004F29D6" w:rsidRDefault="004F29D6" w:rsidP="0079691E">
      <w:pPr>
        <w:pStyle w:val="libNormal"/>
        <w:rPr>
          <w:rtl/>
          <w:lang w:bidi="fa-IR"/>
        </w:rPr>
      </w:pPr>
      <w:r>
        <w:rPr>
          <w:rtl/>
          <w:lang w:bidi="fa-IR"/>
        </w:rPr>
        <w:t>٢</w:t>
      </w:r>
      <w:r w:rsidR="0079691E">
        <w:rPr>
          <w:rFonts w:hint="cs"/>
          <w:rtl/>
          <w:lang w:bidi="fa-IR"/>
        </w:rPr>
        <w:t xml:space="preserve"> </w:t>
      </w:r>
      <w:r>
        <w:rPr>
          <w:rtl/>
          <w:lang w:bidi="fa-IR"/>
        </w:rPr>
        <w:t xml:space="preserve">- رفتن به مسجد الحرام و مسجد پيامبر </w:t>
      </w:r>
      <w:r w:rsidR="0079691E" w:rsidRPr="0079691E">
        <w:rPr>
          <w:rStyle w:val="libAlaemChar"/>
          <w:rFonts w:eastAsiaTheme="minorHAnsi"/>
          <w:rtl/>
        </w:rPr>
        <w:t>صلى‌الله‌عليه‌وآله‌وسلم</w:t>
      </w:r>
      <w:r>
        <w:rPr>
          <w:rtl/>
          <w:lang w:bidi="fa-IR"/>
        </w:rPr>
        <w:t xml:space="preserve"> حتى به صورت عبور و گذرا</w:t>
      </w:r>
    </w:p>
    <w:p w:rsidR="004F29D6" w:rsidRDefault="004F29D6" w:rsidP="004F29D6">
      <w:pPr>
        <w:pStyle w:val="libNormal"/>
        <w:rPr>
          <w:rtl/>
          <w:lang w:bidi="fa-IR"/>
        </w:rPr>
      </w:pPr>
      <w:r>
        <w:rPr>
          <w:rtl/>
          <w:lang w:bidi="fa-IR"/>
        </w:rPr>
        <w:t>٣</w:t>
      </w:r>
      <w:r w:rsidR="0079691E">
        <w:rPr>
          <w:rFonts w:hint="cs"/>
          <w:rtl/>
          <w:lang w:bidi="fa-IR"/>
        </w:rPr>
        <w:t xml:space="preserve"> </w:t>
      </w:r>
      <w:r>
        <w:rPr>
          <w:rtl/>
          <w:lang w:bidi="fa-IR"/>
        </w:rPr>
        <w:t>- توقف در مساجد ولى به صورت عبور اشكال ندارد.</w:t>
      </w:r>
    </w:p>
    <w:p w:rsidR="004F29D6" w:rsidRDefault="004F29D6" w:rsidP="004F29D6">
      <w:pPr>
        <w:pStyle w:val="libNormal"/>
        <w:rPr>
          <w:rtl/>
          <w:lang w:bidi="fa-IR"/>
        </w:rPr>
      </w:pPr>
      <w:r>
        <w:rPr>
          <w:rtl/>
          <w:lang w:bidi="fa-IR"/>
        </w:rPr>
        <w:t>٤</w:t>
      </w:r>
      <w:r w:rsidR="0079691E">
        <w:rPr>
          <w:rFonts w:hint="cs"/>
          <w:rtl/>
          <w:lang w:bidi="fa-IR"/>
        </w:rPr>
        <w:t xml:space="preserve"> </w:t>
      </w:r>
      <w:r>
        <w:rPr>
          <w:rtl/>
          <w:lang w:bidi="fa-IR"/>
        </w:rPr>
        <w:t>- گذاشتن چيزى در مسجد</w:t>
      </w:r>
    </w:p>
    <w:p w:rsidR="004F29D6" w:rsidRDefault="004F29D6" w:rsidP="004F29D6">
      <w:pPr>
        <w:pStyle w:val="libNormal"/>
        <w:rPr>
          <w:rtl/>
          <w:lang w:bidi="fa-IR"/>
        </w:rPr>
      </w:pPr>
      <w:r>
        <w:rPr>
          <w:rtl/>
          <w:lang w:bidi="fa-IR"/>
        </w:rPr>
        <w:t>٥</w:t>
      </w:r>
      <w:r w:rsidR="0079691E">
        <w:rPr>
          <w:rFonts w:hint="cs"/>
          <w:rtl/>
          <w:lang w:bidi="fa-IR"/>
        </w:rPr>
        <w:t xml:space="preserve"> </w:t>
      </w:r>
      <w:r>
        <w:rPr>
          <w:rtl/>
          <w:lang w:bidi="fa-IR"/>
        </w:rPr>
        <w:t>- خواندن سوره هايى كه سجده واجب دارد كه چهار سوره است (الم تنزيل - حم سجده - النجم - اقراء)</w:t>
      </w:r>
    </w:p>
    <w:p w:rsidR="004F29D6" w:rsidRDefault="004F29D6" w:rsidP="004F29D6">
      <w:pPr>
        <w:pStyle w:val="libNormal"/>
        <w:rPr>
          <w:rtl/>
          <w:lang w:bidi="fa-IR"/>
        </w:rPr>
      </w:pPr>
      <w:r>
        <w:rPr>
          <w:rtl/>
          <w:lang w:bidi="fa-IR"/>
        </w:rPr>
        <w:t>مساءله - جايى را كه در ادارات و مدارس براى خواندن نماز قرار داده اند حكم مسجد را ندارد.</w:t>
      </w:r>
    </w:p>
    <w:p w:rsidR="004F29D6" w:rsidRDefault="004F29D6" w:rsidP="004F29D6">
      <w:pPr>
        <w:pStyle w:val="libNormal"/>
        <w:rPr>
          <w:rtl/>
          <w:lang w:bidi="fa-IR"/>
        </w:rPr>
      </w:pPr>
      <w:r>
        <w:rPr>
          <w:rtl/>
          <w:lang w:bidi="fa-IR"/>
        </w:rPr>
        <w:t>مساءله - تمام شرطهايى كه براى وضو گفتيم براى غسل هم لازم است جز اينكه موالات و پشت سر هم لازم نيست .</w:t>
      </w:r>
    </w:p>
    <w:p w:rsidR="004F29D6" w:rsidRDefault="004F29D6" w:rsidP="004F29D6">
      <w:pPr>
        <w:pStyle w:val="libNormal"/>
        <w:rPr>
          <w:rtl/>
          <w:lang w:bidi="fa-IR"/>
        </w:rPr>
      </w:pPr>
      <w:r>
        <w:rPr>
          <w:rtl/>
          <w:lang w:bidi="fa-IR"/>
        </w:rPr>
        <w:t>ب - غسل مس ميت ،</w:t>
      </w:r>
    </w:p>
    <w:p w:rsidR="004F29D6" w:rsidRDefault="004F29D6" w:rsidP="004F29D6">
      <w:pPr>
        <w:pStyle w:val="libNormal"/>
        <w:rPr>
          <w:rtl/>
          <w:lang w:bidi="fa-IR"/>
        </w:rPr>
      </w:pPr>
      <w:r>
        <w:rPr>
          <w:rtl/>
          <w:lang w:bidi="fa-IR"/>
        </w:rPr>
        <w:t>يعنى اگر كسى پس از سرد شدن ميت و قبل از غسل دادن او، به بدنش دست بزند بايد غسل كند.</w:t>
      </w:r>
    </w:p>
    <w:p w:rsidR="004F29D6" w:rsidRDefault="004F29D6" w:rsidP="004F29D6">
      <w:pPr>
        <w:pStyle w:val="libNormal"/>
        <w:rPr>
          <w:rtl/>
          <w:lang w:bidi="fa-IR"/>
        </w:rPr>
      </w:pPr>
      <w:r>
        <w:rPr>
          <w:rtl/>
          <w:lang w:bidi="fa-IR"/>
        </w:rPr>
        <w:t>غسل مس ميت مثل غسل جنابت انجام مى شود ولى با آن نمى توان نماز خواند و بايد وضو گرفت .</w:t>
      </w:r>
    </w:p>
    <w:p w:rsidR="004F29D6" w:rsidRDefault="004F29D6" w:rsidP="004F29D6">
      <w:pPr>
        <w:pStyle w:val="libNormal"/>
        <w:rPr>
          <w:rtl/>
          <w:lang w:bidi="fa-IR"/>
        </w:rPr>
      </w:pPr>
      <w:r>
        <w:rPr>
          <w:rtl/>
          <w:lang w:bidi="fa-IR"/>
        </w:rPr>
        <w:t>ج - غسل ميت ،</w:t>
      </w:r>
    </w:p>
    <w:p w:rsidR="004F29D6" w:rsidRDefault="004F29D6" w:rsidP="004F29D6">
      <w:pPr>
        <w:pStyle w:val="libNormal"/>
        <w:rPr>
          <w:rtl/>
          <w:lang w:bidi="fa-IR"/>
        </w:rPr>
      </w:pPr>
      <w:r>
        <w:rPr>
          <w:rtl/>
          <w:lang w:bidi="fa-IR"/>
        </w:rPr>
        <w:lastRenderedPageBreak/>
        <w:t>مسلمانى كه از دنيا مى رود بر همه واجب است كه او را غسل داده و كفن كنند و بر او نماز بخوانند و سپس دفنش كنند چنانچه كسى اقدام به اين كار كرد از ديگران ساقط مى شود.</w:t>
      </w:r>
    </w:p>
    <w:p w:rsidR="004F29D6" w:rsidRDefault="004F29D6" w:rsidP="004F29D6">
      <w:pPr>
        <w:pStyle w:val="libNormal"/>
        <w:rPr>
          <w:rtl/>
          <w:lang w:bidi="fa-IR"/>
        </w:rPr>
      </w:pPr>
      <w:r>
        <w:rPr>
          <w:rtl/>
          <w:lang w:bidi="fa-IR"/>
        </w:rPr>
        <w:t>چگونگى غسل :</w:t>
      </w:r>
    </w:p>
    <w:p w:rsidR="004F29D6" w:rsidRDefault="004F29D6" w:rsidP="004F29D6">
      <w:pPr>
        <w:pStyle w:val="libNormal"/>
        <w:rPr>
          <w:rtl/>
          <w:lang w:bidi="fa-IR"/>
        </w:rPr>
      </w:pPr>
      <w:r>
        <w:rPr>
          <w:rtl/>
          <w:lang w:bidi="fa-IR"/>
        </w:rPr>
        <w:t>واجب است كه ميت را سه غسل بدهند:</w:t>
      </w:r>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با آبى كه مخلوط با سدر باشد.</w:t>
      </w:r>
    </w:p>
    <w:p w:rsidR="004F29D6" w:rsidRDefault="004F29D6" w:rsidP="004F29D6">
      <w:pPr>
        <w:pStyle w:val="libNormal"/>
        <w:rPr>
          <w:rtl/>
          <w:lang w:bidi="fa-IR"/>
        </w:rPr>
      </w:pPr>
      <w:r>
        <w:rPr>
          <w:rtl/>
          <w:lang w:bidi="fa-IR"/>
        </w:rPr>
        <w:t>٢</w:t>
      </w:r>
      <w:r w:rsidR="0079691E">
        <w:rPr>
          <w:rFonts w:hint="cs"/>
          <w:rtl/>
          <w:lang w:bidi="fa-IR"/>
        </w:rPr>
        <w:t xml:space="preserve"> </w:t>
      </w:r>
      <w:r>
        <w:rPr>
          <w:rtl/>
          <w:lang w:bidi="fa-IR"/>
        </w:rPr>
        <w:t>- با آبى كه با كافور مخلوط باشد.</w:t>
      </w:r>
    </w:p>
    <w:p w:rsidR="004F29D6" w:rsidRDefault="004F29D6" w:rsidP="004F29D6">
      <w:pPr>
        <w:pStyle w:val="libNormal"/>
        <w:rPr>
          <w:rtl/>
          <w:lang w:bidi="fa-IR"/>
        </w:rPr>
      </w:pPr>
      <w:r>
        <w:rPr>
          <w:rtl/>
          <w:lang w:bidi="fa-IR"/>
        </w:rPr>
        <w:t>٣</w:t>
      </w:r>
      <w:r w:rsidR="0079691E">
        <w:rPr>
          <w:rFonts w:hint="cs"/>
          <w:rtl/>
          <w:lang w:bidi="fa-IR"/>
        </w:rPr>
        <w:t xml:space="preserve"> </w:t>
      </w:r>
      <w:r>
        <w:rPr>
          <w:rtl/>
          <w:lang w:bidi="fa-IR"/>
        </w:rPr>
        <w:t>- با آب خالص</w:t>
      </w:r>
    </w:p>
    <w:p w:rsidR="004F29D6" w:rsidRDefault="004F29D6" w:rsidP="004F29D6">
      <w:pPr>
        <w:pStyle w:val="libNormal"/>
        <w:rPr>
          <w:rtl/>
          <w:lang w:bidi="fa-IR"/>
        </w:rPr>
      </w:pPr>
      <w:r>
        <w:rPr>
          <w:rtl/>
          <w:lang w:bidi="fa-IR"/>
        </w:rPr>
        <w:t>غسل ميت مانند غسل جنابت است و بهتر است كه بصورت ترتيبى انجام دهند.</w:t>
      </w:r>
    </w:p>
    <w:p w:rsidR="004F29D6" w:rsidRDefault="004F29D6" w:rsidP="004F29D6">
      <w:pPr>
        <w:pStyle w:val="libNormal"/>
        <w:rPr>
          <w:rtl/>
          <w:lang w:bidi="fa-IR"/>
        </w:rPr>
      </w:pPr>
      <w:r>
        <w:rPr>
          <w:rtl/>
          <w:lang w:bidi="fa-IR"/>
        </w:rPr>
        <w:t>چند مساءله :</w:t>
      </w:r>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دست زدن به مرده ايكه تمام بدنش سرد نشده است موجب غسل نمى شود.</w:t>
      </w:r>
    </w:p>
    <w:p w:rsidR="004F29D6" w:rsidRDefault="004F29D6" w:rsidP="004F29D6">
      <w:pPr>
        <w:pStyle w:val="libNormal"/>
        <w:rPr>
          <w:rtl/>
          <w:lang w:bidi="fa-IR"/>
        </w:rPr>
      </w:pPr>
      <w:r>
        <w:rPr>
          <w:rtl/>
          <w:lang w:bidi="fa-IR"/>
        </w:rPr>
        <w:t>٢</w:t>
      </w:r>
      <w:r w:rsidR="0079691E">
        <w:rPr>
          <w:rFonts w:hint="cs"/>
          <w:rtl/>
          <w:lang w:bidi="fa-IR"/>
        </w:rPr>
        <w:t xml:space="preserve"> </w:t>
      </w:r>
      <w:r>
        <w:rPr>
          <w:rtl/>
          <w:lang w:bidi="fa-IR"/>
        </w:rPr>
        <w:t>- شهداى جبهه جنگ ، كه در همان ميدان نبرد جان دهند، غسل و كفن ندارند و بايد با همان لباس كه بر تن دارند دفن شوند.</w:t>
      </w:r>
    </w:p>
    <w:p w:rsidR="004F29D6" w:rsidRDefault="004F29D6" w:rsidP="004F29D6">
      <w:pPr>
        <w:pStyle w:val="libNormal"/>
        <w:rPr>
          <w:rtl/>
          <w:lang w:bidi="fa-IR"/>
        </w:rPr>
      </w:pPr>
      <w:r>
        <w:rPr>
          <w:rtl/>
          <w:lang w:bidi="fa-IR"/>
        </w:rPr>
        <w:t>٣</w:t>
      </w:r>
      <w:r w:rsidR="0079691E">
        <w:rPr>
          <w:rFonts w:hint="cs"/>
          <w:rtl/>
          <w:lang w:bidi="fa-IR"/>
        </w:rPr>
        <w:t xml:space="preserve"> </w:t>
      </w:r>
      <w:r>
        <w:rPr>
          <w:rtl/>
          <w:lang w:bidi="fa-IR"/>
        </w:rPr>
        <w:t>- دست زدن به بدن شهيد در جبهه غسل مس ميت ندارد</w:t>
      </w:r>
    </w:p>
    <w:p w:rsidR="004F29D6" w:rsidRDefault="0079691E" w:rsidP="003D25DB">
      <w:pPr>
        <w:pStyle w:val="Heading2"/>
        <w:rPr>
          <w:rtl/>
          <w:lang w:bidi="fa-IR"/>
        </w:rPr>
      </w:pPr>
      <w:r>
        <w:rPr>
          <w:rtl/>
          <w:lang w:bidi="fa-IR"/>
        </w:rPr>
        <w:br w:type="page"/>
      </w:r>
      <w:bookmarkStart w:id="125" w:name="_Toc513640268"/>
      <w:bookmarkStart w:id="126" w:name="_Toc513716073"/>
      <w:bookmarkStart w:id="127" w:name="_Toc513716313"/>
      <w:bookmarkStart w:id="128" w:name="_Toc513716424"/>
      <w:bookmarkStart w:id="129" w:name="_Toc513716804"/>
      <w:r w:rsidR="004F29D6">
        <w:rPr>
          <w:rtl/>
          <w:lang w:bidi="fa-IR"/>
        </w:rPr>
        <w:lastRenderedPageBreak/>
        <w:t>به پرسشهاى زير پاسخ دهيد:</w:t>
      </w:r>
      <w:bookmarkEnd w:id="125"/>
      <w:bookmarkEnd w:id="126"/>
      <w:bookmarkEnd w:id="127"/>
      <w:bookmarkEnd w:id="128"/>
      <w:bookmarkEnd w:id="129"/>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غسل چند نوع است ؟</w:t>
      </w:r>
    </w:p>
    <w:p w:rsidR="004F29D6" w:rsidRDefault="004F29D6" w:rsidP="004F29D6">
      <w:pPr>
        <w:pStyle w:val="libNormal"/>
        <w:rPr>
          <w:rtl/>
          <w:lang w:bidi="fa-IR"/>
        </w:rPr>
      </w:pPr>
      <w:r>
        <w:rPr>
          <w:rtl/>
          <w:lang w:bidi="fa-IR"/>
        </w:rPr>
        <w:t>٢</w:t>
      </w:r>
      <w:r w:rsidR="0079691E">
        <w:rPr>
          <w:rFonts w:hint="cs"/>
          <w:rtl/>
          <w:lang w:bidi="fa-IR"/>
        </w:rPr>
        <w:t xml:space="preserve"> </w:t>
      </w:r>
      <w:r>
        <w:rPr>
          <w:rtl/>
          <w:lang w:bidi="fa-IR"/>
        </w:rPr>
        <w:t>- غسل جنابت در چه موقعى واجب مى شود؟</w:t>
      </w:r>
    </w:p>
    <w:p w:rsidR="004F29D6" w:rsidRDefault="004F29D6" w:rsidP="004F29D6">
      <w:pPr>
        <w:pStyle w:val="libNormal"/>
        <w:rPr>
          <w:rtl/>
          <w:lang w:bidi="fa-IR"/>
        </w:rPr>
      </w:pPr>
      <w:r>
        <w:rPr>
          <w:rtl/>
          <w:lang w:bidi="fa-IR"/>
        </w:rPr>
        <w:t>٣</w:t>
      </w:r>
      <w:r w:rsidR="0079691E">
        <w:rPr>
          <w:rFonts w:hint="cs"/>
          <w:rtl/>
          <w:lang w:bidi="fa-IR"/>
        </w:rPr>
        <w:t xml:space="preserve"> </w:t>
      </w:r>
      <w:r>
        <w:rPr>
          <w:rtl/>
          <w:lang w:bidi="fa-IR"/>
        </w:rPr>
        <w:t>- آيا لازم است بعد از غسل جنابت براى نماز وضو گرفت ؟</w:t>
      </w:r>
    </w:p>
    <w:p w:rsidR="004F29D6" w:rsidRDefault="004F29D6" w:rsidP="004F29D6">
      <w:pPr>
        <w:pStyle w:val="libNormal"/>
        <w:rPr>
          <w:rtl/>
          <w:lang w:bidi="fa-IR"/>
        </w:rPr>
      </w:pPr>
      <w:r>
        <w:rPr>
          <w:rtl/>
          <w:lang w:bidi="fa-IR"/>
        </w:rPr>
        <w:t>٤</w:t>
      </w:r>
      <w:r w:rsidR="0079691E">
        <w:rPr>
          <w:rFonts w:hint="cs"/>
          <w:rtl/>
          <w:lang w:bidi="fa-IR"/>
        </w:rPr>
        <w:t xml:space="preserve"> </w:t>
      </w:r>
      <w:r>
        <w:rPr>
          <w:rtl/>
          <w:lang w:bidi="fa-IR"/>
        </w:rPr>
        <w:t>- آيا دست زدن به بدن مرده اى كه سرد نشده غسل دارد؟</w:t>
      </w:r>
    </w:p>
    <w:p w:rsidR="004F29D6" w:rsidRDefault="004F29D6" w:rsidP="004F29D6">
      <w:pPr>
        <w:pStyle w:val="libNormal"/>
        <w:rPr>
          <w:rtl/>
          <w:lang w:bidi="fa-IR"/>
        </w:rPr>
      </w:pPr>
      <w:r>
        <w:rPr>
          <w:rtl/>
          <w:lang w:bidi="fa-IR"/>
        </w:rPr>
        <w:t>٥</w:t>
      </w:r>
      <w:r w:rsidR="0079691E">
        <w:rPr>
          <w:rFonts w:hint="cs"/>
          <w:rtl/>
          <w:lang w:bidi="fa-IR"/>
        </w:rPr>
        <w:t xml:space="preserve"> </w:t>
      </w:r>
      <w:r>
        <w:rPr>
          <w:rtl/>
          <w:lang w:bidi="fa-IR"/>
        </w:rPr>
        <w:t>- آيا دست زدن به بدن شهيد در جبهه غسل دارد؟</w:t>
      </w:r>
    </w:p>
    <w:p w:rsidR="004F29D6" w:rsidRDefault="0079691E" w:rsidP="0079691E">
      <w:pPr>
        <w:pStyle w:val="Heading1"/>
        <w:rPr>
          <w:rtl/>
          <w:lang w:bidi="fa-IR"/>
        </w:rPr>
      </w:pPr>
      <w:r>
        <w:rPr>
          <w:rtl/>
          <w:lang w:bidi="fa-IR"/>
        </w:rPr>
        <w:br w:type="page"/>
      </w:r>
      <w:bookmarkStart w:id="130" w:name="_Toc513640269"/>
      <w:bookmarkStart w:id="131" w:name="_Toc513716074"/>
      <w:bookmarkStart w:id="132" w:name="_Toc513716314"/>
      <w:bookmarkStart w:id="133" w:name="_Toc513716425"/>
      <w:bookmarkStart w:id="134" w:name="_Toc513716805"/>
      <w:r w:rsidR="004F29D6">
        <w:rPr>
          <w:rtl/>
          <w:lang w:bidi="fa-IR"/>
        </w:rPr>
        <w:lastRenderedPageBreak/>
        <w:t>درس چهارم : نجاسات</w:t>
      </w:r>
      <w:bookmarkEnd w:id="130"/>
      <w:bookmarkEnd w:id="131"/>
      <w:bookmarkEnd w:id="132"/>
      <w:bookmarkEnd w:id="133"/>
      <w:bookmarkEnd w:id="134"/>
    </w:p>
    <w:p w:rsidR="004F29D6" w:rsidRDefault="004F29D6" w:rsidP="004F29D6">
      <w:pPr>
        <w:pStyle w:val="libNormal"/>
        <w:rPr>
          <w:rtl/>
          <w:lang w:bidi="fa-IR"/>
        </w:rPr>
      </w:pPr>
      <w:r>
        <w:rPr>
          <w:rtl/>
          <w:lang w:bidi="fa-IR"/>
        </w:rPr>
        <w:t>اسلام ، همه اشياء را پاك مى داند، مگر يازده چيز و آنچه كه با اينها در تماس باشد.</w:t>
      </w:r>
    </w:p>
    <w:p w:rsidR="004F29D6" w:rsidRDefault="004F29D6" w:rsidP="004F29D6">
      <w:pPr>
        <w:pStyle w:val="libNormal"/>
        <w:rPr>
          <w:rtl/>
          <w:lang w:bidi="fa-IR"/>
        </w:rPr>
      </w:pPr>
      <w:r>
        <w:rPr>
          <w:rtl/>
          <w:lang w:bidi="fa-IR"/>
        </w:rPr>
        <w:t>اشياء نجس بدين شرح است :</w:t>
      </w:r>
    </w:p>
    <w:p w:rsidR="004F29D6" w:rsidRDefault="004F29D6" w:rsidP="004F29D6">
      <w:pPr>
        <w:pStyle w:val="libNormal"/>
        <w:rPr>
          <w:rtl/>
          <w:lang w:bidi="fa-IR"/>
        </w:rPr>
      </w:pPr>
      <w:r>
        <w:rPr>
          <w:rtl/>
          <w:lang w:bidi="fa-IR"/>
        </w:rPr>
        <w:t>١</w:t>
      </w:r>
      <w:r w:rsidR="0079691E">
        <w:rPr>
          <w:rFonts w:hint="cs"/>
          <w:rtl/>
          <w:lang w:bidi="fa-IR"/>
        </w:rPr>
        <w:t xml:space="preserve"> -</w:t>
      </w:r>
      <w:r>
        <w:rPr>
          <w:rtl/>
          <w:lang w:bidi="fa-IR"/>
        </w:rPr>
        <w:t xml:space="preserve"> و ٢</w:t>
      </w:r>
      <w:r w:rsidR="0079691E">
        <w:rPr>
          <w:rFonts w:hint="cs"/>
          <w:rtl/>
          <w:lang w:bidi="fa-IR"/>
        </w:rPr>
        <w:t xml:space="preserve"> </w:t>
      </w:r>
      <w:r>
        <w:rPr>
          <w:rtl/>
          <w:lang w:bidi="fa-IR"/>
        </w:rPr>
        <w:t>- بول و غائط:</w:t>
      </w:r>
    </w:p>
    <w:p w:rsidR="004F29D6" w:rsidRDefault="004F29D6" w:rsidP="004F29D6">
      <w:pPr>
        <w:pStyle w:val="libNormal"/>
        <w:rPr>
          <w:rtl/>
          <w:lang w:bidi="fa-IR"/>
        </w:rPr>
      </w:pPr>
      <w:r>
        <w:rPr>
          <w:rtl/>
          <w:lang w:bidi="fa-IR"/>
        </w:rPr>
        <w:t>(ادرار و مدفوع) از انسان و حيوانات حرام گوشت كه داراى خون جهنده اند يعنى وقتى آنها را سر ببريد خون با فشار از بدن آنها خارج مى شود. در اين صورت :</w:t>
      </w:r>
    </w:p>
    <w:p w:rsidR="004F29D6" w:rsidRDefault="004F29D6" w:rsidP="004F29D6">
      <w:pPr>
        <w:pStyle w:val="libNormal"/>
        <w:rPr>
          <w:rtl/>
          <w:lang w:bidi="fa-IR"/>
        </w:rPr>
      </w:pPr>
      <w:r>
        <w:rPr>
          <w:rtl/>
          <w:lang w:bidi="fa-IR"/>
        </w:rPr>
        <w:t>الف - ادرار و مدفوع حيوانات حرام گوشتى كه خون جهنده ندارند پاك است .</w:t>
      </w:r>
    </w:p>
    <w:p w:rsidR="004F29D6" w:rsidRDefault="004F29D6" w:rsidP="004F29D6">
      <w:pPr>
        <w:pStyle w:val="libNormal"/>
        <w:rPr>
          <w:rtl/>
          <w:lang w:bidi="fa-IR"/>
        </w:rPr>
      </w:pPr>
      <w:r>
        <w:rPr>
          <w:rtl/>
          <w:lang w:bidi="fa-IR"/>
        </w:rPr>
        <w:t>ب - ادرار و مدفوع حيواناتى كه گوشتشان مكروه است مثل اسب و الاغ پاك است .</w:t>
      </w:r>
    </w:p>
    <w:p w:rsidR="004F29D6" w:rsidRDefault="004F29D6" w:rsidP="004F29D6">
      <w:pPr>
        <w:pStyle w:val="libNormal"/>
        <w:rPr>
          <w:rtl/>
          <w:lang w:bidi="fa-IR"/>
        </w:rPr>
      </w:pPr>
      <w:r>
        <w:rPr>
          <w:rtl/>
          <w:lang w:bidi="fa-IR"/>
        </w:rPr>
        <w:t>ج - فضله پرندگان حرام گوشت مثل كلاغ پاك است .</w:t>
      </w:r>
    </w:p>
    <w:p w:rsidR="004F29D6" w:rsidRDefault="004F29D6" w:rsidP="00040AB1">
      <w:pPr>
        <w:pStyle w:val="libNormal"/>
        <w:rPr>
          <w:rtl/>
          <w:lang w:bidi="fa-IR"/>
        </w:rPr>
      </w:pPr>
      <w:r>
        <w:rPr>
          <w:rtl/>
          <w:lang w:bidi="fa-IR"/>
        </w:rPr>
        <w:t>ولى به فتواى امام خمينى نجس است .</w:t>
      </w:r>
    </w:p>
    <w:p w:rsidR="004F29D6" w:rsidRDefault="004F29D6" w:rsidP="004F29D6">
      <w:pPr>
        <w:pStyle w:val="libNormal"/>
        <w:rPr>
          <w:rtl/>
          <w:lang w:bidi="fa-IR"/>
        </w:rPr>
      </w:pPr>
      <w:r>
        <w:rPr>
          <w:rtl/>
          <w:lang w:bidi="fa-IR"/>
        </w:rPr>
        <w:t>٣</w:t>
      </w:r>
      <w:r w:rsidR="00040AB1">
        <w:rPr>
          <w:rFonts w:hint="cs"/>
          <w:rtl/>
          <w:lang w:bidi="fa-IR"/>
        </w:rPr>
        <w:t xml:space="preserve"> </w:t>
      </w:r>
      <w:r>
        <w:rPr>
          <w:rtl/>
          <w:lang w:bidi="fa-IR"/>
        </w:rPr>
        <w:t>- منى :</w:t>
      </w:r>
    </w:p>
    <w:p w:rsidR="004F29D6" w:rsidRDefault="004F29D6" w:rsidP="004F29D6">
      <w:pPr>
        <w:pStyle w:val="libNormal"/>
        <w:rPr>
          <w:rtl/>
          <w:lang w:bidi="fa-IR"/>
        </w:rPr>
      </w:pPr>
      <w:r>
        <w:rPr>
          <w:rtl/>
          <w:lang w:bidi="fa-IR"/>
        </w:rPr>
        <w:t>انسان و حيوانى كه خون جهنده دارد مانند گاو گوسفند.</w:t>
      </w:r>
    </w:p>
    <w:p w:rsidR="004F29D6" w:rsidRDefault="004F29D6" w:rsidP="004F29D6">
      <w:pPr>
        <w:pStyle w:val="libNormal"/>
        <w:rPr>
          <w:rtl/>
          <w:lang w:bidi="fa-IR"/>
        </w:rPr>
      </w:pPr>
      <w:r>
        <w:rPr>
          <w:rtl/>
          <w:lang w:bidi="fa-IR"/>
        </w:rPr>
        <w:t>٤- مردار:</w:t>
      </w:r>
    </w:p>
    <w:p w:rsidR="004F29D6" w:rsidRDefault="004F29D6" w:rsidP="004F29D6">
      <w:pPr>
        <w:pStyle w:val="libNormal"/>
        <w:rPr>
          <w:rtl/>
          <w:lang w:bidi="fa-IR"/>
        </w:rPr>
      </w:pPr>
      <w:r>
        <w:rPr>
          <w:rtl/>
          <w:lang w:bidi="fa-IR"/>
        </w:rPr>
        <w:t>حيوانى كه خون جهنده دارد در اين صورت :</w:t>
      </w:r>
    </w:p>
    <w:p w:rsidR="004F29D6" w:rsidRDefault="004F29D6" w:rsidP="004F29D6">
      <w:pPr>
        <w:pStyle w:val="libNormal"/>
        <w:rPr>
          <w:rtl/>
          <w:lang w:bidi="fa-IR"/>
        </w:rPr>
      </w:pPr>
      <w:r>
        <w:rPr>
          <w:rtl/>
          <w:lang w:bidi="fa-IR"/>
        </w:rPr>
        <w:t>الف - ماهى مرده نجس نيست و پاك است .</w:t>
      </w:r>
    </w:p>
    <w:p w:rsidR="004F29D6" w:rsidRDefault="004F29D6" w:rsidP="004F29D6">
      <w:pPr>
        <w:pStyle w:val="libNormal"/>
        <w:rPr>
          <w:rtl/>
          <w:lang w:bidi="fa-IR"/>
        </w:rPr>
      </w:pPr>
      <w:r>
        <w:rPr>
          <w:rtl/>
          <w:lang w:bidi="fa-IR"/>
        </w:rPr>
        <w:t>ب - اجزاء بى روح مردار، مثل پشم و ناخن و سم پاك است .</w:t>
      </w:r>
    </w:p>
    <w:p w:rsidR="004F29D6" w:rsidRDefault="004F29D6" w:rsidP="004F29D6">
      <w:pPr>
        <w:pStyle w:val="libNormal"/>
        <w:rPr>
          <w:rtl/>
          <w:lang w:bidi="fa-IR"/>
        </w:rPr>
      </w:pPr>
      <w:r>
        <w:rPr>
          <w:rtl/>
          <w:lang w:bidi="fa-IR"/>
        </w:rPr>
        <w:t>ج - پوستهاى لب و بدن انسان كه موقع افتادنشان است و انسان آنها را مى كند پاك است .</w:t>
      </w:r>
    </w:p>
    <w:p w:rsidR="004F29D6" w:rsidRDefault="004F29D6" w:rsidP="004F29D6">
      <w:pPr>
        <w:pStyle w:val="libNormal"/>
        <w:rPr>
          <w:rtl/>
          <w:lang w:bidi="fa-IR"/>
        </w:rPr>
      </w:pPr>
      <w:r>
        <w:rPr>
          <w:rtl/>
          <w:lang w:bidi="fa-IR"/>
        </w:rPr>
        <w:lastRenderedPageBreak/>
        <w:t>د</w:t>
      </w:r>
      <w:r w:rsidR="00040AB1">
        <w:rPr>
          <w:rFonts w:hint="cs"/>
          <w:rtl/>
          <w:lang w:bidi="fa-IR"/>
        </w:rPr>
        <w:t xml:space="preserve"> </w:t>
      </w:r>
      <w:r>
        <w:rPr>
          <w:rtl/>
          <w:lang w:bidi="fa-IR"/>
        </w:rPr>
        <w:t>- صابون و عطر و روغنى كه از خارج مى آورند اگر يقين به نجاست آنها نباشد پاك است .</w:t>
      </w:r>
    </w:p>
    <w:p w:rsidR="004F29D6" w:rsidRDefault="004F29D6" w:rsidP="004F29D6">
      <w:pPr>
        <w:pStyle w:val="libNormal"/>
        <w:rPr>
          <w:rtl/>
          <w:lang w:bidi="fa-IR"/>
        </w:rPr>
      </w:pPr>
      <w:r>
        <w:rPr>
          <w:rtl/>
          <w:lang w:bidi="fa-IR"/>
        </w:rPr>
        <w:t>٥</w:t>
      </w:r>
      <w:r w:rsidR="00040AB1">
        <w:rPr>
          <w:rFonts w:hint="cs"/>
          <w:rtl/>
          <w:lang w:bidi="fa-IR"/>
        </w:rPr>
        <w:t xml:space="preserve"> </w:t>
      </w:r>
      <w:r>
        <w:rPr>
          <w:rtl/>
          <w:lang w:bidi="fa-IR"/>
        </w:rPr>
        <w:t>- خون</w:t>
      </w:r>
    </w:p>
    <w:p w:rsidR="004F29D6" w:rsidRDefault="004F29D6" w:rsidP="004F29D6">
      <w:pPr>
        <w:pStyle w:val="libNormal"/>
        <w:rPr>
          <w:rtl/>
          <w:lang w:bidi="fa-IR"/>
        </w:rPr>
      </w:pPr>
      <w:r>
        <w:rPr>
          <w:rtl/>
          <w:lang w:bidi="fa-IR"/>
        </w:rPr>
        <w:t>خون حيوانى كه خون جهنده دارد نجس است .</w:t>
      </w:r>
    </w:p>
    <w:p w:rsidR="004F29D6" w:rsidRDefault="004F29D6" w:rsidP="004F29D6">
      <w:pPr>
        <w:pStyle w:val="libNormal"/>
        <w:rPr>
          <w:rtl/>
          <w:lang w:bidi="fa-IR"/>
        </w:rPr>
      </w:pPr>
      <w:r>
        <w:rPr>
          <w:rtl/>
          <w:lang w:bidi="fa-IR"/>
        </w:rPr>
        <w:t>الف - خون ماهى و پشه كه خون جهنده ندارند پاك است .</w:t>
      </w:r>
    </w:p>
    <w:p w:rsidR="004F29D6" w:rsidRDefault="004F29D6" w:rsidP="004F29D6">
      <w:pPr>
        <w:pStyle w:val="libNormal"/>
        <w:rPr>
          <w:rtl/>
          <w:lang w:bidi="fa-IR"/>
        </w:rPr>
      </w:pPr>
      <w:r>
        <w:rPr>
          <w:rtl/>
          <w:lang w:bidi="fa-IR"/>
        </w:rPr>
        <w:t>ب - خونى كه پس از سربريدن حيوان در بدنش مى ماند پاك است مگر آنكه در بلندى باشد و خون به بدنش برگردد يا اين كه كلا به مقدار معمول و متعارف ، خون از او خارج نشده باشد.</w:t>
      </w:r>
    </w:p>
    <w:p w:rsidR="004F29D6" w:rsidRDefault="004F29D6" w:rsidP="004F29D6">
      <w:pPr>
        <w:pStyle w:val="libNormal"/>
        <w:rPr>
          <w:rtl/>
          <w:lang w:bidi="fa-IR"/>
        </w:rPr>
      </w:pPr>
      <w:r>
        <w:rPr>
          <w:rtl/>
          <w:lang w:bidi="fa-IR"/>
        </w:rPr>
        <w:t>ج - خونى كه در تخم مرغ ديده مى شود بنظر مرحوم امام و بعضى از علما، پاك است ولى نبايد خورد مگر آنكه آن را به هم بزنند تا از بين برود</w:t>
      </w:r>
      <w:r w:rsidRPr="00040AB1">
        <w:rPr>
          <w:rStyle w:val="libFootnotenumChar"/>
          <w:rtl/>
        </w:rPr>
        <w:t>(٢)</w:t>
      </w:r>
      <w:r>
        <w:rPr>
          <w:rtl/>
          <w:lang w:bidi="fa-IR"/>
        </w:rPr>
        <w:t xml:space="preserve"> ولى احتياط واجب آن است كه با بدن و لباسى كه آلوده به آن است نماز نخواند.</w:t>
      </w:r>
    </w:p>
    <w:p w:rsidR="004F29D6" w:rsidRDefault="004F29D6" w:rsidP="004F29D6">
      <w:pPr>
        <w:pStyle w:val="libNormal"/>
        <w:rPr>
          <w:rtl/>
          <w:lang w:bidi="fa-IR"/>
        </w:rPr>
      </w:pPr>
      <w:r>
        <w:rPr>
          <w:rtl/>
          <w:lang w:bidi="fa-IR"/>
        </w:rPr>
        <w:t>نجاست هر چيزى از سه طريق ثابت مى شود:</w:t>
      </w:r>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خود انسان يقين به نجاست آن نمايد.</w:t>
      </w:r>
    </w:p>
    <w:p w:rsidR="004F29D6" w:rsidRDefault="004F29D6" w:rsidP="004F29D6">
      <w:pPr>
        <w:pStyle w:val="libNormal"/>
        <w:rPr>
          <w:rtl/>
          <w:lang w:bidi="fa-IR"/>
        </w:rPr>
      </w:pPr>
      <w:r>
        <w:rPr>
          <w:rtl/>
          <w:lang w:bidi="fa-IR"/>
        </w:rPr>
        <w:t>٢</w:t>
      </w:r>
      <w:r w:rsidR="00040AB1">
        <w:rPr>
          <w:rFonts w:hint="cs"/>
          <w:rtl/>
          <w:lang w:bidi="fa-IR"/>
        </w:rPr>
        <w:t xml:space="preserve"> </w:t>
      </w:r>
      <w:r>
        <w:rPr>
          <w:rtl/>
          <w:lang w:bidi="fa-IR"/>
        </w:rPr>
        <w:t>- صاحب آن اقرار به نجاست آن كند.</w:t>
      </w:r>
    </w:p>
    <w:p w:rsidR="00040AB1" w:rsidRDefault="004F29D6" w:rsidP="00040AB1">
      <w:pPr>
        <w:pStyle w:val="libNormal"/>
        <w:rPr>
          <w:rtl/>
          <w:lang w:bidi="fa-IR"/>
        </w:rPr>
      </w:pPr>
      <w:r>
        <w:rPr>
          <w:rtl/>
          <w:lang w:bidi="fa-IR"/>
        </w:rPr>
        <w:t>٣</w:t>
      </w:r>
      <w:r w:rsidR="00040AB1">
        <w:rPr>
          <w:rFonts w:hint="cs"/>
          <w:rtl/>
          <w:lang w:bidi="fa-IR"/>
        </w:rPr>
        <w:t xml:space="preserve"> </w:t>
      </w:r>
      <w:r>
        <w:rPr>
          <w:rtl/>
          <w:lang w:bidi="fa-IR"/>
        </w:rPr>
        <w:t>- دو نفر عادل اقرار به نجاست آن كنند.</w:t>
      </w:r>
    </w:p>
    <w:p w:rsidR="004F29D6" w:rsidRDefault="00040AB1" w:rsidP="003D25DB">
      <w:pPr>
        <w:pStyle w:val="Heading2"/>
        <w:rPr>
          <w:rtl/>
          <w:lang w:bidi="fa-IR"/>
        </w:rPr>
      </w:pPr>
      <w:r>
        <w:rPr>
          <w:rtl/>
          <w:lang w:bidi="fa-IR"/>
        </w:rPr>
        <w:br w:type="page"/>
      </w:r>
      <w:bookmarkStart w:id="135" w:name="_Toc513640270"/>
      <w:bookmarkStart w:id="136" w:name="_Toc513716075"/>
      <w:bookmarkStart w:id="137" w:name="_Toc513716315"/>
      <w:bookmarkStart w:id="138" w:name="_Toc513716426"/>
      <w:bookmarkStart w:id="139" w:name="_Toc513716806"/>
      <w:r w:rsidR="004F29D6">
        <w:rPr>
          <w:rtl/>
          <w:lang w:bidi="fa-IR"/>
        </w:rPr>
        <w:lastRenderedPageBreak/>
        <w:t>احكام نجاسات</w:t>
      </w:r>
      <w:bookmarkEnd w:id="135"/>
      <w:bookmarkEnd w:id="136"/>
      <w:bookmarkEnd w:id="137"/>
      <w:bookmarkEnd w:id="138"/>
      <w:bookmarkEnd w:id="139"/>
      <w:r w:rsidR="004F29D6">
        <w:rPr>
          <w:rtl/>
          <w:lang w:bidi="fa-IR"/>
        </w:rPr>
        <w:t xml:space="preserve"> </w:t>
      </w:r>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خوردن و خوراندن چيزهاى نجس حرام مى باشد.</w:t>
      </w:r>
    </w:p>
    <w:p w:rsidR="004F29D6" w:rsidRDefault="004F29D6" w:rsidP="004F29D6">
      <w:pPr>
        <w:pStyle w:val="libNormal"/>
        <w:rPr>
          <w:rtl/>
          <w:lang w:bidi="fa-IR"/>
        </w:rPr>
      </w:pPr>
      <w:r>
        <w:rPr>
          <w:rtl/>
          <w:lang w:bidi="fa-IR"/>
        </w:rPr>
        <w:t>٢</w:t>
      </w:r>
      <w:r w:rsidR="00040AB1">
        <w:rPr>
          <w:rFonts w:hint="cs"/>
          <w:rtl/>
          <w:lang w:bidi="fa-IR"/>
        </w:rPr>
        <w:t xml:space="preserve"> </w:t>
      </w:r>
      <w:r>
        <w:rPr>
          <w:rtl/>
          <w:lang w:bidi="fa-IR"/>
        </w:rPr>
        <w:t>- اگر صاحبخانه در بين غذا خوردن ميهمانان ، بفهمد كه غذا نجس است بايد به آنها بگويد ولى اگر يكى از ميهمانها بفهمد، لازم نيست به ديگران بگويد مگر آنكه ميهمانان كسانى باشند كه بخاطر تماس با آنها او هم نجس مى شود مثل همسر و فرزندان .</w:t>
      </w:r>
    </w:p>
    <w:p w:rsidR="004F29D6" w:rsidRDefault="004F29D6" w:rsidP="004F29D6">
      <w:pPr>
        <w:pStyle w:val="libNormal"/>
        <w:rPr>
          <w:rtl/>
          <w:lang w:bidi="fa-IR"/>
        </w:rPr>
      </w:pPr>
      <w:r>
        <w:rPr>
          <w:rtl/>
          <w:lang w:bidi="fa-IR"/>
        </w:rPr>
        <w:t>ب - اگر كسى را ببيند كه چيز نجسى را مى خورد و يا در لباس نجس نماز مى خواند لازم نيست به او بگويد.</w:t>
      </w:r>
    </w:p>
    <w:p w:rsidR="004F29D6" w:rsidRDefault="004F29D6" w:rsidP="004F29D6">
      <w:pPr>
        <w:pStyle w:val="libNormal"/>
        <w:rPr>
          <w:rtl/>
          <w:lang w:bidi="fa-IR"/>
        </w:rPr>
      </w:pPr>
      <w:r>
        <w:rPr>
          <w:rtl/>
          <w:lang w:bidi="fa-IR"/>
        </w:rPr>
        <w:t>٣</w:t>
      </w:r>
      <w:r w:rsidR="00040AB1">
        <w:rPr>
          <w:rFonts w:hint="cs"/>
          <w:rtl/>
          <w:lang w:bidi="fa-IR"/>
        </w:rPr>
        <w:t xml:space="preserve"> </w:t>
      </w:r>
      <w:r>
        <w:rPr>
          <w:rtl/>
          <w:lang w:bidi="fa-IR"/>
        </w:rPr>
        <w:t>- اگر فرش يا جايى از خانه نجس باشد كه موجب آلوده شدن مهمانان مى گردد لازم نيست صاحبخانه به آنها بگويد.</w:t>
      </w:r>
    </w:p>
    <w:p w:rsidR="004F29D6" w:rsidRDefault="004F29D6" w:rsidP="004F29D6">
      <w:pPr>
        <w:pStyle w:val="libNormal"/>
        <w:rPr>
          <w:rtl/>
          <w:lang w:bidi="fa-IR"/>
        </w:rPr>
      </w:pPr>
      <w:r>
        <w:rPr>
          <w:rtl/>
          <w:lang w:bidi="fa-IR"/>
        </w:rPr>
        <w:t>٤</w:t>
      </w:r>
      <w:r w:rsidR="00040AB1">
        <w:rPr>
          <w:rFonts w:hint="cs"/>
          <w:rtl/>
          <w:lang w:bidi="fa-IR"/>
        </w:rPr>
        <w:t xml:space="preserve"> </w:t>
      </w:r>
      <w:r>
        <w:rPr>
          <w:rtl/>
          <w:lang w:bidi="fa-IR"/>
        </w:rPr>
        <w:t>- شير و روغن در صورتى كه مايع باشند اگر نجس شد همه آنها نجس است ولى اگر جامد باشند فقط همان قسمت كه نجاست به آنها رسيده نجس و بقيه پاك است .</w:t>
      </w:r>
    </w:p>
    <w:p w:rsidR="004F29D6" w:rsidRDefault="004F29D6" w:rsidP="004F29D6">
      <w:pPr>
        <w:pStyle w:val="libNormal"/>
        <w:rPr>
          <w:rtl/>
          <w:lang w:bidi="fa-IR"/>
        </w:rPr>
      </w:pPr>
      <w:r>
        <w:rPr>
          <w:rtl/>
          <w:lang w:bidi="fa-IR"/>
        </w:rPr>
        <w:t>چگونه نجاست سرايت مى كند؟</w:t>
      </w:r>
    </w:p>
    <w:p w:rsidR="004F29D6" w:rsidRDefault="004F29D6" w:rsidP="004F29D6">
      <w:pPr>
        <w:pStyle w:val="libNormal"/>
        <w:rPr>
          <w:rtl/>
          <w:lang w:bidi="fa-IR"/>
        </w:rPr>
      </w:pPr>
      <w:r>
        <w:rPr>
          <w:rtl/>
          <w:lang w:bidi="fa-IR"/>
        </w:rPr>
        <w:t>قبلا گفته شد چيزهاى پاك اگر با نجاست تماس پيدا كند و يكى از آن ، دو طورى تر باشد كه به ديگرى سرايت كند چيز پاك و طاهر نجس مى شود. و اين در صورتى است كه انسان بداند نجاست به چيز پاك سرايت كرده است بنابراين اگر نداند پاك و نجس به هم برخورد كرده اند و يا نداند مرطوب بوده اند و يا نداند رطوبت يكى به ديگرى سرايت كرده پاك و طاهر است و تجسس لازم نيست تا بفهمد چيز طاهر نجس شده يا نه .</w:t>
      </w:r>
    </w:p>
    <w:p w:rsidR="004F29D6" w:rsidRDefault="00040AB1" w:rsidP="003D25DB">
      <w:pPr>
        <w:pStyle w:val="Heading2"/>
        <w:rPr>
          <w:rtl/>
          <w:lang w:bidi="fa-IR"/>
        </w:rPr>
      </w:pPr>
      <w:r>
        <w:rPr>
          <w:rtl/>
          <w:lang w:bidi="fa-IR"/>
        </w:rPr>
        <w:br w:type="page"/>
      </w:r>
      <w:bookmarkStart w:id="140" w:name="_Toc513640271"/>
      <w:bookmarkStart w:id="141" w:name="_Toc513716076"/>
      <w:bookmarkStart w:id="142" w:name="_Toc513716316"/>
      <w:bookmarkStart w:id="143" w:name="_Toc513716427"/>
      <w:bookmarkStart w:id="144" w:name="_Toc513716807"/>
      <w:r w:rsidR="004F29D6">
        <w:rPr>
          <w:rtl/>
          <w:lang w:bidi="fa-IR"/>
        </w:rPr>
        <w:lastRenderedPageBreak/>
        <w:t>خوردن و آشاميدن</w:t>
      </w:r>
      <w:bookmarkEnd w:id="140"/>
      <w:bookmarkEnd w:id="141"/>
      <w:bookmarkEnd w:id="142"/>
      <w:bookmarkEnd w:id="143"/>
      <w:bookmarkEnd w:id="144"/>
    </w:p>
    <w:p w:rsidR="004F29D6" w:rsidRDefault="004F29D6" w:rsidP="004F29D6">
      <w:pPr>
        <w:pStyle w:val="libNormal"/>
        <w:rPr>
          <w:rtl/>
          <w:lang w:bidi="fa-IR"/>
        </w:rPr>
      </w:pPr>
      <w:r>
        <w:rPr>
          <w:rtl/>
          <w:lang w:bidi="fa-IR"/>
        </w:rPr>
        <w:t>خداوند نعمتها را براى بندگان آفريده تا از آن نعمتها استفاده كنند، مانند خوراكيها چه گياهى باشد و چه حيوانى ولى بايد دانست كه گوشت پاره اى از حيوانات به عللى كه علم ، زيان برخى از آنها را كشف كرده حرام است .</w:t>
      </w:r>
    </w:p>
    <w:p w:rsidR="004F29D6" w:rsidRDefault="004F29D6" w:rsidP="00040AB1">
      <w:pPr>
        <w:pStyle w:val="libNormal"/>
        <w:rPr>
          <w:rtl/>
          <w:lang w:bidi="fa-IR"/>
        </w:rPr>
      </w:pPr>
      <w:r>
        <w:rPr>
          <w:rtl/>
          <w:lang w:bidi="fa-IR"/>
        </w:rPr>
        <w:t>كليه حيوانات درنده مانند گرگ ، پ</w:t>
      </w:r>
      <w:r w:rsidR="00040AB1">
        <w:rPr>
          <w:rFonts w:hint="cs"/>
          <w:rtl/>
          <w:lang w:bidi="fa-IR"/>
        </w:rPr>
        <w:t>لن</w:t>
      </w:r>
      <w:r>
        <w:rPr>
          <w:rtl/>
          <w:lang w:bidi="fa-IR"/>
        </w:rPr>
        <w:t>گ و غيره و همينطور روباه ، خرگوش ، گربه و غيره حرام گوشت هستند.</w:t>
      </w:r>
    </w:p>
    <w:p w:rsidR="004F29D6" w:rsidRDefault="004F29D6" w:rsidP="004F29D6">
      <w:pPr>
        <w:pStyle w:val="libNormal"/>
        <w:rPr>
          <w:rtl/>
          <w:lang w:bidi="fa-IR"/>
        </w:rPr>
      </w:pPr>
      <w:r>
        <w:rPr>
          <w:rtl/>
          <w:lang w:bidi="fa-IR"/>
        </w:rPr>
        <w:t>پرنده ها مانند، خفاش ، طاووس ، كلاغ و تمام پرندگانى كه چنگال دارند مانند عقاب حرام گوشت هستند و همانطور خوردن تمام حشرات حرام است ولى پرندگان ديگر كه در آسمان بال مى زنند خوردن آنها حلال است . همچنين تخم مرغ پرندگان حلال گوشت حلال واز حيوانات و پرندگان حرام گوشت حرام اند.</w:t>
      </w:r>
    </w:p>
    <w:p w:rsidR="004F29D6" w:rsidRDefault="004F29D6" w:rsidP="004F29D6">
      <w:pPr>
        <w:pStyle w:val="libNormal"/>
        <w:rPr>
          <w:rtl/>
          <w:lang w:bidi="fa-IR"/>
        </w:rPr>
      </w:pPr>
      <w:r>
        <w:rPr>
          <w:rtl/>
          <w:lang w:bidi="fa-IR"/>
        </w:rPr>
        <w:t>از حيوانات دريائى ماهيهاى پولك دار و بعضى از پرندگان دريايى حلال مى باشد و نيز خوردن ميگو كه همان ملخ دريايى است حلال است . در پايان بايد يادآورد شويم كه كليه غذاها و آشاميدنى هاى نجس و يا مضر بحال انسان حرام مى باشد.</w:t>
      </w:r>
    </w:p>
    <w:p w:rsidR="004F29D6" w:rsidRDefault="00040AB1" w:rsidP="003D25DB">
      <w:pPr>
        <w:pStyle w:val="Heading2"/>
        <w:rPr>
          <w:rtl/>
          <w:lang w:bidi="fa-IR"/>
        </w:rPr>
      </w:pPr>
      <w:r>
        <w:rPr>
          <w:rtl/>
          <w:lang w:bidi="fa-IR"/>
        </w:rPr>
        <w:br w:type="page"/>
      </w:r>
      <w:bookmarkStart w:id="145" w:name="_Toc513640272"/>
      <w:bookmarkStart w:id="146" w:name="_Toc513716077"/>
      <w:bookmarkStart w:id="147" w:name="_Toc513716317"/>
      <w:bookmarkStart w:id="148" w:name="_Toc513716428"/>
      <w:bookmarkStart w:id="149" w:name="_Toc513716808"/>
      <w:r w:rsidR="004F29D6">
        <w:rPr>
          <w:rtl/>
          <w:lang w:bidi="fa-IR"/>
        </w:rPr>
        <w:lastRenderedPageBreak/>
        <w:t>به پرسشهاى زير پاسخ دهيد:</w:t>
      </w:r>
      <w:bookmarkEnd w:id="145"/>
      <w:bookmarkEnd w:id="146"/>
      <w:bookmarkEnd w:id="147"/>
      <w:bookmarkEnd w:id="148"/>
      <w:bookmarkEnd w:id="149"/>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شير و روغن جامد اگر نجس شد آيا همه آنها نجس مى شود؟</w:t>
      </w:r>
    </w:p>
    <w:p w:rsidR="004F29D6" w:rsidRDefault="004F29D6" w:rsidP="004F29D6">
      <w:pPr>
        <w:pStyle w:val="libNormal"/>
        <w:rPr>
          <w:rtl/>
          <w:lang w:bidi="fa-IR"/>
        </w:rPr>
      </w:pPr>
      <w:r>
        <w:rPr>
          <w:rtl/>
          <w:lang w:bidi="fa-IR"/>
        </w:rPr>
        <w:t>٢</w:t>
      </w:r>
      <w:r w:rsidR="00040AB1">
        <w:rPr>
          <w:rFonts w:hint="cs"/>
          <w:rtl/>
          <w:lang w:bidi="fa-IR"/>
        </w:rPr>
        <w:t xml:space="preserve"> </w:t>
      </w:r>
      <w:r>
        <w:rPr>
          <w:rtl/>
          <w:lang w:bidi="fa-IR"/>
        </w:rPr>
        <w:t>- آيا خون پشه و ماهى نجس است ؟</w:t>
      </w:r>
    </w:p>
    <w:p w:rsidR="004F29D6" w:rsidRDefault="004F29D6" w:rsidP="004F29D6">
      <w:pPr>
        <w:pStyle w:val="libNormal"/>
        <w:rPr>
          <w:rtl/>
          <w:lang w:bidi="fa-IR"/>
        </w:rPr>
      </w:pPr>
      <w:r>
        <w:rPr>
          <w:rtl/>
          <w:lang w:bidi="fa-IR"/>
        </w:rPr>
        <w:t>٣</w:t>
      </w:r>
      <w:r w:rsidR="00040AB1">
        <w:rPr>
          <w:rFonts w:hint="cs"/>
          <w:rtl/>
          <w:lang w:bidi="fa-IR"/>
        </w:rPr>
        <w:t xml:space="preserve"> </w:t>
      </w:r>
      <w:r>
        <w:rPr>
          <w:rtl/>
          <w:lang w:bidi="fa-IR"/>
        </w:rPr>
        <w:t>- پشم و ناخن مردار نجس پاك است يا نجس ؟</w:t>
      </w:r>
    </w:p>
    <w:p w:rsidR="004F29D6" w:rsidRDefault="004F29D6" w:rsidP="004F29D6">
      <w:pPr>
        <w:pStyle w:val="libNormal"/>
        <w:rPr>
          <w:rtl/>
          <w:lang w:bidi="fa-IR"/>
        </w:rPr>
      </w:pPr>
      <w:r>
        <w:rPr>
          <w:rtl/>
          <w:lang w:bidi="fa-IR"/>
        </w:rPr>
        <w:t>٤</w:t>
      </w:r>
      <w:r w:rsidR="00040AB1">
        <w:rPr>
          <w:rFonts w:hint="cs"/>
          <w:rtl/>
          <w:lang w:bidi="fa-IR"/>
        </w:rPr>
        <w:t xml:space="preserve"> </w:t>
      </w:r>
      <w:r>
        <w:rPr>
          <w:rtl/>
          <w:lang w:bidi="fa-IR"/>
        </w:rPr>
        <w:t>- آيا عرق جنب از حرام نجس است ؟</w:t>
      </w:r>
    </w:p>
    <w:p w:rsidR="004F29D6" w:rsidRDefault="004F29D6" w:rsidP="004F29D6">
      <w:pPr>
        <w:pStyle w:val="libNormal"/>
        <w:rPr>
          <w:rtl/>
          <w:lang w:bidi="fa-IR"/>
        </w:rPr>
      </w:pPr>
      <w:r>
        <w:rPr>
          <w:rtl/>
          <w:lang w:bidi="fa-IR"/>
        </w:rPr>
        <w:t>٥</w:t>
      </w:r>
      <w:r w:rsidR="00040AB1">
        <w:rPr>
          <w:rFonts w:hint="cs"/>
          <w:rtl/>
          <w:lang w:bidi="fa-IR"/>
        </w:rPr>
        <w:t xml:space="preserve"> </w:t>
      </w:r>
      <w:r>
        <w:rPr>
          <w:rtl/>
          <w:lang w:bidi="fa-IR"/>
        </w:rPr>
        <w:t>- آيا مواد مست كننده كه جامدند نجس اند؟</w:t>
      </w:r>
    </w:p>
    <w:p w:rsidR="004F29D6" w:rsidRDefault="004F29D6" w:rsidP="004F29D6">
      <w:pPr>
        <w:pStyle w:val="libNormal"/>
        <w:rPr>
          <w:rtl/>
          <w:lang w:bidi="fa-IR"/>
        </w:rPr>
      </w:pPr>
      <w:r>
        <w:rPr>
          <w:rtl/>
          <w:lang w:bidi="fa-IR"/>
        </w:rPr>
        <w:t>٦</w:t>
      </w:r>
      <w:r w:rsidR="00040AB1">
        <w:rPr>
          <w:rFonts w:hint="cs"/>
          <w:rtl/>
          <w:lang w:bidi="fa-IR"/>
        </w:rPr>
        <w:t xml:space="preserve"> </w:t>
      </w:r>
      <w:r>
        <w:rPr>
          <w:rtl/>
          <w:lang w:bidi="fa-IR"/>
        </w:rPr>
        <w:t>- آيا خونى كه در تخم مرغ است نجس است ؟</w:t>
      </w:r>
    </w:p>
    <w:p w:rsidR="004F29D6" w:rsidRDefault="00040AB1" w:rsidP="00040AB1">
      <w:pPr>
        <w:pStyle w:val="Heading1"/>
        <w:rPr>
          <w:rtl/>
          <w:lang w:bidi="fa-IR"/>
        </w:rPr>
      </w:pPr>
      <w:r>
        <w:rPr>
          <w:rtl/>
          <w:lang w:bidi="fa-IR"/>
        </w:rPr>
        <w:br w:type="page"/>
      </w:r>
      <w:bookmarkStart w:id="150" w:name="_Toc513640273"/>
      <w:bookmarkStart w:id="151" w:name="_Toc513716078"/>
      <w:bookmarkStart w:id="152" w:name="_Toc513716318"/>
      <w:bookmarkStart w:id="153" w:name="_Toc513716429"/>
      <w:bookmarkStart w:id="154" w:name="_Toc513716809"/>
      <w:r w:rsidR="004F29D6">
        <w:rPr>
          <w:rtl/>
          <w:lang w:bidi="fa-IR"/>
        </w:rPr>
        <w:lastRenderedPageBreak/>
        <w:t>درس پنجم : مطهرات يا پاك كننده ها</w:t>
      </w:r>
      <w:bookmarkEnd w:id="150"/>
      <w:bookmarkEnd w:id="151"/>
      <w:bookmarkEnd w:id="152"/>
      <w:bookmarkEnd w:id="153"/>
      <w:bookmarkEnd w:id="154"/>
    </w:p>
    <w:p w:rsidR="004F29D6" w:rsidRDefault="004F29D6" w:rsidP="004F29D6">
      <w:pPr>
        <w:pStyle w:val="libNormal"/>
        <w:rPr>
          <w:rtl/>
          <w:lang w:bidi="fa-IR"/>
        </w:rPr>
      </w:pPr>
      <w:r>
        <w:rPr>
          <w:rtl/>
          <w:lang w:bidi="fa-IR"/>
        </w:rPr>
        <w:t>چيزهايى كه اشياء را پاك مى كنند عبارتند از:</w:t>
      </w:r>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آب ٢</w:t>
      </w:r>
      <w:r w:rsidR="00040AB1">
        <w:rPr>
          <w:rFonts w:hint="cs"/>
          <w:rtl/>
          <w:lang w:bidi="fa-IR"/>
        </w:rPr>
        <w:t xml:space="preserve"> </w:t>
      </w:r>
      <w:r>
        <w:rPr>
          <w:rtl/>
          <w:lang w:bidi="fa-IR"/>
        </w:rPr>
        <w:t>- زمين ٣</w:t>
      </w:r>
      <w:r w:rsidR="00040AB1">
        <w:rPr>
          <w:rFonts w:hint="cs"/>
          <w:rtl/>
          <w:lang w:bidi="fa-IR"/>
        </w:rPr>
        <w:t xml:space="preserve"> </w:t>
      </w:r>
      <w:r>
        <w:rPr>
          <w:rtl/>
          <w:lang w:bidi="fa-IR"/>
        </w:rPr>
        <w:t>- آفتاب ٤</w:t>
      </w:r>
      <w:r w:rsidR="00040AB1">
        <w:rPr>
          <w:rFonts w:hint="cs"/>
          <w:rtl/>
          <w:lang w:bidi="fa-IR"/>
        </w:rPr>
        <w:t xml:space="preserve"> </w:t>
      </w:r>
      <w:r>
        <w:rPr>
          <w:rtl/>
          <w:lang w:bidi="fa-IR"/>
        </w:rPr>
        <w:t>- اسلام ٥</w:t>
      </w:r>
      <w:r w:rsidR="00040AB1">
        <w:rPr>
          <w:rFonts w:hint="cs"/>
          <w:rtl/>
          <w:lang w:bidi="fa-IR"/>
        </w:rPr>
        <w:t xml:space="preserve"> </w:t>
      </w:r>
      <w:r>
        <w:rPr>
          <w:rtl/>
          <w:lang w:bidi="fa-IR"/>
        </w:rPr>
        <w:t>- استحاله ٦</w:t>
      </w:r>
      <w:r w:rsidR="00040AB1">
        <w:rPr>
          <w:rFonts w:hint="cs"/>
          <w:rtl/>
          <w:lang w:bidi="fa-IR"/>
        </w:rPr>
        <w:t xml:space="preserve"> </w:t>
      </w:r>
      <w:r>
        <w:rPr>
          <w:rtl/>
          <w:lang w:bidi="fa-IR"/>
        </w:rPr>
        <w:t>- انتقال ٧</w:t>
      </w:r>
      <w:r w:rsidR="00040AB1">
        <w:rPr>
          <w:rFonts w:hint="cs"/>
          <w:rtl/>
          <w:lang w:bidi="fa-IR"/>
        </w:rPr>
        <w:t xml:space="preserve"> </w:t>
      </w:r>
      <w:r>
        <w:rPr>
          <w:rtl/>
          <w:lang w:bidi="fa-IR"/>
        </w:rPr>
        <w:t>- تبعيت ٨</w:t>
      </w:r>
      <w:r w:rsidR="00040AB1">
        <w:rPr>
          <w:rFonts w:hint="cs"/>
          <w:rtl/>
          <w:lang w:bidi="fa-IR"/>
        </w:rPr>
        <w:t xml:space="preserve"> </w:t>
      </w:r>
      <w:r>
        <w:rPr>
          <w:rtl/>
          <w:lang w:bidi="fa-IR"/>
        </w:rPr>
        <w:t>- برطرف شدن عين نجاست ٩</w:t>
      </w:r>
      <w:r w:rsidR="00040AB1">
        <w:rPr>
          <w:rFonts w:hint="cs"/>
          <w:rtl/>
          <w:lang w:bidi="fa-IR"/>
        </w:rPr>
        <w:t xml:space="preserve"> </w:t>
      </w:r>
      <w:r>
        <w:rPr>
          <w:rtl/>
          <w:lang w:bidi="fa-IR"/>
        </w:rPr>
        <w:t>- استبراء حيوان نجاست</w:t>
      </w:r>
      <w:r w:rsidR="00040AB1">
        <w:rPr>
          <w:rFonts w:hint="cs"/>
          <w:rtl/>
          <w:lang w:bidi="fa-IR"/>
        </w:rPr>
        <w:t xml:space="preserve"> </w:t>
      </w:r>
      <w:r>
        <w:rPr>
          <w:rtl/>
          <w:lang w:bidi="fa-IR"/>
        </w:rPr>
        <w:t>خوار ١٠</w:t>
      </w:r>
      <w:r w:rsidR="00040AB1">
        <w:rPr>
          <w:rFonts w:hint="cs"/>
          <w:rtl/>
          <w:lang w:bidi="fa-IR"/>
        </w:rPr>
        <w:t xml:space="preserve"> </w:t>
      </w:r>
      <w:r>
        <w:rPr>
          <w:rtl/>
          <w:lang w:bidi="fa-IR"/>
        </w:rPr>
        <w:t>- غايب شدن مسلمان</w:t>
      </w:r>
    </w:p>
    <w:p w:rsidR="004F29D6" w:rsidRDefault="004F29D6" w:rsidP="003D25DB">
      <w:pPr>
        <w:pStyle w:val="Heading2"/>
        <w:rPr>
          <w:rtl/>
          <w:lang w:bidi="fa-IR"/>
        </w:rPr>
      </w:pPr>
      <w:bookmarkStart w:id="155" w:name="_Toc513640274"/>
      <w:bookmarkStart w:id="156" w:name="_Toc513716079"/>
      <w:bookmarkStart w:id="157" w:name="_Toc513716319"/>
      <w:bookmarkStart w:id="158" w:name="_Toc513716430"/>
      <w:bookmarkStart w:id="159" w:name="_Toc513716810"/>
      <w:r>
        <w:rPr>
          <w:rtl/>
          <w:lang w:bidi="fa-IR"/>
        </w:rPr>
        <w:t>١</w:t>
      </w:r>
      <w:r w:rsidR="00040AB1">
        <w:rPr>
          <w:rFonts w:hint="cs"/>
          <w:rtl/>
          <w:lang w:bidi="fa-IR"/>
        </w:rPr>
        <w:t xml:space="preserve"> </w:t>
      </w:r>
      <w:r>
        <w:rPr>
          <w:rtl/>
          <w:lang w:bidi="fa-IR"/>
        </w:rPr>
        <w:t>- آب :</w:t>
      </w:r>
      <w:bookmarkEnd w:id="155"/>
      <w:bookmarkEnd w:id="156"/>
      <w:bookmarkEnd w:id="157"/>
      <w:bookmarkEnd w:id="158"/>
      <w:bookmarkEnd w:id="159"/>
    </w:p>
    <w:p w:rsidR="004F29D6" w:rsidRDefault="004F29D6" w:rsidP="004F29D6">
      <w:pPr>
        <w:pStyle w:val="libNormal"/>
        <w:rPr>
          <w:rtl/>
          <w:lang w:bidi="fa-IR"/>
        </w:rPr>
      </w:pPr>
      <w:r>
        <w:rPr>
          <w:rtl/>
          <w:lang w:bidi="fa-IR"/>
        </w:rPr>
        <w:t>در صورتى پاك كننده است كه مطلق بوده و مضاف نباشد آب مطلق همان آب خالص است و آب مضاف عبارت از آبى است كه از چيزى گرفته شده باشد مثل آب سيب و يا آب هندوانه يا با چيزى مخلوط شده باشد.</w:t>
      </w:r>
    </w:p>
    <w:p w:rsidR="004F29D6" w:rsidRDefault="004F29D6" w:rsidP="004F29D6">
      <w:pPr>
        <w:pStyle w:val="libNormal"/>
        <w:rPr>
          <w:rtl/>
          <w:lang w:bidi="fa-IR"/>
        </w:rPr>
      </w:pPr>
      <w:r>
        <w:rPr>
          <w:rtl/>
          <w:lang w:bidi="fa-IR"/>
        </w:rPr>
        <w:t>آبهاى پاك كننده كه به آن مطلق مى گويند عبارت است از:</w:t>
      </w:r>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آب چاه ٢</w:t>
      </w:r>
      <w:r w:rsidR="00040AB1">
        <w:rPr>
          <w:rFonts w:hint="cs"/>
          <w:rtl/>
          <w:lang w:bidi="fa-IR"/>
        </w:rPr>
        <w:t xml:space="preserve"> </w:t>
      </w:r>
      <w:r>
        <w:rPr>
          <w:rtl/>
          <w:lang w:bidi="fa-IR"/>
        </w:rPr>
        <w:t>- آب جارى ٣</w:t>
      </w:r>
      <w:r w:rsidR="00040AB1">
        <w:rPr>
          <w:rFonts w:hint="cs"/>
          <w:rtl/>
          <w:lang w:bidi="fa-IR"/>
        </w:rPr>
        <w:t xml:space="preserve"> </w:t>
      </w:r>
      <w:r>
        <w:rPr>
          <w:rtl/>
          <w:lang w:bidi="fa-IR"/>
        </w:rPr>
        <w:t>- آب باران ٤</w:t>
      </w:r>
      <w:r w:rsidR="00040AB1">
        <w:rPr>
          <w:rFonts w:hint="cs"/>
          <w:rtl/>
          <w:lang w:bidi="fa-IR"/>
        </w:rPr>
        <w:t xml:space="preserve"> </w:t>
      </w:r>
      <w:r>
        <w:rPr>
          <w:rtl/>
          <w:lang w:bidi="fa-IR"/>
        </w:rPr>
        <w:t>- آب راكد، كه اگر مقدار آن زياد باشد يعنى وزن ٤١٩/٣٧٧ كيلوگرم باشد آب كر است و اگر كمتر از اين مقدار باشد آب قليل است .</w:t>
      </w:r>
    </w:p>
    <w:p w:rsidR="004F29D6" w:rsidRDefault="004F29D6" w:rsidP="004F29D6">
      <w:pPr>
        <w:pStyle w:val="libNormal"/>
        <w:rPr>
          <w:rtl/>
          <w:lang w:bidi="fa-IR"/>
        </w:rPr>
      </w:pPr>
      <w:r>
        <w:rPr>
          <w:rtl/>
          <w:lang w:bidi="fa-IR"/>
        </w:rPr>
        <w:t>اينك در مورد آب به نكات زير توجه كنيم :</w:t>
      </w:r>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آب قليل با برخورد به نجاست نجس مى شود.</w:t>
      </w:r>
    </w:p>
    <w:p w:rsidR="004F29D6" w:rsidRDefault="004F29D6" w:rsidP="004F29D6">
      <w:pPr>
        <w:pStyle w:val="libNormal"/>
        <w:rPr>
          <w:rtl/>
          <w:lang w:bidi="fa-IR"/>
        </w:rPr>
      </w:pPr>
      <w:r>
        <w:rPr>
          <w:rtl/>
          <w:lang w:bidi="fa-IR"/>
        </w:rPr>
        <w:t>٢</w:t>
      </w:r>
      <w:r w:rsidR="00040AB1">
        <w:rPr>
          <w:rFonts w:hint="cs"/>
          <w:rtl/>
          <w:lang w:bidi="fa-IR"/>
        </w:rPr>
        <w:t xml:space="preserve"> </w:t>
      </w:r>
      <w:r>
        <w:rPr>
          <w:rtl/>
          <w:lang w:bidi="fa-IR"/>
        </w:rPr>
        <w:t>- تمام آبهاى مطلق بجز آب قليل با برخورد به نجاست نجس نمى شود، مگر آنكه رنگ يا بو يا طعم آن با نجاست تغيير كند كه در اين صورت نجس است .</w:t>
      </w:r>
    </w:p>
    <w:p w:rsidR="004F29D6" w:rsidRDefault="004F29D6" w:rsidP="004F29D6">
      <w:pPr>
        <w:pStyle w:val="libNormal"/>
        <w:rPr>
          <w:rtl/>
          <w:lang w:bidi="fa-IR"/>
        </w:rPr>
      </w:pPr>
      <w:r>
        <w:rPr>
          <w:rtl/>
          <w:lang w:bidi="fa-IR"/>
        </w:rPr>
        <w:t>٣</w:t>
      </w:r>
      <w:r w:rsidR="00040AB1">
        <w:rPr>
          <w:rFonts w:hint="cs"/>
          <w:rtl/>
          <w:lang w:bidi="fa-IR"/>
        </w:rPr>
        <w:t xml:space="preserve"> </w:t>
      </w:r>
      <w:r>
        <w:rPr>
          <w:rtl/>
          <w:lang w:bidi="fa-IR"/>
        </w:rPr>
        <w:t>- آب باران اگر بر زمين و يا فرش و لباس نجس ببارد آن ها را پاك مى كند مگر آن كه عين نجاست مثل خون باقى بماند و پاك نشده باشد.</w:t>
      </w:r>
    </w:p>
    <w:p w:rsidR="004F29D6" w:rsidRDefault="004F29D6" w:rsidP="004F29D6">
      <w:pPr>
        <w:pStyle w:val="libNormal"/>
        <w:rPr>
          <w:rtl/>
          <w:lang w:bidi="fa-IR"/>
        </w:rPr>
      </w:pPr>
      <w:r>
        <w:rPr>
          <w:rtl/>
          <w:lang w:bidi="fa-IR"/>
        </w:rPr>
        <w:lastRenderedPageBreak/>
        <w:t>٤</w:t>
      </w:r>
      <w:r w:rsidR="00040AB1">
        <w:rPr>
          <w:rFonts w:hint="cs"/>
          <w:rtl/>
          <w:lang w:bidi="fa-IR"/>
        </w:rPr>
        <w:t xml:space="preserve"> </w:t>
      </w:r>
      <w:r>
        <w:rPr>
          <w:rtl/>
          <w:lang w:bidi="fa-IR"/>
        </w:rPr>
        <w:t>- آبى كه طاهر بوده ولى نمى دانيم نجس شده يا نه ؟ طاهر است و آبى كه نجس بوده و نمى دانيم طاهر شده يا نه نجس است و نيز آبى كه نمى دانيم نجس است يا طاهر پاك مى باشد.</w:t>
      </w:r>
    </w:p>
    <w:p w:rsidR="004F29D6" w:rsidRDefault="004F29D6" w:rsidP="004F29D6">
      <w:pPr>
        <w:pStyle w:val="libNormal"/>
        <w:rPr>
          <w:rtl/>
          <w:lang w:bidi="fa-IR"/>
        </w:rPr>
      </w:pPr>
      <w:r>
        <w:rPr>
          <w:rtl/>
          <w:lang w:bidi="fa-IR"/>
        </w:rPr>
        <w:t>چگونگى تطهير با آب :</w:t>
      </w:r>
    </w:p>
    <w:p w:rsidR="004F29D6" w:rsidRDefault="004F29D6" w:rsidP="004F29D6">
      <w:pPr>
        <w:pStyle w:val="libNormal"/>
        <w:rPr>
          <w:rtl/>
          <w:lang w:bidi="fa-IR"/>
        </w:rPr>
      </w:pPr>
      <w:r>
        <w:rPr>
          <w:rtl/>
          <w:lang w:bidi="fa-IR"/>
        </w:rPr>
        <w:t>١</w:t>
      </w:r>
      <w:r w:rsidR="00040AB1">
        <w:rPr>
          <w:rFonts w:hint="cs"/>
          <w:rtl/>
          <w:lang w:bidi="fa-IR"/>
        </w:rPr>
        <w:t xml:space="preserve"> </w:t>
      </w:r>
      <w:r>
        <w:rPr>
          <w:rtl/>
          <w:lang w:bidi="fa-IR"/>
        </w:rPr>
        <w:t>- اگر شى ء نجس ظرف باشد با آب كر يك مرتبه و با آب قليل سه مرتبه بايد آن را آب كشيده و شست .</w:t>
      </w:r>
    </w:p>
    <w:p w:rsidR="004F29D6" w:rsidRDefault="004F29D6" w:rsidP="004F29D6">
      <w:pPr>
        <w:pStyle w:val="libNormal"/>
        <w:rPr>
          <w:rtl/>
          <w:lang w:bidi="fa-IR"/>
        </w:rPr>
      </w:pPr>
      <w:r>
        <w:rPr>
          <w:rtl/>
          <w:lang w:bidi="fa-IR"/>
        </w:rPr>
        <w:t>٢</w:t>
      </w:r>
      <w:r w:rsidR="00040AB1">
        <w:rPr>
          <w:rFonts w:hint="cs"/>
          <w:rtl/>
          <w:lang w:bidi="fa-IR"/>
        </w:rPr>
        <w:t xml:space="preserve"> </w:t>
      </w:r>
      <w:r>
        <w:rPr>
          <w:rtl/>
          <w:lang w:bidi="fa-IR"/>
        </w:rPr>
        <w:t>- اگر اشياء غير ظرف باشد هر گاه با ادرار نجس شود با آب كر يك مرتبه و با آب قليل دو مرتبه و اگر به غير ادرار باشد با آب كر يك مرتبه و با آب قليل يك مرتبه .</w:t>
      </w:r>
    </w:p>
    <w:p w:rsidR="004F29D6" w:rsidRDefault="004F29D6" w:rsidP="004F29D6">
      <w:pPr>
        <w:pStyle w:val="libNormal"/>
        <w:rPr>
          <w:rtl/>
          <w:lang w:bidi="fa-IR"/>
        </w:rPr>
      </w:pPr>
      <w:r>
        <w:rPr>
          <w:rtl/>
          <w:lang w:bidi="fa-IR"/>
        </w:rPr>
        <w:t>٣</w:t>
      </w:r>
      <w:r w:rsidR="00040AB1">
        <w:rPr>
          <w:rFonts w:hint="cs"/>
          <w:rtl/>
          <w:lang w:bidi="fa-IR"/>
        </w:rPr>
        <w:t xml:space="preserve"> </w:t>
      </w:r>
      <w:r>
        <w:rPr>
          <w:rtl/>
          <w:lang w:bidi="fa-IR"/>
        </w:rPr>
        <w:t>- هر گاه زمين نجس شده باشد پس از برطرف كردن عين نجاست با آب كر و آبى كه متصل به كر است ، مثل آب لوله كشى منازل يك بار و با آب قليل دو بار پاك مى شود. همينطور ديوار نجس</w:t>
      </w:r>
    </w:p>
    <w:p w:rsidR="004F29D6" w:rsidRDefault="004F29D6" w:rsidP="004F29D6">
      <w:pPr>
        <w:pStyle w:val="libNormal"/>
        <w:rPr>
          <w:rtl/>
          <w:lang w:bidi="fa-IR"/>
        </w:rPr>
      </w:pPr>
      <w:r>
        <w:rPr>
          <w:rtl/>
          <w:lang w:bidi="fa-IR"/>
        </w:rPr>
        <w:t>٤</w:t>
      </w:r>
      <w:r w:rsidR="002B0DEF">
        <w:rPr>
          <w:rFonts w:hint="cs"/>
          <w:rtl/>
          <w:lang w:bidi="fa-IR"/>
        </w:rPr>
        <w:t xml:space="preserve"> </w:t>
      </w:r>
      <w:r>
        <w:rPr>
          <w:rtl/>
          <w:lang w:bidi="fa-IR"/>
        </w:rPr>
        <w:t>- براى تطهير اشياء اول بايد نجاست را برطرف كرد سپس تطهير نمود مثلا اگر لباس يا دست به خون آلوده باشد بايد اول خون را پاك كرد سپس آن را آب كشيد و طاهر كرد.</w:t>
      </w:r>
    </w:p>
    <w:p w:rsidR="004F29D6" w:rsidRDefault="004F29D6" w:rsidP="004F29D6">
      <w:pPr>
        <w:pStyle w:val="libNormal"/>
        <w:rPr>
          <w:rtl/>
          <w:lang w:bidi="fa-IR"/>
        </w:rPr>
      </w:pPr>
      <w:r>
        <w:rPr>
          <w:rtl/>
          <w:lang w:bidi="fa-IR"/>
        </w:rPr>
        <w:t>٥</w:t>
      </w:r>
      <w:r w:rsidR="002B0DEF">
        <w:rPr>
          <w:rFonts w:hint="cs"/>
          <w:rtl/>
          <w:lang w:bidi="fa-IR"/>
        </w:rPr>
        <w:t xml:space="preserve"> </w:t>
      </w:r>
      <w:r>
        <w:rPr>
          <w:rtl/>
          <w:lang w:bidi="fa-IR"/>
        </w:rPr>
        <w:t>- اگر فرش يا لباس نجس شود و بخواهيم طاهر كنيم چنانچه با آب قليل باشد يك بار آب بريزيم و آن را فشار دهيم تا آب داخل آن خارج شود سپس با آب دوم طاهر كنيم .</w:t>
      </w:r>
    </w:p>
    <w:p w:rsidR="004F29D6" w:rsidRDefault="004F29D6" w:rsidP="004F29D6">
      <w:pPr>
        <w:pStyle w:val="libNormal"/>
        <w:rPr>
          <w:rtl/>
          <w:lang w:bidi="fa-IR"/>
        </w:rPr>
      </w:pPr>
      <w:r>
        <w:rPr>
          <w:rtl/>
          <w:lang w:bidi="fa-IR"/>
        </w:rPr>
        <w:t>٦</w:t>
      </w:r>
      <w:r w:rsidR="002B0DEF">
        <w:rPr>
          <w:rFonts w:hint="cs"/>
          <w:rtl/>
          <w:lang w:bidi="fa-IR"/>
        </w:rPr>
        <w:t xml:space="preserve"> </w:t>
      </w:r>
      <w:r>
        <w:rPr>
          <w:rtl/>
          <w:lang w:bidi="fa-IR"/>
        </w:rPr>
        <w:t>- آب لوله كه به منبع كر متصل است در حكم آب كر مى باشد و نجس نمى شود مگر آنكه بو يا رنگ يا طعم نجاست بگيرد و هر چيز نجسى را كه عين نجاستش برطرف شده به يكبار طاهر مى شود.</w:t>
      </w:r>
    </w:p>
    <w:p w:rsidR="004F29D6" w:rsidRDefault="002B0DEF" w:rsidP="003D25DB">
      <w:pPr>
        <w:pStyle w:val="Heading2"/>
        <w:rPr>
          <w:rtl/>
          <w:lang w:bidi="fa-IR"/>
        </w:rPr>
      </w:pPr>
      <w:r>
        <w:rPr>
          <w:rtl/>
          <w:lang w:bidi="fa-IR"/>
        </w:rPr>
        <w:br w:type="page"/>
      </w:r>
      <w:bookmarkStart w:id="160" w:name="_Toc513640275"/>
      <w:bookmarkStart w:id="161" w:name="_Toc513716080"/>
      <w:bookmarkStart w:id="162" w:name="_Toc513716320"/>
      <w:bookmarkStart w:id="163" w:name="_Toc513716431"/>
      <w:bookmarkStart w:id="164" w:name="_Toc513716811"/>
      <w:r w:rsidR="004F29D6">
        <w:rPr>
          <w:rtl/>
          <w:lang w:bidi="fa-IR"/>
        </w:rPr>
        <w:lastRenderedPageBreak/>
        <w:t>٢</w:t>
      </w:r>
      <w:r>
        <w:rPr>
          <w:rFonts w:hint="cs"/>
          <w:rtl/>
          <w:lang w:bidi="fa-IR"/>
        </w:rPr>
        <w:t xml:space="preserve"> </w:t>
      </w:r>
      <w:r w:rsidR="004F29D6">
        <w:rPr>
          <w:rtl/>
          <w:lang w:bidi="fa-IR"/>
        </w:rPr>
        <w:t>- زمين :</w:t>
      </w:r>
      <w:bookmarkEnd w:id="160"/>
      <w:bookmarkEnd w:id="161"/>
      <w:bookmarkEnd w:id="162"/>
      <w:bookmarkEnd w:id="163"/>
      <w:bookmarkEnd w:id="164"/>
      <w:r w:rsidR="004F29D6">
        <w:rPr>
          <w:rtl/>
          <w:lang w:bidi="fa-IR"/>
        </w:rPr>
        <w:t xml:space="preserve"> </w:t>
      </w:r>
    </w:p>
    <w:p w:rsidR="004F29D6" w:rsidRDefault="004F29D6" w:rsidP="004F29D6">
      <w:pPr>
        <w:pStyle w:val="libNormal"/>
        <w:rPr>
          <w:rtl/>
          <w:lang w:bidi="fa-IR"/>
        </w:rPr>
      </w:pPr>
      <w:r>
        <w:rPr>
          <w:rtl/>
          <w:lang w:bidi="fa-IR"/>
        </w:rPr>
        <w:t>زمين خود يكى از پاك كننده هاست و با سه شرط كف پا و ته كفش و نوك عصا را پاك مى كند. اين شرطها عبارتند از:</w:t>
      </w:r>
    </w:p>
    <w:p w:rsidR="004F29D6" w:rsidRDefault="004F29D6" w:rsidP="004F29D6">
      <w:pPr>
        <w:pStyle w:val="libNormal"/>
        <w:rPr>
          <w:rtl/>
          <w:lang w:bidi="fa-IR"/>
        </w:rPr>
      </w:pPr>
      <w:r>
        <w:rPr>
          <w:rtl/>
          <w:lang w:bidi="fa-IR"/>
        </w:rPr>
        <w:t>١</w:t>
      </w:r>
      <w:r w:rsidR="002B0DEF">
        <w:rPr>
          <w:rFonts w:hint="cs"/>
          <w:rtl/>
          <w:lang w:bidi="fa-IR"/>
        </w:rPr>
        <w:t xml:space="preserve"> </w:t>
      </w:r>
      <w:r>
        <w:rPr>
          <w:rtl/>
          <w:lang w:bidi="fa-IR"/>
        </w:rPr>
        <w:t>- زمين بايد خود پاك باشد.</w:t>
      </w:r>
    </w:p>
    <w:p w:rsidR="004F29D6" w:rsidRDefault="004F29D6" w:rsidP="004F29D6">
      <w:pPr>
        <w:pStyle w:val="libNormal"/>
        <w:rPr>
          <w:rtl/>
          <w:lang w:bidi="fa-IR"/>
        </w:rPr>
      </w:pPr>
      <w:r>
        <w:rPr>
          <w:rtl/>
          <w:lang w:bidi="fa-IR"/>
        </w:rPr>
        <w:t>٢</w:t>
      </w:r>
      <w:r w:rsidR="002B0DEF">
        <w:rPr>
          <w:rFonts w:hint="cs"/>
          <w:rtl/>
          <w:lang w:bidi="fa-IR"/>
        </w:rPr>
        <w:t xml:space="preserve"> </w:t>
      </w:r>
      <w:r>
        <w:rPr>
          <w:rtl/>
          <w:lang w:bidi="fa-IR"/>
        </w:rPr>
        <w:t>- زمين بايد خشك باشد.</w:t>
      </w:r>
    </w:p>
    <w:p w:rsidR="004F29D6" w:rsidRDefault="004F29D6" w:rsidP="004F29D6">
      <w:pPr>
        <w:pStyle w:val="libNormal"/>
        <w:rPr>
          <w:rtl/>
          <w:lang w:bidi="fa-IR"/>
        </w:rPr>
      </w:pPr>
      <w:r>
        <w:rPr>
          <w:rtl/>
          <w:lang w:bidi="fa-IR"/>
        </w:rPr>
        <w:t>٣</w:t>
      </w:r>
      <w:r w:rsidR="002B0DEF">
        <w:rPr>
          <w:rFonts w:hint="cs"/>
          <w:rtl/>
          <w:lang w:bidi="fa-IR"/>
        </w:rPr>
        <w:t xml:space="preserve"> </w:t>
      </w:r>
      <w:r>
        <w:rPr>
          <w:rtl/>
          <w:lang w:bidi="fa-IR"/>
        </w:rPr>
        <w:t>- عين نجاست بايد باتماس به زمين برطرف شود در اين صورت كف پا و ته كفش و نوك عصاى نجس بر روى فرش ، موزائيك ، حصير، چمن ، آسفالت ، پاركت كه با چوب فرش شده پاك نمى شوند.</w:t>
      </w:r>
    </w:p>
    <w:p w:rsidR="004F29D6" w:rsidRDefault="004F29D6" w:rsidP="003D25DB">
      <w:pPr>
        <w:pStyle w:val="Heading2"/>
        <w:rPr>
          <w:rtl/>
          <w:lang w:bidi="fa-IR"/>
        </w:rPr>
      </w:pPr>
      <w:bookmarkStart w:id="165" w:name="_Toc513640276"/>
      <w:bookmarkStart w:id="166" w:name="_Toc513716081"/>
      <w:bookmarkStart w:id="167" w:name="_Toc513716321"/>
      <w:bookmarkStart w:id="168" w:name="_Toc513716432"/>
      <w:bookmarkStart w:id="169" w:name="_Toc513716812"/>
      <w:r>
        <w:rPr>
          <w:rtl/>
          <w:lang w:bidi="fa-IR"/>
        </w:rPr>
        <w:t>٣</w:t>
      </w:r>
      <w:r w:rsidR="002B0DEF">
        <w:rPr>
          <w:rFonts w:hint="cs"/>
          <w:rtl/>
          <w:lang w:bidi="fa-IR"/>
        </w:rPr>
        <w:t xml:space="preserve"> </w:t>
      </w:r>
      <w:r>
        <w:rPr>
          <w:rtl/>
          <w:lang w:bidi="fa-IR"/>
        </w:rPr>
        <w:t>- آفتاب :</w:t>
      </w:r>
      <w:bookmarkEnd w:id="165"/>
      <w:bookmarkEnd w:id="166"/>
      <w:bookmarkEnd w:id="167"/>
      <w:bookmarkEnd w:id="168"/>
      <w:bookmarkEnd w:id="169"/>
    </w:p>
    <w:p w:rsidR="004F29D6" w:rsidRDefault="004F29D6" w:rsidP="004F29D6">
      <w:pPr>
        <w:pStyle w:val="libNormal"/>
        <w:rPr>
          <w:rtl/>
          <w:lang w:bidi="fa-IR"/>
        </w:rPr>
      </w:pPr>
      <w:r>
        <w:rPr>
          <w:rtl/>
          <w:lang w:bidi="fa-IR"/>
        </w:rPr>
        <w:t>خود يكى از مطهرات و پاك كننده هاست و مى تواند چيزهاى زير را پاك كند.</w:t>
      </w:r>
    </w:p>
    <w:p w:rsidR="004F29D6" w:rsidRDefault="004F29D6" w:rsidP="004F29D6">
      <w:pPr>
        <w:pStyle w:val="libNormal"/>
        <w:rPr>
          <w:rtl/>
          <w:lang w:bidi="fa-IR"/>
        </w:rPr>
      </w:pPr>
      <w:r>
        <w:rPr>
          <w:rtl/>
          <w:lang w:bidi="fa-IR"/>
        </w:rPr>
        <w:t>زمين ، ساختمان ، چيزهايى كه در ساختمان به كار رفته و نمى توان آن را برداشت مثل درب و پنجره ، ميخى كه در ساختمان به كار رفته ، درخت و گياه .</w:t>
      </w:r>
    </w:p>
    <w:p w:rsidR="004F29D6" w:rsidRDefault="004F29D6" w:rsidP="004F29D6">
      <w:pPr>
        <w:pStyle w:val="libNormal"/>
        <w:rPr>
          <w:rtl/>
          <w:lang w:bidi="fa-IR"/>
        </w:rPr>
      </w:pPr>
      <w:r>
        <w:rPr>
          <w:rtl/>
          <w:lang w:bidi="fa-IR"/>
        </w:rPr>
        <w:t>آفتاب با شرايط زير پاك كننده است :</w:t>
      </w:r>
    </w:p>
    <w:p w:rsidR="004F29D6" w:rsidRDefault="004F29D6" w:rsidP="004F29D6">
      <w:pPr>
        <w:pStyle w:val="libNormal"/>
        <w:rPr>
          <w:rtl/>
          <w:lang w:bidi="fa-IR"/>
        </w:rPr>
      </w:pPr>
      <w:r>
        <w:rPr>
          <w:rtl/>
          <w:lang w:bidi="fa-IR"/>
        </w:rPr>
        <w:t>١</w:t>
      </w:r>
      <w:r w:rsidR="002B0DEF">
        <w:rPr>
          <w:rFonts w:hint="cs"/>
          <w:rtl/>
          <w:lang w:bidi="fa-IR"/>
        </w:rPr>
        <w:t xml:space="preserve"> </w:t>
      </w:r>
      <w:r>
        <w:rPr>
          <w:rtl/>
          <w:lang w:bidi="fa-IR"/>
        </w:rPr>
        <w:t>- آفتاب از پشت ابر و يا پرده نتابد مگر آنكه ابر و يا پرده رقيق و نازك بوده بطورى كه مانع از تابش نور آفتاب نباشند.</w:t>
      </w:r>
    </w:p>
    <w:p w:rsidR="004F29D6" w:rsidRDefault="004F29D6" w:rsidP="004F29D6">
      <w:pPr>
        <w:pStyle w:val="libNormal"/>
        <w:rPr>
          <w:rtl/>
          <w:lang w:bidi="fa-IR"/>
        </w:rPr>
      </w:pPr>
      <w:r>
        <w:rPr>
          <w:rtl/>
          <w:lang w:bidi="fa-IR"/>
        </w:rPr>
        <w:t>٢</w:t>
      </w:r>
      <w:r w:rsidR="002B0DEF">
        <w:rPr>
          <w:rFonts w:hint="cs"/>
          <w:rtl/>
          <w:lang w:bidi="fa-IR"/>
        </w:rPr>
        <w:t xml:space="preserve"> </w:t>
      </w:r>
      <w:r>
        <w:rPr>
          <w:rtl/>
          <w:lang w:bidi="fa-IR"/>
        </w:rPr>
        <w:t>- آفتاب به تنهايى محل نجاست را خشك كند نه توسط باد ولى اگر باد كم باشد مانعى ندارد.</w:t>
      </w:r>
    </w:p>
    <w:p w:rsidR="004F29D6" w:rsidRDefault="004F29D6" w:rsidP="004F29D6">
      <w:pPr>
        <w:pStyle w:val="libNormal"/>
        <w:rPr>
          <w:rtl/>
          <w:lang w:bidi="fa-IR"/>
        </w:rPr>
      </w:pPr>
      <w:r>
        <w:rPr>
          <w:rtl/>
          <w:lang w:bidi="fa-IR"/>
        </w:rPr>
        <w:t>٣</w:t>
      </w:r>
      <w:r w:rsidR="002B0DEF">
        <w:rPr>
          <w:rFonts w:hint="cs"/>
          <w:rtl/>
          <w:lang w:bidi="fa-IR"/>
        </w:rPr>
        <w:t xml:space="preserve"> </w:t>
      </w:r>
      <w:r>
        <w:rPr>
          <w:rtl/>
          <w:lang w:bidi="fa-IR"/>
        </w:rPr>
        <w:t>- هنگام تابش آفتاب عين نجاست وجود نداشته باشد.</w:t>
      </w:r>
    </w:p>
    <w:p w:rsidR="004F29D6" w:rsidRDefault="004F29D6" w:rsidP="004F29D6">
      <w:pPr>
        <w:pStyle w:val="libNormal"/>
        <w:rPr>
          <w:rtl/>
          <w:lang w:bidi="fa-IR"/>
        </w:rPr>
      </w:pPr>
      <w:r>
        <w:rPr>
          <w:rtl/>
          <w:lang w:bidi="fa-IR"/>
        </w:rPr>
        <w:lastRenderedPageBreak/>
        <w:t>٤</w:t>
      </w:r>
      <w:r w:rsidR="002B0DEF">
        <w:rPr>
          <w:rFonts w:hint="cs"/>
          <w:rtl/>
          <w:lang w:bidi="fa-IR"/>
        </w:rPr>
        <w:t xml:space="preserve"> </w:t>
      </w:r>
      <w:r>
        <w:rPr>
          <w:rtl/>
          <w:lang w:bidi="fa-IR"/>
        </w:rPr>
        <w:t>- آفتاب مقدارى از ساختمان كه در آن نجاست نفوذ كرده به يكباره خشك كند.</w:t>
      </w:r>
    </w:p>
    <w:p w:rsidR="004F29D6" w:rsidRDefault="004F29D6" w:rsidP="004F29D6">
      <w:pPr>
        <w:pStyle w:val="libNormal"/>
        <w:rPr>
          <w:rtl/>
          <w:lang w:bidi="fa-IR"/>
        </w:rPr>
      </w:pPr>
      <w:r>
        <w:rPr>
          <w:rtl/>
          <w:lang w:bidi="fa-IR"/>
        </w:rPr>
        <w:t>٥</w:t>
      </w:r>
      <w:r w:rsidR="002B0DEF">
        <w:rPr>
          <w:rFonts w:hint="cs"/>
          <w:rtl/>
          <w:lang w:bidi="fa-IR"/>
        </w:rPr>
        <w:t xml:space="preserve"> </w:t>
      </w:r>
      <w:r>
        <w:rPr>
          <w:rtl/>
          <w:lang w:bidi="fa-IR"/>
        </w:rPr>
        <w:t>- بين ديوار و ساختمانى كه نجاست در آن نفوذ كرده چيز طاهرى فاصله نباشد.</w:t>
      </w:r>
    </w:p>
    <w:p w:rsidR="004F29D6" w:rsidRDefault="004F29D6" w:rsidP="004F29D6">
      <w:pPr>
        <w:pStyle w:val="libNormal"/>
        <w:rPr>
          <w:rtl/>
          <w:lang w:bidi="fa-IR"/>
        </w:rPr>
      </w:pPr>
      <w:r>
        <w:rPr>
          <w:rtl/>
          <w:lang w:bidi="fa-IR"/>
        </w:rPr>
        <w:t>٦</w:t>
      </w:r>
      <w:r w:rsidR="002B0DEF">
        <w:rPr>
          <w:rFonts w:hint="cs"/>
          <w:rtl/>
          <w:lang w:bidi="fa-IR"/>
        </w:rPr>
        <w:t xml:space="preserve"> </w:t>
      </w:r>
      <w:r>
        <w:rPr>
          <w:rtl/>
          <w:lang w:bidi="fa-IR"/>
        </w:rPr>
        <w:t>- ساختمان و يا ديوارى كه نجس شده بايد تر باشد و اگر خشك باشد بايد بر آن آب ريخت تا آفتاب آن را خشك كند.</w:t>
      </w:r>
    </w:p>
    <w:p w:rsidR="004F29D6" w:rsidRDefault="004F29D6" w:rsidP="003D25DB">
      <w:pPr>
        <w:pStyle w:val="Heading2"/>
        <w:rPr>
          <w:rtl/>
          <w:lang w:bidi="fa-IR"/>
        </w:rPr>
      </w:pPr>
      <w:bookmarkStart w:id="170" w:name="_Toc513640277"/>
      <w:bookmarkStart w:id="171" w:name="_Toc513716082"/>
      <w:bookmarkStart w:id="172" w:name="_Toc513716322"/>
      <w:bookmarkStart w:id="173" w:name="_Toc513716433"/>
      <w:bookmarkStart w:id="174" w:name="_Toc513716813"/>
      <w:r>
        <w:rPr>
          <w:rtl/>
          <w:lang w:bidi="fa-IR"/>
        </w:rPr>
        <w:t>٤</w:t>
      </w:r>
      <w:r w:rsidR="002B0DEF">
        <w:rPr>
          <w:rFonts w:hint="cs"/>
          <w:rtl/>
          <w:lang w:bidi="fa-IR"/>
        </w:rPr>
        <w:t xml:space="preserve"> </w:t>
      </w:r>
      <w:r>
        <w:rPr>
          <w:rtl/>
          <w:lang w:bidi="fa-IR"/>
        </w:rPr>
        <w:t>- اسلام :</w:t>
      </w:r>
      <w:bookmarkEnd w:id="170"/>
      <w:bookmarkEnd w:id="171"/>
      <w:bookmarkEnd w:id="172"/>
      <w:bookmarkEnd w:id="173"/>
      <w:bookmarkEnd w:id="174"/>
    </w:p>
    <w:p w:rsidR="004F29D6" w:rsidRDefault="004F29D6" w:rsidP="00F66338">
      <w:pPr>
        <w:pStyle w:val="libNormal"/>
        <w:rPr>
          <w:rtl/>
          <w:lang w:bidi="fa-IR"/>
        </w:rPr>
      </w:pPr>
      <w:r>
        <w:rPr>
          <w:rtl/>
          <w:lang w:bidi="fa-IR"/>
        </w:rPr>
        <w:t>اگر شخص كافر مسلمان شود و شهادتين را بگويد (شهادت به يگانگى خداوند و رسالت پيامبر</w:t>
      </w:r>
      <w:r w:rsidR="002B0DEF" w:rsidRPr="002B0DEF">
        <w:rPr>
          <w:rStyle w:val="libAlaemChar"/>
          <w:rFonts w:eastAsiaTheme="minorHAnsi"/>
          <w:rtl/>
        </w:rPr>
        <w:t>صلى‌الله‌عليه‌وآله‌وسلم</w:t>
      </w:r>
      <w:r>
        <w:rPr>
          <w:rtl/>
          <w:lang w:bidi="fa-IR"/>
        </w:rPr>
        <w:t>تمام بدن او پاك مى شود، حتى لباسى كه به هنگام اسلام آوردن بر تن دارد ولى لباسهايى كه قبلا به تن داشته و با عرق بدنش نجس شده بايد آنها را آب بكشد و طاهر كند.</w:t>
      </w:r>
    </w:p>
    <w:p w:rsidR="004F29D6" w:rsidRDefault="002B0DEF" w:rsidP="003D25DB">
      <w:pPr>
        <w:pStyle w:val="Heading2"/>
        <w:rPr>
          <w:rtl/>
          <w:lang w:bidi="fa-IR"/>
        </w:rPr>
      </w:pPr>
      <w:r>
        <w:rPr>
          <w:rtl/>
          <w:lang w:bidi="fa-IR"/>
        </w:rPr>
        <w:br w:type="page"/>
      </w:r>
      <w:bookmarkStart w:id="175" w:name="_Toc513640278"/>
      <w:bookmarkStart w:id="176" w:name="_Toc513716083"/>
      <w:bookmarkStart w:id="177" w:name="_Toc513716323"/>
      <w:bookmarkStart w:id="178" w:name="_Toc513716434"/>
      <w:bookmarkStart w:id="179" w:name="_Toc513716814"/>
      <w:r w:rsidR="004F29D6">
        <w:rPr>
          <w:rtl/>
          <w:lang w:bidi="fa-IR"/>
        </w:rPr>
        <w:lastRenderedPageBreak/>
        <w:t>٥</w:t>
      </w:r>
      <w:r>
        <w:rPr>
          <w:rFonts w:hint="cs"/>
          <w:rtl/>
          <w:lang w:bidi="fa-IR"/>
        </w:rPr>
        <w:t xml:space="preserve"> </w:t>
      </w:r>
      <w:r w:rsidR="004F29D6">
        <w:rPr>
          <w:rtl/>
          <w:lang w:bidi="fa-IR"/>
        </w:rPr>
        <w:t>- استحاله :</w:t>
      </w:r>
      <w:bookmarkEnd w:id="175"/>
      <w:bookmarkEnd w:id="176"/>
      <w:bookmarkEnd w:id="177"/>
      <w:bookmarkEnd w:id="178"/>
      <w:bookmarkEnd w:id="179"/>
    </w:p>
    <w:p w:rsidR="004F29D6" w:rsidRDefault="004F29D6" w:rsidP="004F29D6">
      <w:pPr>
        <w:pStyle w:val="libNormal"/>
        <w:rPr>
          <w:rtl/>
          <w:lang w:bidi="fa-IR"/>
        </w:rPr>
      </w:pPr>
      <w:r>
        <w:rPr>
          <w:rtl/>
          <w:lang w:bidi="fa-IR"/>
        </w:rPr>
        <w:t>اگر شى ء نجسى از آن حالت اول خارج شود پاك مى گردد. مثل اين كه سگ در نمكزار نمك شود يا چوب نجس پس از سوزاندن خاكستر گردد.</w:t>
      </w:r>
    </w:p>
    <w:p w:rsidR="004F29D6" w:rsidRDefault="004F29D6" w:rsidP="004F29D6">
      <w:pPr>
        <w:pStyle w:val="libNormal"/>
        <w:rPr>
          <w:rtl/>
          <w:lang w:bidi="fa-IR"/>
        </w:rPr>
      </w:pPr>
      <w:r>
        <w:rPr>
          <w:rtl/>
          <w:lang w:bidi="fa-IR"/>
        </w:rPr>
        <w:t>ولى اگر شى ء نجس تغيير ماهيت ندهد طاهر نمى شود. مثل اينكه گندم نجس را آرد كنند و نان بپزند كه در اين صورت باز نجس است .</w:t>
      </w:r>
    </w:p>
    <w:p w:rsidR="004F29D6" w:rsidRDefault="004F29D6" w:rsidP="003D25DB">
      <w:pPr>
        <w:pStyle w:val="Heading2"/>
        <w:rPr>
          <w:rtl/>
          <w:lang w:bidi="fa-IR"/>
        </w:rPr>
      </w:pPr>
      <w:bookmarkStart w:id="180" w:name="_Toc513640279"/>
      <w:bookmarkStart w:id="181" w:name="_Toc513716084"/>
      <w:bookmarkStart w:id="182" w:name="_Toc513716324"/>
      <w:bookmarkStart w:id="183" w:name="_Toc513716435"/>
      <w:bookmarkStart w:id="184" w:name="_Toc513716815"/>
      <w:r>
        <w:rPr>
          <w:rtl/>
          <w:lang w:bidi="fa-IR"/>
        </w:rPr>
        <w:t>٦</w:t>
      </w:r>
      <w:r w:rsidR="002B0DEF">
        <w:rPr>
          <w:rFonts w:hint="cs"/>
          <w:rtl/>
          <w:lang w:bidi="fa-IR"/>
        </w:rPr>
        <w:t xml:space="preserve"> </w:t>
      </w:r>
      <w:r>
        <w:rPr>
          <w:rtl/>
          <w:lang w:bidi="fa-IR"/>
        </w:rPr>
        <w:t>- انتقال :</w:t>
      </w:r>
      <w:bookmarkEnd w:id="180"/>
      <w:bookmarkEnd w:id="181"/>
      <w:bookmarkEnd w:id="182"/>
      <w:bookmarkEnd w:id="183"/>
      <w:bookmarkEnd w:id="184"/>
    </w:p>
    <w:p w:rsidR="004F29D6" w:rsidRDefault="004F29D6" w:rsidP="004F29D6">
      <w:pPr>
        <w:pStyle w:val="libNormal"/>
        <w:rPr>
          <w:rtl/>
          <w:lang w:bidi="fa-IR"/>
        </w:rPr>
      </w:pPr>
      <w:r>
        <w:rPr>
          <w:rtl/>
          <w:lang w:bidi="fa-IR"/>
        </w:rPr>
        <w:t>مثل اين كه خون بدن انسان و يا حيوان كه خون جهنده دارد به بدن پشه كه خون جهنده ندارد منتقل شود و جزء خون بدن او حساب شود پاك است ولى زالو كه خون انسان يا حيوان را مكيده و جزء بدن او حساب نمى شود و مى گويند خون انسان يا حيوان است در اين صورت نجس است .</w:t>
      </w:r>
    </w:p>
    <w:p w:rsidR="004F29D6" w:rsidRDefault="004F29D6" w:rsidP="003D25DB">
      <w:pPr>
        <w:pStyle w:val="Heading2"/>
        <w:rPr>
          <w:rtl/>
          <w:lang w:bidi="fa-IR"/>
        </w:rPr>
      </w:pPr>
      <w:bookmarkStart w:id="185" w:name="_Toc513640280"/>
      <w:bookmarkStart w:id="186" w:name="_Toc513716085"/>
      <w:bookmarkStart w:id="187" w:name="_Toc513716325"/>
      <w:bookmarkStart w:id="188" w:name="_Toc513716436"/>
      <w:bookmarkStart w:id="189" w:name="_Toc513716816"/>
      <w:r>
        <w:rPr>
          <w:rtl/>
          <w:lang w:bidi="fa-IR"/>
        </w:rPr>
        <w:t>٧</w:t>
      </w:r>
      <w:r w:rsidR="002B0DEF">
        <w:rPr>
          <w:rFonts w:hint="cs"/>
          <w:rtl/>
          <w:lang w:bidi="fa-IR"/>
        </w:rPr>
        <w:t xml:space="preserve"> </w:t>
      </w:r>
      <w:r>
        <w:rPr>
          <w:rtl/>
          <w:lang w:bidi="fa-IR"/>
        </w:rPr>
        <w:t>- تبعيت :</w:t>
      </w:r>
      <w:bookmarkEnd w:id="185"/>
      <w:bookmarkEnd w:id="186"/>
      <w:bookmarkEnd w:id="187"/>
      <w:bookmarkEnd w:id="188"/>
      <w:bookmarkEnd w:id="189"/>
    </w:p>
    <w:p w:rsidR="004F29D6" w:rsidRDefault="004F29D6" w:rsidP="004F29D6">
      <w:pPr>
        <w:pStyle w:val="libNormal"/>
        <w:rPr>
          <w:rtl/>
          <w:lang w:bidi="fa-IR"/>
        </w:rPr>
      </w:pPr>
      <w:r>
        <w:rPr>
          <w:rtl/>
          <w:lang w:bidi="fa-IR"/>
        </w:rPr>
        <w:t>يعنى چيز نجسى بخاطر پاك شدن چيز نجس ديگرى بالتبع پاك شود مثل اينكه اگر شراب سركه شود ظرفى هم كه شراب در آن بوده پاك مى شود.</w:t>
      </w:r>
    </w:p>
    <w:p w:rsidR="004F29D6" w:rsidRDefault="002B0DEF" w:rsidP="003D25DB">
      <w:pPr>
        <w:pStyle w:val="Heading2"/>
        <w:rPr>
          <w:rtl/>
          <w:lang w:bidi="fa-IR"/>
        </w:rPr>
      </w:pPr>
      <w:r>
        <w:rPr>
          <w:rtl/>
          <w:lang w:bidi="fa-IR"/>
        </w:rPr>
        <w:br w:type="page"/>
      </w:r>
      <w:bookmarkStart w:id="190" w:name="_Toc513640281"/>
      <w:bookmarkStart w:id="191" w:name="_Toc513716086"/>
      <w:bookmarkStart w:id="192" w:name="_Toc513716326"/>
      <w:bookmarkStart w:id="193" w:name="_Toc513716437"/>
      <w:bookmarkStart w:id="194" w:name="_Toc513716817"/>
      <w:r w:rsidR="004F29D6">
        <w:rPr>
          <w:rtl/>
          <w:lang w:bidi="fa-IR"/>
        </w:rPr>
        <w:lastRenderedPageBreak/>
        <w:t>٨</w:t>
      </w:r>
      <w:r>
        <w:rPr>
          <w:rFonts w:hint="cs"/>
          <w:rtl/>
          <w:lang w:bidi="fa-IR"/>
        </w:rPr>
        <w:t xml:space="preserve"> </w:t>
      </w:r>
      <w:r w:rsidR="004F29D6">
        <w:rPr>
          <w:rtl/>
          <w:lang w:bidi="fa-IR"/>
        </w:rPr>
        <w:t>- بر طرف شدن عين نجاست :</w:t>
      </w:r>
      <w:bookmarkEnd w:id="190"/>
      <w:bookmarkEnd w:id="191"/>
      <w:bookmarkEnd w:id="192"/>
      <w:bookmarkEnd w:id="193"/>
      <w:bookmarkEnd w:id="194"/>
    </w:p>
    <w:p w:rsidR="004F29D6" w:rsidRDefault="004F29D6" w:rsidP="004F29D6">
      <w:pPr>
        <w:pStyle w:val="libNormal"/>
        <w:rPr>
          <w:rtl/>
          <w:lang w:bidi="fa-IR"/>
        </w:rPr>
      </w:pPr>
      <w:r>
        <w:rPr>
          <w:rtl/>
          <w:lang w:bidi="fa-IR"/>
        </w:rPr>
        <w:t>بدن حيوان و باطن بدن انسان پس از برطرف شدن نجاست پاك مى شود و نياز به آب كشيدن ندارد. مثلا منقار مرغى كه غذاى نجس را خورده وقتى نجاست بر طرف شود منقار او پاك مى باشد و اگر داخل گوش يابينى يا چشم نجس ‍ شود در اين صورت داخل دهان كه خونى است لازم نيست آب بكشند ولى اگر خون در دهان باشد نبايد فرو ببرد و بايد بيرون ريخت در اين صورت لبها كه نجس شده اند، بايد پاك و طاهر كرد.</w:t>
      </w:r>
    </w:p>
    <w:p w:rsidR="004F29D6" w:rsidRDefault="002B0DEF" w:rsidP="003D25DB">
      <w:pPr>
        <w:pStyle w:val="Heading2"/>
        <w:rPr>
          <w:rtl/>
          <w:lang w:bidi="fa-IR"/>
        </w:rPr>
      </w:pPr>
      <w:r>
        <w:rPr>
          <w:rtl/>
          <w:lang w:bidi="fa-IR"/>
        </w:rPr>
        <w:br w:type="page"/>
      </w:r>
      <w:bookmarkStart w:id="195" w:name="_Toc513640282"/>
      <w:bookmarkStart w:id="196" w:name="_Toc513716087"/>
      <w:bookmarkStart w:id="197" w:name="_Toc513716327"/>
      <w:bookmarkStart w:id="198" w:name="_Toc513716438"/>
      <w:bookmarkStart w:id="199" w:name="_Toc513716818"/>
      <w:r w:rsidR="004F29D6">
        <w:rPr>
          <w:rtl/>
          <w:lang w:bidi="fa-IR"/>
        </w:rPr>
        <w:lastRenderedPageBreak/>
        <w:t>٩</w:t>
      </w:r>
      <w:r>
        <w:rPr>
          <w:rFonts w:hint="cs"/>
          <w:rtl/>
          <w:lang w:bidi="fa-IR"/>
        </w:rPr>
        <w:t xml:space="preserve"> </w:t>
      </w:r>
      <w:r w:rsidR="004F29D6">
        <w:rPr>
          <w:rtl/>
          <w:lang w:bidi="fa-IR"/>
        </w:rPr>
        <w:t>- استبراء:</w:t>
      </w:r>
      <w:bookmarkEnd w:id="195"/>
      <w:bookmarkEnd w:id="196"/>
      <w:bookmarkEnd w:id="197"/>
      <w:bookmarkEnd w:id="198"/>
      <w:bookmarkEnd w:id="199"/>
    </w:p>
    <w:p w:rsidR="004F29D6" w:rsidRDefault="004F29D6" w:rsidP="004F29D6">
      <w:pPr>
        <w:pStyle w:val="libNormal"/>
        <w:rPr>
          <w:rtl/>
          <w:lang w:bidi="fa-IR"/>
        </w:rPr>
      </w:pPr>
      <w:r>
        <w:rPr>
          <w:rtl/>
          <w:lang w:bidi="fa-IR"/>
        </w:rPr>
        <w:t>يعنى حيوانى كه به خوردن نجاست انسان عادت كرده مثل مرغ و جوجه و غيره بول و غائط آنها نجس مى باشد و اگر بخواهيم كه پاك شوند بايد مدتى بجاى نجاست غذاى پاك به آنها داد و جلوى نجاستخوارى آنها را گرفت .به چنين كارى استبراء گويند.</w:t>
      </w:r>
    </w:p>
    <w:p w:rsidR="004F29D6" w:rsidRDefault="004F29D6" w:rsidP="003D25DB">
      <w:pPr>
        <w:pStyle w:val="Heading2"/>
        <w:rPr>
          <w:rtl/>
          <w:lang w:bidi="fa-IR"/>
        </w:rPr>
      </w:pPr>
      <w:bookmarkStart w:id="200" w:name="_Toc513640283"/>
      <w:bookmarkStart w:id="201" w:name="_Toc513716088"/>
      <w:bookmarkStart w:id="202" w:name="_Toc513716328"/>
      <w:bookmarkStart w:id="203" w:name="_Toc513716439"/>
      <w:bookmarkStart w:id="204" w:name="_Toc513716819"/>
      <w:r>
        <w:rPr>
          <w:rtl/>
          <w:lang w:bidi="fa-IR"/>
        </w:rPr>
        <w:t>١٠</w:t>
      </w:r>
      <w:r w:rsidR="003D25DB">
        <w:rPr>
          <w:rFonts w:hint="cs"/>
          <w:rtl/>
          <w:lang w:bidi="fa-IR"/>
        </w:rPr>
        <w:t xml:space="preserve"> </w:t>
      </w:r>
      <w:r>
        <w:rPr>
          <w:rtl/>
          <w:lang w:bidi="fa-IR"/>
        </w:rPr>
        <w:t>- غائب شدن مسلمان :</w:t>
      </w:r>
      <w:bookmarkEnd w:id="200"/>
      <w:bookmarkEnd w:id="201"/>
      <w:bookmarkEnd w:id="202"/>
      <w:bookmarkEnd w:id="203"/>
      <w:bookmarkEnd w:id="204"/>
    </w:p>
    <w:p w:rsidR="004F29D6" w:rsidRDefault="004F29D6" w:rsidP="004F29D6">
      <w:pPr>
        <w:pStyle w:val="libNormal"/>
        <w:rPr>
          <w:rtl/>
          <w:lang w:bidi="fa-IR"/>
        </w:rPr>
      </w:pPr>
      <w:r>
        <w:rPr>
          <w:rtl/>
          <w:lang w:bidi="fa-IR"/>
        </w:rPr>
        <w:t>اگر لباس ، بدن ، ظرف ، و فرش مسلمان نجس شود و او غايب گردد بعد كه او را ملاقات مى كنيم اگر احتمال دهيم كه آنها را آب كشيده است ، آن چيز پاك خواهد بود و اجتناب از آن ها لازم نيست .</w:t>
      </w:r>
    </w:p>
    <w:p w:rsidR="004F29D6" w:rsidRDefault="004F29D6" w:rsidP="003D25DB">
      <w:pPr>
        <w:pStyle w:val="Heading2"/>
        <w:rPr>
          <w:rtl/>
          <w:lang w:bidi="fa-IR"/>
        </w:rPr>
      </w:pPr>
      <w:bookmarkStart w:id="205" w:name="_Toc513640284"/>
      <w:bookmarkStart w:id="206" w:name="_Toc513716089"/>
      <w:bookmarkStart w:id="207" w:name="_Toc513716329"/>
      <w:bookmarkStart w:id="208" w:name="_Toc513716440"/>
      <w:bookmarkStart w:id="209" w:name="_Toc513716820"/>
      <w:r>
        <w:rPr>
          <w:rtl/>
          <w:lang w:bidi="fa-IR"/>
        </w:rPr>
        <w:t>به پرسشهاى زير پاسخ دهيد:</w:t>
      </w:r>
      <w:bookmarkEnd w:id="205"/>
      <w:bookmarkEnd w:id="206"/>
      <w:bookmarkEnd w:id="207"/>
      <w:bookmarkEnd w:id="208"/>
      <w:bookmarkEnd w:id="209"/>
    </w:p>
    <w:p w:rsidR="004F29D6" w:rsidRDefault="004F29D6" w:rsidP="004F29D6">
      <w:pPr>
        <w:pStyle w:val="libNormal"/>
        <w:rPr>
          <w:rtl/>
          <w:lang w:bidi="fa-IR"/>
        </w:rPr>
      </w:pPr>
      <w:r>
        <w:rPr>
          <w:rtl/>
          <w:lang w:bidi="fa-IR"/>
        </w:rPr>
        <w:t>١</w:t>
      </w:r>
      <w:r w:rsidR="003D25DB">
        <w:rPr>
          <w:rFonts w:hint="cs"/>
          <w:rtl/>
          <w:lang w:bidi="fa-IR"/>
        </w:rPr>
        <w:t xml:space="preserve"> </w:t>
      </w:r>
      <w:r>
        <w:rPr>
          <w:rtl/>
          <w:lang w:bidi="fa-IR"/>
        </w:rPr>
        <w:t>- آب مضاف نجس چگونه پاك مى شود؟</w:t>
      </w:r>
    </w:p>
    <w:p w:rsidR="004F29D6" w:rsidRDefault="004F29D6" w:rsidP="004F29D6">
      <w:pPr>
        <w:pStyle w:val="libNormal"/>
        <w:rPr>
          <w:rtl/>
          <w:lang w:bidi="fa-IR"/>
        </w:rPr>
      </w:pPr>
      <w:r>
        <w:rPr>
          <w:rtl/>
          <w:lang w:bidi="fa-IR"/>
        </w:rPr>
        <w:t>٢</w:t>
      </w:r>
      <w:r w:rsidR="003D25DB">
        <w:rPr>
          <w:rFonts w:hint="cs"/>
          <w:rtl/>
          <w:lang w:bidi="fa-IR"/>
        </w:rPr>
        <w:t xml:space="preserve"> </w:t>
      </w:r>
      <w:r>
        <w:rPr>
          <w:rtl/>
          <w:lang w:bidi="fa-IR"/>
        </w:rPr>
        <w:t>- خون پشه پاك است يانجس ؟</w:t>
      </w:r>
    </w:p>
    <w:p w:rsidR="004F29D6" w:rsidRDefault="004F29D6" w:rsidP="004F29D6">
      <w:pPr>
        <w:pStyle w:val="libNormal"/>
        <w:rPr>
          <w:rtl/>
          <w:lang w:bidi="fa-IR"/>
        </w:rPr>
      </w:pPr>
      <w:r>
        <w:rPr>
          <w:rtl/>
          <w:lang w:bidi="fa-IR"/>
        </w:rPr>
        <w:t>٣</w:t>
      </w:r>
      <w:r w:rsidR="003D25DB">
        <w:rPr>
          <w:rFonts w:hint="cs"/>
          <w:rtl/>
          <w:lang w:bidi="fa-IR"/>
        </w:rPr>
        <w:t xml:space="preserve"> </w:t>
      </w:r>
      <w:r>
        <w:rPr>
          <w:rtl/>
          <w:lang w:bidi="fa-IR"/>
        </w:rPr>
        <w:t>- با حركت كف پا و نوك عصاى نجس بر روى آسفالت پاك مى شود؟</w:t>
      </w:r>
    </w:p>
    <w:p w:rsidR="004F29D6" w:rsidRDefault="004F29D6" w:rsidP="004F29D6">
      <w:pPr>
        <w:pStyle w:val="libNormal"/>
        <w:rPr>
          <w:rtl/>
          <w:lang w:bidi="fa-IR"/>
        </w:rPr>
      </w:pPr>
      <w:r>
        <w:rPr>
          <w:rtl/>
          <w:lang w:bidi="fa-IR"/>
        </w:rPr>
        <w:t>٤- ساختمان و ديوار نجس كه خشك شده باشد چگونه پاك مى شود؟</w:t>
      </w:r>
    </w:p>
    <w:p w:rsidR="004F29D6" w:rsidRDefault="004F29D6" w:rsidP="004F29D6">
      <w:pPr>
        <w:pStyle w:val="libNormal"/>
        <w:rPr>
          <w:rtl/>
          <w:lang w:bidi="fa-IR"/>
        </w:rPr>
      </w:pPr>
      <w:r>
        <w:rPr>
          <w:rtl/>
          <w:lang w:bidi="fa-IR"/>
        </w:rPr>
        <w:t>٥- استحاله و انتقال را توضيح دهيد؟</w:t>
      </w:r>
    </w:p>
    <w:p w:rsidR="004F29D6" w:rsidRDefault="003D25DB" w:rsidP="003D25DB">
      <w:pPr>
        <w:pStyle w:val="Heading1"/>
        <w:rPr>
          <w:rtl/>
          <w:lang w:bidi="fa-IR"/>
        </w:rPr>
      </w:pPr>
      <w:r>
        <w:rPr>
          <w:rFonts w:ascii="Times New Roman" w:hAnsi="Times New Roman"/>
          <w:b w:val="0"/>
          <w:bCs w:val="0"/>
          <w:color w:val="000000"/>
          <w:kern w:val="0"/>
          <w:sz w:val="32"/>
          <w:szCs w:val="32"/>
          <w:rtl/>
          <w:lang w:bidi="fa-IR"/>
        </w:rPr>
        <w:br w:type="page"/>
      </w:r>
      <w:bookmarkStart w:id="210" w:name="_Toc513640285"/>
      <w:bookmarkStart w:id="211" w:name="_Toc513716090"/>
      <w:bookmarkStart w:id="212" w:name="_Toc513716330"/>
      <w:bookmarkStart w:id="213" w:name="_Toc513716441"/>
      <w:bookmarkStart w:id="214" w:name="_Toc513716821"/>
      <w:r w:rsidR="004F29D6">
        <w:rPr>
          <w:rtl/>
          <w:lang w:bidi="fa-IR"/>
        </w:rPr>
        <w:lastRenderedPageBreak/>
        <w:t>درس ششم : نماز</w:t>
      </w:r>
      <w:bookmarkEnd w:id="210"/>
      <w:bookmarkEnd w:id="211"/>
      <w:bookmarkEnd w:id="212"/>
      <w:bookmarkEnd w:id="213"/>
      <w:bookmarkEnd w:id="214"/>
    </w:p>
    <w:p w:rsidR="004F29D6" w:rsidRDefault="004F29D6" w:rsidP="003D25DB">
      <w:pPr>
        <w:pStyle w:val="Heading2"/>
        <w:rPr>
          <w:rtl/>
          <w:lang w:bidi="fa-IR"/>
        </w:rPr>
      </w:pPr>
      <w:bookmarkStart w:id="215" w:name="_Toc513640286"/>
      <w:bookmarkStart w:id="216" w:name="_Toc513716091"/>
      <w:bookmarkStart w:id="217" w:name="_Toc513716331"/>
      <w:bookmarkStart w:id="218" w:name="_Toc513716442"/>
      <w:bookmarkStart w:id="219" w:name="_Toc513716822"/>
      <w:r>
        <w:rPr>
          <w:rtl/>
          <w:lang w:bidi="fa-IR"/>
        </w:rPr>
        <w:t>نماز چيست ؟</w:t>
      </w:r>
      <w:bookmarkEnd w:id="215"/>
      <w:bookmarkEnd w:id="216"/>
      <w:bookmarkEnd w:id="217"/>
      <w:bookmarkEnd w:id="218"/>
      <w:bookmarkEnd w:id="219"/>
    </w:p>
    <w:p w:rsidR="004F29D6" w:rsidRDefault="004F29D6" w:rsidP="004F29D6">
      <w:pPr>
        <w:pStyle w:val="libNormal"/>
        <w:rPr>
          <w:rtl/>
          <w:lang w:bidi="fa-IR"/>
        </w:rPr>
      </w:pPr>
      <w:r>
        <w:rPr>
          <w:rtl/>
          <w:lang w:bidi="fa-IR"/>
        </w:rPr>
        <w:t>نماز سرود عشق و آهنگ آسمانى است .</w:t>
      </w:r>
    </w:p>
    <w:p w:rsidR="004F29D6" w:rsidRDefault="004F29D6" w:rsidP="004F29D6">
      <w:pPr>
        <w:pStyle w:val="libNormal"/>
        <w:rPr>
          <w:rtl/>
          <w:lang w:bidi="fa-IR"/>
        </w:rPr>
      </w:pPr>
      <w:r>
        <w:rPr>
          <w:rtl/>
          <w:lang w:bidi="fa-IR"/>
        </w:rPr>
        <w:t>نماز سرود فضليت و پاكى است</w:t>
      </w:r>
    </w:p>
    <w:p w:rsidR="004F29D6" w:rsidRDefault="004F29D6" w:rsidP="004F29D6">
      <w:pPr>
        <w:pStyle w:val="libNormal"/>
        <w:rPr>
          <w:rtl/>
          <w:lang w:bidi="fa-IR"/>
        </w:rPr>
      </w:pPr>
      <w:r>
        <w:rPr>
          <w:rtl/>
          <w:lang w:bidi="fa-IR"/>
        </w:rPr>
        <w:t>نماز ريسمانى است كه ما را به خداوند جهان متصل مى كند.</w:t>
      </w:r>
    </w:p>
    <w:p w:rsidR="004F29D6" w:rsidRDefault="004F29D6" w:rsidP="004F29D6">
      <w:pPr>
        <w:pStyle w:val="libNormal"/>
        <w:rPr>
          <w:rtl/>
          <w:lang w:bidi="fa-IR"/>
        </w:rPr>
      </w:pPr>
      <w:r>
        <w:rPr>
          <w:rtl/>
          <w:lang w:bidi="fa-IR"/>
        </w:rPr>
        <w:t>در آن وقت كه به وسيله نماز به خدا نزديك مى شويم جسم و جان خود را فراموش مى كنيم و تنها نيرو و قدرت لايزال خداوند را مى بينيم .</w:t>
      </w:r>
    </w:p>
    <w:p w:rsidR="004F29D6" w:rsidRDefault="004F29D6" w:rsidP="004F29D6">
      <w:pPr>
        <w:pStyle w:val="libNormal"/>
        <w:rPr>
          <w:rtl/>
          <w:lang w:bidi="fa-IR"/>
        </w:rPr>
      </w:pPr>
      <w:r>
        <w:rPr>
          <w:rtl/>
          <w:lang w:bidi="fa-IR"/>
        </w:rPr>
        <w:t>در آن لحظه كه آدمى به كمال و شكوه بى نهايت آفريدگار جهان مى انديشد، سراپا شيفته آن مى شود، دل و جانش به خضوع و خشوع و فروتنى مى گرايد، با آهنگ فطرت در برابر آن همه كمال و عظمت سر تعظيم فرود مى آورد، سر به زمين مى سايد و زبان به ستايش مى گشايد.</w:t>
      </w:r>
    </w:p>
    <w:p w:rsidR="004F29D6" w:rsidRDefault="004F29D6" w:rsidP="004F29D6">
      <w:pPr>
        <w:pStyle w:val="libNormal"/>
        <w:rPr>
          <w:rtl/>
          <w:lang w:bidi="fa-IR"/>
        </w:rPr>
      </w:pPr>
      <w:r>
        <w:rPr>
          <w:rtl/>
          <w:lang w:bidi="fa-IR"/>
        </w:rPr>
        <w:t>آن نيايش و پرستش و اين راز و نياز و كمك خواهى در زبان قرآن نماز ناميده مى شود.</w:t>
      </w:r>
    </w:p>
    <w:p w:rsidR="004F29D6" w:rsidRDefault="004F29D6" w:rsidP="004F29D6">
      <w:pPr>
        <w:pStyle w:val="libNormal"/>
        <w:rPr>
          <w:rtl/>
          <w:lang w:bidi="fa-IR"/>
        </w:rPr>
      </w:pPr>
      <w:r>
        <w:rPr>
          <w:rtl/>
          <w:lang w:bidi="fa-IR"/>
        </w:rPr>
        <w:t>نماز، مراسم مخصوصى براى پرستش خدا و راز و نياز با اوست كه در آن جنبه هاى ارزنده و آموزنده خاصى در نظر گرفته شده و به همين جهت شكل مخصوصى به خود گرفته است .</w:t>
      </w:r>
    </w:p>
    <w:p w:rsidR="004F29D6" w:rsidRDefault="004F29D6" w:rsidP="004F29D6">
      <w:pPr>
        <w:pStyle w:val="libNormal"/>
        <w:rPr>
          <w:rtl/>
          <w:lang w:bidi="fa-IR"/>
        </w:rPr>
      </w:pPr>
      <w:r>
        <w:rPr>
          <w:rtl/>
          <w:lang w:bidi="fa-IR"/>
        </w:rPr>
        <w:t>نماز، سرود توحيد و يكتا پرستى ، پاكى و فضيلت است كه روح و جان ما را از شرك و آلودگى شستشو داده و بايد فكر و درون ما را در برابر عوامل شرك زا و آلوده كننده يى كه در زندگى روزمره با آنها سر و كار داريم پاك و يكتاپرست نگه مى دارد.</w:t>
      </w:r>
    </w:p>
    <w:p w:rsidR="004F29D6" w:rsidRDefault="004F29D6" w:rsidP="004F29D6">
      <w:pPr>
        <w:pStyle w:val="libNormal"/>
        <w:rPr>
          <w:rtl/>
          <w:lang w:bidi="fa-IR"/>
        </w:rPr>
      </w:pPr>
      <w:r>
        <w:rPr>
          <w:rtl/>
          <w:lang w:bidi="fa-IR"/>
        </w:rPr>
        <w:t xml:space="preserve">كمتر كسى است كه در اثناى كار روزانه ، دستش ، لباسش ، دست و صورتش سر و پايش و گاهى همه پيكرش كثيف نشود و به تنظيف روزانه آنها </w:t>
      </w:r>
      <w:r>
        <w:rPr>
          <w:rtl/>
          <w:lang w:bidi="fa-IR"/>
        </w:rPr>
        <w:lastRenderedPageBreak/>
        <w:t>نيازمند نباشد، دانش آموز يا دانشجويى كه درس مى خواند، معلمى كه درس مى دهد، كشاورزى كه به كند</w:t>
      </w:r>
      <w:r w:rsidR="003D25DB">
        <w:rPr>
          <w:rFonts w:hint="cs"/>
          <w:rtl/>
          <w:lang w:bidi="fa-IR"/>
        </w:rPr>
        <w:t xml:space="preserve"> </w:t>
      </w:r>
      <w:r>
        <w:rPr>
          <w:rtl/>
          <w:lang w:bidi="fa-IR"/>
        </w:rPr>
        <w:t>و كاو زمين ، كاشتن تخم و برداشت محصول مشغول است ، كارگر يا مهندسى كه در كارگاه كار مى كند، پرستار يا پزشكى كه با بيماران سر و كار دارد، بانوى خانه دارى كه خانه را اداره مى كند همه بايد روزى يك يا چند بار لباس و تن خود را شستشو دهند، تا پاكيزه بمانند.</w:t>
      </w:r>
    </w:p>
    <w:p w:rsidR="004F29D6" w:rsidRDefault="004F29D6" w:rsidP="003D25DB">
      <w:pPr>
        <w:pStyle w:val="libNormal"/>
        <w:rPr>
          <w:rtl/>
          <w:lang w:bidi="fa-IR"/>
        </w:rPr>
      </w:pPr>
      <w:r>
        <w:rPr>
          <w:rtl/>
          <w:lang w:bidi="fa-IR"/>
        </w:rPr>
        <w:t>روح ما نيز در ميدان زندگى روزانه به همين اندازه يا بيشتر در معرض آلودگى است ، آلودگى به هوسها خودخواهيها و صدها آلودگى هاى ديگر.</w:t>
      </w:r>
      <w:r w:rsidR="003D25DB">
        <w:rPr>
          <w:rtl/>
          <w:lang w:bidi="fa-IR"/>
        </w:rPr>
        <w:t xml:space="preserve"> </w:t>
      </w:r>
      <w:r>
        <w:rPr>
          <w:rtl/>
          <w:lang w:bidi="fa-IR"/>
        </w:rPr>
        <w:t>بنابراين بايد همانطور كه لباس و تن خود را مى شوييم و پاكيزه مى كنيم ، دل و جان را هم شستشو دهيم و پاكيزه كنيم ، خود را به خدا كه سرچشمه پاكى و كمال است نزديك سازيم ، لحظاتى را به ياد او، به نيايش او و راز و نياز با او بگذرانيم و روح آلوده را در چشمه صاف و زلال الهى شستشو دهيم .</w:t>
      </w:r>
    </w:p>
    <w:p w:rsidR="004F29D6" w:rsidRDefault="004F29D6" w:rsidP="004F29D6">
      <w:pPr>
        <w:pStyle w:val="libNormal"/>
        <w:rPr>
          <w:rtl/>
          <w:lang w:bidi="fa-IR"/>
        </w:rPr>
      </w:pPr>
      <w:r>
        <w:rPr>
          <w:rtl/>
          <w:lang w:bidi="fa-IR"/>
        </w:rPr>
        <w:t>نمازهاى پنجگانه همين كار را مى كند با پنج نماز در روز، خداوند، لغزشها را از آدمى مى زدايد و او را پاكيزه مى كند.</w:t>
      </w:r>
    </w:p>
    <w:p w:rsidR="004F29D6" w:rsidRDefault="003D25DB" w:rsidP="003D25DB">
      <w:pPr>
        <w:pStyle w:val="Heading2"/>
        <w:rPr>
          <w:rtl/>
          <w:lang w:bidi="fa-IR"/>
        </w:rPr>
      </w:pPr>
      <w:r>
        <w:rPr>
          <w:rtl/>
          <w:lang w:bidi="fa-IR"/>
        </w:rPr>
        <w:br w:type="page"/>
      </w:r>
      <w:bookmarkStart w:id="220" w:name="_Toc513640287"/>
      <w:bookmarkStart w:id="221" w:name="_Toc513716092"/>
      <w:bookmarkStart w:id="222" w:name="_Toc513716332"/>
      <w:bookmarkStart w:id="223" w:name="_Toc513716443"/>
      <w:bookmarkStart w:id="224" w:name="_Toc513716823"/>
      <w:r w:rsidR="004F29D6">
        <w:rPr>
          <w:rtl/>
          <w:lang w:bidi="fa-IR"/>
        </w:rPr>
        <w:lastRenderedPageBreak/>
        <w:t>چرا نماز بخوانيم ؟</w:t>
      </w:r>
      <w:bookmarkEnd w:id="220"/>
      <w:bookmarkEnd w:id="221"/>
      <w:bookmarkEnd w:id="222"/>
      <w:bookmarkEnd w:id="223"/>
      <w:bookmarkEnd w:id="224"/>
    </w:p>
    <w:p w:rsidR="004F29D6" w:rsidRDefault="004F29D6" w:rsidP="004F29D6">
      <w:pPr>
        <w:pStyle w:val="libNormal"/>
        <w:rPr>
          <w:rtl/>
          <w:lang w:bidi="fa-IR"/>
        </w:rPr>
      </w:pPr>
      <w:r>
        <w:rPr>
          <w:rtl/>
          <w:lang w:bidi="fa-IR"/>
        </w:rPr>
        <w:t>نماز پيوند انسان با خدا، شستشوى روان ، و راز و نياز با آفريننده يكتاست در آن لحظه كه انسان احساس پوچى و بى ارزشى در خود مى كند، از همه كس و همه جا بريده ماءيوس و نااميد در انديشه آينده خويش است دل به معبود خويش ‍ مى سپارد، بر مى خيزد و وضو مى گيرد و با قلبى مطمئن و آرام رو به قبله مى ايستد و توجه خود را از همه جا مى برد و بخداى خويش توجه مى كند و با او راز و نياز مى نمايد در اين هنگام حس مى كند كه با راز و نياز، خود را سبك تر و آرام تر نموده و خويشتن را بخدا نزديك مى بيند.</w:t>
      </w:r>
    </w:p>
    <w:p w:rsidR="004F29D6" w:rsidRDefault="004F29D6" w:rsidP="004F29D6">
      <w:pPr>
        <w:pStyle w:val="libNormal"/>
        <w:rPr>
          <w:rtl/>
          <w:lang w:bidi="fa-IR"/>
        </w:rPr>
      </w:pPr>
      <w:r>
        <w:rPr>
          <w:rtl/>
          <w:lang w:bidi="fa-IR"/>
        </w:rPr>
        <w:t>بايد دانست كه همانطور كه جسم و بدن پس از مدتى كه مى گذرد كثيف و آلوده مى شود و با شستشوى جسم ، بدن سبك و آرام مى گردد، روح و روان همه كه در اثر عوامل بيرونى آلوده و كثيف شده انسان ، با نماز، آن را تميز و شفاف مى سازد اين است كه بزرگان گفته اند، نماز معراج مؤ من و وسيله نزديك شدن انسان به خدا و آرام بخش ‍ دلهاست .</w:t>
      </w:r>
    </w:p>
    <w:p w:rsidR="004F29D6" w:rsidRDefault="003D25DB" w:rsidP="00E52904">
      <w:pPr>
        <w:pStyle w:val="Heading2"/>
        <w:rPr>
          <w:rtl/>
          <w:lang w:bidi="fa-IR"/>
        </w:rPr>
      </w:pPr>
      <w:r>
        <w:rPr>
          <w:rtl/>
          <w:lang w:bidi="fa-IR"/>
        </w:rPr>
        <w:br w:type="page"/>
      </w:r>
      <w:bookmarkStart w:id="225" w:name="_Toc513640288"/>
      <w:bookmarkStart w:id="226" w:name="_Toc513716093"/>
      <w:bookmarkStart w:id="227" w:name="_Toc513716333"/>
      <w:bookmarkStart w:id="228" w:name="_Toc513716444"/>
      <w:bookmarkStart w:id="229" w:name="_Toc513716824"/>
      <w:r w:rsidR="004F29D6">
        <w:rPr>
          <w:rtl/>
          <w:lang w:bidi="fa-IR"/>
        </w:rPr>
        <w:lastRenderedPageBreak/>
        <w:t>اقسام نماز</w:t>
      </w:r>
      <w:bookmarkEnd w:id="225"/>
      <w:bookmarkEnd w:id="226"/>
      <w:bookmarkEnd w:id="227"/>
      <w:bookmarkEnd w:id="228"/>
      <w:bookmarkEnd w:id="229"/>
    </w:p>
    <w:p w:rsidR="004F29D6" w:rsidRDefault="004F29D6" w:rsidP="004F29D6">
      <w:pPr>
        <w:pStyle w:val="libNormal"/>
        <w:rPr>
          <w:rtl/>
          <w:lang w:bidi="fa-IR"/>
        </w:rPr>
      </w:pPr>
      <w:r>
        <w:rPr>
          <w:rtl/>
          <w:lang w:bidi="fa-IR"/>
        </w:rPr>
        <w:t>نماز به دو دسته تقسيم مى شود:</w:t>
      </w:r>
    </w:p>
    <w:p w:rsidR="004F29D6" w:rsidRDefault="004F29D6" w:rsidP="004F29D6">
      <w:pPr>
        <w:pStyle w:val="libNormal"/>
        <w:rPr>
          <w:rtl/>
          <w:lang w:bidi="fa-IR"/>
        </w:rPr>
      </w:pPr>
      <w:r>
        <w:rPr>
          <w:rtl/>
          <w:lang w:bidi="fa-IR"/>
        </w:rPr>
        <w:t>١</w:t>
      </w:r>
      <w:r w:rsidR="003D25DB">
        <w:rPr>
          <w:rFonts w:hint="cs"/>
          <w:rtl/>
          <w:lang w:bidi="fa-IR"/>
        </w:rPr>
        <w:t xml:space="preserve"> </w:t>
      </w:r>
      <w:r>
        <w:rPr>
          <w:rtl/>
          <w:lang w:bidi="fa-IR"/>
        </w:rPr>
        <w:t>- نمازهاى واجب</w:t>
      </w:r>
    </w:p>
    <w:p w:rsidR="004F29D6" w:rsidRDefault="003D25DB" w:rsidP="004F29D6">
      <w:pPr>
        <w:pStyle w:val="libNormal"/>
        <w:rPr>
          <w:rtl/>
          <w:lang w:bidi="fa-IR"/>
        </w:rPr>
      </w:pPr>
      <w:r>
        <w:rPr>
          <w:rFonts w:hint="cs"/>
          <w:rtl/>
          <w:lang w:bidi="fa-IR"/>
        </w:rPr>
        <w:t xml:space="preserve"> </w:t>
      </w:r>
      <w:r w:rsidR="004F29D6">
        <w:rPr>
          <w:rtl/>
          <w:lang w:bidi="fa-IR"/>
        </w:rPr>
        <w:t>٢- نمازهاى مستحب</w:t>
      </w:r>
    </w:p>
    <w:p w:rsidR="004F29D6" w:rsidRDefault="004F29D6" w:rsidP="004F29D6">
      <w:pPr>
        <w:pStyle w:val="libNormal"/>
        <w:rPr>
          <w:rtl/>
          <w:lang w:bidi="fa-IR"/>
        </w:rPr>
      </w:pPr>
      <w:r>
        <w:rPr>
          <w:rtl/>
          <w:lang w:bidi="fa-IR"/>
        </w:rPr>
        <w:t>الف - نمازهاى واجب</w:t>
      </w:r>
    </w:p>
    <w:p w:rsidR="004F29D6" w:rsidRDefault="004F29D6" w:rsidP="004F29D6">
      <w:pPr>
        <w:pStyle w:val="libNormal"/>
        <w:rPr>
          <w:rtl/>
          <w:lang w:bidi="fa-IR"/>
        </w:rPr>
      </w:pPr>
      <w:r>
        <w:rPr>
          <w:rtl/>
          <w:lang w:bidi="fa-IR"/>
        </w:rPr>
        <w:t>عبارتند از:</w:t>
      </w:r>
    </w:p>
    <w:p w:rsidR="004F29D6" w:rsidRDefault="004F29D6" w:rsidP="004F29D6">
      <w:pPr>
        <w:pStyle w:val="libNormal"/>
        <w:rPr>
          <w:rtl/>
          <w:lang w:bidi="fa-IR"/>
        </w:rPr>
      </w:pPr>
      <w:r>
        <w:rPr>
          <w:rtl/>
          <w:lang w:bidi="fa-IR"/>
        </w:rPr>
        <w:t>١- نمازهاى يوميه (شبانه روزى)</w:t>
      </w:r>
    </w:p>
    <w:p w:rsidR="004F29D6" w:rsidRDefault="004F29D6" w:rsidP="004F29D6">
      <w:pPr>
        <w:pStyle w:val="libNormal"/>
        <w:rPr>
          <w:rtl/>
          <w:lang w:bidi="fa-IR"/>
        </w:rPr>
      </w:pPr>
      <w:r>
        <w:rPr>
          <w:rtl/>
          <w:lang w:bidi="fa-IR"/>
        </w:rPr>
        <w:t>٢</w:t>
      </w:r>
      <w:r w:rsidR="003D25DB">
        <w:rPr>
          <w:rFonts w:hint="cs"/>
          <w:rtl/>
          <w:lang w:bidi="fa-IR"/>
        </w:rPr>
        <w:t xml:space="preserve"> </w:t>
      </w:r>
      <w:r>
        <w:rPr>
          <w:rtl/>
          <w:lang w:bidi="fa-IR"/>
        </w:rPr>
        <w:t>- نماز آيات</w:t>
      </w:r>
    </w:p>
    <w:p w:rsidR="004F29D6" w:rsidRDefault="004F29D6" w:rsidP="004F29D6">
      <w:pPr>
        <w:pStyle w:val="libNormal"/>
        <w:rPr>
          <w:rtl/>
          <w:lang w:bidi="fa-IR"/>
        </w:rPr>
      </w:pPr>
      <w:r>
        <w:rPr>
          <w:rtl/>
          <w:lang w:bidi="fa-IR"/>
        </w:rPr>
        <w:t>٣ نماز ميت</w:t>
      </w:r>
    </w:p>
    <w:p w:rsidR="004F29D6" w:rsidRDefault="004F29D6" w:rsidP="004F29D6">
      <w:pPr>
        <w:pStyle w:val="libNormal"/>
        <w:rPr>
          <w:rtl/>
          <w:lang w:bidi="fa-IR"/>
        </w:rPr>
      </w:pPr>
      <w:r>
        <w:rPr>
          <w:rtl/>
          <w:lang w:bidi="fa-IR"/>
        </w:rPr>
        <w:t>٤- نماز طواف واجب خانه كعبه</w:t>
      </w:r>
    </w:p>
    <w:p w:rsidR="004F29D6" w:rsidRDefault="004F29D6" w:rsidP="004F29D6">
      <w:pPr>
        <w:pStyle w:val="libNormal"/>
        <w:rPr>
          <w:rtl/>
          <w:lang w:bidi="fa-IR"/>
        </w:rPr>
      </w:pPr>
      <w:r>
        <w:rPr>
          <w:rtl/>
          <w:lang w:bidi="fa-IR"/>
        </w:rPr>
        <w:t>٥</w:t>
      </w:r>
      <w:r w:rsidR="003D25DB">
        <w:rPr>
          <w:rFonts w:hint="cs"/>
          <w:rtl/>
          <w:lang w:bidi="fa-IR"/>
        </w:rPr>
        <w:t xml:space="preserve"> </w:t>
      </w:r>
      <w:r>
        <w:rPr>
          <w:rtl/>
          <w:lang w:bidi="fa-IR"/>
        </w:rPr>
        <w:t>- نماز قضاى خود و قضاى پدر و مادر كه بر عهده پسر بزرگتر است .</w:t>
      </w:r>
    </w:p>
    <w:p w:rsidR="004F29D6" w:rsidRDefault="004F29D6" w:rsidP="004F29D6">
      <w:pPr>
        <w:pStyle w:val="libNormal"/>
        <w:rPr>
          <w:rtl/>
          <w:lang w:bidi="fa-IR"/>
        </w:rPr>
      </w:pPr>
      <w:r>
        <w:rPr>
          <w:rtl/>
          <w:lang w:bidi="fa-IR"/>
        </w:rPr>
        <w:t>٦</w:t>
      </w:r>
      <w:r w:rsidR="003D25DB">
        <w:rPr>
          <w:rFonts w:hint="cs"/>
          <w:rtl/>
          <w:lang w:bidi="fa-IR"/>
        </w:rPr>
        <w:t xml:space="preserve"> </w:t>
      </w:r>
      <w:r>
        <w:rPr>
          <w:rtl/>
          <w:lang w:bidi="fa-IR"/>
        </w:rPr>
        <w:t>- نمازى كه با اجير شدن يا به نذر و قسم واجب مى شود.</w:t>
      </w:r>
    </w:p>
    <w:p w:rsidR="004F29D6" w:rsidRDefault="004F29D6" w:rsidP="003D25DB">
      <w:pPr>
        <w:pStyle w:val="Heading2"/>
        <w:rPr>
          <w:rtl/>
          <w:lang w:bidi="fa-IR"/>
        </w:rPr>
      </w:pPr>
      <w:bookmarkStart w:id="230" w:name="_Toc513640289"/>
      <w:bookmarkStart w:id="231" w:name="_Toc513716094"/>
      <w:bookmarkStart w:id="232" w:name="_Toc513716334"/>
      <w:bookmarkStart w:id="233" w:name="_Toc513716445"/>
      <w:bookmarkStart w:id="234" w:name="_Toc513716825"/>
      <w:r>
        <w:rPr>
          <w:rtl/>
          <w:lang w:bidi="fa-IR"/>
        </w:rPr>
        <w:t>نمازهاى يوميه</w:t>
      </w:r>
      <w:bookmarkEnd w:id="230"/>
      <w:bookmarkEnd w:id="231"/>
      <w:bookmarkEnd w:id="232"/>
      <w:bookmarkEnd w:id="233"/>
      <w:bookmarkEnd w:id="234"/>
    </w:p>
    <w:p w:rsidR="004F29D6" w:rsidRDefault="004F29D6" w:rsidP="004F29D6">
      <w:pPr>
        <w:pStyle w:val="libNormal"/>
        <w:rPr>
          <w:rtl/>
          <w:lang w:bidi="fa-IR"/>
        </w:rPr>
      </w:pPr>
      <w:r>
        <w:rPr>
          <w:rtl/>
          <w:lang w:bidi="fa-IR"/>
        </w:rPr>
        <w:t>در شبانه روز انسان بايد پنج بار نماز بخواند و اين نماز كه به نام نماز روزانه معروف است عبارتند از:</w:t>
      </w:r>
    </w:p>
    <w:p w:rsidR="004F29D6" w:rsidRDefault="004F29D6" w:rsidP="004F29D6">
      <w:pPr>
        <w:pStyle w:val="libNormal"/>
        <w:rPr>
          <w:rtl/>
          <w:lang w:bidi="fa-IR"/>
        </w:rPr>
      </w:pPr>
      <w:r>
        <w:rPr>
          <w:rtl/>
          <w:lang w:bidi="fa-IR"/>
        </w:rPr>
        <w:t>١</w:t>
      </w:r>
      <w:r w:rsidR="003D25DB">
        <w:rPr>
          <w:rFonts w:hint="cs"/>
          <w:rtl/>
          <w:lang w:bidi="fa-IR"/>
        </w:rPr>
        <w:t xml:space="preserve"> </w:t>
      </w:r>
      <w:r>
        <w:rPr>
          <w:rtl/>
          <w:lang w:bidi="fa-IR"/>
        </w:rPr>
        <w:t>- نماز صبح كه دو ركعت است كه نمازگزار از اذان صبح تا قبل از طلوع آفتاب فرصت دارد بخواند.</w:t>
      </w:r>
    </w:p>
    <w:p w:rsidR="004F29D6" w:rsidRDefault="004F29D6" w:rsidP="004F29D6">
      <w:pPr>
        <w:pStyle w:val="libNormal"/>
        <w:rPr>
          <w:rtl/>
          <w:lang w:bidi="fa-IR"/>
        </w:rPr>
      </w:pPr>
      <w:r>
        <w:rPr>
          <w:rtl/>
          <w:lang w:bidi="fa-IR"/>
        </w:rPr>
        <w:t>٢</w:t>
      </w:r>
      <w:r w:rsidR="003D25DB">
        <w:rPr>
          <w:rFonts w:hint="cs"/>
          <w:rtl/>
          <w:lang w:bidi="fa-IR"/>
        </w:rPr>
        <w:t xml:space="preserve"> </w:t>
      </w:r>
      <w:r>
        <w:rPr>
          <w:rtl/>
          <w:lang w:bidi="fa-IR"/>
        </w:rPr>
        <w:t>- نماز ظهر كه چهار ركعت است</w:t>
      </w:r>
    </w:p>
    <w:p w:rsidR="004F29D6" w:rsidRDefault="004F29D6" w:rsidP="004F29D6">
      <w:pPr>
        <w:pStyle w:val="libNormal"/>
        <w:rPr>
          <w:rtl/>
          <w:lang w:bidi="fa-IR"/>
        </w:rPr>
      </w:pPr>
      <w:r>
        <w:rPr>
          <w:rtl/>
          <w:lang w:bidi="fa-IR"/>
        </w:rPr>
        <w:t>٣</w:t>
      </w:r>
      <w:r w:rsidR="003D25DB">
        <w:rPr>
          <w:rFonts w:hint="cs"/>
          <w:rtl/>
          <w:lang w:bidi="fa-IR"/>
        </w:rPr>
        <w:t xml:space="preserve"> </w:t>
      </w:r>
      <w:r>
        <w:rPr>
          <w:rtl/>
          <w:lang w:bidi="fa-IR"/>
        </w:rPr>
        <w:t>- نماز عصر است كه همانند نماز ظهر چهار ركعت است و وقت اين دو نماز از اذان ظهر تا غروب است .</w:t>
      </w:r>
    </w:p>
    <w:p w:rsidR="004F29D6" w:rsidRDefault="004F29D6" w:rsidP="004F29D6">
      <w:pPr>
        <w:pStyle w:val="libNormal"/>
        <w:rPr>
          <w:rtl/>
          <w:lang w:bidi="fa-IR"/>
        </w:rPr>
      </w:pPr>
      <w:r>
        <w:rPr>
          <w:rtl/>
          <w:lang w:bidi="fa-IR"/>
        </w:rPr>
        <w:lastRenderedPageBreak/>
        <w:t>٤</w:t>
      </w:r>
      <w:r w:rsidR="003D25DB">
        <w:rPr>
          <w:rFonts w:hint="cs"/>
          <w:rtl/>
          <w:lang w:bidi="fa-IR"/>
        </w:rPr>
        <w:t xml:space="preserve"> </w:t>
      </w:r>
      <w:r>
        <w:rPr>
          <w:rtl/>
          <w:lang w:bidi="fa-IR"/>
        </w:rPr>
        <w:t>- نماز مغرب - كه وقت شروع آن بعد از اذان مغرب است و پايان وقت آن تا نزديك نصف شب است .</w:t>
      </w:r>
    </w:p>
    <w:p w:rsidR="004F29D6" w:rsidRDefault="004F29D6" w:rsidP="004F29D6">
      <w:pPr>
        <w:pStyle w:val="libNormal"/>
        <w:rPr>
          <w:rtl/>
          <w:lang w:bidi="fa-IR"/>
        </w:rPr>
      </w:pPr>
      <w:r>
        <w:rPr>
          <w:rtl/>
          <w:lang w:bidi="fa-IR"/>
        </w:rPr>
        <w:t>٥</w:t>
      </w:r>
      <w:r w:rsidR="003D25DB">
        <w:rPr>
          <w:rFonts w:hint="cs"/>
          <w:rtl/>
          <w:lang w:bidi="fa-IR"/>
        </w:rPr>
        <w:t xml:space="preserve"> </w:t>
      </w:r>
      <w:r>
        <w:rPr>
          <w:rtl/>
          <w:lang w:bidi="fa-IR"/>
        </w:rPr>
        <w:t>- نماز عشاء كه وقت آن بعد از نماز مغرب است تا نصف شب .</w:t>
      </w:r>
    </w:p>
    <w:p w:rsidR="004F29D6" w:rsidRDefault="004F29D6" w:rsidP="003D25DB">
      <w:pPr>
        <w:pStyle w:val="Heading2"/>
        <w:rPr>
          <w:rtl/>
          <w:lang w:bidi="fa-IR"/>
        </w:rPr>
      </w:pPr>
      <w:bookmarkStart w:id="235" w:name="_Toc513640290"/>
      <w:bookmarkStart w:id="236" w:name="_Toc513716095"/>
      <w:bookmarkStart w:id="237" w:name="_Toc513716335"/>
      <w:bookmarkStart w:id="238" w:name="_Toc513716446"/>
      <w:bookmarkStart w:id="239" w:name="_Toc513716826"/>
      <w:r>
        <w:rPr>
          <w:rtl/>
          <w:lang w:bidi="fa-IR"/>
        </w:rPr>
        <w:t>واجبات نماز</w:t>
      </w:r>
      <w:bookmarkEnd w:id="235"/>
      <w:bookmarkEnd w:id="236"/>
      <w:bookmarkEnd w:id="237"/>
      <w:bookmarkEnd w:id="238"/>
      <w:bookmarkEnd w:id="239"/>
    </w:p>
    <w:p w:rsidR="004F29D6" w:rsidRDefault="004F29D6" w:rsidP="004F29D6">
      <w:pPr>
        <w:pStyle w:val="libNormal"/>
        <w:rPr>
          <w:rtl/>
          <w:lang w:bidi="fa-IR"/>
        </w:rPr>
      </w:pPr>
      <w:r>
        <w:rPr>
          <w:rtl/>
          <w:lang w:bidi="fa-IR"/>
        </w:rPr>
        <w:t>واجبات نماز يازده چيز است : كه بعضى ركن و بعضى غير ركن اند.</w:t>
      </w:r>
    </w:p>
    <w:p w:rsidR="004F29D6" w:rsidRDefault="004F29D6" w:rsidP="004F29D6">
      <w:pPr>
        <w:pStyle w:val="libNormal"/>
        <w:rPr>
          <w:rtl/>
          <w:lang w:bidi="fa-IR"/>
        </w:rPr>
      </w:pPr>
      <w:r>
        <w:rPr>
          <w:rtl/>
          <w:lang w:bidi="fa-IR"/>
        </w:rPr>
        <w:t>در ركن اگر چيزى اضافه يا كم شود حتى اگر اشتباه باشد نماز باطل است ولى در غير ركن اگر از روى فراموشى كم يا زياد شود نماز باطل نيست .</w:t>
      </w:r>
    </w:p>
    <w:p w:rsidR="004F29D6" w:rsidRDefault="004F29D6" w:rsidP="004F29D6">
      <w:pPr>
        <w:pStyle w:val="libNormal"/>
        <w:rPr>
          <w:rtl/>
          <w:lang w:bidi="fa-IR"/>
        </w:rPr>
      </w:pPr>
      <w:r>
        <w:rPr>
          <w:rtl/>
          <w:lang w:bidi="fa-IR"/>
        </w:rPr>
        <w:t>آنهايى كه ركن اند عبارتند از:</w:t>
      </w:r>
    </w:p>
    <w:p w:rsidR="004F29D6" w:rsidRDefault="004F29D6" w:rsidP="004F29D6">
      <w:pPr>
        <w:pStyle w:val="libNormal"/>
        <w:rPr>
          <w:rtl/>
          <w:lang w:bidi="fa-IR"/>
        </w:rPr>
      </w:pPr>
      <w:r>
        <w:rPr>
          <w:rtl/>
          <w:lang w:bidi="fa-IR"/>
        </w:rPr>
        <w:t>١</w:t>
      </w:r>
      <w:r w:rsidR="003D25DB">
        <w:rPr>
          <w:rFonts w:hint="cs"/>
          <w:rtl/>
          <w:lang w:bidi="fa-IR"/>
        </w:rPr>
        <w:t xml:space="preserve"> </w:t>
      </w:r>
      <w:r>
        <w:rPr>
          <w:rtl/>
          <w:lang w:bidi="fa-IR"/>
        </w:rPr>
        <w:t>- نيت :</w:t>
      </w:r>
    </w:p>
    <w:p w:rsidR="004F29D6" w:rsidRDefault="004F29D6" w:rsidP="004F29D6">
      <w:pPr>
        <w:pStyle w:val="libNormal"/>
        <w:rPr>
          <w:rtl/>
          <w:lang w:bidi="fa-IR"/>
        </w:rPr>
      </w:pPr>
      <w:r>
        <w:rPr>
          <w:rtl/>
          <w:lang w:bidi="fa-IR"/>
        </w:rPr>
        <w:t>يعنى نماز را بخاطر نزديك شدن بخداوند و اطاعت از فرمان او بخواند.</w:t>
      </w:r>
    </w:p>
    <w:p w:rsidR="004F29D6" w:rsidRDefault="004F29D6" w:rsidP="004F29D6">
      <w:pPr>
        <w:pStyle w:val="libNormal"/>
        <w:rPr>
          <w:rtl/>
          <w:lang w:bidi="fa-IR"/>
        </w:rPr>
      </w:pPr>
      <w:r>
        <w:rPr>
          <w:rtl/>
          <w:lang w:bidi="fa-IR"/>
        </w:rPr>
        <w:t>٢</w:t>
      </w:r>
      <w:r w:rsidR="003D25DB">
        <w:rPr>
          <w:rFonts w:hint="cs"/>
          <w:rtl/>
          <w:lang w:bidi="fa-IR"/>
        </w:rPr>
        <w:t xml:space="preserve"> </w:t>
      </w:r>
      <w:r>
        <w:rPr>
          <w:rtl/>
          <w:lang w:bidi="fa-IR"/>
        </w:rPr>
        <w:t>- تكبيرة الاحرام :</w:t>
      </w:r>
    </w:p>
    <w:p w:rsidR="004F29D6" w:rsidRDefault="004F29D6" w:rsidP="004F29D6">
      <w:pPr>
        <w:pStyle w:val="libNormal"/>
        <w:rPr>
          <w:rtl/>
          <w:lang w:bidi="fa-IR"/>
        </w:rPr>
      </w:pPr>
      <w:r>
        <w:rPr>
          <w:rtl/>
          <w:lang w:bidi="fa-IR"/>
        </w:rPr>
        <w:t>يعنى پس از نيت مى گويد: الله اكبر</w:t>
      </w:r>
    </w:p>
    <w:p w:rsidR="004F29D6" w:rsidRDefault="004F29D6" w:rsidP="004F29D6">
      <w:pPr>
        <w:pStyle w:val="libNormal"/>
        <w:rPr>
          <w:rtl/>
          <w:lang w:bidi="fa-IR"/>
        </w:rPr>
      </w:pPr>
      <w:r>
        <w:rPr>
          <w:rtl/>
          <w:lang w:bidi="fa-IR"/>
        </w:rPr>
        <w:t>٣</w:t>
      </w:r>
      <w:r w:rsidR="003D25DB">
        <w:rPr>
          <w:rFonts w:hint="cs"/>
          <w:rtl/>
          <w:lang w:bidi="fa-IR"/>
        </w:rPr>
        <w:t xml:space="preserve"> </w:t>
      </w:r>
      <w:r>
        <w:rPr>
          <w:rtl/>
          <w:lang w:bidi="fa-IR"/>
        </w:rPr>
        <w:t>- قيام :</w:t>
      </w:r>
    </w:p>
    <w:p w:rsidR="004F29D6" w:rsidRDefault="004F29D6" w:rsidP="004F29D6">
      <w:pPr>
        <w:pStyle w:val="libNormal"/>
        <w:rPr>
          <w:rtl/>
          <w:lang w:bidi="fa-IR"/>
        </w:rPr>
      </w:pPr>
      <w:r>
        <w:rPr>
          <w:rtl/>
          <w:lang w:bidi="fa-IR"/>
        </w:rPr>
        <w:t>يعنى ايستادن در موقع تكبيرة الاحرام و پيش از ركوع كه به آن قيام متصل به ركوع گويند.</w:t>
      </w:r>
    </w:p>
    <w:p w:rsidR="004F29D6" w:rsidRDefault="004F29D6" w:rsidP="004F29D6">
      <w:pPr>
        <w:pStyle w:val="libNormal"/>
        <w:rPr>
          <w:rtl/>
          <w:lang w:bidi="fa-IR"/>
        </w:rPr>
      </w:pPr>
      <w:r>
        <w:rPr>
          <w:rtl/>
          <w:lang w:bidi="fa-IR"/>
        </w:rPr>
        <w:t>٤</w:t>
      </w:r>
      <w:r w:rsidR="003D25DB">
        <w:rPr>
          <w:rFonts w:hint="cs"/>
          <w:rtl/>
          <w:lang w:bidi="fa-IR"/>
        </w:rPr>
        <w:t xml:space="preserve"> </w:t>
      </w:r>
      <w:r>
        <w:rPr>
          <w:rtl/>
          <w:lang w:bidi="fa-IR"/>
        </w:rPr>
        <w:t>- ركوع :</w:t>
      </w:r>
    </w:p>
    <w:p w:rsidR="004F29D6" w:rsidRDefault="004F29D6" w:rsidP="004F29D6">
      <w:pPr>
        <w:pStyle w:val="libNormal"/>
        <w:rPr>
          <w:rtl/>
          <w:lang w:bidi="fa-IR"/>
        </w:rPr>
      </w:pPr>
      <w:r>
        <w:rPr>
          <w:rtl/>
          <w:lang w:bidi="fa-IR"/>
        </w:rPr>
        <w:t>يعنى بعد از قرائت حمد و سوره در ركعت اول و دوم و يا بعد از تسبيحات چهارگانه در ركعت سوم و چهارم نماز گزار ركوع مى كند يعنى در پيشگاه الهى به احترام او به قدرى خم مى شود كه كف دستها به زانوها برسد، آنگاه ذكر ركوع را مى خواند:سبحان ربى العظيم و بحمده</w:t>
      </w:r>
    </w:p>
    <w:p w:rsidR="004F29D6" w:rsidRDefault="003D25DB" w:rsidP="004F29D6">
      <w:pPr>
        <w:pStyle w:val="libNormal"/>
        <w:rPr>
          <w:rtl/>
          <w:lang w:bidi="fa-IR"/>
        </w:rPr>
      </w:pPr>
      <w:r>
        <w:rPr>
          <w:rtl/>
          <w:lang w:bidi="fa-IR"/>
        </w:rPr>
        <w:br w:type="page"/>
      </w:r>
      <w:r w:rsidR="004F29D6">
        <w:rPr>
          <w:rtl/>
          <w:lang w:bidi="fa-IR"/>
        </w:rPr>
        <w:lastRenderedPageBreak/>
        <w:t>٥</w:t>
      </w:r>
      <w:r>
        <w:rPr>
          <w:rFonts w:hint="cs"/>
          <w:rtl/>
          <w:lang w:bidi="fa-IR"/>
        </w:rPr>
        <w:t xml:space="preserve"> </w:t>
      </w:r>
      <w:r w:rsidR="004F29D6">
        <w:rPr>
          <w:rtl/>
          <w:lang w:bidi="fa-IR"/>
        </w:rPr>
        <w:t>- سجود:</w:t>
      </w:r>
    </w:p>
    <w:p w:rsidR="004F29D6" w:rsidRDefault="004F29D6" w:rsidP="004F29D6">
      <w:pPr>
        <w:pStyle w:val="libNormal"/>
        <w:rPr>
          <w:rtl/>
          <w:lang w:bidi="fa-IR"/>
        </w:rPr>
      </w:pPr>
      <w:r>
        <w:rPr>
          <w:rtl/>
          <w:lang w:bidi="fa-IR"/>
        </w:rPr>
        <w:t>يعنى نمازگزار بعد از هر ركعت دو سجده مى كند كه پيشانى و كف دو دست و سر دو زانو و سر دو انگشت شصت پا را بر زمين مى گذارد و ذكر سجده را مى خواند:</w:t>
      </w:r>
    </w:p>
    <w:p w:rsidR="004F29D6" w:rsidRDefault="004F29D6" w:rsidP="004F29D6">
      <w:pPr>
        <w:pStyle w:val="libNormal"/>
        <w:rPr>
          <w:rtl/>
          <w:lang w:bidi="fa-IR"/>
        </w:rPr>
      </w:pPr>
      <w:r>
        <w:rPr>
          <w:rtl/>
          <w:lang w:bidi="fa-IR"/>
        </w:rPr>
        <w:t>سبحان ربى الاعلى و بحمده</w:t>
      </w:r>
    </w:p>
    <w:p w:rsidR="004F29D6" w:rsidRDefault="004F29D6" w:rsidP="004F29D6">
      <w:pPr>
        <w:pStyle w:val="libNormal"/>
        <w:rPr>
          <w:rtl/>
          <w:lang w:bidi="fa-IR"/>
        </w:rPr>
      </w:pPr>
      <w:r>
        <w:rPr>
          <w:rtl/>
          <w:lang w:bidi="fa-IR"/>
        </w:rPr>
        <w:t>و آنهايى كه غير از ركن اند عبارتند از:</w:t>
      </w:r>
    </w:p>
    <w:p w:rsidR="004F29D6" w:rsidRDefault="004F29D6" w:rsidP="004F29D6">
      <w:pPr>
        <w:pStyle w:val="libNormal"/>
        <w:rPr>
          <w:rtl/>
          <w:lang w:bidi="fa-IR"/>
        </w:rPr>
      </w:pPr>
      <w:r>
        <w:rPr>
          <w:rtl/>
          <w:lang w:bidi="fa-IR"/>
        </w:rPr>
        <w:t>١</w:t>
      </w:r>
      <w:r w:rsidR="00733823">
        <w:rPr>
          <w:rFonts w:hint="cs"/>
          <w:rtl/>
          <w:lang w:bidi="fa-IR"/>
        </w:rPr>
        <w:t xml:space="preserve"> </w:t>
      </w:r>
      <w:r>
        <w:rPr>
          <w:rtl/>
          <w:lang w:bidi="fa-IR"/>
        </w:rPr>
        <w:t>- قرائت :</w:t>
      </w:r>
    </w:p>
    <w:p w:rsidR="004F29D6" w:rsidRDefault="004F29D6" w:rsidP="004F29D6">
      <w:pPr>
        <w:pStyle w:val="libNormal"/>
        <w:rPr>
          <w:rtl/>
          <w:lang w:bidi="fa-IR"/>
        </w:rPr>
      </w:pPr>
      <w:r>
        <w:rPr>
          <w:rtl/>
          <w:lang w:bidi="fa-IR"/>
        </w:rPr>
        <w:t>يعنى خواندن حمد و سوره در ركعت اول و دوم نماز</w:t>
      </w:r>
    </w:p>
    <w:p w:rsidR="004F29D6" w:rsidRDefault="004F29D6" w:rsidP="004F29D6">
      <w:pPr>
        <w:pStyle w:val="libNormal"/>
        <w:rPr>
          <w:rtl/>
          <w:lang w:bidi="fa-IR"/>
        </w:rPr>
      </w:pPr>
      <w:r>
        <w:rPr>
          <w:rtl/>
          <w:lang w:bidi="fa-IR"/>
        </w:rPr>
        <w:t>٢</w:t>
      </w:r>
      <w:r w:rsidR="00733823">
        <w:rPr>
          <w:rFonts w:hint="cs"/>
          <w:rtl/>
          <w:lang w:bidi="fa-IR"/>
        </w:rPr>
        <w:t xml:space="preserve"> </w:t>
      </w:r>
      <w:r>
        <w:rPr>
          <w:rtl/>
          <w:lang w:bidi="fa-IR"/>
        </w:rPr>
        <w:t>- ذكر:</w:t>
      </w:r>
    </w:p>
    <w:p w:rsidR="004F29D6" w:rsidRDefault="004F29D6" w:rsidP="004F29D6">
      <w:pPr>
        <w:pStyle w:val="libNormal"/>
        <w:rPr>
          <w:rtl/>
          <w:lang w:bidi="fa-IR"/>
        </w:rPr>
      </w:pPr>
      <w:r>
        <w:rPr>
          <w:rtl/>
          <w:lang w:bidi="fa-IR"/>
        </w:rPr>
        <w:t>كه عبارت از ذكر ركوع و سجود است .</w:t>
      </w:r>
    </w:p>
    <w:p w:rsidR="004F29D6" w:rsidRDefault="004F29D6" w:rsidP="004F29D6">
      <w:pPr>
        <w:pStyle w:val="libNormal"/>
        <w:rPr>
          <w:rtl/>
          <w:lang w:bidi="fa-IR"/>
        </w:rPr>
      </w:pPr>
      <w:r>
        <w:rPr>
          <w:rtl/>
          <w:lang w:bidi="fa-IR"/>
        </w:rPr>
        <w:t>٣</w:t>
      </w:r>
      <w:r w:rsidR="00733823">
        <w:rPr>
          <w:rFonts w:hint="cs"/>
          <w:rtl/>
          <w:lang w:bidi="fa-IR"/>
        </w:rPr>
        <w:t xml:space="preserve"> </w:t>
      </w:r>
      <w:r>
        <w:rPr>
          <w:rtl/>
          <w:lang w:bidi="fa-IR"/>
        </w:rPr>
        <w:t>- تشهد:</w:t>
      </w:r>
    </w:p>
    <w:p w:rsidR="004F29D6" w:rsidRDefault="004F29D6" w:rsidP="004F29D6">
      <w:pPr>
        <w:pStyle w:val="libNormal"/>
        <w:rPr>
          <w:rtl/>
          <w:lang w:bidi="fa-IR"/>
        </w:rPr>
      </w:pPr>
      <w:r>
        <w:rPr>
          <w:rtl/>
          <w:lang w:bidi="fa-IR"/>
        </w:rPr>
        <w:t>در ركعت دوم و ركعت آخر نمازها بايد نمازگزار بعد از سجده دوم بنشيند و تشهد بخواند:</w:t>
      </w:r>
    </w:p>
    <w:p w:rsidR="004F29D6" w:rsidRDefault="004F29D6" w:rsidP="004F29D6">
      <w:pPr>
        <w:pStyle w:val="libNormal"/>
        <w:rPr>
          <w:rtl/>
          <w:lang w:bidi="fa-IR"/>
        </w:rPr>
      </w:pPr>
      <w:r>
        <w:rPr>
          <w:rtl/>
          <w:lang w:bidi="fa-IR"/>
        </w:rPr>
        <w:t>اشهد ان لا اله الا الله وحده لاشريك له و اشهد ان محمدا عبده و رسوله ، اللهم صل على محمد و آل محمد</w:t>
      </w:r>
    </w:p>
    <w:p w:rsidR="004F29D6" w:rsidRDefault="004F29D6" w:rsidP="004F29D6">
      <w:pPr>
        <w:pStyle w:val="libNormal"/>
        <w:rPr>
          <w:rtl/>
          <w:lang w:bidi="fa-IR"/>
        </w:rPr>
      </w:pPr>
      <w:r>
        <w:rPr>
          <w:rtl/>
          <w:lang w:bidi="fa-IR"/>
        </w:rPr>
        <w:t>٤</w:t>
      </w:r>
      <w:r w:rsidR="00733823">
        <w:rPr>
          <w:rFonts w:hint="cs"/>
          <w:rtl/>
          <w:lang w:bidi="fa-IR"/>
        </w:rPr>
        <w:t xml:space="preserve"> </w:t>
      </w:r>
      <w:r>
        <w:rPr>
          <w:rtl/>
          <w:lang w:bidi="fa-IR"/>
        </w:rPr>
        <w:t>- سلام :</w:t>
      </w:r>
    </w:p>
    <w:p w:rsidR="004F29D6" w:rsidRDefault="004F29D6" w:rsidP="004F29D6">
      <w:pPr>
        <w:pStyle w:val="libNormal"/>
        <w:rPr>
          <w:rtl/>
          <w:lang w:bidi="fa-IR"/>
        </w:rPr>
      </w:pPr>
      <w:r>
        <w:rPr>
          <w:rtl/>
          <w:lang w:bidi="fa-IR"/>
        </w:rPr>
        <w:t>نمازگزار بعد از تشهد ركعت آخر، نماز سلام مى دهد و مى گويد:</w:t>
      </w:r>
    </w:p>
    <w:p w:rsidR="004F29D6" w:rsidRDefault="004F29D6" w:rsidP="004F29D6">
      <w:pPr>
        <w:pStyle w:val="libNormal"/>
        <w:rPr>
          <w:rtl/>
          <w:lang w:bidi="fa-IR"/>
        </w:rPr>
      </w:pPr>
      <w:r>
        <w:rPr>
          <w:rtl/>
          <w:lang w:bidi="fa-IR"/>
        </w:rPr>
        <w:t>السلام عليك ايها النبى و رحمة الله و بركاته السلام علينا و على عبادالله الصالحين السلام عليكم و رحمة الله و بركاته</w:t>
      </w:r>
    </w:p>
    <w:p w:rsidR="004F29D6" w:rsidRDefault="004F29D6" w:rsidP="004F29D6">
      <w:pPr>
        <w:pStyle w:val="libNormal"/>
        <w:rPr>
          <w:rtl/>
          <w:lang w:bidi="fa-IR"/>
        </w:rPr>
      </w:pPr>
      <w:r>
        <w:rPr>
          <w:rtl/>
          <w:lang w:bidi="fa-IR"/>
        </w:rPr>
        <w:t>٥</w:t>
      </w:r>
      <w:r w:rsidR="00733823">
        <w:rPr>
          <w:rFonts w:hint="cs"/>
          <w:rtl/>
          <w:lang w:bidi="fa-IR"/>
        </w:rPr>
        <w:t xml:space="preserve"> </w:t>
      </w:r>
      <w:r>
        <w:rPr>
          <w:rtl/>
          <w:lang w:bidi="fa-IR"/>
        </w:rPr>
        <w:t>- ترتيب :</w:t>
      </w:r>
    </w:p>
    <w:p w:rsidR="004F29D6" w:rsidRDefault="004F29D6" w:rsidP="004F29D6">
      <w:pPr>
        <w:pStyle w:val="libNormal"/>
        <w:rPr>
          <w:rtl/>
          <w:lang w:bidi="fa-IR"/>
        </w:rPr>
      </w:pPr>
      <w:r>
        <w:rPr>
          <w:rtl/>
          <w:lang w:bidi="fa-IR"/>
        </w:rPr>
        <w:lastRenderedPageBreak/>
        <w:t>يعنى نمازگزار بايد نماز را به ترتيب بخواند يعنى حمد را قبل از سوره و ركوع را قبل از سجده و تشهد را قبل از سلام بخواند و چنانچه پس و پيش خواند نمازش باطل مى شود.</w:t>
      </w:r>
    </w:p>
    <w:p w:rsidR="004F29D6" w:rsidRDefault="004F29D6" w:rsidP="004F29D6">
      <w:pPr>
        <w:pStyle w:val="libNormal"/>
        <w:rPr>
          <w:rtl/>
          <w:lang w:bidi="fa-IR"/>
        </w:rPr>
      </w:pPr>
      <w:r>
        <w:rPr>
          <w:rtl/>
          <w:lang w:bidi="fa-IR"/>
        </w:rPr>
        <w:t>٦</w:t>
      </w:r>
      <w:r w:rsidR="00733823">
        <w:rPr>
          <w:rFonts w:hint="cs"/>
          <w:rtl/>
          <w:lang w:bidi="fa-IR"/>
        </w:rPr>
        <w:t xml:space="preserve"> </w:t>
      </w:r>
      <w:r>
        <w:rPr>
          <w:rtl/>
          <w:lang w:bidi="fa-IR"/>
        </w:rPr>
        <w:t xml:space="preserve">- موالات : </w:t>
      </w:r>
    </w:p>
    <w:p w:rsidR="004F29D6" w:rsidRDefault="004F29D6" w:rsidP="004F29D6">
      <w:pPr>
        <w:pStyle w:val="libNormal"/>
        <w:rPr>
          <w:rtl/>
          <w:lang w:bidi="fa-IR"/>
        </w:rPr>
      </w:pPr>
      <w:r>
        <w:rPr>
          <w:rtl/>
          <w:lang w:bidi="fa-IR"/>
        </w:rPr>
        <w:t>يعنى نمازگزار تمام بخشهاى نماز را بايد بدون فاصله و پشت سر هم انجام دهد.</w:t>
      </w:r>
    </w:p>
    <w:p w:rsidR="004F29D6" w:rsidRDefault="004F29D6" w:rsidP="00733823">
      <w:pPr>
        <w:pStyle w:val="Heading2"/>
        <w:rPr>
          <w:rtl/>
          <w:lang w:bidi="fa-IR"/>
        </w:rPr>
      </w:pPr>
      <w:bookmarkStart w:id="240" w:name="_Toc513640291"/>
      <w:bookmarkStart w:id="241" w:name="_Toc513716096"/>
      <w:bookmarkStart w:id="242" w:name="_Toc513716336"/>
      <w:bookmarkStart w:id="243" w:name="_Toc513716447"/>
      <w:bookmarkStart w:id="244" w:name="_Toc513716827"/>
      <w:r>
        <w:rPr>
          <w:rtl/>
          <w:lang w:bidi="fa-IR"/>
        </w:rPr>
        <w:t>اذان و اقامه</w:t>
      </w:r>
      <w:bookmarkEnd w:id="240"/>
      <w:bookmarkEnd w:id="241"/>
      <w:bookmarkEnd w:id="242"/>
      <w:bookmarkEnd w:id="243"/>
      <w:bookmarkEnd w:id="244"/>
    </w:p>
    <w:p w:rsidR="004F29D6" w:rsidRDefault="004F29D6" w:rsidP="004F29D6">
      <w:pPr>
        <w:pStyle w:val="libNormal"/>
        <w:rPr>
          <w:rtl/>
          <w:lang w:bidi="fa-IR"/>
        </w:rPr>
      </w:pPr>
      <w:r>
        <w:rPr>
          <w:rtl/>
          <w:lang w:bidi="fa-IR"/>
        </w:rPr>
        <w:t>فرا رسيدن وقت هر نماز با اذان اعلام مى شود، هنگام سپيده صبح ، ظهر عصر، غروب آفتاب و در نخستين لحظات تاريك شدن هوا در هر منطقه اسلامى با آهنگ روح نواز اذان به همه اعلام مى شود كه وقت نماز فرا رسيده است .</w:t>
      </w:r>
    </w:p>
    <w:p w:rsidR="004F29D6" w:rsidRDefault="004F29D6" w:rsidP="004F29D6">
      <w:pPr>
        <w:pStyle w:val="libNormal"/>
        <w:rPr>
          <w:rtl/>
          <w:lang w:bidi="fa-IR"/>
        </w:rPr>
      </w:pPr>
      <w:r>
        <w:rPr>
          <w:rtl/>
          <w:lang w:bidi="fa-IR"/>
        </w:rPr>
        <w:t>اذان يكى از شعائر اسلامى و سنت مؤ كد است كه همواره مسلمانان را متنبه و آگاه مى سازد.</w:t>
      </w:r>
    </w:p>
    <w:p w:rsidR="004F29D6" w:rsidRDefault="004F29D6" w:rsidP="004F29D6">
      <w:pPr>
        <w:pStyle w:val="libNormal"/>
        <w:rPr>
          <w:rtl/>
          <w:lang w:bidi="fa-IR"/>
        </w:rPr>
      </w:pPr>
      <w:r>
        <w:rPr>
          <w:rtl/>
          <w:lang w:bidi="fa-IR"/>
        </w:rPr>
        <w:t>چگونگى اذان و اقامه :</w:t>
      </w:r>
    </w:p>
    <w:p w:rsidR="004F29D6" w:rsidRDefault="004F29D6" w:rsidP="004F29D6">
      <w:pPr>
        <w:pStyle w:val="libNormal"/>
        <w:rPr>
          <w:rtl/>
          <w:lang w:bidi="fa-IR"/>
        </w:rPr>
      </w:pPr>
      <w:r>
        <w:rPr>
          <w:rtl/>
          <w:lang w:bidi="fa-IR"/>
        </w:rPr>
        <w:t>الله اكبر اذان ٤ مرتبه ، اقامه ٢ مرتبه</w:t>
      </w:r>
    </w:p>
    <w:p w:rsidR="004F29D6" w:rsidRDefault="004F29D6" w:rsidP="004F29D6">
      <w:pPr>
        <w:pStyle w:val="libNormal"/>
        <w:rPr>
          <w:rtl/>
          <w:lang w:bidi="fa-IR"/>
        </w:rPr>
      </w:pPr>
      <w:r>
        <w:rPr>
          <w:rtl/>
          <w:lang w:bidi="fa-IR"/>
        </w:rPr>
        <w:t>اشهد ان لا اله الا الله اذان ٢ مرتبه ، اقامه ٢ مرتبه</w:t>
      </w:r>
    </w:p>
    <w:p w:rsidR="004F29D6" w:rsidRDefault="004F29D6" w:rsidP="004F29D6">
      <w:pPr>
        <w:pStyle w:val="libNormal"/>
        <w:rPr>
          <w:rtl/>
          <w:lang w:bidi="fa-IR"/>
        </w:rPr>
      </w:pPr>
      <w:r>
        <w:rPr>
          <w:rtl/>
          <w:lang w:bidi="fa-IR"/>
        </w:rPr>
        <w:t>اشهد ان محمد رسول الله اذان ٢ مرتبه ، اقامه ٢ مرتبه</w:t>
      </w:r>
    </w:p>
    <w:p w:rsidR="004F29D6" w:rsidRDefault="004F29D6" w:rsidP="004F29D6">
      <w:pPr>
        <w:pStyle w:val="libNormal"/>
        <w:rPr>
          <w:rtl/>
          <w:lang w:bidi="fa-IR"/>
        </w:rPr>
      </w:pPr>
      <w:r>
        <w:rPr>
          <w:rtl/>
          <w:lang w:bidi="fa-IR"/>
        </w:rPr>
        <w:t>اشهد ان عليا ولى الله اذان ٢ مرتبه ، اقامه ٢ مرتبه</w:t>
      </w:r>
    </w:p>
    <w:p w:rsidR="004F29D6" w:rsidRDefault="004F29D6" w:rsidP="004F29D6">
      <w:pPr>
        <w:pStyle w:val="libNormal"/>
        <w:rPr>
          <w:rtl/>
          <w:lang w:bidi="fa-IR"/>
        </w:rPr>
      </w:pPr>
      <w:r>
        <w:rPr>
          <w:rtl/>
          <w:lang w:bidi="fa-IR"/>
        </w:rPr>
        <w:t>حى على الصلوة اذان ٢ مرتبه ، اقامه ٢ مرتبه</w:t>
      </w:r>
    </w:p>
    <w:p w:rsidR="004F29D6" w:rsidRDefault="004F29D6" w:rsidP="004F29D6">
      <w:pPr>
        <w:pStyle w:val="libNormal"/>
        <w:rPr>
          <w:rtl/>
          <w:lang w:bidi="fa-IR"/>
        </w:rPr>
      </w:pPr>
      <w:r>
        <w:rPr>
          <w:rtl/>
          <w:lang w:bidi="fa-IR"/>
        </w:rPr>
        <w:t>حى على الفلاح اذان ٢ مرتبه ، اقامه ٢ مرتبه</w:t>
      </w:r>
    </w:p>
    <w:p w:rsidR="004F29D6" w:rsidRDefault="004F29D6" w:rsidP="004F29D6">
      <w:pPr>
        <w:pStyle w:val="libNormal"/>
        <w:rPr>
          <w:rtl/>
          <w:lang w:bidi="fa-IR"/>
        </w:rPr>
      </w:pPr>
      <w:r>
        <w:rPr>
          <w:rtl/>
          <w:lang w:bidi="fa-IR"/>
        </w:rPr>
        <w:t>حى على خيرالعمل اذان ٢ مرتبه ، اقامه ٢ مرتبه</w:t>
      </w:r>
    </w:p>
    <w:p w:rsidR="004F29D6" w:rsidRDefault="004F29D6" w:rsidP="004F29D6">
      <w:pPr>
        <w:pStyle w:val="libNormal"/>
        <w:rPr>
          <w:rtl/>
          <w:lang w:bidi="fa-IR"/>
        </w:rPr>
      </w:pPr>
      <w:r>
        <w:rPr>
          <w:rtl/>
          <w:lang w:bidi="fa-IR"/>
        </w:rPr>
        <w:t>قد قامت الصلوة اقامه ٢ مرتبه</w:t>
      </w:r>
    </w:p>
    <w:p w:rsidR="004F29D6" w:rsidRDefault="004F29D6" w:rsidP="004F29D6">
      <w:pPr>
        <w:pStyle w:val="libNormal"/>
        <w:rPr>
          <w:rtl/>
          <w:lang w:bidi="fa-IR"/>
        </w:rPr>
      </w:pPr>
      <w:r>
        <w:rPr>
          <w:rtl/>
          <w:lang w:bidi="fa-IR"/>
        </w:rPr>
        <w:lastRenderedPageBreak/>
        <w:t>الله اكبر اذان ٢ مرتبه ، اقامه ٢ مرتبه</w:t>
      </w:r>
    </w:p>
    <w:p w:rsidR="004F29D6" w:rsidRDefault="004F29D6" w:rsidP="004F29D6">
      <w:pPr>
        <w:pStyle w:val="libNormal"/>
        <w:rPr>
          <w:rtl/>
          <w:lang w:bidi="fa-IR"/>
        </w:rPr>
      </w:pPr>
      <w:r>
        <w:rPr>
          <w:rtl/>
          <w:lang w:bidi="fa-IR"/>
        </w:rPr>
        <w:t>لا اله الا الله اذان ٢ مرتبه ، اقامه ١ مرتبه</w:t>
      </w:r>
    </w:p>
    <w:p w:rsidR="004F29D6" w:rsidRDefault="004F29D6" w:rsidP="00733823">
      <w:pPr>
        <w:pStyle w:val="Heading2"/>
        <w:rPr>
          <w:rtl/>
          <w:lang w:bidi="fa-IR"/>
        </w:rPr>
      </w:pPr>
      <w:bookmarkStart w:id="245" w:name="_Toc513640292"/>
      <w:bookmarkStart w:id="246" w:name="_Toc513716097"/>
      <w:bookmarkStart w:id="247" w:name="_Toc513716337"/>
      <w:bookmarkStart w:id="248" w:name="_Toc513716448"/>
      <w:bookmarkStart w:id="249" w:name="_Toc513716828"/>
      <w:r>
        <w:rPr>
          <w:rtl/>
          <w:lang w:bidi="fa-IR"/>
        </w:rPr>
        <w:t>آموزش نماز</w:t>
      </w:r>
      <w:bookmarkEnd w:id="245"/>
      <w:bookmarkEnd w:id="246"/>
      <w:bookmarkEnd w:id="247"/>
      <w:bookmarkEnd w:id="248"/>
      <w:bookmarkEnd w:id="249"/>
    </w:p>
    <w:p w:rsidR="004F29D6" w:rsidRDefault="004F29D6" w:rsidP="004F29D6">
      <w:pPr>
        <w:pStyle w:val="libNormal"/>
        <w:rPr>
          <w:rtl/>
          <w:lang w:bidi="fa-IR"/>
        </w:rPr>
      </w:pPr>
      <w:r>
        <w:rPr>
          <w:rtl/>
          <w:lang w:bidi="fa-IR"/>
        </w:rPr>
        <w:t>نمازگزار پس از اذان و اقامه رو به خانه كعبه مى ايستد و نيت مى كند كه كارش براى خداست آنگاه با دلى آرام و به دور از هر كار ديگر دل به سوى خدا مى آورد در حالى كه دستها را تا نزديك گوشهاى خود بالا برده مى گويد: الله اكبر «خدا از هر كس و هر چيز بزرگتر و از آنچه در تصور ما بگنجد برتر است»</w:t>
      </w:r>
    </w:p>
    <w:p w:rsidR="004F29D6" w:rsidRDefault="004F29D6" w:rsidP="004F29D6">
      <w:pPr>
        <w:pStyle w:val="libNormal"/>
        <w:rPr>
          <w:rtl/>
          <w:lang w:bidi="fa-IR"/>
        </w:rPr>
      </w:pPr>
      <w:r>
        <w:rPr>
          <w:rtl/>
          <w:lang w:bidi="fa-IR"/>
        </w:rPr>
        <w:t>سپس حمد و سوره را مى خواند:</w:t>
      </w:r>
    </w:p>
    <w:p w:rsidR="00F66338" w:rsidRDefault="00733823" w:rsidP="00F66338">
      <w:pPr>
        <w:pStyle w:val="libAie"/>
        <w:rPr>
          <w:rFonts w:hint="cs"/>
          <w:rtl/>
        </w:rPr>
      </w:pPr>
      <w:r w:rsidRPr="00733823">
        <w:rPr>
          <w:rStyle w:val="libAlaemChar"/>
          <w:rFonts w:hint="cs"/>
          <w:rtl/>
        </w:rPr>
        <w:t>(</w:t>
      </w:r>
      <w:r w:rsidRPr="00733823">
        <w:rPr>
          <w:rFonts w:hint="cs"/>
          <w:rtl/>
        </w:rPr>
        <w:t>بِسْمِ اللَّـهِ الرَّحْمَـٰنِ الرَّحِيمِ</w:t>
      </w:r>
      <w:r w:rsidRPr="00733823">
        <w:rPr>
          <w:rtl/>
        </w:rPr>
        <w:t>﴿</w:t>
      </w:r>
      <w:hyperlink r:id="rId8" w:anchor="1:1" w:history="1">
        <w:r w:rsidRPr="00733823">
          <w:rPr>
            <w:u w:val="single"/>
            <w:rtl/>
          </w:rPr>
          <w:t>١</w:t>
        </w:r>
      </w:hyperlink>
      <w:r w:rsidRPr="00733823">
        <w:rPr>
          <w:rtl/>
        </w:rPr>
        <w:t>﴾</w:t>
      </w:r>
    </w:p>
    <w:p w:rsidR="004F29D6" w:rsidRDefault="00733823" w:rsidP="00F66338">
      <w:pPr>
        <w:pStyle w:val="libAie"/>
        <w:rPr>
          <w:rStyle w:val="libAlaemChar"/>
          <w:rtl/>
        </w:rPr>
      </w:pPr>
      <w:r w:rsidRPr="00733823">
        <w:rPr>
          <w:rFonts w:hint="cs"/>
          <w:rtl/>
        </w:rPr>
        <w:t>الْحَمْدُ لِلَّـهِ رَبِّ الْعَالَمِينَ</w:t>
      </w:r>
      <w:r w:rsidRPr="00733823">
        <w:rPr>
          <w:rtl/>
        </w:rPr>
        <w:t>﴿</w:t>
      </w:r>
      <w:hyperlink r:id="rId9" w:anchor="1:2" w:history="1">
        <w:r w:rsidRPr="00733823">
          <w:rPr>
            <w:u w:val="single"/>
            <w:rtl/>
          </w:rPr>
          <w:t>٢</w:t>
        </w:r>
      </w:hyperlink>
      <w:r w:rsidRPr="00733823">
        <w:rPr>
          <w:rtl/>
        </w:rPr>
        <w:t>﴾</w:t>
      </w:r>
      <w:r w:rsidRPr="00733823">
        <w:rPr>
          <w:rFonts w:hint="cs"/>
          <w:rtl/>
        </w:rPr>
        <w:t>الرَّحْمَـٰنِ الرَّحِيمِ</w:t>
      </w:r>
      <w:r w:rsidRPr="00733823">
        <w:rPr>
          <w:rtl/>
        </w:rPr>
        <w:t>﴿</w:t>
      </w:r>
      <w:hyperlink r:id="rId10" w:anchor="1:3" w:history="1">
        <w:r w:rsidRPr="00733823">
          <w:rPr>
            <w:u w:val="single"/>
            <w:rtl/>
          </w:rPr>
          <w:t>٣</w:t>
        </w:r>
      </w:hyperlink>
      <w:r w:rsidRPr="00733823">
        <w:rPr>
          <w:rtl/>
        </w:rPr>
        <w:t>﴾</w:t>
      </w:r>
      <w:r w:rsidRPr="00733823">
        <w:rPr>
          <w:rFonts w:hint="cs"/>
          <w:rtl/>
        </w:rPr>
        <w:t>مَالِكِ يَوْمِ الدِّينِ</w:t>
      </w:r>
      <w:r w:rsidRPr="00733823">
        <w:rPr>
          <w:rtl/>
        </w:rPr>
        <w:t>﴿</w:t>
      </w:r>
      <w:hyperlink r:id="rId11" w:anchor="1:4" w:history="1">
        <w:r w:rsidRPr="00733823">
          <w:rPr>
            <w:u w:val="single"/>
            <w:rtl/>
          </w:rPr>
          <w:t>٤</w:t>
        </w:r>
      </w:hyperlink>
      <w:r w:rsidRPr="00733823">
        <w:rPr>
          <w:rtl/>
        </w:rPr>
        <w:t>﴾</w:t>
      </w:r>
      <w:r w:rsidRPr="00733823">
        <w:rPr>
          <w:rFonts w:hint="cs"/>
          <w:rtl/>
        </w:rPr>
        <w:t>إِيَّاكَ نَعْبُدُ وَإِيَّاكَ نَسْتَعِينُ</w:t>
      </w:r>
      <w:r w:rsidRPr="00733823">
        <w:rPr>
          <w:rtl/>
        </w:rPr>
        <w:t>﴿</w:t>
      </w:r>
      <w:hyperlink r:id="rId12" w:anchor="1:5" w:history="1">
        <w:r w:rsidRPr="00733823">
          <w:rPr>
            <w:u w:val="single"/>
            <w:rtl/>
          </w:rPr>
          <w:t>٥</w:t>
        </w:r>
      </w:hyperlink>
      <w:r w:rsidRPr="00733823">
        <w:rPr>
          <w:rtl/>
        </w:rPr>
        <w:t>﴾</w:t>
      </w:r>
      <w:r w:rsidRPr="00733823">
        <w:rPr>
          <w:rFonts w:hint="cs"/>
          <w:rtl/>
        </w:rPr>
        <w:t>اهْدِنَا الصِّرَاطَ الْمُسْتَقِيمَ</w:t>
      </w:r>
      <w:r w:rsidRPr="00733823">
        <w:rPr>
          <w:rtl/>
        </w:rPr>
        <w:t>﴿</w:t>
      </w:r>
      <w:hyperlink r:id="rId13" w:anchor="1:6" w:history="1">
        <w:r w:rsidRPr="00733823">
          <w:rPr>
            <w:u w:val="single"/>
            <w:rtl/>
          </w:rPr>
          <w:t>٦</w:t>
        </w:r>
      </w:hyperlink>
      <w:r w:rsidRPr="00733823">
        <w:rPr>
          <w:rtl/>
        </w:rPr>
        <w:t>﴾</w:t>
      </w:r>
      <w:r w:rsidRPr="00733823">
        <w:rPr>
          <w:rFonts w:hint="cs"/>
          <w:rtl/>
        </w:rPr>
        <w:t>صِرَاطَ الَّذِينَ أَنْعَمْتَ عَلَيْهِمْ غَيْرِ الْمَغْضُوبِ عَلَيْهِمْ وَلَا الضَّالِّينَ</w:t>
      </w:r>
      <w:r w:rsidRPr="00733823">
        <w:rPr>
          <w:rStyle w:val="libAlaemChar"/>
          <w:rFonts w:hint="cs"/>
          <w:rtl/>
        </w:rPr>
        <w:t>)</w:t>
      </w:r>
    </w:p>
    <w:p w:rsidR="00733823" w:rsidRPr="00733823" w:rsidRDefault="00733823" w:rsidP="00733823">
      <w:pPr>
        <w:pStyle w:val="libNormal"/>
        <w:rPr>
          <w:rtl/>
        </w:rPr>
      </w:pPr>
    </w:p>
    <w:p w:rsidR="00733823" w:rsidRDefault="00733823" w:rsidP="00F66338">
      <w:pPr>
        <w:pStyle w:val="libNormal"/>
        <w:rPr>
          <w:rtl/>
          <w:lang w:bidi="fa-IR"/>
        </w:rPr>
      </w:pPr>
      <w:r w:rsidRPr="00733823">
        <w:rPr>
          <w:rStyle w:val="libAlaemChar"/>
          <w:rFonts w:hint="cs"/>
          <w:rtl/>
        </w:rPr>
        <w:t>(</w:t>
      </w:r>
      <w:r w:rsidRPr="00733823">
        <w:rPr>
          <w:rStyle w:val="libAieChar"/>
          <w:rFonts w:hint="cs"/>
          <w:rtl/>
        </w:rPr>
        <w:t>بِسْمِ اللَّـهِ الرَّحْمَـٰنِ الرَّحِيمِ قُلْ هُوَ اللَّـهُ أَحَدٌ</w:t>
      </w:r>
      <w:r w:rsidRPr="00733823">
        <w:rPr>
          <w:rStyle w:val="libAieChar"/>
          <w:rtl/>
        </w:rPr>
        <w:t>﴿</w:t>
      </w:r>
      <w:hyperlink r:id="rId14" w:anchor="112:1" w:history="1">
        <w:r w:rsidRPr="00733823">
          <w:rPr>
            <w:rStyle w:val="libAieChar"/>
            <w:rtl/>
          </w:rPr>
          <w:t>١</w:t>
        </w:r>
      </w:hyperlink>
      <w:r w:rsidRPr="00733823">
        <w:rPr>
          <w:rStyle w:val="libAieChar"/>
          <w:rtl/>
        </w:rPr>
        <w:t>﴾</w:t>
      </w:r>
      <w:r w:rsidRPr="00733823">
        <w:rPr>
          <w:rStyle w:val="libAieChar"/>
          <w:rFonts w:hint="cs"/>
          <w:rtl/>
        </w:rPr>
        <w:t>اللَّـهُ الصَّمَدُ</w:t>
      </w:r>
      <w:r w:rsidRPr="00733823">
        <w:rPr>
          <w:rStyle w:val="libAieChar"/>
          <w:rtl/>
        </w:rPr>
        <w:t>﴿</w:t>
      </w:r>
      <w:hyperlink r:id="rId15" w:anchor="112:2" w:history="1">
        <w:r w:rsidRPr="00733823">
          <w:rPr>
            <w:rStyle w:val="libAieChar"/>
            <w:rtl/>
          </w:rPr>
          <w:t>٢</w:t>
        </w:r>
      </w:hyperlink>
      <w:r w:rsidRPr="00733823">
        <w:rPr>
          <w:rStyle w:val="libAieChar"/>
          <w:rtl/>
        </w:rPr>
        <w:t>﴾</w:t>
      </w:r>
      <w:r w:rsidRPr="00733823">
        <w:rPr>
          <w:rStyle w:val="libAieChar"/>
          <w:rFonts w:hint="cs"/>
          <w:rtl/>
        </w:rPr>
        <w:t>لَمْ يَلِدْ وَلَمْ يُولَدْ</w:t>
      </w:r>
      <w:r w:rsidRPr="00733823">
        <w:rPr>
          <w:rStyle w:val="libAieChar"/>
          <w:rtl/>
        </w:rPr>
        <w:t>﴿</w:t>
      </w:r>
      <w:hyperlink r:id="rId16" w:anchor="112:3" w:history="1">
        <w:r w:rsidRPr="00733823">
          <w:rPr>
            <w:rStyle w:val="libAieChar"/>
            <w:rtl/>
          </w:rPr>
          <w:t>٣</w:t>
        </w:r>
      </w:hyperlink>
      <w:r w:rsidRPr="00733823">
        <w:rPr>
          <w:rStyle w:val="libAieChar"/>
          <w:rtl/>
        </w:rPr>
        <w:t>﴾</w:t>
      </w:r>
      <w:r w:rsidRPr="00733823">
        <w:rPr>
          <w:rStyle w:val="libAieChar"/>
          <w:rFonts w:hint="cs"/>
          <w:rtl/>
        </w:rPr>
        <w:t>وَلَمْ يَكُن لَّهُ كُفُوًا أَحَدٌ</w:t>
      </w:r>
      <w:r>
        <w:rPr>
          <w:rtl/>
          <w:lang w:bidi="fa-IR"/>
        </w:rPr>
        <w:t xml:space="preserve"> </w:t>
      </w:r>
      <w:r w:rsidRPr="00733823">
        <w:rPr>
          <w:rStyle w:val="libAlaemChar"/>
          <w:rFonts w:hint="cs"/>
          <w:rtl/>
        </w:rPr>
        <w:t>)</w:t>
      </w:r>
    </w:p>
    <w:p w:rsidR="004F29D6" w:rsidRDefault="004F29D6" w:rsidP="00733823">
      <w:pPr>
        <w:pStyle w:val="libNormal"/>
        <w:rPr>
          <w:rtl/>
          <w:lang w:bidi="fa-IR"/>
        </w:rPr>
      </w:pPr>
      <w:r>
        <w:rPr>
          <w:rtl/>
          <w:lang w:bidi="fa-IR"/>
        </w:rPr>
        <w:t>سپس به ركوع مى رود و مى گويد:سبحان ربى العظيم و بحمده</w:t>
      </w:r>
    </w:p>
    <w:p w:rsidR="004F29D6" w:rsidRDefault="004F29D6" w:rsidP="004F29D6">
      <w:pPr>
        <w:pStyle w:val="libNormal"/>
        <w:rPr>
          <w:rtl/>
          <w:lang w:bidi="fa-IR"/>
        </w:rPr>
      </w:pPr>
      <w:r>
        <w:rPr>
          <w:rtl/>
          <w:lang w:bidi="fa-IR"/>
        </w:rPr>
        <w:t>آنگاه سر از ركوع برميدارد و مى گويد:سمع الله لمن حمده ، الله اكبر</w:t>
      </w:r>
    </w:p>
    <w:p w:rsidR="004F29D6" w:rsidRDefault="004F29D6" w:rsidP="004F29D6">
      <w:pPr>
        <w:pStyle w:val="libNormal"/>
        <w:rPr>
          <w:rtl/>
          <w:lang w:bidi="fa-IR"/>
        </w:rPr>
      </w:pPr>
      <w:r>
        <w:rPr>
          <w:rtl/>
          <w:lang w:bidi="fa-IR"/>
        </w:rPr>
        <w:t>آنگاه به سجده مى رود و در سجده چنين مى خواند:سبحان ربى الاعلى و بحمده</w:t>
      </w:r>
    </w:p>
    <w:p w:rsidR="004F29D6" w:rsidRDefault="004F29D6" w:rsidP="004F29D6">
      <w:pPr>
        <w:pStyle w:val="libNormal"/>
        <w:rPr>
          <w:rtl/>
          <w:lang w:bidi="fa-IR"/>
        </w:rPr>
      </w:pPr>
      <w:r>
        <w:rPr>
          <w:rtl/>
          <w:lang w:bidi="fa-IR"/>
        </w:rPr>
        <w:t>آنگاه سر از سجده بر ميدارد و مى گويد:اءستغفرالله ربى و اتوب اليه</w:t>
      </w:r>
    </w:p>
    <w:p w:rsidR="004F29D6" w:rsidRDefault="004F29D6" w:rsidP="004F29D6">
      <w:pPr>
        <w:pStyle w:val="libNormal"/>
        <w:rPr>
          <w:rtl/>
          <w:lang w:bidi="fa-IR"/>
        </w:rPr>
      </w:pPr>
      <w:r>
        <w:rPr>
          <w:rtl/>
          <w:lang w:bidi="fa-IR"/>
        </w:rPr>
        <w:t>سپس به سجده دوم مى رود و پس از ذكر سجده ، سر بر مى دارد و مى نشيند.</w:t>
      </w:r>
    </w:p>
    <w:p w:rsidR="004F29D6" w:rsidRDefault="004F29D6" w:rsidP="004F29D6">
      <w:pPr>
        <w:pStyle w:val="libNormal"/>
        <w:rPr>
          <w:rtl/>
          <w:lang w:bidi="fa-IR"/>
        </w:rPr>
      </w:pPr>
      <w:r>
        <w:rPr>
          <w:rtl/>
          <w:lang w:bidi="fa-IR"/>
        </w:rPr>
        <w:lastRenderedPageBreak/>
        <w:t>آنگاه بلند مى شود و مى گويد:</w:t>
      </w:r>
    </w:p>
    <w:p w:rsidR="004F29D6" w:rsidRDefault="004F29D6" w:rsidP="004F29D6">
      <w:pPr>
        <w:pStyle w:val="libNormal"/>
        <w:rPr>
          <w:rtl/>
          <w:lang w:bidi="fa-IR"/>
        </w:rPr>
      </w:pPr>
      <w:r>
        <w:rPr>
          <w:rtl/>
          <w:lang w:bidi="fa-IR"/>
        </w:rPr>
        <w:t>بحول الله و قوته اقوم و اقعد</w:t>
      </w:r>
    </w:p>
    <w:p w:rsidR="004F29D6" w:rsidRDefault="004F29D6" w:rsidP="004F29D6">
      <w:pPr>
        <w:pStyle w:val="libNormal"/>
        <w:rPr>
          <w:rtl/>
          <w:lang w:bidi="fa-IR"/>
        </w:rPr>
      </w:pPr>
      <w:r>
        <w:rPr>
          <w:rtl/>
          <w:lang w:bidi="fa-IR"/>
        </w:rPr>
        <w:t>سپس حمد و سوره را مثل گذشته مى خواند و پس از خاتمه سوره ، قنوت مى گيرد و ذكر قنوت را مى خواند در قنوت هر آيه و دعائى را مى تواند بخواند مثلا:رب زدنى عملا و الحقنى بالصالحين</w:t>
      </w:r>
    </w:p>
    <w:p w:rsidR="004F29D6" w:rsidRDefault="004F29D6" w:rsidP="004F29D6">
      <w:pPr>
        <w:pStyle w:val="libNormal"/>
        <w:rPr>
          <w:rtl/>
          <w:lang w:bidi="fa-IR"/>
        </w:rPr>
      </w:pPr>
      <w:r>
        <w:rPr>
          <w:rtl/>
          <w:lang w:bidi="fa-IR"/>
        </w:rPr>
        <w:t>سپس به ركوع مى رود و ذكر ركوع را مى خواند.</w:t>
      </w:r>
    </w:p>
    <w:p w:rsidR="004F29D6" w:rsidRDefault="004F29D6" w:rsidP="00D749B3">
      <w:pPr>
        <w:pStyle w:val="libNormal"/>
        <w:rPr>
          <w:rtl/>
          <w:lang w:bidi="fa-IR"/>
        </w:rPr>
      </w:pPr>
      <w:r>
        <w:rPr>
          <w:rtl/>
          <w:lang w:bidi="fa-IR"/>
        </w:rPr>
        <w:t>بعد به سجده مى رود و دو سجده را مانند قبل انجام مى دهد. بعد مى نشيند و تشهد مى خواند:اشهد ان لا اله الاالله وحده لاشريك له # و اشهد ان محمدا عبده و رسوله</w:t>
      </w:r>
      <w:r w:rsidR="00D749B3">
        <w:rPr>
          <w:rFonts w:hint="cs"/>
          <w:rtl/>
          <w:lang w:bidi="fa-IR"/>
        </w:rPr>
        <w:t xml:space="preserve"> </w:t>
      </w:r>
      <w:r>
        <w:rPr>
          <w:rtl/>
          <w:lang w:bidi="fa-IR"/>
        </w:rPr>
        <w:t>اللهم صل على محمد و آل محمد</w:t>
      </w:r>
    </w:p>
    <w:p w:rsidR="004F29D6" w:rsidRDefault="004F29D6" w:rsidP="004F29D6">
      <w:pPr>
        <w:pStyle w:val="libNormal"/>
        <w:rPr>
          <w:rtl/>
          <w:lang w:bidi="fa-IR"/>
        </w:rPr>
      </w:pPr>
      <w:r>
        <w:rPr>
          <w:rtl/>
          <w:lang w:bidi="fa-IR"/>
        </w:rPr>
        <w:t>پس از تمام شدن تشهد اگر نماز دو ركعتى است سلام مى دهد و اگر نماز سه ركعتى و يا چهار ركعتى باشد بلند مى شود و تسبيحات چهارگانه را مى خواند:سبحان الله و الحمدلله و لااله الاالله و الله اكبر(سه بار) آنگاه به ركوع مى رود و ذكر ركوع را مى خواند بعد به سجده مى رود و دو سجده را انجام مى دهد بعد مى نشيند و چنانچه نماز مغرب باشد تشهد مى خواند و سلام مى دهد. واگر نماز چهار ركعتى است مثل (ظهر- عصر- عشاء) دوباره برمى خيزد و تسبيحات چهارگانه را مانند قبل مى خواند و به ركوع مى رود و بعد دو سجده را بجا مى آورد سپس مى نشيند و مانند قبل تشهد مى خواند و بعد سلام مى دهد و مى گويد:</w:t>
      </w:r>
    </w:p>
    <w:p w:rsidR="004F29D6" w:rsidRDefault="004F29D6" w:rsidP="00D749B3">
      <w:pPr>
        <w:pStyle w:val="libNormal"/>
        <w:rPr>
          <w:rtl/>
          <w:lang w:bidi="fa-IR"/>
        </w:rPr>
      </w:pPr>
      <w:r>
        <w:rPr>
          <w:rtl/>
          <w:lang w:bidi="fa-IR"/>
        </w:rPr>
        <w:t>السلام عليك ايهاالنبى و رحمة الله و بركاته  السلام علينا و على عباد الله الصالحين  السلام عليكم و رحمة الله و بركاته</w:t>
      </w:r>
    </w:p>
    <w:p w:rsidR="004F29D6" w:rsidRDefault="00D749B3" w:rsidP="00D749B3">
      <w:pPr>
        <w:pStyle w:val="Heading2"/>
        <w:rPr>
          <w:rtl/>
          <w:lang w:bidi="fa-IR"/>
        </w:rPr>
      </w:pPr>
      <w:r>
        <w:rPr>
          <w:rtl/>
          <w:lang w:bidi="fa-IR"/>
        </w:rPr>
        <w:br w:type="page"/>
      </w:r>
      <w:bookmarkStart w:id="250" w:name="_Toc513640293"/>
      <w:bookmarkStart w:id="251" w:name="_Toc513716098"/>
      <w:bookmarkStart w:id="252" w:name="_Toc513716338"/>
      <w:bookmarkStart w:id="253" w:name="_Toc513716449"/>
      <w:bookmarkStart w:id="254" w:name="_Toc513716829"/>
      <w:r w:rsidR="004F29D6">
        <w:rPr>
          <w:rtl/>
          <w:lang w:bidi="fa-IR"/>
        </w:rPr>
        <w:lastRenderedPageBreak/>
        <w:t>به پرسشهاى زير پاسخ دهيد:</w:t>
      </w:r>
      <w:bookmarkEnd w:id="250"/>
      <w:bookmarkEnd w:id="251"/>
      <w:bookmarkEnd w:id="252"/>
      <w:bookmarkEnd w:id="253"/>
      <w:bookmarkEnd w:id="254"/>
    </w:p>
    <w:p w:rsidR="004F29D6" w:rsidRDefault="004F29D6" w:rsidP="004F29D6">
      <w:pPr>
        <w:pStyle w:val="libNormal"/>
        <w:rPr>
          <w:rtl/>
          <w:lang w:bidi="fa-IR"/>
        </w:rPr>
      </w:pPr>
      <w:r>
        <w:rPr>
          <w:rtl/>
          <w:lang w:bidi="fa-IR"/>
        </w:rPr>
        <w:t>١</w:t>
      </w:r>
      <w:r w:rsidR="00D749B3">
        <w:rPr>
          <w:rFonts w:hint="cs"/>
          <w:rtl/>
          <w:lang w:bidi="fa-IR"/>
        </w:rPr>
        <w:t xml:space="preserve"> </w:t>
      </w:r>
      <w:r>
        <w:rPr>
          <w:rtl/>
          <w:lang w:bidi="fa-IR"/>
        </w:rPr>
        <w:t>- فرا رسيدن وقت نماز با چه چيز اعلام مى شود؟</w:t>
      </w:r>
    </w:p>
    <w:p w:rsidR="004F29D6" w:rsidRDefault="004F29D6" w:rsidP="004F29D6">
      <w:pPr>
        <w:pStyle w:val="libNormal"/>
        <w:rPr>
          <w:rtl/>
          <w:lang w:bidi="fa-IR"/>
        </w:rPr>
      </w:pPr>
      <w:r>
        <w:rPr>
          <w:rtl/>
          <w:lang w:bidi="fa-IR"/>
        </w:rPr>
        <w:t>٢</w:t>
      </w:r>
      <w:r w:rsidR="00D749B3">
        <w:rPr>
          <w:rFonts w:hint="cs"/>
          <w:rtl/>
          <w:lang w:bidi="fa-IR"/>
        </w:rPr>
        <w:t xml:space="preserve"> </w:t>
      </w:r>
      <w:r>
        <w:rPr>
          <w:rtl/>
          <w:lang w:bidi="fa-IR"/>
        </w:rPr>
        <w:t>- تفاوت اذان واقامه در چيست ؟</w:t>
      </w:r>
    </w:p>
    <w:p w:rsidR="004F29D6" w:rsidRDefault="004F29D6" w:rsidP="004F29D6">
      <w:pPr>
        <w:pStyle w:val="libNormal"/>
        <w:rPr>
          <w:rtl/>
          <w:lang w:bidi="fa-IR"/>
        </w:rPr>
      </w:pPr>
      <w:r>
        <w:rPr>
          <w:rtl/>
          <w:lang w:bidi="fa-IR"/>
        </w:rPr>
        <w:t>٣</w:t>
      </w:r>
      <w:r w:rsidR="00D749B3">
        <w:rPr>
          <w:rFonts w:hint="cs"/>
          <w:rtl/>
          <w:lang w:bidi="fa-IR"/>
        </w:rPr>
        <w:t xml:space="preserve"> </w:t>
      </w:r>
      <w:r>
        <w:rPr>
          <w:rtl/>
          <w:lang w:bidi="fa-IR"/>
        </w:rPr>
        <w:t>- آيا ركوع و سجود ركن اند؟</w:t>
      </w:r>
    </w:p>
    <w:p w:rsidR="004F29D6" w:rsidRDefault="004F29D6" w:rsidP="004F29D6">
      <w:pPr>
        <w:pStyle w:val="libNormal"/>
        <w:rPr>
          <w:rtl/>
          <w:lang w:bidi="fa-IR"/>
        </w:rPr>
      </w:pPr>
      <w:r>
        <w:rPr>
          <w:rtl/>
          <w:lang w:bidi="fa-IR"/>
        </w:rPr>
        <w:t>٤</w:t>
      </w:r>
      <w:r w:rsidR="00D749B3">
        <w:rPr>
          <w:rFonts w:hint="cs"/>
          <w:rtl/>
          <w:lang w:bidi="fa-IR"/>
        </w:rPr>
        <w:t xml:space="preserve"> </w:t>
      </w:r>
      <w:r>
        <w:rPr>
          <w:rtl/>
          <w:lang w:bidi="fa-IR"/>
        </w:rPr>
        <w:t>- در كدام يك از ركعات نماز، تشهد خوانده مى شود؟</w:t>
      </w:r>
    </w:p>
    <w:p w:rsidR="004F29D6" w:rsidRDefault="004F29D6" w:rsidP="004F29D6">
      <w:pPr>
        <w:pStyle w:val="libNormal"/>
        <w:rPr>
          <w:rtl/>
          <w:lang w:bidi="fa-IR"/>
        </w:rPr>
      </w:pPr>
      <w:r>
        <w:rPr>
          <w:rtl/>
          <w:lang w:bidi="fa-IR"/>
        </w:rPr>
        <w:t>٥</w:t>
      </w:r>
      <w:r w:rsidR="00D749B3">
        <w:rPr>
          <w:rFonts w:hint="cs"/>
          <w:rtl/>
          <w:lang w:bidi="fa-IR"/>
        </w:rPr>
        <w:t xml:space="preserve"> </w:t>
      </w:r>
      <w:r>
        <w:rPr>
          <w:rtl/>
          <w:lang w:bidi="fa-IR"/>
        </w:rPr>
        <w:t>- تفاوت ركوع با ذكر ركوع چيست ؟</w:t>
      </w:r>
    </w:p>
    <w:p w:rsidR="004F29D6" w:rsidRDefault="004F29D6" w:rsidP="004F29D6">
      <w:pPr>
        <w:pStyle w:val="libNormal"/>
        <w:rPr>
          <w:rtl/>
          <w:lang w:bidi="fa-IR"/>
        </w:rPr>
      </w:pPr>
    </w:p>
    <w:p w:rsidR="004F29D6" w:rsidRDefault="00D749B3" w:rsidP="00D749B3">
      <w:pPr>
        <w:pStyle w:val="Heading1"/>
        <w:rPr>
          <w:rtl/>
          <w:lang w:bidi="fa-IR"/>
        </w:rPr>
      </w:pPr>
      <w:r>
        <w:rPr>
          <w:rtl/>
          <w:lang w:bidi="fa-IR"/>
        </w:rPr>
        <w:br w:type="page"/>
      </w:r>
      <w:bookmarkStart w:id="255" w:name="_Toc513640294"/>
      <w:bookmarkStart w:id="256" w:name="_Toc513716099"/>
      <w:bookmarkStart w:id="257" w:name="_Toc513716339"/>
      <w:bookmarkStart w:id="258" w:name="_Toc513716450"/>
      <w:bookmarkStart w:id="259" w:name="_Toc513716830"/>
      <w:r w:rsidR="004F29D6">
        <w:rPr>
          <w:rtl/>
          <w:lang w:bidi="fa-IR"/>
        </w:rPr>
        <w:lastRenderedPageBreak/>
        <w:t>درس هفتم : شكيات نماز</w:t>
      </w:r>
      <w:bookmarkEnd w:id="255"/>
      <w:bookmarkEnd w:id="256"/>
      <w:bookmarkEnd w:id="257"/>
      <w:bookmarkEnd w:id="258"/>
      <w:bookmarkEnd w:id="259"/>
    </w:p>
    <w:p w:rsidR="004F29D6" w:rsidRDefault="004F29D6" w:rsidP="004F29D6">
      <w:pPr>
        <w:pStyle w:val="libNormal"/>
        <w:rPr>
          <w:rtl/>
          <w:lang w:bidi="fa-IR"/>
        </w:rPr>
      </w:pPr>
      <w:r>
        <w:rPr>
          <w:rtl/>
          <w:lang w:bidi="fa-IR"/>
        </w:rPr>
        <w:t>شكيات بر ٢٣ قسم است ، هشت قسم آن نماز را باطل مى كند و به شش قسم آن نبايد اعتنايى كرد و نه قسم آن صحيح است .</w:t>
      </w:r>
    </w:p>
    <w:p w:rsidR="004F29D6" w:rsidRDefault="004F29D6" w:rsidP="00D749B3">
      <w:pPr>
        <w:pStyle w:val="Heading2"/>
        <w:rPr>
          <w:rtl/>
          <w:lang w:bidi="fa-IR"/>
        </w:rPr>
      </w:pPr>
      <w:bookmarkStart w:id="260" w:name="_Toc513640295"/>
      <w:bookmarkStart w:id="261" w:name="_Toc513716100"/>
      <w:bookmarkStart w:id="262" w:name="_Toc513716340"/>
      <w:bookmarkStart w:id="263" w:name="_Toc513716451"/>
      <w:bookmarkStart w:id="264" w:name="_Toc513716831"/>
      <w:r>
        <w:rPr>
          <w:rtl/>
          <w:lang w:bidi="fa-IR"/>
        </w:rPr>
        <w:t>شكهاى باطل :</w:t>
      </w:r>
      <w:bookmarkEnd w:id="260"/>
      <w:bookmarkEnd w:id="261"/>
      <w:bookmarkEnd w:id="262"/>
      <w:bookmarkEnd w:id="263"/>
      <w:bookmarkEnd w:id="264"/>
    </w:p>
    <w:p w:rsidR="004F29D6" w:rsidRDefault="004F29D6" w:rsidP="004F29D6">
      <w:pPr>
        <w:pStyle w:val="libNormal"/>
        <w:rPr>
          <w:rtl/>
          <w:lang w:bidi="fa-IR"/>
        </w:rPr>
      </w:pPr>
      <w:r>
        <w:rPr>
          <w:rtl/>
          <w:lang w:bidi="fa-IR"/>
        </w:rPr>
        <w:t>اگر يكى از اين شكها را براى نمازگزار پيش آيد، نمازش باطل است :</w:t>
      </w:r>
    </w:p>
    <w:p w:rsidR="004F29D6" w:rsidRDefault="004F29D6" w:rsidP="004F29D6">
      <w:pPr>
        <w:pStyle w:val="libNormal"/>
        <w:rPr>
          <w:rtl/>
          <w:lang w:bidi="fa-IR"/>
        </w:rPr>
      </w:pPr>
      <w:r>
        <w:rPr>
          <w:rtl/>
          <w:lang w:bidi="fa-IR"/>
        </w:rPr>
        <w:t>١</w:t>
      </w:r>
      <w:r w:rsidR="00D749B3">
        <w:rPr>
          <w:rFonts w:hint="cs"/>
          <w:rtl/>
          <w:lang w:bidi="fa-IR"/>
        </w:rPr>
        <w:t xml:space="preserve"> </w:t>
      </w:r>
      <w:r>
        <w:rPr>
          <w:rtl/>
          <w:lang w:bidi="fa-IR"/>
        </w:rPr>
        <w:t>- شك در شماره ركعتهاى نمازهاى دو ركعتى</w:t>
      </w:r>
    </w:p>
    <w:p w:rsidR="004F29D6" w:rsidRDefault="004F29D6" w:rsidP="004F29D6">
      <w:pPr>
        <w:pStyle w:val="libNormal"/>
        <w:rPr>
          <w:rtl/>
          <w:lang w:bidi="fa-IR"/>
        </w:rPr>
      </w:pPr>
      <w:r>
        <w:rPr>
          <w:rtl/>
          <w:lang w:bidi="fa-IR"/>
        </w:rPr>
        <w:t>٢</w:t>
      </w:r>
      <w:r w:rsidR="00D749B3">
        <w:rPr>
          <w:rFonts w:hint="cs"/>
          <w:rtl/>
          <w:lang w:bidi="fa-IR"/>
        </w:rPr>
        <w:t xml:space="preserve"> </w:t>
      </w:r>
      <w:r>
        <w:rPr>
          <w:rtl/>
          <w:lang w:bidi="fa-IR"/>
        </w:rPr>
        <w:t>- شك در شماره ركعتهاى نماز سه ركعتى</w:t>
      </w:r>
    </w:p>
    <w:p w:rsidR="004F29D6" w:rsidRDefault="004F29D6" w:rsidP="004F29D6">
      <w:pPr>
        <w:pStyle w:val="libNormal"/>
        <w:rPr>
          <w:rtl/>
          <w:lang w:bidi="fa-IR"/>
        </w:rPr>
      </w:pPr>
      <w:r>
        <w:rPr>
          <w:rtl/>
          <w:lang w:bidi="fa-IR"/>
        </w:rPr>
        <w:t>٣</w:t>
      </w:r>
      <w:r w:rsidR="00D749B3">
        <w:rPr>
          <w:rFonts w:hint="cs"/>
          <w:rtl/>
          <w:lang w:bidi="fa-IR"/>
        </w:rPr>
        <w:t xml:space="preserve"> </w:t>
      </w:r>
      <w:r>
        <w:rPr>
          <w:rtl/>
          <w:lang w:bidi="fa-IR"/>
        </w:rPr>
        <w:t>- در شكهاى نمازهاى چهار ركعتى كه پاى يك در ميان باشد.</w:t>
      </w:r>
    </w:p>
    <w:p w:rsidR="004F29D6" w:rsidRDefault="004F29D6" w:rsidP="004F29D6">
      <w:pPr>
        <w:pStyle w:val="libNormal"/>
        <w:rPr>
          <w:rtl/>
          <w:lang w:bidi="fa-IR"/>
        </w:rPr>
      </w:pPr>
      <w:r>
        <w:rPr>
          <w:rtl/>
          <w:lang w:bidi="fa-IR"/>
        </w:rPr>
        <w:t>٤</w:t>
      </w:r>
      <w:r w:rsidR="00D749B3">
        <w:rPr>
          <w:rFonts w:hint="cs"/>
          <w:rtl/>
          <w:lang w:bidi="fa-IR"/>
        </w:rPr>
        <w:t xml:space="preserve"> </w:t>
      </w:r>
      <w:r>
        <w:rPr>
          <w:rtl/>
          <w:lang w:bidi="fa-IR"/>
        </w:rPr>
        <w:t>- اگر در نمازهاى چهار ركعتى پيش از تمام شدن سجده دوم شك كند.</w:t>
      </w:r>
    </w:p>
    <w:p w:rsidR="004F29D6" w:rsidRDefault="004F29D6" w:rsidP="004F29D6">
      <w:pPr>
        <w:pStyle w:val="libNormal"/>
        <w:rPr>
          <w:rtl/>
          <w:lang w:bidi="fa-IR"/>
        </w:rPr>
      </w:pPr>
      <w:r>
        <w:rPr>
          <w:rtl/>
          <w:lang w:bidi="fa-IR"/>
        </w:rPr>
        <w:t>٥</w:t>
      </w:r>
      <w:r w:rsidR="00D749B3">
        <w:rPr>
          <w:rFonts w:hint="cs"/>
          <w:rtl/>
          <w:lang w:bidi="fa-IR"/>
        </w:rPr>
        <w:t xml:space="preserve"> </w:t>
      </w:r>
      <w:r>
        <w:rPr>
          <w:rtl/>
          <w:lang w:bidi="fa-IR"/>
        </w:rPr>
        <w:t>- شك بين ٢ و ٥ يا ٢ و بيشتر از ٥.</w:t>
      </w:r>
    </w:p>
    <w:p w:rsidR="004F29D6" w:rsidRDefault="004F29D6" w:rsidP="004F29D6">
      <w:pPr>
        <w:pStyle w:val="libNormal"/>
        <w:rPr>
          <w:rtl/>
          <w:lang w:bidi="fa-IR"/>
        </w:rPr>
      </w:pPr>
      <w:r>
        <w:rPr>
          <w:rtl/>
          <w:lang w:bidi="fa-IR"/>
        </w:rPr>
        <w:t>٦</w:t>
      </w:r>
      <w:r w:rsidR="00D749B3">
        <w:rPr>
          <w:rFonts w:hint="cs"/>
          <w:rtl/>
          <w:lang w:bidi="fa-IR"/>
        </w:rPr>
        <w:t xml:space="preserve"> </w:t>
      </w:r>
      <w:r>
        <w:rPr>
          <w:rtl/>
          <w:lang w:bidi="fa-IR"/>
        </w:rPr>
        <w:t>- شك بين ٣ و ٦ يا ٣ و بيشتر از ٦.</w:t>
      </w:r>
    </w:p>
    <w:p w:rsidR="004F29D6" w:rsidRDefault="004F29D6" w:rsidP="004F29D6">
      <w:pPr>
        <w:pStyle w:val="libNormal"/>
        <w:rPr>
          <w:rtl/>
          <w:lang w:bidi="fa-IR"/>
        </w:rPr>
      </w:pPr>
      <w:r>
        <w:rPr>
          <w:rtl/>
          <w:lang w:bidi="fa-IR"/>
        </w:rPr>
        <w:t>٧</w:t>
      </w:r>
      <w:r w:rsidR="00D749B3">
        <w:rPr>
          <w:rFonts w:hint="cs"/>
          <w:rtl/>
          <w:lang w:bidi="fa-IR"/>
        </w:rPr>
        <w:t xml:space="preserve"> </w:t>
      </w:r>
      <w:r>
        <w:rPr>
          <w:rtl/>
          <w:lang w:bidi="fa-IR"/>
        </w:rPr>
        <w:t>- شك بين ٤ و ٦ و يا ٤ و بيشتر از ٦.</w:t>
      </w:r>
    </w:p>
    <w:p w:rsidR="004F29D6" w:rsidRDefault="004F29D6" w:rsidP="004F29D6">
      <w:pPr>
        <w:pStyle w:val="libNormal"/>
        <w:rPr>
          <w:rtl/>
          <w:lang w:bidi="fa-IR"/>
        </w:rPr>
      </w:pPr>
      <w:r>
        <w:rPr>
          <w:rtl/>
          <w:lang w:bidi="fa-IR"/>
        </w:rPr>
        <w:t>٨</w:t>
      </w:r>
      <w:r w:rsidR="00D749B3">
        <w:rPr>
          <w:rFonts w:hint="cs"/>
          <w:rtl/>
          <w:lang w:bidi="fa-IR"/>
        </w:rPr>
        <w:t xml:space="preserve"> </w:t>
      </w:r>
      <w:r>
        <w:rPr>
          <w:rtl/>
          <w:lang w:bidi="fa-IR"/>
        </w:rPr>
        <w:t>- شك در ركعتهاى نماز كه نداند چند ركعت خوانده</w:t>
      </w:r>
    </w:p>
    <w:p w:rsidR="004F29D6" w:rsidRDefault="004F29D6" w:rsidP="004F29D6">
      <w:pPr>
        <w:pStyle w:val="libNormal"/>
        <w:rPr>
          <w:rtl/>
          <w:lang w:bidi="fa-IR"/>
        </w:rPr>
      </w:pPr>
      <w:r>
        <w:rPr>
          <w:rtl/>
          <w:lang w:bidi="fa-IR"/>
        </w:rPr>
        <w:t>شكهائى كه نبايد به آن ها اعتنا كرد:</w:t>
      </w:r>
    </w:p>
    <w:p w:rsidR="004F29D6" w:rsidRDefault="004F29D6" w:rsidP="004F29D6">
      <w:pPr>
        <w:pStyle w:val="libNormal"/>
        <w:rPr>
          <w:rtl/>
          <w:lang w:bidi="fa-IR"/>
        </w:rPr>
      </w:pPr>
      <w:r>
        <w:rPr>
          <w:rtl/>
          <w:lang w:bidi="fa-IR"/>
        </w:rPr>
        <w:t>١</w:t>
      </w:r>
      <w:r w:rsidR="00D749B3">
        <w:rPr>
          <w:rFonts w:hint="cs"/>
          <w:rtl/>
          <w:lang w:bidi="fa-IR"/>
        </w:rPr>
        <w:t xml:space="preserve"> </w:t>
      </w:r>
      <w:r>
        <w:rPr>
          <w:rtl/>
          <w:lang w:bidi="fa-IR"/>
        </w:rPr>
        <w:t>- شك در چيزى كه نمازگزار از محل آن گذشته است مثل اينكه در ركوع شك كند كه آيا حمد و سوره را خوانده يا نه .</w:t>
      </w:r>
    </w:p>
    <w:p w:rsidR="004F29D6" w:rsidRDefault="004F29D6" w:rsidP="004F29D6">
      <w:pPr>
        <w:pStyle w:val="libNormal"/>
        <w:rPr>
          <w:rtl/>
          <w:lang w:bidi="fa-IR"/>
        </w:rPr>
      </w:pPr>
      <w:r>
        <w:rPr>
          <w:rtl/>
          <w:lang w:bidi="fa-IR"/>
        </w:rPr>
        <w:t>٢</w:t>
      </w:r>
      <w:r w:rsidR="00D749B3">
        <w:rPr>
          <w:rFonts w:hint="cs"/>
          <w:rtl/>
          <w:lang w:bidi="fa-IR"/>
        </w:rPr>
        <w:t xml:space="preserve"> </w:t>
      </w:r>
      <w:r>
        <w:rPr>
          <w:rtl/>
          <w:lang w:bidi="fa-IR"/>
        </w:rPr>
        <w:t>- شك بعد از سلام نماز</w:t>
      </w:r>
    </w:p>
    <w:p w:rsidR="004F29D6" w:rsidRDefault="004F29D6" w:rsidP="004F29D6">
      <w:pPr>
        <w:pStyle w:val="libNormal"/>
        <w:rPr>
          <w:rtl/>
          <w:lang w:bidi="fa-IR"/>
        </w:rPr>
      </w:pPr>
      <w:r>
        <w:rPr>
          <w:rtl/>
          <w:lang w:bidi="fa-IR"/>
        </w:rPr>
        <w:t>٣</w:t>
      </w:r>
      <w:r w:rsidR="00D749B3">
        <w:rPr>
          <w:rFonts w:hint="cs"/>
          <w:rtl/>
          <w:lang w:bidi="fa-IR"/>
        </w:rPr>
        <w:t xml:space="preserve"> </w:t>
      </w:r>
      <w:r>
        <w:rPr>
          <w:rtl/>
          <w:lang w:bidi="fa-IR"/>
        </w:rPr>
        <w:t>- شك بعد از گذشتن وقت نماز</w:t>
      </w:r>
    </w:p>
    <w:p w:rsidR="004F29D6" w:rsidRDefault="004F29D6" w:rsidP="004F29D6">
      <w:pPr>
        <w:pStyle w:val="libNormal"/>
        <w:rPr>
          <w:rtl/>
          <w:lang w:bidi="fa-IR"/>
        </w:rPr>
      </w:pPr>
      <w:r>
        <w:rPr>
          <w:rtl/>
          <w:lang w:bidi="fa-IR"/>
        </w:rPr>
        <w:t>٤</w:t>
      </w:r>
      <w:r w:rsidR="00D749B3">
        <w:rPr>
          <w:rFonts w:hint="cs"/>
          <w:rtl/>
          <w:lang w:bidi="fa-IR"/>
        </w:rPr>
        <w:t xml:space="preserve"> </w:t>
      </w:r>
      <w:r>
        <w:rPr>
          <w:rtl/>
          <w:lang w:bidi="fa-IR"/>
        </w:rPr>
        <w:t>- شك كسى كه زياد در نماز شك مى كند كه به او كثيرالشك مى گويند.</w:t>
      </w:r>
    </w:p>
    <w:p w:rsidR="004F29D6" w:rsidRDefault="004F29D6" w:rsidP="004F29D6">
      <w:pPr>
        <w:pStyle w:val="libNormal"/>
        <w:rPr>
          <w:rtl/>
          <w:lang w:bidi="fa-IR"/>
        </w:rPr>
      </w:pPr>
      <w:r>
        <w:rPr>
          <w:rtl/>
          <w:lang w:bidi="fa-IR"/>
        </w:rPr>
        <w:t>٥</w:t>
      </w:r>
      <w:r w:rsidR="00D749B3">
        <w:rPr>
          <w:rFonts w:hint="cs"/>
          <w:rtl/>
          <w:lang w:bidi="fa-IR"/>
        </w:rPr>
        <w:t xml:space="preserve"> </w:t>
      </w:r>
      <w:r>
        <w:rPr>
          <w:rtl/>
          <w:lang w:bidi="fa-IR"/>
        </w:rPr>
        <w:t xml:space="preserve">- شك امام در شماره ركعتهاى نماز در صورتى كه ماءموم آن را بداند و يا شك ماءموم در ركعتهاى نماز در صورتى كه شماره آن را امام بداند كه در </w:t>
      </w:r>
      <w:r>
        <w:rPr>
          <w:rtl/>
          <w:lang w:bidi="fa-IR"/>
        </w:rPr>
        <w:lastRenderedPageBreak/>
        <w:t>صورت اول ، امام با رجوع به ماءموم رفع شك از خود مى كند و در صورت دوم ، ماءموم ، با رجوع به امام ، وظيفه خود را انجام مى دهد.</w:t>
      </w:r>
    </w:p>
    <w:p w:rsidR="004F29D6" w:rsidRDefault="004F29D6" w:rsidP="004F29D6">
      <w:pPr>
        <w:pStyle w:val="libNormal"/>
        <w:rPr>
          <w:rtl/>
          <w:lang w:bidi="fa-IR"/>
        </w:rPr>
      </w:pPr>
      <w:r>
        <w:rPr>
          <w:rtl/>
          <w:lang w:bidi="fa-IR"/>
        </w:rPr>
        <w:t>٦</w:t>
      </w:r>
      <w:r w:rsidR="00D749B3">
        <w:rPr>
          <w:rFonts w:hint="cs"/>
          <w:rtl/>
          <w:lang w:bidi="fa-IR"/>
        </w:rPr>
        <w:t xml:space="preserve"> </w:t>
      </w:r>
      <w:r>
        <w:rPr>
          <w:rtl/>
          <w:lang w:bidi="fa-IR"/>
        </w:rPr>
        <w:t>- شك در نمازهاى مستحبى</w:t>
      </w:r>
    </w:p>
    <w:p w:rsidR="004F29D6" w:rsidRDefault="004F29D6" w:rsidP="00D749B3">
      <w:pPr>
        <w:pStyle w:val="Heading2"/>
        <w:rPr>
          <w:rtl/>
          <w:lang w:bidi="fa-IR"/>
        </w:rPr>
      </w:pPr>
      <w:bookmarkStart w:id="265" w:name="_Toc513640296"/>
      <w:bookmarkStart w:id="266" w:name="_Toc513716101"/>
      <w:bookmarkStart w:id="267" w:name="_Toc513716341"/>
      <w:bookmarkStart w:id="268" w:name="_Toc513716452"/>
      <w:bookmarkStart w:id="269" w:name="_Toc513716832"/>
      <w:r>
        <w:rPr>
          <w:rtl/>
          <w:lang w:bidi="fa-IR"/>
        </w:rPr>
        <w:t>شكهاى صحيح</w:t>
      </w:r>
      <w:bookmarkEnd w:id="265"/>
      <w:bookmarkEnd w:id="266"/>
      <w:bookmarkEnd w:id="267"/>
      <w:bookmarkEnd w:id="268"/>
      <w:bookmarkEnd w:id="269"/>
    </w:p>
    <w:p w:rsidR="004F29D6" w:rsidRDefault="004F29D6" w:rsidP="004F29D6">
      <w:pPr>
        <w:pStyle w:val="libNormal"/>
        <w:rPr>
          <w:rtl/>
          <w:lang w:bidi="fa-IR"/>
        </w:rPr>
      </w:pPr>
      <w:r>
        <w:rPr>
          <w:rtl/>
          <w:lang w:bidi="fa-IR"/>
        </w:rPr>
        <w:t>در نه صورت اگر نمازگزار در شماره ركعتهاى نماز چهار ركعتى شك كند بايد به دستورات زير عمل نمايد:</w:t>
      </w:r>
    </w:p>
    <w:p w:rsidR="004F29D6" w:rsidRDefault="004F29D6" w:rsidP="004F29D6">
      <w:pPr>
        <w:pStyle w:val="libNormal"/>
        <w:rPr>
          <w:rtl/>
          <w:lang w:bidi="fa-IR"/>
        </w:rPr>
      </w:pPr>
      <w:r>
        <w:rPr>
          <w:rtl/>
          <w:lang w:bidi="fa-IR"/>
        </w:rPr>
        <w:t>١</w:t>
      </w:r>
      <w:r w:rsidR="00D749B3">
        <w:rPr>
          <w:rFonts w:hint="cs"/>
          <w:rtl/>
          <w:lang w:bidi="fa-IR"/>
        </w:rPr>
        <w:t xml:space="preserve"> </w:t>
      </w:r>
      <w:r>
        <w:rPr>
          <w:rtl/>
          <w:lang w:bidi="fa-IR"/>
        </w:rPr>
        <w:t>- نمازگزار بعد از سربرداشتن از سجده دوم شك كند دو ركعت خوانده يا سه ركعت ، بنا را بر سه مى گذارد و يك ركعت ديگر را مى خواند و نماز را تمام مى كند سپس يك ركعت نماز احتياط ايستاده ، يا دو ركعت نشسته مى خواند.</w:t>
      </w:r>
    </w:p>
    <w:p w:rsidR="004F29D6" w:rsidRDefault="004F29D6" w:rsidP="004F29D6">
      <w:pPr>
        <w:pStyle w:val="libNormal"/>
        <w:rPr>
          <w:rtl/>
          <w:lang w:bidi="fa-IR"/>
        </w:rPr>
      </w:pPr>
      <w:r>
        <w:rPr>
          <w:rtl/>
          <w:lang w:bidi="fa-IR"/>
        </w:rPr>
        <w:t>٢</w:t>
      </w:r>
      <w:r w:rsidR="00D749B3">
        <w:rPr>
          <w:rFonts w:hint="cs"/>
          <w:rtl/>
          <w:lang w:bidi="fa-IR"/>
        </w:rPr>
        <w:t xml:space="preserve"> </w:t>
      </w:r>
      <w:r>
        <w:rPr>
          <w:rtl/>
          <w:lang w:bidi="fa-IR"/>
        </w:rPr>
        <w:t>- شك بين دو و چهار بعد از سجده دوم ، بنا را بر چهار مى گذارد و نماز را تمام مى كند و دو ركعت نماز احتياط مى خواند.</w:t>
      </w:r>
    </w:p>
    <w:p w:rsidR="004F29D6" w:rsidRDefault="004F29D6" w:rsidP="004F29D6">
      <w:pPr>
        <w:pStyle w:val="libNormal"/>
        <w:rPr>
          <w:rtl/>
          <w:lang w:bidi="fa-IR"/>
        </w:rPr>
      </w:pPr>
      <w:r>
        <w:rPr>
          <w:rtl/>
          <w:lang w:bidi="fa-IR"/>
        </w:rPr>
        <w:t>٣</w:t>
      </w:r>
      <w:r w:rsidR="00D749B3">
        <w:rPr>
          <w:rFonts w:hint="cs"/>
          <w:rtl/>
          <w:lang w:bidi="fa-IR"/>
        </w:rPr>
        <w:t xml:space="preserve"> </w:t>
      </w:r>
      <w:r>
        <w:rPr>
          <w:rtl/>
          <w:lang w:bidi="fa-IR"/>
        </w:rPr>
        <w:t>- شك بين دو و سه و چهار بعد از سجده دوم بنا را بر چهار مى گذارد و نماز را تمام مى كند آنگاه دو ركعت نماز احتياط ايستاده و دو ركعت نشسته مى خواند</w:t>
      </w:r>
    </w:p>
    <w:p w:rsidR="004F29D6" w:rsidRDefault="004F29D6" w:rsidP="004F29D6">
      <w:pPr>
        <w:pStyle w:val="libNormal"/>
        <w:rPr>
          <w:rtl/>
          <w:lang w:bidi="fa-IR"/>
        </w:rPr>
      </w:pPr>
      <w:r>
        <w:rPr>
          <w:rtl/>
          <w:lang w:bidi="fa-IR"/>
        </w:rPr>
        <w:t>٤</w:t>
      </w:r>
      <w:r w:rsidR="00D749B3">
        <w:rPr>
          <w:rFonts w:hint="cs"/>
          <w:rtl/>
          <w:lang w:bidi="fa-IR"/>
        </w:rPr>
        <w:t xml:space="preserve"> </w:t>
      </w:r>
      <w:r>
        <w:rPr>
          <w:rtl/>
          <w:lang w:bidi="fa-IR"/>
        </w:rPr>
        <w:t>- شك بين چهار و پنج بعد از سجده دوم كه بنا را بر چهار مى گذارد و نماز را تمام نموده و بعد از نماز، دو سجده سهو مى كند.</w:t>
      </w:r>
    </w:p>
    <w:p w:rsidR="004F29D6" w:rsidRDefault="004F29D6" w:rsidP="004F29D6">
      <w:pPr>
        <w:pStyle w:val="libNormal"/>
        <w:rPr>
          <w:rtl/>
          <w:lang w:bidi="fa-IR"/>
        </w:rPr>
      </w:pPr>
      <w:r>
        <w:rPr>
          <w:rtl/>
          <w:lang w:bidi="fa-IR"/>
        </w:rPr>
        <w:t>٥</w:t>
      </w:r>
      <w:r w:rsidR="00D749B3">
        <w:rPr>
          <w:rFonts w:hint="cs"/>
          <w:rtl/>
          <w:lang w:bidi="fa-IR"/>
        </w:rPr>
        <w:t xml:space="preserve"> </w:t>
      </w:r>
      <w:r>
        <w:rPr>
          <w:rtl/>
          <w:lang w:bidi="fa-IR"/>
        </w:rPr>
        <w:t>- شك بين سه و چهار در هر كجاى نماز كه باشد بنا را بر چهار مى گذارد و نماز را تمام مى كند وبعد يك ركعت نماز احتياط ايستاده مى خواند.</w:t>
      </w:r>
    </w:p>
    <w:p w:rsidR="004F29D6" w:rsidRDefault="004F29D6" w:rsidP="004F29D6">
      <w:pPr>
        <w:pStyle w:val="libNormal"/>
        <w:rPr>
          <w:rtl/>
          <w:lang w:bidi="fa-IR"/>
        </w:rPr>
      </w:pPr>
      <w:r>
        <w:rPr>
          <w:rtl/>
          <w:lang w:bidi="fa-IR"/>
        </w:rPr>
        <w:t>٦</w:t>
      </w:r>
      <w:r w:rsidR="00D749B3">
        <w:rPr>
          <w:rFonts w:hint="cs"/>
          <w:rtl/>
          <w:lang w:bidi="fa-IR"/>
        </w:rPr>
        <w:t xml:space="preserve"> </w:t>
      </w:r>
      <w:r>
        <w:rPr>
          <w:rtl/>
          <w:lang w:bidi="fa-IR"/>
        </w:rPr>
        <w:t>- شك بين چهار و پنج در حال ايستاده كه بايد نمازگزار بدون ركوع بنشيند و تشهد را بخواند و نماز را سلام دهد و يك ركعت نماز احتياط ايستاده را بخواند.</w:t>
      </w:r>
    </w:p>
    <w:p w:rsidR="004F29D6" w:rsidRDefault="004F29D6" w:rsidP="004F29D6">
      <w:pPr>
        <w:pStyle w:val="libNormal"/>
        <w:rPr>
          <w:rtl/>
          <w:lang w:bidi="fa-IR"/>
        </w:rPr>
      </w:pPr>
      <w:r>
        <w:rPr>
          <w:rtl/>
          <w:lang w:bidi="fa-IR"/>
        </w:rPr>
        <w:lastRenderedPageBreak/>
        <w:t>٧</w:t>
      </w:r>
      <w:r w:rsidR="00D749B3">
        <w:rPr>
          <w:rFonts w:hint="cs"/>
          <w:rtl/>
          <w:lang w:bidi="fa-IR"/>
        </w:rPr>
        <w:t xml:space="preserve"> </w:t>
      </w:r>
      <w:r>
        <w:rPr>
          <w:rtl/>
          <w:lang w:bidi="fa-IR"/>
        </w:rPr>
        <w:t>- شك بين سه و پنج در حال ايستاده كه بايد نماز گزار بدون ركوع بنشيند و تشهد را بخواند و سلام دهد و دو ركعت نماز احتياط را ايستاده بخواند.</w:t>
      </w:r>
    </w:p>
    <w:p w:rsidR="004F29D6" w:rsidRDefault="004F29D6" w:rsidP="004F29D6">
      <w:pPr>
        <w:pStyle w:val="libNormal"/>
        <w:rPr>
          <w:rtl/>
          <w:lang w:bidi="fa-IR"/>
        </w:rPr>
      </w:pPr>
      <w:r>
        <w:rPr>
          <w:rtl/>
          <w:lang w:bidi="fa-IR"/>
        </w:rPr>
        <w:t>٨</w:t>
      </w:r>
      <w:r w:rsidR="00D749B3">
        <w:rPr>
          <w:rFonts w:hint="cs"/>
          <w:rtl/>
          <w:lang w:bidi="fa-IR"/>
        </w:rPr>
        <w:t xml:space="preserve"> </w:t>
      </w:r>
      <w:r>
        <w:rPr>
          <w:rtl/>
          <w:lang w:bidi="fa-IR"/>
        </w:rPr>
        <w:t>- شك بين سه وچهار و پنج در حال ايستاده كه بايد نمازگزار، بنشيند و سلام دهد سپس دو ركعت نماز احتياط ايستاده و دو ركعت نشسته بخواند.</w:t>
      </w:r>
    </w:p>
    <w:p w:rsidR="004F29D6" w:rsidRDefault="004F29D6" w:rsidP="004F29D6">
      <w:pPr>
        <w:pStyle w:val="libNormal"/>
        <w:rPr>
          <w:rtl/>
          <w:lang w:bidi="fa-IR"/>
        </w:rPr>
      </w:pPr>
      <w:r>
        <w:rPr>
          <w:rtl/>
          <w:lang w:bidi="fa-IR"/>
        </w:rPr>
        <w:t>٩</w:t>
      </w:r>
      <w:r w:rsidR="00D749B3">
        <w:rPr>
          <w:rFonts w:hint="cs"/>
          <w:rtl/>
          <w:lang w:bidi="fa-IR"/>
        </w:rPr>
        <w:t xml:space="preserve"> </w:t>
      </w:r>
      <w:r>
        <w:rPr>
          <w:rtl/>
          <w:lang w:bidi="fa-IR"/>
        </w:rPr>
        <w:t>- شك بين پنج و شش در حال ايستاده كه بايد نمازگزار بنشيند و تشهد بخواند و سلام دهد سپس دو سجده سهو را بجا آورد.</w:t>
      </w:r>
    </w:p>
    <w:p w:rsidR="004F29D6" w:rsidRDefault="004F29D6" w:rsidP="00D749B3">
      <w:pPr>
        <w:pStyle w:val="Heading2"/>
        <w:rPr>
          <w:rtl/>
          <w:lang w:bidi="fa-IR"/>
        </w:rPr>
      </w:pPr>
      <w:bookmarkStart w:id="270" w:name="_Toc513640297"/>
      <w:bookmarkStart w:id="271" w:name="_Toc513716102"/>
      <w:bookmarkStart w:id="272" w:name="_Toc513716342"/>
      <w:bookmarkStart w:id="273" w:name="_Toc513716453"/>
      <w:bookmarkStart w:id="274" w:name="_Toc513716833"/>
      <w:r>
        <w:rPr>
          <w:rtl/>
          <w:lang w:bidi="fa-IR"/>
        </w:rPr>
        <w:t>نماز احتياط</w:t>
      </w:r>
      <w:bookmarkEnd w:id="270"/>
      <w:bookmarkEnd w:id="271"/>
      <w:bookmarkEnd w:id="272"/>
      <w:bookmarkEnd w:id="273"/>
      <w:bookmarkEnd w:id="274"/>
    </w:p>
    <w:p w:rsidR="004F29D6" w:rsidRDefault="004F29D6" w:rsidP="004F29D6">
      <w:pPr>
        <w:pStyle w:val="libNormal"/>
        <w:rPr>
          <w:rtl/>
          <w:lang w:bidi="fa-IR"/>
        </w:rPr>
      </w:pPr>
      <w:r>
        <w:rPr>
          <w:rtl/>
          <w:lang w:bidi="fa-IR"/>
        </w:rPr>
        <w:t>كسى كه نماز احتياط بر او واجب شده بايد فورا بعد از نماز نيت كند و تكبير بگويد و حمد را بخواند و به ركوع رود و دو سجده را بخواند پس اگر يك ركعت نماز احتياط بر او واجب است تشهد مى خواند و سلام مى دهد و اگر دو ركعت بعهده اوست پس از دو سجده ديگر پس از دو سجده برمى خيزد و يك ركعت ديگر مثل قبل مى خواند و پس از دو سجده ديگر تشهد مى خواند و سلام مى دهد و دو ركعت نماز احتياط نشسته هم به همين صورت مى خواند با اين تفاوت كه بجاى ايستادن مى نشيند. بايد توجه داشت كه نماز احتياط سوره و قنوت ندارد و بايد آهسته خواند ونيت هم به زبان نياورد.</w:t>
      </w:r>
    </w:p>
    <w:p w:rsidR="004F29D6" w:rsidRDefault="00D749B3" w:rsidP="00D749B3">
      <w:pPr>
        <w:pStyle w:val="Heading2"/>
        <w:rPr>
          <w:rtl/>
          <w:lang w:bidi="fa-IR"/>
        </w:rPr>
      </w:pPr>
      <w:r>
        <w:rPr>
          <w:rtl/>
          <w:lang w:bidi="fa-IR"/>
        </w:rPr>
        <w:br w:type="page"/>
      </w:r>
      <w:bookmarkStart w:id="275" w:name="_Toc513640298"/>
      <w:bookmarkStart w:id="276" w:name="_Toc513716103"/>
      <w:bookmarkStart w:id="277" w:name="_Toc513716343"/>
      <w:bookmarkStart w:id="278" w:name="_Toc513716454"/>
      <w:bookmarkStart w:id="279" w:name="_Toc513716834"/>
      <w:r w:rsidR="004F29D6">
        <w:rPr>
          <w:rtl/>
          <w:lang w:bidi="fa-IR"/>
        </w:rPr>
        <w:lastRenderedPageBreak/>
        <w:t>سجده سهو</w:t>
      </w:r>
      <w:bookmarkEnd w:id="275"/>
      <w:bookmarkEnd w:id="276"/>
      <w:bookmarkEnd w:id="277"/>
      <w:bookmarkEnd w:id="278"/>
      <w:bookmarkEnd w:id="279"/>
    </w:p>
    <w:p w:rsidR="004F29D6" w:rsidRDefault="004F29D6" w:rsidP="004F29D6">
      <w:pPr>
        <w:pStyle w:val="libNormal"/>
        <w:rPr>
          <w:rtl/>
          <w:lang w:bidi="fa-IR"/>
        </w:rPr>
      </w:pPr>
      <w:r>
        <w:rPr>
          <w:rtl/>
          <w:lang w:bidi="fa-IR"/>
        </w:rPr>
        <w:t>در شش مورد بايد سجده سهو كرد يعنى نمازگزار بعد از سلام نماز فورا نيت سجده سهو مى كند و پيشانى را بر چيزى كه سجده بر آن صحيح است مى گذارد و مى گويد:بسم الله و بالله و صلى الله على محمد و آل محمدآنگاه سر از سجده برمى دارد و دوباره به سجده مى رود و باز همان ذكر را تكرار مى كند و سر از سجده بر مى دارد و مى نشيند و تشهد مى خواند و سلام مى دهد.</w:t>
      </w:r>
    </w:p>
    <w:p w:rsidR="004F29D6" w:rsidRDefault="004F29D6" w:rsidP="004F29D6">
      <w:pPr>
        <w:pStyle w:val="libNormal"/>
        <w:rPr>
          <w:rtl/>
          <w:lang w:bidi="fa-IR"/>
        </w:rPr>
      </w:pPr>
      <w:r>
        <w:rPr>
          <w:rtl/>
          <w:lang w:bidi="fa-IR"/>
        </w:rPr>
        <w:t>مواردى كه سجده سهو لازم است عبارتند از:</w:t>
      </w:r>
    </w:p>
    <w:p w:rsidR="004F29D6" w:rsidRDefault="004F29D6" w:rsidP="004F29D6">
      <w:pPr>
        <w:pStyle w:val="libNormal"/>
        <w:rPr>
          <w:rtl/>
          <w:lang w:bidi="fa-IR"/>
        </w:rPr>
      </w:pPr>
      <w:r>
        <w:rPr>
          <w:rtl/>
          <w:lang w:bidi="fa-IR"/>
        </w:rPr>
        <w:t>١</w:t>
      </w:r>
      <w:r w:rsidR="00D749B3">
        <w:rPr>
          <w:rFonts w:hint="cs"/>
          <w:rtl/>
          <w:lang w:bidi="fa-IR"/>
        </w:rPr>
        <w:t xml:space="preserve"> </w:t>
      </w:r>
      <w:r>
        <w:rPr>
          <w:rtl/>
          <w:lang w:bidi="fa-IR"/>
        </w:rPr>
        <w:t>- در بين نماز، سهوا حرف بزند.٢</w:t>
      </w:r>
      <w:r w:rsidR="00D749B3">
        <w:rPr>
          <w:rFonts w:hint="cs"/>
          <w:rtl/>
          <w:lang w:bidi="fa-IR"/>
        </w:rPr>
        <w:t xml:space="preserve"> </w:t>
      </w:r>
      <w:r>
        <w:rPr>
          <w:rtl/>
          <w:lang w:bidi="fa-IR"/>
        </w:rPr>
        <w:t>- جائى كه در نماز نبايد سلام دهد مثلا در ركعت اول سهوا سلام دهد ٣</w:t>
      </w:r>
      <w:r w:rsidR="00D749B3">
        <w:rPr>
          <w:rFonts w:hint="cs"/>
          <w:rtl/>
          <w:lang w:bidi="fa-IR"/>
        </w:rPr>
        <w:t xml:space="preserve"> </w:t>
      </w:r>
      <w:r>
        <w:rPr>
          <w:rtl/>
          <w:lang w:bidi="fa-IR"/>
        </w:rPr>
        <w:t>- در نماز يك سجده را فراموش كند ٤</w:t>
      </w:r>
      <w:r w:rsidR="00D749B3">
        <w:rPr>
          <w:rFonts w:hint="cs"/>
          <w:rtl/>
          <w:lang w:bidi="fa-IR"/>
        </w:rPr>
        <w:t xml:space="preserve"> </w:t>
      </w:r>
      <w:r>
        <w:rPr>
          <w:rtl/>
          <w:lang w:bidi="fa-IR"/>
        </w:rPr>
        <w:t>- تشهد نماز را فراموش كند ٥</w:t>
      </w:r>
      <w:r w:rsidR="00D749B3">
        <w:rPr>
          <w:rFonts w:hint="cs"/>
          <w:rtl/>
          <w:lang w:bidi="fa-IR"/>
        </w:rPr>
        <w:t xml:space="preserve"> </w:t>
      </w:r>
      <w:r>
        <w:rPr>
          <w:rtl/>
          <w:lang w:bidi="fa-IR"/>
        </w:rPr>
        <w:t>- در نماز ٤ ركعتى بعد از سجده دوم شك كند كه ٤ ركعت خوانده يا ٥ ركعت در اين صورت مى نشيند و نماز را تمام مى كند و دو سجده سهو بجا مى آورد ٦</w:t>
      </w:r>
      <w:r w:rsidR="00D749B3">
        <w:rPr>
          <w:rFonts w:hint="cs"/>
          <w:rtl/>
          <w:lang w:bidi="fa-IR"/>
        </w:rPr>
        <w:t xml:space="preserve"> </w:t>
      </w:r>
      <w:r>
        <w:rPr>
          <w:rtl/>
          <w:lang w:bidi="fa-IR"/>
        </w:rPr>
        <w:t>- و همچنين در نماز چهار ركعتى در حالت ايستاده شك بين ٥ و ٦ پيش آيد.</w:t>
      </w:r>
    </w:p>
    <w:p w:rsidR="004F29D6" w:rsidRDefault="00D749B3" w:rsidP="00D749B3">
      <w:pPr>
        <w:pStyle w:val="Heading2"/>
        <w:rPr>
          <w:rtl/>
          <w:lang w:bidi="fa-IR"/>
        </w:rPr>
      </w:pPr>
      <w:r>
        <w:rPr>
          <w:rtl/>
          <w:lang w:bidi="fa-IR"/>
        </w:rPr>
        <w:br w:type="page"/>
      </w:r>
      <w:bookmarkStart w:id="280" w:name="_Toc513640299"/>
      <w:bookmarkStart w:id="281" w:name="_Toc513716104"/>
      <w:bookmarkStart w:id="282" w:name="_Toc513716344"/>
      <w:bookmarkStart w:id="283" w:name="_Toc513716455"/>
      <w:bookmarkStart w:id="284" w:name="_Toc513716835"/>
      <w:r w:rsidR="004F29D6">
        <w:rPr>
          <w:rtl/>
          <w:lang w:bidi="fa-IR"/>
        </w:rPr>
        <w:lastRenderedPageBreak/>
        <w:t>به پرسشهاى زير پاسخ دهيد:</w:t>
      </w:r>
      <w:bookmarkEnd w:id="280"/>
      <w:bookmarkEnd w:id="281"/>
      <w:bookmarkEnd w:id="282"/>
      <w:bookmarkEnd w:id="283"/>
      <w:bookmarkEnd w:id="284"/>
    </w:p>
    <w:p w:rsidR="004F29D6" w:rsidRDefault="004F29D6" w:rsidP="004F29D6">
      <w:pPr>
        <w:pStyle w:val="libNormal"/>
        <w:rPr>
          <w:rtl/>
          <w:lang w:bidi="fa-IR"/>
        </w:rPr>
      </w:pPr>
      <w:r>
        <w:rPr>
          <w:rtl/>
          <w:lang w:bidi="fa-IR"/>
        </w:rPr>
        <w:t>١- اقسام شكهاى باطل كدامند؟</w:t>
      </w:r>
    </w:p>
    <w:p w:rsidR="004F29D6" w:rsidRDefault="004F29D6" w:rsidP="004F29D6">
      <w:pPr>
        <w:pStyle w:val="libNormal"/>
        <w:rPr>
          <w:rtl/>
          <w:lang w:bidi="fa-IR"/>
        </w:rPr>
      </w:pPr>
      <w:r>
        <w:rPr>
          <w:rtl/>
          <w:lang w:bidi="fa-IR"/>
        </w:rPr>
        <w:t>٢- چه شكهايى نبايد به آنها توجه كرد؟</w:t>
      </w:r>
    </w:p>
    <w:p w:rsidR="004F29D6" w:rsidRDefault="004F29D6" w:rsidP="004F29D6">
      <w:pPr>
        <w:pStyle w:val="libNormal"/>
        <w:rPr>
          <w:rtl/>
          <w:lang w:bidi="fa-IR"/>
        </w:rPr>
      </w:pPr>
      <w:r>
        <w:rPr>
          <w:rtl/>
          <w:lang w:bidi="fa-IR"/>
        </w:rPr>
        <w:t>٣- شكهاى صحيح چند نوعند؟</w:t>
      </w:r>
    </w:p>
    <w:p w:rsidR="004F29D6" w:rsidRDefault="004F29D6" w:rsidP="004F29D6">
      <w:pPr>
        <w:pStyle w:val="libNormal"/>
        <w:rPr>
          <w:rtl/>
          <w:lang w:bidi="fa-IR"/>
        </w:rPr>
      </w:pPr>
      <w:r>
        <w:rPr>
          <w:rtl/>
          <w:lang w:bidi="fa-IR"/>
        </w:rPr>
        <w:t>٤- نماز احتياط را چگونه بايد خواند؟</w:t>
      </w:r>
    </w:p>
    <w:p w:rsidR="004F29D6" w:rsidRDefault="00D749B3" w:rsidP="00D749B3">
      <w:pPr>
        <w:pStyle w:val="Heading1"/>
        <w:rPr>
          <w:rtl/>
          <w:lang w:bidi="fa-IR"/>
        </w:rPr>
      </w:pPr>
      <w:r>
        <w:rPr>
          <w:rtl/>
          <w:lang w:bidi="fa-IR"/>
        </w:rPr>
        <w:br w:type="page"/>
      </w:r>
      <w:bookmarkStart w:id="285" w:name="_Toc513640300"/>
      <w:bookmarkStart w:id="286" w:name="_Toc513716105"/>
      <w:bookmarkStart w:id="287" w:name="_Toc513716345"/>
      <w:bookmarkStart w:id="288" w:name="_Toc513716456"/>
      <w:bookmarkStart w:id="289" w:name="_Toc513716836"/>
      <w:r w:rsidR="004F29D6">
        <w:rPr>
          <w:rtl/>
          <w:lang w:bidi="fa-IR"/>
        </w:rPr>
        <w:lastRenderedPageBreak/>
        <w:t>درس هشتم : نماز آيات</w:t>
      </w:r>
      <w:bookmarkEnd w:id="285"/>
      <w:bookmarkEnd w:id="286"/>
      <w:bookmarkEnd w:id="287"/>
      <w:bookmarkEnd w:id="288"/>
      <w:bookmarkEnd w:id="289"/>
    </w:p>
    <w:p w:rsidR="004F29D6" w:rsidRDefault="004F29D6" w:rsidP="004F29D6">
      <w:pPr>
        <w:pStyle w:val="libNormal"/>
        <w:rPr>
          <w:rtl/>
          <w:lang w:bidi="fa-IR"/>
        </w:rPr>
      </w:pPr>
      <w:r>
        <w:rPr>
          <w:rtl/>
          <w:lang w:bidi="fa-IR"/>
        </w:rPr>
        <w:t>نماز آيات با يكى از چهار مورد زير واجب مى شود:</w:t>
      </w:r>
    </w:p>
    <w:p w:rsidR="004F29D6" w:rsidRDefault="004F29D6" w:rsidP="004F29D6">
      <w:pPr>
        <w:pStyle w:val="libNormal"/>
        <w:rPr>
          <w:rtl/>
          <w:lang w:bidi="fa-IR"/>
        </w:rPr>
      </w:pPr>
      <w:r>
        <w:rPr>
          <w:rtl/>
          <w:lang w:bidi="fa-IR"/>
        </w:rPr>
        <w:t>١</w:t>
      </w:r>
      <w:r w:rsidR="00D749B3">
        <w:rPr>
          <w:rFonts w:hint="cs"/>
          <w:rtl/>
          <w:lang w:bidi="fa-IR"/>
        </w:rPr>
        <w:t xml:space="preserve"> </w:t>
      </w:r>
      <w:r>
        <w:rPr>
          <w:rtl/>
          <w:lang w:bidi="fa-IR"/>
        </w:rPr>
        <w:t>- گرفتن خورشيد.</w:t>
      </w:r>
    </w:p>
    <w:p w:rsidR="004F29D6" w:rsidRDefault="004F29D6" w:rsidP="004F29D6">
      <w:pPr>
        <w:pStyle w:val="libNormal"/>
        <w:rPr>
          <w:rtl/>
          <w:lang w:bidi="fa-IR"/>
        </w:rPr>
      </w:pPr>
      <w:r>
        <w:rPr>
          <w:rtl/>
          <w:lang w:bidi="fa-IR"/>
        </w:rPr>
        <w:t>٢</w:t>
      </w:r>
      <w:r w:rsidR="00D749B3">
        <w:rPr>
          <w:rFonts w:hint="cs"/>
          <w:rtl/>
          <w:lang w:bidi="fa-IR"/>
        </w:rPr>
        <w:t xml:space="preserve"> </w:t>
      </w:r>
      <w:r>
        <w:rPr>
          <w:rtl/>
          <w:lang w:bidi="fa-IR"/>
        </w:rPr>
        <w:t>- گرفتن ماه .</w:t>
      </w:r>
    </w:p>
    <w:p w:rsidR="004F29D6" w:rsidRDefault="004F29D6" w:rsidP="004F29D6">
      <w:pPr>
        <w:pStyle w:val="libNormal"/>
        <w:rPr>
          <w:rtl/>
          <w:lang w:bidi="fa-IR"/>
        </w:rPr>
      </w:pPr>
      <w:r>
        <w:rPr>
          <w:rtl/>
          <w:lang w:bidi="fa-IR"/>
        </w:rPr>
        <w:t>در هر مورد لازم نيست تمام قرص گرفته شود و يا كسى بترسد.</w:t>
      </w:r>
    </w:p>
    <w:p w:rsidR="004F29D6" w:rsidRDefault="004F29D6" w:rsidP="004F29D6">
      <w:pPr>
        <w:pStyle w:val="libNormal"/>
        <w:rPr>
          <w:rtl/>
          <w:lang w:bidi="fa-IR"/>
        </w:rPr>
      </w:pPr>
      <w:r>
        <w:rPr>
          <w:rtl/>
          <w:lang w:bidi="fa-IR"/>
        </w:rPr>
        <w:t>٣</w:t>
      </w:r>
      <w:r w:rsidR="00D749B3">
        <w:rPr>
          <w:rFonts w:hint="cs"/>
          <w:rtl/>
          <w:lang w:bidi="fa-IR"/>
        </w:rPr>
        <w:t xml:space="preserve"> </w:t>
      </w:r>
      <w:r>
        <w:rPr>
          <w:rtl/>
          <w:lang w:bidi="fa-IR"/>
        </w:rPr>
        <w:t>- زلزله اگر چه كسى نترسد.</w:t>
      </w:r>
    </w:p>
    <w:p w:rsidR="004F29D6" w:rsidRDefault="004F29D6" w:rsidP="004F29D6">
      <w:pPr>
        <w:pStyle w:val="libNormal"/>
        <w:rPr>
          <w:rtl/>
          <w:lang w:bidi="fa-IR"/>
        </w:rPr>
      </w:pPr>
      <w:r>
        <w:rPr>
          <w:rtl/>
          <w:lang w:bidi="fa-IR"/>
        </w:rPr>
        <w:t>٤</w:t>
      </w:r>
      <w:r w:rsidR="00D749B3">
        <w:rPr>
          <w:rFonts w:hint="cs"/>
          <w:rtl/>
          <w:lang w:bidi="fa-IR"/>
        </w:rPr>
        <w:t xml:space="preserve"> </w:t>
      </w:r>
      <w:r>
        <w:rPr>
          <w:rtl/>
          <w:lang w:bidi="fa-IR"/>
        </w:rPr>
        <w:t>- رعد و برق و طوفانهاى شديد در صورتى كه بيشتر مردم بترسند.</w:t>
      </w:r>
    </w:p>
    <w:p w:rsidR="004F29D6" w:rsidRDefault="004F29D6" w:rsidP="00D749B3">
      <w:pPr>
        <w:pStyle w:val="Heading2"/>
        <w:rPr>
          <w:rtl/>
          <w:lang w:bidi="fa-IR"/>
        </w:rPr>
      </w:pPr>
      <w:bookmarkStart w:id="290" w:name="_Toc513640301"/>
      <w:bookmarkStart w:id="291" w:name="_Toc513716106"/>
      <w:bookmarkStart w:id="292" w:name="_Toc513716346"/>
      <w:bookmarkStart w:id="293" w:name="_Toc513716457"/>
      <w:bookmarkStart w:id="294" w:name="_Toc513716837"/>
      <w:r>
        <w:rPr>
          <w:rtl/>
          <w:lang w:bidi="fa-IR"/>
        </w:rPr>
        <w:t>كيفيت نماز آيات :</w:t>
      </w:r>
      <w:bookmarkEnd w:id="290"/>
      <w:bookmarkEnd w:id="291"/>
      <w:bookmarkEnd w:id="292"/>
      <w:bookmarkEnd w:id="293"/>
      <w:bookmarkEnd w:id="294"/>
    </w:p>
    <w:p w:rsidR="004F29D6" w:rsidRDefault="004F29D6" w:rsidP="004F29D6">
      <w:pPr>
        <w:pStyle w:val="libNormal"/>
        <w:rPr>
          <w:rtl/>
          <w:lang w:bidi="fa-IR"/>
        </w:rPr>
      </w:pPr>
      <w:r>
        <w:rPr>
          <w:rtl/>
          <w:lang w:bidi="fa-IR"/>
        </w:rPr>
        <w:t>نماز آيات دو ركعت است در هر ركعت پنج ركوع دارد به صورتهاى مختلف خوانده مى شود و مختصرترين صورت آن ، بدين گونه است كه نمازگزار پس از نيت تكبير مى گويد و حمد و سوره را پنج قسمت مى كند و در هر قسمت به ركوع مى رود و سر از ركوع برمى دارد و قسمت ديگر را مى خواند مثلا مى گويد:</w:t>
      </w:r>
    </w:p>
    <w:p w:rsidR="004F29D6" w:rsidRDefault="004F29D6" w:rsidP="004F29D6">
      <w:pPr>
        <w:pStyle w:val="libNormal"/>
        <w:rPr>
          <w:rtl/>
          <w:lang w:bidi="fa-IR"/>
        </w:rPr>
      </w:pPr>
      <w:r>
        <w:rPr>
          <w:rtl/>
          <w:lang w:bidi="fa-IR"/>
        </w:rPr>
        <w:t>بسم الله الرحمن الرحيم ركوع</w:t>
      </w:r>
    </w:p>
    <w:p w:rsidR="004F29D6" w:rsidRDefault="00D749B3" w:rsidP="004F29D6">
      <w:pPr>
        <w:pStyle w:val="libNormal"/>
        <w:rPr>
          <w:rtl/>
          <w:lang w:bidi="fa-IR"/>
        </w:rPr>
      </w:pPr>
      <w:r w:rsidRPr="00D749B3">
        <w:rPr>
          <w:rStyle w:val="libAlaemChar"/>
          <w:rFonts w:hint="cs"/>
          <w:rtl/>
        </w:rPr>
        <w:t>(</w:t>
      </w:r>
      <w:r w:rsidRPr="00622DAB">
        <w:rPr>
          <w:rStyle w:val="libAieChar"/>
          <w:rFonts w:hint="cs"/>
          <w:rtl/>
        </w:rPr>
        <w:t>قُلْ هُوَ اللَّـهُ أَحَدٌ</w:t>
      </w:r>
      <w:r>
        <w:rPr>
          <w:rtl/>
          <w:lang w:bidi="fa-IR"/>
        </w:rPr>
        <w:t xml:space="preserve"> </w:t>
      </w:r>
      <w:r w:rsidRPr="00D749B3">
        <w:rPr>
          <w:rStyle w:val="libAlaemChar"/>
          <w:rFonts w:hint="cs"/>
          <w:rtl/>
        </w:rPr>
        <w:t>)</w:t>
      </w:r>
      <w:r w:rsidR="004F29D6">
        <w:rPr>
          <w:rtl/>
          <w:lang w:bidi="fa-IR"/>
        </w:rPr>
        <w:t>ركوع</w:t>
      </w:r>
    </w:p>
    <w:p w:rsidR="004F29D6" w:rsidRDefault="00D749B3" w:rsidP="004F29D6">
      <w:pPr>
        <w:pStyle w:val="libNormal"/>
        <w:rPr>
          <w:rtl/>
          <w:lang w:bidi="fa-IR"/>
        </w:rPr>
      </w:pPr>
      <w:r w:rsidRPr="00D749B3">
        <w:rPr>
          <w:rStyle w:val="libAlaemChar"/>
          <w:rFonts w:hint="cs"/>
          <w:rtl/>
        </w:rPr>
        <w:t>(</w:t>
      </w:r>
      <w:r w:rsidRPr="00622DAB">
        <w:rPr>
          <w:rStyle w:val="libAieChar"/>
          <w:rFonts w:hint="cs"/>
          <w:rtl/>
        </w:rPr>
        <w:t>اللَّـهُ الصَّمَدُ</w:t>
      </w:r>
      <w:r>
        <w:rPr>
          <w:rtl/>
          <w:lang w:bidi="fa-IR"/>
        </w:rPr>
        <w:t xml:space="preserve"> </w:t>
      </w:r>
      <w:r w:rsidRPr="00D749B3">
        <w:rPr>
          <w:rStyle w:val="libAlaemChar"/>
          <w:rFonts w:hint="cs"/>
          <w:rtl/>
        </w:rPr>
        <w:t>)</w:t>
      </w:r>
      <w:r w:rsidR="004F29D6">
        <w:rPr>
          <w:rtl/>
          <w:lang w:bidi="fa-IR"/>
        </w:rPr>
        <w:t>ركوع</w:t>
      </w:r>
    </w:p>
    <w:p w:rsidR="004F29D6" w:rsidRDefault="00D749B3" w:rsidP="00622DAB">
      <w:pPr>
        <w:pStyle w:val="libNormal"/>
        <w:rPr>
          <w:rtl/>
          <w:lang w:bidi="fa-IR"/>
        </w:rPr>
      </w:pPr>
      <w:r w:rsidRPr="00D749B3">
        <w:rPr>
          <w:rStyle w:val="libAlaemChar"/>
          <w:rFonts w:hint="cs"/>
          <w:rtl/>
        </w:rPr>
        <w:t>(</w:t>
      </w:r>
      <w:r w:rsidRPr="00622DAB">
        <w:rPr>
          <w:rStyle w:val="libAieChar"/>
          <w:rFonts w:hint="cs"/>
          <w:rtl/>
        </w:rPr>
        <w:t>لَمْ يَلِدْ وَلَمْ يُولَدْ</w:t>
      </w:r>
      <w:r w:rsidR="00622DAB" w:rsidRPr="00D749B3">
        <w:rPr>
          <w:rStyle w:val="libAlaemChar"/>
          <w:rFonts w:hint="cs"/>
          <w:rtl/>
        </w:rPr>
        <w:t>)</w:t>
      </w:r>
      <w:r>
        <w:rPr>
          <w:rtl/>
          <w:lang w:bidi="fa-IR"/>
        </w:rPr>
        <w:t xml:space="preserve"> </w:t>
      </w:r>
      <w:r w:rsidR="004F29D6">
        <w:rPr>
          <w:rtl/>
          <w:lang w:bidi="fa-IR"/>
        </w:rPr>
        <w:t>ركوع</w:t>
      </w:r>
    </w:p>
    <w:p w:rsidR="004F29D6" w:rsidRDefault="00D749B3" w:rsidP="00D749B3">
      <w:pPr>
        <w:pStyle w:val="libNormal"/>
        <w:rPr>
          <w:rtl/>
          <w:lang w:bidi="fa-IR"/>
        </w:rPr>
      </w:pPr>
      <w:r w:rsidRPr="00D749B3">
        <w:rPr>
          <w:rStyle w:val="libAlaemChar"/>
          <w:rFonts w:hint="cs"/>
          <w:rtl/>
        </w:rPr>
        <w:t>(</w:t>
      </w:r>
      <w:r w:rsidRPr="00622DAB">
        <w:rPr>
          <w:rStyle w:val="libAieChar"/>
          <w:rFonts w:hint="cs"/>
          <w:rtl/>
        </w:rPr>
        <w:t>وَلَمْ يَكُن لَّهُ كُفُوًا أَحَدٌ</w:t>
      </w:r>
      <w:r w:rsidRPr="00D749B3">
        <w:rPr>
          <w:rStyle w:val="libAlaemChar"/>
          <w:rFonts w:hint="cs"/>
          <w:rtl/>
        </w:rPr>
        <w:t>)</w:t>
      </w:r>
      <w:r>
        <w:rPr>
          <w:rtl/>
          <w:lang w:bidi="fa-IR"/>
        </w:rPr>
        <w:t xml:space="preserve"> </w:t>
      </w:r>
      <w:r w:rsidR="004F29D6">
        <w:rPr>
          <w:rtl/>
          <w:lang w:bidi="fa-IR"/>
        </w:rPr>
        <w:t>ركوع</w:t>
      </w:r>
    </w:p>
    <w:p w:rsidR="004F29D6" w:rsidRDefault="004F29D6" w:rsidP="004F29D6">
      <w:pPr>
        <w:pStyle w:val="libNormal"/>
        <w:rPr>
          <w:rtl/>
          <w:lang w:bidi="fa-IR"/>
        </w:rPr>
      </w:pPr>
      <w:r>
        <w:rPr>
          <w:rtl/>
          <w:lang w:bidi="fa-IR"/>
        </w:rPr>
        <w:t xml:space="preserve">و بعد به سجده مى رود و پس از سجده بر مى خيزد و حمد را مى خواند و سوره را به همان صورت قبل تقسيم مى كند آنگاه به سجده مى رود و تشهد را </w:t>
      </w:r>
      <w:r>
        <w:rPr>
          <w:rtl/>
          <w:lang w:bidi="fa-IR"/>
        </w:rPr>
        <w:lastRenderedPageBreak/>
        <w:t>مى خواند و سلام مى دهد و مستحب است كه قبل از ركوع دهم ، قنوت نيز بخواند.</w:t>
      </w:r>
    </w:p>
    <w:p w:rsidR="004F29D6" w:rsidRDefault="004F29D6" w:rsidP="00622DAB">
      <w:pPr>
        <w:pStyle w:val="Heading2"/>
        <w:rPr>
          <w:rtl/>
          <w:lang w:bidi="fa-IR"/>
        </w:rPr>
      </w:pPr>
      <w:bookmarkStart w:id="295" w:name="_Toc513640302"/>
      <w:bookmarkStart w:id="296" w:name="_Toc513716107"/>
      <w:bookmarkStart w:id="297" w:name="_Toc513716347"/>
      <w:bookmarkStart w:id="298" w:name="_Toc513716458"/>
      <w:bookmarkStart w:id="299" w:name="_Toc513716838"/>
      <w:r>
        <w:rPr>
          <w:rtl/>
          <w:lang w:bidi="fa-IR"/>
        </w:rPr>
        <w:t>نماز ميت</w:t>
      </w:r>
      <w:bookmarkEnd w:id="295"/>
      <w:bookmarkEnd w:id="296"/>
      <w:bookmarkEnd w:id="297"/>
      <w:bookmarkEnd w:id="298"/>
      <w:bookmarkEnd w:id="299"/>
      <w:r>
        <w:rPr>
          <w:rtl/>
          <w:lang w:bidi="fa-IR"/>
        </w:rPr>
        <w:t xml:space="preserve"> </w:t>
      </w:r>
    </w:p>
    <w:p w:rsidR="004F29D6" w:rsidRDefault="004F29D6" w:rsidP="004F29D6">
      <w:pPr>
        <w:pStyle w:val="libNormal"/>
        <w:rPr>
          <w:rtl/>
          <w:lang w:bidi="fa-IR"/>
        </w:rPr>
      </w:pPr>
      <w:r>
        <w:rPr>
          <w:rtl/>
          <w:lang w:bidi="fa-IR"/>
        </w:rPr>
        <w:t>نماز بر مرده مسلمان اگر چه بچه باشد و شش سال او تمام شده باشد واجب و لازم است و بايد بعد از غسل دادن و كفن كردن ميت ، بر او نماز خواند و لازم نيست دسته جمعى باشد حتى اگر يكنفر باشد بايد خود، بر او نماز بخواند.</w:t>
      </w:r>
    </w:p>
    <w:p w:rsidR="004F29D6" w:rsidRDefault="004F29D6" w:rsidP="004F29D6">
      <w:pPr>
        <w:pStyle w:val="libNormal"/>
        <w:rPr>
          <w:rtl/>
          <w:lang w:bidi="fa-IR"/>
        </w:rPr>
      </w:pPr>
      <w:r>
        <w:rPr>
          <w:rtl/>
          <w:lang w:bidi="fa-IR"/>
        </w:rPr>
        <w:t>دستور نماز ميت ب</w:t>
      </w:r>
      <w:r w:rsidR="00622DAB">
        <w:rPr>
          <w:rFonts w:hint="cs"/>
          <w:rtl/>
          <w:lang w:bidi="fa-IR"/>
        </w:rPr>
        <w:t xml:space="preserve">ه </w:t>
      </w:r>
      <w:r>
        <w:rPr>
          <w:rtl/>
          <w:lang w:bidi="fa-IR"/>
        </w:rPr>
        <w:t>قرار زير است :</w:t>
      </w:r>
    </w:p>
    <w:p w:rsidR="004F29D6" w:rsidRDefault="004F29D6" w:rsidP="004F29D6">
      <w:pPr>
        <w:pStyle w:val="libNormal"/>
        <w:rPr>
          <w:rtl/>
          <w:lang w:bidi="fa-IR"/>
        </w:rPr>
      </w:pPr>
      <w:r>
        <w:rPr>
          <w:rtl/>
          <w:lang w:bidi="fa-IR"/>
        </w:rPr>
        <w:t>ميت را در برابر نمازگزار به پشت بخوابانند بطوريكه سر او بطرف سمت راست نمازگزار و پاى او بطرف چپ نمازگزار قرار گيرد.</w:t>
      </w:r>
    </w:p>
    <w:p w:rsidR="004F29D6" w:rsidRDefault="004F29D6" w:rsidP="004F29D6">
      <w:pPr>
        <w:pStyle w:val="libNormal"/>
        <w:rPr>
          <w:rtl/>
          <w:lang w:bidi="fa-IR"/>
        </w:rPr>
      </w:pPr>
      <w:r>
        <w:rPr>
          <w:rtl/>
          <w:lang w:bidi="fa-IR"/>
        </w:rPr>
        <w:t>نماز ميت پنج تكبير دارد:</w:t>
      </w:r>
    </w:p>
    <w:p w:rsidR="004F29D6" w:rsidRDefault="004F29D6" w:rsidP="004F29D6">
      <w:pPr>
        <w:pStyle w:val="libNormal"/>
        <w:rPr>
          <w:rtl/>
          <w:lang w:bidi="fa-IR"/>
        </w:rPr>
      </w:pPr>
      <w:r>
        <w:rPr>
          <w:rtl/>
          <w:lang w:bidi="fa-IR"/>
        </w:rPr>
        <w:t>پس از تكبير نماز اول مى گويد:اشهد ان لااله الله و ان محمدا رسول الله</w:t>
      </w:r>
    </w:p>
    <w:p w:rsidR="004F29D6" w:rsidRDefault="004F29D6" w:rsidP="004F29D6">
      <w:pPr>
        <w:pStyle w:val="libNormal"/>
        <w:rPr>
          <w:rtl/>
          <w:lang w:bidi="fa-IR"/>
        </w:rPr>
      </w:pPr>
      <w:r>
        <w:rPr>
          <w:rtl/>
          <w:lang w:bidi="fa-IR"/>
        </w:rPr>
        <w:t>پس از تكبير دوم مى گويد:اللهم صل على محمد و آل محمدپس از تكبير سوم مى گويد:اللهم اغفر للمؤ منين و المؤ منات بعد از تكبير چهارم ، اگر ميت مرد است مى گويد:</w:t>
      </w:r>
    </w:p>
    <w:p w:rsidR="004F29D6" w:rsidRDefault="004F29D6" w:rsidP="004F29D6">
      <w:pPr>
        <w:pStyle w:val="libNormal"/>
        <w:rPr>
          <w:rtl/>
          <w:lang w:bidi="fa-IR"/>
        </w:rPr>
      </w:pPr>
      <w:r>
        <w:rPr>
          <w:rtl/>
          <w:lang w:bidi="fa-IR"/>
        </w:rPr>
        <w:t>اللهم اغفر لهذا الميت و اگر زن است مى گويد:اللهم اغفر لهذه الميت بعد تكبير پنجم را مى گويد و نماز را تمام مى كند.</w:t>
      </w:r>
    </w:p>
    <w:p w:rsidR="004F29D6" w:rsidRDefault="00622DAB" w:rsidP="00622DAB">
      <w:pPr>
        <w:pStyle w:val="Heading2"/>
        <w:rPr>
          <w:rtl/>
          <w:lang w:bidi="fa-IR"/>
        </w:rPr>
      </w:pPr>
      <w:r>
        <w:rPr>
          <w:rtl/>
          <w:lang w:bidi="fa-IR"/>
        </w:rPr>
        <w:br w:type="page"/>
      </w:r>
      <w:bookmarkStart w:id="300" w:name="_Toc513640303"/>
      <w:bookmarkStart w:id="301" w:name="_Toc513716108"/>
      <w:bookmarkStart w:id="302" w:name="_Toc513716348"/>
      <w:bookmarkStart w:id="303" w:name="_Toc513716459"/>
      <w:bookmarkStart w:id="304" w:name="_Toc513716839"/>
      <w:r w:rsidR="004F29D6">
        <w:rPr>
          <w:rtl/>
          <w:lang w:bidi="fa-IR"/>
        </w:rPr>
        <w:lastRenderedPageBreak/>
        <w:t>نماز طواف كعبه</w:t>
      </w:r>
      <w:bookmarkEnd w:id="300"/>
      <w:bookmarkEnd w:id="301"/>
      <w:bookmarkEnd w:id="302"/>
      <w:bookmarkEnd w:id="303"/>
      <w:bookmarkEnd w:id="304"/>
    </w:p>
    <w:p w:rsidR="004F29D6" w:rsidRDefault="004F29D6" w:rsidP="004F29D6">
      <w:pPr>
        <w:pStyle w:val="libNormal"/>
        <w:rPr>
          <w:rtl/>
          <w:lang w:bidi="fa-IR"/>
        </w:rPr>
      </w:pPr>
      <w:r>
        <w:rPr>
          <w:rtl/>
          <w:lang w:bidi="fa-IR"/>
        </w:rPr>
        <w:t>يكى از اعمال عمره و حج ، طواف است ، يعنى هفت دور گشتن به دور خانه خدا با شرايطى كه در مناسك حج آمده است ، بعد از تمام شدن طواف بايد فورا دو ركعت نماز به نيت نماز طواف مثل نماز صبح در كنار مقام ابراهيم بخوانند و نبايد بين نماز وطواف فاصله بيفتد يا در جاى ديگرى غير از مقام ابراهيم خوانده شود.</w:t>
      </w:r>
    </w:p>
    <w:p w:rsidR="004F29D6" w:rsidRDefault="004F29D6" w:rsidP="00622DAB">
      <w:pPr>
        <w:pStyle w:val="Heading2"/>
        <w:rPr>
          <w:rtl/>
          <w:lang w:bidi="fa-IR"/>
        </w:rPr>
      </w:pPr>
      <w:bookmarkStart w:id="305" w:name="_Toc513640304"/>
      <w:bookmarkStart w:id="306" w:name="_Toc513716109"/>
      <w:bookmarkStart w:id="307" w:name="_Toc513716349"/>
      <w:bookmarkStart w:id="308" w:name="_Toc513716460"/>
      <w:bookmarkStart w:id="309" w:name="_Toc513716840"/>
      <w:r>
        <w:rPr>
          <w:rtl/>
          <w:lang w:bidi="fa-IR"/>
        </w:rPr>
        <w:t>نماز قضاء</w:t>
      </w:r>
      <w:bookmarkEnd w:id="305"/>
      <w:bookmarkEnd w:id="306"/>
      <w:bookmarkEnd w:id="307"/>
      <w:bookmarkEnd w:id="308"/>
      <w:bookmarkEnd w:id="309"/>
    </w:p>
    <w:p w:rsidR="004F29D6" w:rsidRDefault="004F29D6" w:rsidP="004F29D6">
      <w:pPr>
        <w:pStyle w:val="libNormal"/>
        <w:rPr>
          <w:rtl/>
          <w:lang w:bidi="fa-IR"/>
        </w:rPr>
      </w:pPr>
      <w:r>
        <w:rPr>
          <w:rtl/>
          <w:lang w:bidi="fa-IR"/>
        </w:rPr>
        <w:t>كسى كه نماز واجب خود را در وقت نخوانده يا باطل بوده بايد قضاء، آن را هر چه زودتر بخواند همچنين اگر پدر و مادر نماز و روزه را بجا نياورده اند بر پسر بزرگتر واجب است كه براى آنها نماز بخواند و روزه بجا آورد و چنانچه نتواند ومشكلش باشد بايد ديگرى را بر اين كار اجير كند.</w:t>
      </w:r>
    </w:p>
    <w:p w:rsidR="004F29D6" w:rsidRDefault="004F29D6" w:rsidP="004F29D6">
      <w:pPr>
        <w:pStyle w:val="libNormal"/>
        <w:rPr>
          <w:rtl/>
          <w:lang w:bidi="fa-IR"/>
        </w:rPr>
      </w:pPr>
      <w:r>
        <w:rPr>
          <w:rtl/>
          <w:lang w:bidi="fa-IR"/>
        </w:rPr>
        <w:t>نمازى كه شخص اجير شده يا نذرى كرده كه آن را بخواند</w:t>
      </w:r>
    </w:p>
    <w:p w:rsidR="004F29D6" w:rsidRDefault="004F29D6" w:rsidP="004F29D6">
      <w:pPr>
        <w:pStyle w:val="libNormal"/>
        <w:rPr>
          <w:rtl/>
          <w:lang w:bidi="fa-IR"/>
        </w:rPr>
      </w:pPr>
      <w:r>
        <w:rPr>
          <w:rtl/>
          <w:lang w:bidi="fa-IR"/>
        </w:rPr>
        <w:t>اگر شخصى اجير شده باشد كه در برابر گرفتن مزد، نمازهاى فوت شده ميتى را بخواند و يا اين كه شخصى بخواهد تبرعا و بدون گرفتن مزد، نمازهاى او را بجا آورد، بر او لازم است نمازهاى ميت را به هر نحو كه مشخص كرده اند بخواند و همينطور اگر كسى نذر يا عهد كرده نماز را بخواند، آن نماز نيز بر او واجب مى باشد مثلا شخصى نذر كرده و يا با خداى خود عهد وپيمان بسته كه سه روز نماز بخواند، اين نماز مثل همان نماز يوميه و روزانه است و تفاوتى ندارد.</w:t>
      </w:r>
    </w:p>
    <w:p w:rsidR="004F29D6" w:rsidRDefault="00622DAB" w:rsidP="00622DAB">
      <w:pPr>
        <w:pStyle w:val="Heading2"/>
        <w:rPr>
          <w:rtl/>
          <w:lang w:bidi="fa-IR"/>
        </w:rPr>
      </w:pPr>
      <w:r>
        <w:rPr>
          <w:rtl/>
          <w:lang w:bidi="fa-IR"/>
        </w:rPr>
        <w:br w:type="page"/>
      </w:r>
      <w:bookmarkStart w:id="310" w:name="_Toc513640305"/>
      <w:bookmarkStart w:id="311" w:name="_Toc513716110"/>
      <w:bookmarkStart w:id="312" w:name="_Toc513716350"/>
      <w:bookmarkStart w:id="313" w:name="_Toc513716461"/>
      <w:bookmarkStart w:id="314" w:name="_Toc513716841"/>
      <w:r w:rsidR="004F29D6">
        <w:rPr>
          <w:rtl/>
          <w:lang w:bidi="fa-IR"/>
        </w:rPr>
        <w:lastRenderedPageBreak/>
        <w:t>نماز مسافر</w:t>
      </w:r>
      <w:bookmarkEnd w:id="310"/>
      <w:bookmarkEnd w:id="311"/>
      <w:bookmarkEnd w:id="312"/>
      <w:bookmarkEnd w:id="313"/>
      <w:bookmarkEnd w:id="314"/>
    </w:p>
    <w:p w:rsidR="004F29D6" w:rsidRDefault="004F29D6" w:rsidP="004F29D6">
      <w:pPr>
        <w:pStyle w:val="libNormal"/>
        <w:rPr>
          <w:rtl/>
          <w:lang w:bidi="fa-IR"/>
        </w:rPr>
      </w:pPr>
      <w:r>
        <w:rPr>
          <w:rtl/>
          <w:lang w:bidi="fa-IR"/>
        </w:rPr>
        <w:t>اگر انسان به سفر برود در صورتى كه سفرش كمتر از ٨ فرسخ نباشد، بايد، نمازهاى چهار ركعتى ؛ مثل ظهر و عصر و عشاء را دو ركعت بخواند كه به آن نماز قصر يا (كوتاه) مى گويند بايد توجه داشت كه ديگر فرق بين گذشته و امروز نيست چه گذشته كه مردم با الاغ سفر مى كردند و ماهها سفرشان طول مى كشيد و چه امروز كه مردم با هواپيما سفر مى كنند ولى اگر مسافر پيش از گذشتن وقت نماز به شهر خود برسد نماز را در وطن خود بطور كامل مى خواند.</w:t>
      </w:r>
    </w:p>
    <w:p w:rsidR="004F29D6" w:rsidRDefault="004F29D6" w:rsidP="00622DAB">
      <w:pPr>
        <w:pStyle w:val="Heading2"/>
        <w:rPr>
          <w:rtl/>
          <w:lang w:bidi="fa-IR"/>
        </w:rPr>
      </w:pPr>
      <w:bookmarkStart w:id="315" w:name="_Toc513640306"/>
      <w:bookmarkStart w:id="316" w:name="_Toc513716111"/>
      <w:bookmarkStart w:id="317" w:name="_Toc513716351"/>
      <w:bookmarkStart w:id="318" w:name="_Toc513716462"/>
      <w:bookmarkStart w:id="319" w:name="_Toc513716842"/>
      <w:r>
        <w:rPr>
          <w:rtl/>
          <w:lang w:bidi="fa-IR"/>
        </w:rPr>
        <w:t>نماز جماعت</w:t>
      </w:r>
      <w:bookmarkEnd w:id="315"/>
      <w:bookmarkEnd w:id="316"/>
      <w:bookmarkEnd w:id="317"/>
      <w:bookmarkEnd w:id="318"/>
      <w:bookmarkEnd w:id="319"/>
      <w:r>
        <w:rPr>
          <w:rtl/>
          <w:lang w:bidi="fa-IR"/>
        </w:rPr>
        <w:t xml:space="preserve"> </w:t>
      </w:r>
    </w:p>
    <w:p w:rsidR="004F29D6" w:rsidRDefault="004F29D6" w:rsidP="004F29D6">
      <w:pPr>
        <w:pStyle w:val="libNormal"/>
        <w:rPr>
          <w:rtl/>
          <w:lang w:bidi="fa-IR"/>
        </w:rPr>
      </w:pPr>
      <w:r>
        <w:rPr>
          <w:rtl/>
          <w:lang w:bidi="fa-IR"/>
        </w:rPr>
        <w:t>مستحب است كه نمازهاى واجب به ويژه نمازهاى روزانه را، با جماعت بخوانند، زيرا نماز پشت سر امام جماعت عادل هر ركعت ، آن ثواب صد ركعت دار</w:t>
      </w:r>
      <w:r w:rsidR="00622DAB">
        <w:rPr>
          <w:rFonts w:hint="cs"/>
          <w:rtl/>
          <w:lang w:bidi="fa-IR"/>
        </w:rPr>
        <w:t>د</w:t>
      </w:r>
      <w:r>
        <w:rPr>
          <w:rtl/>
          <w:lang w:bidi="fa-IR"/>
        </w:rPr>
        <w:t xml:space="preserve"> و هر چه بر تعداد ماءمومين اضافه شود ثواب جماعت هم بيشتر مى شود.</w:t>
      </w:r>
    </w:p>
    <w:p w:rsidR="004F29D6" w:rsidRDefault="00622DAB" w:rsidP="00622DAB">
      <w:pPr>
        <w:pStyle w:val="Heading2"/>
        <w:rPr>
          <w:rtl/>
          <w:lang w:bidi="fa-IR"/>
        </w:rPr>
      </w:pPr>
      <w:r>
        <w:rPr>
          <w:rtl/>
          <w:lang w:bidi="fa-IR"/>
        </w:rPr>
        <w:br w:type="page"/>
      </w:r>
      <w:bookmarkStart w:id="320" w:name="_Toc513640307"/>
      <w:bookmarkStart w:id="321" w:name="_Toc513716112"/>
      <w:bookmarkStart w:id="322" w:name="_Toc513716352"/>
      <w:bookmarkStart w:id="323" w:name="_Toc513716463"/>
      <w:bookmarkStart w:id="324" w:name="_Toc513716843"/>
      <w:r w:rsidR="004F29D6">
        <w:rPr>
          <w:rtl/>
          <w:lang w:bidi="fa-IR"/>
        </w:rPr>
        <w:lastRenderedPageBreak/>
        <w:t>نماز جمعه</w:t>
      </w:r>
      <w:bookmarkEnd w:id="320"/>
      <w:bookmarkEnd w:id="321"/>
      <w:bookmarkEnd w:id="322"/>
      <w:bookmarkEnd w:id="323"/>
      <w:bookmarkEnd w:id="324"/>
    </w:p>
    <w:p w:rsidR="00622DAB" w:rsidRDefault="004F29D6" w:rsidP="00622DAB">
      <w:pPr>
        <w:pStyle w:val="libNormal"/>
        <w:rPr>
          <w:rtl/>
          <w:lang w:bidi="fa-IR"/>
        </w:rPr>
      </w:pPr>
      <w:r>
        <w:rPr>
          <w:rtl/>
          <w:lang w:bidi="fa-IR"/>
        </w:rPr>
        <w:t xml:space="preserve">نماز جمعه در زمان حضور امام واجب است و در زمان غيبت واجب تخييرى است </w:t>
      </w:r>
    </w:p>
    <w:p w:rsidR="004F29D6" w:rsidRDefault="004F29D6" w:rsidP="00622DAB">
      <w:pPr>
        <w:pStyle w:val="Heading2"/>
        <w:rPr>
          <w:rtl/>
          <w:lang w:bidi="fa-IR"/>
        </w:rPr>
      </w:pPr>
      <w:bookmarkStart w:id="325" w:name="_Toc513640308"/>
      <w:bookmarkStart w:id="326" w:name="_Toc513716113"/>
      <w:bookmarkStart w:id="327" w:name="_Toc513716353"/>
      <w:bookmarkStart w:id="328" w:name="_Toc513716464"/>
      <w:bookmarkStart w:id="329" w:name="_Toc513716844"/>
      <w:r>
        <w:rPr>
          <w:rtl/>
          <w:lang w:bidi="fa-IR"/>
        </w:rPr>
        <w:t>اقسام روزه :</w:t>
      </w:r>
      <w:bookmarkEnd w:id="325"/>
      <w:bookmarkEnd w:id="326"/>
      <w:bookmarkEnd w:id="327"/>
      <w:bookmarkEnd w:id="328"/>
      <w:bookmarkEnd w:id="329"/>
    </w:p>
    <w:p w:rsidR="004F29D6" w:rsidRDefault="004F29D6" w:rsidP="004F29D6">
      <w:pPr>
        <w:pStyle w:val="libNormal"/>
        <w:rPr>
          <w:rtl/>
          <w:lang w:bidi="fa-IR"/>
        </w:rPr>
      </w:pPr>
      <w:r>
        <w:rPr>
          <w:rtl/>
          <w:lang w:bidi="fa-IR"/>
        </w:rPr>
        <w:t>روزه به چهار نوع تقسيم مى شود: ١</w:t>
      </w:r>
      <w:r w:rsidR="00622DAB">
        <w:rPr>
          <w:rFonts w:hint="cs"/>
          <w:rtl/>
          <w:lang w:bidi="fa-IR"/>
        </w:rPr>
        <w:t xml:space="preserve"> </w:t>
      </w:r>
      <w:r>
        <w:rPr>
          <w:rtl/>
          <w:lang w:bidi="fa-IR"/>
        </w:rPr>
        <w:t>- واجب ٢</w:t>
      </w:r>
      <w:r w:rsidR="00622DAB">
        <w:rPr>
          <w:rFonts w:hint="cs"/>
          <w:rtl/>
          <w:lang w:bidi="fa-IR"/>
        </w:rPr>
        <w:t xml:space="preserve"> </w:t>
      </w:r>
      <w:r>
        <w:rPr>
          <w:rtl/>
          <w:lang w:bidi="fa-IR"/>
        </w:rPr>
        <w:t>- حرام ٣</w:t>
      </w:r>
      <w:r w:rsidR="00622DAB">
        <w:rPr>
          <w:rFonts w:hint="cs"/>
          <w:rtl/>
          <w:lang w:bidi="fa-IR"/>
        </w:rPr>
        <w:t xml:space="preserve"> </w:t>
      </w:r>
      <w:r>
        <w:rPr>
          <w:rtl/>
          <w:lang w:bidi="fa-IR"/>
        </w:rPr>
        <w:t>- مستحب ٤</w:t>
      </w:r>
      <w:r w:rsidR="00622DAB">
        <w:rPr>
          <w:rFonts w:hint="cs"/>
          <w:rtl/>
          <w:lang w:bidi="fa-IR"/>
        </w:rPr>
        <w:t xml:space="preserve"> </w:t>
      </w:r>
      <w:r>
        <w:rPr>
          <w:rtl/>
          <w:lang w:bidi="fa-IR"/>
        </w:rPr>
        <w:t>- مكروه</w:t>
      </w:r>
    </w:p>
    <w:p w:rsidR="004F29D6" w:rsidRDefault="004F29D6" w:rsidP="004F29D6">
      <w:pPr>
        <w:pStyle w:val="libNormal"/>
        <w:rPr>
          <w:rtl/>
          <w:lang w:bidi="fa-IR"/>
        </w:rPr>
      </w:pPr>
      <w:r>
        <w:rPr>
          <w:rtl/>
          <w:lang w:bidi="fa-IR"/>
        </w:rPr>
        <w:t>روزه هاى واجب :</w:t>
      </w:r>
    </w:p>
    <w:p w:rsidR="004F29D6" w:rsidRDefault="004F29D6" w:rsidP="004F29D6">
      <w:pPr>
        <w:pStyle w:val="libNormal"/>
        <w:rPr>
          <w:rtl/>
          <w:lang w:bidi="fa-IR"/>
        </w:rPr>
      </w:pPr>
      <w:r>
        <w:rPr>
          <w:rtl/>
          <w:lang w:bidi="fa-IR"/>
        </w:rPr>
        <w:t>الف - روزه ماه رمضان</w:t>
      </w:r>
    </w:p>
    <w:p w:rsidR="004F29D6" w:rsidRDefault="004F29D6" w:rsidP="004F29D6">
      <w:pPr>
        <w:pStyle w:val="libNormal"/>
        <w:rPr>
          <w:rtl/>
          <w:lang w:bidi="fa-IR"/>
        </w:rPr>
      </w:pPr>
      <w:r>
        <w:rPr>
          <w:rtl/>
          <w:lang w:bidi="fa-IR"/>
        </w:rPr>
        <w:t>ب - روزه قضاء و كفاره</w:t>
      </w:r>
    </w:p>
    <w:p w:rsidR="004F29D6" w:rsidRDefault="004F29D6" w:rsidP="004F29D6">
      <w:pPr>
        <w:pStyle w:val="libNormal"/>
        <w:rPr>
          <w:rtl/>
          <w:lang w:bidi="fa-IR"/>
        </w:rPr>
      </w:pPr>
      <w:r>
        <w:rPr>
          <w:rtl/>
          <w:lang w:bidi="fa-IR"/>
        </w:rPr>
        <w:t>ج - روزه اى كه با نذر واجب مى شود</w:t>
      </w:r>
    </w:p>
    <w:p w:rsidR="004F29D6" w:rsidRDefault="004F29D6" w:rsidP="004F29D6">
      <w:pPr>
        <w:pStyle w:val="libNormal"/>
        <w:rPr>
          <w:rtl/>
          <w:lang w:bidi="fa-IR"/>
        </w:rPr>
      </w:pPr>
      <w:r>
        <w:rPr>
          <w:rtl/>
          <w:lang w:bidi="fa-IR"/>
        </w:rPr>
        <w:t>د- روزه قضاء پدر بر پسر بزرگتر</w:t>
      </w:r>
    </w:p>
    <w:p w:rsidR="004F29D6" w:rsidRDefault="004F29D6" w:rsidP="004F29D6">
      <w:pPr>
        <w:pStyle w:val="libNormal"/>
        <w:rPr>
          <w:rtl/>
          <w:lang w:bidi="fa-IR"/>
        </w:rPr>
      </w:pPr>
      <w:r>
        <w:rPr>
          <w:rtl/>
          <w:lang w:bidi="fa-IR"/>
        </w:rPr>
        <w:t>روزه هاى حرام :</w:t>
      </w:r>
    </w:p>
    <w:p w:rsidR="004F29D6" w:rsidRDefault="004F29D6" w:rsidP="004F29D6">
      <w:pPr>
        <w:pStyle w:val="libNormal"/>
        <w:rPr>
          <w:rtl/>
          <w:lang w:bidi="fa-IR"/>
        </w:rPr>
      </w:pPr>
      <w:r>
        <w:rPr>
          <w:rtl/>
          <w:lang w:bidi="fa-IR"/>
        </w:rPr>
        <w:t>الف - روزه عيد سعيد فطر و عيد سعيد قربان</w:t>
      </w:r>
    </w:p>
    <w:p w:rsidR="004F29D6" w:rsidRDefault="004F29D6" w:rsidP="004F29D6">
      <w:pPr>
        <w:pStyle w:val="libNormal"/>
        <w:rPr>
          <w:rtl/>
          <w:lang w:bidi="fa-IR"/>
        </w:rPr>
      </w:pPr>
      <w:r>
        <w:rPr>
          <w:rtl/>
          <w:lang w:bidi="fa-IR"/>
        </w:rPr>
        <w:t>ب - روزه مستحبى فرزند كه سبب ناراحتى پدر و مادر شود ويا آنكه فرزند را از گرفتن آن نهى كرده باشند.</w:t>
      </w:r>
    </w:p>
    <w:p w:rsidR="004F29D6" w:rsidRDefault="004F29D6" w:rsidP="004F29D6">
      <w:pPr>
        <w:pStyle w:val="libNormal"/>
        <w:rPr>
          <w:rtl/>
          <w:lang w:bidi="fa-IR"/>
        </w:rPr>
      </w:pPr>
      <w:r>
        <w:rPr>
          <w:rtl/>
          <w:lang w:bidi="fa-IR"/>
        </w:rPr>
        <w:t>روزه هاى مستحب :</w:t>
      </w:r>
    </w:p>
    <w:p w:rsidR="004F29D6" w:rsidRDefault="004F29D6" w:rsidP="004F29D6">
      <w:pPr>
        <w:pStyle w:val="libNormal"/>
        <w:rPr>
          <w:rtl/>
          <w:lang w:bidi="fa-IR"/>
        </w:rPr>
      </w:pPr>
      <w:r>
        <w:rPr>
          <w:rtl/>
          <w:lang w:bidi="fa-IR"/>
        </w:rPr>
        <w:t>الف - هر پنجشنبه و جمعه</w:t>
      </w:r>
    </w:p>
    <w:p w:rsidR="004F29D6" w:rsidRDefault="004F29D6" w:rsidP="004F29D6">
      <w:pPr>
        <w:pStyle w:val="libNormal"/>
        <w:rPr>
          <w:rtl/>
          <w:lang w:bidi="fa-IR"/>
        </w:rPr>
      </w:pPr>
      <w:r>
        <w:rPr>
          <w:rtl/>
          <w:lang w:bidi="fa-IR"/>
        </w:rPr>
        <w:t>ب - روز مبعث (٢٧ ماه رجب)</w:t>
      </w:r>
    </w:p>
    <w:p w:rsidR="004F29D6" w:rsidRDefault="004F29D6" w:rsidP="004F29D6">
      <w:pPr>
        <w:pStyle w:val="libNormal"/>
        <w:rPr>
          <w:rtl/>
          <w:lang w:bidi="fa-IR"/>
        </w:rPr>
      </w:pPr>
      <w:r>
        <w:rPr>
          <w:rtl/>
          <w:lang w:bidi="fa-IR"/>
        </w:rPr>
        <w:t>ج - عيد غدير(١٨ ذيحجه)</w:t>
      </w:r>
    </w:p>
    <w:p w:rsidR="004F29D6" w:rsidRDefault="004F29D6" w:rsidP="004F29D6">
      <w:pPr>
        <w:pStyle w:val="libNormal"/>
        <w:rPr>
          <w:rtl/>
          <w:lang w:bidi="fa-IR"/>
        </w:rPr>
      </w:pPr>
      <w:r>
        <w:rPr>
          <w:rtl/>
          <w:lang w:bidi="fa-IR"/>
        </w:rPr>
        <w:t>د- روز ميلاد پيامبر (١٧ ربيع الاول)</w:t>
      </w:r>
    </w:p>
    <w:p w:rsidR="004F29D6" w:rsidRDefault="004F29D6" w:rsidP="004F29D6">
      <w:pPr>
        <w:pStyle w:val="libNormal"/>
        <w:rPr>
          <w:rtl/>
          <w:lang w:bidi="fa-IR"/>
        </w:rPr>
      </w:pPr>
      <w:r>
        <w:rPr>
          <w:rtl/>
          <w:lang w:bidi="fa-IR"/>
        </w:rPr>
        <w:t>ه‍- روز عرفه (٩ذيحجه)</w:t>
      </w:r>
    </w:p>
    <w:p w:rsidR="004F29D6" w:rsidRDefault="004F29D6" w:rsidP="004F29D6">
      <w:pPr>
        <w:pStyle w:val="libNormal"/>
        <w:rPr>
          <w:rtl/>
          <w:lang w:bidi="fa-IR"/>
        </w:rPr>
      </w:pPr>
      <w:r>
        <w:rPr>
          <w:rtl/>
          <w:lang w:bidi="fa-IR"/>
        </w:rPr>
        <w:lastRenderedPageBreak/>
        <w:t>و- تمام ماه رجب و شعبان</w:t>
      </w:r>
    </w:p>
    <w:p w:rsidR="004F29D6" w:rsidRDefault="004F29D6" w:rsidP="004F29D6">
      <w:pPr>
        <w:pStyle w:val="libNormal"/>
        <w:rPr>
          <w:rtl/>
          <w:lang w:bidi="fa-IR"/>
        </w:rPr>
      </w:pPr>
      <w:r>
        <w:rPr>
          <w:rtl/>
          <w:lang w:bidi="fa-IR"/>
        </w:rPr>
        <w:t>ن - عيد نوروز</w:t>
      </w:r>
    </w:p>
    <w:p w:rsidR="004F29D6" w:rsidRDefault="004F29D6" w:rsidP="004F29D6">
      <w:pPr>
        <w:pStyle w:val="libNormal"/>
        <w:rPr>
          <w:rtl/>
          <w:lang w:bidi="fa-IR"/>
        </w:rPr>
      </w:pPr>
      <w:r>
        <w:rPr>
          <w:rtl/>
          <w:lang w:bidi="fa-IR"/>
        </w:rPr>
        <w:t>ى - ١٣ و ١٤ و ١٥ هر ماه</w:t>
      </w:r>
    </w:p>
    <w:p w:rsidR="004F29D6" w:rsidRDefault="004F29D6" w:rsidP="004F29D6">
      <w:pPr>
        <w:pStyle w:val="libNormal"/>
        <w:rPr>
          <w:rtl/>
          <w:lang w:bidi="fa-IR"/>
        </w:rPr>
      </w:pPr>
      <w:r>
        <w:rPr>
          <w:rtl/>
          <w:lang w:bidi="fa-IR"/>
        </w:rPr>
        <w:t>روزه هاى مكروه :</w:t>
      </w:r>
    </w:p>
    <w:p w:rsidR="004F29D6" w:rsidRDefault="004F29D6" w:rsidP="004F29D6">
      <w:pPr>
        <w:pStyle w:val="libNormal"/>
        <w:rPr>
          <w:rtl/>
          <w:lang w:bidi="fa-IR"/>
        </w:rPr>
      </w:pPr>
      <w:r>
        <w:rPr>
          <w:rtl/>
          <w:lang w:bidi="fa-IR"/>
        </w:rPr>
        <w:t>الف - روزه مستحبى ميهمان بدون اجازه ميزبان و يا نهى او</w:t>
      </w:r>
    </w:p>
    <w:p w:rsidR="004F29D6" w:rsidRDefault="004F29D6" w:rsidP="004F29D6">
      <w:pPr>
        <w:pStyle w:val="libNormal"/>
        <w:rPr>
          <w:rtl/>
          <w:lang w:bidi="fa-IR"/>
        </w:rPr>
      </w:pPr>
      <w:r>
        <w:rPr>
          <w:rtl/>
          <w:lang w:bidi="fa-IR"/>
        </w:rPr>
        <w:t>ب - روزه مستحبى فرزند بدون اجازه پدر</w:t>
      </w:r>
    </w:p>
    <w:p w:rsidR="004F29D6" w:rsidRDefault="004F29D6" w:rsidP="004F29D6">
      <w:pPr>
        <w:pStyle w:val="libNormal"/>
        <w:rPr>
          <w:rtl/>
          <w:lang w:bidi="fa-IR"/>
        </w:rPr>
      </w:pPr>
      <w:r>
        <w:rPr>
          <w:rtl/>
          <w:lang w:bidi="fa-IR"/>
        </w:rPr>
        <w:t>ج - روزه روز عاشورا</w:t>
      </w:r>
    </w:p>
    <w:p w:rsidR="004F29D6" w:rsidRDefault="004F29D6" w:rsidP="004F29D6">
      <w:pPr>
        <w:pStyle w:val="libNormal"/>
        <w:rPr>
          <w:rtl/>
          <w:lang w:bidi="fa-IR"/>
        </w:rPr>
      </w:pPr>
      <w:r>
        <w:rPr>
          <w:rtl/>
          <w:lang w:bidi="fa-IR"/>
        </w:rPr>
        <w:t>د- روزه روز عرفه در صورتى كه مانع از مراسم دعا شود.</w:t>
      </w:r>
    </w:p>
    <w:p w:rsidR="004F29D6" w:rsidRDefault="004F29D6" w:rsidP="004F29D6">
      <w:pPr>
        <w:pStyle w:val="libNormal"/>
        <w:rPr>
          <w:rtl/>
          <w:lang w:bidi="fa-IR"/>
        </w:rPr>
      </w:pPr>
      <w:r>
        <w:rPr>
          <w:rtl/>
          <w:lang w:bidi="fa-IR"/>
        </w:rPr>
        <w:t>ه‍- روزه روزى كه نمى داند عرفه است يا عيد قربان</w:t>
      </w:r>
    </w:p>
    <w:p w:rsidR="004F29D6" w:rsidRDefault="004F29D6" w:rsidP="00552E54">
      <w:pPr>
        <w:pStyle w:val="Heading2"/>
        <w:rPr>
          <w:rtl/>
          <w:lang w:bidi="fa-IR"/>
        </w:rPr>
      </w:pPr>
      <w:bookmarkStart w:id="330" w:name="_Toc513640309"/>
      <w:bookmarkStart w:id="331" w:name="_Toc513716114"/>
      <w:bookmarkStart w:id="332" w:name="_Toc513716354"/>
      <w:bookmarkStart w:id="333" w:name="_Toc513716465"/>
      <w:bookmarkStart w:id="334" w:name="_Toc513716845"/>
      <w:r>
        <w:rPr>
          <w:rtl/>
          <w:lang w:bidi="fa-IR"/>
        </w:rPr>
        <w:t>نيت :</w:t>
      </w:r>
      <w:bookmarkEnd w:id="330"/>
      <w:bookmarkEnd w:id="331"/>
      <w:bookmarkEnd w:id="332"/>
      <w:bookmarkEnd w:id="333"/>
      <w:bookmarkEnd w:id="334"/>
    </w:p>
    <w:p w:rsidR="004F29D6" w:rsidRDefault="004F29D6" w:rsidP="004F29D6">
      <w:pPr>
        <w:pStyle w:val="libNormal"/>
        <w:rPr>
          <w:rtl/>
          <w:lang w:bidi="fa-IR"/>
        </w:rPr>
      </w:pPr>
      <w:r>
        <w:rPr>
          <w:rtl/>
          <w:lang w:bidi="fa-IR"/>
        </w:rPr>
        <w:t>در روزه لازم است كه انسان نيت كند و لازم نيست نيت را بر زبان بياورد بلكه همانقدر كه براى سحرى برمى خيزد و روزه مى گيرد كافى است و بهتر است كه از شب اول ماه رمضان بمدت يكماه نيت كند.</w:t>
      </w:r>
    </w:p>
    <w:p w:rsidR="004F29D6" w:rsidRDefault="00552E54" w:rsidP="00552E54">
      <w:pPr>
        <w:pStyle w:val="Heading2"/>
        <w:rPr>
          <w:rtl/>
          <w:lang w:bidi="fa-IR"/>
        </w:rPr>
      </w:pPr>
      <w:r>
        <w:rPr>
          <w:rtl/>
          <w:lang w:bidi="fa-IR"/>
        </w:rPr>
        <w:br w:type="page"/>
      </w:r>
      <w:bookmarkStart w:id="335" w:name="_Toc513640310"/>
      <w:bookmarkStart w:id="336" w:name="_Toc513716115"/>
      <w:bookmarkStart w:id="337" w:name="_Toc513716355"/>
      <w:bookmarkStart w:id="338" w:name="_Toc513716466"/>
      <w:bookmarkStart w:id="339" w:name="_Toc513716846"/>
      <w:r w:rsidR="004F29D6">
        <w:rPr>
          <w:rtl/>
          <w:lang w:bidi="fa-IR"/>
        </w:rPr>
        <w:lastRenderedPageBreak/>
        <w:t>مبطلات روزه :</w:t>
      </w:r>
      <w:bookmarkEnd w:id="335"/>
      <w:bookmarkEnd w:id="336"/>
      <w:bookmarkEnd w:id="337"/>
      <w:bookmarkEnd w:id="338"/>
      <w:bookmarkEnd w:id="339"/>
    </w:p>
    <w:p w:rsidR="004F29D6" w:rsidRDefault="004F29D6" w:rsidP="004F29D6">
      <w:pPr>
        <w:pStyle w:val="libNormal"/>
        <w:rPr>
          <w:rtl/>
          <w:lang w:bidi="fa-IR"/>
        </w:rPr>
      </w:pPr>
      <w:r>
        <w:rPr>
          <w:rtl/>
          <w:lang w:bidi="fa-IR"/>
        </w:rPr>
        <w:t>كارهايى كه روزه را باطل مى كند عبارتند از:</w:t>
      </w:r>
    </w:p>
    <w:p w:rsidR="004F29D6" w:rsidRDefault="004F29D6" w:rsidP="004F29D6">
      <w:pPr>
        <w:pStyle w:val="libNormal"/>
        <w:rPr>
          <w:rtl/>
          <w:lang w:bidi="fa-IR"/>
        </w:rPr>
      </w:pPr>
      <w:r>
        <w:rPr>
          <w:rtl/>
          <w:lang w:bidi="fa-IR"/>
        </w:rPr>
        <w:t>الف و ب - خوردن و آشاميدن</w:t>
      </w:r>
    </w:p>
    <w:p w:rsidR="004F29D6" w:rsidRDefault="004F29D6" w:rsidP="004F29D6">
      <w:pPr>
        <w:pStyle w:val="libNormal"/>
        <w:rPr>
          <w:rtl/>
          <w:lang w:bidi="fa-IR"/>
        </w:rPr>
      </w:pPr>
      <w:r>
        <w:rPr>
          <w:rtl/>
          <w:lang w:bidi="fa-IR"/>
        </w:rPr>
        <w:t>ج - رساندن غبار يا دود غليظ به حلق</w:t>
      </w:r>
    </w:p>
    <w:p w:rsidR="004F29D6" w:rsidRDefault="004F29D6" w:rsidP="004F29D6">
      <w:pPr>
        <w:pStyle w:val="libNormal"/>
        <w:rPr>
          <w:rtl/>
          <w:lang w:bidi="fa-IR"/>
        </w:rPr>
      </w:pPr>
      <w:r>
        <w:rPr>
          <w:rtl/>
          <w:lang w:bidi="fa-IR"/>
        </w:rPr>
        <w:t>د- فرو بردن تمام سر به زير آب</w:t>
      </w:r>
    </w:p>
    <w:p w:rsidR="004F29D6" w:rsidRDefault="004F29D6" w:rsidP="004F29D6">
      <w:pPr>
        <w:pStyle w:val="libNormal"/>
        <w:rPr>
          <w:rtl/>
          <w:lang w:bidi="fa-IR"/>
        </w:rPr>
      </w:pPr>
      <w:r>
        <w:rPr>
          <w:rtl/>
          <w:lang w:bidi="fa-IR"/>
        </w:rPr>
        <w:t>ز- قى كردن به طور عمد</w:t>
      </w:r>
    </w:p>
    <w:p w:rsidR="004F29D6" w:rsidRDefault="004F29D6" w:rsidP="004F29D6">
      <w:pPr>
        <w:pStyle w:val="libNormal"/>
        <w:rPr>
          <w:rtl/>
          <w:lang w:bidi="fa-IR"/>
        </w:rPr>
      </w:pPr>
      <w:r>
        <w:rPr>
          <w:rtl/>
          <w:lang w:bidi="fa-IR"/>
        </w:rPr>
        <w:t>ه - آميزش با همسر</w:t>
      </w:r>
    </w:p>
    <w:p w:rsidR="004F29D6" w:rsidRDefault="004F29D6" w:rsidP="004F29D6">
      <w:pPr>
        <w:pStyle w:val="libNormal"/>
        <w:rPr>
          <w:rtl/>
          <w:lang w:bidi="fa-IR"/>
        </w:rPr>
      </w:pPr>
      <w:r>
        <w:rPr>
          <w:rtl/>
          <w:lang w:bidi="fa-IR"/>
        </w:rPr>
        <w:t>ى - استمناء يعنى كارى كند كه جنب شود و منى از او بيرون بيايد.</w:t>
      </w:r>
    </w:p>
    <w:p w:rsidR="004F29D6" w:rsidRDefault="004F29D6" w:rsidP="004F29D6">
      <w:pPr>
        <w:pStyle w:val="libNormal"/>
        <w:rPr>
          <w:rtl/>
          <w:lang w:bidi="fa-IR"/>
        </w:rPr>
      </w:pPr>
      <w:r>
        <w:rPr>
          <w:rtl/>
          <w:lang w:bidi="fa-IR"/>
        </w:rPr>
        <w:t>ن - باقى ماندن بر جنابت تا اذان صبح بدون عذر</w:t>
      </w:r>
    </w:p>
    <w:p w:rsidR="004F29D6" w:rsidRDefault="004F29D6" w:rsidP="004F29D6">
      <w:pPr>
        <w:pStyle w:val="libNormal"/>
        <w:rPr>
          <w:rtl/>
          <w:lang w:bidi="fa-IR"/>
        </w:rPr>
      </w:pPr>
      <w:r>
        <w:rPr>
          <w:rtl/>
          <w:lang w:bidi="fa-IR"/>
        </w:rPr>
        <w:t>مساءله - خوردن و آشاميدن از روى فراموشى روزه را باطل نمى كند.</w:t>
      </w:r>
    </w:p>
    <w:p w:rsidR="004F29D6" w:rsidRDefault="004F29D6" w:rsidP="004F29D6">
      <w:pPr>
        <w:pStyle w:val="libNormal"/>
        <w:rPr>
          <w:rtl/>
          <w:lang w:bidi="fa-IR"/>
        </w:rPr>
      </w:pPr>
      <w:r>
        <w:rPr>
          <w:rtl/>
          <w:lang w:bidi="fa-IR"/>
        </w:rPr>
        <w:t>مساءله - تزريق آمپول اگر بجاى غذا نباشد اشكال ندارد ولى بايد از استعمال آمپول تقويتى و يا غذايى خوددارى كرد</w:t>
      </w:r>
      <w:r w:rsidRPr="00552E54">
        <w:rPr>
          <w:rStyle w:val="libFootnotenumChar"/>
          <w:rtl/>
        </w:rPr>
        <w:t>(٥)</w:t>
      </w:r>
    </w:p>
    <w:p w:rsidR="004F29D6" w:rsidRDefault="00552E54" w:rsidP="00552E54">
      <w:pPr>
        <w:pStyle w:val="Heading2"/>
        <w:rPr>
          <w:rtl/>
          <w:lang w:bidi="fa-IR"/>
        </w:rPr>
      </w:pPr>
      <w:r>
        <w:rPr>
          <w:rtl/>
          <w:lang w:bidi="fa-IR"/>
        </w:rPr>
        <w:br w:type="page"/>
      </w:r>
      <w:bookmarkStart w:id="340" w:name="_Toc513640311"/>
      <w:bookmarkStart w:id="341" w:name="_Toc513716116"/>
      <w:bookmarkStart w:id="342" w:name="_Toc513716356"/>
      <w:bookmarkStart w:id="343" w:name="_Toc513716467"/>
      <w:bookmarkStart w:id="344" w:name="_Toc513716847"/>
      <w:r w:rsidR="004F29D6">
        <w:rPr>
          <w:rtl/>
          <w:lang w:bidi="fa-IR"/>
        </w:rPr>
        <w:lastRenderedPageBreak/>
        <w:t>چيزهايى كه خمس ندارد:</w:t>
      </w:r>
      <w:bookmarkEnd w:id="340"/>
      <w:bookmarkEnd w:id="341"/>
      <w:bookmarkEnd w:id="342"/>
      <w:bookmarkEnd w:id="343"/>
      <w:bookmarkEnd w:id="344"/>
    </w:p>
    <w:p w:rsidR="004F29D6" w:rsidRDefault="004F29D6" w:rsidP="004F29D6">
      <w:pPr>
        <w:pStyle w:val="libNormal"/>
        <w:rPr>
          <w:rtl/>
          <w:lang w:bidi="fa-IR"/>
        </w:rPr>
      </w:pPr>
      <w:r>
        <w:rPr>
          <w:rtl/>
          <w:lang w:bidi="fa-IR"/>
        </w:rPr>
        <w:t>١</w:t>
      </w:r>
      <w:r w:rsidR="00552E54">
        <w:rPr>
          <w:rFonts w:hint="cs"/>
          <w:rtl/>
          <w:lang w:bidi="fa-IR"/>
        </w:rPr>
        <w:t xml:space="preserve"> </w:t>
      </w:r>
      <w:r>
        <w:rPr>
          <w:rtl/>
          <w:lang w:bidi="fa-IR"/>
        </w:rPr>
        <w:t>- مالى كه از ارث به انسان برسد</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چيزهايى كه به انسان بخشيده اند</w:t>
      </w:r>
      <w:r w:rsidRPr="00552E54">
        <w:rPr>
          <w:rStyle w:val="libFootnotenumChar"/>
          <w:rtl/>
        </w:rPr>
        <w:t>(٧)</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دام و حيوانات بايد يكسال يا بقولى يازده ماه از مالكيت آن گذشته باشد پس اگر شخص ٥٠ گوسفند بخرد و پس از گذشت ده ماه آن را بفروشد زكات ندارد.</w:t>
      </w:r>
    </w:p>
    <w:p w:rsidR="004F29D6" w:rsidRDefault="004F29D6" w:rsidP="004F29D6">
      <w:pPr>
        <w:pStyle w:val="libNormal"/>
        <w:rPr>
          <w:rtl/>
          <w:lang w:bidi="fa-IR"/>
        </w:rPr>
      </w:pPr>
      <w:r>
        <w:rPr>
          <w:rtl/>
          <w:lang w:bidi="fa-IR"/>
        </w:rPr>
        <w:t>٣</w:t>
      </w:r>
      <w:r w:rsidR="00552E54">
        <w:rPr>
          <w:rFonts w:hint="cs"/>
          <w:rtl/>
          <w:lang w:bidi="fa-IR"/>
        </w:rPr>
        <w:t xml:space="preserve"> </w:t>
      </w:r>
      <w:r>
        <w:rPr>
          <w:rtl/>
          <w:lang w:bidi="fa-IR"/>
        </w:rPr>
        <w:t>- حيوانات بايد در تمام سال بيكار باشند پس گاو و شترى كه در كار مزرعه از او استفاده مى شود زكات ندارد.</w:t>
      </w:r>
    </w:p>
    <w:p w:rsidR="004F29D6" w:rsidRDefault="004F29D6" w:rsidP="004F29D6">
      <w:pPr>
        <w:pStyle w:val="libNormal"/>
        <w:rPr>
          <w:rtl/>
          <w:lang w:bidi="fa-IR"/>
        </w:rPr>
      </w:pPr>
      <w:r>
        <w:rPr>
          <w:rtl/>
          <w:lang w:bidi="fa-IR"/>
        </w:rPr>
        <w:t>٤</w:t>
      </w:r>
      <w:r w:rsidR="00552E54">
        <w:rPr>
          <w:rFonts w:hint="cs"/>
          <w:rtl/>
          <w:lang w:bidi="fa-IR"/>
        </w:rPr>
        <w:t xml:space="preserve"> </w:t>
      </w:r>
      <w:r>
        <w:rPr>
          <w:rtl/>
          <w:lang w:bidi="fa-IR"/>
        </w:rPr>
        <w:t>- حيوان در تمام مدت سال از علفهاى بيابان و خودرو استفاده كند پس اگر در تمام مدت سال يا مقدارى از آن از علفهاى چيده شده استفاده كند زكات ندارد.</w:t>
      </w:r>
    </w:p>
    <w:p w:rsidR="004F29D6" w:rsidRDefault="004F29D6" w:rsidP="004F29D6">
      <w:pPr>
        <w:pStyle w:val="libNormal"/>
        <w:rPr>
          <w:rtl/>
          <w:lang w:bidi="fa-IR"/>
        </w:rPr>
      </w:pPr>
      <w:r>
        <w:rPr>
          <w:rtl/>
          <w:lang w:bidi="fa-IR"/>
        </w:rPr>
        <w:t>٥</w:t>
      </w:r>
      <w:r w:rsidR="00552E54">
        <w:rPr>
          <w:rFonts w:hint="cs"/>
          <w:rtl/>
          <w:lang w:bidi="fa-IR"/>
        </w:rPr>
        <w:t xml:space="preserve"> </w:t>
      </w:r>
      <w:r>
        <w:rPr>
          <w:rtl/>
          <w:lang w:bidi="fa-IR"/>
        </w:rPr>
        <w:t>- زكات طلا و نقره در صورتى واجب است كه به صورت سكه باشد بنابراين زيور آلات طلا كه خانمها استفاده مى كنند زكات ندارد.</w:t>
      </w:r>
    </w:p>
    <w:p w:rsidR="004F29D6" w:rsidRDefault="004F29D6" w:rsidP="004F29D6">
      <w:pPr>
        <w:pStyle w:val="libNormal"/>
        <w:rPr>
          <w:rtl/>
          <w:lang w:bidi="fa-IR"/>
        </w:rPr>
      </w:pPr>
      <w:r>
        <w:rPr>
          <w:rtl/>
          <w:lang w:bidi="fa-IR"/>
        </w:rPr>
        <w:t>٦</w:t>
      </w:r>
      <w:r w:rsidR="00552E54">
        <w:rPr>
          <w:rFonts w:hint="cs"/>
          <w:rtl/>
          <w:lang w:bidi="fa-IR"/>
        </w:rPr>
        <w:t xml:space="preserve"> </w:t>
      </w:r>
      <w:r>
        <w:rPr>
          <w:rtl/>
          <w:lang w:bidi="fa-IR"/>
        </w:rPr>
        <w:t>- پرداخت زكات بايد با نيت پاك و براى خدا باشد نه اغراض ديگر.</w:t>
      </w:r>
    </w:p>
    <w:p w:rsidR="004F29D6" w:rsidRDefault="004F29D6" w:rsidP="004F29D6">
      <w:pPr>
        <w:pStyle w:val="libNormal"/>
        <w:rPr>
          <w:rtl/>
          <w:lang w:bidi="fa-IR"/>
        </w:rPr>
      </w:pPr>
      <w:r>
        <w:rPr>
          <w:rtl/>
          <w:lang w:bidi="fa-IR"/>
        </w:rPr>
        <w:t>راه هاى مصرف زكات :</w:t>
      </w:r>
    </w:p>
    <w:p w:rsidR="004F29D6" w:rsidRDefault="004F29D6" w:rsidP="004F29D6">
      <w:pPr>
        <w:pStyle w:val="libNormal"/>
        <w:rPr>
          <w:rtl/>
          <w:lang w:bidi="fa-IR"/>
        </w:rPr>
      </w:pPr>
      <w:r>
        <w:rPr>
          <w:rtl/>
          <w:lang w:bidi="fa-IR"/>
        </w:rPr>
        <w:t>در هشت مورد مى توان زكات را به مصرف رساند:</w:t>
      </w:r>
    </w:p>
    <w:p w:rsidR="004F29D6" w:rsidRDefault="004F29D6" w:rsidP="004F29D6">
      <w:pPr>
        <w:pStyle w:val="libNormal"/>
        <w:rPr>
          <w:rtl/>
          <w:lang w:bidi="fa-IR"/>
        </w:rPr>
      </w:pPr>
      <w:r>
        <w:rPr>
          <w:rtl/>
          <w:lang w:bidi="fa-IR"/>
        </w:rPr>
        <w:t>١- فقير يعنى كسى كه درآمدش كمتر از خرج سالش باشد يا معلول است و نمى تواند كار كند و منشاء مالى ديگرى هم نداشته باشد.</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مسكين و آن فقيرى كه درمانده و بينواست و هرچه تلاش مى كند كارى برايش پيدا نمى شود نه آنكه از كار بگريزد.</w:t>
      </w:r>
    </w:p>
    <w:p w:rsidR="004F29D6" w:rsidRDefault="004F29D6" w:rsidP="004F29D6">
      <w:pPr>
        <w:pStyle w:val="libNormal"/>
        <w:rPr>
          <w:rtl/>
          <w:lang w:bidi="fa-IR"/>
        </w:rPr>
      </w:pPr>
      <w:r>
        <w:rPr>
          <w:rtl/>
          <w:lang w:bidi="fa-IR"/>
        </w:rPr>
        <w:t>٣</w:t>
      </w:r>
      <w:r w:rsidR="00552E54">
        <w:rPr>
          <w:rFonts w:hint="cs"/>
          <w:rtl/>
          <w:lang w:bidi="fa-IR"/>
        </w:rPr>
        <w:t xml:space="preserve"> </w:t>
      </w:r>
      <w:r>
        <w:rPr>
          <w:rtl/>
          <w:lang w:bidi="fa-IR"/>
        </w:rPr>
        <w:t>- به كافران براى كمك گرفتن از آنها در جنگ و يا نرم كردن دلهاى آنها بطورى كه به اسلام توجه پيدا كنند و مسلمان شوند.</w:t>
      </w:r>
    </w:p>
    <w:p w:rsidR="004F29D6" w:rsidRDefault="004F29D6" w:rsidP="004F29D6">
      <w:pPr>
        <w:pStyle w:val="libNormal"/>
        <w:rPr>
          <w:rtl/>
          <w:lang w:bidi="fa-IR"/>
        </w:rPr>
      </w:pPr>
      <w:r>
        <w:rPr>
          <w:rtl/>
          <w:lang w:bidi="fa-IR"/>
        </w:rPr>
        <w:lastRenderedPageBreak/>
        <w:t>٤</w:t>
      </w:r>
      <w:r w:rsidR="00552E54">
        <w:rPr>
          <w:rFonts w:hint="cs"/>
          <w:rtl/>
          <w:lang w:bidi="fa-IR"/>
        </w:rPr>
        <w:t xml:space="preserve"> </w:t>
      </w:r>
      <w:r>
        <w:rPr>
          <w:rtl/>
          <w:lang w:bidi="fa-IR"/>
        </w:rPr>
        <w:t>- براى آزاد كردن بردگان كه در قديم برده گيرى و برده دارى مرسوم بوده است و اسلام با اين كار با شيوه بردگى مبارزه كرده است .</w:t>
      </w:r>
    </w:p>
    <w:p w:rsidR="004F29D6" w:rsidRDefault="004F29D6" w:rsidP="004F29D6">
      <w:pPr>
        <w:pStyle w:val="libNormal"/>
        <w:rPr>
          <w:rtl/>
          <w:lang w:bidi="fa-IR"/>
        </w:rPr>
      </w:pPr>
      <w:r>
        <w:rPr>
          <w:rtl/>
          <w:lang w:bidi="fa-IR"/>
        </w:rPr>
        <w:t>٥</w:t>
      </w:r>
      <w:r w:rsidR="00552E54">
        <w:rPr>
          <w:rFonts w:hint="cs"/>
          <w:rtl/>
          <w:lang w:bidi="fa-IR"/>
        </w:rPr>
        <w:t xml:space="preserve"> </w:t>
      </w:r>
      <w:r>
        <w:rPr>
          <w:rtl/>
          <w:lang w:bidi="fa-IR"/>
        </w:rPr>
        <w:t>- بدهكارى كه قدرت پرداخت قرض خود را ندارد.</w:t>
      </w:r>
    </w:p>
    <w:p w:rsidR="004F29D6" w:rsidRDefault="004F29D6" w:rsidP="004F29D6">
      <w:pPr>
        <w:pStyle w:val="libNormal"/>
        <w:rPr>
          <w:rtl/>
          <w:lang w:bidi="fa-IR"/>
        </w:rPr>
      </w:pPr>
      <w:r>
        <w:rPr>
          <w:rtl/>
          <w:lang w:bidi="fa-IR"/>
        </w:rPr>
        <w:t>٦</w:t>
      </w:r>
      <w:r w:rsidR="00552E54">
        <w:rPr>
          <w:rFonts w:hint="cs"/>
          <w:rtl/>
          <w:lang w:bidi="fa-IR"/>
        </w:rPr>
        <w:t xml:space="preserve"> </w:t>
      </w:r>
      <w:r>
        <w:rPr>
          <w:rtl/>
          <w:lang w:bidi="fa-IR"/>
        </w:rPr>
        <w:t>- كارهايى كه مربوط به عموم مردم و رفاه آنان است مانند پل سازى و جاده كشى و برق كشى و غيره .</w:t>
      </w:r>
    </w:p>
    <w:p w:rsidR="004F29D6" w:rsidRDefault="004F29D6" w:rsidP="004F29D6">
      <w:pPr>
        <w:pStyle w:val="libNormal"/>
        <w:rPr>
          <w:rtl/>
          <w:lang w:bidi="fa-IR"/>
        </w:rPr>
      </w:pPr>
      <w:r>
        <w:rPr>
          <w:rtl/>
          <w:lang w:bidi="fa-IR"/>
        </w:rPr>
        <w:t>٧</w:t>
      </w:r>
      <w:r w:rsidR="00552E54">
        <w:rPr>
          <w:rFonts w:hint="cs"/>
          <w:rtl/>
          <w:lang w:bidi="fa-IR"/>
        </w:rPr>
        <w:t xml:space="preserve"> </w:t>
      </w:r>
      <w:r>
        <w:rPr>
          <w:rtl/>
          <w:lang w:bidi="fa-IR"/>
        </w:rPr>
        <w:t>- مسافرى كه در سفر درمانده يا پول او را دزديده اند و هيچ راهى براى بازگشت به وطن خود ندارد.</w:t>
      </w:r>
    </w:p>
    <w:p w:rsidR="004F29D6" w:rsidRDefault="004F29D6" w:rsidP="004F29D6">
      <w:pPr>
        <w:pStyle w:val="libNormal"/>
        <w:rPr>
          <w:rtl/>
          <w:lang w:bidi="fa-IR"/>
        </w:rPr>
      </w:pPr>
      <w:r>
        <w:rPr>
          <w:rtl/>
          <w:lang w:bidi="fa-IR"/>
        </w:rPr>
        <w:t>٨</w:t>
      </w:r>
      <w:r w:rsidR="00552E54">
        <w:rPr>
          <w:rFonts w:hint="cs"/>
          <w:rtl/>
          <w:lang w:bidi="fa-IR"/>
        </w:rPr>
        <w:t xml:space="preserve"> </w:t>
      </w:r>
      <w:r>
        <w:rPr>
          <w:rtl/>
          <w:lang w:bidi="fa-IR"/>
        </w:rPr>
        <w:t>- كسانى كه از طرف امام يا نايب او ماءمور جمع آورى زكات و مصرف آنها بر طبق دستور هستند.</w:t>
      </w:r>
    </w:p>
    <w:p w:rsidR="004F29D6" w:rsidRDefault="004F29D6" w:rsidP="00552E54">
      <w:pPr>
        <w:pStyle w:val="Heading2"/>
        <w:rPr>
          <w:rtl/>
          <w:lang w:bidi="fa-IR"/>
        </w:rPr>
      </w:pPr>
      <w:bookmarkStart w:id="345" w:name="_Toc513640312"/>
      <w:bookmarkStart w:id="346" w:name="_Toc513716117"/>
      <w:bookmarkStart w:id="347" w:name="_Toc513716357"/>
      <w:bookmarkStart w:id="348" w:name="_Toc513716468"/>
      <w:bookmarkStart w:id="349" w:name="_Toc513716848"/>
      <w:r>
        <w:rPr>
          <w:rtl/>
          <w:lang w:bidi="fa-IR"/>
        </w:rPr>
        <w:t>به پرسشهاى زير پاسخ دهيد:</w:t>
      </w:r>
      <w:bookmarkEnd w:id="345"/>
      <w:bookmarkEnd w:id="346"/>
      <w:bookmarkEnd w:id="347"/>
      <w:bookmarkEnd w:id="348"/>
      <w:bookmarkEnd w:id="349"/>
    </w:p>
    <w:p w:rsidR="004F29D6" w:rsidRDefault="004F29D6" w:rsidP="004F29D6">
      <w:pPr>
        <w:pStyle w:val="libNormal"/>
        <w:rPr>
          <w:rtl/>
          <w:lang w:bidi="fa-IR"/>
        </w:rPr>
      </w:pPr>
      <w:r>
        <w:rPr>
          <w:rtl/>
          <w:lang w:bidi="fa-IR"/>
        </w:rPr>
        <w:t>١</w:t>
      </w:r>
      <w:r w:rsidR="00552E54">
        <w:rPr>
          <w:rFonts w:hint="cs"/>
          <w:rtl/>
          <w:lang w:bidi="fa-IR"/>
        </w:rPr>
        <w:t xml:space="preserve"> </w:t>
      </w:r>
      <w:r>
        <w:rPr>
          <w:rtl/>
          <w:lang w:bidi="fa-IR"/>
        </w:rPr>
        <w:t>- خمس يعنى چه ؟</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به چه چيزهايى خمس تعلق مى گيرد؟ آنها را نام ببريد.</w:t>
      </w:r>
    </w:p>
    <w:p w:rsidR="004F29D6" w:rsidRDefault="004F29D6" w:rsidP="004F29D6">
      <w:pPr>
        <w:pStyle w:val="libNormal"/>
        <w:rPr>
          <w:rtl/>
          <w:lang w:bidi="fa-IR"/>
        </w:rPr>
      </w:pPr>
      <w:r>
        <w:rPr>
          <w:rtl/>
          <w:lang w:bidi="fa-IR"/>
        </w:rPr>
        <w:t>٣</w:t>
      </w:r>
      <w:r w:rsidR="00552E54">
        <w:rPr>
          <w:rFonts w:hint="cs"/>
          <w:rtl/>
          <w:lang w:bidi="fa-IR"/>
        </w:rPr>
        <w:t xml:space="preserve"> </w:t>
      </w:r>
      <w:r>
        <w:rPr>
          <w:rtl/>
          <w:lang w:bidi="fa-IR"/>
        </w:rPr>
        <w:t>- راه مصرف خمس چگونه است ؟</w:t>
      </w:r>
    </w:p>
    <w:p w:rsidR="004F29D6" w:rsidRDefault="004F29D6" w:rsidP="004F29D6">
      <w:pPr>
        <w:pStyle w:val="libNormal"/>
        <w:rPr>
          <w:rtl/>
          <w:lang w:bidi="fa-IR"/>
        </w:rPr>
      </w:pPr>
      <w:r>
        <w:rPr>
          <w:rtl/>
          <w:lang w:bidi="fa-IR"/>
        </w:rPr>
        <w:t>٤</w:t>
      </w:r>
      <w:r w:rsidR="00552E54">
        <w:rPr>
          <w:rFonts w:hint="cs"/>
          <w:rtl/>
          <w:lang w:bidi="fa-IR"/>
        </w:rPr>
        <w:t xml:space="preserve"> </w:t>
      </w:r>
      <w:r>
        <w:rPr>
          <w:rtl/>
          <w:lang w:bidi="fa-IR"/>
        </w:rPr>
        <w:t>- چه چيزهايى خمس ندارد؟ آن ها را نام ببريد؟</w:t>
      </w:r>
    </w:p>
    <w:p w:rsidR="004F29D6" w:rsidRDefault="004F29D6" w:rsidP="004F29D6">
      <w:pPr>
        <w:pStyle w:val="libNormal"/>
        <w:rPr>
          <w:rtl/>
          <w:lang w:bidi="fa-IR"/>
        </w:rPr>
      </w:pPr>
      <w:r>
        <w:rPr>
          <w:rtl/>
          <w:lang w:bidi="fa-IR"/>
        </w:rPr>
        <w:t>٥</w:t>
      </w:r>
      <w:r w:rsidR="00552E54">
        <w:rPr>
          <w:rFonts w:hint="cs"/>
          <w:rtl/>
          <w:lang w:bidi="fa-IR"/>
        </w:rPr>
        <w:t xml:space="preserve"> </w:t>
      </w:r>
      <w:r>
        <w:rPr>
          <w:rtl/>
          <w:lang w:bidi="fa-IR"/>
        </w:rPr>
        <w:t>- حد نصاب كه در زكات نام برده مى شود يعنى چه ؟</w:t>
      </w:r>
    </w:p>
    <w:p w:rsidR="004F29D6" w:rsidRDefault="004F29D6" w:rsidP="004F29D6">
      <w:pPr>
        <w:pStyle w:val="libNormal"/>
        <w:rPr>
          <w:rtl/>
          <w:lang w:bidi="fa-IR"/>
        </w:rPr>
      </w:pPr>
      <w:r>
        <w:rPr>
          <w:rtl/>
          <w:lang w:bidi="fa-IR"/>
        </w:rPr>
        <w:t>٦</w:t>
      </w:r>
      <w:r w:rsidR="00552E54">
        <w:rPr>
          <w:rFonts w:hint="cs"/>
          <w:rtl/>
          <w:lang w:bidi="fa-IR"/>
        </w:rPr>
        <w:t xml:space="preserve"> </w:t>
      </w:r>
      <w:r>
        <w:rPr>
          <w:rtl/>
          <w:lang w:bidi="fa-IR"/>
        </w:rPr>
        <w:t>- زكات گندمى كه هم از آب باران استفاده مى كند و هم از آب چاه چيست ؟</w:t>
      </w:r>
    </w:p>
    <w:p w:rsidR="004F29D6" w:rsidRDefault="004F29D6" w:rsidP="004F29D6">
      <w:pPr>
        <w:pStyle w:val="libNormal"/>
        <w:rPr>
          <w:rtl/>
          <w:lang w:bidi="fa-IR"/>
        </w:rPr>
      </w:pPr>
      <w:r>
        <w:rPr>
          <w:rtl/>
          <w:lang w:bidi="fa-IR"/>
        </w:rPr>
        <w:t>٧</w:t>
      </w:r>
      <w:r w:rsidR="00552E54">
        <w:rPr>
          <w:rFonts w:hint="cs"/>
          <w:rtl/>
          <w:lang w:bidi="fa-IR"/>
        </w:rPr>
        <w:t xml:space="preserve"> </w:t>
      </w:r>
      <w:r>
        <w:rPr>
          <w:rtl/>
          <w:lang w:bidi="fa-IR"/>
        </w:rPr>
        <w:t>- آيا حد نصاب قبل از كم كردن مخارج محاسبه مى شود يا بعد از آن ؟</w:t>
      </w:r>
    </w:p>
    <w:p w:rsidR="004F29D6" w:rsidRDefault="00552E54" w:rsidP="00AD0067">
      <w:pPr>
        <w:pStyle w:val="Heading1"/>
        <w:rPr>
          <w:rtl/>
          <w:lang w:bidi="fa-IR"/>
        </w:rPr>
      </w:pPr>
      <w:r>
        <w:rPr>
          <w:rtl/>
          <w:lang w:bidi="fa-IR"/>
        </w:rPr>
        <w:br w:type="page"/>
      </w:r>
      <w:bookmarkStart w:id="350" w:name="_Toc513640313"/>
      <w:bookmarkStart w:id="351" w:name="_Toc513716118"/>
      <w:bookmarkStart w:id="352" w:name="_Toc513716358"/>
      <w:bookmarkStart w:id="353" w:name="_Toc513716469"/>
      <w:bookmarkStart w:id="354" w:name="_Toc513716849"/>
      <w:r w:rsidR="004F29D6">
        <w:rPr>
          <w:rtl/>
          <w:lang w:bidi="fa-IR"/>
        </w:rPr>
        <w:lastRenderedPageBreak/>
        <w:t xml:space="preserve">درس </w:t>
      </w:r>
      <w:r w:rsidR="00AD0067">
        <w:rPr>
          <w:rFonts w:hint="cs"/>
          <w:rtl/>
          <w:lang w:bidi="fa-IR"/>
        </w:rPr>
        <w:t>نهم</w:t>
      </w:r>
      <w:r w:rsidR="004F29D6">
        <w:rPr>
          <w:rtl/>
          <w:lang w:bidi="fa-IR"/>
        </w:rPr>
        <w:t xml:space="preserve"> : حج و امر به معروف و نهى از منكر</w:t>
      </w:r>
      <w:bookmarkEnd w:id="350"/>
      <w:bookmarkEnd w:id="351"/>
      <w:bookmarkEnd w:id="352"/>
      <w:bookmarkEnd w:id="353"/>
      <w:bookmarkEnd w:id="354"/>
    </w:p>
    <w:p w:rsidR="004F29D6" w:rsidRDefault="004F29D6" w:rsidP="004F29D6">
      <w:pPr>
        <w:pStyle w:val="libNormal"/>
        <w:rPr>
          <w:rtl/>
          <w:lang w:bidi="fa-IR"/>
        </w:rPr>
      </w:pPr>
      <w:r>
        <w:rPr>
          <w:rtl/>
          <w:lang w:bidi="fa-IR"/>
        </w:rPr>
        <w:t>حج يكى از مراسم با شكوه اسلام و تجسم عملى ايمان است كسانى كه موفق به رفتن حج شده اند توان و قدرت ايمان را عملا ديده اند و تنها ايمان و اسلام است كه ميليونها مسلمان از اطراف جهان در يك نقطه گردآورى كرده كه همه با يك لباس و يك شعار برگرد خانه توحيد بگردند و ايمان خود را اظهار كنند اين يك خانه مكعبى شكل كه زير بنايش را آدم نهاد، و ابراهيم قهرمان توحيد به تعميرش پرداخت يك الگو و نمونه است چنين نيست كه بعضى ها تصور مى كنند كه اين خود، بت پرستى است زيرا ما كعبه را مانند بت نمى پرستيم ما خدا را پرستش مى كنيم و به گفته قرآن كه هر طرف رو كنيد خدا آنجاست خداوند ماده نيست كه نياز به مكان داشته باشد، در اين صورت كعبه سنبل وحدت و يكپارچگى امت اسلامى است . خداوند اين مكان را بعنوان جلوه اى از قدرت و توان خويش به نمايش گذاشته و همه را بسوى آن دعوت كرده تا قبله گاه خود قرار دهند و وحدت و يكپارچگى امت برقرار بماند و آئين توحيد كه تمام مردم در روى زمين را به وحدت و يكپارچگى دعوت مى كند لطمه نبيند و از بين نرود.</w:t>
      </w:r>
    </w:p>
    <w:p w:rsidR="004F29D6" w:rsidRDefault="004F29D6" w:rsidP="004F29D6">
      <w:pPr>
        <w:pStyle w:val="libNormal"/>
        <w:rPr>
          <w:rtl/>
          <w:lang w:bidi="fa-IR"/>
        </w:rPr>
      </w:pPr>
      <w:r>
        <w:rPr>
          <w:rtl/>
          <w:lang w:bidi="fa-IR"/>
        </w:rPr>
        <w:t>مراسم حج بر هر مسلمانى كه توان مالى و جسمى داشته باشد لازم و واجب است و هر مسلمانى كه واجد شرايط باشد، بايد به اين آزمايشگاه بزرگ الهى سر بزند و از نزديك مكانهاى گوناگون عرفات ، مشعر، منى ، صفا و مروه و رمى جمرات سه گانه را ببيند و مشاهده كند كه هر كدام برايش يك تجسم عملى اسلام و موجب يك نوع طهارت و پاكيزگى روحى است .</w:t>
      </w:r>
    </w:p>
    <w:p w:rsidR="004F29D6" w:rsidRDefault="00552E54" w:rsidP="00552E54">
      <w:pPr>
        <w:pStyle w:val="Heading2"/>
        <w:rPr>
          <w:rtl/>
          <w:lang w:bidi="fa-IR"/>
        </w:rPr>
      </w:pPr>
      <w:r>
        <w:rPr>
          <w:rtl/>
          <w:lang w:bidi="fa-IR"/>
        </w:rPr>
        <w:br w:type="page"/>
      </w:r>
      <w:bookmarkStart w:id="355" w:name="_Toc513640314"/>
      <w:bookmarkStart w:id="356" w:name="_Toc513716119"/>
      <w:bookmarkStart w:id="357" w:name="_Toc513716359"/>
      <w:bookmarkStart w:id="358" w:name="_Toc513716470"/>
      <w:bookmarkStart w:id="359" w:name="_Toc513716850"/>
      <w:r w:rsidR="004F29D6">
        <w:rPr>
          <w:rtl/>
          <w:lang w:bidi="fa-IR"/>
        </w:rPr>
        <w:lastRenderedPageBreak/>
        <w:t>احكام حج :</w:t>
      </w:r>
      <w:bookmarkEnd w:id="355"/>
      <w:bookmarkEnd w:id="356"/>
      <w:bookmarkEnd w:id="357"/>
      <w:bookmarkEnd w:id="358"/>
      <w:bookmarkEnd w:id="359"/>
    </w:p>
    <w:p w:rsidR="004F29D6" w:rsidRDefault="004F29D6" w:rsidP="004F29D6">
      <w:pPr>
        <w:pStyle w:val="libNormal"/>
        <w:rPr>
          <w:rtl/>
          <w:lang w:bidi="fa-IR"/>
        </w:rPr>
      </w:pPr>
      <w:r>
        <w:rPr>
          <w:rtl/>
          <w:lang w:bidi="fa-IR"/>
        </w:rPr>
        <w:t>حج بر كسى واجب مى شود كه :</w:t>
      </w:r>
    </w:p>
    <w:p w:rsidR="004F29D6" w:rsidRDefault="004F29D6" w:rsidP="004F29D6">
      <w:pPr>
        <w:pStyle w:val="libNormal"/>
        <w:rPr>
          <w:rtl/>
          <w:lang w:bidi="fa-IR"/>
        </w:rPr>
      </w:pPr>
      <w:r>
        <w:rPr>
          <w:rtl/>
          <w:lang w:bidi="fa-IR"/>
        </w:rPr>
        <w:t>١</w:t>
      </w:r>
      <w:r w:rsidR="00552E54">
        <w:rPr>
          <w:rFonts w:hint="cs"/>
          <w:rtl/>
          <w:lang w:bidi="fa-IR"/>
        </w:rPr>
        <w:t xml:space="preserve"> </w:t>
      </w:r>
      <w:r>
        <w:rPr>
          <w:rtl/>
          <w:lang w:bidi="fa-IR"/>
        </w:rPr>
        <w:t>- بالغ باشد.</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عاقل و آزاد باشد.</w:t>
      </w:r>
    </w:p>
    <w:p w:rsidR="004F29D6" w:rsidRDefault="004F29D6" w:rsidP="004F29D6">
      <w:pPr>
        <w:pStyle w:val="libNormal"/>
        <w:rPr>
          <w:rtl/>
          <w:lang w:bidi="fa-IR"/>
        </w:rPr>
      </w:pPr>
      <w:r>
        <w:rPr>
          <w:rtl/>
          <w:lang w:bidi="fa-IR"/>
        </w:rPr>
        <w:t>٣</w:t>
      </w:r>
      <w:r w:rsidR="00552E54">
        <w:rPr>
          <w:rFonts w:hint="cs"/>
          <w:rtl/>
          <w:lang w:bidi="fa-IR"/>
        </w:rPr>
        <w:t xml:space="preserve"> </w:t>
      </w:r>
      <w:r>
        <w:rPr>
          <w:rtl/>
          <w:lang w:bidi="fa-IR"/>
        </w:rPr>
        <w:t>- بخاطر رفتن به حج ناگزير به كار حرام يا ترك واجبى كه اهميتش از حج بيشتر است نباشد.</w:t>
      </w:r>
    </w:p>
    <w:p w:rsidR="004F29D6" w:rsidRDefault="004F29D6" w:rsidP="004F29D6">
      <w:pPr>
        <w:pStyle w:val="libNormal"/>
        <w:rPr>
          <w:rtl/>
          <w:lang w:bidi="fa-IR"/>
        </w:rPr>
      </w:pPr>
      <w:r>
        <w:rPr>
          <w:rtl/>
          <w:lang w:bidi="fa-IR"/>
        </w:rPr>
        <w:t>٤</w:t>
      </w:r>
      <w:r w:rsidR="00552E54">
        <w:rPr>
          <w:rFonts w:hint="cs"/>
          <w:rtl/>
          <w:lang w:bidi="fa-IR"/>
        </w:rPr>
        <w:t xml:space="preserve"> </w:t>
      </w:r>
      <w:r>
        <w:rPr>
          <w:rtl/>
          <w:lang w:bidi="fa-IR"/>
        </w:rPr>
        <w:t>- مستطيع باشد كه اين استطاعت همانطورى كه گذشت هم از نظر مالى است كه بايد مخارج خود و كسانى كه خرجى آنان بر او واجب است داشته باشد و پس از بازگشت براى كسب و زراعت و غيره سرمايه كافى در اختيارش ‍ باشد و يا بر سر كار خود برقرار باشد و هم از نظر جسمى كه بايد حج گزار از سلامت جسمى و مزاجى برخوردار بوده كه بتواند اعمال خود را بجا آورد و هم اين كه از نظر راه از آزادى و امنيت برخوردار باشد.</w:t>
      </w:r>
    </w:p>
    <w:p w:rsidR="004F29D6" w:rsidRDefault="004F29D6" w:rsidP="004F29D6">
      <w:pPr>
        <w:pStyle w:val="libNormal"/>
        <w:rPr>
          <w:rtl/>
          <w:lang w:bidi="fa-IR"/>
        </w:rPr>
      </w:pPr>
      <w:r>
        <w:rPr>
          <w:rtl/>
          <w:lang w:bidi="fa-IR"/>
        </w:rPr>
        <w:t>در اين صورت شخصى كه حج بر او واجب شده و توان مالى و جسمى دارد نمى تواند حج خود را ترك كند و پول آن را به راه هاى خير مصرف نمايد.</w:t>
      </w:r>
    </w:p>
    <w:p w:rsidR="004F29D6" w:rsidRDefault="00552E54" w:rsidP="00552E54">
      <w:pPr>
        <w:pStyle w:val="Heading2"/>
        <w:rPr>
          <w:rtl/>
          <w:lang w:bidi="fa-IR"/>
        </w:rPr>
      </w:pPr>
      <w:r>
        <w:rPr>
          <w:rtl/>
          <w:lang w:bidi="fa-IR"/>
        </w:rPr>
        <w:br w:type="page"/>
      </w:r>
      <w:bookmarkStart w:id="360" w:name="_Toc513640315"/>
      <w:bookmarkStart w:id="361" w:name="_Toc513716120"/>
      <w:bookmarkStart w:id="362" w:name="_Toc513716360"/>
      <w:bookmarkStart w:id="363" w:name="_Toc513716471"/>
      <w:bookmarkStart w:id="364" w:name="_Toc513716851"/>
      <w:r w:rsidR="004F29D6">
        <w:rPr>
          <w:rtl/>
          <w:lang w:bidi="fa-IR"/>
        </w:rPr>
        <w:lastRenderedPageBreak/>
        <w:t>امر به معروف و نهى از منكر</w:t>
      </w:r>
      <w:bookmarkEnd w:id="360"/>
      <w:bookmarkEnd w:id="361"/>
      <w:bookmarkEnd w:id="362"/>
      <w:bookmarkEnd w:id="363"/>
      <w:bookmarkEnd w:id="364"/>
    </w:p>
    <w:p w:rsidR="004F29D6" w:rsidRDefault="004F29D6" w:rsidP="00552E54">
      <w:pPr>
        <w:pStyle w:val="libNormal"/>
        <w:rPr>
          <w:rtl/>
          <w:lang w:bidi="fa-IR"/>
        </w:rPr>
      </w:pPr>
      <w:r>
        <w:rPr>
          <w:rtl/>
          <w:lang w:bidi="fa-IR"/>
        </w:rPr>
        <w:t xml:space="preserve">جهانى كه در آن زندگى مى كنيم جهان عمل و عكس العمل است . تمامى موجودات از انسان گرفته تا حشرات در برابر دنياى بيرون خود عكس العمل نشان مى دهند و انسان كه از نيروى انديشه وعقل برخوردار است عكس العملش بسيار گسترده تر است . كرمى كه در خاك زندگى مى كند به محض احساس خطر خود را جمع مى كند و يا در درون خاك ، خود را پنهان مى سازد و انسان هم در برابر كارهايى كه مخالف با فطرت و ذات اوست ، از خود عكس العمل نشان مى دهد كارهايى را كه فطرتش پاسخ مثبت به آن مى دهد مى پذيرد مانند تمامى كارهاى خوب و آنچه در فرهنگ دينى بعنوان واجبات و مستحبات از آن ياد شده است و كارهايى كه فطرت به او پاسخ منفى مى دهد نمى پذيرد و آن را رد مى كند مانند كارهاى حرام و مكروه ، اينجاست كه انسان بر اساس انديشه و فطرت و آگاهى هاى خود مى كوشد كه ديگران را به كارهاى نيك وادار سازد و آنها را از كارهاى زشت باز دارد. از اين رو فصلى در فرهنگ اسلامى به نام امر به معروف و نهى از منكر به وجود مى آيد. پس امر به معروف و نهى از منكر فضولى در كارهاى ديگران نيست بلكه پاسخى است به فطرت انسانى از اين رو على </w:t>
      </w:r>
      <w:r w:rsidR="00552E54" w:rsidRPr="00552E54">
        <w:rPr>
          <w:rStyle w:val="libAlaemChar"/>
          <w:rFonts w:eastAsiaTheme="minorHAnsi"/>
          <w:rtl/>
        </w:rPr>
        <w:t>عليه‌السلام</w:t>
      </w:r>
      <w:r>
        <w:rPr>
          <w:rtl/>
          <w:lang w:bidi="fa-IR"/>
        </w:rPr>
        <w:t xml:space="preserve"> درباره امر به معروف و نهى از منكر در نهج البلاغه مى فرمايد: «بدانيد كه امر به معروف و نهى از منكر سبب انجام واجبات و ترك محرمات مى گردد و با آن مى توان امينت اجتماعى به وجود آورد تا پيروان همه مذاهب آسمانى در كنار هم با صلح و صفا زندگى كنند، بديهى است كه با اين ابزار، مى توان ريشه هاى فساد را خشكاند، و نابود كرد و براى مردم محيط سالم به وجود آورد».</w:t>
      </w:r>
    </w:p>
    <w:p w:rsidR="004F29D6" w:rsidRDefault="00552E54" w:rsidP="00552E54">
      <w:pPr>
        <w:pStyle w:val="Heading2"/>
        <w:rPr>
          <w:rtl/>
          <w:lang w:bidi="fa-IR"/>
        </w:rPr>
      </w:pPr>
      <w:r>
        <w:rPr>
          <w:rtl/>
          <w:lang w:bidi="fa-IR"/>
        </w:rPr>
        <w:br w:type="page"/>
      </w:r>
      <w:bookmarkStart w:id="365" w:name="_Toc513640316"/>
      <w:bookmarkStart w:id="366" w:name="_Toc513716121"/>
      <w:bookmarkStart w:id="367" w:name="_Toc513716361"/>
      <w:bookmarkStart w:id="368" w:name="_Toc513716472"/>
      <w:bookmarkStart w:id="369" w:name="_Toc513716852"/>
      <w:r w:rsidR="004F29D6">
        <w:rPr>
          <w:rtl/>
          <w:lang w:bidi="fa-IR"/>
        </w:rPr>
        <w:lastRenderedPageBreak/>
        <w:t>شرايط امر به معروف و نهى از منكر:</w:t>
      </w:r>
      <w:bookmarkEnd w:id="365"/>
      <w:bookmarkEnd w:id="366"/>
      <w:bookmarkEnd w:id="367"/>
      <w:bookmarkEnd w:id="368"/>
      <w:bookmarkEnd w:id="369"/>
    </w:p>
    <w:p w:rsidR="004F29D6" w:rsidRDefault="004F29D6" w:rsidP="004F29D6">
      <w:pPr>
        <w:pStyle w:val="libNormal"/>
        <w:rPr>
          <w:rtl/>
          <w:lang w:bidi="fa-IR"/>
        </w:rPr>
      </w:pPr>
      <w:r>
        <w:rPr>
          <w:rtl/>
          <w:lang w:bidi="fa-IR"/>
        </w:rPr>
        <w:t>البته بايد توجه داشت كه اين كار واجب داراى شرائطى است كه بايد به آنها توجه كرد.اينها عبارتند از:</w:t>
      </w:r>
    </w:p>
    <w:p w:rsidR="004F29D6" w:rsidRDefault="004F29D6" w:rsidP="004F29D6">
      <w:pPr>
        <w:pStyle w:val="libNormal"/>
        <w:rPr>
          <w:rtl/>
          <w:lang w:bidi="fa-IR"/>
        </w:rPr>
      </w:pPr>
      <w:r>
        <w:rPr>
          <w:rtl/>
          <w:lang w:bidi="fa-IR"/>
        </w:rPr>
        <w:t>١</w:t>
      </w:r>
      <w:r w:rsidR="00552E54">
        <w:rPr>
          <w:rFonts w:hint="cs"/>
          <w:rtl/>
          <w:lang w:bidi="fa-IR"/>
        </w:rPr>
        <w:t xml:space="preserve"> </w:t>
      </w:r>
      <w:r>
        <w:rPr>
          <w:rtl/>
          <w:lang w:bidi="fa-IR"/>
        </w:rPr>
        <w:t>- شخص بايد معروف و منكر را بخوبى بشناسد تا بتواند درباره او دستورى صادر كند. در اين صورت كارى كه انسان نمى داند انجامش واجب و يا حرام است نمى تواند نسبت به آن امر و يا نهى كند.</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احتمال بدهد كه نصيحت او اثر بخش است و اگر مطمئن باشد كه اثرى ندارد واجب نيست .</w:t>
      </w:r>
    </w:p>
    <w:p w:rsidR="004F29D6" w:rsidRDefault="004F29D6" w:rsidP="004F29D6">
      <w:pPr>
        <w:pStyle w:val="libNormal"/>
        <w:rPr>
          <w:rtl/>
          <w:lang w:bidi="fa-IR"/>
        </w:rPr>
      </w:pPr>
      <w:r>
        <w:rPr>
          <w:rtl/>
          <w:lang w:bidi="fa-IR"/>
        </w:rPr>
        <w:t>٣</w:t>
      </w:r>
      <w:r w:rsidR="00552E54">
        <w:rPr>
          <w:rFonts w:hint="cs"/>
          <w:rtl/>
          <w:lang w:bidi="fa-IR"/>
        </w:rPr>
        <w:t xml:space="preserve"> </w:t>
      </w:r>
      <w:r>
        <w:rPr>
          <w:rtl/>
          <w:lang w:bidi="fa-IR"/>
        </w:rPr>
        <w:t>- شخص گنهكار و قانون شكن اصرار به تكرار آن عمل داشته باشد و اگر كسى يقين كند كه ديگر تكرار نخواهد كرد لازم نيست به او امر يا نهى كند.</w:t>
      </w:r>
    </w:p>
    <w:p w:rsidR="00552E54" w:rsidRDefault="004F29D6" w:rsidP="00552E54">
      <w:pPr>
        <w:pStyle w:val="libNormal"/>
        <w:rPr>
          <w:rtl/>
          <w:lang w:bidi="fa-IR"/>
        </w:rPr>
      </w:pPr>
      <w:r>
        <w:rPr>
          <w:rtl/>
          <w:lang w:bidi="fa-IR"/>
        </w:rPr>
        <w:t>٤</w:t>
      </w:r>
      <w:r w:rsidR="00552E54">
        <w:rPr>
          <w:rFonts w:hint="cs"/>
          <w:rtl/>
          <w:lang w:bidi="fa-IR"/>
        </w:rPr>
        <w:t xml:space="preserve"> </w:t>
      </w:r>
      <w:r>
        <w:rPr>
          <w:rtl/>
          <w:lang w:bidi="fa-IR"/>
        </w:rPr>
        <w:t>- امر به معروف و نهى از منكر، سبب ضرر جانى يا آبروئى براى خود او و يا ديگرى نباشد.</w:t>
      </w:r>
    </w:p>
    <w:p w:rsidR="004F29D6" w:rsidRDefault="00552E54" w:rsidP="00552E54">
      <w:pPr>
        <w:pStyle w:val="Heading2"/>
        <w:rPr>
          <w:rtl/>
          <w:lang w:bidi="fa-IR"/>
        </w:rPr>
      </w:pPr>
      <w:r>
        <w:rPr>
          <w:rtl/>
          <w:lang w:bidi="fa-IR"/>
        </w:rPr>
        <w:br w:type="page"/>
      </w:r>
      <w:bookmarkStart w:id="370" w:name="_Toc513640317"/>
      <w:bookmarkStart w:id="371" w:name="_Toc513716122"/>
      <w:bookmarkStart w:id="372" w:name="_Toc513716362"/>
      <w:bookmarkStart w:id="373" w:name="_Toc513716473"/>
      <w:bookmarkStart w:id="374" w:name="_Toc513716853"/>
      <w:r w:rsidR="004F29D6">
        <w:rPr>
          <w:rtl/>
          <w:lang w:bidi="fa-IR"/>
        </w:rPr>
        <w:lastRenderedPageBreak/>
        <w:t>مراحل امر به معروف و نهى از منكر:</w:t>
      </w:r>
      <w:bookmarkEnd w:id="370"/>
      <w:bookmarkEnd w:id="371"/>
      <w:bookmarkEnd w:id="372"/>
      <w:bookmarkEnd w:id="373"/>
      <w:bookmarkEnd w:id="374"/>
    </w:p>
    <w:p w:rsidR="004F29D6" w:rsidRDefault="004F29D6" w:rsidP="004F29D6">
      <w:pPr>
        <w:pStyle w:val="libNormal"/>
        <w:rPr>
          <w:rtl/>
          <w:lang w:bidi="fa-IR"/>
        </w:rPr>
      </w:pPr>
      <w:r>
        <w:rPr>
          <w:rtl/>
          <w:lang w:bidi="fa-IR"/>
        </w:rPr>
        <w:t>امر به معروف و نهى از منكر داراى مراحلى است كه اگر مقصود و هدف انسان در مرحله اول تاءمين شود ديگر نوبت به مرحله بعد نمى رسد. اين مراحل عبارتند از:</w:t>
      </w:r>
    </w:p>
    <w:p w:rsidR="004F29D6" w:rsidRDefault="004F29D6" w:rsidP="004F29D6">
      <w:pPr>
        <w:pStyle w:val="libNormal"/>
        <w:rPr>
          <w:rtl/>
          <w:lang w:bidi="fa-IR"/>
        </w:rPr>
      </w:pPr>
      <w:r>
        <w:rPr>
          <w:rtl/>
          <w:lang w:bidi="fa-IR"/>
        </w:rPr>
        <w:t>١</w:t>
      </w:r>
      <w:r w:rsidR="00552E54">
        <w:rPr>
          <w:rFonts w:hint="cs"/>
          <w:rtl/>
          <w:lang w:bidi="fa-IR"/>
        </w:rPr>
        <w:t xml:space="preserve"> </w:t>
      </w:r>
      <w:r>
        <w:rPr>
          <w:rtl/>
          <w:lang w:bidi="fa-IR"/>
        </w:rPr>
        <w:t>- گنهكار با بى توجهى و بى اعتنائى ديگران نسبت به او آگاه شود و كار خود را ترك كند.</w:t>
      </w:r>
    </w:p>
    <w:p w:rsidR="004F29D6" w:rsidRDefault="004F29D6" w:rsidP="004F29D6">
      <w:pPr>
        <w:pStyle w:val="libNormal"/>
        <w:rPr>
          <w:rtl/>
          <w:lang w:bidi="fa-IR"/>
        </w:rPr>
      </w:pPr>
      <w:r>
        <w:rPr>
          <w:rtl/>
          <w:lang w:bidi="fa-IR"/>
        </w:rPr>
        <w:t>٢</w:t>
      </w:r>
      <w:r w:rsidR="00552E54">
        <w:rPr>
          <w:rFonts w:hint="cs"/>
          <w:rtl/>
          <w:lang w:bidi="fa-IR"/>
        </w:rPr>
        <w:t xml:space="preserve"> </w:t>
      </w:r>
      <w:r>
        <w:rPr>
          <w:rtl/>
          <w:lang w:bidi="fa-IR"/>
        </w:rPr>
        <w:t>- با نصيحت و پند و اندرز دست از كار زشت خود بردارد.</w:t>
      </w:r>
    </w:p>
    <w:p w:rsidR="004F29D6" w:rsidRDefault="004F29D6" w:rsidP="004F29D6">
      <w:pPr>
        <w:pStyle w:val="libNormal"/>
        <w:rPr>
          <w:rtl/>
          <w:lang w:bidi="fa-IR"/>
        </w:rPr>
      </w:pPr>
      <w:r>
        <w:rPr>
          <w:rtl/>
          <w:lang w:bidi="fa-IR"/>
        </w:rPr>
        <w:t>٣</w:t>
      </w:r>
      <w:r w:rsidR="00AC3028">
        <w:rPr>
          <w:rFonts w:hint="cs"/>
          <w:rtl/>
          <w:lang w:bidi="fa-IR"/>
        </w:rPr>
        <w:t xml:space="preserve"> </w:t>
      </w:r>
      <w:r>
        <w:rPr>
          <w:rtl/>
          <w:lang w:bidi="fa-IR"/>
        </w:rPr>
        <w:t>- با او برخورد قانونى شود و بر اساس مقررات شرعى و اجتماعى مجازات گردد و اين مجازات بايد توسط محاكم قضايى انجام بگيرد نه آنكه هر كس خودش اقدام كند.</w:t>
      </w:r>
    </w:p>
    <w:p w:rsidR="004F29D6" w:rsidRDefault="004F29D6" w:rsidP="004F29D6">
      <w:pPr>
        <w:pStyle w:val="libNormal"/>
        <w:rPr>
          <w:rtl/>
          <w:lang w:bidi="fa-IR"/>
        </w:rPr>
      </w:pPr>
      <w:r>
        <w:rPr>
          <w:rtl/>
          <w:lang w:bidi="fa-IR"/>
        </w:rPr>
        <w:t>كسى كه مى خواهد امر به معروف و نهى از منكر كند بايد دلسوزانه عمل نمايد و مراقب باشد كه در حضور ديگران گنهكار را سرزنش نكند، قصد و هدف خود را براى رضايت خداوند خالص گرداند و كار را براى خدا انجام دهد نه آنكه از روى انتقام يا ناراحتى و نارضايتى از مجرم باشد، چه بسا گنهكارى كه خطائى از او سرزده داراى كارهاى خوبى است كه مورد محبت و لطف خداست و تنها اين كار او سبب نارضايتى و خشم خداوند مى باشد.</w:t>
      </w:r>
    </w:p>
    <w:p w:rsidR="004F29D6" w:rsidRDefault="00AC3028" w:rsidP="00AC3028">
      <w:pPr>
        <w:pStyle w:val="Heading2"/>
        <w:rPr>
          <w:rtl/>
          <w:lang w:bidi="fa-IR"/>
        </w:rPr>
      </w:pPr>
      <w:r>
        <w:rPr>
          <w:rtl/>
          <w:lang w:bidi="fa-IR"/>
        </w:rPr>
        <w:br w:type="page"/>
      </w:r>
      <w:bookmarkStart w:id="375" w:name="_Toc513640318"/>
      <w:bookmarkStart w:id="376" w:name="_Toc513716123"/>
      <w:bookmarkStart w:id="377" w:name="_Toc513716363"/>
      <w:bookmarkStart w:id="378" w:name="_Toc513716474"/>
      <w:bookmarkStart w:id="379" w:name="_Toc513716854"/>
      <w:r w:rsidR="004F29D6">
        <w:rPr>
          <w:rtl/>
          <w:lang w:bidi="fa-IR"/>
        </w:rPr>
        <w:lastRenderedPageBreak/>
        <w:t>به پرسشهاى زير پاسخ دهيد:</w:t>
      </w:r>
      <w:bookmarkEnd w:id="375"/>
      <w:bookmarkEnd w:id="376"/>
      <w:bookmarkEnd w:id="377"/>
      <w:bookmarkEnd w:id="378"/>
      <w:bookmarkEnd w:id="379"/>
    </w:p>
    <w:p w:rsidR="004F29D6" w:rsidRDefault="004F29D6" w:rsidP="004F29D6">
      <w:pPr>
        <w:pStyle w:val="libNormal"/>
        <w:rPr>
          <w:rtl/>
          <w:lang w:bidi="fa-IR"/>
        </w:rPr>
      </w:pPr>
      <w:r>
        <w:rPr>
          <w:rtl/>
          <w:lang w:bidi="fa-IR"/>
        </w:rPr>
        <w:t>١</w:t>
      </w:r>
      <w:r w:rsidR="00AC3028">
        <w:rPr>
          <w:rFonts w:hint="cs"/>
          <w:rtl/>
          <w:lang w:bidi="fa-IR"/>
        </w:rPr>
        <w:t xml:space="preserve"> </w:t>
      </w:r>
      <w:r>
        <w:rPr>
          <w:rtl/>
          <w:lang w:bidi="fa-IR"/>
        </w:rPr>
        <w:t>- چرا حج واجب شده است ؟</w:t>
      </w:r>
    </w:p>
    <w:p w:rsidR="004F29D6" w:rsidRDefault="004F29D6" w:rsidP="004F29D6">
      <w:pPr>
        <w:pStyle w:val="libNormal"/>
        <w:rPr>
          <w:rtl/>
          <w:lang w:bidi="fa-IR"/>
        </w:rPr>
      </w:pPr>
      <w:r>
        <w:rPr>
          <w:rtl/>
          <w:lang w:bidi="fa-IR"/>
        </w:rPr>
        <w:t>٢</w:t>
      </w:r>
      <w:r w:rsidR="00AC3028">
        <w:rPr>
          <w:rFonts w:hint="cs"/>
          <w:rtl/>
          <w:lang w:bidi="fa-IR"/>
        </w:rPr>
        <w:t xml:space="preserve"> </w:t>
      </w:r>
      <w:r>
        <w:rPr>
          <w:rtl/>
          <w:lang w:bidi="fa-IR"/>
        </w:rPr>
        <w:t>- حج بر چه كسانى واجب است ؟</w:t>
      </w:r>
    </w:p>
    <w:p w:rsidR="004F29D6" w:rsidRDefault="004F29D6" w:rsidP="004F29D6">
      <w:pPr>
        <w:pStyle w:val="libNormal"/>
        <w:rPr>
          <w:rtl/>
          <w:lang w:bidi="fa-IR"/>
        </w:rPr>
      </w:pPr>
      <w:r>
        <w:rPr>
          <w:rtl/>
          <w:lang w:bidi="fa-IR"/>
        </w:rPr>
        <w:t>٣</w:t>
      </w:r>
      <w:r w:rsidR="00AC3028">
        <w:rPr>
          <w:rFonts w:hint="cs"/>
          <w:rtl/>
          <w:lang w:bidi="fa-IR"/>
        </w:rPr>
        <w:t xml:space="preserve"> </w:t>
      </w:r>
      <w:r>
        <w:rPr>
          <w:rtl/>
          <w:lang w:bidi="fa-IR"/>
        </w:rPr>
        <w:t>- آيا بجاى حج مى توان كارهاى خير ديگرى كرد؟</w:t>
      </w:r>
    </w:p>
    <w:p w:rsidR="004F29D6" w:rsidRDefault="004F29D6" w:rsidP="004F29D6">
      <w:pPr>
        <w:pStyle w:val="libNormal"/>
        <w:rPr>
          <w:rtl/>
          <w:lang w:bidi="fa-IR"/>
        </w:rPr>
      </w:pPr>
      <w:r>
        <w:rPr>
          <w:rtl/>
          <w:lang w:bidi="fa-IR"/>
        </w:rPr>
        <w:t>٤</w:t>
      </w:r>
      <w:r w:rsidR="00AC3028">
        <w:rPr>
          <w:rFonts w:hint="cs"/>
          <w:rtl/>
          <w:lang w:bidi="fa-IR"/>
        </w:rPr>
        <w:t xml:space="preserve"> </w:t>
      </w:r>
      <w:r>
        <w:rPr>
          <w:rtl/>
          <w:lang w:bidi="fa-IR"/>
        </w:rPr>
        <w:t>- امر به معروف و نهى از منكر واجب است يا مستحب ؟</w:t>
      </w:r>
    </w:p>
    <w:p w:rsidR="004F29D6" w:rsidRDefault="004F29D6" w:rsidP="004F29D6">
      <w:pPr>
        <w:pStyle w:val="libNormal"/>
        <w:rPr>
          <w:rtl/>
          <w:lang w:bidi="fa-IR"/>
        </w:rPr>
      </w:pPr>
      <w:r>
        <w:rPr>
          <w:rtl/>
          <w:lang w:bidi="fa-IR"/>
        </w:rPr>
        <w:t>٥</w:t>
      </w:r>
      <w:r w:rsidR="00AC3028">
        <w:rPr>
          <w:rFonts w:hint="cs"/>
          <w:rtl/>
          <w:lang w:bidi="fa-IR"/>
        </w:rPr>
        <w:t xml:space="preserve"> </w:t>
      </w:r>
      <w:r>
        <w:rPr>
          <w:rtl/>
          <w:lang w:bidi="fa-IR"/>
        </w:rPr>
        <w:t>- شرائط امر به معروف و نهى از منكر چگونه است ؟</w:t>
      </w:r>
    </w:p>
    <w:p w:rsidR="004F29D6" w:rsidRDefault="004F29D6" w:rsidP="004F29D6">
      <w:pPr>
        <w:pStyle w:val="libNormal"/>
        <w:rPr>
          <w:rtl/>
          <w:lang w:bidi="fa-IR"/>
        </w:rPr>
      </w:pPr>
      <w:r>
        <w:rPr>
          <w:rtl/>
          <w:lang w:bidi="fa-IR"/>
        </w:rPr>
        <w:t>٦</w:t>
      </w:r>
      <w:r w:rsidR="00AC3028">
        <w:rPr>
          <w:rFonts w:hint="cs"/>
          <w:rtl/>
          <w:lang w:bidi="fa-IR"/>
        </w:rPr>
        <w:t xml:space="preserve"> </w:t>
      </w:r>
      <w:r>
        <w:rPr>
          <w:rtl/>
          <w:lang w:bidi="fa-IR"/>
        </w:rPr>
        <w:t>- آيا هر كسى مى تواند گنهكار و مجرم را مجازات كند؟</w:t>
      </w:r>
    </w:p>
    <w:p w:rsidR="004F29D6" w:rsidRDefault="004F29D6" w:rsidP="004F29D6">
      <w:pPr>
        <w:pStyle w:val="libNormal"/>
        <w:rPr>
          <w:rtl/>
          <w:lang w:bidi="fa-IR"/>
        </w:rPr>
      </w:pPr>
      <w:r>
        <w:rPr>
          <w:rtl/>
          <w:lang w:bidi="fa-IR"/>
        </w:rPr>
        <w:t>٧</w:t>
      </w:r>
      <w:r w:rsidR="00AC3028">
        <w:rPr>
          <w:rFonts w:hint="cs"/>
          <w:rtl/>
          <w:lang w:bidi="fa-IR"/>
        </w:rPr>
        <w:t xml:space="preserve"> </w:t>
      </w:r>
      <w:r>
        <w:rPr>
          <w:rtl/>
          <w:lang w:bidi="fa-IR"/>
        </w:rPr>
        <w:t>- در ابتدا با شخصى كه خطائى از او سر زده چه بايد كرد؟</w:t>
      </w:r>
    </w:p>
    <w:p w:rsidR="004F29D6" w:rsidRDefault="00AC3028" w:rsidP="00C419E4">
      <w:pPr>
        <w:pStyle w:val="Heading1"/>
        <w:rPr>
          <w:rtl/>
          <w:lang w:bidi="fa-IR"/>
        </w:rPr>
      </w:pPr>
      <w:r>
        <w:rPr>
          <w:rtl/>
          <w:lang w:bidi="fa-IR"/>
        </w:rPr>
        <w:br w:type="page"/>
      </w:r>
      <w:bookmarkStart w:id="380" w:name="_Toc513640319"/>
      <w:bookmarkStart w:id="381" w:name="_Toc513716124"/>
      <w:bookmarkStart w:id="382" w:name="_Toc513716364"/>
      <w:bookmarkStart w:id="383" w:name="_Toc513716475"/>
      <w:bookmarkStart w:id="384" w:name="_Toc513716855"/>
      <w:r w:rsidR="004F29D6">
        <w:rPr>
          <w:rtl/>
          <w:lang w:bidi="fa-IR"/>
        </w:rPr>
        <w:lastRenderedPageBreak/>
        <w:t xml:space="preserve">درس </w:t>
      </w:r>
      <w:r w:rsidR="00C419E4">
        <w:rPr>
          <w:rFonts w:hint="cs"/>
          <w:rtl/>
          <w:lang w:bidi="fa-IR"/>
        </w:rPr>
        <w:t>دهم</w:t>
      </w:r>
      <w:r w:rsidR="004F29D6">
        <w:rPr>
          <w:rtl/>
          <w:lang w:bidi="fa-IR"/>
        </w:rPr>
        <w:t xml:space="preserve"> : جهاد و دفاع در اسلام</w:t>
      </w:r>
      <w:bookmarkEnd w:id="380"/>
      <w:bookmarkEnd w:id="381"/>
      <w:bookmarkEnd w:id="382"/>
      <w:bookmarkEnd w:id="383"/>
      <w:bookmarkEnd w:id="384"/>
    </w:p>
    <w:p w:rsidR="004F29D6" w:rsidRDefault="004F29D6" w:rsidP="00F66338">
      <w:pPr>
        <w:pStyle w:val="libNormal"/>
        <w:rPr>
          <w:rtl/>
          <w:lang w:bidi="fa-IR"/>
        </w:rPr>
      </w:pPr>
      <w:r>
        <w:rPr>
          <w:rtl/>
          <w:lang w:bidi="fa-IR"/>
        </w:rPr>
        <w:t>با اينكه اسلام پذيرش و گرايش به سوى آئين توحيد را يك پاسخگويى به نداى درون و فطرت دانسته و رسول خدا فرموده هر نوزادى كه قدم به جهان مى گذارد با فطرت توحيد و يكتا پرستى متولد مى شود و قرآن در اين راستا مى فرمايد:</w:t>
      </w:r>
      <w:r w:rsidR="00AC3028" w:rsidRPr="00AC3028">
        <w:rPr>
          <w:rStyle w:val="libAlaemChar"/>
          <w:rFonts w:hint="cs"/>
          <w:rtl/>
        </w:rPr>
        <w:t>(</w:t>
      </w:r>
      <w:r w:rsidR="00AC3028" w:rsidRPr="00AC3028">
        <w:rPr>
          <w:rStyle w:val="libAieChar"/>
          <w:rFonts w:hint="cs"/>
          <w:rtl/>
        </w:rPr>
        <w:t xml:space="preserve"> فَأَقِمْ وَجْهَكَ لِلدِّينِ حَنِيفًافِطْرَتَ اللَّـهِ الَّتِي فَطَرَ النَّاسَ</w:t>
      </w:r>
      <w:r>
        <w:rPr>
          <w:rtl/>
          <w:lang w:bidi="fa-IR"/>
        </w:rPr>
        <w:t>.</w:t>
      </w:r>
      <w:r w:rsidR="00AC3028" w:rsidRPr="00AC3028">
        <w:rPr>
          <w:rStyle w:val="libAlaemChar"/>
          <w:rFonts w:hint="cs"/>
          <w:rtl/>
        </w:rPr>
        <w:t>)</w:t>
      </w:r>
    </w:p>
    <w:p w:rsidR="004F29D6" w:rsidRDefault="004F29D6" w:rsidP="004F29D6">
      <w:pPr>
        <w:pStyle w:val="libNormal"/>
        <w:rPr>
          <w:rtl/>
          <w:lang w:bidi="fa-IR"/>
        </w:rPr>
      </w:pPr>
      <w:r>
        <w:rPr>
          <w:rtl/>
          <w:lang w:bidi="fa-IR"/>
        </w:rPr>
        <w:t>«چهره خود را متوجه آئين پاكى كن كه فطرت همه انسان ها بر اساس آن بنيان گذارى شده است ».</w:t>
      </w:r>
    </w:p>
    <w:p w:rsidR="004F29D6" w:rsidRDefault="004F29D6" w:rsidP="004F29D6">
      <w:pPr>
        <w:pStyle w:val="libNormal"/>
        <w:rPr>
          <w:rtl/>
          <w:lang w:bidi="fa-IR"/>
        </w:rPr>
      </w:pPr>
      <w:r>
        <w:rPr>
          <w:rtl/>
          <w:lang w:bidi="fa-IR"/>
        </w:rPr>
        <w:t>و پيامبر اسلام باز فرمود:كل مولود يولد على الفطرة</w:t>
      </w:r>
    </w:p>
    <w:p w:rsidR="004F29D6" w:rsidRDefault="004F29D6" w:rsidP="004F29D6">
      <w:pPr>
        <w:pStyle w:val="libNormal"/>
        <w:rPr>
          <w:rtl/>
          <w:lang w:bidi="fa-IR"/>
        </w:rPr>
      </w:pPr>
      <w:r>
        <w:rPr>
          <w:rtl/>
          <w:lang w:bidi="fa-IR"/>
        </w:rPr>
        <w:t>«هر نوزادى بر اساس فطرت اسلام به دنيا آمده ».</w:t>
      </w:r>
    </w:p>
    <w:p w:rsidR="004F29D6" w:rsidRDefault="004F29D6" w:rsidP="004F29D6">
      <w:pPr>
        <w:pStyle w:val="libNormal"/>
        <w:rPr>
          <w:rtl/>
          <w:lang w:bidi="fa-IR"/>
        </w:rPr>
      </w:pPr>
      <w:r>
        <w:rPr>
          <w:rtl/>
          <w:lang w:bidi="fa-IR"/>
        </w:rPr>
        <w:t>با همه اين وجود، اسلام همه را در پذيرش دين آزاد گذاشته و هيچكس را ناگزير به پذيرش آن نساخته است ولى به هيچ كس اجازه نداده كه جلو گسترش و پيشرفت اسلام را به شكلى بگيرد.</w:t>
      </w:r>
    </w:p>
    <w:p w:rsidR="004F29D6" w:rsidRDefault="004F29D6" w:rsidP="004F29D6">
      <w:pPr>
        <w:pStyle w:val="libNormal"/>
        <w:rPr>
          <w:rtl/>
          <w:lang w:bidi="fa-IR"/>
        </w:rPr>
      </w:pPr>
      <w:r>
        <w:rPr>
          <w:rtl/>
          <w:lang w:bidi="fa-IR"/>
        </w:rPr>
        <w:t xml:space="preserve">اسلام با كسانى كه در انديشه توطئه و خيانت و تشكيل پيمانهاى نظامى و اقتصادى وسياسى عليه اسلام اند برخورد مى كند و با آنها وارد جنگ مى شود تا توطئه ها را خنثى سازد از اين رو، كليه جنگهائى كه اسلام چه بصورت غزوات كه خود پيامبر در آن شركت داشته و چه سرايا و جنگهاى كوچك منطقه اى كه پيامبر حضور نداشته همگى جنبه تدافعى داشته نه تهاجمى يعنى اسلام خواسته كه جلو شيطنتها و توطئه ها را بگيرد نه آنكه با كشورى وارد جنگ شود تا آنها را ناگزير به پذيرش اسلام سازد از اين رو مى بينم كه جنگهاى اسلام و حمله به ايران صرفا براى جلوگيرى از به هم پيوستگى سپاه ايران و روم بوده كه مى خواسته اند با پيمان خود، اسلام را محاصره كنند و آن را نابود سازند و از طرفى قوانينى را در ايران آن روز، به نفع توده مرفه </w:t>
      </w:r>
      <w:r>
        <w:rPr>
          <w:rtl/>
          <w:lang w:bidi="fa-IR"/>
        </w:rPr>
        <w:lastRenderedPageBreak/>
        <w:t>خوشگذران بوده و طبقه هاى ديگر از مزاياى انسانى محروم بوده اند. مانند آنكه تحصيل و استخدام دولتى ، مربوط به شاهزادگان و موبدزادگان بود و فرزندان كشاورزان و كارگران اين حق را نداشته اند ولى پس از تسلط حكومت اسلامى بر ايران ، تمام اين امتيازات لغو گرديد.</w:t>
      </w:r>
    </w:p>
    <w:p w:rsidR="004F29D6" w:rsidRDefault="004F29D6" w:rsidP="00AC3028">
      <w:pPr>
        <w:pStyle w:val="Heading2"/>
        <w:rPr>
          <w:rtl/>
          <w:lang w:bidi="fa-IR"/>
        </w:rPr>
      </w:pPr>
      <w:bookmarkStart w:id="385" w:name="_Toc513640320"/>
      <w:bookmarkStart w:id="386" w:name="_Toc513716125"/>
      <w:bookmarkStart w:id="387" w:name="_Toc513716365"/>
      <w:bookmarkStart w:id="388" w:name="_Toc513716476"/>
      <w:bookmarkStart w:id="389" w:name="_Toc513716856"/>
      <w:r>
        <w:rPr>
          <w:rtl/>
          <w:lang w:bidi="fa-IR"/>
        </w:rPr>
        <w:t>دفاع</w:t>
      </w:r>
      <w:bookmarkEnd w:id="385"/>
      <w:bookmarkEnd w:id="386"/>
      <w:bookmarkEnd w:id="387"/>
      <w:bookmarkEnd w:id="388"/>
      <w:bookmarkEnd w:id="389"/>
    </w:p>
    <w:p w:rsidR="004F29D6" w:rsidRDefault="004F29D6" w:rsidP="004F29D6">
      <w:pPr>
        <w:pStyle w:val="libNormal"/>
        <w:rPr>
          <w:rtl/>
          <w:lang w:bidi="fa-IR"/>
        </w:rPr>
      </w:pPr>
      <w:r>
        <w:rPr>
          <w:rtl/>
          <w:lang w:bidi="fa-IR"/>
        </w:rPr>
        <w:t>دفاع حق همه مسلمانان در همه زمانها و مكانهاست و در هر منطقه اى كه دشمن بخواهد به كشورهاى اسلامى و حريم اسلام تجاوز نمايد بر هر زن و مرد لازم است كه به مبارزه برخاسته و از دادن جان و مال ، دريغ نورزند.</w:t>
      </w:r>
    </w:p>
    <w:p w:rsidR="004F29D6" w:rsidRDefault="004F29D6" w:rsidP="004F29D6">
      <w:pPr>
        <w:pStyle w:val="libNormal"/>
        <w:rPr>
          <w:rtl/>
          <w:lang w:bidi="fa-IR"/>
        </w:rPr>
      </w:pPr>
      <w:r>
        <w:rPr>
          <w:rtl/>
          <w:lang w:bidi="fa-IR"/>
        </w:rPr>
        <w:t>بديهى است كه فرق نمى كند كه دفاع از اسلام و مرزهاى اسلامى باشد و يا دفاع از حقوق شخصى افراد.</w:t>
      </w:r>
    </w:p>
    <w:p w:rsidR="004F29D6" w:rsidRDefault="004F29D6" w:rsidP="004F29D6">
      <w:pPr>
        <w:pStyle w:val="libNormal"/>
        <w:rPr>
          <w:rtl/>
          <w:lang w:bidi="fa-IR"/>
        </w:rPr>
      </w:pPr>
      <w:r>
        <w:rPr>
          <w:rtl/>
          <w:lang w:bidi="fa-IR"/>
        </w:rPr>
        <w:t>همانطور كه بايد به تجاوزگران مرزهاى اسلامى حمله كرد به كسانى هم كه دزد مال و ناموس انسانند بايد حمله نمود و جلو آنها را بايد گرفت هر چند كه پيامدش مرگ مهاجم باشد.</w:t>
      </w:r>
    </w:p>
    <w:p w:rsidR="004F29D6" w:rsidRDefault="004F29D6" w:rsidP="00AC3028">
      <w:pPr>
        <w:pStyle w:val="libNormal"/>
        <w:rPr>
          <w:rtl/>
          <w:lang w:bidi="fa-IR"/>
        </w:rPr>
      </w:pPr>
      <w:r>
        <w:rPr>
          <w:rtl/>
          <w:lang w:bidi="fa-IR"/>
        </w:rPr>
        <w:t>و همانطور كسى كه به خانه مردم نگاه مى كند و ناموس مردم را مورد تجاوز خود قرار مى دهد و حريم آنها را مى شكند بايد از او جلوگيرى كرد، بخاطر توجه به مساءله دفاع است كه اسلام خدمت نظام وظيفه و آموزش دوره نظامى و آگاهى به رمز و راز و فنون آن را بر همه كسانى كه توان دارند لازم مى شمرد. حتى امام خمينى براى رفتن به خدمت نظام اجازه پدر و مادر را لازم نمى داند.</w:t>
      </w:r>
    </w:p>
    <w:p w:rsidR="004F29D6" w:rsidRDefault="00AC3028" w:rsidP="00AC3028">
      <w:pPr>
        <w:pStyle w:val="Heading2"/>
        <w:rPr>
          <w:rtl/>
          <w:lang w:bidi="fa-IR"/>
        </w:rPr>
      </w:pPr>
      <w:r>
        <w:rPr>
          <w:rtl/>
          <w:lang w:bidi="fa-IR"/>
        </w:rPr>
        <w:br w:type="page"/>
      </w:r>
      <w:bookmarkStart w:id="390" w:name="_Toc513640321"/>
      <w:bookmarkStart w:id="391" w:name="_Toc513716126"/>
      <w:bookmarkStart w:id="392" w:name="_Toc513716366"/>
      <w:bookmarkStart w:id="393" w:name="_Toc513716477"/>
      <w:bookmarkStart w:id="394" w:name="_Toc513716857"/>
      <w:r w:rsidR="004F29D6">
        <w:rPr>
          <w:rtl/>
          <w:lang w:bidi="fa-IR"/>
        </w:rPr>
        <w:lastRenderedPageBreak/>
        <w:t>به پرسشها پاسخ دهيد:</w:t>
      </w:r>
      <w:bookmarkEnd w:id="390"/>
      <w:bookmarkEnd w:id="391"/>
      <w:bookmarkEnd w:id="392"/>
      <w:bookmarkEnd w:id="393"/>
      <w:bookmarkEnd w:id="394"/>
    </w:p>
    <w:p w:rsidR="004F29D6" w:rsidRDefault="004F29D6" w:rsidP="004F29D6">
      <w:pPr>
        <w:pStyle w:val="libNormal"/>
        <w:rPr>
          <w:rtl/>
          <w:lang w:bidi="fa-IR"/>
        </w:rPr>
      </w:pPr>
      <w:r>
        <w:rPr>
          <w:rtl/>
          <w:lang w:bidi="fa-IR"/>
        </w:rPr>
        <w:t>١</w:t>
      </w:r>
      <w:r w:rsidR="00AC3028">
        <w:rPr>
          <w:rFonts w:hint="cs"/>
          <w:rtl/>
          <w:lang w:bidi="fa-IR"/>
        </w:rPr>
        <w:t xml:space="preserve"> </w:t>
      </w:r>
      <w:r>
        <w:rPr>
          <w:rtl/>
          <w:lang w:bidi="fa-IR"/>
        </w:rPr>
        <w:t>- تفاوت جهاد و دفاع چيست ؟</w:t>
      </w:r>
    </w:p>
    <w:p w:rsidR="004F29D6" w:rsidRDefault="004F29D6" w:rsidP="004F29D6">
      <w:pPr>
        <w:pStyle w:val="libNormal"/>
        <w:rPr>
          <w:rtl/>
          <w:lang w:bidi="fa-IR"/>
        </w:rPr>
      </w:pPr>
      <w:r>
        <w:rPr>
          <w:rtl/>
          <w:lang w:bidi="fa-IR"/>
        </w:rPr>
        <w:t>٢</w:t>
      </w:r>
      <w:r w:rsidR="00AC3028">
        <w:rPr>
          <w:rFonts w:hint="cs"/>
          <w:rtl/>
          <w:lang w:bidi="fa-IR"/>
        </w:rPr>
        <w:t xml:space="preserve"> </w:t>
      </w:r>
      <w:r>
        <w:rPr>
          <w:rtl/>
          <w:lang w:bidi="fa-IR"/>
        </w:rPr>
        <w:t>- دفاع از مكتب دشمن چيست ؟ آن را توضيح داده و مثال بزنيد</w:t>
      </w:r>
    </w:p>
    <w:p w:rsidR="004F29D6" w:rsidRDefault="004F29D6" w:rsidP="004F29D6">
      <w:pPr>
        <w:pStyle w:val="libNormal"/>
        <w:rPr>
          <w:rtl/>
          <w:lang w:bidi="fa-IR"/>
        </w:rPr>
      </w:pPr>
      <w:r>
        <w:rPr>
          <w:rtl/>
          <w:lang w:bidi="fa-IR"/>
        </w:rPr>
        <w:t>٣</w:t>
      </w:r>
      <w:r w:rsidR="00AC3028">
        <w:rPr>
          <w:rFonts w:hint="cs"/>
          <w:rtl/>
          <w:lang w:bidi="fa-IR"/>
        </w:rPr>
        <w:t xml:space="preserve"> </w:t>
      </w:r>
      <w:r>
        <w:rPr>
          <w:rtl/>
          <w:lang w:bidi="fa-IR"/>
        </w:rPr>
        <w:t>- اگر دشمن به كشورهاى اسلامى حمله كند وظيفه مسلمانان چيست ؟</w:t>
      </w:r>
    </w:p>
    <w:p w:rsidR="004F29D6" w:rsidRDefault="004F29D6" w:rsidP="004F29D6">
      <w:pPr>
        <w:pStyle w:val="libNormal"/>
        <w:rPr>
          <w:rtl/>
          <w:lang w:bidi="fa-IR"/>
        </w:rPr>
      </w:pPr>
      <w:r>
        <w:rPr>
          <w:rtl/>
          <w:lang w:bidi="fa-IR"/>
        </w:rPr>
        <w:t>٤</w:t>
      </w:r>
      <w:r w:rsidR="00AC3028">
        <w:rPr>
          <w:rFonts w:hint="cs"/>
          <w:rtl/>
          <w:lang w:bidi="fa-IR"/>
        </w:rPr>
        <w:t xml:space="preserve"> </w:t>
      </w:r>
      <w:r>
        <w:rPr>
          <w:rtl/>
          <w:lang w:bidi="fa-IR"/>
        </w:rPr>
        <w:t>- آيا اگر دفاع منجر به قتل مهاجم شود بايد اقدام كرد؟</w:t>
      </w:r>
    </w:p>
    <w:p w:rsidR="004F29D6" w:rsidRDefault="00AC3028" w:rsidP="00C419E4">
      <w:pPr>
        <w:pStyle w:val="Heading1"/>
        <w:rPr>
          <w:rtl/>
          <w:lang w:bidi="fa-IR"/>
        </w:rPr>
      </w:pPr>
      <w:r>
        <w:rPr>
          <w:rtl/>
          <w:lang w:bidi="fa-IR"/>
        </w:rPr>
        <w:br w:type="page"/>
      </w:r>
      <w:bookmarkStart w:id="395" w:name="_Toc513640322"/>
      <w:bookmarkStart w:id="396" w:name="_Toc513716127"/>
      <w:bookmarkStart w:id="397" w:name="_Toc513716367"/>
      <w:bookmarkStart w:id="398" w:name="_Toc513716478"/>
      <w:bookmarkStart w:id="399" w:name="_Toc513716858"/>
      <w:r w:rsidR="004F29D6">
        <w:rPr>
          <w:rtl/>
          <w:lang w:bidi="fa-IR"/>
        </w:rPr>
        <w:lastRenderedPageBreak/>
        <w:t xml:space="preserve">درس </w:t>
      </w:r>
      <w:r w:rsidR="00C419E4">
        <w:rPr>
          <w:rFonts w:hint="cs"/>
          <w:rtl/>
          <w:lang w:bidi="fa-IR"/>
        </w:rPr>
        <w:t>یازدهم</w:t>
      </w:r>
      <w:r w:rsidR="004F29D6">
        <w:rPr>
          <w:rtl/>
          <w:lang w:bidi="fa-IR"/>
        </w:rPr>
        <w:t xml:space="preserve"> : خريد و فروش</w:t>
      </w:r>
      <w:bookmarkEnd w:id="395"/>
      <w:bookmarkEnd w:id="396"/>
      <w:bookmarkEnd w:id="397"/>
      <w:bookmarkEnd w:id="398"/>
      <w:bookmarkEnd w:id="399"/>
    </w:p>
    <w:p w:rsidR="004F29D6" w:rsidRDefault="004F29D6" w:rsidP="004F29D6">
      <w:pPr>
        <w:pStyle w:val="libNormal"/>
        <w:rPr>
          <w:rtl/>
          <w:lang w:bidi="fa-IR"/>
        </w:rPr>
      </w:pPr>
      <w:r>
        <w:rPr>
          <w:rtl/>
          <w:lang w:bidi="fa-IR"/>
        </w:rPr>
        <w:t>داد و ستد يكى از كارهايى است كه از دوران بسيار دور، بين مردم رواج و رونق داشته و امروز عده زيادى به شغل تجارت و معامله مشغولند در اسلام براى اين كه انسان به معاملات حرام آلوده نشود لازم است احكام معاملات بمقدارى كه مورد نياز است بداند زيرا اگر انسان نداند معامله اى كه انجام داده صحيح است يا باطل ، نمى تواند در مالى كه گرفته تصرف نمايد ولى اگر در موقع معامله احكام را مى دانسته ولى پس از معامله در صحت آن شك كند معامله صحيح و تصرف در آن بلا اشكال است .</w:t>
      </w:r>
    </w:p>
    <w:p w:rsidR="004F29D6" w:rsidRDefault="004F29D6" w:rsidP="004F29D6">
      <w:pPr>
        <w:pStyle w:val="libNormal"/>
        <w:rPr>
          <w:rtl/>
          <w:lang w:bidi="fa-IR"/>
        </w:rPr>
      </w:pPr>
      <w:r>
        <w:rPr>
          <w:rtl/>
          <w:lang w:bidi="fa-IR"/>
        </w:rPr>
        <w:t>معاملات به پنج دسته تقسيم مى شود:</w:t>
      </w:r>
    </w:p>
    <w:p w:rsidR="004F29D6" w:rsidRDefault="004F29D6" w:rsidP="00AC3028">
      <w:pPr>
        <w:pStyle w:val="Heading2"/>
        <w:rPr>
          <w:rtl/>
          <w:lang w:bidi="fa-IR"/>
        </w:rPr>
      </w:pPr>
      <w:bookmarkStart w:id="400" w:name="_Toc513640323"/>
      <w:bookmarkStart w:id="401" w:name="_Toc513716128"/>
      <w:bookmarkStart w:id="402" w:name="_Toc513716368"/>
      <w:bookmarkStart w:id="403" w:name="_Toc513716479"/>
      <w:bookmarkStart w:id="404" w:name="_Toc513716859"/>
      <w:r>
        <w:rPr>
          <w:rtl/>
          <w:lang w:bidi="fa-IR"/>
        </w:rPr>
        <w:t>١</w:t>
      </w:r>
      <w:r w:rsidR="00AC3028">
        <w:rPr>
          <w:rFonts w:hint="cs"/>
          <w:rtl/>
          <w:lang w:bidi="fa-IR"/>
        </w:rPr>
        <w:t xml:space="preserve"> </w:t>
      </w:r>
      <w:r>
        <w:rPr>
          <w:rtl/>
          <w:lang w:bidi="fa-IR"/>
        </w:rPr>
        <w:t>- معامله واجب :</w:t>
      </w:r>
      <w:bookmarkEnd w:id="400"/>
      <w:bookmarkEnd w:id="401"/>
      <w:bookmarkEnd w:id="402"/>
      <w:bookmarkEnd w:id="403"/>
      <w:bookmarkEnd w:id="404"/>
    </w:p>
    <w:p w:rsidR="004F29D6" w:rsidRDefault="004F29D6" w:rsidP="004F29D6">
      <w:pPr>
        <w:pStyle w:val="libNormal"/>
        <w:rPr>
          <w:rtl/>
          <w:lang w:bidi="fa-IR"/>
        </w:rPr>
      </w:pPr>
      <w:r>
        <w:rPr>
          <w:rtl/>
          <w:lang w:bidi="fa-IR"/>
        </w:rPr>
        <w:t>و آن وقتى است كه براى تحصيل مخارج زندگى هيچ راهى بجز معامله نداشته باشد در اين صورت واجب است كه شخص مخارج زندگى خود را از اين راه به دست بياورد.</w:t>
      </w:r>
    </w:p>
    <w:p w:rsidR="004F29D6" w:rsidRDefault="004F29D6" w:rsidP="00AC3028">
      <w:pPr>
        <w:pStyle w:val="Heading2"/>
        <w:rPr>
          <w:rtl/>
          <w:lang w:bidi="fa-IR"/>
        </w:rPr>
      </w:pPr>
      <w:bookmarkStart w:id="405" w:name="_Toc513640324"/>
      <w:bookmarkStart w:id="406" w:name="_Toc513716129"/>
      <w:bookmarkStart w:id="407" w:name="_Toc513716369"/>
      <w:bookmarkStart w:id="408" w:name="_Toc513716480"/>
      <w:bookmarkStart w:id="409" w:name="_Toc513716860"/>
      <w:r>
        <w:rPr>
          <w:rtl/>
          <w:lang w:bidi="fa-IR"/>
        </w:rPr>
        <w:t>٢</w:t>
      </w:r>
      <w:r w:rsidR="00AC3028">
        <w:rPr>
          <w:rFonts w:hint="cs"/>
          <w:rtl/>
          <w:lang w:bidi="fa-IR"/>
        </w:rPr>
        <w:t xml:space="preserve"> </w:t>
      </w:r>
      <w:r>
        <w:rPr>
          <w:rtl/>
          <w:lang w:bidi="fa-IR"/>
        </w:rPr>
        <w:t>- معامله حرام :</w:t>
      </w:r>
      <w:bookmarkEnd w:id="405"/>
      <w:bookmarkEnd w:id="406"/>
      <w:bookmarkEnd w:id="407"/>
      <w:bookmarkEnd w:id="408"/>
      <w:bookmarkEnd w:id="409"/>
    </w:p>
    <w:p w:rsidR="004F29D6" w:rsidRDefault="004F29D6" w:rsidP="004F29D6">
      <w:pPr>
        <w:pStyle w:val="libNormal"/>
        <w:rPr>
          <w:rtl/>
          <w:lang w:bidi="fa-IR"/>
        </w:rPr>
      </w:pPr>
      <w:r>
        <w:rPr>
          <w:rtl/>
          <w:lang w:bidi="fa-IR"/>
        </w:rPr>
        <w:t>و آن معاملاتى است كه اسلام آنها را حرام دانسته است .مثل خريد و فروش چيزهاى نجس از قبيل مشروبات الكلى ، گوشت خوك و يا مردار و يا خون و مواد مخدر و غيره .</w:t>
      </w:r>
    </w:p>
    <w:p w:rsidR="004F29D6" w:rsidRDefault="004F29D6" w:rsidP="004F29D6">
      <w:pPr>
        <w:pStyle w:val="libNormal"/>
        <w:rPr>
          <w:rtl/>
          <w:lang w:bidi="fa-IR"/>
        </w:rPr>
      </w:pPr>
      <w:r>
        <w:rPr>
          <w:rtl/>
          <w:lang w:bidi="fa-IR"/>
        </w:rPr>
        <w:t xml:space="preserve">و يا خريد و فروش چيزهايى كه از راه دزدى به دست آمده و يا چيزهائى كه منافع حرام بدنبال دارد مثل ابزار قمار يا خريد و فروش كتابهائى كه سبب گمراهى و انحراف مردم مى شود، بديهى است همانطور كه فروش بستنى فاسد و مسموم به مردم ، حرام است . فروش كتابها و فيلمها و نوارهاى مسموم و </w:t>
      </w:r>
      <w:r>
        <w:rPr>
          <w:rtl/>
          <w:lang w:bidi="fa-IR"/>
        </w:rPr>
        <w:lastRenderedPageBreak/>
        <w:t>انحراف آميز هم حرام است بلكه اينها از مواد غذايى مسموم ، بمراتب بدتر است ، زيرا مواد غذايى مسموم ، جسم را فاسد و خراب مى كند ولى كتابها و فيلمهاى مبتذل روح و روان انسانها را به انحراف مى كشاند و بديهى است كه انحرافات روحى و روانى به مراتب زيان</w:t>
      </w:r>
      <w:r w:rsidR="00AC3028">
        <w:rPr>
          <w:rFonts w:hint="cs"/>
          <w:rtl/>
          <w:lang w:bidi="fa-IR"/>
        </w:rPr>
        <w:t xml:space="preserve"> </w:t>
      </w:r>
      <w:r>
        <w:rPr>
          <w:rtl/>
          <w:lang w:bidi="fa-IR"/>
        </w:rPr>
        <w:t>بارتر از فساد جسمى است چون در مسموميتهاى جسمى خداوند دستگاه گوارش را طورى آفريده كه واكنش از خود نشان مى دهند و انسان با اسهال و يا استفراغ مواد سمى را دفع مى كند در اين صورت در مسموميتهاى جسمى بهبودى چندان مشكل نيست ولى در بهبودى روانى و روحى بسيار مشكل و طاقت فرسا است .</w:t>
      </w:r>
    </w:p>
    <w:p w:rsidR="004F29D6" w:rsidRDefault="004F29D6" w:rsidP="00AC3028">
      <w:pPr>
        <w:pStyle w:val="Heading2"/>
        <w:rPr>
          <w:rtl/>
          <w:lang w:bidi="fa-IR"/>
        </w:rPr>
      </w:pPr>
      <w:bookmarkStart w:id="410" w:name="_Toc513640325"/>
      <w:bookmarkStart w:id="411" w:name="_Toc513716130"/>
      <w:bookmarkStart w:id="412" w:name="_Toc513716370"/>
      <w:bookmarkStart w:id="413" w:name="_Toc513716481"/>
      <w:bookmarkStart w:id="414" w:name="_Toc513716861"/>
      <w:r>
        <w:rPr>
          <w:rtl/>
          <w:lang w:bidi="fa-IR"/>
        </w:rPr>
        <w:t>٣</w:t>
      </w:r>
      <w:r w:rsidR="00AC3028">
        <w:rPr>
          <w:rFonts w:hint="cs"/>
          <w:rtl/>
          <w:lang w:bidi="fa-IR"/>
        </w:rPr>
        <w:t xml:space="preserve"> </w:t>
      </w:r>
      <w:r>
        <w:rPr>
          <w:rtl/>
          <w:lang w:bidi="fa-IR"/>
        </w:rPr>
        <w:t>- معاملات مستحب :</w:t>
      </w:r>
      <w:bookmarkEnd w:id="410"/>
      <w:bookmarkEnd w:id="411"/>
      <w:bookmarkEnd w:id="412"/>
      <w:bookmarkEnd w:id="413"/>
      <w:bookmarkEnd w:id="414"/>
    </w:p>
    <w:p w:rsidR="004F29D6" w:rsidRDefault="004F29D6" w:rsidP="004F29D6">
      <w:pPr>
        <w:pStyle w:val="libNormal"/>
        <w:rPr>
          <w:rtl/>
          <w:lang w:bidi="fa-IR"/>
        </w:rPr>
      </w:pPr>
      <w:r>
        <w:rPr>
          <w:rtl/>
          <w:lang w:bidi="fa-IR"/>
        </w:rPr>
        <w:t>معاملاتى است كه براى توسعه زندگى خانواده و سود رسانى به ساير مسلمانان انجام مى پذيرد مثل زراعت و كشاورزى كه هم به خانواده كمك مى شود وهم به ديگران</w:t>
      </w:r>
    </w:p>
    <w:p w:rsidR="004F29D6" w:rsidRDefault="004F29D6" w:rsidP="00AC3028">
      <w:pPr>
        <w:pStyle w:val="Heading2"/>
        <w:rPr>
          <w:rtl/>
          <w:lang w:bidi="fa-IR"/>
        </w:rPr>
      </w:pPr>
      <w:bookmarkStart w:id="415" w:name="_Toc513640326"/>
      <w:bookmarkStart w:id="416" w:name="_Toc513716131"/>
      <w:bookmarkStart w:id="417" w:name="_Toc513716371"/>
      <w:bookmarkStart w:id="418" w:name="_Toc513716482"/>
      <w:bookmarkStart w:id="419" w:name="_Toc513716862"/>
      <w:r>
        <w:rPr>
          <w:rtl/>
          <w:lang w:bidi="fa-IR"/>
        </w:rPr>
        <w:t>٤</w:t>
      </w:r>
      <w:r w:rsidR="00AC3028">
        <w:rPr>
          <w:rFonts w:hint="cs"/>
          <w:rtl/>
          <w:lang w:bidi="fa-IR"/>
        </w:rPr>
        <w:t xml:space="preserve"> </w:t>
      </w:r>
      <w:r>
        <w:rPr>
          <w:rtl/>
          <w:lang w:bidi="fa-IR"/>
        </w:rPr>
        <w:t>- معاملات مكروه :</w:t>
      </w:r>
      <w:bookmarkEnd w:id="415"/>
      <w:bookmarkEnd w:id="416"/>
      <w:bookmarkEnd w:id="417"/>
      <w:bookmarkEnd w:id="418"/>
      <w:bookmarkEnd w:id="419"/>
    </w:p>
    <w:p w:rsidR="004F29D6" w:rsidRDefault="004F29D6" w:rsidP="004F29D6">
      <w:pPr>
        <w:pStyle w:val="libNormal"/>
        <w:rPr>
          <w:rtl/>
          <w:lang w:bidi="fa-IR"/>
        </w:rPr>
      </w:pPr>
      <w:r>
        <w:rPr>
          <w:rtl/>
          <w:lang w:bidi="fa-IR"/>
        </w:rPr>
        <w:t>و آن معاملاتى است كه بتدريج موجب قساوت قلب و سنگدلى مى گردد و يا تمايل برانگيز نيست و توده مردم آنها را نمى پسندند. مثل كفن فروشى و يا معامله با افراد پست و فرومايه .</w:t>
      </w:r>
    </w:p>
    <w:p w:rsidR="004F29D6" w:rsidRDefault="00AC3028" w:rsidP="00AC3028">
      <w:pPr>
        <w:pStyle w:val="Heading2"/>
        <w:rPr>
          <w:rtl/>
          <w:lang w:bidi="fa-IR"/>
        </w:rPr>
      </w:pPr>
      <w:r>
        <w:rPr>
          <w:rtl/>
          <w:lang w:bidi="fa-IR"/>
        </w:rPr>
        <w:br w:type="page"/>
      </w:r>
      <w:bookmarkStart w:id="420" w:name="_Toc513640327"/>
      <w:bookmarkStart w:id="421" w:name="_Toc513716132"/>
      <w:bookmarkStart w:id="422" w:name="_Toc513716372"/>
      <w:bookmarkStart w:id="423" w:name="_Toc513716483"/>
      <w:bookmarkStart w:id="424" w:name="_Toc513716863"/>
      <w:r w:rsidR="004F29D6">
        <w:rPr>
          <w:rtl/>
          <w:lang w:bidi="fa-IR"/>
        </w:rPr>
        <w:lastRenderedPageBreak/>
        <w:t>٥</w:t>
      </w:r>
      <w:r>
        <w:rPr>
          <w:rFonts w:hint="cs"/>
          <w:rtl/>
          <w:lang w:bidi="fa-IR"/>
        </w:rPr>
        <w:t xml:space="preserve"> </w:t>
      </w:r>
      <w:r w:rsidR="004F29D6">
        <w:rPr>
          <w:rtl/>
          <w:lang w:bidi="fa-IR"/>
        </w:rPr>
        <w:t>- معاملات مباح :</w:t>
      </w:r>
      <w:bookmarkEnd w:id="420"/>
      <w:bookmarkEnd w:id="421"/>
      <w:bookmarkEnd w:id="422"/>
      <w:bookmarkEnd w:id="423"/>
      <w:bookmarkEnd w:id="424"/>
      <w:r w:rsidR="004F29D6">
        <w:rPr>
          <w:rtl/>
          <w:lang w:bidi="fa-IR"/>
        </w:rPr>
        <w:t xml:space="preserve"> </w:t>
      </w:r>
    </w:p>
    <w:p w:rsidR="004F29D6" w:rsidRDefault="004F29D6" w:rsidP="004F29D6">
      <w:pPr>
        <w:pStyle w:val="libNormal"/>
        <w:rPr>
          <w:rtl/>
          <w:lang w:bidi="fa-IR"/>
        </w:rPr>
      </w:pPr>
      <w:r>
        <w:rPr>
          <w:rtl/>
          <w:lang w:bidi="fa-IR"/>
        </w:rPr>
        <w:t>و آن معاملاتى است كه از طرف شرع دستور خاصى نرسيده است مثل فروش دو جنس با هم و گرفتن زيادى مانند اين كه يك من برنج را به دو من گندم بفروشد.</w:t>
      </w:r>
    </w:p>
    <w:p w:rsidR="004F29D6" w:rsidRDefault="004F29D6" w:rsidP="00AC3028">
      <w:pPr>
        <w:pStyle w:val="Heading2"/>
        <w:rPr>
          <w:rtl/>
          <w:lang w:bidi="fa-IR"/>
        </w:rPr>
      </w:pPr>
      <w:bookmarkStart w:id="425" w:name="_Toc513640328"/>
      <w:bookmarkStart w:id="426" w:name="_Toc513716133"/>
      <w:bookmarkStart w:id="427" w:name="_Toc513716373"/>
      <w:bookmarkStart w:id="428" w:name="_Toc513716484"/>
      <w:bookmarkStart w:id="429" w:name="_Toc513716864"/>
      <w:r>
        <w:rPr>
          <w:rtl/>
          <w:lang w:bidi="fa-IR"/>
        </w:rPr>
        <w:t>ربا در معامله :</w:t>
      </w:r>
      <w:bookmarkEnd w:id="425"/>
      <w:bookmarkEnd w:id="426"/>
      <w:bookmarkEnd w:id="427"/>
      <w:bookmarkEnd w:id="428"/>
      <w:bookmarkEnd w:id="429"/>
    </w:p>
    <w:p w:rsidR="004F29D6" w:rsidRDefault="004F29D6" w:rsidP="004F29D6">
      <w:pPr>
        <w:pStyle w:val="libNormal"/>
        <w:rPr>
          <w:rtl/>
          <w:lang w:bidi="fa-IR"/>
        </w:rPr>
      </w:pPr>
      <w:r>
        <w:rPr>
          <w:rtl/>
          <w:lang w:bidi="fa-IR"/>
        </w:rPr>
        <w:t>يكى از چيزهايى كه در اسلام از او به زشتى ياد شده و سبب بطلان معامله مى شود ربا است . ربا يعنى زيادى گرفتن و براى تحقق اين امر سه شرط دارد:</w:t>
      </w:r>
    </w:p>
    <w:p w:rsidR="004F29D6" w:rsidRDefault="004F29D6" w:rsidP="004F29D6">
      <w:pPr>
        <w:pStyle w:val="libNormal"/>
        <w:rPr>
          <w:rtl/>
          <w:lang w:bidi="fa-IR"/>
        </w:rPr>
      </w:pPr>
      <w:r>
        <w:rPr>
          <w:rtl/>
          <w:lang w:bidi="fa-IR"/>
        </w:rPr>
        <w:t>الف - آنكه در معامله يك طرف بيشتر از طرف مقابل بگيرد.</w:t>
      </w:r>
    </w:p>
    <w:p w:rsidR="004F29D6" w:rsidRDefault="004F29D6" w:rsidP="004F29D6">
      <w:pPr>
        <w:pStyle w:val="libNormal"/>
        <w:rPr>
          <w:rtl/>
          <w:lang w:bidi="fa-IR"/>
        </w:rPr>
      </w:pPr>
      <w:r>
        <w:rPr>
          <w:rtl/>
          <w:lang w:bidi="fa-IR"/>
        </w:rPr>
        <w:t>ب - دو جنسى كه با هم مبادله مى كنند بايد از يك جنس باشند مثل اين كه يك من گندم به دو من گندم بفروشد ولى اگر از دو جنس باشند ربا به وجود نمى آيد مثل اينكه يك من برنج به دو من گندم بفروشد.</w:t>
      </w:r>
    </w:p>
    <w:p w:rsidR="004F29D6" w:rsidRDefault="004F29D6" w:rsidP="004F29D6">
      <w:pPr>
        <w:pStyle w:val="libNormal"/>
        <w:rPr>
          <w:rtl/>
          <w:lang w:bidi="fa-IR"/>
        </w:rPr>
      </w:pPr>
      <w:r>
        <w:rPr>
          <w:rtl/>
          <w:lang w:bidi="fa-IR"/>
        </w:rPr>
        <w:t>ج - آنكه عوضين از اجناس كيلى يا وزنى باشند.</w:t>
      </w:r>
    </w:p>
    <w:p w:rsidR="004F29D6" w:rsidRDefault="004F29D6" w:rsidP="00AC3028">
      <w:pPr>
        <w:pStyle w:val="Heading2"/>
        <w:rPr>
          <w:rtl/>
          <w:lang w:bidi="fa-IR"/>
        </w:rPr>
      </w:pPr>
      <w:bookmarkStart w:id="430" w:name="_Toc513640329"/>
      <w:bookmarkStart w:id="431" w:name="_Toc513716134"/>
      <w:bookmarkStart w:id="432" w:name="_Toc513716374"/>
      <w:bookmarkStart w:id="433" w:name="_Toc513716485"/>
      <w:bookmarkStart w:id="434" w:name="_Toc513716865"/>
      <w:r>
        <w:rPr>
          <w:rtl/>
          <w:lang w:bidi="fa-IR"/>
        </w:rPr>
        <w:t>شرايط خريدار و فروشنده :</w:t>
      </w:r>
      <w:bookmarkEnd w:id="430"/>
      <w:bookmarkEnd w:id="431"/>
      <w:bookmarkEnd w:id="432"/>
      <w:bookmarkEnd w:id="433"/>
      <w:bookmarkEnd w:id="434"/>
    </w:p>
    <w:p w:rsidR="004F29D6" w:rsidRDefault="004F29D6" w:rsidP="004F29D6">
      <w:pPr>
        <w:pStyle w:val="libNormal"/>
        <w:rPr>
          <w:rtl/>
          <w:lang w:bidi="fa-IR"/>
        </w:rPr>
      </w:pPr>
      <w:r>
        <w:rPr>
          <w:rtl/>
          <w:lang w:bidi="fa-IR"/>
        </w:rPr>
        <w:t>براى خريدار و فروشنده شش شرط است كه بايد رعايت شود</w:t>
      </w:r>
    </w:p>
    <w:p w:rsidR="004F29D6" w:rsidRDefault="004F29D6" w:rsidP="004F29D6">
      <w:pPr>
        <w:pStyle w:val="libNormal"/>
        <w:rPr>
          <w:rtl/>
          <w:lang w:bidi="fa-IR"/>
        </w:rPr>
      </w:pPr>
      <w:r>
        <w:rPr>
          <w:rtl/>
          <w:lang w:bidi="fa-IR"/>
        </w:rPr>
        <w:t>١</w:t>
      </w:r>
      <w:r w:rsidR="00AC3028">
        <w:rPr>
          <w:rFonts w:hint="cs"/>
          <w:rtl/>
          <w:lang w:bidi="fa-IR"/>
        </w:rPr>
        <w:t xml:space="preserve"> </w:t>
      </w:r>
      <w:r>
        <w:rPr>
          <w:rtl/>
          <w:lang w:bidi="fa-IR"/>
        </w:rPr>
        <w:t>- هر دو بالغ باشند و قدرت تشخيص نفع و ضرر خود را بدهند.</w:t>
      </w:r>
    </w:p>
    <w:p w:rsidR="004F29D6" w:rsidRDefault="004F29D6" w:rsidP="004F29D6">
      <w:pPr>
        <w:pStyle w:val="libNormal"/>
        <w:rPr>
          <w:rtl/>
          <w:lang w:bidi="fa-IR"/>
        </w:rPr>
      </w:pPr>
      <w:r>
        <w:rPr>
          <w:rtl/>
          <w:lang w:bidi="fa-IR"/>
        </w:rPr>
        <w:t>٢</w:t>
      </w:r>
      <w:r w:rsidR="00AC3028">
        <w:rPr>
          <w:rFonts w:hint="cs"/>
          <w:rtl/>
          <w:lang w:bidi="fa-IR"/>
        </w:rPr>
        <w:t xml:space="preserve"> </w:t>
      </w:r>
      <w:r>
        <w:rPr>
          <w:rtl/>
          <w:lang w:bidi="fa-IR"/>
        </w:rPr>
        <w:t>- عاقل باشند.</w:t>
      </w:r>
    </w:p>
    <w:p w:rsidR="004F29D6" w:rsidRDefault="004F29D6" w:rsidP="004F29D6">
      <w:pPr>
        <w:pStyle w:val="libNormal"/>
        <w:rPr>
          <w:rtl/>
          <w:lang w:bidi="fa-IR"/>
        </w:rPr>
      </w:pPr>
      <w:r>
        <w:rPr>
          <w:rtl/>
          <w:lang w:bidi="fa-IR"/>
        </w:rPr>
        <w:t>٣</w:t>
      </w:r>
      <w:r w:rsidR="00AC3028">
        <w:rPr>
          <w:rFonts w:hint="cs"/>
          <w:rtl/>
          <w:lang w:bidi="fa-IR"/>
        </w:rPr>
        <w:t xml:space="preserve"> </w:t>
      </w:r>
      <w:r>
        <w:rPr>
          <w:rtl/>
          <w:lang w:bidi="fa-IR"/>
        </w:rPr>
        <w:t>- حاكم شرع آنها را از تصرف در اموال خودشان منع نكرده باشد.</w:t>
      </w:r>
    </w:p>
    <w:p w:rsidR="004F29D6" w:rsidRDefault="004F29D6" w:rsidP="004F29D6">
      <w:pPr>
        <w:pStyle w:val="libNormal"/>
        <w:rPr>
          <w:rtl/>
          <w:lang w:bidi="fa-IR"/>
        </w:rPr>
      </w:pPr>
      <w:r>
        <w:rPr>
          <w:rtl/>
          <w:lang w:bidi="fa-IR"/>
        </w:rPr>
        <w:t>٤</w:t>
      </w:r>
      <w:r w:rsidR="00AC3028">
        <w:rPr>
          <w:rFonts w:hint="cs"/>
          <w:rtl/>
          <w:lang w:bidi="fa-IR"/>
        </w:rPr>
        <w:t xml:space="preserve"> </w:t>
      </w:r>
      <w:r>
        <w:rPr>
          <w:rtl/>
          <w:lang w:bidi="fa-IR"/>
        </w:rPr>
        <w:t>- قصد خريد و فروش داشته باشند.</w:t>
      </w:r>
    </w:p>
    <w:p w:rsidR="004F29D6" w:rsidRDefault="004F29D6" w:rsidP="004F29D6">
      <w:pPr>
        <w:pStyle w:val="libNormal"/>
        <w:rPr>
          <w:rtl/>
          <w:lang w:bidi="fa-IR"/>
        </w:rPr>
      </w:pPr>
      <w:r>
        <w:rPr>
          <w:rtl/>
          <w:lang w:bidi="fa-IR"/>
        </w:rPr>
        <w:t>٥</w:t>
      </w:r>
      <w:r w:rsidR="00AC3028">
        <w:rPr>
          <w:rFonts w:hint="cs"/>
          <w:rtl/>
          <w:lang w:bidi="fa-IR"/>
        </w:rPr>
        <w:t xml:space="preserve"> </w:t>
      </w:r>
      <w:r>
        <w:rPr>
          <w:rtl/>
          <w:lang w:bidi="fa-IR"/>
        </w:rPr>
        <w:t>- كسى آنها را مجبور نكرده باشد</w:t>
      </w:r>
    </w:p>
    <w:p w:rsidR="004F29D6" w:rsidRDefault="004F29D6" w:rsidP="004F29D6">
      <w:pPr>
        <w:pStyle w:val="libNormal"/>
        <w:rPr>
          <w:rtl/>
          <w:lang w:bidi="fa-IR"/>
        </w:rPr>
      </w:pPr>
      <w:r>
        <w:rPr>
          <w:rtl/>
          <w:lang w:bidi="fa-IR"/>
        </w:rPr>
        <w:t>٦</w:t>
      </w:r>
      <w:r w:rsidR="00AC3028">
        <w:rPr>
          <w:rFonts w:hint="cs"/>
          <w:rtl/>
          <w:lang w:bidi="fa-IR"/>
        </w:rPr>
        <w:t xml:space="preserve"> </w:t>
      </w:r>
      <w:r>
        <w:rPr>
          <w:rtl/>
          <w:lang w:bidi="fa-IR"/>
        </w:rPr>
        <w:t>- چيزى را كه مى خواهند بفروشند مالك آن باشند و يا حداقل اجاره فروش آن را داشته باشند.</w:t>
      </w:r>
    </w:p>
    <w:p w:rsidR="004F29D6" w:rsidRDefault="004F29D6" w:rsidP="00AC3028">
      <w:pPr>
        <w:pStyle w:val="Heading2"/>
        <w:rPr>
          <w:rtl/>
          <w:lang w:bidi="fa-IR"/>
        </w:rPr>
      </w:pPr>
      <w:bookmarkStart w:id="435" w:name="_Toc513640330"/>
      <w:bookmarkStart w:id="436" w:name="_Toc513716135"/>
      <w:bookmarkStart w:id="437" w:name="_Toc513716375"/>
      <w:bookmarkStart w:id="438" w:name="_Toc513716486"/>
      <w:bookmarkStart w:id="439" w:name="_Toc513716866"/>
      <w:r>
        <w:rPr>
          <w:rtl/>
          <w:lang w:bidi="fa-IR"/>
        </w:rPr>
        <w:lastRenderedPageBreak/>
        <w:t>مواردى كه مى توان معامله را به هم زد:</w:t>
      </w:r>
      <w:bookmarkEnd w:id="435"/>
      <w:bookmarkEnd w:id="436"/>
      <w:bookmarkEnd w:id="437"/>
      <w:bookmarkEnd w:id="438"/>
      <w:bookmarkEnd w:id="439"/>
    </w:p>
    <w:p w:rsidR="004F29D6" w:rsidRDefault="004F29D6" w:rsidP="004F29D6">
      <w:pPr>
        <w:pStyle w:val="libNormal"/>
        <w:rPr>
          <w:rtl/>
          <w:lang w:bidi="fa-IR"/>
        </w:rPr>
      </w:pPr>
      <w:r>
        <w:rPr>
          <w:rtl/>
          <w:lang w:bidi="fa-IR"/>
        </w:rPr>
        <w:t>١</w:t>
      </w:r>
      <w:r w:rsidR="00AC3028">
        <w:rPr>
          <w:rFonts w:hint="cs"/>
          <w:rtl/>
          <w:lang w:bidi="fa-IR"/>
        </w:rPr>
        <w:t xml:space="preserve"> </w:t>
      </w:r>
      <w:r>
        <w:rPr>
          <w:rtl/>
          <w:lang w:bidi="fa-IR"/>
        </w:rPr>
        <w:t>- جايى كه خريدار و فروشنده كه با هم معامله كرده اند، از هم جدا نشده باشند (خيار مجلس)</w:t>
      </w:r>
    </w:p>
    <w:p w:rsidR="004F29D6" w:rsidRDefault="004F29D6" w:rsidP="004F29D6">
      <w:pPr>
        <w:pStyle w:val="libNormal"/>
        <w:rPr>
          <w:rtl/>
          <w:lang w:bidi="fa-IR"/>
        </w:rPr>
      </w:pPr>
      <w:r>
        <w:rPr>
          <w:rtl/>
          <w:lang w:bidi="fa-IR"/>
        </w:rPr>
        <w:t>٢</w:t>
      </w:r>
      <w:r w:rsidR="00AC3028">
        <w:rPr>
          <w:rFonts w:hint="cs"/>
          <w:rtl/>
          <w:lang w:bidi="fa-IR"/>
        </w:rPr>
        <w:t xml:space="preserve"> </w:t>
      </w:r>
      <w:r>
        <w:rPr>
          <w:rtl/>
          <w:lang w:bidi="fa-IR"/>
        </w:rPr>
        <w:t>- آن كه هر يك از طرفين مغبون شده باشد (خيار غبن)</w:t>
      </w:r>
    </w:p>
    <w:p w:rsidR="004F29D6" w:rsidRDefault="004F29D6" w:rsidP="004F29D6">
      <w:pPr>
        <w:pStyle w:val="libNormal"/>
        <w:rPr>
          <w:rtl/>
          <w:lang w:bidi="fa-IR"/>
        </w:rPr>
      </w:pPr>
      <w:r>
        <w:rPr>
          <w:rtl/>
          <w:lang w:bidi="fa-IR"/>
        </w:rPr>
        <w:t>٣</w:t>
      </w:r>
      <w:r w:rsidR="00AC3028">
        <w:rPr>
          <w:rFonts w:hint="cs"/>
          <w:rtl/>
          <w:lang w:bidi="fa-IR"/>
        </w:rPr>
        <w:t xml:space="preserve"> </w:t>
      </w:r>
      <w:r>
        <w:rPr>
          <w:rtl/>
          <w:lang w:bidi="fa-IR"/>
        </w:rPr>
        <w:t>- طرفين قرار داد كنند كه بكلى يا تا مدتى معين حق فسخ معامله را داشته باشند (خيار شرط).</w:t>
      </w:r>
    </w:p>
    <w:p w:rsidR="004F29D6" w:rsidRDefault="004F29D6" w:rsidP="004F29D6">
      <w:pPr>
        <w:pStyle w:val="libNormal"/>
        <w:rPr>
          <w:rtl/>
          <w:lang w:bidi="fa-IR"/>
        </w:rPr>
      </w:pPr>
      <w:r>
        <w:rPr>
          <w:rtl/>
          <w:lang w:bidi="fa-IR"/>
        </w:rPr>
        <w:t>٤</w:t>
      </w:r>
      <w:r w:rsidR="00AC3028">
        <w:rPr>
          <w:rFonts w:hint="cs"/>
          <w:rtl/>
          <w:lang w:bidi="fa-IR"/>
        </w:rPr>
        <w:t xml:space="preserve"> </w:t>
      </w:r>
      <w:r>
        <w:rPr>
          <w:rtl/>
          <w:lang w:bidi="fa-IR"/>
        </w:rPr>
        <w:t>- فروشنده يا خريدار مال خود را بهتر از آنچه هست نشان دهد(خيار تدليس)</w:t>
      </w:r>
    </w:p>
    <w:p w:rsidR="004F29D6" w:rsidRDefault="004F29D6" w:rsidP="004F29D6">
      <w:pPr>
        <w:pStyle w:val="libNormal"/>
        <w:rPr>
          <w:rtl/>
          <w:lang w:bidi="fa-IR"/>
        </w:rPr>
      </w:pPr>
      <w:r>
        <w:rPr>
          <w:rtl/>
          <w:lang w:bidi="fa-IR"/>
        </w:rPr>
        <w:t>٥</w:t>
      </w:r>
      <w:r w:rsidR="00AC3028">
        <w:rPr>
          <w:rFonts w:hint="cs"/>
          <w:rtl/>
          <w:lang w:bidi="fa-IR"/>
        </w:rPr>
        <w:t xml:space="preserve"> </w:t>
      </w:r>
      <w:r>
        <w:rPr>
          <w:rtl/>
          <w:lang w:bidi="fa-IR"/>
        </w:rPr>
        <w:t>- خريدار يا فروشنده شرط كنند كه كارى انجام دهند ولى به آن شرط عمل نكنند (خيار تخلف شرط).</w:t>
      </w:r>
    </w:p>
    <w:p w:rsidR="004F29D6" w:rsidRDefault="004F29D6" w:rsidP="004F29D6">
      <w:pPr>
        <w:pStyle w:val="libNormal"/>
        <w:rPr>
          <w:rtl/>
          <w:lang w:bidi="fa-IR"/>
        </w:rPr>
      </w:pPr>
      <w:r>
        <w:rPr>
          <w:rtl/>
          <w:lang w:bidi="fa-IR"/>
        </w:rPr>
        <w:t>٦</w:t>
      </w:r>
      <w:r w:rsidR="00AC3028">
        <w:rPr>
          <w:rFonts w:hint="cs"/>
          <w:rtl/>
          <w:lang w:bidi="fa-IR"/>
        </w:rPr>
        <w:t xml:space="preserve"> </w:t>
      </w:r>
      <w:r>
        <w:rPr>
          <w:rtl/>
          <w:lang w:bidi="fa-IR"/>
        </w:rPr>
        <w:t>- در جنس و يا عوض آن عيبى باشد (خيار عيب)</w:t>
      </w:r>
    </w:p>
    <w:p w:rsidR="004F29D6" w:rsidRDefault="004F29D6" w:rsidP="004F29D6">
      <w:pPr>
        <w:pStyle w:val="libNormal"/>
        <w:rPr>
          <w:rtl/>
          <w:lang w:bidi="fa-IR"/>
        </w:rPr>
      </w:pPr>
      <w:r>
        <w:rPr>
          <w:rtl/>
          <w:lang w:bidi="fa-IR"/>
        </w:rPr>
        <w:t>٧</w:t>
      </w:r>
      <w:r w:rsidR="00AC3028">
        <w:rPr>
          <w:rFonts w:hint="cs"/>
          <w:rtl/>
          <w:lang w:bidi="fa-IR"/>
        </w:rPr>
        <w:t xml:space="preserve"> </w:t>
      </w:r>
      <w:r>
        <w:rPr>
          <w:rtl/>
          <w:lang w:bidi="fa-IR"/>
        </w:rPr>
        <w:t>- معلوم شود مقدارى از جنسى را كه فروخته اند مال ديگرى است و طرف راضى نيست (خيار شركت)</w:t>
      </w:r>
    </w:p>
    <w:p w:rsidR="004F29D6" w:rsidRDefault="004F29D6" w:rsidP="004F29D6">
      <w:pPr>
        <w:pStyle w:val="libNormal"/>
        <w:rPr>
          <w:rtl/>
          <w:lang w:bidi="fa-IR"/>
        </w:rPr>
      </w:pPr>
      <w:r>
        <w:rPr>
          <w:rtl/>
          <w:lang w:bidi="fa-IR"/>
        </w:rPr>
        <w:t>٨</w:t>
      </w:r>
      <w:r w:rsidR="00AC3028">
        <w:rPr>
          <w:rFonts w:hint="cs"/>
          <w:rtl/>
          <w:lang w:bidi="fa-IR"/>
        </w:rPr>
        <w:t xml:space="preserve"> </w:t>
      </w:r>
      <w:r>
        <w:rPr>
          <w:rtl/>
          <w:lang w:bidi="fa-IR"/>
        </w:rPr>
        <w:t>- فروشنده خصوصياتى از جنس خود بگويد كه مشترى نديده و بعد معلوم شود چنين نبوده (خيار رؤ يت)</w:t>
      </w:r>
    </w:p>
    <w:p w:rsidR="004F29D6" w:rsidRDefault="004F29D6" w:rsidP="004F29D6">
      <w:pPr>
        <w:pStyle w:val="libNormal"/>
        <w:rPr>
          <w:rtl/>
          <w:lang w:bidi="fa-IR"/>
        </w:rPr>
      </w:pPr>
      <w:r>
        <w:rPr>
          <w:rtl/>
          <w:lang w:bidi="fa-IR"/>
        </w:rPr>
        <w:t>٩</w:t>
      </w:r>
      <w:r w:rsidR="00AC3028">
        <w:rPr>
          <w:rFonts w:hint="cs"/>
          <w:rtl/>
          <w:lang w:bidi="fa-IR"/>
        </w:rPr>
        <w:t xml:space="preserve"> </w:t>
      </w:r>
      <w:r>
        <w:rPr>
          <w:rtl/>
          <w:lang w:bidi="fa-IR"/>
        </w:rPr>
        <w:t>- مشترى قيمت كالا را كه نقد خريده تا سه روز ندهد و فروشنده هم جنس را تحويل ندهد و شرطى هم در اين باره نكرده باشند(خيار تاءخير)</w:t>
      </w:r>
    </w:p>
    <w:p w:rsidR="004F29D6" w:rsidRDefault="004F29D6" w:rsidP="004F29D6">
      <w:pPr>
        <w:pStyle w:val="libNormal"/>
        <w:rPr>
          <w:rtl/>
          <w:lang w:bidi="fa-IR"/>
        </w:rPr>
      </w:pPr>
      <w:r>
        <w:rPr>
          <w:rtl/>
          <w:lang w:bidi="fa-IR"/>
        </w:rPr>
        <w:t>١٠</w:t>
      </w:r>
      <w:r w:rsidR="005A0AB8">
        <w:rPr>
          <w:rFonts w:hint="cs"/>
          <w:rtl/>
          <w:lang w:bidi="fa-IR"/>
        </w:rPr>
        <w:t xml:space="preserve"> </w:t>
      </w:r>
      <w:r>
        <w:rPr>
          <w:rtl/>
          <w:lang w:bidi="fa-IR"/>
        </w:rPr>
        <w:t>- حيوانى را خريده باشد كه خريدار تا سه روز مى تواند معامله را فسخ كند(خيار حيوان)</w:t>
      </w:r>
    </w:p>
    <w:p w:rsidR="004F29D6" w:rsidRDefault="004F29D6" w:rsidP="004F29D6">
      <w:pPr>
        <w:pStyle w:val="libNormal"/>
        <w:rPr>
          <w:rtl/>
          <w:lang w:bidi="fa-IR"/>
        </w:rPr>
      </w:pPr>
      <w:r>
        <w:rPr>
          <w:rtl/>
          <w:lang w:bidi="fa-IR"/>
        </w:rPr>
        <w:t>١١</w:t>
      </w:r>
      <w:r w:rsidR="005A0AB8">
        <w:rPr>
          <w:rFonts w:hint="cs"/>
          <w:rtl/>
          <w:lang w:bidi="fa-IR"/>
        </w:rPr>
        <w:t xml:space="preserve"> </w:t>
      </w:r>
      <w:r>
        <w:rPr>
          <w:rtl/>
          <w:lang w:bidi="fa-IR"/>
        </w:rPr>
        <w:t>- فروشنده نتواند جنس را كه فروخته تحويل دهد(خيار تعذر تسليم)</w:t>
      </w:r>
    </w:p>
    <w:p w:rsidR="004F29D6" w:rsidRDefault="005A0AB8" w:rsidP="005A0AB8">
      <w:pPr>
        <w:pStyle w:val="Heading2"/>
        <w:rPr>
          <w:rtl/>
          <w:lang w:bidi="fa-IR"/>
        </w:rPr>
      </w:pPr>
      <w:r>
        <w:rPr>
          <w:rtl/>
          <w:lang w:bidi="fa-IR"/>
        </w:rPr>
        <w:br w:type="page"/>
      </w:r>
      <w:bookmarkStart w:id="440" w:name="_Toc513640331"/>
      <w:bookmarkStart w:id="441" w:name="_Toc513716136"/>
      <w:bookmarkStart w:id="442" w:name="_Toc513716376"/>
      <w:bookmarkStart w:id="443" w:name="_Toc513716487"/>
      <w:bookmarkStart w:id="444" w:name="_Toc513716867"/>
      <w:r w:rsidR="004F29D6">
        <w:rPr>
          <w:rtl/>
          <w:lang w:bidi="fa-IR"/>
        </w:rPr>
        <w:lastRenderedPageBreak/>
        <w:t>به پرسشهاى زير پاسخ دهيد:</w:t>
      </w:r>
      <w:bookmarkEnd w:id="440"/>
      <w:bookmarkEnd w:id="441"/>
      <w:bookmarkEnd w:id="442"/>
      <w:bookmarkEnd w:id="443"/>
      <w:bookmarkEnd w:id="444"/>
    </w:p>
    <w:p w:rsidR="004F29D6" w:rsidRDefault="004F29D6" w:rsidP="004F29D6">
      <w:pPr>
        <w:pStyle w:val="libNormal"/>
        <w:rPr>
          <w:rtl/>
          <w:lang w:bidi="fa-IR"/>
        </w:rPr>
      </w:pPr>
      <w:r>
        <w:rPr>
          <w:rtl/>
          <w:lang w:bidi="fa-IR"/>
        </w:rPr>
        <w:t>١- خريد و فروش اشياء نجس چه صورت دارد؟</w:t>
      </w:r>
    </w:p>
    <w:p w:rsidR="004F29D6" w:rsidRDefault="004F29D6" w:rsidP="004F29D6">
      <w:pPr>
        <w:pStyle w:val="libNormal"/>
        <w:rPr>
          <w:rtl/>
          <w:lang w:bidi="fa-IR"/>
        </w:rPr>
      </w:pPr>
      <w:r>
        <w:rPr>
          <w:rtl/>
          <w:lang w:bidi="fa-IR"/>
        </w:rPr>
        <w:t>٢- خريد وفروش ابزار قمار چگونه است ؟</w:t>
      </w:r>
    </w:p>
    <w:p w:rsidR="004F29D6" w:rsidRDefault="004F29D6" w:rsidP="004F29D6">
      <w:pPr>
        <w:pStyle w:val="libNormal"/>
        <w:rPr>
          <w:rtl/>
          <w:lang w:bidi="fa-IR"/>
        </w:rPr>
      </w:pPr>
      <w:r>
        <w:rPr>
          <w:rtl/>
          <w:lang w:bidi="fa-IR"/>
        </w:rPr>
        <w:t>٣- در چه صورت مى توان معامله را فسخ نمود؟سه مورد را ذكر كنيد.</w:t>
      </w:r>
    </w:p>
    <w:p w:rsidR="004F29D6" w:rsidRDefault="004F29D6" w:rsidP="004F29D6">
      <w:pPr>
        <w:pStyle w:val="libNormal"/>
        <w:rPr>
          <w:rtl/>
          <w:lang w:bidi="fa-IR"/>
        </w:rPr>
      </w:pPr>
      <w:r>
        <w:rPr>
          <w:rtl/>
          <w:lang w:bidi="fa-IR"/>
        </w:rPr>
        <w:t>٤- در چه صورت خريد و فروش مباح است ؟</w:t>
      </w:r>
    </w:p>
    <w:p w:rsidR="004F29D6" w:rsidRDefault="004F29D6" w:rsidP="004F29D6">
      <w:pPr>
        <w:pStyle w:val="libNormal"/>
        <w:rPr>
          <w:rtl/>
          <w:lang w:bidi="fa-IR"/>
        </w:rPr>
      </w:pPr>
      <w:r>
        <w:rPr>
          <w:rtl/>
          <w:lang w:bidi="fa-IR"/>
        </w:rPr>
        <w:t>٥- ربا يعنى چه ؟آن را توضيح داده و براى آن مثالى بزنيد.</w:t>
      </w:r>
    </w:p>
    <w:p w:rsidR="004F29D6" w:rsidRDefault="005A0AB8" w:rsidP="00C419E4">
      <w:pPr>
        <w:pStyle w:val="Heading1"/>
        <w:rPr>
          <w:rtl/>
          <w:lang w:bidi="fa-IR"/>
        </w:rPr>
      </w:pPr>
      <w:r>
        <w:rPr>
          <w:rtl/>
          <w:lang w:bidi="fa-IR"/>
        </w:rPr>
        <w:br w:type="page"/>
      </w:r>
      <w:bookmarkStart w:id="445" w:name="_Toc513640332"/>
      <w:bookmarkStart w:id="446" w:name="_Toc513716137"/>
      <w:bookmarkStart w:id="447" w:name="_Toc513716377"/>
      <w:bookmarkStart w:id="448" w:name="_Toc513716488"/>
      <w:bookmarkStart w:id="449" w:name="_Toc513716868"/>
      <w:r w:rsidR="004F29D6">
        <w:rPr>
          <w:rtl/>
          <w:lang w:bidi="fa-IR"/>
        </w:rPr>
        <w:lastRenderedPageBreak/>
        <w:t>درس</w:t>
      </w:r>
      <w:r w:rsidR="00C419E4">
        <w:rPr>
          <w:rFonts w:hint="cs"/>
          <w:rtl/>
          <w:lang w:bidi="fa-IR"/>
        </w:rPr>
        <w:t xml:space="preserve"> دوازدهم</w:t>
      </w:r>
      <w:r w:rsidR="004F29D6">
        <w:rPr>
          <w:rtl/>
          <w:lang w:bidi="fa-IR"/>
        </w:rPr>
        <w:t xml:space="preserve"> : اجاره</w:t>
      </w:r>
      <w:bookmarkEnd w:id="445"/>
      <w:bookmarkEnd w:id="446"/>
      <w:bookmarkEnd w:id="447"/>
      <w:bookmarkEnd w:id="448"/>
      <w:bookmarkEnd w:id="449"/>
    </w:p>
    <w:p w:rsidR="004F29D6" w:rsidRDefault="004F29D6" w:rsidP="004F29D6">
      <w:pPr>
        <w:pStyle w:val="libNormal"/>
        <w:rPr>
          <w:rtl/>
          <w:lang w:bidi="fa-IR"/>
        </w:rPr>
      </w:pPr>
      <w:r>
        <w:rPr>
          <w:rtl/>
          <w:lang w:bidi="fa-IR"/>
        </w:rPr>
        <w:t>ملكى كه انسان در اختيار دارد مى تواند به ديگرى اجاره دهد مثلا بگويد ملك خود را به تو اجاره دادم و او بگويد قبول كردم در اجاره شرائطى است كه بايد به آنها توجه كرد.</w:t>
      </w:r>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مال مورد اجاره بايد معين باشد در اين صورت اگر بگويد يكى از مغازه هاى خود را به تو اجاره دادم و معين نكند صحيح نيست .</w:t>
      </w:r>
    </w:p>
    <w:p w:rsidR="004F29D6" w:rsidRDefault="004F29D6" w:rsidP="004F29D6">
      <w:pPr>
        <w:pStyle w:val="libNormal"/>
        <w:rPr>
          <w:rtl/>
          <w:lang w:bidi="fa-IR"/>
        </w:rPr>
      </w:pPr>
      <w:r>
        <w:rPr>
          <w:rtl/>
          <w:lang w:bidi="fa-IR"/>
        </w:rPr>
        <w:t>٢</w:t>
      </w:r>
      <w:r w:rsidR="005A0AB8">
        <w:rPr>
          <w:rFonts w:hint="cs"/>
          <w:rtl/>
          <w:lang w:bidi="fa-IR"/>
        </w:rPr>
        <w:t xml:space="preserve"> </w:t>
      </w:r>
      <w:r>
        <w:rPr>
          <w:rtl/>
          <w:lang w:bidi="fa-IR"/>
        </w:rPr>
        <w:t>- مستاءجر بايد ملك مورد اجاره را ببيند يا بگونه اى خصوصيات آن را بيان كند كه كاملا معلوم باشد.</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چيزى نباشد كه با تصرف آن از بين برود پس اجاره ميوه ونان يا خوراكيها صحيح نيست .</w:t>
      </w:r>
    </w:p>
    <w:p w:rsidR="004F29D6" w:rsidRDefault="004F29D6" w:rsidP="004F29D6">
      <w:pPr>
        <w:pStyle w:val="libNormal"/>
        <w:rPr>
          <w:rtl/>
          <w:lang w:bidi="fa-IR"/>
        </w:rPr>
      </w:pPr>
      <w:r>
        <w:rPr>
          <w:rtl/>
          <w:lang w:bidi="fa-IR"/>
        </w:rPr>
        <w:t>٤</w:t>
      </w:r>
      <w:r w:rsidR="005A0AB8">
        <w:rPr>
          <w:rFonts w:hint="cs"/>
          <w:rtl/>
          <w:lang w:bidi="fa-IR"/>
        </w:rPr>
        <w:t xml:space="preserve"> </w:t>
      </w:r>
      <w:r>
        <w:rPr>
          <w:rtl/>
          <w:lang w:bidi="fa-IR"/>
        </w:rPr>
        <w:t>- در اجاره بايد مدت اجاره ، معين باشد مثلا يكسال يا بيشتر.</w:t>
      </w:r>
    </w:p>
    <w:p w:rsidR="004F29D6" w:rsidRDefault="004F29D6" w:rsidP="004F29D6">
      <w:pPr>
        <w:pStyle w:val="libNormal"/>
        <w:rPr>
          <w:rtl/>
          <w:lang w:bidi="fa-IR"/>
        </w:rPr>
      </w:pPr>
      <w:r>
        <w:rPr>
          <w:rtl/>
          <w:lang w:bidi="fa-IR"/>
        </w:rPr>
        <w:t>٥</w:t>
      </w:r>
      <w:r w:rsidR="005A0AB8">
        <w:rPr>
          <w:rFonts w:hint="cs"/>
          <w:rtl/>
          <w:lang w:bidi="fa-IR"/>
        </w:rPr>
        <w:t xml:space="preserve"> </w:t>
      </w:r>
      <w:r>
        <w:rPr>
          <w:rtl/>
          <w:lang w:bidi="fa-IR"/>
        </w:rPr>
        <w:t>- اگر مستاءجر ملكى را اجاره كند ولى از او استفاده ننمايد بايد مبلغ مورد اجاره را به مالك پرداخت نمايد.</w:t>
      </w:r>
    </w:p>
    <w:p w:rsidR="004F29D6" w:rsidRDefault="004F29D6" w:rsidP="004F29D6">
      <w:pPr>
        <w:pStyle w:val="libNormal"/>
        <w:rPr>
          <w:rtl/>
          <w:lang w:bidi="fa-IR"/>
        </w:rPr>
      </w:pPr>
      <w:r>
        <w:rPr>
          <w:rtl/>
          <w:lang w:bidi="fa-IR"/>
        </w:rPr>
        <w:t>٦</w:t>
      </w:r>
      <w:r w:rsidR="005A0AB8">
        <w:rPr>
          <w:rFonts w:hint="cs"/>
          <w:rtl/>
          <w:lang w:bidi="fa-IR"/>
        </w:rPr>
        <w:t xml:space="preserve"> </w:t>
      </w:r>
      <w:r>
        <w:rPr>
          <w:rtl/>
          <w:lang w:bidi="fa-IR"/>
        </w:rPr>
        <w:t>- اگر منزلى با پرداخت وديعه اجاره كند نبايد وديعه با حساب درصد و از اجاره كم كند.مثلا خانه اى را اجاره كند ماهيانه به مبلغ صدهزار تومان و دو ميليون تومان پول به مالك بدهد از قرار هر ميليون در ماه سى هزار تومان و مجموع شصت هزار تومان بابت پول وديعه و چهل هزار تومان هر ماه هم پول بدهد.اين عمل ربا است و حرام است .بلكه بايد مبلغ دو ميليون تومان بابت قرض الحسنه بدهد و اجاره ماهى چهل هزار تومان حساب كند كه به اين اجاره مشروطه به قرض مى گويند</w:t>
      </w:r>
    </w:p>
    <w:p w:rsidR="004F29D6" w:rsidRDefault="005A0AB8" w:rsidP="005A0AB8">
      <w:pPr>
        <w:pStyle w:val="Heading2"/>
        <w:rPr>
          <w:rtl/>
          <w:lang w:bidi="fa-IR"/>
        </w:rPr>
      </w:pPr>
      <w:r>
        <w:rPr>
          <w:rtl/>
          <w:lang w:bidi="fa-IR"/>
        </w:rPr>
        <w:br w:type="page"/>
      </w:r>
      <w:bookmarkStart w:id="450" w:name="_Toc513640333"/>
      <w:bookmarkStart w:id="451" w:name="_Toc513716138"/>
      <w:bookmarkStart w:id="452" w:name="_Toc513716378"/>
      <w:bookmarkStart w:id="453" w:name="_Toc513716489"/>
      <w:bookmarkStart w:id="454" w:name="_Toc513716869"/>
      <w:r w:rsidR="004F29D6">
        <w:rPr>
          <w:rtl/>
          <w:lang w:bidi="fa-IR"/>
        </w:rPr>
        <w:lastRenderedPageBreak/>
        <w:t>سرقفلى</w:t>
      </w:r>
      <w:bookmarkEnd w:id="450"/>
      <w:bookmarkEnd w:id="451"/>
      <w:bookmarkEnd w:id="452"/>
      <w:bookmarkEnd w:id="453"/>
      <w:bookmarkEnd w:id="454"/>
    </w:p>
    <w:p w:rsidR="004F29D6" w:rsidRDefault="004F29D6" w:rsidP="004F29D6">
      <w:pPr>
        <w:pStyle w:val="libNormal"/>
        <w:rPr>
          <w:rtl/>
          <w:lang w:bidi="fa-IR"/>
        </w:rPr>
      </w:pPr>
      <w:r>
        <w:rPr>
          <w:rtl/>
          <w:lang w:bidi="fa-IR"/>
        </w:rPr>
        <w:t>سرقفلى به پولى گفته مى شود كه به شخص ديگرى بدهد تا خانه يا مغازه اى كه در اجاره اوست به وى واگذار كند در اينصورت شخصى كه مدت اجاره اش تمام شده حق ندارد از صاحب ملك پولى دريافت كند تا مغازه را تخليه نمايد.</w:t>
      </w:r>
    </w:p>
    <w:p w:rsidR="004F29D6" w:rsidRDefault="004F29D6" w:rsidP="004F29D6">
      <w:pPr>
        <w:pStyle w:val="libNormal"/>
        <w:rPr>
          <w:rtl/>
          <w:lang w:bidi="fa-IR"/>
        </w:rPr>
      </w:pPr>
      <w:r>
        <w:rPr>
          <w:rtl/>
          <w:lang w:bidi="fa-IR"/>
        </w:rPr>
        <w:t>مساءله : اگر محلى از شخصى اجاره كرده و حق واگذارى به غير را نداشته باشد نمى تواند به ديگرى اجاره دهد و يا سرقفلى بگيرد.</w:t>
      </w:r>
    </w:p>
    <w:p w:rsidR="004F29D6" w:rsidRDefault="004F29D6" w:rsidP="004F29D6">
      <w:pPr>
        <w:pStyle w:val="libNormal"/>
        <w:rPr>
          <w:rtl/>
          <w:lang w:bidi="fa-IR"/>
        </w:rPr>
      </w:pPr>
      <w:r>
        <w:rPr>
          <w:rtl/>
          <w:lang w:bidi="fa-IR"/>
        </w:rPr>
        <w:t>مساءله : اگر محلى را از كسى اجاره كرده و حق داشته باشد كه آن را به ديگرى اجاره دهد و مدتى كه استفاده كرده ملك ترقى نموده مى تواند آن محل را به ديگرى به همان مبلغ اجاره دهد و سرقفلى را بگيرد.</w:t>
      </w:r>
    </w:p>
    <w:p w:rsidR="004F29D6" w:rsidRDefault="004F29D6" w:rsidP="004F29D6">
      <w:pPr>
        <w:pStyle w:val="libNormal"/>
        <w:rPr>
          <w:rtl/>
          <w:lang w:bidi="fa-IR"/>
        </w:rPr>
      </w:pPr>
      <w:r>
        <w:rPr>
          <w:rtl/>
          <w:lang w:bidi="fa-IR"/>
        </w:rPr>
        <w:t>مساءله : اگر شخصى ملكى را به كسى اجاره داد و سرقفلى هم نگرفته و با مستاءجر شرط كرده كه حق واگذارى و يا گرفتن سرقفلى را ندارد مستاءجر نمى تواند سرقفلى بگيرد يا جاى خود را به شخص ثالثى اجاره دهد.</w:t>
      </w:r>
    </w:p>
    <w:p w:rsidR="004F29D6" w:rsidRDefault="005A0AB8" w:rsidP="005A0AB8">
      <w:pPr>
        <w:pStyle w:val="Heading2"/>
        <w:rPr>
          <w:rtl/>
          <w:lang w:bidi="fa-IR"/>
        </w:rPr>
      </w:pPr>
      <w:r>
        <w:rPr>
          <w:rtl/>
          <w:lang w:bidi="fa-IR"/>
        </w:rPr>
        <w:br w:type="page"/>
      </w:r>
      <w:bookmarkStart w:id="455" w:name="_Toc513640334"/>
      <w:bookmarkStart w:id="456" w:name="_Toc513716139"/>
      <w:bookmarkStart w:id="457" w:name="_Toc513716379"/>
      <w:bookmarkStart w:id="458" w:name="_Toc513716490"/>
      <w:bookmarkStart w:id="459" w:name="_Toc513716870"/>
      <w:r w:rsidR="004F29D6">
        <w:rPr>
          <w:rtl/>
          <w:lang w:bidi="fa-IR"/>
        </w:rPr>
        <w:lastRenderedPageBreak/>
        <w:t>قرض</w:t>
      </w:r>
      <w:bookmarkEnd w:id="455"/>
      <w:bookmarkEnd w:id="456"/>
      <w:bookmarkEnd w:id="457"/>
      <w:bookmarkEnd w:id="458"/>
      <w:bookmarkEnd w:id="459"/>
      <w:r w:rsidR="004F29D6">
        <w:rPr>
          <w:rtl/>
          <w:lang w:bidi="fa-IR"/>
        </w:rPr>
        <w:t xml:space="preserve"> </w:t>
      </w:r>
    </w:p>
    <w:p w:rsidR="004F29D6" w:rsidRDefault="004F29D6" w:rsidP="004F29D6">
      <w:pPr>
        <w:pStyle w:val="libNormal"/>
        <w:rPr>
          <w:rtl/>
          <w:lang w:bidi="fa-IR"/>
        </w:rPr>
      </w:pPr>
      <w:r>
        <w:rPr>
          <w:rtl/>
          <w:lang w:bidi="fa-IR"/>
        </w:rPr>
        <w:t>قرض دادن به مسلمان و گره گشايى از كار ديگران اجر فراوانى دارد و در آيات قرآنى و احاديث و روايات اسلامى به آن سفارش شده است كه به كسانى كه گرفتارند قرض دهيم و با گرفتن وثيقه در مدت معين ، آن را وصول نمائيم همانطور كه قرض دادن اجر و ثواب دارد شخص قرض گيرنده هم موظف است با فرا رسيدن زمان بدهى خود بدون هيچ عذرى آنرا بپردازد.</w:t>
      </w:r>
    </w:p>
    <w:p w:rsidR="004F29D6" w:rsidRDefault="004F29D6" w:rsidP="004F29D6">
      <w:pPr>
        <w:pStyle w:val="libNormal"/>
        <w:rPr>
          <w:rtl/>
          <w:lang w:bidi="fa-IR"/>
        </w:rPr>
      </w:pPr>
      <w:r>
        <w:rPr>
          <w:rtl/>
          <w:lang w:bidi="fa-IR"/>
        </w:rPr>
        <w:t xml:space="preserve">قرض دادن به دو صورت است </w:t>
      </w:r>
    </w:p>
    <w:p w:rsidR="004F29D6" w:rsidRDefault="004F29D6" w:rsidP="004F29D6">
      <w:pPr>
        <w:pStyle w:val="libNormal"/>
        <w:rPr>
          <w:rtl/>
          <w:lang w:bidi="fa-IR"/>
        </w:rPr>
      </w:pPr>
      <w:r>
        <w:rPr>
          <w:rtl/>
          <w:lang w:bidi="fa-IR"/>
        </w:rPr>
        <w:t>الف - قرض مدت دار كه در آن قيد شده كه بدهكار در چه مدت بدهى خود را بپردازد.</w:t>
      </w:r>
    </w:p>
    <w:p w:rsidR="004F29D6" w:rsidRDefault="004F29D6" w:rsidP="004F29D6">
      <w:pPr>
        <w:pStyle w:val="libNormal"/>
        <w:rPr>
          <w:rtl/>
          <w:lang w:bidi="fa-IR"/>
        </w:rPr>
      </w:pPr>
      <w:r>
        <w:rPr>
          <w:rtl/>
          <w:lang w:bidi="fa-IR"/>
        </w:rPr>
        <w:t>ب - قرض بدون مدت كه در آن زمان پرداخت قيد نشده است در قرض مدت دار يكبار طلبكار حق ندارد قبل از فرا رسيدن موعد طلب خود را مطالبه نمايد ولى در قرض بدون مدت ، طلبكار هر زمانى مى تواند طلب خود را درخواست نمايد در قرض ، طلبكار به هيچ وجه حق ندارد مازاد بر طلب خود را مطالبه كند ولى اگر بدهكار بدون شرط قبلى و درخواست طلبكار مقدارى اضافه بر بدهى خود بپردازد. در اين صورت اين مقدار اضافى بلااشكال است بلكه اين كار استحباب دارد زيرا راهى است براى تشويق ديگران به قرض دادن بدون ربا.</w:t>
      </w:r>
    </w:p>
    <w:p w:rsidR="004F29D6" w:rsidRDefault="005A0AB8" w:rsidP="005A0AB8">
      <w:pPr>
        <w:pStyle w:val="Heading2"/>
        <w:rPr>
          <w:rtl/>
          <w:lang w:bidi="fa-IR"/>
        </w:rPr>
      </w:pPr>
      <w:r>
        <w:rPr>
          <w:rtl/>
          <w:lang w:bidi="fa-IR"/>
        </w:rPr>
        <w:br w:type="page"/>
      </w:r>
      <w:bookmarkStart w:id="460" w:name="_Toc513640335"/>
      <w:bookmarkStart w:id="461" w:name="_Toc513716140"/>
      <w:bookmarkStart w:id="462" w:name="_Toc513716380"/>
      <w:bookmarkStart w:id="463" w:name="_Toc513716491"/>
      <w:bookmarkStart w:id="464" w:name="_Toc513716871"/>
      <w:r w:rsidR="004F29D6">
        <w:rPr>
          <w:rtl/>
          <w:lang w:bidi="fa-IR"/>
        </w:rPr>
        <w:lastRenderedPageBreak/>
        <w:t>امانتدارى</w:t>
      </w:r>
      <w:bookmarkEnd w:id="460"/>
      <w:bookmarkEnd w:id="461"/>
      <w:bookmarkEnd w:id="462"/>
      <w:bookmarkEnd w:id="463"/>
      <w:bookmarkEnd w:id="464"/>
    </w:p>
    <w:p w:rsidR="004F29D6" w:rsidRDefault="004F29D6" w:rsidP="004F29D6">
      <w:pPr>
        <w:pStyle w:val="libNormal"/>
        <w:rPr>
          <w:rtl/>
          <w:lang w:bidi="fa-IR"/>
        </w:rPr>
      </w:pPr>
      <w:r>
        <w:rPr>
          <w:rtl/>
          <w:lang w:bidi="fa-IR"/>
        </w:rPr>
        <w:t>اگر كسى امانت ديگرى را به او بسپرد و او بپذيرد و قبول كند بايد در حفظ آن بكوشد.</w:t>
      </w:r>
    </w:p>
    <w:p w:rsidR="004F29D6" w:rsidRDefault="004F29D6" w:rsidP="005A0AB8">
      <w:pPr>
        <w:pStyle w:val="Heading2"/>
        <w:rPr>
          <w:rtl/>
          <w:lang w:bidi="fa-IR"/>
        </w:rPr>
      </w:pPr>
      <w:bookmarkStart w:id="465" w:name="_Toc513640336"/>
      <w:bookmarkStart w:id="466" w:name="_Toc513716141"/>
      <w:bookmarkStart w:id="467" w:name="_Toc513716381"/>
      <w:bookmarkStart w:id="468" w:name="_Toc513716492"/>
      <w:bookmarkStart w:id="469" w:name="_Toc513716872"/>
      <w:r>
        <w:rPr>
          <w:rtl/>
          <w:lang w:bidi="fa-IR"/>
        </w:rPr>
        <w:t>حكم امانتدارى</w:t>
      </w:r>
      <w:bookmarkEnd w:id="465"/>
      <w:bookmarkEnd w:id="466"/>
      <w:bookmarkEnd w:id="467"/>
      <w:bookmarkEnd w:id="468"/>
      <w:bookmarkEnd w:id="469"/>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كسى كه نمى تواند امانت ديگران را حفظ كند نبايد آن را قبول نمايد.</w:t>
      </w:r>
    </w:p>
    <w:p w:rsidR="004F29D6" w:rsidRDefault="004F29D6" w:rsidP="004F29D6">
      <w:pPr>
        <w:pStyle w:val="libNormal"/>
        <w:rPr>
          <w:rtl/>
          <w:lang w:bidi="fa-IR"/>
        </w:rPr>
      </w:pPr>
      <w:r>
        <w:rPr>
          <w:rtl/>
          <w:lang w:bidi="fa-IR"/>
        </w:rPr>
        <w:t>٢</w:t>
      </w:r>
      <w:r w:rsidR="005A0AB8">
        <w:rPr>
          <w:rFonts w:hint="cs"/>
          <w:rtl/>
          <w:lang w:bidi="fa-IR"/>
        </w:rPr>
        <w:t xml:space="preserve"> </w:t>
      </w:r>
      <w:r>
        <w:rPr>
          <w:rtl/>
          <w:lang w:bidi="fa-IR"/>
        </w:rPr>
        <w:t>- كسى كه امانت را مى پذيرد بايد جاى مناسبى براى نگهدارى آن در نظر بگيرد و طورى باشد كه مردم نگويند در امانت خيانت و يا در نگهدارى آن كوتاهى كرده است .</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اگر امانت سرقت شود و از بين برود در صورتى كه در نگهدارى آن كوتاهى كرده باشد بايد عوض آن را به صاحبش ‍ بپردازد ولى اگر كوتاهى نكرده و از بين رفته ملزم به پرداخت آن نيست ولى بهتر است عوض آن را بپردازد.</w:t>
      </w:r>
    </w:p>
    <w:p w:rsidR="004F29D6" w:rsidRDefault="004F29D6" w:rsidP="005A0AB8">
      <w:pPr>
        <w:pStyle w:val="Heading2"/>
        <w:rPr>
          <w:rtl/>
          <w:lang w:bidi="fa-IR"/>
        </w:rPr>
      </w:pPr>
      <w:bookmarkStart w:id="470" w:name="_Toc513640337"/>
      <w:bookmarkStart w:id="471" w:name="_Toc513716142"/>
      <w:bookmarkStart w:id="472" w:name="_Toc513716382"/>
      <w:bookmarkStart w:id="473" w:name="_Toc513716493"/>
      <w:bookmarkStart w:id="474" w:name="_Toc513716873"/>
      <w:r>
        <w:rPr>
          <w:rtl/>
          <w:lang w:bidi="fa-IR"/>
        </w:rPr>
        <w:t>به پرسشهاى زير پاسخ دهيد:</w:t>
      </w:r>
      <w:bookmarkEnd w:id="470"/>
      <w:bookmarkEnd w:id="471"/>
      <w:bookmarkEnd w:id="472"/>
      <w:bookmarkEnd w:id="473"/>
      <w:bookmarkEnd w:id="474"/>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اجاره را تعريف كنيد و براى آن مثالى بزنيد.</w:t>
      </w:r>
    </w:p>
    <w:p w:rsidR="004F29D6" w:rsidRDefault="004F29D6" w:rsidP="004F29D6">
      <w:pPr>
        <w:pStyle w:val="libNormal"/>
        <w:rPr>
          <w:rtl/>
          <w:lang w:bidi="fa-IR"/>
        </w:rPr>
      </w:pPr>
      <w:r>
        <w:rPr>
          <w:rtl/>
          <w:lang w:bidi="fa-IR"/>
        </w:rPr>
        <w:t>٢</w:t>
      </w:r>
      <w:r w:rsidR="005A0AB8">
        <w:rPr>
          <w:rFonts w:hint="cs"/>
          <w:rtl/>
          <w:lang w:bidi="fa-IR"/>
        </w:rPr>
        <w:t xml:space="preserve"> </w:t>
      </w:r>
      <w:r>
        <w:rPr>
          <w:rtl/>
          <w:lang w:bidi="fa-IR"/>
        </w:rPr>
        <w:t>- آيا ملك ديگرى بدون رضايت صاحبش مى توان اجاره داد؟</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آيا اضافه گرفتن در قرض با شرط قبلى صحيح است ؟</w:t>
      </w:r>
    </w:p>
    <w:p w:rsidR="004F29D6" w:rsidRDefault="004F29D6" w:rsidP="004F29D6">
      <w:pPr>
        <w:pStyle w:val="libNormal"/>
        <w:rPr>
          <w:rtl/>
          <w:lang w:bidi="fa-IR"/>
        </w:rPr>
      </w:pPr>
      <w:r>
        <w:rPr>
          <w:rtl/>
          <w:lang w:bidi="fa-IR"/>
        </w:rPr>
        <w:t>٤</w:t>
      </w:r>
      <w:r w:rsidR="005A0AB8">
        <w:rPr>
          <w:rFonts w:hint="cs"/>
          <w:rtl/>
          <w:lang w:bidi="fa-IR"/>
        </w:rPr>
        <w:t xml:space="preserve"> </w:t>
      </w:r>
      <w:r>
        <w:rPr>
          <w:rtl/>
          <w:lang w:bidi="fa-IR"/>
        </w:rPr>
        <w:t>- در قرض بى مدت قرض دهنده چه وقت مى تواند تقاضاى پرداخت مال خود را كند؟</w:t>
      </w:r>
    </w:p>
    <w:p w:rsidR="004F29D6" w:rsidRDefault="004F29D6" w:rsidP="004F29D6">
      <w:pPr>
        <w:pStyle w:val="libNormal"/>
        <w:rPr>
          <w:rtl/>
          <w:lang w:bidi="fa-IR"/>
        </w:rPr>
      </w:pPr>
      <w:r>
        <w:rPr>
          <w:rtl/>
          <w:lang w:bidi="fa-IR"/>
        </w:rPr>
        <w:t>٥</w:t>
      </w:r>
      <w:r w:rsidR="005A0AB8">
        <w:rPr>
          <w:rFonts w:hint="cs"/>
          <w:rtl/>
          <w:lang w:bidi="fa-IR"/>
        </w:rPr>
        <w:t xml:space="preserve"> </w:t>
      </w:r>
      <w:r>
        <w:rPr>
          <w:rtl/>
          <w:lang w:bidi="fa-IR"/>
        </w:rPr>
        <w:t>- اگر امانت تلف شود حكم آن چيست ؟</w:t>
      </w:r>
    </w:p>
    <w:p w:rsidR="004F29D6" w:rsidRDefault="004F29D6" w:rsidP="004F29D6">
      <w:pPr>
        <w:pStyle w:val="libNormal"/>
        <w:rPr>
          <w:rtl/>
          <w:lang w:bidi="fa-IR"/>
        </w:rPr>
      </w:pPr>
      <w:r>
        <w:rPr>
          <w:rtl/>
          <w:lang w:bidi="fa-IR"/>
        </w:rPr>
        <w:t>٦</w:t>
      </w:r>
      <w:r w:rsidR="005A0AB8">
        <w:rPr>
          <w:rFonts w:hint="cs"/>
          <w:rtl/>
          <w:lang w:bidi="fa-IR"/>
        </w:rPr>
        <w:t xml:space="preserve"> </w:t>
      </w:r>
      <w:r>
        <w:rPr>
          <w:rtl/>
          <w:lang w:bidi="fa-IR"/>
        </w:rPr>
        <w:t>- سرقفلى يعنى چه ؟</w:t>
      </w:r>
    </w:p>
    <w:p w:rsidR="005A0AB8" w:rsidRDefault="004F29D6" w:rsidP="004F29D6">
      <w:pPr>
        <w:pStyle w:val="libNormal"/>
        <w:rPr>
          <w:rtl/>
          <w:lang w:bidi="fa-IR"/>
        </w:rPr>
      </w:pPr>
      <w:r>
        <w:rPr>
          <w:rtl/>
          <w:lang w:bidi="fa-IR"/>
        </w:rPr>
        <w:t>٧</w:t>
      </w:r>
      <w:r w:rsidR="005A0AB8">
        <w:rPr>
          <w:rFonts w:hint="cs"/>
          <w:rtl/>
          <w:lang w:bidi="fa-IR"/>
        </w:rPr>
        <w:t xml:space="preserve"> </w:t>
      </w:r>
      <w:r>
        <w:rPr>
          <w:rtl/>
          <w:lang w:bidi="fa-IR"/>
        </w:rPr>
        <w:t>- در چه موقعى مى تواند شخص سرقفلى را بگيرد؟</w:t>
      </w:r>
    </w:p>
    <w:p w:rsidR="004F29D6" w:rsidRDefault="005A0AB8" w:rsidP="003A2F72">
      <w:pPr>
        <w:pStyle w:val="Heading1"/>
        <w:rPr>
          <w:rtl/>
          <w:lang w:bidi="fa-IR"/>
        </w:rPr>
      </w:pPr>
      <w:r>
        <w:rPr>
          <w:rtl/>
          <w:lang w:bidi="fa-IR"/>
        </w:rPr>
        <w:br w:type="page"/>
      </w:r>
      <w:bookmarkStart w:id="475" w:name="_Toc513640338"/>
      <w:bookmarkStart w:id="476" w:name="_Toc513716143"/>
      <w:bookmarkStart w:id="477" w:name="_Toc513716383"/>
      <w:bookmarkStart w:id="478" w:name="_Toc513716494"/>
      <w:bookmarkStart w:id="479" w:name="_Toc513716874"/>
      <w:r w:rsidR="004F29D6">
        <w:rPr>
          <w:rtl/>
          <w:lang w:bidi="fa-IR"/>
        </w:rPr>
        <w:lastRenderedPageBreak/>
        <w:t xml:space="preserve">درس </w:t>
      </w:r>
      <w:r w:rsidR="003A2F72">
        <w:rPr>
          <w:rFonts w:hint="cs"/>
          <w:rtl/>
          <w:lang w:bidi="fa-IR"/>
        </w:rPr>
        <w:t>سیزدهم</w:t>
      </w:r>
      <w:r w:rsidR="004F29D6">
        <w:rPr>
          <w:rtl/>
          <w:lang w:bidi="fa-IR"/>
        </w:rPr>
        <w:t>: ازدواج</w:t>
      </w:r>
      <w:bookmarkEnd w:id="475"/>
      <w:bookmarkEnd w:id="476"/>
      <w:bookmarkEnd w:id="477"/>
      <w:bookmarkEnd w:id="478"/>
      <w:bookmarkEnd w:id="479"/>
    </w:p>
    <w:p w:rsidR="004F29D6" w:rsidRDefault="004F29D6" w:rsidP="004F29D6">
      <w:pPr>
        <w:pStyle w:val="libNormal"/>
        <w:rPr>
          <w:rtl/>
          <w:lang w:bidi="fa-IR"/>
        </w:rPr>
      </w:pPr>
      <w:r>
        <w:rPr>
          <w:rtl/>
          <w:lang w:bidi="fa-IR"/>
        </w:rPr>
        <w:t>هر موجودى براى ادامه نسل و زندگى خود نياز به قانون تركيب و ازدواج دارد.</w:t>
      </w:r>
    </w:p>
    <w:p w:rsidR="004F29D6" w:rsidRDefault="004F29D6" w:rsidP="004F29D6">
      <w:pPr>
        <w:pStyle w:val="libNormal"/>
        <w:rPr>
          <w:rtl/>
          <w:lang w:bidi="fa-IR"/>
        </w:rPr>
      </w:pPr>
      <w:r>
        <w:rPr>
          <w:rtl/>
          <w:lang w:bidi="fa-IR"/>
        </w:rPr>
        <w:t>انسان كه عالى ترين نمونه خلقت است ، پس از رسيدن به سن بلوغ و شكوفا شدن غرائزش ، نياز به ازدواج دارد تا بتواند در سايه آن غريزه خود را معتدل ساخته و در كنار تشكيل خانواده و انتخاب همسر از اضطراب درونى خود بكاهد و با آرامش زندگى كند.</w:t>
      </w:r>
    </w:p>
    <w:p w:rsidR="004F29D6" w:rsidRDefault="004F29D6" w:rsidP="004F29D6">
      <w:pPr>
        <w:pStyle w:val="libNormal"/>
        <w:rPr>
          <w:rtl/>
          <w:lang w:bidi="fa-IR"/>
        </w:rPr>
      </w:pPr>
      <w:r>
        <w:rPr>
          <w:rtl/>
          <w:lang w:bidi="fa-IR"/>
        </w:rPr>
        <w:t>در دوران بلوغ كه دوران آشفتگى و ناآرامى است ، رها شدن پسران و دختران و زندگى در كنار هم ، بسيار خطرناك است .در اين دوران انواع فريبها، و دروغ پردازيها آغاز مى شود و جوان اصولا به آينده پرمخاطره خود نمى انديشد زيرا طغيان و سركشى شهوت ، ديده درك و عقل وى را از بين مى برد و تنها به آنچه جوان مى انديشد تخليه خود از نيروى غريزه جنسى است .</w:t>
      </w:r>
    </w:p>
    <w:p w:rsidR="004F29D6" w:rsidRDefault="004F29D6" w:rsidP="004F29D6">
      <w:pPr>
        <w:pStyle w:val="libNormal"/>
        <w:rPr>
          <w:rtl/>
          <w:lang w:bidi="fa-IR"/>
        </w:rPr>
      </w:pPr>
      <w:r>
        <w:rPr>
          <w:rtl/>
          <w:lang w:bidi="fa-IR"/>
        </w:rPr>
        <w:t>اينجاست كه بايد پدران و مادران مراقب اين دوره بحران باشند واز فرزندان خود مانند يك باغبان دلسوز از شكوفه هاى خود مراقبت كنند و در عين حال كه زياد سخت نگيرند آنها را هم بحال خود رها نسازند.</w:t>
      </w:r>
    </w:p>
    <w:p w:rsidR="004F29D6" w:rsidRDefault="004F29D6" w:rsidP="004F29D6">
      <w:pPr>
        <w:pStyle w:val="libNormal"/>
        <w:rPr>
          <w:rtl/>
          <w:lang w:bidi="fa-IR"/>
        </w:rPr>
      </w:pPr>
      <w:r>
        <w:rPr>
          <w:rtl/>
          <w:lang w:bidi="fa-IR"/>
        </w:rPr>
        <w:t>قرآن براى تشكيل خانواده دو تعبير زيبا دارد:</w:t>
      </w:r>
    </w:p>
    <w:p w:rsidR="004F29D6" w:rsidRDefault="004F29D6" w:rsidP="004F29D6">
      <w:pPr>
        <w:pStyle w:val="libNormal"/>
        <w:rPr>
          <w:rtl/>
          <w:lang w:bidi="fa-IR"/>
        </w:rPr>
      </w:pPr>
      <w:r>
        <w:rPr>
          <w:rtl/>
          <w:lang w:bidi="fa-IR"/>
        </w:rPr>
        <w:t>از يك طرف زن و شوهر را مانند لباس براى هم مى داند و مى فرمايد: «زنان براى شما بمنزله لباسند و شماهم براى آنها به منزله لباسيد».</w:t>
      </w:r>
    </w:p>
    <w:p w:rsidR="004F29D6" w:rsidRDefault="004F29D6" w:rsidP="004F29D6">
      <w:pPr>
        <w:pStyle w:val="libNormal"/>
        <w:rPr>
          <w:rtl/>
          <w:lang w:bidi="fa-IR"/>
        </w:rPr>
      </w:pPr>
      <w:r>
        <w:rPr>
          <w:rtl/>
          <w:lang w:bidi="fa-IR"/>
        </w:rPr>
        <w:t xml:space="preserve">مى دانيم كه لباس براى انسان جنبه حفاظت ونگهدارى از سرما و گرما و خطرها دارد، علاوه كه لباس ، موجب آبرومندى و عزت و احترام انسان است .اكنون زن و مرد نسبت به يكديگر نقش حفاظت و نگهدارى از حوادث و </w:t>
      </w:r>
      <w:r>
        <w:rPr>
          <w:rtl/>
          <w:lang w:bidi="fa-IR"/>
        </w:rPr>
        <w:lastRenderedPageBreak/>
        <w:t>خطرها و لغزشها را دارند چنانكه تحقيقا موجب حفظ آبروى يكديگر در انظار و عدم بروز بدنامى خواهند بود.</w:t>
      </w:r>
    </w:p>
    <w:p w:rsidR="004F29D6" w:rsidRDefault="004F29D6" w:rsidP="004F29D6">
      <w:pPr>
        <w:pStyle w:val="libNormal"/>
        <w:rPr>
          <w:rtl/>
          <w:lang w:bidi="fa-IR"/>
        </w:rPr>
      </w:pPr>
      <w:r>
        <w:rPr>
          <w:rtl/>
          <w:lang w:bidi="fa-IR"/>
        </w:rPr>
        <w:t>و از طرف ديگر قرآن درباره فلسفه ازدواج و تشكيل خانواده مى فرمايد: «ازدواج براى آن است كه به شما آرامش و راحتى دهد و شما از تشكيل خانواده و انتخاب همسر لذت بريد».</w:t>
      </w:r>
    </w:p>
    <w:p w:rsidR="004F29D6" w:rsidRDefault="004F29D6" w:rsidP="004F29D6">
      <w:pPr>
        <w:pStyle w:val="libNormal"/>
        <w:rPr>
          <w:rtl/>
          <w:lang w:bidi="fa-IR"/>
        </w:rPr>
      </w:pPr>
      <w:r>
        <w:rPr>
          <w:rtl/>
          <w:lang w:bidi="fa-IR"/>
        </w:rPr>
        <w:t>حال جوانان راى روح ناآرام خود بينديشند و با كنار گذاشتن توقعات بى جا و شرائط طاقت فرسا با توجه به سادگى و واقع نگرى به اين پيوند مقدس روى آورند و زندگى سالمى را آغاز نمايند تا از گسترش فساد و انحراف و اعتياد خانمانسوز جلوگيرى كنند.</w:t>
      </w:r>
    </w:p>
    <w:p w:rsidR="004F29D6" w:rsidRDefault="005A0AB8" w:rsidP="005A0AB8">
      <w:pPr>
        <w:pStyle w:val="Heading2"/>
        <w:rPr>
          <w:rtl/>
          <w:lang w:bidi="fa-IR"/>
        </w:rPr>
      </w:pPr>
      <w:r>
        <w:rPr>
          <w:rtl/>
          <w:lang w:bidi="fa-IR"/>
        </w:rPr>
        <w:br w:type="page"/>
      </w:r>
      <w:bookmarkStart w:id="480" w:name="_Toc513640339"/>
      <w:bookmarkStart w:id="481" w:name="_Toc513716144"/>
      <w:bookmarkStart w:id="482" w:name="_Toc513716384"/>
      <w:bookmarkStart w:id="483" w:name="_Toc513716495"/>
      <w:bookmarkStart w:id="484" w:name="_Toc513716875"/>
      <w:r w:rsidR="004F29D6">
        <w:rPr>
          <w:rtl/>
          <w:lang w:bidi="fa-IR"/>
        </w:rPr>
        <w:lastRenderedPageBreak/>
        <w:t>محرم و نامحرم :</w:t>
      </w:r>
      <w:bookmarkEnd w:id="480"/>
      <w:bookmarkEnd w:id="481"/>
      <w:bookmarkEnd w:id="482"/>
      <w:bookmarkEnd w:id="483"/>
      <w:bookmarkEnd w:id="484"/>
    </w:p>
    <w:p w:rsidR="004F29D6" w:rsidRDefault="004F29D6" w:rsidP="004F29D6">
      <w:pPr>
        <w:pStyle w:val="libNormal"/>
        <w:rPr>
          <w:rtl/>
          <w:lang w:bidi="fa-IR"/>
        </w:rPr>
      </w:pPr>
      <w:r>
        <w:rPr>
          <w:rtl/>
          <w:lang w:bidi="fa-IR"/>
        </w:rPr>
        <w:t>كسى كه نگاه كردن به آنها جايز است محارم و آن ها كه نگاه به آن ها حرام است و جايز نيست نامحرمند.</w:t>
      </w:r>
    </w:p>
    <w:p w:rsidR="004F29D6" w:rsidRDefault="004F29D6" w:rsidP="004F29D6">
      <w:pPr>
        <w:pStyle w:val="libNormal"/>
        <w:rPr>
          <w:rtl/>
          <w:lang w:bidi="fa-IR"/>
        </w:rPr>
      </w:pPr>
      <w:r>
        <w:rPr>
          <w:rtl/>
          <w:lang w:bidi="fa-IR"/>
        </w:rPr>
        <w:t>اين افراد بر پسرها و مردان محرم هستند:</w:t>
      </w:r>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مادر و مادر بزرگ</w:t>
      </w:r>
    </w:p>
    <w:p w:rsidR="004F29D6" w:rsidRDefault="004F29D6" w:rsidP="004F29D6">
      <w:pPr>
        <w:pStyle w:val="libNormal"/>
        <w:rPr>
          <w:rtl/>
          <w:lang w:bidi="fa-IR"/>
        </w:rPr>
      </w:pPr>
      <w:r>
        <w:rPr>
          <w:rtl/>
          <w:lang w:bidi="fa-IR"/>
        </w:rPr>
        <w:t>٢</w:t>
      </w:r>
      <w:r w:rsidR="005A0AB8">
        <w:rPr>
          <w:rFonts w:hint="cs"/>
          <w:rtl/>
          <w:lang w:bidi="fa-IR"/>
        </w:rPr>
        <w:t xml:space="preserve"> </w:t>
      </w:r>
      <w:r>
        <w:rPr>
          <w:rtl/>
          <w:lang w:bidi="fa-IR"/>
        </w:rPr>
        <w:t>- دختر و دختر فرزند</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خواهر و خواهر زاده</w:t>
      </w:r>
    </w:p>
    <w:p w:rsidR="004F29D6" w:rsidRDefault="004F29D6" w:rsidP="004F29D6">
      <w:pPr>
        <w:pStyle w:val="libNormal"/>
        <w:rPr>
          <w:rtl/>
          <w:lang w:bidi="fa-IR"/>
        </w:rPr>
      </w:pPr>
      <w:r>
        <w:rPr>
          <w:rtl/>
          <w:lang w:bidi="fa-IR"/>
        </w:rPr>
        <w:t>٤</w:t>
      </w:r>
      <w:r w:rsidR="005A0AB8">
        <w:rPr>
          <w:rFonts w:hint="cs"/>
          <w:rtl/>
          <w:lang w:bidi="fa-IR"/>
        </w:rPr>
        <w:t xml:space="preserve"> </w:t>
      </w:r>
      <w:r>
        <w:rPr>
          <w:rtl/>
          <w:lang w:bidi="fa-IR"/>
        </w:rPr>
        <w:t>- دختر برادر و برادرزاده</w:t>
      </w:r>
    </w:p>
    <w:p w:rsidR="004F29D6" w:rsidRDefault="004F29D6" w:rsidP="004F29D6">
      <w:pPr>
        <w:pStyle w:val="libNormal"/>
        <w:rPr>
          <w:rtl/>
          <w:lang w:bidi="fa-IR"/>
        </w:rPr>
      </w:pPr>
      <w:r>
        <w:rPr>
          <w:rtl/>
          <w:lang w:bidi="fa-IR"/>
        </w:rPr>
        <w:t>٥</w:t>
      </w:r>
      <w:r w:rsidR="005A0AB8">
        <w:rPr>
          <w:rFonts w:hint="cs"/>
          <w:rtl/>
          <w:lang w:bidi="fa-IR"/>
        </w:rPr>
        <w:t xml:space="preserve"> </w:t>
      </w:r>
      <w:r>
        <w:rPr>
          <w:rtl/>
          <w:lang w:bidi="fa-IR"/>
        </w:rPr>
        <w:t>- عمه (خواهر پدر) و عمه پدر و يا مادر</w:t>
      </w:r>
    </w:p>
    <w:p w:rsidR="004F29D6" w:rsidRDefault="004F29D6" w:rsidP="004F29D6">
      <w:pPr>
        <w:pStyle w:val="libNormal"/>
        <w:rPr>
          <w:rtl/>
          <w:lang w:bidi="fa-IR"/>
        </w:rPr>
      </w:pPr>
      <w:r>
        <w:rPr>
          <w:rtl/>
          <w:lang w:bidi="fa-IR"/>
        </w:rPr>
        <w:t>٦</w:t>
      </w:r>
      <w:r w:rsidR="005A0AB8">
        <w:rPr>
          <w:rFonts w:hint="cs"/>
          <w:rtl/>
          <w:lang w:bidi="fa-IR"/>
        </w:rPr>
        <w:t xml:space="preserve"> </w:t>
      </w:r>
      <w:r>
        <w:rPr>
          <w:rtl/>
          <w:lang w:bidi="fa-IR"/>
        </w:rPr>
        <w:t>- خاله (خواهر مادر) و خاله پدر و مادر</w:t>
      </w:r>
    </w:p>
    <w:p w:rsidR="004F29D6" w:rsidRDefault="004F29D6" w:rsidP="004F29D6">
      <w:pPr>
        <w:pStyle w:val="libNormal"/>
        <w:rPr>
          <w:rtl/>
          <w:lang w:bidi="fa-IR"/>
        </w:rPr>
      </w:pPr>
      <w:r>
        <w:rPr>
          <w:rtl/>
          <w:lang w:bidi="fa-IR"/>
        </w:rPr>
        <w:t>و همچنين كسانى كه از طريق ازدواج محرمند مانند:</w:t>
      </w:r>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مادر زن و مادر بزرگ او</w:t>
      </w:r>
    </w:p>
    <w:p w:rsidR="004F29D6" w:rsidRDefault="004F29D6" w:rsidP="004F29D6">
      <w:pPr>
        <w:pStyle w:val="libNormal"/>
        <w:rPr>
          <w:rtl/>
          <w:lang w:bidi="fa-IR"/>
        </w:rPr>
      </w:pPr>
      <w:r>
        <w:rPr>
          <w:rtl/>
          <w:lang w:bidi="fa-IR"/>
        </w:rPr>
        <w:t>٢</w:t>
      </w:r>
      <w:r w:rsidR="005A0AB8">
        <w:rPr>
          <w:rFonts w:hint="cs"/>
          <w:rtl/>
          <w:lang w:bidi="fa-IR"/>
        </w:rPr>
        <w:t xml:space="preserve"> </w:t>
      </w:r>
      <w:r>
        <w:rPr>
          <w:rtl/>
          <w:lang w:bidi="fa-IR"/>
        </w:rPr>
        <w:t>- دختر زن هر چند دختر خودش نباشد مانند آن كه انسان زنى را به همسرى خود انتخاب كند كه از شوهر قبلى خود دخترى داشته باشد.</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زن پدر(نامادرى)</w:t>
      </w:r>
    </w:p>
    <w:p w:rsidR="004F29D6" w:rsidRDefault="004F29D6" w:rsidP="004F29D6">
      <w:pPr>
        <w:pStyle w:val="libNormal"/>
        <w:rPr>
          <w:rtl/>
          <w:lang w:bidi="fa-IR"/>
        </w:rPr>
      </w:pPr>
      <w:r>
        <w:rPr>
          <w:rtl/>
          <w:lang w:bidi="fa-IR"/>
        </w:rPr>
        <w:t>٤</w:t>
      </w:r>
      <w:r w:rsidR="005A0AB8">
        <w:rPr>
          <w:rFonts w:hint="cs"/>
          <w:rtl/>
          <w:lang w:bidi="fa-IR"/>
        </w:rPr>
        <w:t xml:space="preserve"> </w:t>
      </w:r>
      <w:r>
        <w:rPr>
          <w:rtl/>
          <w:lang w:bidi="fa-IR"/>
        </w:rPr>
        <w:t>- زن پسر</w:t>
      </w:r>
    </w:p>
    <w:p w:rsidR="004F29D6" w:rsidRDefault="004F29D6" w:rsidP="004F29D6">
      <w:pPr>
        <w:pStyle w:val="libNormal"/>
        <w:rPr>
          <w:rtl/>
          <w:lang w:bidi="fa-IR"/>
        </w:rPr>
      </w:pPr>
      <w:r>
        <w:rPr>
          <w:rtl/>
          <w:lang w:bidi="fa-IR"/>
        </w:rPr>
        <w:t>غير از اين زنانى كه نام برده شد نامحرمند و نگاه كردن به آنها چه از روى لذت باشد يا نباشد جايز نيست .</w:t>
      </w:r>
    </w:p>
    <w:p w:rsidR="004F29D6" w:rsidRDefault="005A0AB8" w:rsidP="005A0AB8">
      <w:pPr>
        <w:pStyle w:val="Heading2"/>
        <w:rPr>
          <w:rtl/>
          <w:lang w:bidi="fa-IR"/>
        </w:rPr>
      </w:pPr>
      <w:r>
        <w:rPr>
          <w:rtl/>
          <w:lang w:bidi="fa-IR"/>
        </w:rPr>
        <w:br w:type="page"/>
      </w:r>
      <w:bookmarkStart w:id="485" w:name="_Toc513640340"/>
      <w:bookmarkStart w:id="486" w:name="_Toc513716145"/>
      <w:bookmarkStart w:id="487" w:name="_Toc513716385"/>
      <w:bookmarkStart w:id="488" w:name="_Toc513716496"/>
      <w:bookmarkStart w:id="489" w:name="_Toc513716876"/>
      <w:r w:rsidR="004F29D6">
        <w:rPr>
          <w:rtl/>
          <w:lang w:bidi="fa-IR"/>
        </w:rPr>
        <w:lastRenderedPageBreak/>
        <w:t>اين افراد بر دختران و زنان محرمند:</w:t>
      </w:r>
      <w:bookmarkEnd w:id="485"/>
      <w:bookmarkEnd w:id="486"/>
      <w:bookmarkEnd w:id="487"/>
      <w:bookmarkEnd w:id="488"/>
      <w:bookmarkEnd w:id="489"/>
    </w:p>
    <w:p w:rsidR="004F29D6" w:rsidRDefault="004F29D6" w:rsidP="004F29D6">
      <w:pPr>
        <w:pStyle w:val="libNormal"/>
        <w:rPr>
          <w:rtl/>
          <w:lang w:bidi="fa-IR"/>
        </w:rPr>
      </w:pPr>
      <w:r>
        <w:rPr>
          <w:rtl/>
          <w:lang w:bidi="fa-IR"/>
        </w:rPr>
        <w:t>الف - محارم سببى :</w:t>
      </w:r>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پدر و پدر بزرگ</w:t>
      </w:r>
    </w:p>
    <w:p w:rsidR="004F29D6" w:rsidRDefault="004F29D6" w:rsidP="004F29D6">
      <w:pPr>
        <w:pStyle w:val="libNormal"/>
        <w:rPr>
          <w:rtl/>
          <w:lang w:bidi="fa-IR"/>
        </w:rPr>
      </w:pPr>
      <w:r>
        <w:rPr>
          <w:rtl/>
          <w:lang w:bidi="fa-IR"/>
        </w:rPr>
        <w:t>٢</w:t>
      </w:r>
      <w:r w:rsidR="005A0AB8">
        <w:rPr>
          <w:rFonts w:hint="cs"/>
          <w:rtl/>
          <w:lang w:bidi="fa-IR"/>
        </w:rPr>
        <w:t xml:space="preserve"> </w:t>
      </w:r>
      <w:r>
        <w:rPr>
          <w:rtl/>
          <w:lang w:bidi="fa-IR"/>
        </w:rPr>
        <w:t>- پسر و فرزندان پسر</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برادر</w:t>
      </w:r>
    </w:p>
    <w:p w:rsidR="004F29D6" w:rsidRDefault="004F29D6" w:rsidP="004F29D6">
      <w:pPr>
        <w:pStyle w:val="libNormal"/>
        <w:rPr>
          <w:rtl/>
          <w:lang w:bidi="fa-IR"/>
        </w:rPr>
      </w:pPr>
      <w:r>
        <w:rPr>
          <w:rtl/>
          <w:lang w:bidi="fa-IR"/>
        </w:rPr>
        <w:t>٤</w:t>
      </w:r>
      <w:r w:rsidR="005A0AB8">
        <w:rPr>
          <w:rFonts w:hint="cs"/>
          <w:rtl/>
          <w:lang w:bidi="fa-IR"/>
        </w:rPr>
        <w:t xml:space="preserve"> </w:t>
      </w:r>
      <w:r>
        <w:rPr>
          <w:rtl/>
          <w:lang w:bidi="fa-IR"/>
        </w:rPr>
        <w:t>- خواهرزاده</w:t>
      </w:r>
    </w:p>
    <w:p w:rsidR="004F29D6" w:rsidRDefault="004F29D6" w:rsidP="004F29D6">
      <w:pPr>
        <w:pStyle w:val="libNormal"/>
        <w:rPr>
          <w:rtl/>
          <w:lang w:bidi="fa-IR"/>
        </w:rPr>
      </w:pPr>
      <w:r>
        <w:rPr>
          <w:rtl/>
          <w:lang w:bidi="fa-IR"/>
        </w:rPr>
        <w:t>٥</w:t>
      </w:r>
      <w:r w:rsidR="005A0AB8">
        <w:rPr>
          <w:rFonts w:hint="cs"/>
          <w:rtl/>
          <w:lang w:bidi="fa-IR"/>
        </w:rPr>
        <w:t xml:space="preserve"> </w:t>
      </w:r>
      <w:r>
        <w:rPr>
          <w:rtl/>
          <w:lang w:bidi="fa-IR"/>
        </w:rPr>
        <w:t>- برادرزاده</w:t>
      </w:r>
    </w:p>
    <w:p w:rsidR="004F29D6" w:rsidRDefault="004F29D6" w:rsidP="004F29D6">
      <w:pPr>
        <w:pStyle w:val="libNormal"/>
        <w:rPr>
          <w:rtl/>
          <w:lang w:bidi="fa-IR"/>
        </w:rPr>
      </w:pPr>
      <w:r>
        <w:rPr>
          <w:rtl/>
          <w:lang w:bidi="fa-IR"/>
        </w:rPr>
        <w:t>٦</w:t>
      </w:r>
      <w:r w:rsidR="005A0AB8">
        <w:rPr>
          <w:rFonts w:hint="cs"/>
          <w:rtl/>
          <w:lang w:bidi="fa-IR"/>
        </w:rPr>
        <w:t xml:space="preserve"> </w:t>
      </w:r>
      <w:r>
        <w:rPr>
          <w:rtl/>
          <w:lang w:bidi="fa-IR"/>
        </w:rPr>
        <w:t>- عمو(عموى خود وعموى پدر يامادر)</w:t>
      </w:r>
    </w:p>
    <w:p w:rsidR="004F29D6" w:rsidRDefault="004F29D6" w:rsidP="004F29D6">
      <w:pPr>
        <w:pStyle w:val="libNormal"/>
        <w:rPr>
          <w:rtl/>
          <w:lang w:bidi="fa-IR"/>
        </w:rPr>
      </w:pPr>
      <w:r>
        <w:rPr>
          <w:rtl/>
          <w:lang w:bidi="fa-IR"/>
        </w:rPr>
        <w:t>٧</w:t>
      </w:r>
      <w:r w:rsidR="005A0AB8">
        <w:rPr>
          <w:rFonts w:hint="cs"/>
          <w:rtl/>
          <w:lang w:bidi="fa-IR"/>
        </w:rPr>
        <w:t xml:space="preserve"> </w:t>
      </w:r>
      <w:r>
        <w:rPr>
          <w:rtl/>
          <w:lang w:bidi="fa-IR"/>
        </w:rPr>
        <w:t>- دايى ، (دايى خود و دايى پدر يا مادر)</w:t>
      </w:r>
    </w:p>
    <w:p w:rsidR="004F29D6" w:rsidRDefault="004F29D6" w:rsidP="004F29D6">
      <w:pPr>
        <w:pStyle w:val="libNormal"/>
        <w:rPr>
          <w:rtl/>
          <w:lang w:bidi="fa-IR"/>
        </w:rPr>
      </w:pPr>
      <w:r>
        <w:rPr>
          <w:rtl/>
          <w:lang w:bidi="fa-IR"/>
        </w:rPr>
        <w:t>ب - محارم نسبى كه از طريق ازدواج بر دخترها و زنان محرم مى شوند و اينها عبارتنداز:</w:t>
      </w:r>
    </w:p>
    <w:p w:rsidR="004F29D6" w:rsidRDefault="004F29D6" w:rsidP="004F29D6">
      <w:pPr>
        <w:pStyle w:val="libNormal"/>
        <w:rPr>
          <w:rtl/>
          <w:lang w:bidi="fa-IR"/>
        </w:rPr>
      </w:pPr>
      <w:r>
        <w:rPr>
          <w:rtl/>
          <w:lang w:bidi="fa-IR"/>
        </w:rPr>
        <w:t>١</w:t>
      </w:r>
      <w:r w:rsidR="005A0AB8">
        <w:rPr>
          <w:rFonts w:hint="cs"/>
          <w:rtl/>
          <w:lang w:bidi="fa-IR"/>
        </w:rPr>
        <w:t xml:space="preserve"> </w:t>
      </w:r>
      <w:r>
        <w:rPr>
          <w:rtl/>
          <w:lang w:bidi="fa-IR"/>
        </w:rPr>
        <w:t>- شوهر</w:t>
      </w:r>
    </w:p>
    <w:p w:rsidR="004F29D6" w:rsidRDefault="004F29D6" w:rsidP="004F29D6">
      <w:pPr>
        <w:pStyle w:val="libNormal"/>
        <w:rPr>
          <w:rtl/>
          <w:lang w:bidi="fa-IR"/>
        </w:rPr>
      </w:pPr>
      <w:r>
        <w:rPr>
          <w:rtl/>
          <w:lang w:bidi="fa-IR"/>
        </w:rPr>
        <w:t>٢- پدر شوهر و پدربزرگ شوهر</w:t>
      </w:r>
    </w:p>
    <w:p w:rsidR="004F29D6" w:rsidRDefault="004F29D6" w:rsidP="004F29D6">
      <w:pPr>
        <w:pStyle w:val="libNormal"/>
        <w:rPr>
          <w:rtl/>
          <w:lang w:bidi="fa-IR"/>
        </w:rPr>
      </w:pPr>
      <w:r>
        <w:rPr>
          <w:rtl/>
          <w:lang w:bidi="fa-IR"/>
        </w:rPr>
        <w:t>٣</w:t>
      </w:r>
      <w:r w:rsidR="005A0AB8">
        <w:rPr>
          <w:rFonts w:hint="cs"/>
          <w:rtl/>
          <w:lang w:bidi="fa-IR"/>
        </w:rPr>
        <w:t xml:space="preserve"> </w:t>
      </w:r>
      <w:r>
        <w:rPr>
          <w:rtl/>
          <w:lang w:bidi="fa-IR"/>
        </w:rPr>
        <w:t>- پسر شوهر وقتى كه همسر ديگرى داشته باشد</w:t>
      </w:r>
    </w:p>
    <w:p w:rsidR="004F29D6" w:rsidRDefault="004F29D6" w:rsidP="004F29D6">
      <w:pPr>
        <w:pStyle w:val="libNormal"/>
        <w:rPr>
          <w:rtl/>
          <w:lang w:bidi="fa-IR"/>
        </w:rPr>
      </w:pPr>
      <w:r>
        <w:rPr>
          <w:rtl/>
          <w:lang w:bidi="fa-IR"/>
        </w:rPr>
        <w:t>٤</w:t>
      </w:r>
      <w:r w:rsidR="005A0AB8">
        <w:rPr>
          <w:rFonts w:hint="cs"/>
          <w:rtl/>
          <w:lang w:bidi="fa-IR"/>
        </w:rPr>
        <w:t xml:space="preserve"> </w:t>
      </w:r>
      <w:r>
        <w:rPr>
          <w:rtl/>
          <w:lang w:bidi="fa-IR"/>
        </w:rPr>
        <w:t>- شوهر مادر</w:t>
      </w:r>
    </w:p>
    <w:p w:rsidR="004F29D6" w:rsidRDefault="004F29D6" w:rsidP="004F29D6">
      <w:pPr>
        <w:pStyle w:val="libNormal"/>
        <w:rPr>
          <w:rtl/>
          <w:lang w:bidi="fa-IR"/>
        </w:rPr>
      </w:pPr>
      <w:r>
        <w:rPr>
          <w:rtl/>
          <w:lang w:bidi="fa-IR"/>
        </w:rPr>
        <w:t>٥</w:t>
      </w:r>
      <w:r w:rsidR="005A0AB8">
        <w:rPr>
          <w:rFonts w:hint="cs"/>
          <w:rtl/>
          <w:lang w:bidi="fa-IR"/>
        </w:rPr>
        <w:t xml:space="preserve"> </w:t>
      </w:r>
      <w:r>
        <w:rPr>
          <w:rtl/>
          <w:lang w:bidi="fa-IR"/>
        </w:rPr>
        <w:t>- شوهر دختر كه داماد ناميده مى شود</w:t>
      </w:r>
    </w:p>
    <w:p w:rsidR="004F29D6" w:rsidRDefault="00FD6556" w:rsidP="00FD6556">
      <w:pPr>
        <w:pStyle w:val="Heading2"/>
        <w:rPr>
          <w:rtl/>
          <w:lang w:bidi="fa-IR"/>
        </w:rPr>
      </w:pPr>
      <w:r>
        <w:rPr>
          <w:rtl/>
          <w:lang w:bidi="fa-IR"/>
        </w:rPr>
        <w:br w:type="page"/>
      </w:r>
      <w:bookmarkStart w:id="490" w:name="_Toc513640341"/>
      <w:bookmarkStart w:id="491" w:name="_Toc513716146"/>
      <w:bookmarkStart w:id="492" w:name="_Toc513716386"/>
      <w:bookmarkStart w:id="493" w:name="_Toc513716497"/>
      <w:bookmarkStart w:id="494" w:name="_Toc513716877"/>
      <w:r w:rsidR="004F29D6">
        <w:rPr>
          <w:rtl/>
          <w:lang w:bidi="fa-IR"/>
        </w:rPr>
        <w:lastRenderedPageBreak/>
        <w:t>همسران شايسته :</w:t>
      </w:r>
      <w:bookmarkEnd w:id="490"/>
      <w:bookmarkEnd w:id="491"/>
      <w:bookmarkEnd w:id="492"/>
      <w:bookmarkEnd w:id="493"/>
      <w:bookmarkEnd w:id="494"/>
    </w:p>
    <w:p w:rsidR="004F29D6" w:rsidRDefault="004F29D6" w:rsidP="004F29D6">
      <w:pPr>
        <w:pStyle w:val="libNormal"/>
        <w:rPr>
          <w:rtl/>
          <w:lang w:bidi="fa-IR"/>
        </w:rPr>
      </w:pPr>
      <w:r>
        <w:rPr>
          <w:rtl/>
          <w:lang w:bidi="fa-IR"/>
        </w:rPr>
        <w:t>معيارها در انتخاب همسران شايسته چه مرد باشد و چه زن مختلف و متفاوت است گاهى معيار تحصيل است گاهى ثروت و گاهى مقامهاى اجتماعى ولى اسلام بهترين معيار براى انتخاب راپاكى و پاكدامنى و راستى و صداقت مى داند و پيامبر مى فرمايد سعى كنيد كه همسران پاكدامن و با عفت انتخاب كنيد. زيرا معيارى هاى مادى مانند زيبايى ، ثروت ، مقام و غيره همه ازبين رفته اند ولى معيار و ارزش معنوى مانند پاكدامنى و راستى خوش خلقى از بين رفتنى نيست و بنيان و اساس ازدواج عميق و ريشه دار خواهد بود كه با وزيدن نسيم مسموم از هم گسيخته نمى شود.</w:t>
      </w:r>
    </w:p>
    <w:p w:rsidR="004F29D6" w:rsidRDefault="00FD6556" w:rsidP="00FD6556">
      <w:pPr>
        <w:pStyle w:val="Heading2"/>
        <w:rPr>
          <w:rtl/>
          <w:lang w:bidi="fa-IR"/>
        </w:rPr>
      </w:pPr>
      <w:r>
        <w:rPr>
          <w:rtl/>
          <w:lang w:bidi="fa-IR"/>
        </w:rPr>
        <w:br w:type="page"/>
      </w:r>
      <w:bookmarkStart w:id="495" w:name="_Toc513640342"/>
      <w:bookmarkStart w:id="496" w:name="_Toc513716147"/>
      <w:bookmarkStart w:id="497" w:name="_Toc513716387"/>
      <w:bookmarkStart w:id="498" w:name="_Toc513716498"/>
      <w:bookmarkStart w:id="499" w:name="_Toc513716878"/>
      <w:r w:rsidR="004F29D6">
        <w:rPr>
          <w:rtl/>
          <w:lang w:bidi="fa-IR"/>
        </w:rPr>
        <w:lastRenderedPageBreak/>
        <w:t>عقد ازدواج :</w:t>
      </w:r>
      <w:bookmarkEnd w:id="495"/>
      <w:bookmarkEnd w:id="496"/>
      <w:bookmarkEnd w:id="497"/>
      <w:bookmarkEnd w:id="498"/>
      <w:bookmarkEnd w:id="499"/>
    </w:p>
    <w:p w:rsidR="004F29D6" w:rsidRDefault="004F29D6" w:rsidP="004F29D6">
      <w:pPr>
        <w:pStyle w:val="libNormal"/>
        <w:rPr>
          <w:rtl/>
          <w:lang w:bidi="fa-IR"/>
        </w:rPr>
      </w:pPr>
      <w:r>
        <w:rPr>
          <w:rtl/>
          <w:lang w:bidi="fa-IR"/>
        </w:rPr>
        <w:t>مى دانيم كه انتخاب همسر از طريق قانون را به آن رابطه قانونى مى گوييم و اگر عقد و قراردادى در كار نباشد رابطه غير قانونى است و عمل نامشروع است زيرا كسى كه كار قانونى نمى كند مى خواهد به شكلى براى خود راه فرار بگذارد واز خود سلب مسؤ ليت كند ولى انسان متمدن و آگاه سعى مى كند تمام كارهاى خود را قانونى كند تا با آرامش خاطر، به زندگى ادامه دهد. بديهى است كه كار قاچاق و غير قانونى و گريز از قانون ، هميشه اضطراب و ناراحتى و نگرانى بدنبال دارد وبا تشكيل خانواده غير قانونى نه تنها انسان به آرامش دسترسى پيدا نمى كند بلكه هر روز به افسردگى و نگرانى او افزوده مى شود درست مانند دو مسافرى كه مى خواهند با هم به خارج از كشور مسافرت كنند. بديهى است مسافرى كه پاسپورت و جواز عبور از مرز را دارد هيچگونه نگرانى در خود احساس نمى كند ولى مسافرى كه مى خواهد بدون گذرنامه سفر كند پيوسته نگران است و هر لحظه در انتظار اين است كه در چنگال پليس گرفتار شود و به زندان بيفتد.</w:t>
      </w:r>
    </w:p>
    <w:p w:rsidR="004F29D6" w:rsidRDefault="004F29D6" w:rsidP="004F29D6">
      <w:pPr>
        <w:pStyle w:val="libNormal"/>
        <w:rPr>
          <w:rtl/>
          <w:lang w:bidi="fa-IR"/>
        </w:rPr>
      </w:pPr>
      <w:r>
        <w:rPr>
          <w:rtl/>
          <w:lang w:bidi="fa-IR"/>
        </w:rPr>
        <w:t>پس قواله ازدواج براى زن و شوهر به منزله داشتن گذرنامه عبور از مرز ازدواج است كه مرزبانان ، مزاحم او نخواهند بود.</w:t>
      </w:r>
    </w:p>
    <w:p w:rsidR="004F29D6" w:rsidRDefault="004F29D6" w:rsidP="004F29D6">
      <w:pPr>
        <w:pStyle w:val="libNormal"/>
        <w:rPr>
          <w:rtl/>
          <w:lang w:bidi="fa-IR"/>
        </w:rPr>
      </w:pPr>
      <w:r>
        <w:rPr>
          <w:rtl/>
          <w:lang w:bidi="fa-IR"/>
        </w:rPr>
        <w:t>عقد ازدواج به دو صورت انجام مى پذيرد:</w:t>
      </w:r>
    </w:p>
    <w:p w:rsidR="004F29D6" w:rsidRDefault="004F29D6" w:rsidP="004F29D6">
      <w:pPr>
        <w:pStyle w:val="libNormal"/>
        <w:rPr>
          <w:rtl/>
          <w:lang w:bidi="fa-IR"/>
        </w:rPr>
      </w:pPr>
      <w:r>
        <w:rPr>
          <w:rtl/>
          <w:lang w:bidi="fa-IR"/>
        </w:rPr>
        <w:t>١</w:t>
      </w:r>
      <w:r w:rsidR="00FD6556">
        <w:rPr>
          <w:rFonts w:hint="cs"/>
          <w:rtl/>
          <w:lang w:bidi="fa-IR"/>
        </w:rPr>
        <w:t xml:space="preserve"> </w:t>
      </w:r>
      <w:r>
        <w:rPr>
          <w:rtl/>
          <w:lang w:bidi="fa-IR"/>
        </w:rPr>
        <w:t>- عقد ازدواج دائم كه بطور دائم قرارداد منعقد مى شود. و براى يك زندگى مشترك هميشگى است .</w:t>
      </w:r>
    </w:p>
    <w:p w:rsidR="004F29D6" w:rsidRDefault="004F29D6" w:rsidP="004F29D6">
      <w:pPr>
        <w:pStyle w:val="libNormal"/>
        <w:rPr>
          <w:rtl/>
          <w:lang w:bidi="fa-IR"/>
        </w:rPr>
      </w:pPr>
      <w:r>
        <w:rPr>
          <w:rtl/>
          <w:lang w:bidi="fa-IR"/>
        </w:rPr>
        <w:t>٢</w:t>
      </w:r>
      <w:r w:rsidR="00FD6556">
        <w:rPr>
          <w:rFonts w:hint="cs"/>
          <w:rtl/>
          <w:lang w:bidi="fa-IR"/>
        </w:rPr>
        <w:t xml:space="preserve"> </w:t>
      </w:r>
      <w:r>
        <w:rPr>
          <w:rtl/>
          <w:lang w:bidi="fa-IR"/>
        </w:rPr>
        <w:t>- عقد ازدواج موقت كه براى زمانى محدود مثلا يك سال يا يك ماه يا بيشتر و كمتر قرارداد منعقد ميشود كه هر كدام شرائط ويژه خود را دارد.</w:t>
      </w:r>
    </w:p>
    <w:p w:rsidR="004F29D6" w:rsidRDefault="00FD6556" w:rsidP="00FD6556">
      <w:pPr>
        <w:pStyle w:val="Heading2"/>
        <w:rPr>
          <w:rtl/>
          <w:lang w:bidi="fa-IR"/>
        </w:rPr>
      </w:pPr>
      <w:r>
        <w:rPr>
          <w:rtl/>
          <w:lang w:bidi="fa-IR"/>
        </w:rPr>
        <w:br w:type="page"/>
      </w:r>
      <w:bookmarkStart w:id="500" w:name="_Toc513640343"/>
      <w:bookmarkStart w:id="501" w:name="_Toc513716148"/>
      <w:bookmarkStart w:id="502" w:name="_Toc513716388"/>
      <w:bookmarkStart w:id="503" w:name="_Toc513716499"/>
      <w:bookmarkStart w:id="504" w:name="_Toc513716879"/>
      <w:r w:rsidR="004F29D6">
        <w:rPr>
          <w:rtl/>
          <w:lang w:bidi="fa-IR"/>
        </w:rPr>
        <w:lastRenderedPageBreak/>
        <w:t>به پرسشهاى زير پاسخ دهيد:</w:t>
      </w:r>
      <w:bookmarkEnd w:id="500"/>
      <w:bookmarkEnd w:id="501"/>
      <w:bookmarkEnd w:id="502"/>
      <w:bookmarkEnd w:id="503"/>
      <w:bookmarkEnd w:id="504"/>
    </w:p>
    <w:p w:rsidR="004F29D6" w:rsidRDefault="004F29D6" w:rsidP="004F29D6">
      <w:pPr>
        <w:pStyle w:val="libNormal"/>
        <w:rPr>
          <w:rtl/>
          <w:lang w:bidi="fa-IR"/>
        </w:rPr>
      </w:pPr>
      <w:r>
        <w:rPr>
          <w:rtl/>
          <w:lang w:bidi="fa-IR"/>
        </w:rPr>
        <w:t>١</w:t>
      </w:r>
      <w:r w:rsidR="00FD6556">
        <w:rPr>
          <w:rFonts w:hint="cs"/>
          <w:rtl/>
          <w:lang w:bidi="fa-IR"/>
        </w:rPr>
        <w:t xml:space="preserve"> </w:t>
      </w:r>
      <w:r>
        <w:rPr>
          <w:rtl/>
          <w:lang w:bidi="fa-IR"/>
        </w:rPr>
        <w:t>- معيار در انتخاب همسر از نظر اسلام چيست ؟</w:t>
      </w:r>
    </w:p>
    <w:p w:rsidR="004F29D6" w:rsidRDefault="004F29D6" w:rsidP="004F29D6">
      <w:pPr>
        <w:pStyle w:val="libNormal"/>
        <w:rPr>
          <w:rtl/>
          <w:lang w:bidi="fa-IR"/>
        </w:rPr>
      </w:pPr>
      <w:r>
        <w:rPr>
          <w:rtl/>
          <w:lang w:bidi="fa-IR"/>
        </w:rPr>
        <w:t>٢</w:t>
      </w:r>
      <w:r w:rsidR="00FD6556">
        <w:rPr>
          <w:rFonts w:hint="cs"/>
          <w:rtl/>
          <w:lang w:bidi="fa-IR"/>
        </w:rPr>
        <w:t xml:space="preserve"> </w:t>
      </w:r>
      <w:r>
        <w:rPr>
          <w:rtl/>
          <w:lang w:bidi="fa-IR"/>
        </w:rPr>
        <w:t>- تعبير زيباى قرآن براى انتخاب همسر چيست ؟</w:t>
      </w:r>
    </w:p>
    <w:p w:rsidR="004F29D6" w:rsidRDefault="004F29D6" w:rsidP="004F29D6">
      <w:pPr>
        <w:pStyle w:val="libNormal"/>
        <w:rPr>
          <w:rtl/>
          <w:lang w:bidi="fa-IR"/>
        </w:rPr>
      </w:pPr>
      <w:r>
        <w:rPr>
          <w:rtl/>
          <w:lang w:bidi="fa-IR"/>
        </w:rPr>
        <w:t>٣</w:t>
      </w:r>
      <w:r w:rsidR="00FD6556">
        <w:rPr>
          <w:rFonts w:hint="cs"/>
          <w:rtl/>
          <w:lang w:bidi="fa-IR"/>
        </w:rPr>
        <w:t xml:space="preserve"> </w:t>
      </w:r>
      <w:r>
        <w:rPr>
          <w:rtl/>
          <w:lang w:bidi="fa-IR"/>
        </w:rPr>
        <w:t>- محرم و نامحرم يعنى چه ؟ آنها را تعريف كنيد وبراى آنها مثالى بزنيد.</w:t>
      </w:r>
    </w:p>
    <w:p w:rsidR="004F29D6" w:rsidRDefault="004F29D6" w:rsidP="004F29D6">
      <w:pPr>
        <w:pStyle w:val="libNormal"/>
        <w:rPr>
          <w:rtl/>
          <w:lang w:bidi="fa-IR"/>
        </w:rPr>
      </w:pPr>
      <w:r>
        <w:rPr>
          <w:rtl/>
          <w:lang w:bidi="fa-IR"/>
        </w:rPr>
        <w:t>٤</w:t>
      </w:r>
      <w:r w:rsidR="00FD6556">
        <w:rPr>
          <w:rFonts w:hint="cs"/>
          <w:rtl/>
          <w:lang w:bidi="fa-IR"/>
        </w:rPr>
        <w:t xml:space="preserve"> </w:t>
      </w:r>
      <w:r>
        <w:rPr>
          <w:rtl/>
          <w:lang w:bidi="fa-IR"/>
        </w:rPr>
        <w:t>- عقد ازدواج يعنى چه ؟</w:t>
      </w:r>
    </w:p>
    <w:p w:rsidR="004F29D6" w:rsidRDefault="004F29D6" w:rsidP="004F29D6">
      <w:pPr>
        <w:pStyle w:val="libNormal"/>
        <w:rPr>
          <w:rtl/>
          <w:lang w:bidi="fa-IR"/>
        </w:rPr>
      </w:pPr>
      <w:r>
        <w:rPr>
          <w:rtl/>
          <w:lang w:bidi="fa-IR"/>
        </w:rPr>
        <w:t>٥</w:t>
      </w:r>
      <w:r w:rsidR="00FD6556">
        <w:rPr>
          <w:rFonts w:hint="cs"/>
          <w:rtl/>
          <w:lang w:bidi="fa-IR"/>
        </w:rPr>
        <w:t xml:space="preserve"> </w:t>
      </w:r>
      <w:r>
        <w:rPr>
          <w:rtl/>
          <w:lang w:bidi="fa-IR"/>
        </w:rPr>
        <w:t>- فرق ازدواج دائم با موقت چيست ؟</w:t>
      </w:r>
    </w:p>
    <w:p w:rsidR="00FD6556" w:rsidRDefault="00FD6556" w:rsidP="004F29D6">
      <w:pPr>
        <w:pStyle w:val="libNormal"/>
        <w:rPr>
          <w:rtl/>
          <w:lang w:bidi="fa-IR"/>
        </w:rPr>
      </w:pPr>
    </w:p>
    <w:p w:rsidR="004F29D6" w:rsidRDefault="00FD6556" w:rsidP="003A2F72">
      <w:pPr>
        <w:pStyle w:val="Heading1"/>
        <w:rPr>
          <w:rtl/>
          <w:lang w:bidi="fa-IR"/>
        </w:rPr>
      </w:pPr>
      <w:r>
        <w:rPr>
          <w:rtl/>
          <w:lang w:bidi="fa-IR"/>
        </w:rPr>
        <w:br w:type="page"/>
      </w:r>
      <w:bookmarkStart w:id="505" w:name="_Toc513640344"/>
      <w:bookmarkStart w:id="506" w:name="_Toc513716149"/>
      <w:bookmarkStart w:id="507" w:name="_Toc513716389"/>
      <w:bookmarkStart w:id="508" w:name="_Toc513716500"/>
      <w:bookmarkStart w:id="509" w:name="_Toc513716880"/>
      <w:r w:rsidR="004F29D6">
        <w:rPr>
          <w:rtl/>
          <w:lang w:bidi="fa-IR"/>
        </w:rPr>
        <w:lastRenderedPageBreak/>
        <w:t xml:space="preserve">درس </w:t>
      </w:r>
      <w:r w:rsidR="003A2F72">
        <w:rPr>
          <w:rFonts w:hint="cs"/>
          <w:rtl/>
          <w:lang w:bidi="fa-IR"/>
        </w:rPr>
        <w:t>چهاردهم</w:t>
      </w:r>
      <w:r w:rsidR="004F29D6">
        <w:rPr>
          <w:rtl/>
          <w:lang w:bidi="fa-IR"/>
        </w:rPr>
        <w:t xml:space="preserve"> : غصب - نذر- عهد- سوگند- وصيت و ارث</w:t>
      </w:r>
      <w:bookmarkEnd w:id="505"/>
      <w:bookmarkEnd w:id="506"/>
      <w:bookmarkEnd w:id="507"/>
      <w:bookmarkEnd w:id="508"/>
      <w:bookmarkEnd w:id="509"/>
    </w:p>
    <w:p w:rsidR="004F29D6" w:rsidRDefault="004F29D6" w:rsidP="004F29D6">
      <w:pPr>
        <w:pStyle w:val="libNormal"/>
        <w:rPr>
          <w:rtl/>
          <w:lang w:bidi="fa-IR"/>
        </w:rPr>
      </w:pPr>
      <w:r>
        <w:rPr>
          <w:rtl/>
          <w:lang w:bidi="fa-IR"/>
        </w:rPr>
        <w:t>غصب عبارت از تسلط انسان بر مال يا حق كسى از راه تجاوز و ظلم است . غصب يكى از گناهان بزرگى است كه در قيامت كيفر سختى بدنبال دارد. اگر انسان چيزى را از كسى غصب كند بايد به صاحب و مالك او برگرداند واگر تلف شود بايد عوض آنرا بدهد و اگر شى ء مورد غصب سود و منفعتى داشته باشد آن سود و منفعت مربوط به مالك است مثل گوسفندى كه بزايد و ياشير دهد.</w:t>
      </w:r>
    </w:p>
    <w:p w:rsidR="004F29D6" w:rsidRDefault="004F29D6" w:rsidP="004F29D6">
      <w:pPr>
        <w:pStyle w:val="libNormal"/>
        <w:rPr>
          <w:rtl/>
          <w:lang w:bidi="fa-IR"/>
        </w:rPr>
      </w:pPr>
      <w:r>
        <w:rPr>
          <w:rtl/>
          <w:lang w:bidi="fa-IR"/>
        </w:rPr>
        <w:t>مساءله - اگر طلايى دزديده و بعد زرگر تبديل به گوشواره كند و مالك همان را بخواهد بايد بدهد و حق مزد ساخت را ندارد.</w:t>
      </w:r>
    </w:p>
    <w:p w:rsidR="004F29D6" w:rsidRDefault="004F29D6" w:rsidP="004F29D6">
      <w:pPr>
        <w:pStyle w:val="libNormal"/>
        <w:rPr>
          <w:rtl/>
          <w:lang w:bidi="fa-IR"/>
        </w:rPr>
      </w:pPr>
      <w:r>
        <w:rPr>
          <w:rtl/>
          <w:lang w:bidi="fa-IR"/>
        </w:rPr>
        <w:t>مساءله - اگر در زمين غصبى زراعت كند يا درخت بكارد و يا ساختمانى كند سود آنها مربوط به مالك است و چنانچه مالك زمين بخواهد ملكش را بصورت اول بازگرداند بايد درختها را بيرون آورد و يا ساختمان را تخريب نمايند و به مالك آن برگردانند. از اين رو كسى كه لباسى را غصب كرده و يا زمينى را از مالك به زور گرفته نمى تواند با آن لباس ‍ يا در آن زمين نماز بخواند.</w:t>
      </w:r>
    </w:p>
    <w:p w:rsidR="004F29D6" w:rsidRDefault="00FD6556" w:rsidP="00FD6556">
      <w:pPr>
        <w:pStyle w:val="Heading2"/>
        <w:rPr>
          <w:rtl/>
          <w:lang w:bidi="fa-IR"/>
        </w:rPr>
      </w:pPr>
      <w:r>
        <w:rPr>
          <w:rtl/>
          <w:lang w:bidi="fa-IR"/>
        </w:rPr>
        <w:br w:type="page"/>
      </w:r>
      <w:bookmarkStart w:id="510" w:name="_Toc513640345"/>
      <w:bookmarkStart w:id="511" w:name="_Toc513716150"/>
      <w:bookmarkStart w:id="512" w:name="_Toc513716390"/>
      <w:bookmarkStart w:id="513" w:name="_Toc513716501"/>
      <w:bookmarkStart w:id="514" w:name="_Toc513716881"/>
      <w:r w:rsidR="004F29D6">
        <w:rPr>
          <w:rtl/>
          <w:lang w:bidi="fa-IR"/>
        </w:rPr>
        <w:lastRenderedPageBreak/>
        <w:t>نذر وعهد وقسم خوردن</w:t>
      </w:r>
      <w:bookmarkEnd w:id="510"/>
      <w:bookmarkEnd w:id="511"/>
      <w:bookmarkEnd w:id="512"/>
      <w:bookmarkEnd w:id="513"/>
      <w:bookmarkEnd w:id="514"/>
    </w:p>
    <w:p w:rsidR="004F29D6" w:rsidRDefault="004F29D6" w:rsidP="004F29D6">
      <w:pPr>
        <w:pStyle w:val="libNormal"/>
        <w:rPr>
          <w:rtl/>
          <w:lang w:bidi="fa-IR"/>
        </w:rPr>
      </w:pPr>
      <w:r>
        <w:rPr>
          <w:rtl/>
          <w:lang w:bidi="fa-IR"/>
        </w:rPr>
        <w:t>نذر عبارت است از آن است كه بر خود واجب كند كه كار خيرى را انجام دهد يا كارى را كه نكردن آن بهتر است ترك نمايد. در نذر لازم است كه صيغه نذر را بخواند ولازم نيست به عربى باشد. در اين صورت اگر بگويد چنانچه مريض ‍ من خوب شود براى خدا بر من لازم است كه صدتومان به فقير بدهم نذر او صحيح است زن شوهر دار نمى تواند بدون اجازه شوهر چيزى را نذر كند هر چند مالى را كه مى خواهد بدهد مربوط به خودش باشد نه شوهر.</w:t>
      </w:r>
    </w:p>
    <w:p w:rsidR="004F29D6" w:rsidRDefault="004F29D6" w:rsidP="004F29D6">
      <w:pPr>
        <w:pStyle w:val="libNormal"/>
        <w:rPr>
          <w:rtl/>
          <w:lang w:bidi="fa-IR"/>
        </w:rPr>
      </w:pPr>
      <w:r>
        <w:rPr>
          <w:rtl/>
          <w:lang w:bidi="fa-IR"/>
        </w:rPr>
        <w:t>انسانى كه نذر مى كند بايد آن را انجام دهد و اگر انجام ندهد بايد كفاره بدهد بدين صورت كه يا به شصت فقير غذا دهد و يا دو ماه پى در پى روزه بگيرد</w:t>
      </w:r>
    </w:p>
    <w:p w:rsidR="004F29D6" w:rsidRDefault="004F29D6" w:rsidP="004F29D6">
      <w:pPr>
        <w:pStyle w:val="libNormal"/>
        <w:rPr>
          <w:rtl/>
          <w:lang w:bidi="fa-IR"/>
        </w:rPr>
      </w:pPr>
      <w:r>
        <w:rPr>
          <w:rtl/>
          <w:lang w:bidi="fa-IR"/>
        </w:rPr>
        <w:t>عهد هم مانند نذر است و بايد صيغه عهد بخواند و لازم نيست به عربى باشد بلكه اگر بگويد با خدا پيمان مى بندم كه اگر كارم دست شود ده نفر مستمند را غذا دهم كافى است و بايد به عهد خود عمل كند و چنانچه نكند بايد مانند نذر كفاره بدهد.</w:t>
      </w:r>
    </w:p>
    <w:p w:rsidR="004F29D6" w:rsidRDefault="004F29D6" w:rsidP="004F29D6">
      <w:pPr>
        <w:pStyle w:val="libNormal"/>
        <w:rPr>
          <w:rtl/>
          <w:lang w:bidi="fa-IR"/>
        </w:rPr>
      </w:pPr>
      <w:r>
        <w:rPr>
          <w:rtl/>
          <w:lang w:bidi="fa-IR"/>
        </w:rPr>
        <w:t>قسم هم مانند نذر و عهد است كه بايد بصورت سوگند باشد در اين صورت شخص سوگند خورده بايد به سوگند خود عمل كند و اگر تخلف نمايد كفاره دارد كه يا ده فقير را غذا دهد يا آنها را بپوشاند و اگر اينها را نتواند سه روز روزه بگيرد.</w:t>
      </w:r>
    </w:p>
    <w:p w:rsidR="00FD6556" w:rsidRDefault="004F29D6" w:rsidP="00FD6556">
      <w:pPr>
        <w:pStyle w:val="libNormal"/>
        <w:rPr>
          <w:rtl/>
          <w:lang w:bidi="fa-IR"/>
        </w:rPr>
      </w:pPr>
      <w:r>
        <w:rPr>
          <w:rtl/>
          <w:lang w:bidi="fa-IR"/>
        </w:rPr>
        <w:t>قسم چنين است كه شخص مثلا قسم بخورد كه دخانيات را استمال نكند در اين صورت اگر مخالفت كرد و استعمال نمود، بر او واجب است كه به سوگند خود عمل كند بايد دانست كه شوهر نمى تواند از قسم خوردن زن جلوگيرى كند و پدر از قسم خوردن فرزند خود.</w:t>
      </w:r>
    </w:p>
    <w:p w:rsidR="004F29D6" w:rsidRDefault="00FD6556" w:rsidP="00FD6556">
      <w:pPr>
        <w:pStyle w:val="Heading2"/>
        <w:rPr>
          <w:rtl/>
          <w:lang w:bidi="fa-IR"/>
        </w:rPr>
      </w:pPr>
      <w:r>
        <w:rPr>
          <w:rtl/>
          <w:lang w:bidi="fa-IR"/>
        </w:rPr>
        <w:br w:type="page"/>
      </w:r>
      <w:bookmarkStart w:id="515" w:name="_Toc513640346"/>
      <w:bookmarkStart w:id="516" w:name="_Toc513716151"/>
      <w:bookmarkStart w:id="517" w:name="_Toc513716391"/>
      <w:bookmarkStart w:id="518" w:name="_Toc513716502"/>
      <w:bookmarkStart w:id="519" w:name="_Toc513716882"/>
      <w:r w:rsidR="004F29D6">
        <w:rPr>
          <w:rtl/>
          <w:lang w:bidi="fa-IR"/>
        </w:rPr>
        <w:lastRenderedPageBreak/>
        <w:t>وصيت</w:t>
      </w:r>
      <w:bookmarkEnd w:id="515"/>
      <w:bookmarkEnd w:id="516"/>
      <w:bookmarkEnd w:id="517"/>
      <w:bookmarkEnd w:id="518"/>
      <w:bookmarkEnd w:id="519"/>
      <w:r w:rsidR="004F29D6">
        <w:rPr>
          <w:rtl/>
          <w:lang w:bidi="fa-IR"/>
        </w:rPr>
        <w:t xml:space="preserve"> </w:t>
      </w:r>
    </w:p>
    <w:p w:rsidR="004F29D6" w:rsidRDefault="004F29D6" w:rsidP="004F29D6">
      <w:pPr>
        <w:pStyle w:val="libNormal"/>
        <w:rPr>
          <w:rtl/>
          <w:lang w:bidi="fa-IR"/>
        </w:rPr>
      </w:pPr>
      <w:r>
        <w:rPr>
          <w:rtl/>
          <w:lang w:bidi="fa-IR"/>
        </w:rPr>
        <w:t>وصيت آن است كه انسان سفارش كند كه بعد از مرگش براى او كارهايى انجام دهند يا بخشى از اموالش را به كسى بدهند ولى اگر شخص مالكيت آن را رد كند و نپذيرد ملك به ساير ورثه مى رسد. وصيت لازم نيست كتبا و يا بصورت سند نوشته شود بلكه اگر بطور شفاهى براى فرزندان و دوستان بگويد كافى است ، ولى بهتر آن است كه مكتوب باشد و ورثه و يا دوستان آن را امضاء و تاءييد كنند.</w:t>
      </w:r>
    </w:p>
    <w:p w:rsidR="004F29D6" w:rsidRDefault="004F29D6" w:rsidP="004F29D6">
      <w:pPr>
        <w:pStyle w:val="libNormal"/>
        <w:rPr>
          <w:rtl/>
          <w:lang w:bidi="fa-IR"/>
        </w:rPr>
      </w:pPr>
      <w:r>
        <w:rPr>
          <w:rtl/>
          <w:lang w:bidi="fa-IR"/>
        </w:rPr>
        <w:t>شخص مسلمان نمى تواند فرزندان و يا فرزندى را از ارث محروم كند و يا مازاد و بيشتر از ثلث مال وصيت نمايد و اگر چنين كارى كند وصيت او نافذ نيست .در وصيت سه عامل وجود دارد يكى موصى كه وصيت كننده است و ديگرى وصى كه براى انجام وصيتش معين مى كند و ديگر موصى له ؛يعنى راه مصرفى كه براى آن معين كرده است .بايد توجه داشت كه اگر مال مورد وصيت در دست وصى تلف شود و او در نگهداريش كوتاهى كرده باشد بايد عوض آن رابدهد.</w:t>
      </w:r>
    </w:p>
    <w:p w:rsidR="004F29D6" w:rsidRDefault="00FD6556" w:rsidP="00FD6556">
      <w:pPr>
        <w:pStyle w:val="Heading2"/>
        <w:rPr>
          <w:rtl/>
          <w:lang w:bidi="fa-IR"/>
        </w:rPr>
      </w:pPr>
      <w:r>
        <w:rPr>
          <w:rtl/>
          <w:lang w:bidi="fa-IR"/>
        </w:rPr>
        <w:br w:type="page"/>
      </w:r>
      <w:bookmarkStart w:id="520" w:name="_Toc513640347"/>
      <w:bookmarkStart w:id="521" w:name="_Toc513716152"/>
      <w:bookmarkStart w:id="522" w:name="_Toc513716392"/>
      <w:bookmarkStart w:id="523" w:name="_Toc513716503"/>
      <w:bookmarkStart w:id="524" w:name="_Toc513716883"/>
      <w:r w:rsidR="004F29D6">
        <w:rPr>
          <w:rtl/>
          <w:lang w:bidi="fa-IR"/>
        </w:rPr>
        <w:lastRenderedPageBreak/>
        <w:t>ارث</w:t>
      </w:r>
      <w:bookmarkEnd w:id="520"/>
      <w:bookmarkEnd w:id="521"/>
      <w:bookmarkEnd w:id="522"/>
      <w:bookmarkEnd w:id="523"/>
      <w:bookmarkEnd w:id="524"/>
      <w:r w:rsidR="004F29D6">
        <w:rPr>
          <w:rtl/>
          <w:lang w:bidi="fa-IR"/>
        </w:rPr>
        <w:t xml:space="preserve"> </w:t>
      </w:r>
    </w:p>
    <w:p w:rsidR="004F29D6" w:rsidRDefault="004F29D6" w:rsidP="004F29D6">
      <w:pPr>
        <w:pStyle w:val="libNormal"/>
        <w:rPr>
          <w:rtl/>
          <w:lang w:bidi="fa-IR"/>
        </w:rPr>
      </w:pPr>
      <w:r>
        <w:rPr>
          <w:rtl/>
          <w:lang w:bidi="fa-IR"/>
        </w:rPr>
        <w:t>شخصى كه مى ميرد و مالى را از خود باقى مى گذارد ارث مى گويند و كسانى كه از ثروت بجا مانده ارث مى برند وراث هستند كه به سه طبقه تقسيم مى شوند و اگر از هر طبقه حتى يك نفر وجود داشته باشد نوبت به طبقه بعدى نمى رسد.</w:t>
      </w:r>
    </w:p>
    <w:p w:rsidR="004F29D6" w:rsidRDefault="004F29D6" w:rsidP="00FD6556">
      <w:pPr>
        <w:pStyle w:val="libBold1"/>
        <w:rPr>
          <w:rtl/>
          <w:lang w:bidi="fa-IR"/>
        </w:rPr>
      </w:pPr>
      <w:r>
        <w:rPr>
          <w:rtl/>
          <w:lang w:bidi="fa-IR"/>
        </w:rPr>
        <w:t>دسته اول</w:t>
      </w:r>
    </w:p>
    <w:p w:rsidR="004F29D6" w:rsidRDefault="004F29D6" w:rsidP="004F29D6">
      <w:pPr>
        <w:pStyle w:val="libNormal"/>
        <w:rPr>
          <w:rtl/>
          <w:lang w:bidi="fa-IR"/>
        </w:rPr>
      </w:pPr>
      <w:r>
        <w:rPr>
          <w:rtl/>
          <w:lang w:bidi="fa-IR"/>
        </w:rPr>
        <w:t>پدر و مادر و فرزندان ميت هستند و با نبود اولاد، اولاد اولاد جايگزين مى شود.</w:t>
      </w:r>
    </w:p>
    <w:p w:rsidR="004F29D6" w:rsidRDefault="004F29D6" w:rsidP="00FD6556">
      <w:pPr>
        <w:pStyle w:val="libBold1"/>
        <w:rPr>
          <w:rtl/>
          <w:lang w:bidi="fa-IR"/>
        </w:rPr>
      </w:pPr>
      <w:r>
        <w:rPr>
          <w:rtl/>
          <w:lang w:bidi="fa-IR"/>
        </w:rPr>
        <w:t>دسته دوم</w:t>
      </w:r>
    </w:p>
    <w:p w:rsidR="004F29D6" w:rsidRDefault="004F29D6" w:rsidP="004F29D6">
      <w:pPr>
        <w:pStyle w:val="libNormal"/>
        <w:rPr>
          <w:rtl/>
          <w:lang w:bidi="fa-IR"/>
        </w:rPr>
      </w:pPr>
      <w:r>
        <w:rPr>
          <w:rtl/>
          <w:lang w:bidi="fa-IR"/>
        </w:rPr>
        <w:t>پدر بزرگ و مادر بزرگ و خواهر و برادر و با نبود خواهر و برادر فرزندان ايشان جايگزين مى شوند.</w:t>
      </w:r>
    </w:p>
    <w:p w:rsidR="004F29D6" w:rsidRDefault="004F29D6" w:rsidP="00FD6556">
      <w:pPr>
        <w:pStyle w:val="libBold1"/>
        <w:rPr>
          <w:rtl/>
          <w:lang w:bidi="fa-IR"/>
        </w:rPr>
      </w:pPr>
      <w:r>
        <w:rPr>
          <w:rtl/>
          <w:lang w:bidi="fa-IR"/>
        </w:rPr>
        <w:t>دسته سوم</w:t>
      </w:r>
    </w:p>
    <w:p w:rsidR="004F29D6" w:rsidRDefault="004F29D6" w:rsidP="004F29D6">
      <w:pPr>
        <w:pStyle w:val="libNormal"/>
        <w:rPr>
          <w:rtl/>
          <w:lang w:bidi="fa-IR"/>
        </w:rPr>
      </w:pPr>
      <w:r>
        <w:rPr>
          <w:rtl/>
          <w:lang w:bidi="fa-IR"/>
        </w:rPr>
        <w:t>عمو و عمه دائى وخاله و يا فرزندان آن ها مى باشد.</w:t>
      </w:r>
    </w:p>
    <w:p w:rsidR="004F29D6" w:rsidRDefault="004F29D6" w:rsidP="004F29D6">
      <w:pPr>
        <w:pStyle w:val="libNormal"/>
        <w:rPr>
          <w:rtl/>
          <w:lang w:bidi="fa-IR"/>
        </w:rPr>
      </w:pPr>
      <w:r>
        <w:rPr>
          <w:rtl/>
          <w:lang w:bidi="fa-IR"/>
        </w:rPr>
        <w:t>مساءله - اگر زنى بميرد و اولاد نداشته باشد نصف همه مال را شوهر ونصف ديگر را ورثه مى برند و اگر از آن شوهر و يا از شوهر ديگر اولاد بقيه را داشته باشد يك چهارم اموال را شوهر و بقيه را ورثه ديگر مى برند و اگر مردى بميرد و اولاد نداشته باشد يك چهارم مال را زن و بقيه را ورثه ديگر مى برند و اگر از آن زن يا از زن ديگر اولاد داشته باشد يك هشتم مال را زن و بقيه را ورثه ديگر مى برند</w:t>
      </w:r>
    </w:p>
    <w:p w:rsidR="004F29D6" w:rsidRDefault="004F29D6" w:rsidP="004F29D6">
      <w:pPr>
        <w:pStyle w:val="libNormal"/>
        <w:rPr>
          <w:rtl/>
          <w:lang w:bidi="fa-IR"/>
        </w:rPr>
      </w:pPr>
      <w:r>
        <w:rPr>
          <w:rtl/>
          <w:lang w:bidi="fa-IR"/>
        </w:rPr>
        <w:t>مساءله - مسلمان از كافر ارث مى برد ولى كافر اگر چه پدر يا پسر ميت باشد ارث نمى برد.</w:t>
      </w:r>
    </w:p>
    <w:p w:rsidR="004F29D6" w:rsidRDefault="004F29D6" w:rsidP="004F29D6">
      <w:pPr>
        <w:pStyle w:val="libNormal"/>
        <w:rPr>
          <w:rtl/>
          <w:lang w:bidi="fa-IR"/>
        </w:rPr>
      </w:pPr>
      <w:r>
        <w:rPr>
          <w:rtl/>
          <w:lang w:bidi="fa-IR"/>
        </w:rPr>
        <w:lastRenderedPageBreak/>
        <w:t>مساءله - اگر كسى يكى از خويشان خود را مثلا پدر و يا مادر را به ناحق بكشد از او ارث نمى برد.</w:t>
      </w:r>
    </w:p>
    <w:p w:rsidR="004F29D6" w:rsidRDefault="004F29D6" w:rsidP="004F29D6">
      <w:pPr>
        <w:pStyle w:val="libNormal"/>
        <w:rPr>
          <w:rtl/>
          <w:lang w:bidi="fa-IR"/>
        </w:rPr>
      </w:pPr>
      <w:r>
        <w:rPr>
          <w:rtl/>
          <w:lang w:bidi="fa-IR"/>
        </w:rPr>
        <w:t>مساءله - اگر ميت قرض داشته باشد يا ثلث مالش را وصيت كرده باشد اول بدهى او و يا ثلث مال را خارج مى كنند سپس اموال را تقسيم مى نمايند.</w:t>
      </w:r>
    </w:p>
    <w:p w:rsidR="004F29D6" w:rsidRDefault="004F29D6" w:rsidP="00FD6556">
      <w:pPr>
        <w:pStyle w:val="libNormal"/>
        <w:rPr>
          <w:rtl/>
          <w:lang w:bidi="fa-IR"/>
        </w:rPr>
      </w:pPr>
      <w:r>
        <w:rPr>
          <w:rtl/>
          <w:lang w:bidi="fa-IR"/>
        </w:rPr>
        <w:t>مساءله - اگر زن حامله باشد و شوهرش ب</w:t>
      </w:r>
      <w:r w:rsidR="00FD6556">
        <w:rPr>
          <w:rFonts w:hint="cs"/>
          <w:rtl/>
          <w:lang w:bidi="fa-IR"/>
        </w:rPr>
        <w:t>می</w:t>
      </w:r>
      <w:r>
        <w:rPr>
          <w:rtl/>
          <w:lang w:bidi="fa-IR"/>
        </w:rPr>
        <w:t>رد سهم پسر و يا دخترى كه در رحم دارد بايد در نظر گرفته شود بدين ترتيب كه به اندازه سهم دو پسر را كنار بگذارند تا وقتى كه وضع حمل كند وتكليف او روشن شود كه آيا پسر است يا دختر، يكى است يا دو تا و سهم او را طبق قانون ارث مى دهند و اگر مازادى بود مربوط به همه ورثه است كه پس از تولد به او برسد، مادر ولى نيست ممكن است قيم باشد.</w:t>
      </w:r>
    </w:p>
    <w:p w:rsidR="004F29D6" w:rsidRDefault="004F29D6" w:rsidP="004F29D6">
      <w:pPr>
        <w:pStyle w:val="libNormal"/>
        <w:rPr>
          <w:rtl/>
          <w:lang w:bidi="fa-IR"/>
        </w:rPr>
      </w:pPr>
      <w:r>
        <w:rPr>
          <w:rtl/>
          <w:lang w:bidi="fa-IR"/>
        </w:rPr>
        <w:t>بعضى از مردم اين سؤ ال در ذهنشان است كه چرا پسر بايد دو برابر دختر ارث ببرد و فكر مى كنند اين حكم ظالمانه است در پاسخ بايد دانست كه اين دستور عادلانه است نه ظالمانه زيرا دختر به خانه شوهر مى رود و مخارج او از غذا و پوشاك و مسكن به عهده شوهرش مى باشد ولى پسر براى تشكيل و اداره خانواده ، نياز به مخارج بيشترى دارد و بار مسؤ ليت خانواده به دوش اوست .</w:t>
      </w:r>
    </w:p>
    <w:p w:rsidR="004F29D6" w:rsidRDefault="00FD6556" w:rsidP="00FD6556">
      <w:pPr>
        <w:pStyle w:val="Heading2"/>
        <w:rPr>
          <w:rtl/>
          <w:lang w:bidi="fa-IR"/>
        </w:rPr>
      </w:pPr>
      <w:r>
        <w:rPr>
          <w:rtl/>
          <w:lang w:bidi="fa-IR"/>
        </w:rPr>
        <w:br w:type="page"/>
      </w:r>
      <w:bookmarkStart w:id="525" w:name="_Toc513640348"/>
      <w:bookmarkStart w:id="526" w:name="_Toc513716153"/>
      <w:bookmarkStart w:id="527" w:name="_Toc513716393"/>
      <w:bookmarkStart w:id="528" w:name="_Toc513716504"/>
      <w:bookmarkStart w:id="529" w:name="_Toc513716884"/>
      <w:r w:rsidR="004F29D6">
        <w:rPr>
          <w:rtl/>
          <w:lang w:bidi="fa-IR"/>
        </w:rPr>
        <w:lastRenderedPageBreak/>
        <w:t>به پرسشهاى زير پاسخ دهيد:</w:t>
      </w:r>
      <w:bookmarkEnd w:id="525"/>
      <w:bookmarkEnd w:id="526"/>
      <w:bookmarkEnd w:id="527"/>
      <w:bookmarkEnd w:id="528"/>
      <w:bookmarkEnd w:id="529"/>
    </w:p>
    <w:p w:rsidR="004F29D6" w:rsidRDefault="004F29D6" w:rsidP="004F29D6">
      <w:pPr>
        <w:pStyle w:val="libNormal"/>
        <w:rPr>
          <w:rtl/>
          <w:lang w:bidi="fa-IR"/>
        </w:rPr>
      </w:pPr>
      <w:r>
        <w:rPr>
          <w:rtl/>
          <w:lang w:bidi="fa-IR"/>
        </w:rPr>
        <w:t>١</w:t>
      </w:r>
      <w:r w:rsidR="00FD6556">
        <w:rPr>
          <w:rFonts w:hint="cs"/>
          <w:rtl/>
          <w:lang w:bidi="fa-IR"/>
        </w:rPr>
        <w:t xml:space="preserve"> </w:t>
      </w:r>
      <w:r>
        <w:rPr>
          <w:rtl/>
          <w:lang w:bidi="fa-IR"/>
        </w:rPr>
        <w:t>- غصب يعنى چه ؟</w:t>
      </w:r>
    </w:p>
    <w:p w:rsidR="004F29D6" w:rsidRDefault="004F29D6" w:rsidP="004F29D6">
      <w:pPr>
        <w:pStyle w:val="libNormal"/>
        <w:rPr>
          <w:rtl/>
          <w:lang w:bidi="fa-IR"/>
        </w:rPr>
      </w:pPr>
      <w:r>
        <w:rPr>
          <w:rtl/>
          <w:lang w:bidi="fa-IR"/>
        </w:rPr>
        <w:t>٢</w:t>
      </w:r>
      <w:r w:rsidR="00FD6556">
        <w:rPr>
          <w:rFonts w:hint="cs"/>
          <w:rtl/>
          <w:lang w:bidi="fa-IR"/>
        </w:rPr>
        <w:t xml:space="preserve"> </w:t>
      </w:r>
      <w:r>
        <w:rPr>
          <w:rtl/>
          <w:lang w:bidi="fa-IR"/>
        </w:rPr>
        <w:t>- آيا كار كردن بر روى زمين غصبى منافع آن مربوط به مالك است ؟</w:t>
      </w:r>
    </w:p>
    <w:p w:rsidR="004F29D6" w:rsidRDefault="004F29D6" w:rsidP="004F29D6">
      <w:pPr>
        <w:pStyle w:val="libNormal"/>
        <w:rPr>
          <w:rtl/>
          <w:lang w:bidi="fa-IR"/>
        </w:rPr>
      </w:pPr>
      <w:r>
        <w:rPr>
          <w:rtl/>
          <w:lang w:bidi="fa-IR"/>
        </w:rPr>
        <w:t>٣</w:t>
      </w:r>
      <w:r w:rsidR="00FD6556">
        <w:rPr>
          <w:rFonts w:hint="cs"/>
          <w:rtl/>
          <w:lang w:bidi="fa-IR"/>
        </w:rPr>
        <w:t xml:space="preserve"> </w:t>
      </w:r>
      <w:r>
        <w:rPr>
          <w:rtl/>
          <w:lang w:bidi="fa-IR"/>
        </w:rPr>
        <w:t>- آيا نذر و عهد نياز به خواندن صيغه دارند؟</w:t>
      </w:r>
    </w:p>
    <w:p w:rsidR="004F29D6" w:rsidRDefault="004F29D6" w:rsidP="004F29D6">
      <w:pPr>
        <w:pStyle w:val="libNormal"/>
        <w:rPr>
          <w:rtl/>
          <w:lang w:bidi="fa-IR"/>
        </w:rPr>
      </w:pPr>
      <w:r>
        <w:rPr>
          <w:rtl/>
          <w:lang w:bidi="fa-IR"/>
        </w:rPr>
        <w:t>٤</w:t>
      </w:r>
      <w:r w:rsidR="00FD6556">
        <w:rPr>
          <w:rFonts w:hint="cs"/>
          <w:rtl/>
          <w:lang w:bidi="fa-IR"/>
        </w:rPr>
        <w:t xml:space="preserve"> </w:t>
      </w:r>
      <w:r>
        <w:rPr>
          <w:rtl/>
          <w:lang w:bidi="fa-IR"/>
        </w:rPr>
        <w:t>- آيا صيغه نذر بايد به زبان عربى ادا شود؟</w:t>
      </w:r>
    </w:p>
    <w:p w:rsidR="004F29D6" w:rsidRDefault="004F29D6" w:rsidP="004F29D6">
      <w:pPr>
        <w:pStyle w:val="libNormal"/>
        <w:rPr>
          <w:rtl/>
          <w:lang w:bidi="fa-IR"/>
        </w:rPr>
      </w:pPr>
      <w:r>
        <w:rPr>
          <w:rtl/>
          <w:lang w:bidi="fa-IR"/>
        </w:rPr>
        <w:t>٥</w:t>
      </w:r>
      <w:r w:rsidR="00FD6556">
        <w:rPr>
          <w:rFonts w:hint="cs"/>
          <w:rtl/>
          <w:lang w:bidi="fa-IR"/>
        </w:rPr>
        <w:t xml:space="preserve"> </w:t>
      </w:r>
      <w:r>
        <w:rPr>
          <w:rtl/>
          <w:lang w:bidi="fa-IR"/>
        </w:rPr>
        <w:t>- در سوگند چگونه بايد قسم خورد؟</w:t>
      </w:r>
    </w:p>
    <w:p w:rsidR="004F29D6" w:rsidRDefault="004F29D6" w:rsidP="004F29D6">
      <w:pPr>
        <w:pStyle w:val="libNormal"/>
        <w:rPr>
          <w:rtl/>
          <w:lang w:bidi="fa-IR"/>
        </w:rPr>
      </w:pPr>
      <w:r>
        <w:rPr>
          <w:rtl/>
          <w:lang w:bidi="fa-IR"/>
        </w:rPr>
        <w:t>٦</w:t>
      </w:r>
      <w:r w:rsidR="00FD6556">
        <w:rPr>
          <w:rFonts w:hint="cs"/>
          <w:rtl/>
          <w:lang w:bidi="fa-IR"/>
        </w:rPr>
        <w:t xml:space="preserve"> </w:t>
      </w:r>
      <w:r>
        <w:rPr>
          <w:rtl/>
          <w:lang w:bidi="fa-IR"/>
        </w:rPr>
        <w:t>- آيا وصيت بيش از ثلث نافذ است ؟</w:t>
      </w:r>
    </w:p>
    <w:p w:rsidR="004F29D6" w:rsidRDefault="004F29D6" w:rsidP="004F29D6">
      <w:pPr>
        <w:pStyle w:val="libNormal"/>
        <w:rPr>
          <w:rtl/>
          <w:lang w:bidi="fa-IR"/>
        </w:rPr>
      </w:pPr>
      <w:r>
        <w:rPr>
          <w:rtl/>
          <w:lang w:bidi="fa-IR"/>
        </w:rPr>
        <w:t>٧</w:t>
      </w:r>
      <w:r w:rsidR="00FD6556">
        <w:rPr>
          <w:rFonts w:hint="cs"/>
          <w:rtl/>
          <w:lang w:bidi="fa-IR"/>
        </w:rPr>
        <w:t xml:space="preserve"> </w:t>
      </w:r>
      <w:r>
        <w:rPr>
          <w:rtl/>
          <w:lang w:bidi="fa-IR"/>
        </w:rPr>
        <w:t>- آيا پدر و يا مادر مى توانند فرزند خود را از ارث محروم كنند؟</w:t>
      </w:r>
    </w:p>
    <w:p w:rsidR="004F29D6" w:rsidRDefault="004F29D6" w:rsidP="004F29D6">
      <w:pPr>
        <w:pStyle w:val="libNormal"/>
        <w:rPr>
          <w:rtl/>
          <w:lang w:bidi="fa-IR"/>
        </w:rPr>
      </w:pPr>
      <w:r>
        <w:rPr>
          <w:rtl/>
          <w:lang w:bidi="fa-IR"/>
        </w:rPr>
        <w:t>٨</w:t>
      </w:r>
      <w:r w:rsidR="00FD6556">
        <w:rPr>
          <w:rFonts w:hint="cs"/>
          <w:rtl/>
          <w:lang w:bidi="fa-IR"/>
        </w:rPr>
        <w:t xml:space="preserve"> </w:t>
      </w:r>
      <w:r>
        <w:rPr>
          <w:rtl/>
          <w:lang w:bidi="fa-IR"/>
        </w:rPr>
        <w:t>- چرا ارث پسر دو برابر دختر است ؟</w:t>
      </w:r>
    </w:p>
    <w:p w:rsidR="004F29D6" w:rsidRDefault="00FD6556" w:rsidP="003A2F72">
      <w:pPr>
        <w:pStyle w:val="Heading1"/>
        <w:rPr>
          <w:rtl/>
          <w:lang w:bidi="fa-IR"/>
        </w:rPr>
      </w:pPr>
      <w:r>
        <w:rPr>
          <w:rtl/>
          <w:lang w:bidi="fa-IR"/>
        </w:rPr>
        <w:br w:type="page"/>
      </w:r>
      <w:bookmarkStart w:id="530" w:name="_Toc513640349"/>
      <w:bookmarkStart w:id="531" w:name="_Toc513716154"/>
      <w:bookmarkStart w:id="532" w:name="_Toc513716394"/>
      <w:bookmarkStart w:id="533" w:name="_Toc513716505"/>
      <w:bookmarkStart w:id="534" w:name="_Toc513716885"/>
      <w:r w:rsidR="004F29D6">
        <w:rPr>
          <w:rtl/>
          <w:lang w:bidi="fa-IR"/>
        </w:rPr>
        <w:lastRenderedPageBreak/>
        <w:t xml:space="preserve">درس </w:t>
      </w:r>
      <w:r w:rsidR="003A2F72">
        <w:rPr>
          <w:rFonts w:hint="cs"/>
          <w:rtl/>
          <w:lang w:bidi="fa-IR"/>
        </w:rPr>
        <w:t>پانزدهم</w:t>
      </w:r>
      <w:r w:rsidR="004F29D6">
        <w:rPr>
          <w:rtl/>
          <w:lang w:bidi="fa-IR"/>
        </w:rPr>
        <w:t xml:space="preserve"> : معاملات بانكى</w:t>
      </w:r>
      <w:bookmarkEnd w:id="530"/>
      <w:bookmarkEnd w:id="531"/>
      <w:bookmarkEnd w:id="532"/>
      <w:bookmarkEnd w:id="533"/>
      <w:bookmarkEnd w:id="534"/>
    </w:p>
    <w:p w:rsidR="004F29D6" w:rsidRDefault="004F29D6" w:rsidP="004F29D6">
      <w:pPr>
        <w:pStyle w:val="libNormal"/>
        <w:rPr>
          <w:rtl/>
          <w:lang w:bidi="fa-IR"/>
        </w:rPr>
      </w:pPr>
      <w:r>
        <w:rPr>
          <w:rtl/>
          <w:lang w:bidi="fa-IR"/>
        </w:rPr>
        <w:t>كليه معاملات بانكى چه بصورت قرض يا مشاركت و يا مضاربه و يا فروش اقساطى اگر بصورت شرعى باشد جايز است .سپرده هاى بانكى كه مالك اجازه تصرف مى دهد بانك مى تواند در آن ها تصرف كند و به جريان بيندازد.</w:t>
      </w:r>
    </w:p>
    <w:p w:rsidR="004F29D6" w:rsidRDefault="004F29D6" w:rsidP="004F29D6">
      <w:pPr>
        <w:pStyle w:val="libNormal"/>
        <w:rPr>
          <w:rtl/>
          <w:lang w:bidi="fa-IR"/>
        </w:rPr>
      </w:pPr>
      <w:r>
        <w:rPr>
          <w:rtl/>
          <w:lang w:bidi="fa-IR"/>
        </w:rPr>
        <w:t>و اگر بانك پولى را به صاحب حساب قرض دهد حق گرفتن سود پول را ندارد ولى مى تواند بابت كارمزد كارمندان خود اضافه بر مبلغى را كه قرض داده بگيرد. و همچنين اگر مطابق يكى از قراردادهاى اقتصادى اسلام پول را دريافت كند و سود بدهد اشكال ندارد.بعضى از بزرگان راجع به كارمزد فرموده اند: فرق است كه صندوق و بانك بعنوان وكالت از اشخاص پول آنان را وام دهد يا اين كه وام مربوط به خود صندوق باشد. در صورت اول عيبى ندارد و در صورت دوم جايز نيست .</w:t>
      </w:r>
    </w:p>
    <w:p w:rsidR="004F29D6" w:rsidRDefault="004F29D6" w:rsidP="004F29D6">
      <w:pPr>
        <w:pStyle w:val="libNormal"/>
        <w:rPr>
          <w:rtl/>
          <w:lang w:bidi="fa-IR"/>
        </w:rPr>
      </w:pPr>
      <w:r>
        <w:rPr>
          <w:rtl/>
          <w:lang w:bidi="fa-IR"/>
        </w:rPr>
        <w:t>مساءله - جايزه هايى كه بانكها براى تشويق به افراد مى دهند و يا مؤ سسات ديگر بصورت قرعه كشى مى دهند جايز و حلال است و يا چيزهايى كه بعضى از فروشنده ها در لاى جنسهاى خود مى گذارند تا با اين كار بر فروش خود بيفزايند مثل گذاشتن سكه در قوطيهاى روغن و غيره حلال و بلااشكال است .</w:t>
      </w:r>
    </w:p>
    <w:p w:rsidR="004F29D6" w:rsidRDefault="004F29D6" w:rsidP="004F29D6">
      <w:pPr>
        <w:pStyle w:val="libNormal"/>
        <w:rPr>
          <w:rtl/>
          <w:lang w:bidi="fa-IR"/>
        </w:rPr>
      </w:pPr>
      <w:r>
        <w:rPr>
          <w:rtl/>
          <w:lang w:bidi="fa-IR"/>
        </w:rPr>
        <w:t>مساءله - حواله هاى بانكى يا تجارى كه پول اضافى از طرف مى گيرند اشكال ندارد. مثلا بانك و يا تاجرى پولى از كسى مى گيرد و در محل ديگرى حواله پرداخت صادر مى كند و در مقابل اين كار مزدى از حواله گيرنده مى گيرد مانعى ندارد.</w:t>
      </w:r>
    </w:p>
    <w:p w:rsidR="004F29D6" w:rsidRDefault="004F29D6" w:rsidP="004F29D6">
      <w:pPr>
        <w:pStyle w:val="libNormal"/>
        <w:rPr>
          <w:rtl/>
          <w:lang w:bidi="fa-IR"/>
        </w:rPr>
      </w:pPr>
      <w:r>
        <w:rPr>
          <w:rtl/>
          <w:lang w:bidi="fa-IR"/>
        </w:rPr>
        <w:t xml:space="preserve">مساءله - بانكهاى رهنى و غير آنها اگر قرض بدهند و با قرار نفع در برابرش چيزى را رهن بگيرند كه در وقت معين اگر بدهكار بدهى خود را نپرداخت </w:t>
      </w:r>
      <w:r>
        <w:rPr>
          <w:rtl/>
          <w:lang w:bidi="fa-IR"/>
        </w:rPr>
        <w:lastRenderedPageBreak/>
        <w:t>بفروشند و بردارند اين قرض باطل و حرام و رهن صحيح نيست وبانك نمى تواند آنرا بفروشند.</w:t>
      </w:r>
    </w:p>
    <w:p w:rsidR="004F29D6" w:rsidRDefault="004F29D6" w:rsidP="004F29D6">
      <w:pPr>
        <w:pStyle w:val="libNormal"/>
        <w:rPr>
          <w:rtl/>
          <w:lang w:bidi="fa-IR"/>
        </w:rPr>
      </w:pPr>
      <w:r>
        <w:rPr>
          <w:rtl/>
          <w:lang w:bidi="fa-IR"/>
        </w:rPr>
        <w:t>ولى اگر قرار نفع نباشد و حق الزحمه بگيرد و در مقابل قرض در رهن بگيرد مانعى ندارد و مى تواند آن را بفروشد.</w:t>
      </w:r>
    </w:p>
    <w:p w:rsidR="004F29D6" w:rsidRDefault="004F29D6" w:rsidP="004F29D6">
      <w:pPr>
        <w:pStyle w:val="libNormal"/>
        <w:rPr>
          <w:rtl/>
          <w:lang w:bidi="fa-IR"/>
        </w:rPr>
      </w:pPr>
      <w:r>
        <w:rPr>
          <w:rtl/>
          <w:lang w:bidi="fa-IR"/>
        </w:rPr>
        <w:t>و نيز اگر بصورت فروش اقساطى باشد بدين صورت كه نقدا مى خرد و با اقساط چندساله با قيمت بيشتر مى فروشند مانعى ندارد و صحيح است .</w:t>
      </w:r>
    </w:p>
    <w:p w:rsidR="004F29D6" w:rsidRDefault="004F29D6" w:rsidP="00FD6556">
      <w:pPr>
        <w:pStyle w:val="Heading2"/>
        <w:rPr>
          <w:rtl/>
          <w:lang w:bidi="fa-IR"/>
        </w:rPr>
      </w:pPr>
      <w:bookmarkStart w:id="535" w:name="_Toc513640350"/>
      <w:bookmarkStart w:id="536" w:name="_Toc513716155"/>
      <w:bookmarkStart w:id="537" w:name="_Toc513716395"/>
      <w:bookmarkStart w:id="538" w:name="_Toc513716506"/>
      <w:bookmarkStart w:id="539" w:name="_Toc513716886"/>
      <w:r>
        <w:rPr>
          <w:rtl/>
          <w:lang w:bidi="fa-IR"/>
        </w:rPr>
        <w:t>بليط بخت آزمايى</w:t>
      </w:r>
      <w:bookmarkEnd w:id="535"/>
      <w:bookmarkEnd w:id="536"/>
      <w:bookmarkEnd w:id="537"/>
      <w:bookmarkEnd w:id="538"/>
      <w:bookmarkEnd w:id="539"/>
    </w:p>
    <w:p w:rsidR="004F29D6" w:rsidRDefault="004F29D6" w:rsidP="004F29D6">
      <w:pPr>
        <w:pStyle w:val="libNormal"/>
        <w:rPr>
          <w:rtl/>
          <w:lang w:bidi="fa-IR"/>
        </w:rPr>
      </w:pPr>
      <w:r>
        <w:rPr>
          <w:rtl/>
          <w:lang w:bidi="fa-IR"/>
        </w:rPr>
        <w:t>بليطهاى بخت آزمايى كه به مبلغى ميعن مى فروشند و پس از آن به قيد قرعه مبلغى به خريدار مى دهند باطل است و جايز نيست وپولى كه بابت آن مى گيرند حرام است و گيرنده ضامن است .</w:t>
      </w:r>
    </w:p>
    <w:p w:rsidR="004F29D6" w:rsidRDefault="004F29D6" w:rsidP="004F29D6">
      <w:pPr>
        <w:pStyle w:val="libNormal"/>
        <w:rPr>
          <w:rtl/>
          <w:lang w:bidi="fa-IR"/>
        </w:rPr>
      </w:pPr>
      <w:r>
        <w:rPr>
          <w:rtl/>
          <w:lang w:bidi="fa-IR"/>
        </w:rPr>
        <w:t>مساءله - فرقى نيست در حرام بودن پول بليط بين آنكه بليط را بخرند يا بليط را بگيرند و پولى را بدهند به اميد آن كه قرعه به اسم آنها بيرون بيايد در هر دو صورت پول بليط حرام است .</w:t>
      </w:r>
    </w:p>
    <w:p w:rsidR="004F29D6" w:rsidRDefault="004F29D6" w:rsidP="004F29D6">
      <w:pPr>
        <w:pStyle w:val="libNormal"/>
        <w:rPr>
          <w:rtl/>
          <w:lang w:bidi="fa-IR"/>
        </w:rPr>
      </w:pPr>
      <w:r>
        <w:rPr>
          <w:rtl/>
          <w:lang w:bidi="fa-IR"/>
        </w:rPr>
        <w:t>مساءله - ولى اگر يك شركت و يا مؤ سسه مثل سازمان بهزيستى كشور براى جمع آورى كمك و اعانات براى بيمارستانها يا معلولين بليطهايى منشتر كند و مردم هم بخاطر كمك به اين مؤ سسات مبلغى را بدهند و آن شركت يا سازمان از بودجه خود يا از پول اعانات با اجازه دهندگان مبلغى را بصورت قرعه به اشخاص بدهد مانعى ندارد، زيرا مردم اين بليطها را بعنوان كمك و شركت در يك امر خير و پسنديده تهيه مى كنند. و هدفشان شركت در قرعه كشى وبرنده شدن نيست تا حرام شود.</w:t>
      </w:r>
    </w:p>
    <w:p w:rsidR="004F29D6" w:rsidRDefault="00FD6556" w:rsidP="00FD6556">
      <w:pPr>
        <w:pStyle w:val="Heading2"/>
        <w:rPr>
          <w:rtl/>
          <w:lang w:bidi="fa-IR"/>
        </w:rPr>
      </w:pPr>
      <w:r>
        <w:rPr>
          <w:rtl/>
          <w:lang w:bidi="fa-IR"/>
        </w:rPr>
        <w:br w:type="page"/>
      </w:r>
      <w:bookmarkStart w:id="540" w:name="_Toc513640351"/>
      <w:bookmarkStart w:id="541" w:name="_Toc513716156"/>
      <w:bookmarkStart w:id="542" w:name="_Toc513716396"/>
      <w:bookmarkStart w:id="543" w:name="_Toc513716507"/>
      <w:bookmarkStart w:id="544" w:name="_Toc513716887"/>
      <w:r w:rsidR="004F29D6">
        <w:rPr>
          <w:rtl/>
          <w:lang w:bidi="fa-IR"/>
        </w:rPr>
        <w:lastRenderedPageBreak/>
        <w:t>بيمه</w:t>
      </w:r>
      <w:bookmarkEnd w:id="540"/>
      <w:bookmarkEnd w:id="541"/>
      <w:bookmarkEnd w:id="542"/>
      <w:bookmarkEnd w:id="543"/>
      <w:bookmarkEnd w:id="544"/>
    </w:p>
    <w:p w:rsidR="004F29D6" w:rsidRDefault="004F29D6" w:rsidP="004F29D6">
      <w:pPr>
        <w:pStyle w:val="libNormal"/>
        <w:rPr>
          <w:rtl/>
          <w:lang w:bidi="fa-IR"/>
        </w:rPr>
      </w:pPr>
      <w:r>
        <w:rPr>
          <w:rtl/>
          <w:lang w:bidi="fa-IR"/>
        </w:rPr>
        <w:t>بيمه قرارداد و عقدى است بين بيمه كننده و مؤ سسه و شركت و يا شخصى كه بيمه را مى پذيرد و اين عقد مثل ساير عقدها محتاج به ايجاب و قبول است ودر بيمه علاوه بر شرايطى كه در ساير عقود است مثل بلوغ و عقل و اختيار و غيره چند شرط ديگر هم دارد كه عبارتند از:</w:t>
      </w:r>
    </w:p>
    <w:p w:rsidR="004F29D6" w:rsidRDefault="004F29D6" w:rsidP="004F29D6">
      <w:pPr>
        <w:pStyle w:val="libNormal"/>
        <w:rPr>
          <w:rtl/>
          <w:lang w:bidi="fa-IR"/>
        </w:rPr>
      </w:pPr>
      <w:r>
        <w:rPr>
          <w:rtl/>
          <w:lang w:bidi="fa-IR"/>
        </w:rPr>
        <w:t>١</w:t>
      </w:r>
      <w:r w:rsidR="00FD6556">
        <w:rPr>
          <w:rFonts w:hint="cs"/>
          <w:rtl/>
          <w:lang w:bidi="fa-IR"/>
        </w:rPr>
        <w:t xml:space="preserve"> </w:t>
      </w:r>
      <w:r>
        <w:rPr>
          <w:rtl/>
          <w:lang w:bidi="fa-IR"/>
        </w:rPr>
        <w:t>- تعيين مورد بيمه كه فلان شخس است يا فلان مغازه يا كشتى و يا اتومبيل يا هواپيما و غيره .</w:t>
      </w:r>
    </w:p>
    <w:p w:rsidR="004F29D6" w:rsidRDefault="004F29D6" w:rsidP="004F29D6">
      <w:pPr>
        <w:pStyle w:val="libNormal"/>
        <w:rPr>
          <w:rtl/>
          <w:lang w:bidi="fa-IR"/>
        </w:rPr>
      </w:pPr>
      <w:r>
        <w:rPr>
          <w:rtl/>
          <w:lang w:bidi="fa-IR"/>
        </w:rPr>
        <w:t>٢</w:t>
      </w:r>
      <w:r w:rsidR="00FD6556">
        <w:rPr>
          <w:rFonts w:hint="cs"/>
          <w:rtl/>
          <w:lang w:bidi="fa-IR"/>
        </w:rPr>
        <w:t xml:space="preserve"> </w:t>
      </w:r>
      <w:r>
        <w:rPr>
          <w:rtl/>
          <w:lang w:bidi="fa-IR"/>
        </w:rPr>
        <w:t>- تعيين دو طرف عقد كه اشخاص هستند يا مؤ سسات و شركتها و يا دولتها.</w:t>
      </w:r>
    </w:p>
    <w:p w:rsidR="004F29D6" w:rsidRDefault="004F29D6" w:rsidP="004F29D6">
      <w:pPr>
        <w:pStyle w:val="libNormal"/>
        <w:rPr>
          <w:rtl/>
          <w:lang w:bidi="fa-IR"/>
        </w:rPr>
      </w:pPr>
      <w:r>
        <w:rPr>
          <w:rtl/>
          <w:lang w:bidi="fa-IR"/>
        </w:rPr>
        <w:t>٣</w:t>
      </w:r>
      <w:r w:rsidR="00FD6556">
        <w:rPr>
          <w:rFonts w:hint="cs"/>
          <w:rtl/>
          <w:lang w:bidi="fa-IR"/>
        </w:rPr>
        <w:t xml:space="preserve"> -</w:t>
      </w:r>
      <w:r>
        <w:rPr>
          <w:rtl/>
          <w:lang w:bidi="fa-IR"/>
        </w:rPr>
        <w:t xml:space="preserve"> تعيين مبلغى كه بايد بپردازند</w:t>
      </w:r>
    </w:p>
    <w:p w:rsidR="004F29D6" w:rsidRDefault="004F29D6" w:rsidP="004F29D6">
      <w:pPr>
        <w:pStyle w:val="libNormal"/>
        <w:rPr>
          <w:rtl/>
          <w:lang w:bidi="fa-IR"/>
        </w:rPr>
      </w:pPr>
      <w:r>
        <w:rPr>
          <w:rtl/>
          <w:lang w:bidi="fa-IR"/>
        </w:rPr>
        <w:t>٤</w:t>
      </w:r>
      <w:r w:rsidR="00FD6556">
        <w:rPr>
          <w:rFonts w:hint="cs"/>
          <w:rtl/>
          <w:lang w:bidi="fa-IR"/>
        </w:rPr>
        <w:t xml:space="preserve"> </w:t>
      </w:r>
      <w:r>
        <w:rPr>
          <w:rtl/>
          <w:lang w:bidi="fa-IR"/>
        </w:rPr>
        <w:t>- تعيين اقساطى كه بايد بپردازد و تعيين زمان پرداخت .</w:t>
      </w:r>
    </w:p>
    <w:p w:rsidR="004F29D6" w:rsidRDefault="004F29D6" w:rsidP="004F29D6">
      <w:pPr>
        <w:pStyle w:val="libNormal"/>
        <w:rPr>
          <w:rtl/>
          <w:lang w:bidi="fa-IR"/>
        </w:rPr>
      </w:pPr>
      <w:r>
        <w:rPr>
          <w:rtl/>
          <w:lang w:bidi="fa-IR"/>
        </w:rPr>
        <w:t>٥</w:t>
      </w:r>
      <w:r w:rsidR="00FD6556">
        <w:rPr>
          <w:rFonts w:hint="cs"/>
          <w:rtl/>
          <w:lang w:bidi="fa-IR"/>
        </w:rPr>
        <w:t xml:space="preserve"> </w:t>
      </w:r>
      <w:r>
        <w:rPr>
          <w:rtl/>
          <w:lang w:bidi="fa-IR"/>
        </w:rPr>
        <w:t>- تعيين زمان بيمه كه از اول فلان ماه است يا سال</w:t>
      </w:r>
    </w:p>
    <w:p w:rsidR="004F29D6" w:rsidRDefault="004F29D6" w:rsidP="004F29D6">
      <w:pPr>
        <w:pStyle w:val="libNormal"/>
        <w:rPr>
          <w:rtl/>
          <w:lang w:bidi="fa-IR"/>
        </w:rPr>
      </w:pPr>
      <w:r>
        <w:rPr>
          <w:rtl/>
          <w:lang w:bidi="fa-IR"/>
        </w:rPr>
        <w:t>٦</w:t>
      </w:r>
      <w:r w:rsidR="00FD6556">
        <w:rPr>
          <w:rFonts w:hint="cs"/>
          <w:rtl/>
          <w:lang w:bidi="fa-IR"/>
        </w:rPr>
        <w:t xml:space="preserve"> </w:t>
      </w:r>
      <w:r>
        <w:rPr>
          <w:rtl/>
          <w:lang w:bidi="fa-IR"/>
        </w:rPr>
        <w:t>- تعيين راههايى كه موجب خسارت مى شود مثل حريق يا غرق يا سرقت و غيره .</w:t>
      </w:r>
    </w:p>
    <w:p w:rsidR="004F29D6" w:rsidRDefault="004F29D6" w:rsidP="004F29D6">
      <w:pPr>
        <w:pStyle w:val="libNormal"/>
        <w:rPr>
          <w:rtl/>
          <w:lang w:bidi="fa-IR"/>
        </w:rPr>
      </w:pPr>
      <w:r>
        <w:rPr>
          <w:rtl/>
          <w:lang w:bidi="fa-IR"/>
        </w:rPr>
        <w:t>مساءله - در قرار داد بيمه لازم نيست ميزان خسارت تعيين شود. در اين صورت اگر قرار بر اين بگذارند كه هر مقدار خسارت كه وارد شد جبران كنند صحيح است .</w:t>
      </w:r>
    </w:p>
    <w:p w:rsidR="004F29D6" w:rsidRDefault="004F29D6" w:rsidP="004F29D6">
      <w:pPr>
        <w:pStyle w:val="libNormal"/>
        <w:rPr>
          <w:rtl/>
          <w:lang w:bidi="fa-IR"/>
        </w:rPr>
      </w:pPr>
      <w:r>
        <w:rPr>
          <w:rtl/>
          <w:lang w:bidi="fa-IR"/>
        </w:rPr>
        <w:t>مساءله - صورت عقد بيمه به صورتهاى مختلفى انجام مى پذيرد مثلا بيمه شونده مى گويد بعهده من فلان مقدار است كه در فلان زمان از قرار ماهى فلان مقدار بدهم و در مقابل هر خسارتى كه به مغازه من از طريق آتش سوزى و يا سرقت كه وارد شود جبران نماييد و طرف قبول كند.</w:t>
      </w:r>
    </w:p>
    <w:p w:rsidR="004F29D6" w:rsidRDefault="004F29D6" w:rsidP="004F29D6">
      <w:pPr>
        <w:pStyle w:val="libNormal"/>
        <w:rPr>
          <w:rtl/>
          <w:lang w:bidi="fa-IR"/>
        </w:rPr>
      </w:pPr>
      <w:r>
        <w:rPr>
          <w:rtl/>
          <w:lang w:bidi="fa-IR"/>
        </w:rPr>
        <w:lastRenderedPageBreak/>
        <w:t>مساءله - اقسام بيمه ها با شرايطى كه بيان شد چه بيمه عمر و يا بيمه كالا و يا ساختمان يا بيمه كارمندى درست و صحيح مى باشد.</w:t>
      </w:r>
    </w:p>
    <w:p w:rsidR="004F29D6" w:rsidRDefault="004F29D6" w:rsidP="00FD6556">
      <w:pPr>
        <w:pStyle w:val="Heading2"/>
        <w:rPr>
          <w:rtl/>
          <w:lang w:bidi="fa-IR"/>
        </w:rPr>
      </w:pPr>
      <w:bookmarkStart w:id="545" w:name="_Toc513640352"/>
      <w:bookmarkStart w:id="546" w:name="_Toc513716157"/>
      <w:bookmarkStart w:id="547" w:name="_Toc513716397"/>
      <w:bookmarkStart w:id="548" w:name="_Toc513716508"/>
      <w:bookmarkStart w:id="549" w:name="_Toc513716888"/>
      <w:r>
        <w:rPr>
          <w:rtl/>
          <w:lang w:bidi="fa-IR"/>
        </w:rPr>
        <w:t>سرقفلى</w:t>
      </w:r>
      <w:bookmarkEnd w:id="545"/>
      <w:bookmarkEnd w:id="546"/>
      <w:bookmarkEnd w:id="547"/>
      <w:bookmarkEnd w:id="548"/>
      <w:bookmarkEnd w:id="549"/>
    </w:p>
    <w:p w:rsidR="004F29D6" w:rsidRDefault="004F29D6" w:rsidP="004F29D6">
      <w:pPr>
        <w:pStyle w:val="libNormal"/>
        <w:rPr>
          <w:rtl/>
          <w:lang w:bidi="fa-IR"/>
        </w:rPr>
      </w:pPr>
      <w:r>
        <w:rPr>
          <w:rtl/>
          <w:lang w:bidi="fa-IR"/>
        </w:rPr>
        <w:t>از جمله معاملات متعارف بين مردم سرقفلى است بدين صورت كه شخصى مبلغى پول به ديگرى مى دهد تا مغازه اى را كه در اختيار دارد به او تحويل دهد. در اين صورت اگر شخص ملكى را از مالك اجاره كرده و حق واگذارى به غير را نداشته و مبلغى هم بابت سرقفلى نپرداخته پس از اتمام مدت اجاره حق گرفتن پول براى تخليه محل را ندارد ولى اگر مبلغى را بعنوان سرقفلى پرداخته و اجازه واگذارى به غير را از مالك گرفته پس از مدتى كسب و ترقى محل مستاءجر مى تواند محل كسب را به ديگرى اجاره دهد و مبلغى هم بابت سرقفلى بگيرد.</w:t>
      </w:r>
    </w:p>
    <w:p w:rsidR="004F29D6" w:rsidRDefault="004F29D6" w:rsidP="004F29D6">
      <w:pPr>
        <w:pStyle w:val="libNormal"/>
        <w:rPr>
          <w:rtl/>
          <w:lang w:bidi="fa-IR"/>
        </w:rPr>
      </w:pPr>
      <w:r>
        <w:rPr>
          <w:rtl/>
          <w:lang w:bidi="fa-IR"/>
        </w:rPr>
        <w:t>اشياء پيدا شده</w:t>
      </w:r>
    </w:p>
    <w:p w:rsidR="004F29D6" w:rsidRDefault="004F29D6" w:rsidP="004F29D6">
      <w:pPr>
        <w:pStyle w:val="libNormal"/>
        <w:rPr>
          <w:rtl/>
          <w:lang w:bidi="fa-IR"/>
        </w:rPr>
      </w:pPr>
      <w:r>
        <w:rPr>
          <w:rtl/>
          <w:lang w:bidi="fa-IR"/>
        </w:rPr>
        <w:t>اشيايى كه در مسير انسان افتاده اگر بگذرد و به او دست نزند و بر ندارد وظيفه اى بعهده اش نيست ولى اگر بردارد احكامى دارد كه عبارتند از:</w:t>
      </w:r>
    </w:p>
    <w:p w:rsidR="004F29D6" w:rsidRDefault="004F29D6" w:rsidP="004F29D6">
      <w:pPr>
        <w:pStyle w:val="libNormal"/>
        <w:rPr>
          <w:rtl/>
          <w:lang w:bidi="fa-IR"/>
        </w:rPr>
      </w:pPr>
      <w:r>
        <w:rPr>
          <w:rtl/>
          <w:lang w:bidi="fa-IR"/>
        </w:rPr>
        <w:t>١</w:t>
      </w:r>
      <w:r w:rsidR="00FD6556">
        <w:rPr>
          <w:rFonts w:hint="cs"/>
          <w:rtl/>
          <w:lang w:bidi="fa-IR"/>
        </w:rPr>
        <w:t xml:space="preserve"> </w:t>
      </w:r>
      <w:r>
        <w:rPr>
          <w:rtl/>
          <w:lang w:bidi="fa-IR"/>
        </w:rPr>
        <w:t>- اگر علامت و نشانه اى ندارد كه بتوان صاحبش را پيدا كرد مثلا داخل دستمال يا كيفى نيست مى تواند ازطرف صاحبش صدقه دهد.</w:t>
      </w:r>
    </w:p>
    <w:p w:rsidR="004F29D6" w:rsidRDefault="004F29D6" w:rsidP="004F29D6">
      <w:pPr>
        <w:pStyle w:val="libNormal"/>
        <w:rPr>
          <w:rtl/>
          <w:lang w:bidi="fa-IR"/>
        </w:rPr>
      </w:pPr>
      <w:r>
        <w:rPr>
          <w:rtl/>
          <w:lang w:bidi="fa-IR"/>
        </w:rPr>
        <w:t>۲</w:t>
      </w:r>
      <w:r w:rsidR="00FD6556">
        <w:rPr>
          <w:rFonts w:hint="cs"/>
          <w:rtl/>
          <w:lang w:bidi="fa-IR"/>
        </w:rPr>
        <w:t xml:space="preserve"> </w:t>
      </w:r>
      <w:r>
        <w:rPr>
          <w:rtl/>
          <w:lang w:bidi="fa-IR"/>
        </w:rPr>
        <w:t xml:space="preserve">- اگر نشانه دارد و صاحبش معلوم است بايد به او بدهد و چنانچه صاحبش معلوم نيست و قيمتش كمتر از حدود ۱۳ نخود نقره است </w:t>
      </w:r>
    </w:p>
    <w:p w:rsidR="004F29D6" w:rsidRDefault="004F29D6" w:rsidP="004F29D6">
      <w:pPr>
        <w:pStyle w:val="libNormal"/>
        <w:rPr>
          <w:rtl/>
          <w:lang w:bidi="fa-IR"/>
        </w:rPr>
      </w:pPr>
      <w:r>
        <w:rPr>
          <w:rtl/>
          <w:lang w:bidi="fa-IR"/>
        </w:rPr>
        <w:t>۱</w:t>
      </w:r>
      <w:r w:rsidR="00FD6556">
        <w:rPr>
          <w:rFonts w:hint="cs"/>
          <w:rtl/>
          <w:lang w:bidi="fa-IR"/>
        </w:rPr>
        <w:t xml:space="preserve"> </w:t>
      </w:r>
      <w:r>
        <w:rPr>
          <w:rtl/>
          <w:lang w:bidi="fa-IR"/>
        </w:rPr>
        <w:t>- بسيارى از مراجع قائل اند كه بايد از خوردن آن اجتناب كرد (مساءله ۹۹)</w:t>
      </w:r>
    </w:p>
    <w:p w:rsidR="004F29D6" w:rsidRDefault="004F29D6" w:rsidP="004F29D6">
      <w:pPr>
        <w:pStyle w:val="libNormal"/>
        <w:rPr>
          <w:rtl/>
          <w:lang w:bidi="fa-IR"/>
        </w:rPr>
      </w:pPr>
      <w:r>
        <w:rPr>
          <w:rtl/>
          <w:lang w:bidi="fa-IR"/>
        </w:rPr>
        <w:t>۲</w:t>
      </w:r>
      <w:r w:rsidR="00FD6556">
        <w:rPr>
          <w:rFonts w:hint="cs"/>
          <w:rtl/>
          <w:lang w:bidi="fa-IR"/>
        </w:rPr>
        <w:t xml:space="preserve"> </w:t>
      </w:r>
      <w:r>
        <w:rPr>
          <w:rtl/>
          <w:lang w:bidi="fa-IR"/>
        </w:rPr>
        <w:t>- بـعـضـى از مـراجع اشكال كرده و احتياط وجوبى نموده اند و لذا مى گويند بايد شخص با آب سرد غسل كند تا عرق ننمايد</w:t>
      </w:r>
    </w:p>
    <w:p w:rsidR="004F29D6" w:rsidRDefault="004F29D6" w:rsidP="004F29D6">
      <w:pPr>
        <w:pStyle w:val="libNormal"/>
        <w:rPr>
          <w:rtl/>
          <w:lang w:bidi="fa-IR"/>
        </w:rPr>
      </w:pPr>
      <w:r>
        <w:rPr>
          <w:rtl/>
          <w:lang w:bidi="fa-IR"/>
        </w:rPr>
        <w:lastRenderedPageBreak/>
        <w:t>۳</w:t>
      </w:r>
      <w:r w:rsidR="00FD6556">
        <w:rPr>
          <w:rFonts w:hint="cs"/>
          <w:rtl/>
          <w:lang w:bidi="fa-IR"/>
        </w:rPr>
        <w:t xml:space="preserve"> </w:t>
      </w:r>
      <w:r>
        <w:rPr>
          <w:rtl/>
          <w:lang w:bidi="fa-IR"/>
        </w:rPr>
        <w:t>- برخى از فقهاء، نماز جمعه را در زمان غيبت مستحب مى دانند.</w:t>
      </w:r>
    </w:p>
    <w:p w:rsidR="004F29D6" w:rsidRDefault="004F29D6" w:rsidP="004F29D6">
      <w:pPr>
        <w:pStyle w:val="libNormal"/>
        <w:rPr>
          <w:rtl/>
          <w:lang w:bidi="fa-IR"/>
        </w:rPr>
      </w:pPr>
      <w:r>
        <w:rPr>
          <w:rtl/>
          <w:lang w:bidi="fa-IR"/>
        </w:rPr>
        <w:t>۴</w:t>
      </w:r>
      <w:r w:rsidR="00FD6556">
        <w:rPr>
          <w:rFonts w:hint="cs"/>
          <w:rtl/>
          <w:lang w:bidi="fa-IR"/>
        </w:rPr>
        <w:t xml:space="preserve"> </w:t>
      </w:r>
      <w:r>
        <w:rPr>
          <w:rtl/>
          <w:lang w:bidi="fa-IR"/>
        </w:rPr>
        <w:t>- بـنـظـر آقـايـان خـويـى و گـلپـايـگـانـى ، حتى استعمال همين آمپولها هم به هنگام حاجت اشكالى ندارد</w:t>
      </w:r>
    </w:p>
    <w:p w:rsidR="004F29D6" w:rsidRDefault="004F29D6" w:rsidP="004F29D6">
      <w:pPr>
        <w:pStyle w:val="libNormal"/>
        <w:rPr>
          <w:rtl/>
          <w:lang w:bidi="fa-IR"/>
        </w:rPr>
      </w:pPr>
      <w:r>
        <w:rPr>
          <w:rtl/>
          <w:lang w:bidi="fa-IR"/>
        </w:rPr>
        <w:t>۵</w:t>
      </w:r>
      <w:r w:rsidR="00FD6556">
        <w:rPr>
          <w:rFonts w:hint="cs"/>
          <w:rtl/>
          <w:lang w:bidi="fa-IR"/>
        </w:rPr>
        <w:t xml:space="preserve"> </w:t>
      </w:r>
      <w:r>
        <w:rPr>
          <w:rtl/>
          <w:lang w:bidi="fa-IR"/>
        </w:rPr>
        <w:t>- كـافـر ذمـى غـيـر مـسلمانانى هستند كه زير سلطه حكومت اسلامى زندگى مى كنند و به حاكم اسلام ماليات مى پردازند تا جان و مالشان محفوظ بماند.</w:t>
      </w:r>
    </w:p>
    <w:p w:rsidR="004F29D6" w:rsidRDefault="004F29D6" w:rsidP="004F29D6">
      <w:pPr>
        <w:pStyle w:val="libNormal"/>
        <w:rPr>
          <w:rtl/>
          <w:lang w:bidi="fa-IR"/>
        </w:rPr>
      </w:pPr>
      <w:r>
        <w:rPr>
          <w:rtl/>
          <w:lang w:bidi="fa-IR"/>
        </w:rPr>
        <w:t>۶</w:t>
      </w:r>
      <w:r w:rsidR="00B038B0">
        <w:rPr>
          <w:rFonts w:hint="cs"/>
          <w:rtl/>
          <w:lang w:bidi="fa-IR"/>
        </w:rPr>
        <w:t xml:space="preserve"> </w:t>
      </w:r>
      <w:r>
        <w:rPr>
          <w:rtl/>
          <w:lang w:bidi="fa-IR"/>
        </w:rPr>
        <w:t>- بـعـضـى از مـراجـع در هـديـه و پـولى كـه بـابـت عـيـدى گـرفـتـه شـده اگـر سـال بـر آنـهـا بـگـذرد خـمـس را لازم مـى دانـنـد(مـسـاءله ۱۷۵۳ تـوضـيـح المسائل )</w:t>
      </w:r>
    </w:p>
    <w:p w:rsidR="004F29D6" w:rsidRDefault="004F29D6" w:rsidP="004F29D6">
      <w:pPr>
        <w:pStyle w:val="libNormal"/>
        <w:rPr>
          <w:rtl/>
          <w:lang w:bidi="fa-IR"/>
        </w:rPr>
      </w:pPr>
      <w:r>
        <w:rPr>
          <w:rtl/>
          <w:lang w:bidi="fa-IR"/>
        </w:rPr>
        <w:t>۷</w:t>
      </w:r>
      <w:r w:rsidR="00B038B0">
        <w:rPr>
          <w:rFonts w:hint="cs"/>
          <w:rtl/>
          <w:lang w:bidi="fa-IR"/>
        </w:rPr>
        <w:t xml:space="preserve"> </w:t>
      </w:r>
      <w:r>
        <w:rPr>
          <w:rtl/>
          <w:lang w:bidi="fa-IR"/>
        </w:rPr>
        <w:t>- بـه فـتـواى بـرخـى از مـراجـع معظم تقليد، ابتدا مخارج را كسر مى كند و بعد از كسر مخارج اگر به حد نصاب رسيد زكات واجب مى شود.</w:t>
      </w:r>
    </w:p>
    <w:p w:rsidR="004F29D6" w:rsidRDefault="004F29D6" w:rsidP="004F29D6">
      <w:pPr>
        <w:pStyle w:val="libNormal"/>
        <w:rPr>
          <w:rtl/>
          <w:lang w:bidi="fa-IR"/>
        </w:rPr>
      </w:pPr>
      <w:r>
        <w:rPr>
          <w:rtl/>
          <w:lang w:bidi="fa-IR"/>
        </w:rPr>
        <w:t>۸</w:t>
      </w:r>
      <w:r w:rsidR="00B038B0">
        <w:rPr>
          <w:rFonts w:hint="cs"/>
          <w:rtl/>
          <w:lang w:bidi="fa-IR"/>
        </w:rPr>
        <w:t xml:space="preserve"> </w:t>
      </w:r>
      <w:r>
        <w:rPr>
          <w:rtl/>
          <w:lang w:bidi="fa-IR"/>
        </w:rPr>
        <w:t>- امروزه حدود ۷۵ تومان است .</w:t>
      </w:r>
    </w:p>
    <w:p w:rsidR="00C419E4" w:rsidRDefault="00B038B0" w:rsidP="003A2F72">
      <w:pPr>
        <w:pStyle w:val="Heading2Center"/>
      </w:pPr>
      <w:r>
        <w:rPr>
          <w:rtl/>
          <w:lang w:bidi="fa-IR"/>
        </w:rPr>
        <w:br w:type="page"/>
      </w:r>
      <w:bookmarkStart w:id="550" w:name="_Toc513640353"/>
      <w:bookmarkStart w:id="551" w:name="_Toc513716158"/>
      <w:bookmarkStart w:id="552" w:name="_Toc513716398"/>
      <w:bookmarkStart w:id="553" w:name="_Toc513716509"/>
      <w:bookmarkStart w:id="554" w:name="_Toc513716889"/>
      <w:r>
        <w:rPr>
          <w:rFonts w:hint="cs"/>
          <w:rtl/>
          <w:lang w:bidi="fa-IR"/>
        </w:rPr>
        <w:lastRenderedPageBreak/>
        <w:t>فهرست مطالب</w:t>
      </w:r>
      <w:bookmarkEnd w:id="550"/>
      <w:bookmarkEnd w:id="551"/>
      <w:bookmarkEnd w:id="552"/>
      <w:bookmarkEnd w:id="553"/>
      <w:bookmarkEnd w:id="554"/>
    </w:p>
    <w:sdt>
      <w:sdtPr>
        <w:id w:val="87103842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00F0D" w:rsidRDefault="00500F0D" w:rsidP="00500F0D">
          <w:pPr>
            <w:pStyle w:val="TOCHeading"/>
          </w:pPr>
        </w:p>
        <w:p w:rsidR="00500F0D" w:rsidRDefault="00500F0D">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3716779" w:history="1">
            <w:r w:rsidRPr="000C5EA1">
              <w:rPr>
                <w:rStyle w:val="Hyperlink"/>
                <w:noProof/>
                <w:rtl/>
                <w:lang w:bidi="fa-IR"/>
              </w:rPr>
              <w:t>سخنى با خواننده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780" w:history="1">
            <w:r w:rsidRPr="000C5EA1">
              <w:rPr>
                <w:rStyle w:val="Hyperlink"/>
                <w:noProof/>
                <w:rtl/>
                <w:lang w:bidi="fa-IR"/>
              </w:rPr>
              <w:t>درس اول : شناخت 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1" w:history="1">
            <w:r w:rsidRPr="000C5EA1">
              <w:rPr>
                <w:rStyle w:val="Hyperlink"/>
                <w:noProof/>
                <w:rtl/>
                <w:lang w:bidi="fa-IR"/>
              </w:rPr>
              <w:t>١ - اجتهاد: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2" w:history="1">
            <w:r w:rsidRPr="000C5EA1">
              <w:rPr>
                <w:rStyle w:val="Hyperlink"/>
                <w:noProof/>
                <w:rtl/>
                <w:lang w:bidi="fa-IR"/>
              </w:rPr>
              <w:t>٢ - احتياط: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3" w:history="1">
            <w:r w:rsidRPr="000C5EA1">
              <w:rPr>
                <w:rStyle w:val="Hyperlink"/>
                <w:noProof/>
                <w:rtl/>
                <w:lang w:bidi="fa-IR"/>
              </w:rPr>
              <w:t>٣ - تقليد: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4" w:history="1">
            <w:r w:rsidRPr="000C5EA1">
              <w:rPr>
                <w:rStyle w:val="Hyperlink"/>
                <w:noProof/>
                <w:rtl/>
                <w:lang w:bidi="fa-IR"/>
              </w:rPr>
              <w:t>١ - تقليد كوركورانه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5" w:history="1">
            <w:r w:rsidRPr="000C5EA1">
              <w:rPr>
                <w:rStyle w:val="Hyperlink"/>
                <w:noProof/>
                <w:rtl/>
                <w:lang w:bidi="fa-IR"/>
              </w:rPr>
              <w:t>٢ - تقليد آگاهانه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6" w:history="1">
            <w:r w:rsidRPr="000C5EA1">
              <w:rPr>
                <w:rStyle w:val="Hyperlink"/>
                <w:noProof/>
                <w:rtl/>
                <w:lang w:bidi="fa-IR"/>
              </w:rPr>
              <w:t>شرايط مرجع تقليد: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7" w:history="1">
            <w:r w:rsidRPr="000C5EA1">
              <w:rPr>
                <w:rStyle w:val="Hyperlink"/>
                <w:noProof/>
                <w:rtl/>
                <w:lang w:bidi="fa-IR"/>
              </w:rPr>
              <w:t>پاسخ به چند سؤ ال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88"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789" w:history="1">
            <w:r w:rsidRPr="000C5EA1">
              <w:rPr>
                <w:rStyle w:val="Hyperlink"/>
                <w:noProof/>
                <w:rtl/>
                <w:lang w:bidi="fa-IR"/>
              </w:rPr>
              <w:t>درس دوم : طهارت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Toc513716789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0" w:history="1">
            <w:r w:rsidRPr="000C5EA1">
              <w:rPr>
                <w:rStyle w:val="Hyperlink"/>
                <w:noProof/>
                <w:rtl/>
                <w:lang w:bidi="fa-IR"/>
              </w:rPr>
              <w:t>.چگونگى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1" w:history="1">
            <w:r w:rsidRPr="000C5EA1">
              <w:rPr>
                <w:rStyle w:val="Hyperlink"/>
                <w:noProof/>
                <w:rtl/>
                <w:lang w:bidi="fa-IR"/>
              </w:rPr>
              <w:t>مسائل مسح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2" w:history="1">
            <w:r w:rsidRPr="000C5EA1">
              <w:rPr>
                <w:rStyle w:val="Hyperlink"/>
                <w:noProof/>
                <w:rtl/>
                <w:lang w:bidi="fa-IR"/>
              </w:rPr>
              <w:t>شرط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3" w:history="1">
            <w:r w:rsidRPr="000C5EA1">
              <w:rPr>
                <w:rStyle w:val="Hyperlink"/>
                <w:noProof/>
                <w:rtl/>
                <w:lang w:bidi="fa-IR"/>
              </w:rPr>
              <w:t>احكام و شرائط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4" w:history="1">
            <w:r w:rsidRPr="000C5EA1">
              <w:rPr>
                <w:rStyle w:val="Hyperlink"/>
                <w:noProof/>
                <w:rtl/>
                <w:lang w:bidi="fa-IR"/>
              </w:rPr>
              <w:t>وضوى جبيره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5" w:history="1">
            <w:r w:rsidRPr="000C5EA1">
              <w:rPr>
                <w:rStyle w:val="Hyperlink"/>
                <w:noProof/>
                <w:rtl/>
                <w:lang w:bidi="fa-IR"/>
              </w:rPr>
              <w:t>شك در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6" w:history="1">
            <w:r w:rsidRPr="000C5EA1">
              <w:rPr>
                <w:rStyle w:val="Hyperlink"/>
                <w:noProof/>
                <w:rtl/>
                <w:lang w:bidi="fa-IR"/>
              </w:rPr>
              <w:t>چيزهايى كه وضو را باطل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7" w:history="1">
            <w:r w:rsidRPr="000C5EA1">
              <w:rPr>
                <w:rStyle w:val="Hyperlink"/>
                <w:noProof/>
                <w:rtl/>
                <w:lang w:bidi="fa-IR"/>
              </w:rPr>
              <w:t>تيمم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798"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799" w:history="1">
            <w:r w:rsidRPr="000C5EA1">
              <w:rPr>
                <w:rStyle w:val="Hyperlink"/>
                <w:noProof/>
                <w:rtl/>
                <w:lang w:bidi="fa-IR"/>
              </w:rPr>
              <w:t>درس سوم : 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Toc513716799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0" w:history="1">
            <w:r w:rsidRPr="000C5EA1">
              <w:rPr>
                <w:rStyle w:val="Hyperlink"/>
                <w:noProof/>
                <w:rtl/>
                <w:lang w:bidi="fa-IR"/>
              </w:rPr>
              <w:t>١ - غسل ترتيبى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1" w:history="1">
            <w:r w:rsidRPr="000C5EA1">
              <w:rPr>
                <w:rStyle w:val="Hyperlink"/>
                <w:noProof/>
                <w:rtl/>
                <w:lang w:bidi="fa-IR"/>
              </w:rPr>
              <w:t>٢ - غسل ارتماسى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2" w:history="1">
            <w:r w:rsidRPr="000C5EA1">
              <w:rPr>
                <w:rStyle w:val="Hyperlink"/>
                <w:noProof/>
                <w:rtl/>
                <w:lang w:bidi="fa-IR"/>
              </w:rPr>
              <w:t>غسلها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3" w:history="1">
            <w:r w:rsidRPr="000C5EA1">
              <w:rPr>
                <w:rStyle w:val="Hyperlink"/>
                <w:noProof/>
                <w:rtl/>
                <w:lang w:bidi="fa-IR"/>
              </w:rPr>
              <w:t>الف - غسل جنابت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4"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05" w:history="1">
            <w:r w:rsidRPr="000C5EA1">
              <w:rPr>
                <w:rStyle w:val="Hyperlink"/>
                <w:noProof/>
                <w:rtl/>
                <w:lang w:bidi="fa-IR"/>
              </w:rPr>
              <w:t>درس چهارم : 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6" w:history="1">
            <w:r w:rsidRPr="000C5EA1">
              <w:rPr>
                <w:rStyle w:val="Hyperlink"/>
                <w:noProof/>
                <w:rtl/>
                <w:lang w:bidi="fa-IR"/>
              </w:rPr>
              <w:t>احكام 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7" w:history="1">
            <w:r w:rsidRPr="000C5EA1">
              <w:rPr>
                <w:rStyle w:val="Hyperlink"/>
                <w:noProof/>
                <w:rtl/>
                <w:lang w:bidi="fa-IR"/>
              </w:rPr>
              <w:t>خوردن و آشاميدن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08"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09" w:history="1">
            <w:r w:rsidRPr="000C5EA1">
              <w:rPr>
                <w:rStyle w:val="Hyperlink"/>
                <w:noProof/>
                <w:rtl/>
                <w:lang w:bidi="fa-IR"/>
              </w:rPr>
              <w:t>درس پنجم : مطهرات يا پاك كننده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Toc513716809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0" w:history="1">
            <w:r w:rsidRPr="000C5EA1">
              <w:rPr>
                <w:rStyle w:val="Hyperlink"/>
                <w:noProof/>
                <w:rtl/>
                <w:lang w:bidi="fa-IR"/>
              </w:rPr>
              <w:t>١ - آب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1" w:history="1">
            <w:r w:rsidRPr="000C5EA1">
              <w:rPr>
                <w:rStyle w:val="Hyperlink"/>
                <w:noProof/>
                <w:rtl/>
                <w:lang w:bidi="fa-IR"/>
              </w:rPr>
              <w:t>٢ - زمين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2" w:history="1">
            <w:r w:rsidRPr="000C5EA1">
              <w:rPr>
                <w:rStyle w:val="Hyperlink"/>
                <w:noProof/>
                <w:rtl/>
                <w:lang w:bidi="fa-IR"/>
              </w:rPr>
              <w:t>٣ - آفتاب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3" w:history="1">
            <w:r w:rsidRPr="000C5EA1">
              <w:rPr>
                <w:rStyle w:val="Hyperlink"/>
                <w:noProof/>
                <w:rtl/>
                <w:lang w:bidi="fa-IR"/>
              </w:rPr>
              <w:t>٤ - اسلام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4" w:history="1">
            <w:r w:rsidRPr="000C5EA1">
              <w:rPr>
                <w:rStyle w:val="Hyperlink"/>
                <w:noProof/>
                <w:rtl/>
                <w:lang w:bidi="fa-IR"/>
              </w:rPr>
              <w:t>٥ - استحاله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5" w:history="1">
            <w:r w:rsidRPr="000C5EA1">
              <w:rPr>
                <w:rStyle w:val="Hyperlink"/>
                <w:noProof/>
                <w:rtl/>
                <w:lang w:bidi="fa-IR"/>
              </w:rPr>
              <w:t>٦ - انتقال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6" w:history="1">
            <w:r w:rsidRPr="000C5EA1">
              <w:rPr>
                <w:rStyle w:val="Hyperlink"/>
                <w:noProof/>
                <w:rtl/>
                <w:lang w:bidi="fa-IR"/>
              </w:rPr>
              <w:t>٧ - تبعيت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7" w:history="1">
            <w:r w:rsidRPr="000C5EA1">
              <w:rPr>
                <w:rStyle w:val="Hyperlink"/>
                <w:noProof/>
                <w:rtl/>
                <w:lang w:bidi="fa-IR"/>
              </w:rPr>
              <w:t>٨ - بر طرف شدن عين نجاست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8" w:history="1">
            <w:r w:rsidRPr="000C5EA1">
              <w:rPr>
                <w:rStyle w:val="Hyperlink"/>
                <w:noProof/>
                <w:rtl/>
                <w:lang w:bidi="fa-IR"/>
              </w:rPr>
              <w:t>٩ - استبراء: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19" w:history="1">
            <w:r w:rsidRPr="000C5EA1">
              <w:rPr>
                <w:rStyle w:val="Hyperlink"/>
                <w:noProof/>
                <w:rtl/>
                <w:lang w:bidi="fa-IR"/>
              </w:rPr>
              <w:t>١٠ - غائب شدن مسلمان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Toc513716819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0"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21" w:history="1">
            <w:r w:rsidRPr="000C5EA1">
              <w:rPr>
                <w:rStyle w:val="Hyperlink"/>
                <w:noProof/>
                <w:rtl/>
                <w:lang w:bidi="fa-IR"/>
              </w:rPr>
              <w:t>درس ششم :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2" w:history="1">
            <w:r w:rsidRPr="000C5EA1">
              <w:rPr>
                <w:rStyle w:val="Hyperlink"/>
                <w:noProof/>
                <w:rtl/>
                <w:lang w:bidi="fa-IR"/>
              </w:rPr>
              <w:t>نماز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3" w:history="1">
            <w:r w:rsidRPr="000C5EA1">
              <w:rPr>
                <w:rStyle w:val="Hyperlink"/>
                <w:noProof/>
                <w:rtl/>
                <w:lang w:bidi="fa-IR"/>
              </w:rPr>
              <w:t>چرا نماز بخوانيم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4" w:history="1">
            <w:r w:rsidRPr="000C5EA1">
              <w:rPr>
                <w:rStyle w:val="Hyperlink"/>
                <w:noProof/>
                <w:rtl/>
                <w:lang w:bidi="fa-IR"/>
              </w:rPr>
              <w:t>اقسام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5" w:history="1">
            <w:r w:rsidRPr="000C5EA1">
              <w:rPr>
                <w:rStyle w:val="Hyperlink"/>
                <w:noProof/>
                <w:rtl/>
                <w:lang w:bidi="fa-IR"/>
              </w:rPr>
              <w:t>نمازهاى يوميه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6" w:history="1">
            <w:r w:rsidRPr="000C5EA1">
              <w:rPr>
                <w:rStyle w:val="Hyperlink"/>
                <w:noProof/>
                <w:rtl/>
                <w:lang w:bidi="fa-IR"/>
              </w:rPr>
              <w:t>واجبات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7" w:history="1">
            <w:r w:rsidRPr="000C5EA1">
              <w:rPr>
                <w:rStyle w:val="Hyperlink"/>
                <w:noProof/>
                <w:rtl/>
                <w:lang w:bidi="fa-IR"/>
              </w:rPr>
              <w:t>اذان و 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8" w:history="1">
            <w:r w:rsidRPr="000C5EA1">
              <w:rPr>
                <w:rStyle w:val="Hyperlink"/>
                <w:noProof/>
                <w:rtl/>
                <w:lang w:bidi="fa-IR"/>
              </w:rPr>
              <w:t>آموزش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29"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Toc513716829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30" w:history="1">
            <w:r w:rsidRPr="000C5EA1">
              <w:rPr>
                <w:rStyle w:val="Hyperlink"/>
                <w:noProof/>
                <w:rtl/>
                <w:lang w:bidi="fa-IR"/>
              </w:rPr>
              <w:t>درس هفتم : شكيات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1" w:history="1">
            <w:r w:rsidRPr="000C5EA1">
              <w:rPr>
                <w:rStyle w:val="Hyperlink"/>
                <w:noProof/>
                <w:rtl/>
                <w:lang w:bidi="fa-IR"/>
              </w:rPr>
              <w:t>شكهاى باطل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2" w:history="1">
            <w:r w:rsidRPr="000C5EA1">
              <w:rPr>
                <w:rStyle w:val="Hyperlink"/>
                <w:noProof/>
                <w:rtl/>
                <w:lang w:bidi="fa-IR"/>
              </w:rPr>
              <w:t>شكهاى 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3" w:history="1">
            <w:r w:rsidRPr="000C5EA1">
              <w:rPr>
                <w:rStyle w:val="Hyperlink"/>
                <w:noProof/>
                <w:rtl/>
                <w:lang w:bidi="fa-IR"/>
              </w:rPr>
              <w:t>نماز احتياط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4" w:history="1">
            <w:r w:rsidRPr="000C5EA1">
              <w:rPr>
                <w:rStyle w:val="Hyperlink"/>
                <w:noProof/>
                <w:rtl/>
                <w:lang w:bidi="fa-IR"/>
              </w:rPr>
              <w:t>سجده سهو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5"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36" w:history="1">
            <w:r w:rsidRPr="000C5EA1">
              <w:rPr>
                <w:rStyle w:val="Hyperlink"/>
                <w:noProof/>
                <w:rtl/>
                <w:lang w:bidi="fa-IR"/>
              </w:rPr>
              <w:t>درس هشتم : نماز 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7" w:history="1">
            <w:r w:rsidRPr="000C5EA1">
              <w:rPr>
                <w:rStyle w:val="Hyperlink"/>
                <w:noProof/>
                <w:rtl/>
                <w:lang w:bidi="fa-IR"/>
              </w:rPr>
              <w:t>كيفيت نماز آيات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8" w:history="1">
            <w:r w:rsidRPr="000C5EA1">
              <w:rPr>
                <w:rStyle w:val="Hyperlink"/>
                <w:noProof/>
                <w:rtl/>
                <w:lang w:bidi="fa-IR"/>
              </w:rPr>
              <w:t>نماز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39" w:history="1">
            <w:r w:rsidRPr="000C5EA1">
              <w:rPr>
                <w:rStyle w:val="Hyperlink"/>
                <w:noProof/>
                <w:rtl/>
                <w:lang w:bidi="fa-IR"/>
              </w:rPr>
              <w:t>نماز طواف 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Toc513716839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0" w:history="1">
            <w:r w:rsidRPr="000C5EA1">
              <w:rPr>
                <w:rStyle w:val="Hyperlink"/>
                <w:noProof/>
                <w:rtl/>
                <w:lang w:bidi="fa-IR"/>
              </w:rPr>
              <w:t>نماز قضاء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1" w:history="1">
            <w:r w:rsidRPr="000C5EA1">
              <w:rPr>
                <w:rStyle w:val="Hyperlink"/>
                <w:noProof/>
                <w:rtl/>
                <w:lang w:bidi="fa-IR"/>
              </w:rPr>
              <w:t>نماز 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2" w:history="1">
            <w:r w:rsidRPr="000C5EA1">
              <w:rPr>
                <w:rStyle w:val="Hyperlink"/>
                <w:noProof/>
                <w:rtl/>
                <w:lang w:bidi="fa-IR"/>
              </w:rPr>
              <w:t>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3" w:history="1">
            <w:r w:rsidRPr="000C5EA1">
              <w:rPr>
                <w:rStyle w:val="Hyperlink"/>
                <w:noProof/>
                <w:rtl/>
                <w:lang w:bidi="fa-IR"/>
              </w:rPr>
              <w:t>نماز 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4" w:history="1">
            <w:r w:rsidRPr="000C5EA1">
              <w:rPr>
                <w:rStyle w:val="Hyperlink"/>
                <w:noProof/>
                <w:rtl/>
                <w:lang w:bidi="fa-IR"/>
              </w:rPr>
              <w:t>اقسام روزه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5" w:history="1">
            <w:r w:rsidRPr="000C5EA1">
              <w:rPr>
                <w:rStyle w:val="Hyperlink"/>
                <w:noProof/>
                <w:rtl/>
                <w:lang w:bidi="fa-IR"/>
              </w:rPr>
              <w:t>نيت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6" w:history="1">
            <w:r w:rsidRPr="000C5EA1">
              <w:rPr>
                <w:rStyle w:val="Hyperlink"/>
                <w:noProof/>
                <w:rtl/>
                <w:lang w:bidi="fa-IR"/>
              </w:rPr>
              <w:t>مبطلات روزه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7" w:history="1">
            <w:r w:rsidRPr="000C5EA1">
              <w:rPr>
                <w:rStyle w:val="Hyperlink"/>
                <w:noProof/>
                <w:rtl/>
                <w:lang w:bidi="fa-IR"/>
              </w:rPr>
              <w:t>چيزهايى كه خمس 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48"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49" w:history="1">
            <w:r w:rsidRPr="000C5EA1">
              <w:rPr>
                <w:rStyle w:val="Hyperlink"/>
                <w:noProof/>
                <w:rtl/>
                <w:lang w:bidi="fa-IR"/>
              </w:rPr>
              <w:t>درس نهم : حج و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Toc513716849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0" w:history="1">
            <w:r w:rsidRPr="000C5EA1">
              <w:rPr>
                <w:rStyle w:val="Hyperlink"/>
                <w:noProof/>
                <w:rtl/>
                <w:lang w:bidi="fa-IR"/>
              </w:rPr>
              <w:t>احكام حج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1" w:history="1">
            <w:r w:rsidRPr="000C5EA1">
              <w:rPr>
                <w:rStyle w:val="Hyperlink"/>
                <w:noProof/>
                <w:rtl/>
                <w:lang w:bidi="fa-IR"/>
              </w:rPr>
              <w:t>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2" w:history="1">
            <w:r w:rsidRPr="000C5EA1">
              <w:rPr>
                <w:rStyle w:val="Hyperlink"/>
                <w:noProof/>
                <w:rtl/>
                <w:lang w:bidi="fa-IR"/>
              </w:rPr>
              <w:t>شرايط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3" w:history="1">
            <w:r w:rsidRPr="000C5EA1">
              <w:rPr>
                <w:rStyle w:val="Hyperlink"/>
                <w:noProof/>
                <w:rtl/>
                <w:lang w:bidi="fa-IR"/>
              </w:rPr>
              <w:t>مراحل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4"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55" w:history="1">
            <w:r w:rsidRPr="000C5EA1">
              <w:rPr>
                <w:rStyle w:val="Hyperlink"/>
                <w:noProof/>
                <w:rtl/>
                <w:lang w:bidi="fa-IR"/>
              </w:rPr>
              <w:t>درس دهم : جهاد و دفاع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6" w:history="1">
            <w:r w:rsidRPr="000C5EA1">
              <w:rPr>
                <w:rStyle w:val="Hyperlink"/>
                <w:noProof/>
                <w:rtl/>
                <w:lang w:bidi="fa-IR"/>
              </w:rPr>
              <w:t>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7" w:history="1">
            <w:r w:rsidRPr="000C5EA1">
              <w:rPr>
                <w:rStyle w:val="Hyperlink"/>
                <w:noProof/>
                <w:rtl/>
                <w:lang w:bidi="fa-IR"/>
              </w:rPr>
              <w:t>به پرسشها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58" w:history="1">
            <w:r w:rsidRPr="000C5EA1">
              <w:rPr>
                <w:rStyle w:val="Hyperlink"/>
                <w:noProof/>
                <w:rtl/>
                <w:lang w:bidi="fa-IR"/>
              </w:rPr>
              <w:t xml:space="preserve">درس </w:t>
            </w:r>
            <w:r w:rsidRPr="000C5EA1">
              <w:rPr>
                <w:rStyle w:val="Hyperlink"/>
                <w:rFonts w:hint="cs"/>
                <w:noProof/>
                <w:rtl/>
                <w:lang w:bidi="fa-IR"/>
              </w:rPr>
              <w:t>ی</w:t>
            </w:r>
            <w:r w:rsidRPr="000C5EA1">
              <w:rPr>
                <w:rStyle w:val="Hyperlink"/>
                <w:rFonts w:hint="eastAsia"/>
                <w:noProof/>
                <w:rtl/>
                <w:lang w:bidi="fa-IR"/>
              </w:rPr>
              <w:t>ازدهم</w:t>
            </w:r>
            <w:r w:rsidRPr="000C5EA1">
              <w:rPr>
                <w:rStyle w:val="Hyperlink"/>
                <w:noProof/>
                <w:rtl/>
                <w:lang w:bidi="fa-IR"/>
              </w:rPr>
              <w:t xml:space="preserve"> : خريد و 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59" w:history="1">
            <w:r w:rsidRPr="000C5EA1">
              <w:rPr>
                <w:rStyle w:val="Hyperlink"/>
                <w:noProof/>
                <w:rtl/>
                <w:lang w:bidi="fa-IR"/>
              </w:rPr>
              <w:t>١ - معامله واجب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Toc513716859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0" w:history="1">
            <w:r w:rsidRPr="000C5EA1">
              <w:rPr>
                <w:rStyle w:val="Hyperlink"/>
                <w:noProof/>
                <w:rtl/>
                <w:lang w:bidi="fa-IR"/>
              </w:rPr>
              <w:t>٢ - معامله حرام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1" w:history="1">
            <w:r w:rsidRPr="000C5EA1">
              <w:rPr>
                <w:rStyle w:val="Hyperlink"/>
                <w:noProof/>
                <w:rtl/>
                <w:lang w:bidi="fa-IR"/>
              </w:rPr>
              <w:t>٣ - معاملات مستحب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2" w:history="1">
            <w:r w:rsidRPr="000C5EA1">
              <w:rPr>
                <w:rStyle w:val="Hyperlink"/>
                <w:noProof/>
                <w:rtl/>
                <w:lang w:bidi="fa-IR"/>
              </w:rPr>
              <w:t>٤ - معاملات مكروه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3" w:history="1">
            <w:r w:rsidRPr="000C5EA1">
              <w:rPr>
                <w:rStyle w:val="Hyperlink"/>
                <w:noProof/>
                <w:rtl/>
                <w:lang w:bidi="fa-IR"/>
              </w:rPr>
              <w:t>٥ - معاملات مباح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4" w:history="1">
            <w:r w:rsidRPr="000C5EA1">
              <w:rPr>
                <w:rStyle w:val="Hyperlink"/>
                <w:noProof/>
                <w:rtl/>
                <w:lang w:bidi="fa-IR"/>
              </w:rPr>
              <w:t>ربا در معامله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5" w:history="1">
            <w:r w:rsidRPr="000C5EA1">
              <w:rPr>
                <w:rStyle w:val="Hyperlink"/>
                <w:noProof/>
                <w:rtl/>
                <w:lang w:bidi="fa-IR"/>
              </w:rPr>
              <w:t>شرايط خريدار و فروشنده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6" w:history="1">
            <w:r w:rsidRPr="000C5EA1">
              <w:rPr>
                <w:rStyle w:val="Hyperlink"/>
                <w:noProof/>
                <w:rtl/>
                <w:lang w:bidi="fa-IR"/>
              </w:rPr>
              <w:t>مواردى كه مى توان معامله را به هم 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7"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68" w:history="1">
            <w:r w:rsidRPr="000C5EA1">
              <w:rPr>
                <w:rStyle w:val="Hyperlink"/>
                <w:noProof/>
                <w:rtl/>
                <w:lang w:bidi="fa-IR"/>
              </w:rPr>
              <w:t>درس دوازدهم : اجاره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69" w:history="1">
            <w:r w:rsidRPr="000C5EA1">
              <w:rPr>
                <w:rStyle w:val="Hyperlink"/>
                <w:noProof/>
                <w:rtl/>
                <w:lang w:bidi="fa-IR"/>
              </w:rPr>
              <w:t>سرقفلى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Toc513716869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0" w:history="1">
            <w:r w:rsidRPr="000C5EA1">
              <w:rPr>
                <w:rStyle w:val="Hyperlink"/>
                <w:noProof/>
                <w:rtl/>
                <w:lang w:bidi="fa-IR"/>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1" w:history="1">
            <w:r w:rsidRPr="000C5EA1">
              <w:rPr>
                <w:rStyle w:val="Hyperlink"/>
                <w:noProof/>
                <w:rtl/>
                <w:lang w:bidi="fa-IR"/>
              </w:rPr>
              <w:t>امانتدارى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2" w:history="1">
            <w:r w:rsidRPr="000C5EA1">
              <w:rPr>
                <w:rStyle w:val="Hyperlink"/>
                <w:noProof/>
                <w:rtl/>
                <w:lang w:bidi="fa-IR"/>
              </w:rPr>
              <w:t>حكم امانتدارى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3"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74" w:history="1">
            <w:r w:rsidRPr="000C5EA1">
              <w:rPr>
                <w:rStyle w:val="Hyperlink"/>
                <w:noProof/>
                <w:rtl/>
                <w:lang w:bidi="fa-IR"/>
              </w:rPr>
              <w:t>درس س</w:t>
            </w:r>
            <w:r w:rsidRPr="000C5EA1">
              <w:rPr>
                <w:rStyle w:val="Hyperlink"/>
                <w:rFonts w:hint="cs"/>
                <w:noProof/>
                <w:rtl/>
                <w:lang w:bidi="fa-IR"/>
              </w:rPr>
              <w:t>ی</w:t>
            </w:r>
            <w:r w:rsidRPr="000C5EA1">
              <w:rPr>
                <w:rStyle w:val="Hyperlink"/>
                <w:rFonts w:hint="eastAsia"/>
                <w:noProof/>
                <w:rtl/>
                <w:lang w:bidi="fa-IR"/>
              </w:rPr>
              <w:t>زدهم</w:t>
            </w:r>
            <w:r w:rsidRPr="000C5EA1">
              <w:rPr>
                <w:rStyle w:val="Hyperlink"/>
                <w:noProof/>
                <w:rtl/>
                <w:lang w:bidi="fa-IR"/>
              </w:rPr>
              <w:t>: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5" w:history="1">
            <w:r w:rsidRPr="000C5EA1">
              <w:rPr>
                <w:rStyle w:val="Hyperlink"/>
                <w:noProof/>
                <w:rtl/>
                <w:lang w:bidi="fa-IR"/>
              </w:rPr>
              <w:t>محرم و نامحرم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6" w:history="1">
            <w:r w:rsidRPr="000C5EA1">
              <w:rPr>
                <w:rStyle w:val="Hyperlink"/>
                <w:noProof/>
                <w:rtl/>
                <w:lang w:bidi="fa-IR"/>
              </w:rPr>
              <w:t>اين افراد بر دختران و زنان محرمند: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7" w:history="1">
            <w:r w:rsidRPr="000C5EA1">
              <w:rPr>
                <w:rStyle w:val="Hyperlink"/>
                <w:noProof/>
                <w:rtl/>
                <w:lang w:bidi="fa-IR"/>
              </w:rPr>
              <w:t>همسران شايسته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8" w:history="1">
            <w:r w:rsidRPr="000C5EA1">
              <w:rPr>
                <w:rStyle w:val="Hyperlink"/>
                <w:noProof/>
                <w:rtl/>
                <w:lang w:bidi="fa-IR"/>
              </w:rPr>
              <w:t>عقد ازدواج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79"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Toc513716879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80" w:history="1">
            <w:r w:rsidRPr="000C5EA1">
              <w:rPr>
                <w:rStyle w:val="Hyperlink"/>
                <w:noProof/>
                <w:rtl/>
                <w:lang w:bidi="fa-IR"/>
              </w:rPr>
              <w:t>درس چهاردهم : غصب - نذر- عهد- سوگند- وصيت و 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1" w:history="1">
            <w:r w:rsidRPr="000C5EA1">
              <w:rPr>
                <w:rStyle w:val="Hyperlink"/>
                <w:noProof/>
                <w:rtl/>
                <w:lang w:bidi="fa-IR"/>
              </w:rPr>
              <w:t>نذر وعهد وقسم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2" w:history="1">
            <w:r w:rsidRPr="000C5EA1">
              <w:rPr>
                <w:rStyle w:val="Hyperlink"/>
                <w:noProof/>
                <w:rtl/>
                <w:lang w:bidi="fa-IR"/>
              </w:rPr>
              <w:t>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3" w:history="1">
            <w:r w:rsidRPr="000C5EA1">
              <w:rPr>
                <w:rStyle w:val="Hyperlink"/>
                <w:noProof/>
                <w:rtl/>
                <w:lang w:bidi="fa-IR"/>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4" w:history="1">
            <w:r w:rsidRPr="000C5EA1">
              <w:rPr>
                <w:rStyle w:val="Hyperlink"/>
                <w:noProof/>
                <w:rtl/>
                <w:lang w:bidi="fa-IR"/>
              </w:rPr>
              <w:t>به پرسشهاى زير پاسخ 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00F0D" w:rsidRDefault="00500F0D">
          <w:pPr>
            <w:pStyle w:val="TOC1"/>
            <w:rPr>
              <w:rFonts w:asciiTheme="minorHAnsi" w:eastAsiaTheme="minorEastAsia" w:hAnsiTheme="minorHAnsi" w:cstheme="minorBidi"/>
              <w:b w:val="0"/>
              <w:bCs w:val="0"/>
              <w:noProof/>
              <w:color w:val="auto"/>
              <w:sz w:val="22"/>
              <w:szCs w:val="22"/>
              <w:rtl/>
            </w:rPr>
          </w:pPr>
          <w:hyperlink w:anchor="_Toc513716885" w:history="1">
            <w:r w:rsidRPr="000C5EA1">
              <w:rPr>
                <w:rStyle w:val="Hyperlink"/>
                <w:noProof/>
                <w:rtl/>
                <w:lang w:bidi="fa-IR"/>
              </w:rPr>
              <w:t>درس پانزدهم : معاملات بانكى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6" w:history="1">
            <w:r w:rsidRPr="000C5EA1">
              <w:rPr>
                <w:rStyle w:val="Hyperlink"/>
                <w:noProof/>
                <w:rtl/>
                <w:lang w:bidi="fa-IR"/>
              </w:rPr>
              <w:t>بليط بخت آزمايى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7" w:history="1">
            <w:r w:rsidRPr="000C5EA1">
              <w:rPr>
                <w:rStyle w:val="Hyperlink"/>
                <w:noProof/>
                <w:rtl/>
                <w:lang w:bidi="fa-IR"/>
              </w:rPr>
              <w:t>بيمه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8" w:history="1">
            <w:r w:rsidRPr="000C5EA1">
              <w:rPr>
                <w:rStyle w:val="Hyperlink"/>
                <w:noProof/>
                <w:rtl/>
                <w:lang w:bidi="fa-IR"/>
              </w:rPr>
              <w:t>سرقفلى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00F0D" w:rsidRDefault="00500F0D">
          <w:pPr>
            <w:pStyle w:val="TOC2"/>
            <w:tabs>
              <w:tab w:val="right" w:leader="dot" w:pos="7361"/>
            </w:tabs>
            <w:rPr>
              <w:rFonts w:asciiTheme="minorHAnsi" w:eastAsiaTheme="minorEastAsia" w:hAnsiTheme="minorHAnsi" w:cstheme="minorBidi"/>
              <w:noProof/>
              <w:color w:val="auto"/>
              <w:sz w:val="22"/>
              <w:szCs w:val="22"/>
              <w:rtl/>
            </w:rPr>
          </w:pPr>
          <w:hyperlink w:anchor="_Toc513716889" w:history="1">
            <w:r w:rsidRPr="000C5EA1">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Toc513716889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00F0D" w:rsidRDefault="00500F0D">
          <w:r>
            <w:fldChar w:fldCharType="end"/>
          </w:r>
        </w:p>
      </w:sdtContent>
    </w:sdt>
    <w:p w:rsidR="00D31F3C" w:rsidRPr="00B038B0" w:rsidRDefault="00D31F3C" w:rsidP="00D31F3C">
      <w:pPr>
        <w:pStyle w:val="libNormal"/>
        <w:rPr>
          <w:lang w:bidi="fa-IR"/>
        </w:rPr>
      </w:pPr>
    </w:p>
    <w:sectPr w:rsidR="00D31F3C" w:rsidRPr="00B038B0" w:rsidSect="004C3E90">
      <w:footerReference w:type="even" r:id="rId17"/>
      <w:footerReference w:type="defaul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B93" w:rsidRDefault="00991B93">
      <w:r>
        <w:separator/>
      </w:r>
    </w:p>
  </w:endnote>
  <w:endnote w:type="continuationSeparator" w:id="0">
    <w:p w:rsidR="00991B93" w:rsidRDefault="00991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9E4" w:rsidRDefault="00C419E4">
    <w:pPr>
      <w:pStyle w:val="Footer"/>
    </w:pPr>
    <w:fldSimple w:instr=" PAGE   \* MERGEFORMAT ">
      <w:r w:rsidR="00F66338">
        <w:rPr>
          <w:noProof/>
          <w:rtl/>
        </w:rPr>
        <w:t>2</w:t>
      </w:r>
    </w:fldSimple>
  </w:p>
  <w:p w:rsidR="00C419E4" w:rsidRDefault="00C419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9E4" w:rsidRDefault="00C419E4">
    <w:pPr>
      <w:pStyle w:val="Footer"/>
    </w:pPr>
    <w:fldSimple w:instr=" PAGE   \* MERGEFORMAT ">
      <w:r w:rsidR="00F66338">
        <w:rPr>
          <w:noProof/>
          <w:rtl/>
        </w:rPr>
        <w:t>3</w:t>
      </w:r>
    </w:fldSimple>
  </w:p>
  <w:p w:rsidR="00C419E4" w:rsidRDefault="00C419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9E4" w:rsidRDefault="00C419E4">
    <w:pPr>
      <w:pStyle w:val="Footer"/>
    </w:pPr>
    <w:fldSimple w:instr=" PAGE   \* MERGEFORMAT ">
      <w:r w:rsidR="00F66338">
        <w:rPr>
          <w:noProof/>
          <w:rtl/>
        </w:rPr>
        <w:t>1</w:t>
      </w:r>
    </w:fldSimple>
  </w:p>
  <w:p w:rsidR="00C419E4" w:rsidRDefault="00C419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B93" w:rsidRDefault="00991B93">
      <w:r>
        <w:separator/>
      </w:r>
    </w:p>
  </w:footnote>
  <w:footnote w:type="continuationSeparator" w:id="0">
    <w:p w:rsidR="00991B93" w:rsidRDefault="00991B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57F5"/>
    <w:rsid w:val="00005A19"/>
    <w:rsid w:val="00010942"/>
    <w:rsid w:val="000217A6"/>
    <w:rsid w:val="00024AA0"/>
    <w:rsid w:val="000267FE"/>
    <w:rsid w:val="00030622"/>
    <w:rsid w:val="00040272"/>
    <w:rsid w:val="00040798"/>
    <w:rsid w:val="00040AB1"/>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2E45"/>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00CD"/>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0DEF"/>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2F72"/>
    <w:rsid w:val="003A3298"/>
    <w:rsid w:val="003A4587"/>
    <w:rsid w:val="003A661E"/>
    <w:rsid w:val="003A6B2A"/>
    <w:rsid w:val="003B0913"/>
    <w:rsid w:val="003B20C5"/>
    <w:rsid w:val="003B5031"/>
    <w:rsid w:val="003B6720"/>
    <w:rsid w:val="003B775B"/>
    <w:rsid w:val="003B7FA9"/>
    <w:rsid w:val="003C7C08"/>
    <w:rsid w:val="003D2459"/>
    <w:rsid w:val="003D25DB"/>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29D6"/>
    <w:rsid w:val="004F4B1F"/>
    <w:rsid w:val="004F58BA"/>
    <w:rsid w:val="00500F0D"/>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2E54"/>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0AB8"/>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2DAB"/>
    <w:rsid w:val="00625C71"/>
    <w:rsid w:val="00627A7B"/>
    <w:rsid w:val="006357C1"/>
    <w:rsid w:val="00641A2D"/>
    <w:rsid w:val="00643F5E"/>
    <w:rsid w:val="00645D05"/>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3823"/>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91E"/>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3853"/>
    <w:rsid w:val="00986588"/>
    <w:rsid w:val="00991B93"/>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3028"/>
    <w:rsid w:val="00AC6146"/>
    <w:rsid w:val="00AC64A5"/>
    <w:rsid w:val="00AD0067"/>
    <w:rsid w:val="00AD0F7D"/>
    <w:rsid w:val="00AD2964"/>
    <w:rsid w:val="00AD365B"/>
    <w:rsid w:val="00AE0778"/>
    <w:rsid w:val="00AE1E35"/>
    <w:rsid w:val="00AE372F"/>
    <w:rsid w:val="00AE4D35"/>
    <w:rsid w:val="00AE5DAC"/>
    <w:rsid w:val="00AE6117"/>
    <w:rsid w:val="00AE64FD"/>
    <w:rsid w:val="00AF0A2F"/>
    <w:rsid w:val="00AF217C"/>
    <w:rsid w:val="00AF33DF"/>
    <w:rsid w:val="00AF4D50"/>
    <w:rsid w:val="00AF6FBA"/>
    <w:rsid w:val="00B01257"/>
    <w:rsid w:val="00B038B0"/>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3E6E"/>
    <w:rsid w:val="00C1570C"/>
    <w:rsid w:val="00C22361"/>
    <w:rsid w:val="00C26D89"/>
    <w:rsid w:val="00C31833"/>
    <w:rsid w:val="00C33018"/>
    <w:rsid w:val="00C33B4D"/>
    <w:rsid w:val="00C34E44"/>
    <w:rsid w:val="00C35A49"/>
    <w:rsid w:val="00C36AF1"/>
    <w:rsid w:val="00C37458"/>
    <w:rsid w:val="00C37AF7"/>
    <w:rsid w:val="00C419E4"/>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1F3C"/>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49B3"/>
    <w:rsid w:val="00D757F5"/>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2904"/>
    <w:rsid w:val="00E5512D"/>
    <w:rsid w:val="00E574E5"/>
    <w:rsid w:val="00E6232E"/>
    <w:rsid w:val="00E63C51"/>
    <w:rsid w:val="00E71139"/>
    <w:rsid w:val="00E74F63"/>
    <w:rsid w:val="00E7602E"/>
    <w:rsid w:val="00E90664"/>
    <w:rsid w:val="00E9074B"/>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66338"/>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D6556"/>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D757F5"/>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733823"/>
  </w:style>
  <w:style w:type="character" w:customStyle="1" w:styleId="ayanumber">
    <w:name w:val="ayanumber"/>
    <w:basedOn w:val="DefaultParagraphFont"/>
    <w:rsid w:val="00733823"/>
  </w:style>
  <w:style w:type="character" w:customStyle="1" w:styleId="sign">
    <w:name w:val="sign"/>
    <w:basedOn w:val="DefaultParagraphFont"/>
    <w:rsid w:val="00AC3028"/>
  </w:style>
  <w:style w:type="paragraph" w:styleId="TOC6">
    <w:name w:val="toc 6"/>
    <w:basedOn w:val="Normal"/>
    <w:next w:val="Normal"/>
    <w:autoRedefine/>
    <w:uiPriority w:val="39"/>
    <w:unhideWhenUsed/>
    <w:rsid w:val="00B038B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038B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038B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038B0"/>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03110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05428-DEE3-4862-AAAC-FA7FBE09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171</TotalTime>
  <Pages>100</Pages>
  <Words>12656</Words>
  <Characters>72141</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cp:lastPrinted>1601-01-01T00:00:00Z</cp:lastPrinted>
  <dcterms:created xsi:type="dcterms:W3CDTF">2018-05-09T07:36:00Z</dcterms:created>
  <dcterms:modified xsi:type="dcterms:W3CDTF">2018-05-10T07:30:00Z</dcterms:modified>
</cp:coreProperties>
</file>