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22" w:rsidRDefault="00694CD1" w:rsidP="000F7722">
      <w:pPr>
        <w:pStyle w:val="libCenterBold1"/>
        <w:rPr>
          <w:lang w:bidi="fa-IR"/>
        </w:rPr>
      </w:pPr>
      <w:r w:rsidRPr="00694CD1">
        <w:rPr>
          <w:rtl/>
          <w:lang w:bidi="fa-IR"/>
        </w:rPr>
        <w:t xml:space="preserve">چهل چرا، </w:t>
      </w:r>
    </w:p>
    <w:p w:rsidR="000F7722" w:rsidRDefault="000F7722" w:rsidP="000F7722">
      <w:pPr>
        <w:pStyle w:val="libCenterBold2"/>
        <w:rPr>
          <w:lang w:bidi="fa-IR"/>
        </w:rPr>
      </w:pPr>
      <w:r>
        <w:rPr>
          <w:rFonts w:hint="cs"/>
          <w:rtl/>
          <w:lang w:bidi="fa-IR"/>
        </w:rPr>
        <w:t>.</w:t>
      </w:r>
      <w:r w:rsidR="00694CD1" w:rsidRPr="00694CD1">
        <w:rPr>
          <w:rtl/>
          <w:lang w:bidi="fa-IR"/>
        </w:rPr>
        <w:t xml:space="preserve"> پاسخ به 40 سوال اعتقاد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>- فقه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>- قرآن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>- عموم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و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ژه</w:t>
      </w:r>
      <w:r w:rsidR="00694CD1" w:rsidRPr="00694CD1">
        <w:rPr>
          <w:rtl/>
          <w:lang w:bidi="fa-IR"/>
        </w:rPr>
        <w:t xml:space="preserve"> نوجوانان و جوانان</w:t>
      </w:r>
    </w:p>
    <w:p w:rsidR="000F7722" w:rsidRDefault="000F7722" w:rsidP="000F7722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694CD1" w:rsidRPr="00694CD1">
        <w:rPr>
          <w:rtl/>
          <w:lang w:bidi="fa-IR"/>
        </w:rPr>
        <w:t>عباس معصوم</w:t>
      </w:r>
      <w:r w:rsidR="00694CD1" w:rsidRPr="00694CD1">
        <w:rPr>
          <w:rFonts w:hint="cs"/>
          <w:rtl/>
          <w:lang w:bidi="fa-IR"/>
        </w:rPr>
        <w:t>ی</w:t>
      </w:r>
    </w:p>
    <w:p w:rsidR="005931ED" w:rsidRDefault="005931ED" w:rsidP="005931ED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5931ED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5931ED" w:rsidRPr="005931ED" w:rsidRDefault="005931ED" w:rsidP="005931ED">
      <w:pPr>
        <w:pStyle w:val="libCenterBold2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694CD1" w:rsidRPr="00694CD1" w:rsidRDefault="000F7722" w:rsidP="000F772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502396681"/>
      <w:bookmarkStart w:id="1" w:name="_Toc502396773"/>
      <w:r w:rsidR="00694CD1" w:rsidRPr="00694CD1">
        <w:rPr>
          <w:rFonts w:hint="eastAsia"/>
          <w:rtl/>
          <w:lang w:bidi="fa-IR"/>
        </w:rPr>
        <w:lastRenderedPageBreak/>
        <w:t>مقدمه</w:t>
      </w:r>
      <w:r w:rsidR="00694CD1" w:rsidRPr="00694CD1">
        <w:rPr>
          <w:rtl/>
          <w:lang w:bidi="fa-IR"/>
        </w:rPr>
        <w:t xml:space="preserve"> ناشر</w:t>
      </w:r>
      <w:bookmarkEnd w:id="0"/>
      <w:bookmarkEnd w:id="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آنچه</w:t>
      </w:r>
      <w:r w:rsidRPr="00694CD1">
        <w:rPr>
          <w:rtl/>
          <w:lang w:bidi="fa-IR"/>
        </w:rPr>
        <w:t xml:space="preserve"> در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رو دار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مجموعه چهل پرسش نوجوانان در قالب موضوعات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دسته بند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به زبان ساده و روان پاسخ داده شده است، تا نوجوانان 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فته</w:t>
      </w:r>
      <w:r w:rsidRPr="00694CD1">
        <w:rPr>
          <w:rtl/>
          <w:lang w:bidi="fa-IR"/>
        </w:rPr>
        <w:t xml:space="preserve"> معارف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آن بهره وافر و استفاده لازم را ببرند.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اثر از مؤلف محترم به سفارش مؤسسه انتشارات چلچله شهرستان شاهرود انجام شده است. و لازم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دانم در به ثمر 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اثر از برادران گرام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حجج اسلام احمد سع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رضا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جناب آقا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رسع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سع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تشکر و قدردان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مسؤول انتشارات مسجد مقدّس جمکران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احمد</w:t>
      </w:r>
      <w:r w:rsidRPr="00694CD1">
        <w:rPr>
          <w:rFonts w:hint="cs"/>
          <w:rtl/>
          <w:lang w:bidi="fa-IR"/>
        </w:rPr>
        <w:t>ی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F7722" w:rsidP="000F772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502396682"/>
      <w:bookmarkStart w:id="3" w:name="_Toc502396774"/>
      <w:r w:rsidR="00694CD1" w:rsidRPr="00694CD1">
        <w:rPr>
          <w:rFonts w:hint="eastAsia"/>
          <w:rtl/>
          <w:lang w:bidi="fa-IR"/>
        </w:rPr>
        <w:lastRenderedPageBreak/>
        <w:t>مقدمه</w:t>
      </w:r>
      <w:r w:rsidR="00694CD1" w:rsidRPr="00694CD1">
        <w:rPr>
          <w:rtl/>
          <w:lang w:bidi="fa-IR"/>
        </w:rPr>
        <w:t xml:space="preserve"> مؤلف</w:t>
      </w:r>
      <w:bookmarkEnd w:id="2"/>
      <w:bookmarkEnd w:id="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بسم</w:t>
      </w:r>
      <w:r w:rsidRPr="00694CD1">
        <w:rPr>
          <w:rtl/>
          <w:lang w:bidi="fa-IR"/>
        </w:rPr>
        <w:t xml:space="preserve"> اللَّه الرحمن الرح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اگر</w:t>
      </w:r>
      <w:r w:rsidRPr="00694CD1">
        <w:rPr>
          <w:rtl/>
          <w:lang w:bidi="fa-IR"/>
        </w:rPr>
        <w:t xml:space="preserve"> به جمع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کشور نگاه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نداز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م،</w:t>
      </w:r>
      <w:r w:rsidRPr="00694CD1">
        <w:rPr>
          <w:rtl/>
          <w:lang w:bidi="fa-IR"/>
        </w:rPr>
        <w:t xml:space="preserve"> متوجه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که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از 70 درصد جمع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را جوانان تشک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دهند. هنگام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انقلاب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جمع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حدود 36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ون</w:t>
      </w:r>
      <w:r w:rsidRPr="00694CD1">
        <w:rPr>
          <w:rtl/>
          <w:lang w:bidi="fa-IR"/>
        </w:rPr>
        <w:t xml:space="preserve"> نفر بود و اکنون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آمار به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از هفتاد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ون</w:t>
      </w:r>
      <w:r w:rsidRPr="00694CD1">
        <w:rPr>
          <w:rtl/>
          <w:lang w:bidi="fa-IR"/>
        </w:rPr>
        <w:t xml:space="preserve"> نفر 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</w:t>
      </w:r>
      <w:r w:rsidRPr="00694CD1">
        <w:rPr>
          <w:rtl/>
          <w:lang w:bidi="fa-IR"/>
        </w:rPr>
        <w:t xml:space="preserve"> است که طب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عتاً</w:t>
      </w:r>
      <w:r w:rsidRPr="00694CD1">
        <w:rPr>
          <w:rtl/>
          <w:lang w:bidi="fa-IR"/>
        </w:rPr>
        <w:t xml:space="preserve"> 40 درصد جمع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قبل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در حال حاضر دار فان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وداع گفته اند؛ نت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جه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دو سوم جمع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فعل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جوان هستند.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گذشت</w:t>
      </w:r>
      <w:r w:rsidRPr="00694CD1">
        <w:rPr>
          <w:rtl/>
          <w:lang w:bidi="fa-IR"/>
        </w:rPr>
        <w:t xml:space="preserve"> 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سال از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انقلاب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نکته را خاطرنشان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 که جوان چهل ساله امروز، در زمان انقلاب ده ساله بوده که قطعاً طعم تلخ نظام طاغوت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نچش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</w:t>
      </w:r>
      <w:r w:rsidRPr="00694CD1">
        <w:rPr>
          <w:rtl/>
          <w:lang w:bidi="fa-IR"/>
        </w:rPr>
        <w:t xml:space="preserve"> است. با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وصف شا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سته</w:t>
      </w:r>
      <w:r w:rsidRPr="00694CD1">
        <w:rPr>
          <w:rtl/>
          <w:lang w:bidi="fa-IR"/>
        </w:rPr>
        <w:t xml:space="preserve"> است که ما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شتر</w:t>
      </w:r>
      <w:r w:rsidRPr="00694CD1">
        <w:rPr>
          <w:rtl/>
          <w:lang w:bidi="fa-IR"/>
        </w:rPr>
        <w:t xml:space="preserve"> به فکر اند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شه</w:t>
      </w:r>
      <w:r w:rsidRPr="00694CD1">
        <w:rPr>
          <w:rtl/>
          <w:lang w:bidi="fa-IR"/>
        </w:rPr>
        <w:t xml:space="preserve"> و افکار فرزندانمان باش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م،</w:t>
      </w:r>
      <w:r w:rsidRPr="00694CD1">
        <w:rPr>
          <w:rtl/>
          <w:lang w:bidi="fa-IR"/>
        </w:rPr>
        <w:t xml:space="preserve"> اعلام روز هشتم آبان - </w:t>
      </w:r>
      <w:r w:rsidRPr="00694CD1">
        <w:rPr>
          <w:rFonts w:hint="eastAsia"/>
          <w:rtl/>
          <w:lang w:bidi="fa-IR"/>
        </w:rPr>
        <w:t>شهادت</w:t>
      </w:r>
      <w:r w:rsidRPr="00694CD1">
        <w:rPr>
          <w:rtl/>
          <w:lang w:bidi="fa-IR"/>
        </w:rPr>
        <w:t xml:space="preserve"> محمّد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فهم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</w:t>
      </w:r>
      <w:r w:rsidRPr="00694CD1">
        <w:rPr>
          <w:rtl/>
          <w:lang w:bidi="fa-IR"/>
        </w:rPr>
        <w:t xml:space="preserve"> - به عنوان روز نوجوان و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از 2 تا 8 ارد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بهشت</w:t>
      </w:r>
      <w:r w:rsidRPr="00694CD1">
        <w:rPr>
          <w:rtl/>
          <w:lang w:bidi="fa-IR"/>
        </w:rPr>
        <w:t xml:space="preserve"> به عنوان هفته جوانان، مؤ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هم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معنا است؛ بنابرا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ضرورت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جاب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 که والد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متول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فرهنگ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ترب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عنا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ژه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جوانان داشته باشند.</w:t>
      </w:r>
    </w:p>
    <w:p w:rsidR="00694CD1" w:rsidRPr="00694CD1" w:rsidRDefault="000F7722" w:rsidP="000F772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694CD1" w:rsidRPr="00694CD1">
        <w:rPr>
          <w:rFonts w:hint="eastAsia"/>
          <w:rtl/>
          <w:lang w:bidi="fa-IR"/>
        </w:rPr>
        <w:t>در</w:t>
      </w:r>
      <w:r w:rsidR="00694CD1" w:rsidRPr="00694CD1">
        <w:rPr>
          <w:rtl/>
          <w:lang w:bidi="fa-IR"/>
        </w:rPr>
        <w:t xml:space="preserve"> 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ن</w:t>
      </w:r>
      <w:r w:rsidR="00694CD1" w:rsidRPr="00694CD1">
        <w:rPr>
          <w:rtl/>
          <w:lang w:bidi="fa-IR"/>
        </w:rPr>
        <w:t xml:space="preserve"> زم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نه</w:t>
      </w:r>
      <w:r w:rsidR="00694CD1" w:rsidRPr="00694CD1">
        <w:rPr>
          <w:rtl/>
          <w:lang w:bidi="fa-IR"/>
        </w:rPr>
        <w:t xml:space="preserve"> رهبر انقلاب حضرت آ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ه</w:t>
      </w:r>
      <w:r w:rsidR="00694CD1" w:rsidRPr="00694CD1">
        <w:rPr>
          <w:rtl/>
          <w:lang w:bidi="fa-IR"/>
        </w:rPr>
        <w:t xml:space="preserve"> اللَّه خامنه 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فرموده اند: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جوانان</w:t>
      </w:r>
      <w:r w:rsidRPr="00694CD1">
        <w:rPr>
          <w:rtl/>
          <w:lang w:bidi="fa-IR"/>
        </w:rPr>
        <w:t xml:space="preserve">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همواره عدالت خواه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آزاد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استقلال کشور، مبارزه با فقر و امر به معروف و نه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منکر را از مطالبات اصل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خود قرار دهند. ضمن دشمن شناس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تسل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فر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</w:t>
      </w:r>
      <w:r w:rsidRPr="00694CD1">
        <w:rPr>
          <w:rtl/>
          <w:lang w:bidi="fa-IR"/>
        </w:rPr>
        <w:t xml:space="preserve"> رسانه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غرب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واژگون جلوه دادن حقا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ق</w:t>
      </w:r>
      <w:r w:rsidRPr="00694CD1">
        <w:rPr>
          <w:rtl/>
          <w:lang w:bidi="fa-IR"/>
        </w:rPr>
        <w:t xml:space="preserve"> نشوند«.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lastRenderedPageBreak/>
        <w:t>جزوه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که ملاحظه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جهت اطّلاع رسان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آموزش معارف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اجتماع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فرهنگ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اخلاق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جوانان در عصر ارتباطات و رشد روزافزون تکنولوژ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 عنوان مسابقات ماهانه مقطع متوسطه تنظ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شده است و مشتمل بر سه سطح و هر سطح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12 جلد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 و چهار جلد هم 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ژه</w:t>
      </w:r>
      <w:r w:rsidRPr="00694CD1">
        <w:rPr>
          <w:rtl/>
          <w:lang w:bidi="fa-IR"/>
        </w:rPr>
        <w:t xml:space="preserve"> مناسبت ها: ماه شعبان »مهد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موعودعل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السلام«، ماه رجب »اعتکاف«،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غد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»ع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ولا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ت«</w:t>
      </w:r>
      <w:r w:rsidRPr="00694CD1">
        <w:rPr>
          <w:rtl/>
          <w:lang w:bidi="fa-IR"/>
        </w:rPr>
        <w:t xml:space="preserve"> و دهه فجر انقلاب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نظر گرفته شده که جمعاً چهل جلد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تجارب</w:t>
      </w:r>
      <w:r w:rsidRPr="00694CD1">
        <w:rPr>
          <w:rtl/>
          <w:lang w:bidi="fa-IR"/>
        </w:rPr>
        <w:t xml:space="preserve"> پنج ساله ما نشان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دهد که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به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مقصود در دب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رستان</w:t>
      </w:r>
      <w:r w:rsidRPr="00694CD1">
        <w:rPr>
          <w:rtl/>
          <w:lang w:bidi="fa-IR"/>
        </w:rPr>
        <w:t xml:space="preserve"> ها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سا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مراکز آموزش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نظام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کارگر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کتب و سؤالات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افراد توز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</w:t>
      </w:r>
      <w:r w:rsidRPr="00694CD1">
        <w:rPr>
          <w:rtl/>
          <w:lang w:bidi="fa-IR"/>
        </w:rPr>
        <w:t xml:space="preserve"> و تا پا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هر ماه پاسخ ها تحو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گردد و به افراد برتر جوا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اهدا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آشنا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شتر</w:t>
      </w:r>
      <w:r w:rsidRPr="00694CD1">
        <w:rPr>
          <w:rtl/>
          <w:lang w:bidi="fa-IR"/>
        </w:rPr>
        <w:t xml:space="preserve"> با جزوات »چهل چرا«، به نکات ذ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توجّه فرما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F7722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جزوات مجموعه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معارف اهل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</w:t>
      </w:r>
      <w:r w:rsidR="000F7722" w:rsidRPr="000F7722">
        <w:rPr>
          <w:rStyle w:val="libAlaemChar"/>
          <w:rFonts w:eastAsiaTheme="minorHAnsi"/>
          <w:rtl/>
        </w:rPr>
        <w:t>عليهم‌السلام</w:t>
      </w:r>
      <w:r w:rsidR="000F7722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 xml:space="preserve">خواهد بود که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جوان با مطالعه آنها وقت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پا به دانشگاه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گذارد اطلاعات 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حوزه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بس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</w:t>
      </w:r>
      <w:r w:rsidRPr="00694CD1">
        <w:rPr>
          <w:rtl/>
          <w:lang w:bidi="fa-IR"/>
        </w:rPr>
        <w:t xml:space="preserve"> خوب و ارزشمند خواهد بود.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کتاب ها گرچه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مطالعه و مسابقه جوانان و نوجوانان تدو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شده است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همگان مف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است؛ چون مسائل و وظا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همه مکلف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کسان</w:t>
      </w:r>
      <w:r w:rsidRPr="00694CD1">
        <w:rPr>
          <w:rtl/>
          <w:lang w:bidi="fa-IR"/>
        </w:rPr>
        <w:t xml:space="preserve"> است.</w:t>
      </w:r>
    </w:p>
    <w:p w:rsidR="00694CD1" w:rsidRPr="00694CD1" w:rsidRDefault="00694CD1" w:rsidP="00CD0D54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3 -</w:t>
      </w:r>
      <w:r w:rsidR="00CD0D54">
        <w:rPr>
          <w:rFonts w:hint="cs"/>
          <w:rtl/>
          <w:lang w:bidi="fa-IR"/>
        </w:rPr>
        <w:t xml:space="preserve"> </w:t>
      </w: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جزوات سع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شده است، مطالب با زبان روان و حذف بعض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اصطلاحات خاص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گردد تا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همه قابل استفاده باشد.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در نکته ها و تقس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بند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ها، حداقل سه و حداکثر ده ماده درج شده است،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تقس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بند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منحصر در آنها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ست؛</w:t>
      </w:r>
      <w:r w:rsidRPr="00694CD1">
        <w:rPr>
          <w:rtl/>
          <w:lang w:bidi="fa-IR"/>
        </w:rPr>
        <w:t xml:space="preserve"> بلکه جهت تسه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کار و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ادداشت،</w:t>
      </w:r>
      <w:r w:rsidRPr="00694CD1">
        <w:rPr>
          <w:rtl/>
          <w:lang w:bidi="fa-IR"/>
        </w:rPr>
        <w:t xml:space="preserve"> به گونه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مختصر تنظ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شده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قطعاً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نوشتار خال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</w:t>
      </w:r>
      <w:r w:rsidRPr="00694CD1">
        <w:rPr>
          <w:rtl/>
          <w:lang w:bidi="fa-IR"/>
        </w:rPr>
        <w:t xml:space="preserve"> و نقص نخواهد بود؛ بنابرا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از خوانندگان محترم؛ به 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ژه</w:t>
      </w:r>
      <w:r w:rsidRPr="00694CD1">
        <w:rPr>
          <w:rtl/>
          <w:lang w:bidi="fa-IR"/>
        </w:rPr>
        <w:t xml:space="preserve"> علما و بخصوص همکاران گرام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ام؛ ائمه محترم جمعه تقاضامندم ما را از راهنما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خود محروم نفرما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پا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از مد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محترم انتشارات مسجد مقدّس جمکران حجّت الاسلام و المسلم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احمد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برادران واحد پژوهش انتشارات که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نه</w:t>
      </w:r>
      <w:r w:rsidRPr="00694CD1">
        <w:rPr>
          <w:rtl/>
          <w:lang w:bidi="fa-IR"/>
        </w:rPr>
        <w:t xml:space="preserve"> چاپ و نشر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اثر را فراهم نموده اند، قدردان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اسفند</w:t>
      </w:r>
      <w:r w:rsidRPr="00694CD1">
        <w:rPr>
          <w:rtl/>
          <w:lang w:bidi="fa-IR"/>
        </w:rPr>
        <w:t xml:space="preserve"> 1387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بسطام</w:t>
      </w:r>
      <w:r w:rsidRPr="00694CD1">
        <w:rPr>
          <w:rtl/>
          <w:lang w:bidi="fa-IR"/>
        </w:rPr>
        <w:t xml:space="preserve"> - عباس معصوم</w:t>
      </w:r>
      <w:r w:rsidRPr="00694CD1">
        <w:rPr>
          <w:rFonts w:hint="cs"/>
          <w:rtl/>
          <w:lang w:bidi="fa-IR"/>
        </w:rPr>
        <w:t>ی</w:t>
      </w:r>
    </w:p>
    <w:p w:rsidR="00694CD1" w:rsidRPr="00694CD1" w:rsidRDefault="00CD0D54" w:rsidP="00CD0D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502396683"/>
      <w:bookmarkStart w:id="5" w:name="_Toc502396775"/>
      <w:r w:rsidR="00694CD1" w:rsidRPr="00694CD1">
        <w:rPr>
          <w:rFonts w:hint="eastAsia"/>
          <w:rtl/>
          <w:lang w:bidi="fa-IR"/>
        </w:rPr>
        <w:lastRenderedPageBreak/>
        <w:t>پرسش</w:t>
      </w:r>
      <w:r w:rsidR="00694CD1" w:rsidRPr="00694CD1">
        <w:rPr>
          <w:rtl/>
          <w:lang w:bidi="fa-IR"/>
        </w:rPr>
        <w:t xml:space="preserve"> ها و پاسخ ها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اعتقاد</w:t>
      </w:r>
      <w:r w:rsidR="00694CD1" w:rsidRPr="00694CD1">
        <w:rPr>
          <w:rFonts w:hint="cs"/>
          <w:rtl/>
          <w:lang w:bidi="fa-IR"/>
        </w:rPr>
        <w:t>ی</w:t>
      </w:r>
      <w:bookmarkEnd w:id="4"/>
      <w:bookmarkEnd w:id="5"/>
    </w:p>
    <w:p w:rsidR="00CD0D54" w:rsidRDefault="00CD0D54" w:rsidP="00694CD1">
      <w:pPr>
        <w:pStyle w:val="libNormal"/>
        <w:rPr>
          <w:rFonts w:hint="cs"/>
          <w:rtl/>
          <w:lang w:bidi="fa-IR"/>
        </w:rPr>
      </w:pPr>
    </w:p>
    <w:p w:rsidR="00694CD1" w:rsidRPr="00694CD1" w:rsidRDefault="00694CD1" w:rsidP="00CD0D54">
      <w:pPr>
        <w:pStyle w:val="Heading2"/>
        <w:rPr>
          <w:rtl/>
          <w:lang w:bidi="fa-IR"/>
        </w:rPr>
      </w:pPr>
      <w:bookmarkStart w:id="6" w:name="_Toc502396684"/>
      <w:bookmarkStart w:id="7" w:name="_Toc502396776"/>
      <w:r w:rsidRPr="00694CD1">
        <w:rPr>
          <w:rFonts w:hint="eastAsia"/>
          <w:rtl/>
          <w:lang w:bidi="fa-IR"/>
        </w:rPr>
        <w:t>سؤال</w:t>
      </w:r>
      <w:r w:rsidR="00CD0D54" w:rsidRPr="00694CD1">
        <w:rPr>
          <w:rtl/>
          <w:lang w:bidi="fa-IR"/>
        </w:rPr>
        <w:t>1</w:t>
      </w:r>
      <w:r w:rsidR="00CD0D54">
        <w:rPr>
          <w:rFonts w:hint="cs"/>
          <w:rtl/>
          <w:lang w:bidi="fa-IR"/>
        </w:rPr>
        <w:t xml:space="preserve"> -</w:t>
      </w:r>
      <w:bookmarkEnd w:id="6"/>
      <w:bookmarkEnd w:id="7"/>
      <w:r w:rsidR="00CD0D54">
        <w:rPr>
          <w:rFonts w:hint="cs"/>
          <w:rtl/>
          <w:lang w:bidi="fa-IR"/>
        </w:rPr>
        <w:t xml:space="preserve"> 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</w:t>
      </w:r>
      <w:r w:rsidRPr="00694CD1">
        <w:rPr>
          <w:rtl/>
          <w:lang w:bidi="fa-IR"/>
        </w:rPr>
        <w:t xml:space="preserve"> و اد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موجود کدامند؟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در لغت به معن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و مسلک و آ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است؛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اصطلاح به معن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مجموعه قوان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 دستورات اله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 که توسط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جانب خداوند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مردم نازل شده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و</w:t>
      </w:r>
      <w:r w:rsidRPr="00694CD1">
        <w:rPr>
          <w:rtl/>
          <w:lang w:bidi="fa-IR"/>
        </w:rPr>
        <w:t xml:space="preserve"> اد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اله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موجود و رسم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جهان که دارا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کتاب هستند سه تا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اسلام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مس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3 -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هود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CD0D54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502396685"/>
      <w:bookmarkStart w:id="9" w:name="_Toc502396777"/>
      <w:r w:rsidR="00694CD1" w:rsidRPr="00694CD1">
        <w:rPr>
          <w:rFonts w:hint="eastAsia"/>
          <w:rtl/>
          <w:lang w:bidi="fa-IR"/>
        </w:rPr>
        <w:lastRenderedPageBreak/>
        <w:t>سؤال</w:t>
      </w:r>
      <w:r w:rsidR="000B3596" w:rsidRPr="00694CD1">
        <w:rPr>
          <w:rtl/>
          <w:lang w:bidi="fa-IR"/>
        </w:rPr>
        <w:t>2</w:t>
      </w:r>
      <w:r>
        <w:rPr>
          <w:rFonts w:hint="cs"/>
          <w:rtl/>
          <w:lang w:bidi="fa-IR"/>
        </w:rPr>
        <w:t xml:space="preserve"> -</w:t>
      </w:r>
      <w:bookmarkEnd w:id="8"/>
      <w:bookmarkEnd w:id="9"/>
      <w:r>
        <w:rPr>
          <w:rFonts w:hint="cs"/>
          <w:rtl/>
          <w:lang w:bidi="fa-IR"/>
        </w:rPr>
        <w:t xml:space="preserve"> 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اسلام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 xml:space="preserve">: اسلام در لغت،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تسل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بودن و در قرآن کر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سوره آل عمران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19 که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</w:t>
      </w:r>
    </w:p>
    <w:p w:rsidR="00694CD1" w:rsidRPr="00694CD1" w:rsidRDefault="00CD0D54" w:rsidP="00CD0D54">
      <w:pPr>
        <w:pStyle w:val="libNormal"/>
        <w:rPr>
          <w:rtl/>
          <w:lang w:bidi="fa-IR"/>
        </w:rPr>
      </w:pPr>
      <w:r w:rsidRPr="00CD0D54">
        <w:rPr>
          <w:rStyle w:val="libAlaemChar"/>
          <w:rFonts w:hint="cs"/>
          <w:rtl/>
        </w:rPr>
        <w:t xml:space="preserve"> (</w:t>
      </w:r>
      <w:r w:rsidR="00694CD1" w:rsidRPr="00CD0D54">
        <w:rPr>
          <w:rStyle w:val="libAieChar"/>
          <w:rFonts w:hint="eastAsia"/>
          <w:rtl/>
        </w:rPr>
        <w:t>إِنَّ</w:t>
      </w:r>
      <w:r w:rsidR="00694CD1" w:rsidRPr="00CD0D54">
        <w:rPr>
          <w:rStyle w:val="libAieChar"/>
          <w:rtl/>
        </w:rPr>
        <w:t xml:space="preserve"> الدِّ</w:t>
      </w:r>
      <w:r w:rsidR="00694CD1" w:rsidRPr="00CD0D54">
        <w:rPr>
          <w:rStyle w:val="libAieChar"/>
          <w:rFonts w:hint="cs"/>
          <w:rtl/>
        </w:rPr>
        <w:t>ی</w:t>
      </w:r>
      <w:r w:rsidR="00694CD1" w:rsidRPr="00CD0D54">
        <w:rPr>
          <w:rStyle w:val="libAieChar"/>
          <w:rFonts w:hint="eastAsia"/>
          <w:rtl/>
        </w:rPr>
        <w:t>نَ</w:t>
      </w:r>
      <w:r w:rsidR="00694CD1" w:rsidRPr="00CD0D54">
        <w:rPr>
          <w:rStyle w:val="libAieChar"/>
          <w:rtl/>
        </w:rPr>
        <w:t xml:space="preserve"> عِندَ اللَّهِ الْإِسْلامُ</w:t>
      </w:r>
      <w:r w:rsidRPr="00CD0D54">
        <w:rPr>
          <w:rStyle w:val="libAlaemChar"/>
          <w:rFonts w:hint="cs"/>
          <w:rtl/>
        </w:rPr>
        <w:t>)</w:t>
      </w:r>
      <w:r w:rsidR="00694CD1" w:rsidRPr="00694CD1">
        <w:rPr>
          <w:rtl/>
          <w:lang w:bidi="fa-IR"/>
        </w:rPr>
        <w:t>؛</w:t>
      </w:r>
      <w:r w:rsidR="00694CD1" w:rsidRPr="00CD0D54">
        <w:rPr>
          <w:rStyle w:val="libFootnotenumChar"/>
          <w:rtl/>
        </w:rPr>
        <w:t>(1)</w:t>
      </w:r>
      <w:r w:rsidR="00694CD1" w:rsidRPr="00694CD1">
        <w:rPr>
          <w:rtl/>
          <w:lang w:bidi="fa-IR"/>
        </w:rPr>
        <w:t xml:space="preserve"> »د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ن</w:t>
      </w:r>
      <w:r w:rsidR="00694CD1" w:rsidRPr="00694CD1">
        <w:rPr>
          <w:rtl/>
          <w:lang w:bidi="fa-IR"/>
        </w:rPr>
        <w:t xml:space="preserve"> در نزد خدا، اسلام )و تسل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م</w:t>
      </w:r>
      <w:r w:rsidR="00694CD1" w:rsidRPr="00694CD1">
        <w:rPr>
          <w:rtl/>
          <w:lang w:bidi="fa-IR"/>
        </w:rPr>
        <w:t xml:space="preserve"> بودن در برابر حق( است.«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روح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همان تسل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در برابر حقّ است.</w:t>
      </w:r>
      <w:r w:rsidRPr="00CD0D54">
        <w:rPr>
          <w:rStyle w:val="libFootnotenumChar"/>
          <w:rtl/>
        </w:rPr>
        <w:t>(2)</w:t>
      </w:r>
    </w:p>
    <w:p w:rsidR="00694CD1" w:rsidRPr="00694CD1" w:rsidRDefault="00694CD1" w:rsidP="00CD0D54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اصطلاح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موجود،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حضرت محمّد</w:t>
      </w:r>
      <w:r w:rsidR="00CD0D54">
        <w:rPr>
          <w:rFonts w:hint="cs"/>
          <w:rtl/>
          <w:lang w:bidi="fa-IR"/>
        </w:rPr>
        <w:t xml:space="preserve"> </w:t>
      </w:r>
      <w:r w:rsidR="00CD0D54" w:rsidRPr="00CD0D54">
        <w:rPr>
          <w:rStyle w:val="libAlaemChar"/>
          <w:rFonts w:eastAsiaTheme="minorHAnsi"/>
          <w:rtl/>
        </w:rPr>
        <w:t>صلى‌الله‌عليه‌وآله‌وسلم</w:t>
      </w:r>
      <w:r w:rsidR="00CD0D54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که خاتم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امبران</w:t>
      </w:r>
      <w:r w:rsidRPr="00694CD1">
        <w:rPr>
          <w:rtl/>
          <w:lang w:bidi="fa-IR"/>
        </w:rPr>
        <w:t xml:space="preserve"> است را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اسلام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</w:t>
      </w:r>
      <w:r w:rsidRPr="00694CD1">
        <w:rPr>
          <w:rtl/>
          <w:lang w:bidi="fa-IR"/>
        </w:rPr>
        <w:t xml:space="preserve"> و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روان</w:t>
      </w:r>
      <w:r w:rsidRPr="00694CD1">
        <w:rPr>
          <w:rtl/>
          <w:lang w:bidi="fa-IR"/>
        </w:rPr>
        <w:t xml:space="preserve"> آن حضرت را مسلمان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خوانند.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CD0D54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502396686"/>
      <w:bookmarkStart w:id="11" w:name="_Toc502396778"/>
      <w:r w:rsidR="00694CD1" w:rsidRPr="00694CD1">
        <w:rPr>
          <w:rFonts w:hint="eastAsia"/>
          <w:rtl/>
          <w:lang w:bidi="fa-IR"/>
        </w:rPr>
        <w:lastRenderedPageBreak/>
        <w:t>سؤال</w:t>
      </w:r>
      <w:r w:rsidR="000B3596" w:rsidRPr="00694CD1">
        <w:rPr>
          <w:rtl/>
          <w:lang w:bidi="fa-IR"/>
        </w:rPr>
        <w:t>3</w:t>
      </w:r>
      <w:r>
        <w:rPr>
          <w:rFonts w:hint="cs"/>
          <w:rtl/>
          <w:lang w:bidi="fa-IR"/>
        </w:rPr>
        <w:t xml:space="preserve"> -</w:t>
      </w:r>
      <w:bookmarkEnd w:id="10"/>
      <w:bookmarkEnd w:id="11"/>
      <w:r w:rsidR="00694CD1" w:rsidRPr="00694CD1">
        <w:rPr>
          <w:rtl/>
          <w:lang w:bidi="fa-IR"/>
        </w:rPr>
        <w:t xml:space="preserve"> 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هر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اصول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دارد، اصول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اسلام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اصول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ما پنج تا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اوّل</w:t>
      </w:r>
      <w:r w:rsidRPr="00694CD1">
        <w:rPr>
          <w:rtl/>
          <w:lang w:bidi="fa-IR"/>
        </w:rPr>
        <w:t>: توح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د؛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اعتقاد به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گانگ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خداوند و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گانه</w:t>
      </w:r>
      <w:r w:rsidRPr="00694CD1">
        <w:rPr>
          <w:rtl/>
          <w:lang w:bidi="fa-IR"/>
        </w:rPr>
        <w:t xml:space="preserve"> پرست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در نت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جه</w:t>
      </w:r>
      <w:r w:rsidRPr="00694CD1">
        <w:rPr>
          <w:rtl/>
          <w:lang w:bidi="fa-IR"/>
        </w:rPr>
        <w:t xml:space="preserve"> همه اد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اله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گانه</w:t>
      </w:r>
      <w:r w:rsidRPr="00694CD1">
        <w:rPr>
          <w:rtl/>
          <w:lang w:bidi="fa-IR"/>
        </w:rPr>
        <w:t xml:space="preserve"> پرست باشند.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دوم</w:t>
      </w:r>
      <w:r w:rsidRPr="00694CD1">
        <w:rPr>
          <w:rtl/>
          <w:lang w:bidi="fa-IR"/>
        </w:rPr>
        <w:t>: عدل اله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؛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خداوند که خالق همه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است، همه کارها و دستوراتش بر اساس عدالت تنظ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شده و به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ظلم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CD0D54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سوم</w:t>
      </w:r>
      <w:r w:rsidRPr="00694CD1">
        <w:rPr>
          <w:rtl/>
          <w:lang w:bidi="fa-IR"/>
        </w:rPr>
        <w:t xml:space="preserve">: نبوّت؛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اعتقاد به رسالت حضرت محمّد بن عبداللَّه </w:t>
      </w:r>
      <w:r w:rsidR="00CD0D54" w:rsidRPr="00CD0D54">
        <w:rPr>
          <w:rStyle w:val="libAlaemChar"/>
          <w:rFonts w:eastAsiaTheme="minorHAnsi"/>
          <w:rtl/>
        </w:rPr>
        <w:t>صلى‌الله‌عليه‌وآله‌وسلم</w:t>
      </w:r>
      <w:r w:rsidRPr="00694CD1">
        <w:rPr>
          <w:rtl/>
          <w:lang w:bidi="fa-IR"/>
        </w:rPr>
        <w:t xml:space="preserve"> و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امبران</w:t>
      </w:r>
      <w:r w:rsidRPr="00694CD1">
        <w:rPr>
          <w:rtl/>
          <w:lang w:bidi="fa-IR"/>
        </w:rPr>
        <w:t xml:space="preserve">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CD0D54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چهارم</w:t>
      </w:r>
      <w:r w:rsidRPr="00694CD1">
        <w:rPr>
          <w:rtl/>
          <w:lang w:bidi="fa-IR"/>
        </w:rPr>
        <w:t xml:space="preserve">: امامت؛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اعتقاد به دوازده امام </w:t>
      </w:r>
      <w:r w:rsidR="00CD0D54" w:rsidRPr="00CD0D54">
        <w:rPr>
          <w:rStyle w:val="libAlaemChar"/>
          <w:rFonts w:eastAsiaTheme="minorHAnsi"/>
          <w:rtl/>
        </w:rPr>
        <w:t>عليهم‌السلام</w:t>
      </w:r>
      <w:r w:rsidR="00CD0D54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به عنوان جانش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نان</w:t>
      </w:r>
      <w:r w:rsidRPr="00694CD1">
        <w:rPr>
          <w:rtl/>
          <w:lang w:bidi="fa-IR"/>
        </w:rPr>
        <w:t xml:space="preserve"> حضرت رسول </w:t>
      </w:r>
      <w:r w:rsidR="00CD0D54" w:rsidRPr="00CD0D54">
        <w:rPr>
          <w:rStyle w:val="libAlaemChar"/>
          <w:rFonts w:eastAsiaTheme="minorHAnsi"/>
          <w:rtl/>
        </w:rPr>
        <w:t>صلى‌الله‌عليه‌وآله‌وسلم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پنجم</w:t>
      </w:r>
      <w:r w:rsidRPr="00694CD1">
        <w:rPr>
          <w:rtl/>
          <w:lang w:bidi="fa-IR"/>
        </w:rPr>
        <w:t xml:space="preserve">: معاد؛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اعتقاد به جهان پس از مرگ.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CD0D54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502396687"/>
      <w:bookmarkStart w:id="13" w:name="_Toc502396779"/>
      <w:r w:rsidR="00694CD1" w:rsidRPr="00694CD1">
        <w:rPr>
          <w:rFonts w:hint="eastAsia"/>
          <w:rtl/>
          <w:lang w:bidi="fa-IR"/>
        </w:rPr>
        <w:lastRenderedPageBreak/>
        <w:t>سؤال</w:t>
      </w:r>
      <w:r w:rsidR="000B3596" w:rsidRPr="00694CD1">
        <w:rPr>
          <w:rtl/>
          <w:lang w:bidi="fa-IR"/>
        </w:rPr>
        <w:t>4</w:t>
      </w:r>
      <w:r w:rsidR="00694CD1" w:rsidRPr="00694CD1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-</w:t>
      </w:r>
      <w:bookmarkEnd w:id="12"/>
      <w:bookmarkEnd w:id="13"/>
      <w:r>
        <w:rPr>
          <w:rFonts w:hint="cs"/>
          <w:rtl/>
          <w:lang w:bidi="fa-IR"/>
        </w:rPr>
        <w:t xml:space="preserve"> 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</w:t>
      </w:r>
      <w:r w:rsidRPr="00694CD1">
        <w:rPr>
          <w:rtl/>
          <w:lang w:bidi="fa-IR"/>
        </w:rPr>
        <w:t xml:space="preserve"> و سنّ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چه زمان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وجود آمد؟</w:t>
      </w:r>
    </w:p>
    <w:p w:rsidR="00694CD1" w:rsidRPr="00694CD1" w:rsidRDefault="00694CD1" w:rsidP="000B3596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مرحوم علّامه طباطبا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رحمه‌الله </w:t>
      </w:r>
      <w:r w:rsidRPr="00694CD1">
        <w:rPr>
          <w:rtl/>
          <w:lang w:bidi="fa-IR"/>
        </w:rPr>
        <w:t>در کتاب 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</w:t>
      </w:r>
      <w:r w:rsidRPr="00694CD1">
        <w:rPr>
          <w:rtl/>
          <w:lang w:bidi="fa-IR"/>
        </w:rPr>
        <w:t xml:space="preserve"> در اسلام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 چون مسأله جانش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خلافت بعد از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Pr="00694CD1">
        <w:rPr>
          <w:rtl/>
          <w:lang w:bidi="fa-IR"/>
        </w:rPr>
        <w:t xml:space="preserve"> بارها توسط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اسلام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مطرح شده بود و حضرت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را معرف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فرمودند، در زمان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 xml:space="preserve"> حضرت، مردم به طرفداران حضرت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Fonts w:hint="eastAsia"/>
          <w:rtl/>
        </w:rPr>
        <w:t xml:space="preserve">عليه‌السلام </w:t>
      </w:r>
      <w:r w:rsidRPr="00694CD1">
        <w:rPr>
          <w:rtl/>
          <w:lang w:bidi="fa-IR"/>
        </w:rPr>
        <w:t>مثل مقداد و سلمان و ابوذر 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</w:t>
      </w:r>
      <w:r w:rsidRPr="00694CD1">
        <w:rPr>
          <w:rtl/>
          <w:lang w:bidi="fa-IR"/>
        </w:rPr>
        <w:t xml:space="preserve">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گفتند؛ لذا بر هم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اساس پس از رحلت حضرت رسول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به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روان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شان</w:t>
      </w:r>
      <w:r w:rsidRPr="00694CD1">
        <w:rPr>
          <w:rtl/>
          <w:lang w:bidi="fa-IR"/>
        </w:rPr>
        <w:t xml:space="preserve"> و فرزندان آن حضرت که امامان معصوم ما هستند، 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</w:t>
      </w:r>
      <w:r w:rsidRPr="00694CD1">
        <w:rPr>
          <w:rtl/>
          <w:lang w:bidi="fa-IR"/>
        </w:rPr>
        <w:t xml:space="preserve"> گفتند،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آنها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که نخواستند به سفارش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 xml:space="preserve">عمل کنند و </w:t>
      </w:r>
      <w:r w:rsidRPr="00694CD1">
        <w:rPr>
          <w:rFonts w:hint="eastAsia"/>
          <w:rtl/>
          <w:lang w:bidi="fa-IR"/>
        </w:rPr>
        <w:t>پذ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و رهبر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حضرت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نبودند،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توج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کار خود گفتند: ما فقط به سنّت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وه</w:t>
      </w:r>
      <w:r w:rsidRPr="00694CD1">
        <w:rPr>
          <w:rtl/>
          <w:lang w:bidi="fa-IR"/>
        </w:rPr>
        <w:t xml:space="preserve"> رفتار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او( عمل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م؛</w:t>
      </w:r>
      <w:r w:rsidRPr="00694CD1">
        <w:rPr>
          <w:rtl/>
          <w:lang w:bidi="fa-IR"/>
        </w:rPr>
        <w:t xml:space="preserve"> لذا آنها را سنّ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نام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502396688"/>
      <w:bookmarkStart w:id="15" w:name="_Toc502396780"/>
      <w:r w:rsidR="00694CD1" w:rsidRPr="00694CD1">
        <w:rPr>
          <w:rFonts w:hint="eastAsia"/>
          <w:rtl/>
          <w:lang w:bidi="fa-IR"/>
        </w:rPr>
        <w:lastRenderedPageBreak/>
        <w:t>سؤال</w:t>
      </w:r>
      <w:r w:rsidRPr="00694CD1">
        <w:rPr>
          <w:rtl/>
          <w:lang w:bidi="fa-IR"/>
        </w:rPr>
        <w:t>5</w:t>
      </w:r>
      <w:r>
        <w:rPr>
          <w:rFonts w:hint="cs"/>
          <w:rtl/>
          <w:lang w:bidi="fa-IR"/>
        </w:rPr>
        <w:t xml:space="preserve"> -</w:t>
      </w:r>
      <w:bookmarkEnd w:id="14"/>
      <w:bookmarkEnd w:id="15"/>
      <w:r w:rsidR="00694CD1" w:rsidRPr="00694CD1">
        <w:rPr>
          <w:rtl/>
          <w:lang w:bidi="fa-IR"/>
        </w:rPr>
        <w:t xml:space="preserve"> 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علوم</w:t>
      </w:r>
      <w:r w:rsidRPr="00694CD1">
        <w:rPr>
          <w:rtl/>
          <w:lang w:bidi="fa-IR"/>
        </w:rPr>
        <w:t xml:space="preserve">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چند قسم تقس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البته علوم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دگاه</w:t>
      </w:r>
      <w:r w:rsidRPr="00694CD1">
        <w:rPr>
          <w:rtl/>
          <w:lang w:bidi="fa-IR"/>
        </w:rPr>
        <w:t xml:space="preserve">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مختلف تقس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مات</w:t>
      </w:r>
      <w:r w:rsidRPr="00694CD1">
        <w:rPr>
          <w:rtl/>
          <w:lang w:bidi="fa-IR"/>
        </w:rPr>
        <w:t xml:space="preserve"> 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دارد؛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حدّاقل آن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شه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مطهر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رحمه‌الله </w:t>
      </w:r>
      <w:r w:rsidRPr="00694CD1">
        <w:rPr>
          <w:rtl/>
          <w:lang w:bidi="fa-IR"/>
        </w:rPr>
        <w:t>انتخاب نموده اند، سه قسم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1- علم کلام؛ که کل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مسائل فکر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عقل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اعتقاد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بررس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2- علم فقه؛ کل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مسائل عمل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اسلام،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دها</w:t>
      </w:r>
      <w:r w:rsidRPr="00694CD1">
        <w:rPr>
          <w:rtl/>
          <w:lang w:bidi="fa-IR"/>
        </w:rPr>
        <w:t xml:space="preserve"> و نبا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رفتار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در بر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3- علم اخلاق؛ چگونه 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به کمال انسان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را نشان و تعل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502396689"/>
      <w:bookmarkStart w:id="17" w:name="_Toc502396781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6</w:t>
      </w:r>
      <w:bookmarkEnd w:id="16"/>
      <w:bookmarkEnd w:id="17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فرق</w:t>
      </w:r>
      <w:r w:rsidRPr="00694CD1">
        <w:rPr>
          <w:rtl/>
          <w:lang w:bidi="fa-IR"/>
        </w:rPr>
        <w:t xml:space="preserve"> اصول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 فروع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و</w:t>
      </w:r>
      <w:r w:rsidRPr="00694CD1">
        <w:rPr>
          <w:rtl/>
          <w:lang w:bidi="fa-IR"/>
        </w:rPr>
        <w:t xml:space="preserve"> فروع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را نام ببر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اصول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جزء علم کلام و اعتقاد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 و به فکر و عقل انسان بستگ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انسان با عقل و اخت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</w:t>
      </w:r>
      <w:r w:rsidRPr="00694CD1">
        <w:rPr>
          <w:rtl/>
          <w:lang w:bidi="fa-IR"/>
        </w:rPr>
        <w:t xml:space="preserve"> خودش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استدلال و انتخاب و نت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جه</w:t>
      </w:r>
      <w:r w:rsidRPr="00694CD1">
        <w:rPr>
          <w:rtl/>
          <w:lang w:bidi="fa-IR"/>
        </w:rPr>
        <w:t xml:space="preserve"> 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 و لذا 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ست؛</w:t>
      </w:r>
      <w:r w:rsidRPr="00694CD1">
        <w:rPr>
          <w:rtl/>
          <w:lang w:bidi="fa-IR"/>
        </w:rPr>
        <w:t xml:space="preserve">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فروع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جزء علم فقه و احکام است که جنبه عمل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 و آنها عبارتند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1- نماز 2- روزه 3- خمس 4- زکات 5- حج 6- جهاد 7- امر به معروف 8- نه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منکر 9- تولّ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10- تبرّ</w:t>
      </w:r>
      <w:r w:rsidRPr="00694CD1">
        <w:rPr>
          <w:rFonts w:hint="cs"/>
          <w:rtl/>
          <w:lang w:bidi="fa-IR"/>
        </w:rPr>
        <w:t>ی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502396690"/>
      <w:bookmarkStart w:id="19" w:name="_Toc502396782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7</w:t>
      </w:r>
      <w:bookmarkEnd w:id="18"/>
      <w:bookmarkEnd w:id="19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دستورات</w:t>
      </w:r>
      <w:r w:rsidRPr="00694CD1">
        <w:rPr>
          <w:rtl/>
          <w:lang w:bidi="fa-IR"/>
        </w:rPr>
        <w:t xml:space="preserve"> اله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وظا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شرع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چه راه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دست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و به عبارت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گر</w:t>
      </w:r>
      <w:r w:rsidRPr="00694CD1">
        <w:rPr>
          <w:rtl/>
          <w:lang w:bidi="fa-IR"/>
        </w:rPr>
        <w:t xml:space="preserve"> منابع فقه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کدام است؟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منابع فقه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عبارتند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1- قرآن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B3596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2- سنّت )گفتار و رفتار معصوم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Fonts w:eastAsiaTheme="minorHAnsi"/>
          <w:rtl/>
        </w:rPr>
        <w:t>عليهم‌السلام</w:t>
      </w:r>
    </w:p>
    <w:p w:rsidR="000B3596" w:rsidRDefault="000B3596" w:rsidP="000B3596">
      <w:pPr>
        <w:pStyle w:val="libNormal"/>
        <w:rPr>
          <w:rFonts w:hint="cs"/>
          <w:rtl/>
          <w:lang w:bidi="fa-IR"/>
        </w:rPr>
      </w:pPr>
    </w:p>
    <w:p w:rsidR="00694CD1" w:rsidRPr="00694CD1" w:rsidRDefault="000B3596" w:rsidP="000B3596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</w:t>
      </w:r>
      <w:r>
        <w:rPr>
          <w:rFonts w:hint="cs"/>
          <w:rtl/>
          <w:lang w:bidi="fa-IR"/>
        </w:rPr>
        <w:t xml:space="preserve"> </w:t>
      </w:r>
      <w:r w:rsidR="00694CD1" w:rsidRPr="00694CD1">
        <w:rPr>
          <w:rtl/>
          <w:lang w:bidi="fa-IR"/>
        </w:rPr>
        <w:t>- عقل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B3596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4- اجماع فقه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)اتفاق نظر همه فقها در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مسأله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پس</w:t>
      </w:r>
      <w:r w:rsidRPr="00694CD1">
        <w:rPr>
          <w:rtl/>
          <w:lang w:bidi="fa-IR"/>
        </w:rPr>
        <w:t xml:space="preserve"> تمام دستورات خداوند و وظا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شرع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انسان ها از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چهار طر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ق</w:t>
      </w:r>
      <w:r w:rsidRPr="00694CD1">
        <w:rPr>
          <w:rtl/>
          <w:lang w:bidi="fa-IR"/>
        </w:rPr>
        <w:t xml:space="preserve"> به دست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502396691"/>
      <w:bookmarkStart w:id="21" w:name="_Toc502396783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8</w:t>
      </w:r>
      <w:bookmarkEnd w:id="20"/>
      <w:bookmarkEnd w:id="2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مسلمان از چه راه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وظا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شرع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خود را به دست آورد؟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در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خصوص سه راه وجود دارد: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اوّل</w:t>
      </w:r>
      <w:r w:rsidRPr="00694CD1">
        <w:rPr>
          <w:rtl/>
          <w:lang w:bidi="fa-IR"/>
        </w:rPr>
        <w:t>: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خودش برود و تحص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کند؛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حدّ اجتهاد برسد و مسائل اله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از منابع فقه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استخراج کند و به آن عمل نما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دوم</w:t>
      </w:r>
      <w:r w:rsidRPr="00694CD1">
        <w:rPr>
          <w:rtl/>
          <w:lang w:bidi="fa-IR"/>
        </w:rPr>
        <w:t>: اگر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همه مسائل فقه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آشنا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و تخصص دارد، راه سخت تر را انتخاب کند؛ مثلاً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تشخ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ص</w:t>
      </w:r>
      <w:r w:rsidRPr="00694CD1">
        <w:rPr>
          <w:rtl/>
          <w:lang w:bidi="fa-IR"/>
        </w:rPr>
        <w:t xml:space="preserve"> قبله اگر دل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گران</w:t>
      </w:r>
      <w:r w:rsidRPr="00694CD1">
        <w:rPr>
          <w:rtl/>
          <w:lang w:bidi="fa-IR"/>
        </w:rPr>
        <w:t xml:space="preserve"> او را قانع نکرد،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به چهار طرف نماز بخواند تا مطمئن شود به وظ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فه</w:t>
      </w:r>
      <w:r w:rsidRPr="00694CD1">
        <w:rPr>
          <w:rtl/>
          <w:lang w:bidi="fa-IR"/>
        </w:rPr>
        <w:t xml:space="preserve"> خود عمل کرده که چن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شخص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محتاط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ند؛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که، به احت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اط</w:t>
      </w:r>
      <w:r w:rsidRPr="00694CD1">
        <w:rPr>
          <w:rtl/>
          <w:lang w:bidi="fa-IR"/>
        </w:rPr>
        <w:t xml:space="preserve"> ع</w:t>
      </w:r>
      <w:r w:rsidRPr="00694CD1">
        <w:rPr>
          <w:rFonts w:hint="eastAsia"/>
          <w:rtl/>
          <w:lang w:bidi="fa-IR"/>
        </w:rPr>
        <w:t>مل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سوم</w:t>
      </w:r>
      <w:r w:rsidRPr="00694CD1">
        <w:rPr>
          <w:rtl/>
          <w:lang w:bidi="fa-IR"/>
        </w:rPr>
        <w:t xml:space="preserve">: از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مجتهد واجد شرا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ط،</w:t>
      </w:r>
      <w:r w:rsidRPr="00694CD1">
        <w:rPr>
          <w:rtl/>
          <w:lang w:bidi="fa-IR"/>
        </w:rPr>
        <w:t xml:space="preserve"> 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کند: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نظر</w:t>
      </w:r>
      <w:r w:rsidRPr="00694CD1">
        <w:rPr>
          <w:rtl/>
          <w:lang w:bidi="fa-IR"/>
        </w:rPr>
        <w:t xml:space="preserve"> به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دو راه اوّل مشکل است و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همه مردم ممکن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ست؛</w:t>
      </w:r>
      <w:r w:rsidRPr="00694CD1">
        <w:rPr>
          <w:rtl/>
          <w:lang w:bidi="fa-IR"/>
        </w:rPr>
        <w:t xml:space="preserve"> لذا اکثر مسلمانان مقلّد هستند؛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مجتهد اعلم 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کنند.</w:t>
      </w: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2" w:name="_Toc502396692"/>
      <w:bookmarkStart w:id="23" w:name="_Toc502396784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9</w:t>
      </w:r>
      <w:bookmarkEnd w:id="22"/>
      <w:bookmarkEnd w:id="2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به</w:t>
      </w:r>
      <w:r w:rsidRPr="00694CD1">
        <w:rPr>
          <w:rtl/>
          <w:lang w:bidi="fa-IR"/>
        </w:rPr>
        <w:t xml:space="preserve"> چه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مجتهد اعلم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مرجع 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ند؟</w:t>
      </w:r>
      <w:r w:rsidRPr="00694CD1">
        <w:rPr>
          <w:rtl/>
          <w:lang w:bidi="fa-IR"/>
        </w:rPr>
        <w:t xml:space="preserve"> و از چه راه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او را بشناس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 xml:space="preserve">: مجتهد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فق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ه؛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متخصص در علم فقه باشد و راه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شناخت مجتهد جامع الشرا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ط</w:t>
      </w:r>
      <w:r w:rsidRPr="00694CD1">
        <w:rPr>
          <w:rtl/>
          <w:lang w:bidi="fa-IR"/>
        </w:rPr>
        <w:t xml:space="preserve"> عبارت است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اوّل</w:t>
      </w:r>
      <w:r w:rsidRPr="00694CD1">
        <w:rPr>
          <w:rtl/>
          <w:lang w:bidi="fa-IR"/>
        </w:rPr>
        <w:t>: اطم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نان؛</w:t>
      </w:r>
      <w:r w:rsidRPr="00694CD1">
        <w:rPr>
          <w:rtl/>
          <w:lang w:bidi="fa-IR"/>
        </w:rPr>
        <w:t xml:space="preserve"> چه خود انسان مجتهد باشد و تشخ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ص</w:t>
      </w:r>
      <w:r w:rsidRPr="00694CD1">
        <w:rPr>
          <w:rtl/>
          <w:lang w:bidi="fa-IR"/>
        </w:rPr>
        <w:t xml:space="preserve"> دهد و چه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از راه شهرت فراگ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علماء و مردم باشد.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دوم</w:t>
      </w:r>
      <w:r w:rsidRPr="00694CD1">
        <w:rPr>
          <w:rtl/>
          <w:lang w:bidi="fa-IR"/>
        </w:rPr>
        <w:t>: دو نفر مجتهد عادل، شهادت و گواه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دهند که فلان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مجتهد است؛ در صورت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گران</w:t>
      </w:r>
      <w:r w:rsidRPr="00694CD1">
        <w:rPr>
          <w:rtl/>
          <w:lang w:bidi="fa-IR"/>
        </w:rPr>
        <w:t xml:space="preserve"> خلاف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را شهادت ندهند.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4" w:name="_Toc502396693"/>
      <w:bookmarkStart w:id="25" w:name="_Toc502396785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10</w:t>
      </w:r>
      <w:bookmarkEnd w:id="24"/>
      <w:bookmarkEnd w:id="2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کردن چگونه محقق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شود؟ و راه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دست آوردن فتوا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مجتهد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تحقق 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به انتخاب مجتهد اعلم و مرجع تقل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است با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که وظا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و تکال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خود را مطابق با دستور و فتوا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او انجام دهد.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و</w:t>
      </w:r>
      <w:r w:rsidRPr="00694CD1">
        <w:rPr>
          <w:rtl/>
          <w:lang w:bidi="fa-IR"/>
        </w:rPr>
        <w:t xml:space="preserve"> راه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دست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فتوا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مجتهد عبارت است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شن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از خود مجتهد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شن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از فرد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افراد عادل و مطمئن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در رساله عمل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 مجتهد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502396694"/>
      <w:bookmarkStart w:id="27" w:name="_Toc502396786"/>
      <w:r w:rsidR="00694CD1" w:rsidRPr="00694CD1">
        <w:rPr>
          <w:rFonts w:hint="eastAsia"/>
          <w:rtl/>
          <w:lang w:bidi="fa-IR"/>
        </w:rPr>
        <w:lastRenderedPageBreak/>
        <w:t>پرسش</w:t>
      </w:r>
      <w:r w:rsidR="00694CD1" w:rsidRPr="00694CD1">
        <w:rPr>
          <w:rtl/>
          <w:lang w:bidi="fa-IR"/>
        </w:rPr>
        <w:t xml:space="preserve"> ها و پاسخ ها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احکام</w:t>
      </w:r>
      <w:bookmarkEnd w:id="26"/>
      <w:bookmarkEnd w:id="27"/>
    </w:p>
    <w:p w:rsidR="00694CD1" w:rsidRPr="00694CD1" w:rsidRDefault="00694CD1" w:rsidP="000B3596">
      <w:pPr>
        <w:pStyle w:val="Heading2"/>
        <w:rPr>
          <w:rtl/>
          <w:lang w:bidi="fa-IR"/>
        </w:rPr>
      </w:pPr>
      <w:bookmarkStart w:id="28" w:name="_Toc502396695"/>
      <w:bookmarkStart w:id="29" w:name="_Toc502396787"/>
      <w:r w:rsidRPr="00694CD1">
        <w:rPr>
          <w:rFonts w:hint="eastAsia"/>
          <w:rtl/>
          <w:lang w:bidi="fa-IR"/>
        </w:rPr>
        <w:t>سؤال</w:t>
      </w:r>
      <w:r w:rsidR="000B3596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1</w:t>
      </w:r>
      <w:bookmarkEnd w:id="28"/>
      <w:bookmarkEnd w:id="29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نوجوانان</w:t>
      </w:r>
      <w:r w:rsidRPr="00694CD1">
        <w:rPr>
          <w:rtl/>
          <w:lang w:bidi="fa-IR"/>
        </w:rPr>
        <w:t xml:space="preserve"> از چه زمان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احکام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عمل کنند؟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از وقت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به حدّ تکل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برسند.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علا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و نشانه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تکل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عبارت است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B3596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رو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مو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درشت 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شکم و بالا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عورت </w:t>
      </w:r>
      <w:r w:rsidR="000B3596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شرمگاه</w:t>
      </w:r>
      <w:r w:rsidR="000B3596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B3596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2 - احتلام </w:t>
      </w:r>
      <w:r w:rsidR="000B3596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رون</w:t>
      </w:r>
      <w:r w:rsidRPr="00694CD1">
        <w:rPr>
          <w:rtl/>
          <w:lang w:bidi="fa-IR"/>
        </w:rPr>
        <w:t xml:space="preserve"> آمدن من</w:t>
      </w:r>
      <w:r w:rsidRPr="00694CD1">
        <w:rPr>
          <w:rFonts w:hint="cs"/>
          <w:rtl/>
          <w:lang w:bidi="fa-IR"/>
        </w:rPr>
        <w:t>ی</w:t>
      </w:r>
      <w:r w:rsidR="000B3596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تمام شدن 15 سال قمر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پسر و تمام شدن 9 سال قمر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دختر.</w:t>
      </w:r>
      <w:r w:rsidRPr="000B3596">
        <w:rPr>
          <w:rStyle w:val="libFootnotenumChar"/>
          <w:rtl/>
        </w:rPr>
        <w:t>(3)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B3596" w:rsidP="000B35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0" w:name="_Toc502396696"/>
      <w:bookmarkStart w:id="31" w:name="_Toc502396788"/>
      <w:r w:rsidR="00694CD1" w:rsidRPr="00694CD1">
        <w:rPr>
          <w:rFonts w:hint="eastAsia"/>
          <w:rtl/>
          <w:lang w:bidi="fa-IR"/>
        </w:rPr>
        <w:lastRenderedPageBreak/>
        <w:t>سؤال</w:t>
      </w:r>
      <w:r w:rsidR="00694CD1" w:rsidRPr="00694CD1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="00694CD1" w:rsidRPr="00694CD1">
        <w:rPr>
          <w:rtl/>
          <w:lang w:bidi="fa-IR"/>
        </w:rPr>
        <w:t>2</w:t>
      </w:r>
      <w:bookmarkEnd w:id="30"/>
      <w:bookmarkEnd w:id="3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نجاسات</w:t>
      </w:r>
      <w:r w:rsidRPr="00694CD1">
        <w:rPr>
          <w:rtl/>
          <w:lang w:bidi="fa-IR"/>
        </w:rPr>
        <w:t xml:space="preserve"> را نام ببر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نجاسات به طور مشهور 10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1 - بول 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ادرار انسان و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</w:t>
      </w:r>
      <w:r w:rsidRPr="00694CD1">
        <w:rPr>
          <w:rtl/>
          <w:lang w:bidi="fa-IR"/>
        </w:rPr>
        <w:t xml:space="preserve"> حرام گوشت</w:t>
      </w:r>
      <w:r w:rsidR="00FA50FD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غا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ط</w:t>
      </w:r>
      <w:r w:rsidRPr="00694CD1">
        <w:rPr>
          <w:rtl/>
          <w:lang w:bidi="fa-IR"/>
        </w:rPr>
        <w:t xml:space="preserve"> 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مدفوع انسان و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</w:t>
      </w:r>
      <w:r w:rsidRPr="00694CD1">
        <w:rPr>
          <w:rtl/>
          <w:lang w:bidi="fa-IR"/>
        </w:rPr>
        <w:t xml:space="preserve"> حرام گوشت</w:t>
      </w:r>
      <w:r w:rsidR="00FA50FD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من</w:t>
      </w:r>
      <w:r w:rsidRPr="00694CD1">
        <w:rPr>
          <w:rFonts w:hint="cs"/>
          <w:rtl/>
          <w:lang w:bidi="fa-IR"/>
        </w:rPr>
        <w:t>ی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4 - مردار 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جسد مرده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وانات</w:t>
      </w:r>
      <w:r w:rsidRPr="00694CD1">
        <w:rPr>
          <w:rtl/>
          <w:lang w:bidi="fa-IR"/>
        </w:rPr>
        <w:t xml:space="preserve"> حرام گوشت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حلال گوشت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ذبح شرع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نشده باشد</w:t>
      </w:r>
      <w:r w:rsidR="00FA50FD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5 - خون 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انسان و همه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وانات</w:t>
      </w:r>
      <w:r w:rsidR="00FA50FD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6 - سگ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7 - خوک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8 - مشروبات مست کننده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9 - کفّار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10 - عرق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</w:t>
      </w:r>
      <w:r w:rsidRPr="00694CD1">
        <w:rPr>
          <w:rtl/>
          <w:lang w:bidi="fa-IR"/>
        </w:rPr>
        <w:t xml:space="preserve"> نجاست</w:t>
      </w:r>
      <w:r w:rsidR="00FA50FD">
        <w:rPr>
          <w:rFonts w:hint="cs"/>
          <w:rtl/>
          <w:lang w:bidi="fa-IR"/>
        </w:rPr>
        <w:t xml:space="preserve"> </w:t>
      </w:r>
      <w:r w:rsidRPr="00694CD1">
        <w:rPr>
          <w:rtl/>
          <w:lang w:bidi="fa-IR"/>
        </w:rPr>
        <w:t>خوار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FA50FD" w:rsidP="00FA50F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2" w:name="_Toc502396697"/>
      <w:bookmarkStart w:id="33" w:name="_Toc502396789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3</w:t>
      </w:r>
      <w:bookmarkEnd w:id="32"/>
      <w:bookmarkEnd w:id="3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مطهرات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پاک کننده ها را نام ببر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مطهرات 10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است که 7 تا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 عبارت است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آب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ن؛</w:t>
      </w:r>
      <w:r w:rsidRPr="00694CD1">
        <w:rPr>
          <w:rtl/>
          <w:lang w:bidi="fa-IR"/>
        </w:rPr>
        <w:t xml:space="preserve"> اگر کف کفش و پا و چرخ ماش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نجس شود با همان راه رفتن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خشک پاک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آفتاب؛ آفتاب با شرا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ط</w:t>
      </w:r>
      <w:r w:rsidRPr="00694CD1">
        <w:rPr>
          <w:rtl/>
          <w:lang w:bidi="fa-IR"/>
        </w:rPr>
        <w:t xml:space="preserve"> خاص خودش، برخ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اء</w:t>
      </w:r>
      <w:r w:rsidRPr="00694CD1">
        <w:rPr>
          <w:rtl/>
          <w:lang w:bidi="fa-IR"/>
        </w:rPr>
        <w:t xml:space="preserve"> غ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منقول، مثل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ن،</w:t>
      </w:r>
      <w:r w:rsidRPr="00694CD1">
        <w:rPr>
          <w:rtl/>
          <w:lang w:bidi="fa-IR"/>
        </w:rPr>
        <w:t xml:space="preserve"> ساختمان،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وار،</w:t>
      </w:r>
      <w:r w:rsidRPr="00694CD1">
        <w:rPr>
          <w:rtl/>
          <w:lang w:bidi="fa-IR"/>
        </w:rPr>
        <w:t xml:space="preserve"> درختان و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وه</w:t>
      </w:r>
      <w:r w:rsidRPr="00694CD1">
        <w:rPr>
          <w:rtl/>
          <w:lang w:bidi="fa-IR"/>
        </w:rPr>
        <w:t xml:space="preserve"> ها را پاک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4 - استحاله؛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نجس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ماه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و اصل آن عوض شده باشد؛ مثل 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زم</w:t>
      </w:r>
      <w:r w:rsidRPr="00694CD1">
        <w:rPr>
          <w:rtl/>
          <w:lang w:bidi="fa-IR"/>
        </w:rPr>
        <w:t xml:space="preserve"> نجس که با سوختن خاکستر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انتقال؛ مثلاً اگر پشه خون انسان را بمکد و بعداً آن را بِکُش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م،</w:t>
      </w:r>
      <w:r w:rsidRPr="00694CD1">
        <w:rPr>
          <w:rtl/>
          <w:lang w:bidi="fa-IR"/>
        </w:rPr>
        <w:t xml:space="preserve"> نجس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6 - اسلام؛ شخص کافر با مسلمان شدن، پاک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7 - تبع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ت؛</w:t>
      </w:r>
      <w:r w:rsidRPr="00694CD1">
        <w:rPr>
          <w:rtl/>
          <w:lang w:bidi="fa-IR"/>
        </w:rPr>
        <w:t xml:space="preserve"> مثلاً آب انگور با جوش آمدن نجس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 و ظرف آن هم نجس است و بعد از آن که 23 آن جوش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پاک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 و تبع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در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جا؛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ظرف آن هم پاک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FA50FD" w:rsidP="00FA50F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502396698"/>
      <w:bookmarkStart w:id="35" w:name="_Toc502396790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4</w:t>
      </w:r>
      <w:bookmarkEnd w:id="34"/>
      <w:bookmarkEnd w:id="3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اقسام</w:t>
      </w:r>
      <w:r w:rsidRPr="00694CD1">
        <w:rPr>
          <w:rtl/>
          <w:lang w:bidi="fa-IR"/>
        </w:rPr>
        <w:t xml:space="preserve"> آب ها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آب</w:t>
      </w:r>
      <w:r w:rsidRPr="00694CD1">
        <w:rPr>
          <w:rtl/>
          <w:lang w:bidi="fa-IR"/>
        </w:rPr>
        <w:t xml:space="preserve"> مضاف: آب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 که به آن آب نگو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</w:t>
      </w:r>
      <w:r w:rsidRPr="00694CD1">
        <w:rPr>
          <w:rtl/>
          <w:lang w:bidi="fa-IR"/>
        </w:rPr>
        <w:t xml:space="preserve"> بلکه 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گرفته شود؛ مثل آب هندوانه، گلاب،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با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مخلوط باشد؛ مثل شربت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آب نمک و مانند آن.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اقسام</w:t>
      </w:r>
      <w:r w:rsidRPr="00694CD1">
        <w:rPr>
          <w:rtl/>
          <w:lang w:bidi="fa-IR"/>
        </w:rPr>
        <w:t xml:space="preserve"> آب ها: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آب</w:t>
      </w:r>
      <w:r w:rsidRPr="00694CD1">
        <w:rPr>
          <w:rtl/>
          <w:lang w:bidi="fa-IR"/>
        </w:rPr>
        <w:t xml:space="preserve"> باران: از آسمان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آب</w:t>
      </w:r>
      <w:r w:rsidRPr="00694CD1">
        <w:rPr>
          <w:rtl/>
          <w:lang w:bidi="fa-IR"/>
        </w:rPr>
        <w:t xml:space="preserve"> مطلق: آب جار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>: از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جوشد.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آب</w:t>
      </w:r>
      <w:r w:rsidRPr="00694CD1">
        <w:rPr>
          <w:rtl/>
          <w:lang w:bidi="fa-IR"/>
        </w:rPr>
        <w:t xml:space="preserve"> راکد: آب کر: تقر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باً</w:t>
      </w:r>
      <w:r w:rsidRPr="00694CD1">
        <w:rPr>
          <w:rtl/>
          <w:lang w:bidi="fa-IR"/>
        </w:rPr>
        <w:t xml:space="preserve"> 384 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لو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آب</w:t>
      </w:r>
      <w:r w:rsidRPr="00694CD1">
        <w:rPr>
          <w:rtl/>
          <w:lang w:bidi="fa-IR"/>
        </w:rPr>
        <w:t xml:space="preserve"> 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>: کمتر از کر است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FA50FD" w:rsidP="00FA50F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502396699"/>
      <w:bookmarkStart w:id="37" w:name="_Toc502396791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5</w:t>
      </w:r>
      <w:bookmarkEnd w:id="36"/>
      <w:bookmarkEnd w:id="37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حکم</w:t>
      </w:r>
      <w:r w:rsidRPr="00694CD1">
        <w:rPr>
          <w:rtl/>
          <w:lang w:bidi="fa-IR"/>
        </w:rPr>
        <w:t xml:space="preserve"> آب مضاف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احکام آب مضاف: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1- آب مضاف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نجس را پاک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 )از مطهرات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</w:t>
      </w:r>
      <w:r w:rsidRPr="00694CD1">
        <w:rPr>
          <w:rtl/>
          <w:lang w:bidi="fa-IR"/>
        </w:rPr>
        <w:t>(.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2- با برخورد به نجاست نجس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 )هرچند نجاست کم باشد(.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3- وضو و غسل با آب مضاف باطل است</w:t>
      </w:r>
      <w:r w:rsidRPr="00FA50FD">
        <w:rPr>
          <w:rStyle w:val="libFootnotenumChar"/>
          <w:rtl/>
        </w:rPr>
        <w:t>.(4)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توجّه</w:t>
      </w:r>
      <w:r w:rsidRPr="00694CD1">
        <w:rPr>
          <w:rtl/>
          <w:lang w:bidi="fa-IR"/>
        </w:rPr>
        <w:t>: گاه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آب موادّ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اضافه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کنند که آن را به رنگ 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در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آورد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آب، حکم آب مضاف را ندارد؛ لذا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توان با آن،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نجس را شست و وضو گرفت و غسل کرد.</w:t>
      </w:r>
      <w:r w:rsidRPr="00FA50FD">
        <w:rPr>
          <w:rStyle w:val="libFootnotenumChar"/>
          <w:rtl/>
        </w:rPr>
        <w:t>(5)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FA50FD" w:rsidP="00FA50F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502396700"/>
      <w:bookmarkStart w:id="39" w:name="_Toc502396792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6</w:t>
      </w:r>
      <w:bookmarkEnd w:id="38"/>
      <w:bookmarkEnd w:id="39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احکام</w:t>
      </w:r>
      <w:r w:rsidRPr="00694CD1">
        <w:rPr>
          <w:rtl/>
          <w:lang w:bidi="fa-IR"/>
        </w:rPr>
        <w:t xml:space="preserve"> آب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مطلق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FA50FD" w:rsidRDefault="00694CD1" w:rsidP="00FA50FD">
      <w:pPr>
        <w:pStyle w:val="libNormal"/>
        <w:rPr>
          <w:rFonts w:hint="cs"/>
          <w:rtl/>
          <w:lang w:bidi="fa-IR"/>
        </w:rPr>
      </w:pPr>
      <w:r w:rsidRPr="00694CD1">
        <w:rPr>
          <w:rtl/>
          <w:lang w:bidi="fa-IR"/>
        </w:rPr>
        <w:t>1 - آب باران: آب باران اگر به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نجس شده ببارد، آن را پاک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FA50FD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 </w:t>
      </w:r>
      <w:r w:rsidR="00694CD1" w:rsidRPr="00694CD1">
        <w:rPr>
          <w:rtl/>
          <w:lang w:bidi="fa-IR"/>
        </w:rPr>
        <w:t>2 - آب کر و جار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>: اگر چ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ز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را که نجس شده در آب کر 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ا</w:t>
      </w:r>
      <w:r w:rsidR="00694CD1" w:rsidRPr="00694CD1">
        <w:rPr>
          <w:rtl/>
          <w:lang w:bidi="fa-IR"/>
        </w:rPr>
        <w:t xml:space="preserve"> جار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فرو ببرند، آن را پاک 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کند و خود آب، نجس نم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شود؛ مگر 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نکه</w:t>
      </w:r>
      <w:r w:rsidR="00694CD1" w:rsidRPr="00694CD1">
        <w:rPr>
          <w:rtl/>
          <w:lang w:bidi="fa-IR"/>
        </w:rPr>
        <w:t xml:space="preserve"> چ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ز</w:t>
      </w:r>
      <w:r w:rsidR="00694CD1" w:rsidRPr="00694CD1">
        <w:rPr>
          <w:rtl/>
          <w:lang w:bidi="fa-IR"/>
        </w:rPr>
        <w:t xml:space="preserve"> نجس به قدر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ز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اد</w:t>
      </w:r>
      <w:r w:rsidR="00694CD1" w:rsidRPr="00694CD1">
        <w:rPr>
          <w:rtl/>
          <w:lang w:bidi="fa-IR"/>
        </w:rPr>
        <w:t xml:space="preserve"> باشد که رنگ 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ا</w:t>
      </w:r>
      <w:r w:rsidR="00694CD1" w:rsidRPr="00694CD1">
        <w:rPr>
          <w:rtl/>
          <w:lang w:bidi="fa-IR"/>
        </w:rPr>
        <w:t xml:space="preserve"> بو 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ا</w:t>
      </w:r>
      <w:r w:rsidR="00694CD1" w:rsidRPr="00694CD1">
        <w:rPr>
          <w:rtl/>
          <w:lang w:bidi="fa-IR"/>
        </w:rPr>
        <w:t xml:space="preserve"> مزه آب را تغ</w:t>
      </w:r>
      <w:r w:rsidR="00694CD1" w:rsidRPr="00694CD1">
        <w:rPr>
          <w:rFonts w:hint="cs"/>
          <w:rtl/>
          <w:lang w:bidi="fa-IR"/>
        </w:rPr>
        <w:t>یی</w:t>
      </w:r>
      <w:r w:rsidR="00694CD1" w:rsidRPr="00694CD1">
        <w:rPr>
          <w:rFonts w:hint="eastAsia"/>
          <w:rtl/>
          <w:lang w:bidi="fa-IR"/>
        </w:rPr>
        <w:t>ر</w:t>
      </w:r>
      <w:r w:rsidR="00694CD1" w:rsidRPr="00694CD1">
        <w:rPr>
          <w:rtl/>
          <w:lang w:bidi="fa-IR"/>
        </w:rPr>
        <w:t xml:space="preserve"> دهد، در 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ن</w:t>
      </w:r>
      <w:r w:rsidR="00694CD1" w:rsidRPr="00694CD1">
        <w:rPr>
          <w:rtl/>
          <w:lang w:bidi="fa-IR"/>
        </w:rPr>
        <w:t xml:space="preserve"> صورت خود آب هم نجس 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شود و چ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ز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را پاک نم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آب 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>: اگر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نجس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 آب 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برخورد کند نجس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 و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که نجس شده، پاک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مگر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بعد از برطرف کردن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نجاست، آب قل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را دو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سه بار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نجس بر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زند</w:t>
      </w:r>
      <w:r w:rsidRPr="00694CD1">
        <w:rPr>
          <w:rtl/>
          <w:lang w:bidi="fa-IR"/>
        </w:rPr>
        <w:t xml:space="preserve"> تا پاک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FA50FD" w:rsidP="00FA50F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502396701"/>
      <w:bookmarkStart w:id="41" w:name="_Toc502396793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7</w:t>
      </w:r>
      <w:bookmarkEnd w:id="40"/>
      <w:bookmarkEnd w:id="4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طهارت</w:t>
      </w:r>
      <w:r w:rsidRPr="00694CD1">
        <w:rPr>
          <w:rtl/>
          <w:lang w:bidi="fa-IR"/>
        </w:rPr>
        <w:t xml:space="preserve"> نماز و بعض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عبادات در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  <w:r w:rsidRPr="00694CD1">
        <w:rPr>
          <w:rtl/>
          <w:lang w:bidi="fa-IR"/>
        </w:rPr>
        <w:t xml:space="preserve"> و 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انجام غسل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طهارت</w:t>
      </w:r>
      <w:r w:rsidRPr="00694CD1">
        <w:rPr>
          <w:rtl/>
          <w:lang w:bidi="fa-IR"/>
        </w:rPr>
        <w:t xml:space="preserve"> در </w:t>
      </w:r>
      <w:r w:rsidR="00FA50FD">
        <w:rPr>
          <w:rFonts w:hint="cs"/>
          <w:rtl/>
          <w:lang w:bidi="fa-IR"/>
        </w:rPr>
        <w:t>س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است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غسل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وضو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مّم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غسل: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غسل</w:t>
      </w:r>
      <w:r w:rsidRPr="00694CD1">
        <w:rPr>
          <w:rtl/>
          <w:lang w:bidi="fa-IR"/>
        </w:rPr>
        <w:t xml:space="preserve"> را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توان به دو گونه انجام داد: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</w:t>
      </w:r>
      <w:r w:rsidR="00FA50FD">
        <w:rPr>
          <w:rFonts w:hint="cs"/>
          <w:rtl/>
          <w:lang w:bidi="fa-IR"/>
        </w:rPr>
        <w:t xml:space="preserve"> </w:t>
      </w:r>
      <w:r w:rsidRPr="00694CD1">
        <w:rPr>
          <w:rtl/>
          <w:lang w:bidi="fa-IR"/>
        </w:rPr>
        <w:t>- ترت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>: که با ترت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</w:t>
      </w:r>
      <w:r w:rsidRPr="00694CD1">
        <w:rPr>
          <w:rtl/>
          <w:lang w:bidi="fa-IR"/>
        </w:rPr>
        <w:t xml:space="preserve"> مخصوص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بدن را بشو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بد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صورت که ابتدا سر و گردن، سپس تمام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مه</w:t>
      </w:r>
      <w:r w:rsidRPr="00694CD1">
        <w:rPr>
          <w:rtl/>
          <w:lang w:bidi="fa-IR"/>
        </w:rPr>
        <w:t xml:space="preserve"> راست بدن و در آخر سمت چپ را بشو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2</w:t>
      </w:r>
      <w:r w:rsidR="00FA50FD">
        <w:rPr>
          <w:rFonts w:hint="cs"/>
          <w:rtl/>
          <w:lang w:bidi="fa-IR"/>
        </w:rPr>
        <w:t xml:space="preserve"> </w:t>
      </w:r>
      <w:r w:rsidRPr="00694CD1">
        <w:rPr>
          <w:rtl/>
          <w:lang w:bidi="fa-IR"/>
        </w:rPr>
        <w:t>- ارتماس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>: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تمام بدن را به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غسل،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کباره</w:t>
      </w:r>
      <w:r w:rsidRPr="00694CD1">
        <w:rPr>
          <w:rtl/>
          <w:lang w:bidi="fa-IR"/>
        </w:rPr>
        <w:t xml:space="preserve"> در آب فرو ببرد؛ به طور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آب به همه جا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بدن برسد.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Heading2"/>
        <w:rPr>
          <w:rtl/>
          <w:lang w:bidi="fa-IR"/>
        </w:rPr>
      </w:pPr>
      <w:bookmarkStart w:id="42" w:name="_Toc502396702"/>
      <w:bookmarkStart w:id="43" w:name="_Toc502396794"/>
      <w:r w:rsidRPr="00694CD1">
        <w:rPr>
          <w:rFonts w:hint="eastAsia"/>
          <w:rtl/>
          <w:lang w:bidi="fa-IR"/>
        </w:rPr>
        <w:t>سؤال</w:t>
      </w:r>
      <w:r w:rsidR="00FA50FD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8</w:t>
      </w:r>
      <w:bookmarkEnd w:id="42"/>
      <w:bookmarkEnd w:id="4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اقسام</w:t>
      </w:r>
      <w:r w:rsidRPr="00694CD1">
        <w:rPr>
          <w:rtl/>
          <w:lang w:bidi="fa-IR"/>
        </w:rPr>
        <w:t xml:space="preserve"> غسل ها را نام ببر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غسل پس از جنابت مشترک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مردان و زنان 2 - غسل پس از مس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غسل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غسل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به واسطه نذر و قسم واجب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 واجب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اقسام</w:t>
      </w:r>
      <w:r w:rsidRPr="00694CD1">
        <w:rPr>
          <w:rtl/>
          <w:lang w:bidi="fa-IR"/>
        </w:rPr>
        <w:t xml:space="preserve"> غسل ها: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غسل پا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عادت ماهانه 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ض</w:t>
      </w:r>
      <w:r w:rsidR="00FA50FD">
        <w:rPr>
          <w:rFonts w:hint="cs"/>
          <w:rtl/>
          <w:lang w:bidi="fa-IR"/>
        </w:rPr>
        <w:t>)</w:t>
      </w:r>
      <w:r w:rsidRPr="00694CD1">
        <w:rPr>
          <w:rtl/>
          <w:lang w:bidi="fa-IR"/>
        </w:rPr>
        <w:t xml:space="preserve"> مخصوص بانوان 2 - غسل پس از قطع شدن خون زا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مان</w:t>
      </w:r>
      <w:r w:rsidRPr="00694CD1">
        <w:rPr>
          <w:rtl/>
          <w:lang w:bidi="fa-IR"/>
        </w:rPr>
        <w:t xml:space="preserve"> 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نفاس</w:t>
      </w:r>
      <w:r w:rsidR="00FA50FD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FA50FD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غسل در اثنا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خونر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زنان</w:t>
      </w:r>
      <w:r w:rsidR="00FA50FD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استحاضه</w:t>
      </w:r>
      <w:r w:rsidR="00FA50FD">
        <w:rPr>
          <w:rFonts w:hint="cs"/>
          <w:rtl/>
          <w:lang w:bidi="fa-IR"/>
        </w:rPr>
        <w:t>)</w:t>
      </w:r>
      <w:r w:rsidRPr="00694CD1">
        <w:rPr>
          <w:rtl/>
          <w:lang w:bidi="fa-IR"/>
        </w:rPr>
        <w:t xml:space="preserve"> مستحب: غسل جمعه واع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اد</w:t>
      </w:r>
      <w:r w:rsidRPr="00694CD1">
        <w:rPr>
          <w:rtl/>
          <w:lang w:bidi="fa-IR"/>
        </w:rPr>
        <w:t xml:space="preserve">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وشب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قدر...</w:t>
      </w:r>
    </w:p>
    <w:p w:rsidR="00694CD1" w:rsidRPr="00694CD1" w:rsidRDefault="00694CD1" w:rsidP="00FA50FD">
      <w:pPr>
        <w:pStyle w:val="Heading2"/>
        <w:rPr>
          <w:rtl/>
          <w:lang w:bidi="fa-IR"/>
        </w:rPr>
      </w:pPr>
      <w:bookmarkStart w:id="44" w:name="_Toc502396703"/>
      <w:bookmarkStart w:id="45" w:name="_Toc502396795"/>
      <w:r w:rsidRPr="00694CD1">
        <w:rPr>
          <w:rFonts w:hint="eastAsia"/>
          <w:rtl/>
          <w:lang w:bidi="fa-IR"/>
        </w:rPr>
        <w:lastRenderedPageBreak/>
        <w:t>سؤال</w:t>
      </w:r>
      <w:r w:rsidR="00FA50FD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9</w:t>
      </w:r>
      <w:bookmarkEnd w:id="44"/>
      <w:bookmarkEnd w:id="4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چگونه</w:t>
      </w:r>
      <w:r w:rsidRPr="00694CD1">
        <w:rPr>
          <w:rtl/>
          <w:lang w:bidi="fa-IR"/>
        </w:rPr>
        <w:t xml:space="preserve"> وضو بگ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 xml:space="preserve">: وضو؛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شستن صورت و دست ها و مسح کردن جلو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سر و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پاها با شرا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ط</w:t>
      </w:r>
      <w:r w:rsidRPr="00694CD1">
        <w:rPr>
          <w:rtl/>
          <w:lang w:bidi="fa-IR"/>
        </w:rPr>
        <w:t xml:space="preserve"> و 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خاص.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عمل که در شرع مقدّس وس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له</w:t>
      </w:r>
      <w:r w:rsidRPr="00694CD1">
        <w:rPr>
          <w:rtl/>
          <w:lang w:bidi="fa-IR"/>
        </w:rPr>
        <w:t xml:space="preserve"> طهارت معنو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شمرده شده، مقدمه برخ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اعمال واجب و مستحب است؛ از قب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نماز، طواف، تلاوت قرآن، ورود به مسجد و غ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نها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صورت</w:t>
      </w:r>
      <w:r w:rsidRPr="00694CD1">
        <w:rPr>
          <w:rtl/>
          <w:lang w:bidi="fa-IR"/>
        </w:rPr>
        <w:t xml:space="preserve"> از بالا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تا چانه شستن دست ها از آرنج تا سر انگشتان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وضو: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مسح</w:t>
      </w:r>
      <w:r w:rsidRPr="00694CD1">
        <w:rPr>
          <w:rtl/>
          <w:lang w:bidi="fa-IR"/>
        </w:rPr>
        <w:t xml:space="preserve"> کردن جلو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سر ،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پاها از سرانگشتان تا مفصل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FA50FD" w:rsidP="00FA50F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502396704"/>
      <w:bookmarkStart w:id="47" w:name="_Toc502396796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10</w:t>
      </w:r>
      <w:bookmarkEnd w:id="46"/>
      <w:bookmarkEnd w:id="47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چه</w:t>
      </w:r>
      <w:r w:rsidRPr="00694CD1">
        <w:rPr>
          <w:rtl/>
          <w:lang w:bidi="fa-IR"/>
        </w:rPr>
        <w:t xml:space="preserve"> موارد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وضو را باطل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خارج شدن ادرار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خارج شدن مدفوع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خارج شدن باد معده از مخرج غائط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به خواب رفتن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زها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که عقل را از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برد؛ مانند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مست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هوش</w:t>
      </w:r>
      <w:r w:rsidRPr="00694CD1">
        <w:rPr>
          <w:rFonts w:hint="cs"/>
          <w:rtl/>
          <w:lang w:bidi="fa-IR"/>
        </w:rPr>
        <w:t>ی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6 - استحاضه زنان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7 - هر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موجب غسل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شود؛ مانند جنابت و خون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ض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B65934" w:rsidP="00B6593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8" w:name="_Toc502396705"/>
      <w:bookmarkStart w:id="49" w:name="_Toc502396797"/>
      <w:r w:rsidR="00694CD1" w:rsidRPr="00694CD1">
        <w:rPr>
          <w:rFonts w:hint="eastAsia"/>
          <w:rtl/>
          <w:lang w:bidi="fa-IR"/>
        </w:rPr>
        <w:lastRenderedPageBreak/>
        <w:t>پرسش</w:t>
      </w:r>
      <w:r w:rsidR="00694CD1" w:rsidRPr="00694CD1">
        <w:rPr>
          <w:rtl/>
          <w:lang w:bidi="fa-IR"/>
        </w:rPr>
        <w:t xml:space="preserve"> ها و پاسخ ها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قرآن</w:t>
      </w:r>
      <w:r w:rsidR="00694CD1" w:rsidRPr="00694CD1">
        <w:rPr>
          <w:rFonts w:hint="cs"/>
          <w:rtl/>
          <w:lang w:bidi="fa-IR"/>
        </w:rPr>
        <w:t>ی</w:t>
      </w:r>
      <w:bookmarkEnd w:id="48"/>
      <w:bookmarkEnd w:id="49"/>
    </w:p>
    <w:p w:rsidR="00694CD1" w:rsidRPr="00694CD1" w:rsidRDefault="00694CD1" w:rsidP="00B65934">
      <w:pPr>
        <w:pStyle w:val="Heading2"/>
        <w:rPr>
          <w:rtl/>
          <w:lang w:bidi="fa-IR"/>
        </w:rPr>
      </w:pPr>
      <w:bookmarkStart w:id="50" w:name="_Toc502396706"/>
      <w:bookmarkStart w:id="51" w:name="_Toc502396798"/>
      <w:r w:rsidRPr="00694CD1">
        <w:rPr>
          <w:rFonts w:hint="eastAsia"/>
          <w:rtl/>
          <w:lang w:bidi="fa-IR"/>
        </w:rPr>
        <w:t>سؤال</w:t>
      </w:r>
      <w:r w:rsidR="00B65934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1</w:t>
      </w:r>
      <w:bookmarkEnd w:id="50"/>
      <w:bookmarkEnd w:id="5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تقس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مات</w:t>
      </w:r>
      <w:r w:rsidRPr="00694CD1">
        <w:rPr>
          <w:rtl/>
          <w:lang w:bidi="fa-IR"/>
        </w:rPr>
        <w:t xml:space="preserve"> کل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قرآن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نما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قرآن دارا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114 سوره است که به 30 جزء و 120 حزب تقس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شده است و مجموع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 xml:space="preserve"> آن 6236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B65934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بسم</w:t>
      </w:r>
      <w:r w:rsidRPr="00694CD1">
        <w:rPr>
          <w:rtl/>
          <w:lang w:bidi="fa-IR"/>
        </w:rPr>
        <w:t xml:space="preserve"> اللَّه الرّحمن الرّح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="00B65934">
        <w:rPr>
          <w:rFonts w:hint="cs"/>
          <w:rtl/>
          <w:lang w:bidi="fa-IR"/>
        </w:rPr>
        <w:t xml:space="preserve"> </w:t>
      </w:r>
      <w:r w:rsidRPr="00694CD1">
        <w:rPr>
          <w:rtl/>
          <w:lang w:bidi="fa-IR"/>
        </w:rPr>
        <w:t>در قرآن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قرآن دارا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114 بسم اللَّه الرحمن الرح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است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سوره توبه بسم اللَّه الرحمن الرح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ندارد.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در سوره نمل دوبار بسم اللَّه الرحمن الرح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آمده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در سوره حمد بسم اللَّه الرحمن الرح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به تنها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B65934" w:rsidP="00B6593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502396707"/>
      <w:bookmarkStart w:id="53" w:name="_Toc502396799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2</w:t>
      </w:r>
      <w:bookmarkEnd w:id="52"/>
      <w:bookmarkEnd w:id="5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مورد سوره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قرآن چه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اول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نازل شده سوره علق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آخر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نازل شده سوره نصر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اول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در قرآن، سوره حمد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آخر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در قرآن، سوره ناس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بزرگ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قرآن، سوره بقره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6 - کوچک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قرآن، سوره کوثر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B65934" w:rsidP="00B6593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4" w:name="_Toc502396708"/>
      <w:bookmarkStart w:id="55" w:name="_Toc502396800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3</w:t>
      </w:r>
      <w:bookmarkEnd w:id="54"/>
      <w:bookmarkEnd w:id="5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قرآن</w:t>
      </w:r>
      <w:r w:rsidRPr="00694CD1">
        <w:rPr>
          <w:rtl/>
          <w:lang w:bidi="fa-IR"/>
        </w:rPr>
        <w:t xml:space="preserve"> در چه ماه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چگونه به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Pr="00694CD1">
        <w:rPr>
          <w:rtl/>
          <w:lang w:bidi="fa-IR"/>
        </w:rPr>
        <w:t xml:space="preserve">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نازل شد؟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خداوند</w:t>
      </w:r>
      <w:r w:rsidRPr="00694CD1">
        <w:rPr>
          <w:rtl/>
          <w:lang w:bidi="fa-IR"/>
        </w:rPr>
        <w:t xml:space="preserve"> در سوره قدر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B65934" w:rsidP="00B6593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 w:rsidR="00694CD1" w:rsidRPr="00B65934">
        <w:rPr>
          <w:rStyle w:val="libAieChar"/>
          <w:rFonts w:hint="eastAsia"/>
          <w:rtl/>
        </w:rPr>
        <w:t>إِنّا</w:t>
      </w:r>
      <w:r w:rsidR="00694CD1" w:rsidRPr="00B65934">
        <w:rPr>
          <w:rStyle w:val="libAieChar"/>
          <w:rtl/>
        </w:rPr>
        <w:t xml:space="preserve"> أَنزَلْناهُ فِ</w:t>
      </w:r>
      <w:r w:rsidR="00694CD1" w:rsidRPr="00B65934">
        <w:rPr>
          <w:rStyle w:val="libAieChar"/>
          <w:rFonts w:hint="cs"/>
          <w:rtl/>
        </w:rPr>
        <w:t>ی</w:t>
      </w:r>
      <w:r w:rsidR="00694CD1" w:rsidRPr="00B65934">
        <w:rPr>
          <w:rStyle w:val="libAieChar"/>
          <w:rtl/>
        </w:rPr>
        <w:t xml:space="preserve"> لَ</w:t>
      </w:r>
      <w:r w:rsidR="00694CD1" w:rsidRPr="00B65934">
        <w:rPr>
          <w:rStyle w:val="libAieChar"/>
          <w:rFonts w:hint="cs"/>
          <w:rtl/>
        </w:rPr>
        <w:t>ی</w:t>
      </w:r>
      <w:r w:rsidR="00694CD1" w:rsidRPr="00B65934">
        <w:rPr>
          <w:rStyle w:val="libAieChar"/>
          <w:rFonts w:hint="eastAsia"/>
          <w:rtl/>
        </w:rPr>
        <w:t>لَهِ</w:t>
      </w:r>
      <w:r w:rsidR="00694CD1" w:rsidRPr="00B65934">
        <w:rPr>
          <w:rStyle w:val="libAieChar"/>
          <w:rtl/>
        </w:rPr>
        <w:t xml:space="preserve"> الْقَدْرِ</w:t>
      </w:r>
      <w:r w:rsidRPr="00B65934">
        <w:rPr>
          <w:rStyle w:val="libAieChar"/>
          <w:rFonts w:hint="cs"/>
          <w:rtl/>
        </w:rPr>
        <w:t>)</w:t>
      </w:r>
      <w:r w:rsidR="00694CD1" w:rsidRPr="00B65934">
        <w:rPr>
          <w:rtl/>
        </w:rPr>
        <w:t>ما آن</w:t>
      </w:r>
      <w:r w:rsidR="00694CD1" w:rsidRPr="00694CD1">
        <w:rPr>
          <w:rtl/>
          <w:lang w:bidi="fa-IR"/>
        </w:rPr>
        <w:t xml:space="preserve"> ]= قرآن[ را در شب قدر نازل کرد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م</w:t>
      </w:r>
      <w:r w:rsidR="00694CD1" w:rsidRPr="00694CD1">
        <w:rPr>
          <w:rtl/>
          <w:lang w:bidi="fa-IR"/>
        </w:rPr>
        <w:t>!«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ما قرآن را در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لحظه و در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شب به طور دفع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 قلب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نازل کرد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B65934" w:rsidP="00B65934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6" w:name="_Toc502396709"/>
      <w:bookmarkStart w:id="57" w:name="_Toc502396801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4</w:t>
      </w:r>
      <w:bookmarkEnd w:id="56"/>
      <w:bookmarkEnd w:id="57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اگر</w:t>
      </w:r>
      <w:r w:rsidRPr="00694CD1">
        <w:rPr>
          <w:rtl/>
          <w:lang w:bidi="fa-IR"/>
        </w:rPr>
        <w:t xml:space="preserve"> قرآن در شب قدر نازل شده پس ط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23 سال چه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توسط جبرئ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بر حضرت نازل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قرآن</w:t>
      </w:r>
      <w:r w:rsidRPr="00694CD1">
        <w:rPr>
          <w:rtl/>
          <w:lang w:bidi="fa-IR"/>
        </w:rPr>
        <w:t xml:space="preserve"> کر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دوگونه بر قلب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 xml:space="preserve">نازل شده: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دفع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نزول دفع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؛</w:t>
      </w:r>
      <w:r w:rsidRPr="00694CD1">
        <w:rPr>
          <w:rtl/>
          <w:lang w:bidi="fa-IR"/>
        </w:rPr>
        <w:t xml:space="preserve"> خداوند متعال توسط جبرئ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کل قرآن را در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شب قدر بر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نازل فرموده است؛ همان طور که که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شر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فه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 »</w:t>
      </w:r>
      <w:r w:rsidRPr="000165AE">
        <w:rPr>
          <w:rStyle w:val="libAieChar"/>
          <w:rtl/>
        </w:rPr>
        <w:t>إِنّا أَنزَلْناهُ فِ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tl/>
        </w:rPr>
        <w:t xml:space="preserve"> لَ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Fonts w:hint="eastAsia"/>
          <w:rtl/>
        </w:rPr>
        <w:t>لَهِ</w:t>
      </w:r>
      <w:r w:rsidRPr="000165AE">
        <w:rPr>
          <w:rStyle w:val="libAieChar"/>
          <w:rtl/>
        </w:rPr>
        <w:t xml:space="preserve"> الْقَدْرِ</w:t>
      </w:r>
      <w:r w:rsidRPr="00694CD1">
        <w:rPr>
          <w:rtl/>
          <w:lang w:bidi="fa-IR"/>
        </w:rPr>
        <w:t>«</w:t>
      </w:r>
      <w:r w:rsidRPr="000165AE">
        <w:rPr>
          <w:rStyle w:val="libFootnotenumChar"/>
          <w:rtl/>
        </w:rPr>
        <w:t>(6)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نزول تدر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؛</w:t>
      </w:r>
      <w:r w:rsidRPr="00694CD1">
        <w:rPr>
          <w:rtl/>
          <w:lang w:bidi="fa-IR"/>
        </w:rPr>
        <w:t xml:space="preserve"> قرآن کر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در ط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23 سال و به مناسب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مختلف، هرجا که حکم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بوده،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مورد نظر نازل شده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165AE" w:rsidP="00694CD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5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قرآن</w:t>
      </w:r>
      <w:r w:rsidRPr="00694CD1">
        <w:rPr>
          <w:rtl/>
          <w:lang w:bidi="fa-IR"/>
        </w:rPr>
        <w:t xml:space="preserve"> دارا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چه نام ها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است؟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کتاب آسمان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اسام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عناو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متعدّد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نامگذار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شده است که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نام ها در قرآن مکرر آمده است، در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اسام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چند نام شهرت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شتر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افته</w:t>
      </w:r>
      <w:r w:rsidRPr="00694CD1">
        <w:rPr>
          <w:rtl/>
          <w:lang w:bidi="fa-IR"/>
        </w:rPr>
        <w:t xml:space="preserve"> و به عنوان نام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قرآن مورد اتفاق اکثر دانشمندان قرار گرفته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نام ها عبارتند از: 1- قرآن 2- فرقان 3- کتاب 4- ذکر 5- تنز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165AE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»قرآن«</w:t>
      </w:r>
      <w:r w:rsidRPr="00694CD1">
        <w:rPr>
          <w:rtl/>
          <w:lang w:bidi="fa-IR"/>
        </w:rPr>
        <w:t xml:space="preserve"> که 58 مورد در قرآن آمده است؛ از جمله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: </w:t>
      </w:r>
      <w:r w:rsidR="000165AE" w:rsidRPr="000165AE">
        <w:rPr>
          <w:rStyle w:val="libAlaemChar"/>
          <w:rFonts w:hint="cs"/>
          <w:rtl/>
        </w:rPr>
        <w:t>(</w:t>
      </w:r>
      <w:r w:rsidRPr="000165AE">
        <w:rPr>
          <w:rStyle w:val="libAieChar"/>
          <w:rtl/>
        </w:rPr>
        <w:t>لَوْ أَنزَلْنا هذا الْقُرْآنَ عَلَ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tl/>
        </w:rPr>
        <w:t xml:space="preserve"> جَبَلٍ</w:t>
      </w:r>
      <w:r w:rsidR="000165AE" w:rsidRPr="000165AE">
        <w:rPr>
          <w:rStyle w:val="libAlaemChar"/>
          <w:rFonts w:hint="cs"/>
          <w:rtl/>
        </w:rPr>
        <w:t>)</w:t>
      </w:r>
      <w:r w:rsidRPr="00694CD1">
        <w:rPr>
          <w:rtl/>
          <w:lang w:bidi="fa-IR"/>
        </w:rPr>
        <w:t>.</w:t>
      </w:r>
      <w:r w:rsidRPr="000165AE">
        <w:rPr>
          <w:rStyle w:val="libFootnotenumChar"/>
          <w:rtl/>
        </w:rPr>
        <w:t>(7)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165AE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»فرقان«</w:t>
      </w:r>
      <w:r w:rsidRPr="00694CD1">
        <w:rPr>
          <w:rtl/>
          <w:lang w:bidi="fa-IR"/>
        </w:rPr>
        <w:t xml:space="preserve"> که در هفت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آمده؛ از جمله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>: »</w:t>
      </w:r>
      <w:r w:rsidR="000165AE" w:rsidRPr="000165AE">
        <w:rPr>
          <w:rStyle w:val="libAlaemChar"/>
          <w:rFonts w:hint="cs"/>
          <w:rtl/>
        </w:rPr>
        <w:t>(</w:t>
      </w:r>
      <w:r w:rsidRPr="000165AE">
        <w:rPr>
          <w:rStyle w:val="libAieChar"/>
          <w:rtl/>
        </w:rPr>
        <w:t>تَبارَکَ الَّذِ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tl/>
        </w:rPr>
        <w:t xml:space="preserve"> نَزَّلَ الْفُرْقانَ عَلَ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tl/>
        </w:rPr>
        <w:t xml:space="preserve"> عَبْدِهِ</w:t>
      </w:r>
      <w:r w:rsidR="000165AE" w:rsidRPr="000165AE">
        <w:rPr>
          <w:rStyle w:val="libAlaemChar"/>
          <w:rFonts w:hint="cs"/>
          <w:rtl/>
        </w:rPr>
        <w:t>)</w:t>
      </w:r>
      <w:r w:rsidRPr="00694CD1">
        <w:rPr>
          <w:rtl/>
          <w:lang w:bidi="fa-IR"/>
        </w:rPr>
        <w:t>.</w:t>
      </w:r>
      <w:r w:rsidRPr="000165AE">
        <w:rPr>
          <w:rStyle w:val="libFootnotenumChar"/>
          <w:rtl/>
        </w:rPr>
        <w:t>(8)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165AE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»کتاب«</w:t>
      </w:r>
      <w:r w:rsidRPr="00694CD1">
        <w:rPr>
          <w:rtl/>
          <w:lang w:bidi="fa-IR"/>
        </w:rPr>
        <w:t xml:space="preserve"> که در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از 200 مورد آمده؛ از جمله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: </w:t>
      </w:r>
      <w:r w:rsidR="000165AE" w:rsidRPr="000165AE">
        <w:rPr>
          <w:rStyle w:val="libAlaemChar"/>
          <w:rFonts w:hint="cs"/>
          <w:rtl/>
        </w:rPr>
        <w:t>(</w:t>
      </w:r>
      <w:r w:rsidRPr="000165AE">
        <w:rPr>
          <w:rStyle w:val="libAieChar"/>
          <w:rtl/>
        </w:rPr>
        <w:t>الم</w:t>
      </w:r>
      <w:r w:rsidR="000165AE" w:rsidRPr="000165AE">
        <w:rPr>
          <w:rStyle w:val="libAieChar"/>
          <w:rFonts w:hint="cs"/>
          <w:rtl/>
        </w:rPr>
        <w:t xml:space="preserve"> </w:t>
      </w:r>
      <w:r w:rsidRPr="000165AE">
        <w:rPr>
          <w:rStyle w:val="libAieChar"/>
          <w:rtl/>
        </w:rPr>
        <w:t>ذَلِکَ الْکِتابُ لَا رَ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Fonts w:hint="eastAsia"/>
          <w:rtl/>
        </w:rPr>
        <w:t>بَ</w:t>
      </w:r>
      <w:r w:rsidRPr="000165AE">
        <w:rPr>
          <w:rStyle w:val="libAieChar"/>
          <w:rtl/>
        </w:rPr>
        <w:t xml:space="preserve"> فِ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Fonts w:hint="eastAsia"/>
          <w:rtl/>
        </w:rPr>
        <w:t>هِ</w:t>
      </w:r>
      <w:r w:rsidR="000165AE" w:rsidRPr="000165AE">
        <w:rPr>
          <w:rStyle w:val="libAlaemChar"/>
          <w:rFonts w:hint="cs"/>
          <w:rtl/>
        </w:rPr>
        <w:t>)</w:t>
      </w:r>
      <w:r w:rsidRPr="000165AE">
        <w:rPr>
          <w:rStyle w:val="libAlaemChar"/>
          <w:rtl/>
        </w:rPr>
        <w:t>.</w:t>
      </w:r>
      <w:r w:rsidRPr="000165AE">
        <w:rPr>
          <w:rStyle w:val="libFootnotenumChar"/>
          <w:rtl/>
        </w:rPr>
        <w:t>(9)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165AE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»ذکر«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در 20 مورد آمده؛ از جمله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: </w:t>
      </w:r>
      <w:r w:rsidR="000165AE" w:rsidRPr="000165AE">
        <w:rPr>
          <w:rStyle w:val="libAlaemChar"/>
          <w:rFonts w:hint="cs"/>
          <w:rtl/>
        </w:rPr>
        <w:t>(</w:t>
      </w:r>
      <w:r w:rsidRPr="000165AE">
        <w:rPr>
          <w:rStyle w:val="libAieChar"/>
          <w:rtl/>
        </w:rPr>
        <w:t>إِنّا نَحْنُ نَزَّلْنا الذِّکْرَ</w:t>
      </w:r>
      <w:r w:rsidR="000165AE" w:rsidRPr="000165AE">
        <w:rPr>
          <w:rStyle w:val="libAlaemChar"/>
          <w:rFonts w:hint="cs"/>
          <w:rtl/>
        </w:rPr>
        <w:t>)</w:t>
      </w:r>
      <w:r w:rsidRPr="000165AE">
        <w:rPr>
          <w:rStyle w:val="libFootnotenumChar"/>
          <w:rtl/>
        </w:rPr>
        <w:t>.(10)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0165AE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»تنز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ل«</w:t>
      </w:r>
      <w:r w:rsidRPr="00694CD1">
        <w:rPr>
          <w:rtl/>
          <w:lang w:bidi="fa-IR"/>
        </w:rPr>
        <w:t xml:space="preserve"> که در 15 مورد آمده؛ از جمله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</w:t>
      </w:r>
      <w:r w:rsidRPr="000165AE">
        <w:rPr>
          <w:rStyle w:val="libAlaemChar"/>
          <w:rtl/>
        </w:rPr>
        <w:t>:</w:t>
      </w:r>
      <w:r w:rsidR="000165AE" w:rsidRPr="000165AE">
        <w:rPr>
          <w:rStyle w:val="libAlaemChar"/>
          <w:rFonts w:hint="cs"/>
          <w:rtl/>
        </w:rPr>
        <w:t>(</w:t>
      </w:r>
      <w:r w:rsidRPr="000165AE">
        <w:rPr>
          <w:rStyle w:val="libAieChar"/>
          <w:rtl/>
        </w:rPr>
        <w:t>إِنَّهُ لَتَنزِ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Fonts w:hint="eastAsia"/>
          <w:rtl/>
        </w:rPr>
        <w:t>لُ</w:t>
      </w:r>
      <w:r w:rsidRPr="000165AE">
        <w:rPr>
          <w:rStyle w:val="libAieChar"/>
          <w:rtl/>
        </w:rPr>
        <w:t xml:space="preserve"> رَبِّ الْعالَمِ</w:t>
      </w:r>
      <w:r w:rsidRPr="000165AE">
        <w:rPr>
          <w:rStyle w:val="libAieChar"/>
          <w:rFonts w:hint="cs"/>
          <w:rtl/>
        </w:rPr>
        <w:t>ی</w:t>
      </w:r>
      <w:r w:rsidRPr="000165AE">
        <w:rPr>
          <w:rStyle w:val="libAieChar"/>
          <w:rFonts w:hint="eastAsia"/>
          <w:rtl/>
        </w:rPr>
        <w:t>نَ</w:t>
      </w:r>
      <w:r w:rsidR="000165AE">
        <w:rPr>
          <w:rFonts w:hint="cs"/>
          <w:rtl/>
          <w:lang w:bidi="fa-IR"/>
        </w:rPr>
        <w:t>)</w:t>
      </w:r>
      <w:r w:rsidRPr="00694CD1">
        <w:rPr>
          <w:rtl/>
          <w:lang w:bidi="fa-IR"/>
        </w:rPr>
        <w:t>.</w:t>
      </w:r>
      <w:r w:rsidRPr="000165AE">
        <w:rPr>
          <w:rStyle w:val="libFootnotenumChar"/>
          <w:rtl/>
        </w:rPr>
        <w:t>(11)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0165AE" w:rsidP="000165A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8" w:name="_Toc502396710"/>
      <w:bookmarkStart w:id="59" w:name="_Toc502396802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6</w:t>
      </w:r>
      <w:bookmarkEnd w:id="58"/>
      <w:bookmarkEnd w:id="59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قرائت</w:t>
      </w:r>
      <w:r w:rsidRPr="00694CD1">
        <w:rPr>
          <w:rtl/>
          <w:lang w:bidi="fa-IR"/>
        </w:rPr>
        <w:t xml:space="preserve"> و خواندن قرآن چه ثواب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100B3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بر</w:t>
      </w:r>
      <w:r w:rsidRPr="00694CD1">
        <w:rPr>
          <w:rtl/>
          <w:lang w:bidi="fa-IR"/>
        </w:rPr>
        <w:t xml:space="preserve"> اساس سخنان خداوند و رسول خدا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و اهل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آن حضرت </w:t>
      </w:r>
      <w:r w:rsidR="00100B3B" w:rsidRPr="00100B3B">
        <w:rPr>
          <w:rStyle w:val="libAlaemChar"/>
          <w:rFonts w:eastAsiaTheme="minorHAnsi"/>
          <w:rtl/>
        </w:rPr>
        <w:t>عليهم‌السلام</w:t>
      </w:r>
      <w:r w:rsidRPr="00694CD1">
        <w:rPr>
          <w:rtl/>
          <w:lang w:bidi="fa-IR"/>
        </w:rPr>
        <w:t xml:space="preserve"> خواندن قرآن ثواب و پاداش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</w:t>
      </w:r>
      <w:r w:rsidRPr="00694CD1">
        <w:rPr>
          <w:rtl/>
          <w:lang w:bidi="fa-IR"/>
        </w:rPr>
        <w:t xml:space="preserve"> 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 که برخ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آنها عبارتند از: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باعث بخشش گناهان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طان</w:t>
      </w:r>
      <w:r w:rsidRPr="00694CD1">
        <w:rPr>
          <w:rtl/>
          <w:lang w:bidi="fa-IR"/>
        </w:rPr>
        <w:t xml:space="preserve"> را از خانه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قرآن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خواند،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رون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دل ها را نرم و با عاطفه و محبّت و نوران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سازد.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مانند نردبان، ما را پله پله به خدا نزد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انسان را از حوادث و بلاها و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ها دور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سازد و در امان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100B3B" w:rsidP="00100B3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0" w:name="_Toc502396711"/>
      <w:bookmarkStart w:id="61" w:name="_Toc502396803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7</w:t>
      </w:r>
      <w:bookmarkEnd w:id="60"/>
      <w:bookmarkEnd w:id="6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قرآن</w:t>
      </w:r>
      <w:r w:rsidRPr="00694CD1">
        <w:rPr>
          <w:rtl/>
          <w:lang w:bidi="fa-IR"/>
        </w:rPr>
        <w:t xml:space="preserve"> چگونه انسان را راهنما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100B3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قرآن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هدا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همه جهان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نازل شده است و راه خ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و شر، خوب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بد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و خوشبخت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بدبخت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به همه نشان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دهد؛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آدرس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دهد که جهنم کجاست و بهشت کجاست؟ چه راه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بهشت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رسد و چه راه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جهنم ختم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شود؛ لذا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: </w:t>
      </w:r>
      <w:r w:rsidR="00100B3B" w:rsidRPr="00100B3B">
        <w:rPr>
          <w:rStyle w:val="libAlaemChar"/>
          <w:rFonts w:hint="cs"/>
          <w:rtl/>
        </w:rPr>
        <w:t>(</w:t>
      </w:r>
      <w:r w:rsidRPr="00100B3B">
        <w:rPr>
          <w:rStyle w:val="libAieChar"/>
          <w:rtl/>
        </w:rPr>
        <w:t>هُدً</w:t>
      </w:r>
      <w:r w:rsidRPr="00100B3B">
        <w:rPr>
          <w:rStyle w:val="libAieChar"/>
          <w:rFonts w:hint="cs"/>
          <w:rtl/>
        </w:rPr>
        <w:t>ی</w:t>
      </w:r>
      <w:r w:rsidRPr="00100B3B">
        <w:rPr>
          <w:rStyle w:val="libAieChar"/>
          <w:rtl/>
        </w:rPr>
        <w:t xml:space="preserve"> لِلنّاسِ</w:t>
      </w:r>
      <w:r w:rsidR="00100B3B" w:rsidRPr="00100B3B">
        <w:rPr>
          <w:rStyle w:val="libAlaemChar"/>
          <w:rFonts w:hint="cs"/>
          <w:rtl/>
        </w:rPr>
        <w:t>)</w:t>
      </w:r>
      <w:r w:rsidRPr="00694CD1">
        <w:rPr>
          <w:rtl/>
          <w:lang w:bidi="fa-IR"/>
        </w:rPr>
        <w:t>؛ اگرچه برخ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</w:t>
      </w:r>
      <w:r w:rsidRPr="00694CD1">
        <w:rPr>
          <w:rFonts w:hint="eastAsia"/>
          <w:rtl/>
          <w:lang w:bidi="fa-IR"/>
        </w:rPr>
        <w:t>مردم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راهنما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و هدا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را قبول و باور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کنند و به آن عمل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</w:t>
      </w:r>
      <w:r w:rsidRPr="00694CD1">
        <w:rPr>
          <w:rtl/>
          <w:lang w:bidi="fa-IR"/>
        </w:rPr>
        <w:t xml:space="preserve"> در نت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جه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هدا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در آنان تأث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 لذا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: </w:t>
      </w:r>
      <w:r w:rsidR="00100B3B" w:rsidRPr="00100B3B">
        <w:rPr>
          <w:rStyle w:val="libAlaemChar"/>
          <w:rFonts w:hint="cs"/>
          <w:rtl/>
        </w:rPr>
        <w:t>(</w:t>
      </w:r>
      <w:r w:rsidRPr="00100B3B">
        <w:rPr>
          <w:rStyle w:val="libAieChar"/>
          <w:rtl/>
        </w:rPr>
        <w:t>هُدً</w:t>
      </w:r>
      <w:r w:rsidRPr="00100B3B">
        <w:rPr>
          <w:rStyle w:val="libAieChar"/>
          <w:rFonts w:hint="cs"/>
          <w:rtl/>
        </w:rPr>
        <w:t>ی</w:t>
      </w:r>
      <w:r w:rsidRPr="00100B3B">
        <w:rPr>
          <w:rStyle w:val="libAieChar"/>
          <w:rtl/>
        </w:rPr>
        <w:t xml:space="preserve"> لِلْمُتَّقِ</w:t>
      </w:r>
      <w:r w:rsidRPr="00100B3B">
        <w:rPr>
          <w:rStyle w:val="libAieChar"/>
          <w:rFonts w:hint="cs"/>
          <w:rtl/>
        </w:rPr>
        <w:t>ی</w:t>
      </w:r>
      <w:r w:rsidRPr="00100B3B">
        <w:rPr>
          <w:rStyle w:val="libAieChar"/>
          <w:rFonts w:hint="eastAsia"/>
          <w:rtl/>
        </w:rPr>
        <w:t>نَ</w:t>
      </w:r>
      <w:r w:rsidRPr="00100B3B">
        <w:rPr>
          <w:rStyle w:val="libAieChar"/>
          <w:rtl/>
        </w:rPr>
        <w:t xml:space="preserve"> - لِلْمُؤْمِنِ</w:t>
      </w:r>
      <w:r w:rsidRPr="00100B3B">
        <w:rPr>
          <w:rStyle w:val="libAieChar"/>
          <w:rFonts w:hint="cs"/>
          <w:rtl/>
        </w:rPr>
        <w:t>ی</w:t>
      </w:r>
      <w:r w:rsidRPr="00100B3B">
        <w:rPr>
          <w:rStyle w:val="libAieChar"/>
          <w:rFonts w:hint="eastAsia"/>
          <w:rtl/>
        </w:rPr>
        <w:t>نَ</w:t>
      </w:r>
      <w:r w:rsidRPr="00100B3B">
        <w:rPr>
          <w:rStyle w:val="libAieChar"/>
          <w:rtl/>
        </w:rPr>
        <w:t xml:space="preserve"> </w:t>
      </w:r>
      <w:r w:rsidR="00100B3B" w:rsidRPr="00100B3B">
        <w:rPr>
          <w:rStyle w:val="libAieChar"/>
          <w:rFonts w:ascii="Times New Roman" w:hAnsi="Times New Roman" w:cs="Times New Roman" w:hint="cs"/>
          <w:rtl/>
          <w:lang w:bidi="fa-IR"/>
        </w:rPr>
        <w:t>–</w:t>
      </w:r>
      <w:r w:rsidRPr="00100B3B">
        <w:rPr>
          <w:rStyle w:val="libAieChar"/>
          <w:rtl/>
        </w:rPr>
        <w:t xml:space="preserve"> لِلْمُحْسِنِ</w:t>
      </w:r>
      <w:r w:rsidRPr="00100B3B">
        <w:rPr>
          <w:rStyle w:val="libAieChar"/>
          <w:rFonts w:hint="cs"/>
          <w:rtl/>
        </w:rPr>
        <w:t>ی</w:t>
      </w:r>
      <w:r w:rsidRPr="00100B3B">
        <w:rPr>
          <w:rStyle w:val="libAieChar"/>
          <w:rFonts w:hint="eastAsia"/>
          <w:rtl/>
        </w:rPr>
        <w:t>نَ</w:t>
      </w:r>
      <w:r w:rsidR="00100B3B" w:rsidRPr="00100B3B">
        <w:rPr>
          <w:rStyle w:val="libAlaemChar"/>
          <w:rFonts w:hint="cs"/>
          <w:rtl/>
        </w:rPr>
        <w:t>)</w:t>
      </w:r>
      <w:r w:rsidRPr="00100B3B">
        <w:rPr>
          <w:rStyle w:val="libAlaemChar"/>
          <w:rtl/>
        </w:rPr>
        <w:t>.</w:t>
      </w:r>
    </w:p>
    <w:p w:rsidR="00694CD1" w:rsidRPr="00694CD1" w:rsidRDefault="00100B3B" w:rsidP="00100B3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2" w:name="_Toc502396712"/>
      <w:bookmarkStart w:id="63" w:name="_Toc502396804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8</w:t>
      </w:r>
      <w:bookmarkEnd w:id="62"/>
      <w:bookmarkEnd w:id="6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چرا</w:t>
      </w:r>
      <w:r w:rsidRPr="00694CD1">
        <w:rPr>
          <w:rtl/>
          <w:lang w:bidi="fa-IR"/>
        </w:rPr>
        <w:t xml:space="preserve"> در قرآن به چگونگ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جزئ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 xml:space="preserve"> واجبات اشاره نشده، مثلاً فرموده نماز بخوان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امّا چگونگ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نفرموده؟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100B3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آنجا که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اسلام آخر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آخر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فرستاده خداوند است و قرآن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برنامه زندگ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سعادت همه بشر تا روز 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امت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هرآنچه که تمام مردم به آن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دارند را در خود داشته باشد و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شدن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</w:t>
      </w:r>
      <w:r w:rsidRPr="00694CD1">
        <w:rPr>
          <w:rtl/>
          <w:lang w:bidi="fa-IR"/>
        </w:rPr>
        <w:t xml:space="preserve"> مگر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فقط اصول و احکام </w:t>
      </w:r>
      <w:r w:rsidRPr="00694CD1">
        <w:rPr>
          <w:rFonts w:hint="eastAsia"/>
          <w:rtl/>
          <w:lang w:bidi="fa-IR"/>
        </w:rPr>
        <w:t>کل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اساس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نما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و شرح جزئ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 xml:space="preserve"> را به مفسران قرآن که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و امامان معصوم </w:t>
      </w:r>
      <w:r w:rsidR="00100B3B" w:rsidRPr="00100B3B">
        <w:rPr>
          <w:rStyle w:val="libAlaemChar"/>
          <w:rFonts w:eastAsiaTheme="minorHAnsi"/>
          <w:rtl/>
        </w:rPr>
        <w:t>عليهم‌السلام</w:t>
      </w:r>
      <w:r w:rsidR="00100B3B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هستند واگذار کند؛ اگرچه هم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جزئ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به صورت اشاره و رمز و لطا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شده است.</w:t>
      </w:r>
    </w:p>
    <w:p w:rsidR="00694CD1" w:rsidRPr="00694CD1" w:rsidRDefault="00100B3B" w:rsidP="00100B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9</w:t>
      </w:r>
    </w:p>
    <w:p w:rsidR="00694CD1" w:rsidRPr="00694CD1" w:rsidRDefault="00694CD1" w:rsidP="00100B3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تعر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و جا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گاه</w:t>
      </w:r>
      <w:r w:rsidRPr="00694CD1">
        <w:rPr>
          <w:rtl/>
          <w:lang w:bidi="fa-IR"/>
        </w:rPr>
        <w:t xml:space="preserve"> قرآن از نگاه معصوم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100B3B" w:rsidRPr="00100B3B">
        <w:rPr>
          <w:rStyle w:val="libAlaemChar"/>
          <w:rFonts w:eastAsiaTheme="minorHAnsi"/>
          <w:rtl/>
        </w:rPr>
        <w:t>عليهم‌السلام</w:t>
      </w:r>
      <w:r w:rsidR="00100B3B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در روا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100B3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قال</w:t>
      </w:r>
      <w:r w:rsidRPr="00694CD1">
        <w:rPr>
          <w:rtl/>
          <w:lang w:bidi="fa-IR"/>
        </w:rPr>
        <w:t xml:space="preserve"> رسول اللَّه </w:t>
      </w:r>
      <w:r w:rsidR="00100B3B" w:rsidRPr="00100B3B">
        <w:rPr>
          <w:rStyle w:val="libAlaemChar"/>
          <w:rFonts w:eastAsiaTheme="minorHAnsi"/>
          <w:rtl/>
        </w:rPr>
        <w:t>صلى‌الله‌عليه‌وآله‌وسلم</w:t>
      </w:r>
      <w:r w:rsidRPr="00694CD1">
        <w:rPr>
          <w:rtl/>
          <w:lang w:bidi="fa-IR"/>
        </w:rPr>
        <w:t xml:space="preserve">: </w:t>
      </w:r>
      <w:r w:rsidR="00100B3B" w:rsidRPr="00100B3B">
        <w:rPr>
          <w:rStyle w:val="libAlaemChar"/>
          <w:rFonts w:hint="cs"/>
          <w:rtl/>
        </w:rPr>
        <w:t>(</w:t>
      </w:r>
      <w:r w:rsidRPr="00100B3B">
        <w:rPr>
          <w:rStyle w:val="libAieChar"/>
          <w:rtl/>
        </w:rPr>
        <w:t>مَا عَدَلَ اَحَدٌ عَنِ الْقُرْآنِ إِلَّا إِلَ</w:t>
      </w:r>
      <w:r w:rsidRPr="00100B3B">
        <w:rPr>
          <w:rStyle w:val="libAieChar"/>
          <w:rFonts w:hint="cs"/>
          <w:rtl/>
        </w:rPr>
        <w:t>ی</w:t>
      </w:r>
      <w:r w:rsidRPr="00100B3B">
        <w:rPr>
          <w:rStyle w:val="libAieChar"/>
          <w:rtl/>
        </w:rPr>
        <w:t xml:space="preserve"> النَّارِ</w:t>
      </w:r>
      <w:r w:rsidR="00100B3B" w:rsidRPr="00100B3B">
        <w:rPr>
          <w:rStyle w:val="libAlaemChar"/>
          <w:rFonts w:hint="cs"/>
          <w:rtl/>
        </w:rPr>
        <w:t>)</w:t>
      </w:r>
      <w:r w:rsidRPr="00694CD1">
        <w:rPr>
          <w:rtl/>
          <w:lang w:bidi="fa-IR"/>
        </w:rPr>
        <w:t>؛</w:t>
      </w:r>
      <w:r w:rsidRPr="00100B3B">
        <w:rPr>
          <w:rStyle w:val="libFootnotenumChar"/>
          <w:rtl/>
        </w:rPr>
        <w:t>(12)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قرآن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گردان نشد؛ مگر آنکه به سو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آتش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آورد.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100B3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قال</w:t>
      </w:r>
      <w:r w:rsidRPr="00694CD1">
        <w:rPr>
          <w:rtl/>
          <w:lang w:bidi="fa-IR"/>
        </w:rPr>
        <w:t xml:space="preserve">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100B3B" w:rsidRPr="00100B3B">
        <w:rPr>
          <w:rStyle w:val="libAlaemChar"/>
          <w:rFonts w:eastAsiaTheme="minorHAnsi"/>
          <w:rtl/>
        </w:rPr>
        <w:t>عليه‌السلام</w:t>
      </w:r>
      <w:r w:rsidR="00100B3B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»اَفْضَلُ الذِّکْرِ الْقُرْآنُ بِهِ تُشْرَحُ الصُّدُورُ وَ تَسْتَنِ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رُ</w:t>
      </w:r>
      <w:r w:rsidRPr="00694CD1">
        <w:rPr>
          <w:rtl/>
          <w:lang w:bidi="fa-IR"/>
        </w:rPr>
        <w:t xml:space="preserve"> السَّرَائِر«؛</w:t>
      </w:r>
      <w:r w:rsidRPr="00100B3B">
        <w:rPr>
          <w:rStyle w:val="libFootnotenumChar"/>
          <w:rtl/>
        </w:rPr>
        <w:t>(13)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برتر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ذکر، قرآن است که به وس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له</w:t>
      </w:r>
      <w:r w:rsidRPr="00694CD1">
        <w:rPr>
          <w:rtl/>
          <w:lang w:bidi="fa-IR"/>
        </w:rPr>
        <w:t xml:space="preserve"> آن، دل ها گشاده و قلب ها روشن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قال</w:t>
      </w:r>
      <w:r w:rsidRPr="00694CD1">
        <w:rPr>
          <w:rtl/>
          <w:lang w:bidi="fa-IR"/>
        </w:rPr>
        <w:t xml:space="preserve"> رسول اللَّه صل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الله 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وآله: »خَ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رُکُمْ</w:t>
      </w:r>
      <w:r w:rsidRPr="00694CD1">
        <w:rPr>
          <w:rtl/>
          <w:lang w:bidi="fa-IR"/>
        </w:rPr>
        <w:t xml:space="preserve"> مَنْ تَعَلَّمَ الْقُرْآن وَ عَلَّمَهُ«؛(14)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بهتر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شما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 که قرآن را فرا 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رد</w:t>
      </w:r>
      <w:r w:rsidRPr="00694CD1">
        <w:rPr>
          <w:rtl/>
          <w:lang w:bidi="fa-IR"/>
        </w:rPr>
        <w:t xml:space="preserve"> و به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گران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اموزد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قال</w:t>
      </w:r>
      <w:r w:rsidRPr="00694CD1">
        <w:rPr>
          <w:rtl/>
          <w:lang w:bidi="fa-IR"/>
        </w:rPr>
        <w:t xml:space="preserve"> رسول اللَّه صل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الله 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وآله: »نَوِّرُوا بُ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وتَکُمْ</w:t>
      </w:r>
      <w:r w:rsidRPr="00694CD1">
        <w:rPr>
          <w:rtl/>
          <w:lang w:bidi="fa-IR"/>
        </w:rPr>
        <w:t xml:space="preserve"> بِتِلاوَهِ الْقُرْآنِ«؛(15)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خانه</w:t>
      </w:r>
      <w:r w:rsidRPr="00694CD1">
        <w:rPr>
          <w:rtl/>
          <w:lang w:bidi="fa-IR"/>
        </w:rPr>
        <w:t xml:space="preserve">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خود را با تلاوت قرآن نوران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Heading2"/>
        <w:rPr>
          <w:rtl/>
          <w:lang w:bidi="fa-IR"/>
        </w:rPr>
      </w:pPr>
      <w:bookmarkStart w:id="64" w:name="_Toc502396713"/>
      <w:bookmarkStart w:id="65" w:name="_Toc502396805"/>
      <w:r w:rsidRPr="00694CD1">
        <w:rPr>
          <w:rFonts w:hint="eastAsia"/>
          <w:rtl/>
          <w:lang w:bidi="fa-IR"/>
        </w:rPr>
        <w:lastRenderedPageBreak/>
        <w:t>سؤال</w:t>
      </w:r>
      <w:r w:rsidR="009D435B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10</w:t>
      </w:r>
      <w:bookmarkEnd w:id="64"/>
      <w:bookmarkEnd w:id="6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بزرگ</w:t>
      </w:r>
      <w:r w:rsidRPr="00694CD1">
        <w:rPr>
          <w:rtl/>
          <w:lang w:bidi="fa-IR"/>
        </w:rPr>
        <w:t xml:space="preserve">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 کوچک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 و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و کلمه و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در قرآن آمده است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بزرگ</w:t>
      </w:r>
      <w:r w:rsidRPr="00694CD1">
        <w:rPr>
          <w:rtl/>
          <w:lang w:bidi="fa-IR"/>
        </w:rPr>
        <w:t xml:space="preserve">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سوره، در قرآن، بقره است که 286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دارد و کوچک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آن سوره کوثر است که سه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دارد.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بزرگ</w:t>
      </w:r>
      <w:r w:rsidRPr="00694CD1">
        <w:rPr>
          <w:rtl/>
          <w:lang w:bidi="fa-IR"/>
        </w:rPr>
        <w:t xml:space="preserve">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ه،</w:t>
      </w:r>
      <w:r w:rsidRPr="00694CD1">
        <w:rPr>
          <w:rtl/>
          <w:lang w:bidi="fa-IR"/>
        </w:rPr>
        <w:t xml:space="preserve">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283 سوره بقره است که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صفحه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بزرگ</w:t>
      </w:r>
      <w:r w:rsidRPr="00694CD1">
        <w:rPr>
          <w:rtl/>
          <w:lang w:bidi="fa-IR"/>
        </w:rPr>
        <w:t xml:space="preserve">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کلمه قرآن </w:t>
      </w:r>
      <w:r w:rsidR="009D435B" w:rsidRPr="009D435B">
        <w:rPr>
          <w:rStyle w:val="libAlaemChar"/>
          <w:rFonts w:hint="cs"/>
          <w:rtl/>
        </w:rPr>
        <w:t>(</w:t>
      </w:r>
      <w:r w:rsidRPr="009D435B">
        <w:rPr>
          <w:rStyle w:val="libAieChar"/>
          <w:rtl/>
        </w:rPr>
        <w:t>فَأَسْقَ</w:t>
      </w:r>
      <w:r w:rsidRPr="009D435B">
        <w:rPr>
          <w:rStyle w:val="libAieChar"/>
          <w:rFonts w:hint="cs"/>
          <w:rtl/>
        </w:rPr>
        <w:t>ی</w:t>
      </w:r>
      <w:r w:rsidRPr="009D435B">
        <w:rPr>
          <w:rStyle w:val="libAieChar"/>
          <w:rFonts w:hint="eastAsia"/>
          <w:rtl/>
        </w:rPr>
        <w:t>ناکُمُوهُ</w:t>
      </w:r>
      <w:r w:rsidR="009D435B" w:rsidRPr="009D435B">
        <w:rPr>
          <w:rStyle w:val="libAlaemChar"/>
          <w:rFonts w:hint="cs"/>
          <w:rtl/>
        </w:rPr>
        <w:t>)</w:t>
      </w:r>
      <w:r w:rsidRPr="00694CD1">
        <w:rPr>
          <w:rtl/>
          <w:lang w:bidi="fa-IR"/>
        </w:rPr>
        <w:t xml:space="preserve"> است که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22 سوره حجر و 11 حرف دارد.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کوچک</w:t>
      </w:r>
      <w:r w:rsidRPr="00694CD1">
        <w:rPr>
          <w:rtl/>
          <w:lang w:bidi="fa-IR"/>
        </w:rPr>
        <w:t xml:space="preserve">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کلمه، حرف باء در </w:t>
      </w:r>
      <w:r w:rsidR="009D435B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بسم اللَّه</w:t>
      </w:r>
      <w:r w:rsidR="009D435B">
        <w:rPr>
          <w:rFonts w:hint="cs"/>
          <w:rtl/>
          <w:lang w:bidi="fa-IR"/>
        </w:rPr>
        <w:t>)</w:t>
      </w:r>
      <w:r w:rsidRPr="00694CD1">
        <w:rPr>
          <w:rtl/>
          <w:lang w:bidi="fa-IR"/>
        </w:rPr>
        <w:t xml:space="preserve">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بزرگ</w:t>
      </w:r>
      <w:r w:rsidRPr="00694CD1">
        <w:rPr>
          <w:rtl/>
          <w:lang w:bidi="fa-IR"/>
        </w:rPr>
        <w:t xml:space="preserve">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</w:t>
      </w:r>
      <w:r w:rsidRPr="00694CD1">
        <w:rPr>
          <w:rtl/>
          <w:lang w:bidi="fa-IR"/>
        </w:rPr>
        <w:t xml:space="preserve"> 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و همچن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بزرگ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حضرت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ونس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را بلع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 که در سوره صافات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142 اشاره شده است.</w:t>
      </w:r>
      <w:r w:rsidR="009D435B" w:rsidRPr="00694CD1">
        <w:rPr>
          <w:rFonts w:hint="eastAsia"/>
          <w:rtl/>
          <w:lang w:bidi="fa-IR"/>
        </w:rPr>
        <w:t xml:space="preserve"> </w:t>
      </w:r>
      <w:r w:rsidRPr="00694CD1">
        <w:rPr>
          <w:rFonts w:hint="eastAsia"/>
          <w:rtl/>
          <w:lang w:bidi="fa-IR"/>
        </w:rPr>
        <w:t>و</w:t>
      </w:r>
      <w:r w:rsidRPr="00694CD1">
        <w:rPr>
          <w:rtl/>
          <w:lang w:bidi="fa-IR"/>
        </w:rPr>
        <w:t xml:space="preserve"> کوچک 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وان،</w:t>
      </w:r>
      <w:r w:rsidRPr="00694CD1">
        <w:rPr>
          <w:rtl/>
          <w:lang w:bidi="fa-IR"/>
        </w:rPr>
        <w:t xml:space="preserve"> پشه است که در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26 سوره بقره آمده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9D435B" w:rsidP="004B4C8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6" w:name="_Toc502396714"/>
      <w:bookmarkStart w:id="67" w:name="_Toc502396806"/>
      <w:r w:rsidR="00694CD1" w:rsidRPr="00694CD1">
        <w:rPr>
          <w:rFonts w:hint="eastAsia"/>
          <w:rtl/>
          <w:lang w:bidi="fa-IR"/>
        </w:rPr>
        <w:lastRenderedPageBreak/>
        <w:t>پرسش</w:t>
      </w:r>
      <w:r w:rsidR="00694CD1" w:rsidRPr="00694CD1">
        <w:rPr>
          <w:rtl/>
          <w:lang w:bidi="fa-IR"/>
        </w:rPr>
        <w:t xml:space="preserve"> ها و پاسخ ها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عموم</w:t>
      </w:r>
      <w:r w:rsidR="00694CD1" w:rsidRPr="00694CD1">
        <w:rPr>
          <w:rFonts w:hint="cs"/>
          <w:rtl/>
          <w:lang w:bidi="fa-IR"/>
        </w:rPr>
        <w:t>ی</w:t>
      </w:r>
      <w:bookmarkEnd w:id="66"/>
      <w:bookmarkEnd w:id="67"/>
    </w:p>
    <w:p w:rsidR="009D435B" w:rsidRDefault="009D435B" w:rsidP="00694CD1">
      <w:pPr>
        <w:pStyle w:val="libNormal"/>
        <w:rPr>
          <w:rFonts w:hint="cs"/>
          <w:rtl/>
          <w:lang w:bidi="fa-IR"/>
        </w:rPr>
      </w:pPr>
    </w:p>
    <w:p w:rsidR="00694CD1" w:rsidRPr="00694CD1" w:rsidRDefault="00694CD1" w:rsidP="009D435B">
      <w:pPr>
        <w:pStyle w:val="Heading2"/>
        <w:rPr>
          <w:rtl/>
          <w:lang w:bidi="fa-IR"/>
        </w:rPr>
      </w:pPr>
      <w:bookmarkStart w:id="68" w:name="_Toc502396715"/>
      <w:bookmarkStart w:id="69" w:name="_Toc502396807"/>
      <w:r w:rsidRPr="00694CD1">
        <w:rPr>
          <w:rFonts w:hint="eastAsia"/>
          <w:rtl/>
          <w:lang w:bidi="fa-IR"/>
        </w:rPr>
        <w:t>سؤال</w:t>
      </w:r>
      <w:r w:rsidR="009D435B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1</w:t>
      </w:r>
      <w:bookmarkEnd w:id="68"/>
      <w:bookmarkEnd w:id="69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عصر</w:t>
      </w:r>
      <w:r w:rsidRPr="00694CD1">
        <w:rPr>
          <w:rtl/>
          <w:lang w:bidi="fa-IR"/>
        </w:rPr>
        <w:t xml:space="preserve"> غ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بت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چه؟ و چرا امام زمان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غا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</w:t>
      </w:r>
      <w:r w:rsidRPr="00694CD1">
        <w:rPr>
          <w:rtl/>
          <w:lang w:bidi="fa-IR"/>
        </w:rPr>
        <w:t xml:space="preserve"> شده است؟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خداوند</w:t>
      </w:r>
      <w:r w:rsidRPr="00694CD1">
        <w:rPr>
          <w:rtl/>
          <w:lang w:bidi="fa-IR"/>
        </w:rPr>
        <w:t xml:space="preserve"> متعال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هدا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و راهنما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بشر در هر دوره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فرستاده است تا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نکه</w:t>
      </w:r>
      <w:r w:rsidRPr="00694CD1">
        <w:rPr>
          <w:rtl/>
          <w:lang w:bidi="fa-IR"/>
        </w:rPr>
        <w:t xml:space="preserve"> نوبت به آخر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آنان؛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حضرت محمّد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که بعد از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شان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گر</w:t>
      </w:r>
      <w:r w:rsidRPr="00694CD1">
        <w:rPr>
          <w:rtl/>
          <w:lang w:bidi="fa-IR"/>
        </w:rPr>
        <w:t xml:space="preserve">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نخواهد بود؛ لکن بعد از رحلت آن حضرت، 12 جانش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 امام معصوم برگز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</w:t>
      </w:r>
      <w:r w:rsidRPr="00694CD1">
        <w:rPr>
          <w:rtl/>
          <w:lang w:bidi="fa-IR"/>
        </w:rPr>
        <w:t xml:space="preserve"> شدند که بعد از </w:t>
      </w:r>
      <w:r w:rsidRPr="00694CD1">
        <w:rPr>
          <w:rFonts w:hint="eastAsia"/>
          <w:rtl/>
          <w:lang w:bidi="fa-IR"/>
        </w:rPr>
        <w:t>شهادت</w:t>
      </w:r>
      <w:r w:rsidRPr="00694CD1">
        <w:rPr>
          <w:rtl/>
          <w:lang w:bidi="fa-IR"/>
        </w:rPr>
        <w:t xml:space="preserve"> 11 نفر از آنان، نوبت به امام زمان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حال از آنجا که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در هر زمان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جانب خداوند حجّت و امام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باشد، امام دوازدهم به خاطر دلا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دگان</w:t>
      </w:r>
      <w:r w:rsidRPr="00694CD1">
        <w:rPr>
          <w:rtl/>
          <w:lang w:bidi="fa-IR"/>
        </w:rPr>
        <w:t xml:space="preserve"> مردم غا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</w:t>
      </w:r>
      <w:r w:rsidRPr="00694CD1">
        <w:rPr>
          <w:rtl/>
          <w:lang w:bidi="fa-IR"/>
        </w:rPr>
        <w:t xml:space="preserve"> شده است،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مردم، به هدا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معنو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آنان مشغول است تا زمان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خداوند </w:t>
      </w:r>
      <w:r w:rsidRPr="00694CD1">
        <w:rPr>
          <w:rFonts w:hint="eastAsia"/>
          <w:rtl/>
          <w:lang w:bidi="fa-IR"/>
        </w:rPr>
        <w:t>بخواهد</w:t>
      </w:r>
      <w:r w:rsidRPr="00694CD1">
        <w:rPr>
          <w:rtl/>
          <w:lang w:bidi="fa-IR"/>
        </w:rPr>
        <w:t xml:space="preserve"> و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شان</w:t>
      </w:r>
      <w:r w:rsidRPr="00694CD1">
        <w:rPr>
          <w:rtl/>
          <w:lang w:bidi="fa-IR"/>
        </w:rPr>
        <w:t xml:space="preserve"> ظهور نما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9D435B" w:rsidP="009D435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0" w:name="_Toc502396716"/>
      <w:bookmarkStart w:id="71" w:name="_Toc502396808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2</w:t>
      </w:r>
      <w:bookmarkEnd w:id="70"/>
      <w:bookmarkEnd w:id="7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بزرگان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چه درس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امام</w:t>
      </w:r>
      <w:r w:rsidRPr="00694CD1">
        <w:rPr>
          <w:rtl/>
          <w:lang w:bidi="fa-IR"/>
        </w:rPr>
        <w:t xml:space="preserve"> باقر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فرمودند: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بُنِ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الْاِسْلامُ عَل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خَمْسهِ اَش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اءٍ</w:t>
      </w:r>
      <w:r w:rsidRPr="00694CD1">
        <w:rPr>
          <w:rtl/>
          <w:lang w:bidi="fa-IR"/>
        </w:rPr>
        <w:t>: عَل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الصّلاهِ و الزّکاهِ و الحج و الصّومِ و الولا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هِ</w:t>
      </w:r>
      <w:r w:rsidRPr="00694CD1">
        <w:rPr>
          <w:rtl/>
          <w:lang w:bidi="fa-IR"/>
        </w:rPr>
        <w:t>. قَال زُرارهُ فَقُلْتُ: وَ اَ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شَ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ءٍ مِنْ ذلکَ اَفضلٌ؟ فَقال 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السلام: اَلوِلا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هُ</w:t>
      </w:r>
      <w:r w:rsidRPr="00694CD1">
        <w:rPr>
          <w:rtl/>
          <w:lang w:bidi="fa-IR"/>
        </w:rPr>
        <w:t xml:space="preserve"> اَفْضَلُ؛</w:t>
      </w:r>
      <w:r w:rsidRPr="009D435B">
        <w:rPr>
          <w:rStyle w:val="libFootnotenumChar"/>
          <w:rtl/>
        </w:rPr>
        <w:t>(16)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اساس</w:t>
      </w:r>
      <w:r w:rsidRPr="00694CD1">
        <w:rPr>
          <w:rtl/>
          <w:lang w:bidi="fa-IR"/>
        </w:rPr>
        <w:t xml:space="preserve"> اسلام بر پنج پا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استوار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برپا</w:t>
      </w:r>
      <w:r w:rsidRPr="00694CD1">
        <w:rPr>
          <w:rtl/>
          <w:lang w:bidi="fa-IR"/>
        </w:rPr>
        <w:t xml:space="preserve"> داشتن نماز، زکات دادن، بجا آوردن اعمال حج، روزه گرفتن، ولا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و دوست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اهل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</w:t>
      </w:r>
      <w:r w:rsidR="009D435B" w:rsidRPr="009D435B">
        <w:rPr>
          <w:rStyle w:val="libAlaemChar"/>
          <w:rFonts w:eastAsiaTheme="minorHAnsi"/>
          <w:rtl/>
        </w:rPr>
        <w:t>عليهم‌السلام</w:t>
      </w:r>
      <w:r w:rsidR="009D435B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در همه حال.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زراره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 پرس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دم</w:t>
      </w:r>
      <w:r w:rsidRPr="00694CD1">
        <w:rPr>
          <w:rtl/>
          <w:lang w:bidi="fa-IR"/>
        </w:rPr>
        <w:t xml:space="preserve"> کدام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فض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لت</w:t>
      </w:r>
      <w:r w:rsidRPr="00694CD1">
        <w:rPr>
          <w:rtl/>
          <w:lang w:bidi="fa-IR"/>
        </w:rPr>
        <w:t xml:space="preserve"> و اهم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تش</w:t>
      </w:r>
      <w:r w:rsidRPr="00694CD1">
        <w:rPr>
          <w:rtl/>
          <w:lang w:bidi="fa-IR"/>
        </w:rPr>
        <w:t xml:space="preserve">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شتر</w:t>
      </w:r>
      <w:r w:rsidRPr="00694CD1">
        <w:rPr>
          <w:rtl/>
          <w:lang w:bidi="fa-IR"/>
        </w:rPr>
        <w:t xml:space="preserve"> است؟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حضرت</w:t>
      </w:r>
      <w:r w:rsidRPr="00694CD1">
        <w:rPr>
          <w:rtl/>
          <w:lang w:bidi="fa-IR"/>
        </w:rPr>
        <w:t xml:space="preserve"> فرمود: ولا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)و سرپرست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توسط رهبران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 مردم( از همه برتر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9D435B" w:rsidP="009D435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2" w:name="_Toc502396717"/>
      <w:bookmarkStart w:id="73" w:name="_Toc502396809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3</w:t>
      </w:r>
      <w:bookmarkEnd w:id="72"/>
      <w:bookmarkEnd w:id="7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ماه محرم برا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بگو؟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 ماه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سال قمر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دوازده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محرّم 2 - صفر 3 - رب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</w:t>
      </w:r>
      <w:r w:rsidRPr="00694CD1">
        <w:rPr>
          <w:rtl/>
          <w:lang w:bidi="fa-IR"/>
        </w:rPr>
        <w:t xml:space="preserve"> الاوّل 4 - رب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</w:t>
      </w:r>
      <w:r w:rsidRPr="00694CD1">
        <w:rPr>
          <w:rtl/>
          <w:lang w:bidi="fa-IR"/>
        </w:rPr>
        <w:t xml:space="preserve"> الثان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5 - جماد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الاوّل 6 - جماد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الثان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7 - رجب 8 - شعبان 9 - رمضان 10 - شوال 11 - ذ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قعده</w:t>
      </w:r>
      <w:r w:rsidRPr="00694CD1">
        <w:rPr>
          <w:rtl/>
          <w:lang w:bidi="fa-IR"/>
        </w:rPr>
        <w:t xml:space="preserve"> 12 - ذ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حجّه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پس</w:t>
      </w:r>
      <w:r w:rsidRPr="00694CD1">
        <w:rPr>
          <w:rtl/>
          <w:lang w:bidi="fa-IR"/>
        </w:rPr>
        <w:t xml:space="preserve"> شروع سال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قمر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محرّم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ماه</w:t>
      </w:r>
      <w:r w:rsidRPr="00694CD1">
        <w:rPr>
          <w:rtl/>
          <w:lang w:bidi="fa-IR"/>
        </w:rPr>
        <w:t xml:space="preserve"> محرّم ماه شهادت حضرت اباعبداللَّه الحس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و</w:t>
      </w:r>
      <w:r w:rsidRPr="00694CD1">
        <w:rPr>
          <w:rtl/>
          <w:lang w:bidi="fa-IR"/>
        </w:rPr>
        <w:t xml:space="preserve"> لذا ماه حزن و اندوه اهل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</w:t>
      </w:r>
      <w:r w:rsidR="009D435B" w:rsidRPr="009D435B">
        <w:rPr>
          <w:rStyle w:val="libAlaemChar"/>
          <w:rFonts w:eastAsiaTheme="minorHAnsi"/>
          <w:rtl/>
        </w:rPr>
        <w:t>عليهم‌السلام</w:t>
      </w:r>
      <w:r w:rsidR="009D435B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694CD1">
        <w:rPr>
          <w:rtl/>
          <w:lang w:bidi="fa-IR"/>
        </w:rPr>
        <w:t>و ماه عزادار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 حضرت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محرّم</w:t>
      </w:r>
      <w:r w:rsidRPr="00694CD1">
        <w:rPr>
          <w:rtl/>
          <w:lang w:bidi="fa-IR"/>
        </w:rPr>
        <w:t xml:space="preserve"> ماه ترک لذّت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است،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تمر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ماه ها.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محرّم</w:t>
      </w:r>
      <w:r w:rsidRPr="00694CD1">
        <w:rPr>
          <w:rtl/>
          <w:lang w:bidi="fa-IR"/>
        </w:rPr>
        <w:t xml:space="preserve"> ماه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 که امام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 xml:space="preserve">با 72 تن از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ارانش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اسلام و مبارزه با ظلم و ستم، شه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شدند.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محرم</w:t>
      </w:r>
      <w:r w:rsidRPr="00694CD1">
        <w:rPr>
          <w:rtl/>
          <w:lang w:bidi="fa-IR"/>
        </w:rPr>
        <w:t xml:space="preserve"> ماه آشنا شدن با اهداف مقدّس امام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و آشنا شدن با وظا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ف</w:t>
      </w:r>
      <w:r w:rsidRPr="00694CD1">
        <w:rPr>
          <w:rtl/>
          <w:lang w:bidi="fa-IR"/>
        </w:rPr>
        <w:t xml:space="preserve"> شرع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9D435B">
      <w:pPr>
        <w:pStyle w:val="Heading2"/>
        <w:rPr>
          <w:rtl/>
          <w:lang w:bidi="fa-IR"/>
        </w:rPr>
      </w:pPr>
      <w:bookmarkStart w:id="74" w:name="_Toc502396718"/>
      <w:bookmarkStart w:id="75" w:name="_Toc502396810"/>
      <w:r w:rsidRPr="00694CD1">
        <w:rPr>
          <w:rFonts w:hint="eastAsia"/>
          <w:rtl/>
          <w:lang w:bidi="fa-IR"/>
        </w:rPr>
        <w:t>سؤال</w:t>
      </w:r>
      <w:r w:rsidR="009D435B">
        <w:rPr>
          <w:rFonts w:hint="cs"/>
          <w:rtl/>
          <w:lang w:bidi="fa-IR"/>
        </w:rPr>
        <w:t xml:space="preserve"> -</w:t>
      </w:r>
      <w:r w:rsidRPr="00694CD1">
        <w:rPr>
          <w:rtl/>
          <w:lang w:bidi="fa-IR"/>
        </w:rPr>
        <w:t xml:space="preserve"> 4</w:t>
      </w:r>
      <w:bookmarkEnd w:id="74"/>
      <w:bookmarkEnd w:id="7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فرورد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ماه چه خبر؟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ماه</w:t>
      </w:r>
      <w:r w:rsidRPr="00694CD1">
        <w:rPr>
          <w:rtl/>
          <w:lang w:bidi="fa-IR"/>
        </w:rPr>
        <w:t xml:space="preserve">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سال شمس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دوازده ماه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فرورد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2 - ارد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بهشت</w:t>
      </w:r>
      <w:r w:rsidRPr="00694CD1">
        <w:rPr>
          <w:rtl/>
          <w:lang w:bidi="fa-IR"/>
        </w:rPr>
        <w:t xml:space="preserve"> 3 - خرداد 4 - 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5 - مرداد 6 - شهر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ور</w:t>
      </w:r>
      <w:r w:rsidRPr="00694CD1">
        <w:rPr>
          <w:rtl/>
          <w:lang w:bidi="fa-IR"/>
        </w:rPr>
        <w:t xml:space="preserve"> 7 - مهر 8 - آبان 9 - آذر 10 - 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11 - بهمن 12 - اسفند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ماه</w:t>
      </w:r>
      <w:r w:rsidRPr="00694CD1">
        <w:rPr>
          <w:rtl/>
          <w:lang w:bidi="fa-IR"/>
        </w:rPr>
        <w:t xml:space="preserve"> فرورد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اول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ماه شروع سال شمس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است و اول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روز آن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نوروز است که در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از قد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روز را جشن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گرفتند و اکنون هم به عنوان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باستان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مردم آن را جشن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رند؛</w:t>
      </w:r>
      <w:r w:rsidRPr="00694CD1">
        <w:rPr>
          <w:rtl/>
          <w:lang w:bidi="fa-IR"/>
        </w:rPr>
        <w:t xml:space="preserve"> لکن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مهم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عبارتند از: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فطر،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غد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ر،</w:t>
      </w:r>
      <w:r w:rsidRPr="00694CD1">
        <w:rPr>
          <w:rtl/>
          <w:lang w:bidi="fa-IR"/>
        </w:rPr>
        <w:t xml:space="preserve">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قربان؛ بنابرا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نوروز 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شه</w:t>
      </w:r>
      <w:r w:rsidRPr="00694CD1">
        <w:rPr>
          <w:rtl/>
          <w:lang w:bidi="fa-IR"/>
        </w:rPr>
        <w:t xml:space="preserve">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ندارد، ول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حدّ نظافت و پاک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و صله رحم و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و بازد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بستگان و دوستان و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استفاده از تعط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لات</w:t>
      </w:r>
      <w:r w:rsidRPr="00694CD1">
        <w:rPr>
          <w:rtl/>
          <w:lang w:bidi="fa-IR"/>
        </w:rPr>
        <w:t xml:space="preserve">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برنامه 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سال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نده</w:t>
      </w:r>
      <w:r w:rsidRPr="00694CD1">
        <w:rPr>
          <w:rtl/>
          <w:lang w:bidi="fa-IR"/>
        </w:rPr>
        <w:t xml:space="preserve"> وبررس</w:t>
      </w:r>
      <w:r w:rsidRPr="00694CD1">
        <w:rPr>
          <w:rFonts w:hint="cs"/>
          <w:rtl/>
          <w:lang w:bidi="fa-IR"/>
        </w:rPr>
        <w:t>ی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قوّت</w:t>
      </w:r>
      <w:r w:rsidRPr="00694CD1">
        <w:rPr>
          <w:rtl/>
          <w:lang w:bidi="fa-IR"/>
        </w:rPr>
        <w:t xml:space="preserve"> ها و ضعف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سال گذشته، بس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</w:t>
      </w:r>
      <w:r w:rsidRPr="00694CD1">
        <w:rPr>
          <w:rtl/>
          <w:lang w:bidi="fa-IR"/>
        </w:rPr>
        <w:t xml:space="preserve"> خوب است.</w:t>
      </w:r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حضرت</w:t>
      </w:r>
      <w:r w:rsidRPr="00694CD1">
        <w:rPr>
          <w:rtl/>
          <w:lang w:bidi="fa-IR"/>
        </w:rPr>
        <w:t xml:space="preserve"> امام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هر روز که در آن روز معص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خدا نشود همان روز 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است</w:t>
      </w:r>
      <w:r w:rsidRPr="009D435B">
        <w:rPr>
          <w:rStyle w:val="libFootnotenumChar"/>
          <w:rtl/>
        </w:rPr>
        <w:t>.(17)</w:t>
      </w:r>
      <w:r w:rsidRPr="00694CD1">
        <w:rPr>
          <w:rtl/>
          <w:lang w:bidi="fa-IR"/>
        </w:rPr>
        <w:t xml:space="preserve"> و سزاوار است که انسان خوشحال باشد(.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9D435B" w:rsidP="009D435B">
      <w:pPr>
        <w:pStyle w:val="Heading2"/>
        <w:rPr>
          <w:rtl/>
          <w:lang w:bidi="fa-IR"/>
        </w:rPr>
      </w:pPr>
      <w:r>
        <w:rPr>
          <w:rtl/>
          <w:lang w:bidi="fa-IR"/>
        </w:rPr>
        <w:br w:type="column"/>
      </w:r>
      <w:bookmarkStart w:id="76" w:name="_Toc502396719"/>
      <w:bookmarkStart w:id="77" w:name="_Toc502396811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5</w:t>
      </w:r>
      <w:bookmarkEnd w:id="76"/>
      <w:bookmarkEnd w:id="77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آداب</w:t>
      </w:r>
      <w:r w:rsidRPr="00694CD1">
        <w:rPr>
          <w:rtl/>
          <w:lang w:bidi="fa-IR"/>
        </w:rPr>
        <w:t xml:space="preserve"> غذا خوردن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1 - شستن دست ها؛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هر کس قبل و بعد از غذا دست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خود را بشو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زندگ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جاو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خواهد داشت.</w:t>
      </w:r>
      <w:r w:rsidRPr="009D435B">
        <w:rPr>
          <w:rStyle w:val="libFootnotenumChar"/>
          <w:rtl/>
        </w:rPr>
        <w:t>(18)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با بسم اللَّه شروع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با اندک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نمک شروع و ختم کند.</w:t>
      </w:r>
      <w:r w:rsidRPr="009D435B">
        <w:rPr>
          <w:rStyle w:val="libFootnotenumChar"/>
          <w:rtl/>
        </w:rPr>
        <w:t>(19)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با دست راست غذا بخورد</w:t>
      </w:r>
      <w:r w:rsidRPr="009D435B">
        <w:rPr>
          <w:rStyle w:val="libFootnotenumChar"/>
          <w:rtl/>
        </w:rPr>
        <w:t>.(20)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در غذا خوردن نبا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عجله کرد.</w:t>
      </w:r>
      <w:r w:rsidRPr="009D435B">
        <w:rPr>
          <w:rStyle w:val="libFootnotenumChar"/>
          <w:rtl/>
        </w:rPr>
        <w:t>(21)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6 -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غذا را خ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بجَوَد.</w:t>
      </w:r>
      <w:r w:rsidRPr="009D435B">
        <w:rPr>
          <w:rStyle w:val="libFootnotenumChar"/>
          <w:rtl/>
        </w:rPr>
        <w:t>(22)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7 - به غذا فوت نکند؛ حضرت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فرمودند: رسول گرام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اسلام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در غذا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خود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  <w:r w:rsidRPr="009D435B">
        <w:rPr>
          <w:rStyle w:val="libFootnotenumChar"/>
          <w:rtl/>
        </w:rPr>
        <w:t>(23)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8 - پرخور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نزد خداوند مبغوض است.</w:t>
      </w:r>
      <w:r w:rsidRPr="009D435B">
        <w:rPr>
          <w:rStyle w:val="libFootnotenumChar"/>
          <w:rtl/>
        </w:rPr>
        <w:t>(24)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9 -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فرمود: غذا خوردن در بازار کراهت دارد.</w:t>
      </w:r>
      <w:r w:rsidRPr="009D435B">
        <w:rPr>
          <w:rStyle w:val="libFootnotenumChar"/>
          <w:rtl/>
        </w:rPr>
        <w:t>(25)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10 -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در حال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ستاده</w:t>
      </w:r>
      <w:r w:rsidRPr="00694CD1">
        <w:rPr>
          <w:rtl/>
          <w:lang w:bidi="fa-IR"/>
        </w:rPr>
        <w:t xml:space="preserve"> و راه رفتن غذا نخور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  <w:r w:rsidRPr="009D435B">
        <w:rPr>
          <w:rStyle w:val="libFootnotenumChar"/>
          <w:rtl/>
        </w:rPr>
        <w:t>(26)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9D435B" w:rsidP="009D435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8" w:name="_Toc502396720"/>
      <w:bookmarkStart w:id="79" w:name="_Toc502396812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6</w:t>
      </w:r>
      <w:bookmarkEnd w:id="78"/>
      <w:bookmarkEnd w:id="79"/>
    </w:p>
    <w:p w:rsidR="00694CD1" w:rsidRPr="00694CD1" w:rsidRDefault="00694CD1" w:rsidP="009D435B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از</w:t>
      </w:r>
      <w:r w:rsidRPr="00694CD1">
        <w:rPr>
          <w:rtl/>
          <w:lang w:bidi="fa-IR"/>
        </w:rPr>
        <w:t xml:space="preserve"> 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مرغ</w:t>
      </w:r>
      <w:r w:rsidRPr="00694CD1">
        <w:rPr>
          <w:rtl/>
          <w:lang w:bidi="fa-IR"/>
        </w:rPr>
        <w:t xml:space="preserve"> </w:t>
      </w:r>
      <w:r w:rsidR="009D435B">
        <w:rPr>
          <w:rFonts w:hint="cs"/>
          <w:rtl/>
          <w:lang w:bidi="fa-IR"/>
        </w:rPr>
        <w:t>0</w:t>
      </w:r>
      <w:r w:rsidRPr="00694CD1">
        <w:rPr>
          <w:rtl/>
          <w:lang w:bidi="fa-IR"/>
        </w:rPr>
        <w:t>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اُم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سالگرد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روز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انقلاب چه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در</w:t>
      </w:r>
      <w:r w:rsidRPr="00694CD1">
        <w:rPr>
          <w:rtl/>
          <w:lang w:bidi="fa-IR"/>
        </w:rPr>
        <w:t xml:space="preserve"> 15 بهمن 1387 پس از گذشت 30 سال ماهواره ام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در راستا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بوم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ساز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موشک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فضا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در کشور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عز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زمان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به فضا پرتاب شد که همه دانشمندان جهان انگشت تعجب به دندان گرفتند.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ماهواره که با موشک خود 25 متر قد و حدود 26 تن وزن داشت، پس از گذشت 45 روز، توانست هر روز چند نوبت دور کره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بچرخد و اطلاعات درخواست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به مقصدش در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منتقل کند.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ماهواره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از ده هزار قطعه دارد که همه ساخت کشور عز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زمان</w:t>
      </w:r>
      <w:r w:rsidRPr="00694CD1">
        <w:rPr>
          <w:rtl/>
          <w:lang w:bidi="fa-IR"/>
        </w:rPr>
        <w:t xml:space="preserve">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اسلام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8A011F" w:rsidP="008A01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0" w:name="_Toc502396721"/>
      <w:bookmarkStart w:id="81" w:name="_Toc502396813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7</w:t>
      </w:r>
      <w:bookmarkEnd w:id="80"/>
      <w:bookmarkEnd w:id="81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جا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گاه</w:t>
      </w:r>
      <w:r w:rsidRPr="00694CD1">
        <w:rPr>
          <w:rtl/>
          <w:lang w:bidi="fa-IR"/>
        </w:rPr>
        <w:t xml:space="preserve"> عدد چهل از نگاه اسلام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</w:t>
      </w:r>
      <w:r w:rsidRPr="008A011F">
        <w:rPr>
          <w:rStyle w:val="libFootnotenumChar"/>
          <w:rtl/>
        </w:rPr>
        <w:t>(1)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1 - عبادت حضرت موس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در کوه طور چهل شب طول کش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 )سوره اعراف،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142).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2 - گِل آدم به دست خداوند در چهل روز سرشته شد )چهل چشمه معرفت، ص 25).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3 - حضرت آدم پس از رانده شدن از بهشت چهل روز بر فراز کوه صفا 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نمود. )تفس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البرهان، ج 1، ص 86).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4 - حضرت آدم چهل روز بر قتل فرزندش هاب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کرد.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5 - چهل شبانه روز باران در اثر نفر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حضرت نوح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بر قومش بار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6 - چهل سال سرگردان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قوم حضرت موس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در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ابان</w:t>
      </w:r>
      <w:r w:rsidRPr="00694CD1">
        <w:rPr>
          <w:rtl/>
          <w:lang w:bidi="fa-IR"/>
        </w:rPr>
        <w:t xml:space="preserve"> ها و ممنوع بودن ورودشان در شهر )سوره مائده،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26)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7 - چهل روز جدا</w:t>
      </w:r>
      <w:r w:rsidRPr="00694CD1">
        <w:rPr>
          <w:rFonts w:hint="cs"/>
          <w:rtl/>
          <w:lang w:bidi="fa-IR"/>
        </w:rPr>
        <w:t>یی</w:t>
      </w:r>
      <w:r w:rsidRPr="00694CD1">
        <w:rPr>
          <w:rtl/>
          <w:lang w:bidi="fa-IR"/>
        </w:rPr>
        <w:t xml:space="preserve">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از حضرت خد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جه</w:t>
      </w:r>
      <w:r w:rsidRPr="00694CD1">
        <w:rPr>
          <w:rtl/>
          <w:lang w:bidi="fa-IR"/>
        </w:rPr>
        <w:t xml:space="preserve"> 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ها</w:t>
      </w:r>
      <w:r w:rsidRPr="00694CD1">
        <w:rPr>
          <w:rtl/>
          <w:lang w:bidi="fa-IR"/>
        </w:rPr>
        <w:t xml:space="preserve"> السلام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تولد حضرت زهرا</w:t>
      </w:r>
      <w:r w:rsidR="008A011F" w:rsidRPr="008A011F">
        <w:rPr>
          <w:rFonts w:ascii="Traditional Arabic" w:eastAsiaTheme="minorHAnsi" w:hAnsi="Traditional Arabic" w:cs="Traditional Arabic"/>
          <w:rtl/>
        </w:rPr>
        <w:t xml:space="preserve"> </w:t>
      </w:r>
      <w:r w:rsidR="008A011F" w:rsidRPr="008A011F">
        <w:rPr>
          <w:rStyle w:val="libAlaemChar"/>
          <w:rFonts w:eastAsiaTheme="minorHAnsi"/>
          <w:rtl/>
        </w:rPr>
        <w:t>عليها‌السلام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8 - حضرت رسول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در چهل سالگ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مبعوث به رسالت 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9 - چهل سال رو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پا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ستادن</w:t>
      </w:r>
      <w:r w:rsidRPr="00694CD1">
        <w:rPr>
          <w:rtl/>
          <w:lang w:bidi="fa-IR"/>
        </w:rPr>
        <w:t xml:space="preserve"> مردم در روز 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امت</w:t>
      </w:r>
      <w:r w:rsidRPr="00694CD1">
        <w:rPr>
          <w:rtl/>
          <w:lang w:bidi="fa-IR"/>
        </w:rPr>
        <w:t xml:space="preserve"> )تفس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برهان، ج 1، ص 25).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10 - رشد و</w:t>
      </w:r>
      <w:r w:rsidR="008A011F">
        <w:rPr>
          <w:rFonts w:hint="cs"/>
          <w:rtl/>
          <w:lang w:bidi="fa-IR"/>
        </w:rPr>
        <w:t xml:space="preserve"> </w:t>
      </w:r>
      <w:r w:rsidRPr="00694CD1">
        <w:rPr>
          <w:rFonts w:hint="eastAsia"/>
          <w:rtl/>
          <w:lang w:bidi="fa-IR"/>
        </w:rPr>
        <w:t>بلوغ</w:t>
      </w:r>
      <w:r w:rsidRPr="00694CD1">
        <w:rPr>
          <w:rtl/>
          <w:lang w:bidi="fa-IR"/>
        </w:rPr>
        <w:t xml:space="preserve"> واقع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انسان پس از 40 سال خواهد بود. )تفس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البرهان، ج 1، ص 27).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11 -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فرمود: هر کس چهل حد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ث</w:t>
      </w:r>
      <w:r w:rsidRPr="00694CD1">
        <w:rPr>
          <w:rtl/>
          <w:lang w:bidi="fa-IR"/>
        </w:rPr>
        <w:t xml:space="preserve"> مورد احت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اج</w:t>
      </w:r>
      <w:r w:rsidRPr="00694CD1">
        <w:rPr>
          <w:rtl/>
          <w:lang w:bidi="fa-IR"/>
        </w:rPr>
        <w:t xml:space="preserve"> مردم را حفظ کند خداوند او را در 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امت</w:t>
      </w:r>
      <w:r w:rsidRPr="00694CD1">
        <w:rPr>
          <w:rtl/>
          <w:lang w:bidi="fa-IR"/>
        </w:rPr>
        <w:t xml:space="preserve"> فق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محشور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 )بحارالانوار، ج 2، ص 153).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12 -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به حضرت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هر کس چهل حد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ث</w:t>
      </w:r>
      <w:r w:rsidRPr="00694CD1">
        <w:rPr>
          <w:rtl/>
          <w:lang w:bidi="fa-IR"/>
        </w:rPr>
        <w:t xml:space="preserve"> حفظ کند خداوند او را با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امبران</w:t>
      </w:r>
      <w:r w:rsidRPr="00694CD1">
        <w:rPr>
          <w:rtl/>
          <w:lang w:bidi="fa-IR"/>
        </w:rPr>
        <w:t xml:space="preserve"> و صد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و شهدا و صالح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محشور کند. </w:t>
      </w:r>
      <w:r w:rsidR="008A011F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بحارالانوار، ج 2، ص 154).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13 - امام باقر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هر کس تا چهل روز اعمال خود را خالص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خدا انجام دهد چشمه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حکمت از قلبش بر زبانش جار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 )محجه الب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ضاء،</w:t>
      </w:r>
      <w:r w:rsidRPr="00694CD1">
        <w:rPr>
          <w:rtl/>
          <w:lang w:bidi="fa-IR"/>
        </w:rPr>
        <w:t xml:space="preserve"> ج 8، ص 126).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 xml:space="preserve">14 -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هر کس در دعا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40 مؤمن را دعا کند، خواسته خودش به اجابت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رسد )محجه الب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ضاء،</w:t>
      </w:r>
      <w:r w:rsidRPr="00694CD1">
        <w:rPr>
          <w:rtl/>
          <w:lang w:bidi="fa-IR"/>
        </w:rPr>
        <w:t xml:space="preserve"> ج 8، ص 176).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8A011F" w:rsidP="008A01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2" w:name="_Toc502396722"/>
      <w:bookmarkStart w:id="83" w:name="_Toc502396814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8</w:t>
      </w:r>
      <w:bookmarkEnd w:id="82"/>
      <w:bookmarkEnd w:id="83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جا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گاه</w:t>
      </w:r>
      <w:r w:rsidRPr="00694CD1">
        <w:rPr>
          <w:rtl/>
          <w:lang w:bidi="fa-IR"/>
        </w:rPr>
        <w:t xml:space="preserve"> عدد چهل از نگاه اسلام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</w:t>
      </w:r>
      <w:r w:rsidRPr="008A011F">
        <w:rPr>
          <w:rStyle w:val="libFootnotenumChar"/>
          <w:rtl/>
        </w:rPr>
        <w:t>(2)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15 -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جلسه دعا اگر به چهل نفر برسد دعاها مستجاب خواهد شد. )اصول کاف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کتاب دعا(.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16 -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اگر در تش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ع</w:t>
      </w:r>
      <w:r w:rsidRPr="00694CD1">
        <w:rPr>
          <w:rtl/>
          <w:lang w:bidi="fa-IR"/>
        </w:rPr>
        <w:t xml:space="preserve"> جنازه مؤمن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چهل نفر جمع شوند و گواه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دهند که او آدم خوب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بود، خداوند او را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بخشد. )همان(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17 -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انسان و خدا چهل پرده حُجب و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است که هر گناه بزرگ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مرتکب شود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آن حجاب ها برداشته )و 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ده</w:t>
      </w:r>
      <w:r w:rsidRPr="00694CD1">
        <w:rPr>
          <w:rtl/>
          <w:lang w:bidi="fa-IR"/>
        </w:rPr>
        <w:t>(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 )بحارالانوار، ج 73، ص 361).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18 -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غمبر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فرمود: 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اباذر! هرگاه بنده مؤمن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دن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برود،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از فراق او چهل روز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 )مکارم الاخلاق، ص 466)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19 - امام صادق </w:t>
      </w:r>
      <w:r w:rsidR="008A011F" w:rsidRPr="008A011F">
        <w:rPr>
          <w:rStyle w:val="libAlaemChar"/>
          <w:rFonts w:eastAsiaTheme="minorHAnsi"/>
          <w:rtl/>
        </w:rPr>
        <w:t>عليه‌السلام</w:t>
      </w:r>
      <w:r w:rsidR="008A011F">
        <w:rPr>
          <w:rStyle w:val="libAlaemChar"/>
          <w:rFonts w:eastAsiaTheme="minorHAnsi" w:hint="cs"/>
          <w:rtl/>
        </w:rPr>
        <w:t xml:space="preserve"> </w:t>
      </w:r>
      <w:r w:rsidRPr="00694CD1">
        <w:rPr>
          <w:rFonts w:hint="eastAsia"/>
          <w:rtl/>
          <w:lang w:bidi="fa-IR"/>
        </w:rPr>
        <w:t>فرمود</w:t>
      </w:r>
      <w:r w:rsidRPr="00694CD1">
        <w:rPr>
          <w:rtl/>
          <w:lang w:bidi="fa-IR"/>
        </w:rPr>
        <w:t>: فق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ران</w:t>
      </w:r>
      <w:r w:rsidRPr="00694CD1">
        <w:rPr>
          <w:rtl/>
          <w:lang w:bidi="fa-IR"/>
        </w:rPr>
        <w:t xml:space="preserve"> مسلمان در 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امت،</w:t>
      </w:r>
      <w:r w:rsidRPr="00694CD1">
        <w:rPr>
          <w:rtl/>
          <w:lang w:bidi="fa-IR"/>
        </w:rPr>
        <w:t xml:space="preserve"> چهل سال زودتر از ثروتمندان مسلمان به بوستان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بهشت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رسند. )اصول کاف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کتاب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مان</w:t>
      </w:r>
      <w:r w:rsidRPr="00694CD1">
        <w:rPr>
          <w:rtl/>
          <w:lang w:bidi="fa-IR"/>
        </w:rPr>
        <w:t xml:space="preserve"> و کفر(.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20 -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 xml:space="preserve">فرمود: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</w:t>
      </w:r>
      <w:r w:rsidRPr="00694CD1">
        <w:rPr>
          <w:rtl/>
          <w:lang w:bidi="fa-IR"/>
        </w:rPr>
        <w:t xml:space="preserve">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شراب خوار چهل روز نمازش قبول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 )مکارم الاخلاق، ص 433).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21 -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در تش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ع</w:t>
      </w:r>
      <w:r w:rsidRPr="00694CD1">
        <w:rPr>
          <w:rtl/>
          <w:lang w:bidi="fa-IR"/>
        </w:rPr>
        <w:t xml:space="preserve"> جنازه شرکت کند و چهار گوشه تابوت را بگ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رد،</w:t>
      </w:r>
      <w:r w:rsidRPr="00694CD1">
        <w:rPr>
          <w:rtl/>
          <w:lang w:bidi="fa-IR"/>
        </w:rPr>
        <w:t xml:space="preserve"> خداوند چهل گناه کب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ره</w:t>
      </w:r>
      <w:r w:rsidRPr="00694CD1">
        <w:rPr>
          <w:rtl/>
          <w:lang w:bidi="fa-IR"/>
        </w:rPr>
        <w:t xml:space="preserve"> او را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بخشد. )محجه الب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ضاء،</w:t>
      </w:r>
      <w:r w:rsidRPr="00694CD1">
        <w:rPr>
          <w:rtl/>
          <w:lang w:bidi="fa-IR"/>
        </w:rPr>
        <w:t xml:space="preserve"> ج 3، ص 414)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22 -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>فرمودند: خ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و برکت اجرا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حدّ از حدود اله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برتر از چهل روز باران بار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است. )وسائل الش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عه،</w:t>
      </w:r>
      <w:r w:rsidRPr="00694CD1">
        <w:rPr>
          <w:rtl/>
          <w:lang w:bidi="fa-IR"/>
        </w:rPr>
        <w:t xml:space="preserve"> ج 18، ص 38)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23 -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فرمودند: حقّ همسا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تا چهل خانه است، از چهار طرف. )اصول کاف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باب حقّ الجوار(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24 -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اکرم </w:t>
      </w:r>
      <w:r w:rsidR="00CD0D54" w:rsidRPr="00CD0D54">
        <w:rPr>
          <w:rStyle w:val="libAlaemChar"/>
          <w:rtl/>
        </w:rPr>
        <w:t xml:space="preserve">صلى‌الله‌عليه‌وآله‌وسلم </w:t>
      </w:r>
      <w:r w:rsidRPr="00694CD1">
        <w:rPr>
          <w:rtl/>
          <w:lang w:bidi="fa-IR"/>
        </w:rPr>
        <w:t xml:space="preserve">فرمودند: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روز حکومت حاکم عادل از چهل روز باران بار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دن</w:t>
      </w:r>
      <w:r w:rsidRPr="00694CD1">
        <w:rPr>
          <w:rtl/>
          <w:lang w:bidi="fa-IR"/>
        </w:rPr>
        <w:t xml:space="preserve"> به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بهتر است )الح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اه،</w:t>
      </w:r>
      <w:r w:rsidRPr="00694CD1">
        <w:rPr>
          <w:rtl/>
          <w:lang w:bidi="fa-IR"/>
        </w:rPr>
        <w:t xml:space="preserve"> ج 2، ص 363).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25 -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فرمودند: اگر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مال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را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سود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شتر،</w:t>
      </w:r>
      <w:r w:rsidRPr="00694CD1">
        <w:rPr>
          <w:rtl/>
          <w:lang w:bidi="fa-IR"/>
        </w:rPr>
        <w:t xml:space="preserve"> چهل روز احتکار کند و پس از فروش همه آن پول را صدقه دهد، کفاره کار خلافش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 )وسائل الش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عه،</w:t>
      </w:r>
      <w:r w:rsidRPr="00694CD1">
        <w:rPr>
          <w:rtl/>
          <w:lang w:bidi="fa-IR"/>
        </w:rPr>
        <w:t xml:space="preserve"> ج 12، ص 313)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 xml:space="preserve">26 - امام صادق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چهل روز گوشت نخورد اخلاقش بد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 و اگر اخلاقش بد شد در گوش او اذان گفته شود. )من لا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حضره</w:t>
      </w:r>
      <w:r w:rsidRPr="00694CD1">
        <w:rPr>
          <w:rtl/>
          <w:lang w:bidi="fa-IR"/>
        </w:rPr>
        <w:t xml:space="preserve"> الفق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ه،</w:t>
      </w:r>
      <w:r w:rsidRPr="00694CD1">
        <w:rPr>
          <w:rtl/>
          <w:lang w:bidi="fa-IR"/>
        </w:rPr>
        <w:t xml:space="preserve"> ج 1، ص 195)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8A011F" w:rsidP="008A01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4" w:name="_Toc502396723"/>
      <w:bookmarkStart w:id="85" w:name="_Toc502396815"/>
      <w:r w:rsidR="00694CD1" w:rsidRPr="00694CD1">
        <w:rPr>
          <w:rFonts w:hint="eastAsia"/>
          <w:rtl/>
          <w:lang w:bidi="fa-IR"/>
        </w:rPr>
        <w:lastRenderedPageBreak/>
        <w:t>سؤال</w:t>
      </w:r>
      <w:r>
        <w:rPr>
          <w:rFonts w:hint="cs"/>
          <w:rtl/>
          <w:lang w:bidi="fa-IR"/>
        </w:rPr>
        <w:t xml:space="preserve"> -</w:t>
      </w:r>
      <w:r w:rsidR="00694CD1" w:rsidRPr="00694CD1">
        <w:rPr>
          <w:rtl/>
          <w:lang w:bidi="fa-IR"/>
        </w:rPr>
        <w:t xml:space="preserve"> 9</w:t>
      </w:r>
      <w:bookmarkEnd w:id="84"/>
      <w:bookmarkEnd w:id="85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جا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گاه</w:t>
      </w:r>
      <w:r w:rsidRPr="00694CD1">
        <w:rPr>
          <w:rtl/>
          <w:lang w:bidi="fa-IR"/>
        </w:rPr>
        <w:t xml:space="preserve"> عدد چهل از نگاه اسلام را 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ان</w:t>
      </w:r>
      <w:r w:rsidRPr="00694CD1">
        <w:rPr>
          <w:rtl/>
          <w:lang w:bidi="fa-IR"/>
        </w:rPr>
        <w:t xml:space="preserve">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(3):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27 -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 xml:space="preserve">فرمود: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tl/>
          <w:lang w:bidi="fa-IR"/>
        </w:rPr>
        <w:t xml:space="preserve"> روز صبر و تحمل در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دان</w:t>
      </w:r>
      <w:r w:rsidRPr="00694CD1">
        <w:rPr>
          <w:rtl/>
          <w:lang w:bidi="fa-IR"/>
        </w:rPr>
        <w:t xml:space="preserve"> جهاد از چهل سال عبادت بهتر است. )الح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اه،</w:t>
      </w:r>
      <w:r w:rsidRPr="00694CD1">
        <w:rPr>
          <w:rtl/>
          <w:lang w:bidi="fa-IR"/>
        </w:rPr>
        <w:t xml:space="preserve"> ج 1، ص 239)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28 - امام سجاد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وقت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حضرت</w:t>
      </w:r>
      <w:r w:rsidR="008A011F">
        <w:rPr>
          <w:rFonts w:hint="cs"/>
          <w:rtl/>
          <w:lang w:bidi="fa-IR"/>
        </w:rPr>
        <w:t xml:space="preserve"> </w:t>
      </w:r>
      <w:r w:rsidRPr="00694CD1">
        <w:rPr>
          <w:rFonts w:hint="eastAsia"/>
          <w:rtl/>
          <w:lang w:bidi="fa-IR"/>
        </w:rPr>
        <w:t>مهد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8A011F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عجل اللَّه تعال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فرجه</w:t>
      </w:r>
      <w:r w:rsidR="008A011F">
        <w:rPr>
          <w:rFonts w:hint="cs"/>
          <w:rtl/>
          <w:lang w:bidi="fa-IR"/>
        </w:rPr>
        <w:t>)</w:t>
      </w:r>
      <w:r w:rsidRPr="00694CD1">
        <w:rPr>
          <w:rtl/>
          <w:lang w:bidi="fa-IR"/>
        </w:rPr>
        <w:t xml:space="preserve"> ق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</w:t>
      </w:r>
      <w:r w:rsidRPr="00694CD1">
        <w:rPr>
          <w:rtl/>
          <w:lang w:bidi="fa-IR"/>
        </w:rPr>
        <w:t xml:space="preserve"> کند، خداوند قدرت مردان همراه او را چهل برابر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کند. )خصال صدوق، ج 2، ص 318)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29 -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ک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از 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ارت</w:t>
      </w:r>
      <w:r w:rsidRPr="00694CD1">
        <w:rPr>
          <w:rtl/>
          <w:lang w:bidi="fa-IR"/>
        </w:rPr>
        <w:t xml:space="preserve"> ها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امام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که خ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تأک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شده است، 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ارت</w:t>
      </w:r>
      <w:r w:rsidRPr="00694CD1">
        <w:rPr>
          <w:rtl/>
          <w:lang w:bidi="fa-IR"/>
        </w:rPr>
        <w:t xml:space="preserve"> اربع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آن حضرت است. </w:t>
      </w:r>
      <w:r w:rsidR="008A011F">
        <w:rPr>
          <w:rFonts w:hint="cs"/>
          <w:rtl/>
          <w:lang w:bidi="fa-IR"/>
        </w:rPr>
        <w:t>(</w:t>
      </w:r>
      <w:r w:rsidRPr="00694CD1">
        <w:rPr>
          <w:rtl/>
          <w:lang w:bidi="fa-IR"/>
        </w:rPr>
        <w:t>مفات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</w:t>
      </w:r>
      <w:r w:rsidRPr="00694CD1">
        <w:rPr>
          <w:rtl/>
          <w:lang w:bidi="fa-IR"/>
        </w:rPr>
        <w:t xml:space="preserve"> الجنان</w:t>
      </w:r>
      <w:r w:rsidR="008A011F">
        <w:rPr>
          <w:rFonts w:hint="cs"/>
          <w:rtl/>
          <w:lang w:bidi="fa-IR"/>
        </w:rPr>
        <w:t>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30 - حضرت امام رضا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فرمود: آسمان چهل روز بر عزا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امام حس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کرد. )پ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</w:t>
      </w:r>
      <w:r w:rsidRPr="00694CD1">
        <w:rPr>
          <w:rtl/>
          <w:lang w:bidi="fa-IR"/>
        </w:rPr>
        <w:t xml:space="preserve"> و حماسه 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ه،</w:t>
      </w:r>
      <w:r w:rsidRPr="00694CD1">
        <w:rPr>
          <w:rtl/>
          <w:lang w:bidi="fa-IR"/>
        </w:rPr>
        <w:t xml:space="preserve"> ص 85)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31 - در قنوت نماز وتر نافله شب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به چهل مؤمن دعا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. )مفات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</w:t>
      </w:r>
      <w:r w:rsidRPr="00694CD1">
        <w:rPr>
          <w:rtl/>
          <w:lang w:bidi="fa-IR"/>
        </w:rPr>
        <w:t xml:space="preserve"> الجنان و رساله(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 xml:space="preserve">32 - خواب حضرت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وسف</w:t>
      </w:r>
      <w:r w:rsidRPr="00694CD1">
        <w:rPr>
          <w:rtl/>
          <w:lang w:bidi="fa-IR"/>
        </w:rPr>
        <w:t xml:space="preserve"> پس از 40 سال تعب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شد.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33 - حضرت مهد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هنگام ظهور در چهره انسان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چهل ساله ظاهر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شود. )بحارالانوار، ج 51، ص 95).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34 - خداوند عمر حضرت داوود را چهل سال قرار داد که آدم 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شصت سال از عمر خودش را به او بخش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لذا عمرش از 35 سال به صد سال تبد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ل</w:t>
      </w:r>
      <w:r w:rsidRPr="00694CD1">
        <w:rPr>
          <w:rtl/>
          <w:lang w:bidi="fa-IR"/>
        </w:rPr>
        <w:t xml:space="preserve"> شد. )کل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ات</w:t>
      </w:r>
      <w:r w:rsidRPr="00694CD1">
        <w:rPr>
          <w:rtl/>
          <w:lang w:bidi="fa-IR"/>
        </w:rPr>
        <w:t xml:space="preserve"> حد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ث</w:t>
      </w:r>
      <w:r w:rsidRPr="00694CD1">
        <w:rPr>
          <w:rtl/>
          <w:lang w:bidi="fa-IR"/>
        </w:rPr>
        <w:t xml:space="preserve"> قدس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ج 4)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35 - طبق روا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حضرت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ونس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چهل شبانه روز در شکم ماه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زنده ماند. )بحارالانوار، ج 14، ص 401).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36 -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="00CD0D54" w:rsidRPr="00CD0D54">
        <w:rPr>
          <w:rStyle w:val="libAlaemChar"/>
          <w:rFonts w:hint="eastAsia"/>
          <w:rtl/>
        </w:rPr>
        <w:t xml:space="preserve">صلى‌الله‌عليه‌وآله‌وسلم </w:t>
      </w:r>
      <w:r w:rsidRPr="00694CD1">
        <w:rPr>
          <w:rtl/>
          <w:lang w:bidi="fa-IR"/>
        </w:rPr>
        <w:t>فرمود: غ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بت</w:t>
      </w:r>
      <w:r w:rsidRPr="00694CD1">
        <w:rPr>
          <w:rtl/>
          <w:lang w:bidi="fa-IR"/>
        </w:rPr>
        <w:t xml:space="preserve"> کننده تا چهل شبانه روز نماز و روزه اش پذ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رفته</w:t>
      </w:r>
      <w:r w:rsidRPr="00694CD1">
        <w:rPr>
          <w:rtl/>
          <w:lang w:bidi="fa-IR"/>
        </w:rPr>
        <w:t xml:space="preserve"> نم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شود؛ مگر غ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بت</w:t>
      </w:r>
      <w:r w:rsidRPr="00694CD1">
        <w:rPr>
          <w:rtl/>
          <w:lang w:bidi="fa-IR"/>
        </w:rPr>
        <w:t xml:space="preserve"> شونده رضا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ت</w:t>
      </w:r>
      <w:r w:rsidRPr="00694CD1">
        <w:rPr>
          <w:rtl/>
          <w:lang w:bidi="fa-IR"/>
        </w:rPr>
        <w:t xml:space="preserve"> دهد. )بحارالانوار، ج 75، ص 258)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37 - کس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که لقمه حرام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بخورد تا چهل شب نمازش پذ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رفته</w:t>
      </w:r>
      <w:r w:rsidRPr="00694CD1">
        <w:rPr>
          <w:rtl/>
          <w:lang w:bidi="fa-IR"/>
        </w:rPr>
        <w:t xml:space="preserve"> نشود و دعا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به اجابت نرسد. )سف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نه</w:t>
      </w:r>
      <w:r w:rsidRPr="00694CD1">
        <w:rPr>
          <w:rtl/>
          <w:lang w:bidi="fa-IR"/>
        </w:rPr>
        <w:t xml:space="preserve"> البحار، ماده اکل(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38 - مستحب است که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شخص متوفّ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پس از چهل روز مجلس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ادبود</w:t>
      </w:r>
      <w:r w:rsidRPr="00694CD1">
        <w:rPr>
          <w:rtl/>
          <w:lang w:bidi="fa-IR"/>
        </w:rPr>
        <w:t xml:space="preserve"> گرفته شود.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lastRenderedPageBreak/>
        <w:t>39 - دعا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عهد امام زمان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را با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 xml:space="preserve"> چهل صبح خواند تا از 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اران</w:t>
      </w:r>
      <w:r w:rsidRPr="00694CD1">
        <w:rPr>
          <w:rtl/>
          <w:lang w:bidi="fa-IR"/>
        </w:rPr>
        <w:t xml:space="preserve"> آن حضرت شو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م</w:t>
      </w:r>
      <w:r w:rsidRPr="00694CD1">
        <w:rPr>
          <w:rtl/>
          <w:lang w:bidi="fa-IR"/>
        </w:rPr>
        <w:t>. )مفات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</w:t>
      </w:r>
      <w:r w:rsidRPr="00694CD1">
        <w:rPr>
          <w:rtl/>
          <w:lang w:bidi="fa-IR"/>
        </w:rPr>
        <w:t xml:space="preserve"> الجنان، ص 890)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8A01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40 - آسمان و زم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چهل سال در</w:t>
      </w:r>
      <w:r w:rsidR="008A011F">
        <w:rPr>
          <w:rFonts w:hint="cs"/>
          <w:rtl/>
          <w:lang w:bidi="fa-IR"/>
        </w:rPr>
        <w:t xml:space="preserve"> </w:t>
      </w:r>
      <w:r w:rsidRPr="00694CD1">
        <w:rPr>
          <w:rFonts w:hint="eastAsia"/>
          <w:rtl/>
          <w:lang w:bidi="fa-IR"/>
        </w:rPr>
        <w:t>شهادت</w:t>
      </w:r>
      <w:r w:rsidRPr="00694CD1">
        <w:rPr>
          <w:rtl/>
          <w:lang w:bidi="fa-IR"/>
        </w:rPr>
        <w:t xml:space="preserve"> حضرت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</w:t>
      </w:r>
      <w:r w:rsidR="000B3596" w:rsidRPr="000B3596">
        <w:rPr>
          <w:rStyle w:val="libAlaemChar"/>
          <w:rtl/>
        </w:rPr>
        <w:t xml:space="preserve">عليه‌السلام </w:t>
      </w:r>
      <w:r w:rsidRPr="00694CD1">
        <w:rPr>
          <w:rtl/>
          <w:lang w:bidi="fa-IR"/>
        </w:rPr>
        <w:t>گر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ستند</w:t>
      </w:r>
      <w:r w:rsidRPr="00694CD1">
        <w:rPr>
          <w:rtl/>
          <w:lang w:bidi="fa-IR"/>
        </w:rPr>
        <w:t>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32D1F" w:rsidP="00632D1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6" w:name="_Toc502396724"/>
      <w:bookmarkStart w:id="87" w:name="_Toc502396816"/>
      <w:r w:rsidR="00694CD1" w:rsidRPr="00694CD1">
        <w:rPr>
          <w:rFonts w:hint="eastAsia"/>
          <w:rtl/>
          <w:lang w:bidi="fa-IR"/>
        </w:rPr>
        <w:lastRenderedPageBreak/>
        <w:t>سؤال</w:t>
      </w:r>
      <w:r w:rsidR="00694CD1" w:rsidRPr="00694CD1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="00694CD1" w:rsidRPr="00694CD1">
        <w:rPr>
          <w:rtl/>
          <w:lang w:bidi="fa-IR"/>
        </w:rPr>
        <w:t>10</w:t>
      </w:r>
      <w:bookmarkEnd w:id="86"/>
      <w:bookmarkEnd w:id="87"/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سگ</w:t>
      </w:r>
      <w:r w:rsidRPr="00694CD1">
        <w:rPr>
          <w:rtl/>
          <w:lang w:bidi="fa-IR"/>
        </w:rPr>
        <w:t xml:space="preserve"> از نگاه انسان غرب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چگونه است؟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پاسخ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بشر</w:t>
      </w:r>
      <w:r w:rsidRPr="00694CD1">
        <w:rPr>
          <w:rtl/>
          <w:lang w:bidi="fa-IR"/>
        </w:rPr>
        <w:t xml:space="preserve"> وقت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را از دست داد، به همه 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tl/>
          <w:lang w:bidi="fa-IR"/>
        </w:rPr>
        <w:t xml:space="preserve"> و همه جا جز خدا پناه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برد، حت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ح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وانات،</w:t>
      </w:r>
      <w:r w:rsidRPr="00694CD1">
        <w:rPr>
          <w:rtl/>
          <w:lang w:bidi="fa-IR"/>
        </w:rPr>
        <w:t xml:space="preserve"> از جمله سگ. اگر باور ندار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د،</w:t>
      </w:r>
      <w:r w:rsidRPr="00694CD1">
        <w:rPr>
          <w:rtl/>
          <w:lang w:bidi="fa-IR"/>
        </w:rPr>
        <w:t xml:space="preserve"> به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آمار توجّه کن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د</w:t>
      </w:r>
      <w:r w:rsidRPr="00694CD1">
        <w:rPr>
          <w:rtl/>
          <w:lang w:bidi="fa-IR"/>
        </w:rPr>
        <w:t>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Fonts w:hint="eastAsia"/>
          <w:rtl/>
          <w:lang w:bidi="fa-IR"/>
        </w:rPr>
        <w:t>به</w:t>
      </w:r>
      <w:r w:rsidRPr="00694CD1">
        <w:rPr>
          <w:rtl/>
          <w:lang w:bidi="fa-IR"/>
        </w:rPr>
        <w:t xml:space="preserve"> گزارش تلو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ون</w:t>
      </w:r>
      <w:r w:rsidRPr="00694CD1">
        <w:rPr>
          <w:rtl/>
          <w:lang w:bidi="fa-IR"/>
        </w:rPr>
        <w:t xml:space="preserve"> دولت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اتر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ش</w:t>
      </w:r>
      <w:r w:rsidRPr="00694CD1">
        <w:rPr>
          <w:rtl/>
          <w:lang w:bidi="fa-IR"/>
        </w:rPr>
        <w:t xml:space="preserve"> (</w:t>
      </w:r>
      <w:r w:rsidRPr="00694CD1">
        <w:rPr>
          <w:lang w:bidi="fa-IR"/>
        </w:rPr>
        <w:t>DRF</w:t>
      </w:r>
      <w:r w:rsidRPr="00694CD1">
        <w:rPr>
          <w:rtl/>
          <w:lang w:bidi="fa-IR"/>
        </w:rPr>
        <w:t>)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زان</w:t>
      </w:r>
      <w:r w:rsidRPr="00694CD1">
        <w:rPr>
          <w:rtl/>
          <w:lang w:bidi="fa-IR"/>
        </w:rPr>
        <w:t xml:space="preserve"> دخالت سگ در زندگ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انسان غرب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به ا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</w:t>
      </w:r>
      <w:r w:rsidRPr="00694CD1">
        <w:rPr>
          <w:rtl/>
          <w:lang w:bidi="fa-IR"/>
        </w:rPr>
        <w:t xml:space="preserve"> شرح است: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32D1F" w:rsidP="00632D1F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1</w:t>
      </w:r>
      <w:r w:rsidR="00694CD1" w:rsidRPr="00694CD1">
        <w:rPr>
          <w:rtl/>
          <w:lang w:bidi="fa-IR"/>
        </w:rPr>
        <w:t xml:space="preserve"> </w:t>
      </w:r>
      <w:r>
        <w:rPr>
          <w:rFonts w:cs="Times New Roman" w:hint="cs"/>
          <w:rtl/>
          <w:lang w:bidi="fa-IR"/>
        </w:rPr>
        <w:t>–</w:t>
      </w:r>
      <w:r w:rsidR="00694CD1" w:rsidRPr="00694CD1">
        <w:rPr>
          <w:rtl/>
          <w:lang w:bidi="fa-IR"/>
        </w:rPr>
        <w:t xml:space="preserve"> </w:t>
      </w:r>
      <w:r w:rsidRPr="00694CD1">
        <w:rPr>
          <w:rtl/>
          <w:lang w:bidi="fa-IR"/>
        </w:rPr>
        <w:t>65</w:t>
      </w:r>
      <w:r>
        <w:rPr>
          <w:rFonts w:hint="cs"/>
          <w:rtl/>
          <w:lang w:bidi="fa-IR"/>
        </w:rPr>
        <w:t xml:space="preserve"> </w:t>
      </w:r>
      <w:r w:rsidR="00694CD1" w:rsidRPr="00694CD1">
        <w:rPr>
          <w:rtl/>
          <w:lang w:bidi="fa-IR"/>
        </w:rPr>
        <w:t>درصد زنان و مردان متأهل اعلام کرده اند که سگ ها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شان</w:t>
      </w:r>
      <w:r w:rsidR="00694CD1" w:rsidRPr="00694CD1">
        <w:rPr>
          <w:rtl/>
          <w:lang w:bidi="fa-IR"/>
        </w:rPr>
        <w:t xml:space="preserve"> را ب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ش</w:t>
      </w:r>
      <w:r w:rsidR="00694CD1" w:rsidRPr="00694CD1">
        <w:rPr>
          <w:rtl/>
          <w:lang w:bidi="fa-IR"/>
        </w:rPr>
        <w:t xml:space="preserve"> از همسرانشان دوست دارند.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32D1F" w:rsidP="00632D1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2 - </w:t>
      </w:r>
      <w:r w:rsidRPr="00694CD1">
        <w:rPr>
          <w:rtl/>
          <w:lang w:bidi="fa-IR"/>
        </w:rPr>
        <w:t>43</w:t>
      </w:r>
      <w:r>
        <w:rPr>
          <w:rFonts w:hint="cs"/>
          <w:rtl/>
          <w:lang w:bidi="fa-IR"/>
        </w:rPr>
        <w:t xml:space="preserve"> </w:t>
      </w:r>
      <w:r w:rsidR="00694CD1" w:rsidRPr="00694CD1">
        <w:rPr>
          <w:rtl/>
          <w:lang w:bidi="fa-IR"/>
        </w:rPr>
        <w:t>درصد مادران گفته اند که سگشان را بر کودکان خود ترج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ح</w:t>
      </w:r>
      <w:r w:rsidR="00694CD1" w:rsidRPr="00694CD1">
        <w:rPr>
          <w:rtl/>
          <w:lang w:bidi="fa-IR"/>
        </w:rPr>
        <w:t xml:space="preserve"> م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دهند.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94CD1" w:rsidP="00694CD1">
      <w:pPr>
        <w:pStyle w:val="libNormal"/>
        <w:rPr>
          <w:rtl/>
          <w:lang w:bidi="fa-IR"/>
        </w:rPr>
      </w:pPr>
      <w:r w:rsidRPr="00694CD1">
        <w:rPr>
          <w:rtl/>
          <w:lang w:bidi="fa-IR"/>
        </w:rPr>
        <w:t>3</w:t>
      </w:r>
      <w:r w:rsidR="00632D1F">
        <w:rPr>
          <w:rFonts w:hint="cs"/>
          <w:rtl/>
          <w:lang w:bidi="fa-IR"/>
        </w:rPr>
        <w:t xml:space="preserve"> </w:t>
      </w:r>
      <w:r w:rsidR="00632D1F" w:rsidRPr="00694CD1">
        <w:rPr>
          <w:rtl/>
          <w:lang w:bidi="fa-IR"/>
        </w:rPr>
        <w:t>-</w:t>
      </w:r>
      <w:r w:rsidRPr="00694CD1">
        <w:rPr>
          <w:rtl/>
          <w:lang w:bidi="fa-IR"/>
        </w:rPr>
        <w:t xml:space="preserve"> </w:t>
      </w:r>
      <w:r w:rsidR="00632D1F" w:rsidRPr="00694CD1">
        <w:rPr>
          <w:rtl/>
          <w:lang w:bidi="fa-IR"/>
        </w:rPr>
        <w:t>70</w:t>
      </w:r>
      <w:r w:rsidRPr="00694CD1">
        <w:rPr>
          <w:rtl/>
          <w:lang w:bidi="fa-IR"/>
        </w:rPr>
        <w:t>درصد اعلام کرده اند که غم از دست دادن سگشان برا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آنها ناگوارتر از فوت والد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نشان</w:t>
      </w:r>
      <w:r w:rsidRPr="00694CD1">
        <w:rPr>
          <w:rtl/>
          <w:lang w:bidi="fa-IR"/>
        </w:rPr>
        <w:t xml:space="preserve"> است.</w:t>
      </w:r>
    </w:p>
    <w:p w:rsidR="00694CD1" w:rsidRPr="00694CD1" w:rsidRDefault="00694CD1" w:rsidP="00694CD1">
      <w:pPr>
        <w:pStyle w:val="libNormal"/>
        <w:rPr>
          <w:rtl/>
          <w:lang w:bidi="fa-IR"/>
        </w:rPr>
      </w:pPr>
    </w:p>
    <w:p w:rsidR="00694CD1" w:rsidRPr="00694CD1" w:rsidRDefault="00632D1F" w:rsidP="00694CD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4 -</w:t>
      </w:r>
      <w:r w:rsidR="00694CD1" w:rsidRPr="00694CD1">
        <w:rPr>
          <w:rtl/>
          <w:lang w:bidi="fa-IR"/>
        </w:rPr>
        <w:t xml:space="preserve"> </w:t>
      </w:r>
      <w:r w:rsidRPr="00694CD1">
        <w:rPr>
          <w:rtl/>
          <w:lang w:bidi="fa-IR"/>
        </w:rPr>
        <w:t>30</w:t>
      </w:r>
      <w:r w:rsidR="00694CD1" w:rsidRPr="00694CD1">
        <w:rPr>
          <w:rtl/>
          <w:lang w:bidi="fa-IR"/>
        </w:rPr>
        <w:t>درصد اعلام کرده اند که بدون وجود سگ قادر به ادامه ح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ات</w:t>
      </w:r>
      <w:r w:rsidR="00694CD1" w:rsidRPr="00694CD1">
        <w:rPr>
          <w:rtl/>
          <w:lang w:bidi="fa-IR"/>
        </w:rPr>
        <w:t xml:space="preserve"> ن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Fonts w:hint="eastAsia"/>
          <w:rtl/>
          <w:lang w:bidi="fa-IR"/>
        </w:rPr>
        <w:t>ستند</w:t>
      </w:r>
      <w:r w:rsidR="00694CD1" w:rsidRPr="00694CD1">
        <w:rPr>
          <w:rtl/>
          <w:lang w:bidi="fa-IR"/>
        </w:rPr>
        <w:t>.</w:t>
      </w:r>
      <w:r w:rsidR="00694CD1" w:rsidRPr="00632D1F">
        <w:rPr>
          <w:rStyle w:val="libFootnotenumChar"/>
          <w:rtl/>
        </w:rPr>
        <w:t>(27)</w:t>
      </w:r>
    </w:p>
    <w:p w:rsidR="00694CD1" w:rsidRPr="00694CD1" w:rsidRDefault="00632D1F" w:rsidP="00632D1F">
      <w:pPr>
        <w:pStyle w:val="Heading1"/>
        <w:rPr>
          <w:rtl/>
          <w:lang w:bidi="fa-IR"/>
        </w:rPr>
      </w:pPr>
      <w:bookmarkStart w:id="88" w:name="_Toc502396725"/>
      <w:bookmarkStart w:id="89" w:name="_Toc502396817"/>
      <w:r>
        <w:rPr>
          <w:rFonts w:hint="cs"/>
          <w:rtl/>
          <w:lang w:bidi="fa-IR"/>
        </w:rPr>
        <w:lastRenderedPageBreak/>
        <w:t>.</w:t>
      </w:r>
      <w:r w:rsidR="00694CD1" w:rsidRPr="00694CD1">
        <w:rPr>
          <w:rFonts w:hint="eastAsia"/>
          <w:rtl/>
          <w:lang w:bidi="fa-IR"/>
        </w:rPr>
        <w:t>پ</w:t>
      </w:r>
      <w:r w:rsidR="00694CD1" w:rsidRPr="00694CD1">
        <w:rPr>
          <w:rFonts w:hint="cs"/>
          <w:rtl/>
          <w:lang w:bidi="fa-IR"/>
        </w:rPr>
        <w:t>ی</w:t>
      </w:r>
      <w:r w:rsidR="00694CD1" w:rsidRPr="00694CD1">
        <w:rPr>
          <w:rtl/>
          <w:lang w:bidi="fa-IR"/>
        </w:rPr>
        <w:t xml:space="preserve"> نوشت ها</w:t>
      </w:r>
      <w:bookmarkEnd w:id="88"/>
      <w:bookmarkEnd w:id="89"/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1) سوره آل عمران،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19.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2) تفس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ر</w:t>
      </w:r>
      <w:r w:rsidRPr="00694CD1">
        <w:rPr>
          <w:rtl/>
          <w:lang w:bidi="fa-IR"/>
        </w:rPr>
        <w:t xml:space="preserve"> نمونه، ج 2، ص 470.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3) اجوبه الاستفتاءات، س 732.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4) اجوبه الاستفتاءات، س 74.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5) اجوبه الاستفتاءات، س 77.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6) سوره قدر،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7) سوره حشر،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21.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8) سوره فرقان،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9) سوره بقره،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10) سوره حجر،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9.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11) سوره شعراء، آ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192.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12) کاف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ج 2، ص 599.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13) م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زان</w:t>
      </w:r>
      <w:r w:rsidRPr="00694CD1">
        <w:rPr>
          <w:rtl/>
          <w:lang w:bidi="fa-IR"/>
        </w:rPr>
        <w:t xml:space="preserve"> الحکمه، ح 16416.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lastRenderedPageBreak/>
        <w:t>14) مستدرک، ج 4، ص 235.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15) بحارالانوار، ج 69، ص 391.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16) کاف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ج 2، ص 18.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17) بحارالانوار، ج 88، ص 136؛ روضه الواعظ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ن،</w:t>
      </w:r>
      <w:r w:rsidRPr="00694CD1">
        <w:rPr>
          <w:rtl/>
          <w:lang w:bidi="fa-IR"/>
        </w:rPr>
        <w:t xml:space="preserve"> ص 354.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18) وسائل الش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عه،</w:t>
      </w:r>
      <w:r w:rsidRPr="00694CD1">
        <w:rPr>
          <w:rtl/>
          <w:lang w:bidi="fa-IR"/>
        </w:rPr>
        <w:t xml:space="preserve"> ج 24، ص 336.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19) همان.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20) توض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ح</w:t>
      </w:r>
      <w:r w:rsidRPr="00694CD1">
        <w:rPr>
          <w:rtl/>
          <w:lang w:bidi="fa-IR"/>
        </w:rPr>
        <w:t xml:space="preserve"> المسائل، ص 421.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21)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امبرصل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الله 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وآله، وسائل، ج 24، ص 266.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22) پ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امبر</w:t>
      </w:r>
      <w:r w:rsidRPr="00694CD1">
        <w:rPr>
          <w:rtl/>
          <w:lang w:bidi="fa-IR"/>
        </w:rPr>
        <w:t xml:space="preserve"> اکرم صل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الله عل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ه</w:t>
      </w:r>
      <w:r w:rsidRPr="00694CD1">
        <w:rPr>
          <w:rtl/>
          <w:lang w:bidi="fa-IR"/>
        </w:rPr>
        <w:t xml:space="preserve"> وآله، سنن النب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ص 192.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23) سنن النب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ص 181.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24) کاف</w:t>
      </w:r>
      <w:r w:rsidRPr="00694CD1">
        <w:rPr>
          <w:rFonts w:hint="cs"/>
          <w:rtl/>
          <w:lang w:bidi="fa-IR"/>
        </w:rPr>
        <w:t>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ج 6، ص 270.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25) وسائل، ج 24، ص 308.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694CD1" w:rsidRPr="00694CD1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26) همان، ص 261.</w:t>
      </w:r>
    </w:p>
    <w:p w:rsidR="00694CD1" w:rsidRPr="00694CD1" w:rsidRDefault="00694CD1" w:rsidP="00632D1F">
      <w:pPr>
        <w:pStyle w:val="libFootnote0"/>
        <w:rPr>
          <w:rtl/>
          <w:lang w:bidi="fa-IR"/>
        </w:rPr>
      </w:pPr>
    </w:p>
    <w:p w:rsidR="004435C8" w:rsidRDefault="00694CD1" w:rsidP="00632D1F">
      <w:pPr>
        <w:pStyle w:val="libFootnote0"/>
        <w:rPr>
          <w:rtl/>
          <w:lang w:bidi="fa-IR"/>
        </w:rPr>
      </w:pPr>
      <w:r w:rsidRPr="00694CD1">
        <w:rPr>
          <w:rtl/>
          <w:lang w:bidi="fa-IR"/>
        </w:rPr>
        <w:t>27) آمارها پرده بر م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دارد، عل</w:t>
      </w:r>
      <w:r w:rsidRPr="00694CD1">
        <w:rPr>
          <w:rFonts w:hint="cs"/>
          <w:rtl/>
          <w:lang w:bidi="fa-IR"/>
        </w:rPr>
        <w:t>ی</w:t>
      </w:r>
      <w:r w:rsidRPr="00694CD1">
        <w:rPr>
          <w:rtl/>
          <w:lang w:bidi="fa-IR"/>
        </w:rPr>
        <w:t xml:space="preserve"> اصغر جدا</w:t>
      </w:r>
      <w:r w:rsidRPr="00694CD1">
        <w:rPr>
          <w:rFonts w:hint="cs"/>
          <w:rtl/>
          <w:lang w:bidi="fa-IR"/>
        </w:rPr>
        <w:t>یی</w:t>
      </w:r>
      <w:r w:rsidRPr="00694CD1">
        <w:rPr>
          <w:rFonts w:hint="eastAsia"/>
          <w:rtl/>
          <w:lang w:bidi="fa-IR"/>
        </w:rPr>
        <w:t>،</w:t>
      </w:r>
      <w:r w:rsidRPr="00694CD1">
        <w:rPr>
          <w:rtl/>
          <w:lang w:bidi="fa-IR"/>
        </w:rPr>
        <w:t xml:space="preserve"> ص 215.</w:t>
      </w:r>
    </w:p>
    <w:p w:rsidR="00632D1F" w:rsidRDefault="004435C8" w:rsidP="004435C8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90" w:name="_Toc502396818"/>
      <w:r>
        <w:rPr>
          <w:rFonts w:hint="cs"/>
          <w:rtl/>
          <w:lang w:bidi="fa-IR"/>
        </w:rPr>
        <w:lastRenderedPageBreak/>
        <w:t>فهرست مطالب</w:t>
      </w:r>
      <w:bookmarkEnd w:id="90"/>
    </w:p>
    <w:sdt>
      <w:sdtPr>
        <w:id w:val="51963339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4435C8" w:rsidRDefault="004435C8" w:rsidP="004435C8">
          <w:pPr>
            <w:pStyle w:val="TOCHeading"/>
          </w:pPr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2396773" w:history="1">
            <w:r w:rsidRPr="0034150E">
              <w:rPr>
                <w:rStyle w:val="Hyperlink"/>
                <w:noProof/>
                <w:rtl/>
                <w:lang w:bidi="fa-IR"/>
              </w:rPr>
              <w:t>مقدمه 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774" w:history="1">
            <w:r w:rsidRPr="0034150E">
              <w:rPr>
                <w:rStyle w:val="Hyperlink"/>
                <w:noProof/>
                <w:rtl/>
                <w:lang w:bidi="fa-IR"/>
              </w:rPr>
              <w:t>مقدمه مؤلف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775" w:history="1">
            <w:r w:rsidRPr="0034150E">
              <w:rPr>
                <w:rStyle w:val="Hyperlink"/>
                <w:noProof/>
                <w:rtl/>
                <w:lang w:bidi="fa-IR"/>
              </w:rPr>
              <w:t>پرسش ها و پاسخ ها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4150E">
              <w:rPr>
                <w:rStyle w:val="Hyperlink"/>
                <w:noProof/>
                <w:rtl/>
                <w:lang w:bidi="fa-IR"/>
              </w:rPr>
              <w:t xml:space="preserve"> اعتقاد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76" w:history="1">
            <w:r w:rsidRPr="0034150E">
              <w:rPr>
                <w:rStyle w:val="Hyperlink"/>
                <w:noProof/>
                <w:rtl/>
                <w:lang w:bidi="fa-IR"/>
              </w:rPr>
              <w:t>سؤال1 -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77" w:history="1">
            <w:r w:rsidRPr="0034150E">
              <w:rPr>
                <w:rStyle w:val="Hyperlink"/>
                <w:noProof/>
                <w:rtl/>
                <w:lang w:bidi="fa-IR"/>
              </w:rPr>
              <w:t>سؤال2 -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78" w:history="1">
            <w:r w:rsidRPr="0034150E">
              <w:rPr>
                <w:rStyle w:val="Hyperlink"/>
                <w:noProof/>
                <w:rtl/>
                <w:lang w:bidi="fa-IR"/>
              </w:rPr>
              <w:t>سؤال3 -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79" w:history="1">
            <w:r w:rsidRPr="0034150E">
              <w:rPr>
                <w:rStyle w:val="Hyperlink"/>
                <w:noProof/>
                <w:rtl/>
                <w:lang w:bidi="fa-IR"/>
              </w:rPr>
              <w:t>سؤال4 -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0" w:history="1">
            <w:r w:rsidRPr="0034150E">
              <w:rPr>
                <w:rStyle w:val="Hyperlink"/>
                <w:noProof/>
                <w:rtl/>
                <w:lang w:bidi="fa-IR"/>
              </w:rPr>
              <w:t>سؤال5 -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1" w:history="1">
            <w:r w:rsidRPr="0034150E">
              <w:rPr>
                <w:rStyle w:val="Hyperlink"/>
                <w:noProof/>
                <w:rtl/>
                <w:lang w:bidi="fa-IR"/>
              </w:rPr>
              <w:t>سؤال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2" w:history="1">
            <w:r w:rsidRPr="0034150E">
              <w:rPr>
                <w:rStyle w:val="Hyperlink"/>
                <w:noProof/>
                <w:rtl/>
                <w:lang w:bidi="fa-IR"/>
              </w:rPr>
              <w:t>سؤال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3" w:history="1">
            <w:r w:rsidRPr="0034150E">
              <w:rPr>
                <w:rStyle w:val="Hyperlink"/>
                <w:noProof/>
                <w:rtl/>
                <w:lang w:bidi="fa-IR"/>
              </w:rPr>
              <w:t>سؤال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4" w:history="1">
            <w:r w:rsidRPr="0034150E">
              <w:rPr>
                <w:rStyle w:val="Hyperlink"/>
                <w:noProof/>
                <w:rtl/>
                <w:lang w:bidi="fa-IR"/>
              </w:rPr>
              <w:t>سؤال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5" w:history="1">
            <w:r w:rsidRPr="0034150E">
              <w:rPr>
                <w:rStyle w:val="Hyperlink"/>
                <w:noProof/>
                <w:rtl/>
                <w:lang w:bidi="fa-IR"/>
              </w:rPr>
              <w:t>سؤال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786" w:history="1">
            <w:r w:rsidRPr="0034150E">
              <w:rPr>
                <w:rStyle w:val="Hyperlink"/>
                <w:noProof/>
                <w:rtl/>
                <w:lang w:bidi="fa-IR"/>
              </w:rPr>
              <w:t>پرسش ها و پاسخ ها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4150E">
              <w:rPr>
                <w:rStyle w:val="Hyperlink"/>
                <w:noProof/>
                <w:rtl/>
                <w:lang w:bidi="fa-IR"/>
              </w:rPr>
              <w:t xml:space="preserve"> احکام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7" w:history="1">
            <w:r w:rsidRPr="0034150E">
              <w:rPr>
                <w:rStyle w:val="Hyperlink"/>
                <w:noProof/>
                <w:rtl/>
                <w:lang w:bidi="fa-IR"/>
              </w:rPr>
              <w:t>سؤال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8" w:history="1">
            <w:r w:rsidRPr="0034150E">
              <w:rPr>
                <w:rStyle w:val="Hyperlink"/>
                <w:noProof/>
                <w:rtl/>
                <w:lang w:bidi="fa-IR"/>
              </w:rPr>
              <w:t>سؤال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89" w:history="1">
            <w:r w:rsidRPr="0034150E">
              <w:rPr>
                <w:rStyle w:val="Hyperlink"/>
                <w:noProof/>
                <w:rtl/>
                <w:lang w:bidi="fa-IR"/>
              </w:rPr>
              <w:t>سؤال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0" w:history="1">
            <w:r w:rsidRPr="0034150E">
              <w:rPr>
                <w:rStyle w:val="Hyperlink"/>
                <w:noProof/>
                <w:rtl/>
                <w:lang w:bidi="fa-IR"/>
              </w:rPr>
              <w:t>سؤال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1" w:history="1">
            <w:r w:rsidRPr="0034150E">
              <w:rPr>
                <w:rStyle w:val="Hyperlink"/>
                <w:noProof/>
                <w:rtl/>
                <w:lang w:bidi="fa-IR"/>
              </w:rPr>
              <w:t>سؤال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2" w:history="1">
            <w:r w:rsidRPr="0034150E">
              <w:rPr>
                <w:rStyle w:val="Hyperlink"/>
                <w:noProof/>
                <w:rtl/>
                <w:lang w:bidi="fa-IR"/>
              </w:rPr>
              <w:t>سؤال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3" w:history="1">
            <w:r w:rsidRPr="0034150E">
              <w:rPr>
                <w:rStyle w:val="Hyperlink"/>
                <w:noProof/>
                <w:rtl/>
                <w:lang w:bidi="fa-IR"/>
              </w:rPr>
              <w:t>سؤال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4" w:history="1">
            <w:r w:rsidRPr="0034150E">
              <w:rPr>
                <w:rStyle w:val="Hyperlink"/>
                <w:noProof/>
                <w:rtl/>
                <w:lang w:bidi="fa-IR"/>
              </w:rPr>
              <w:t>سؤال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5" w:history="1">
            <w:r w:rsidRPr="0034150E">
              <w:rPr>
                <w:rStyle w:val="Hyperlink"/>
                <w:noProof/>
                <w:rtl/>
                <w:lang w:bidi="fa-IR"/>
              </w:rPr>
              <w:t>سؤال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6" w:history="1">
            <w:r w:rsidRPr="0034150E">
              <w:rPr>
                <w:rStyle w:val="Hyperlink"/>
                <w:noProof/>
                <w:rtl/>
                <w:lang w:bidi="fa-IR"/>
              </w:rPr>
              <w:t>سؤال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797" w:history="1">
            <w:r w:rsidRPr="0034150E">
              <w:rPr>
                <w:rStyle w:val="Hyperlink"/>
                <w:noProof/>
                <w:rtl/>
                <w:lang w:bidi="fa-IR"/>
              </w:rPr>
              <w:t>پرسش ها و پاسخ ها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4150E">
              <w:rPr>
                <w:rStyle w:val="Hyperlink"/>
                <w:noProof/>
                <w:rtl/>
                <w:lang w:bidi="fa-IR"/>
              </w:rPr>
              <w:t xml:space="preserve"> قرآن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8" w:history="1">
            <w:r w:rsidRPr="0034150E">
              <w:rPr>
                <w:rStyle w:val="Hyperlink"/>
                <w:noProof/>
                <w:rtl/>
                <w:lang w:bidi="fa-IR"/>
              </w:rPr>
              <w:t>سؤال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799" w:history="1">
            <w:r w:rsidRPr="0034150E">
              <w:rPr>
                <w:rStyle w:val="Hyperlink"/>
                <w:noProof/>
                <w:rtl/>
                <w:lang w:bidi="fa-IR"/>
              </w:rPr>
              <w:t>سؤال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0" w:history="1">
            <w:r w:rsidRPr="0034150E">
              <w:rPr>
                <w:rStyle w:val="Hyperlink"/>
                <w:noProof/>
                <w:rtl/>
                <w:lang w:bidi="fa-IR"/>
              </w:rPr>
              <w:t>سؤال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1" w:history="1">
            <w:r w:rsidRPr="0034150E">
              <w:rPr>
                <w:rStyle w:val="Hyperlink"/>
                <w:noProof/>
                <w:rtl/>
                <w:lang w:bidi="fa-IR"/>
              </w:rPr>
              <w:t>سؤال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2" w:history="1">
            <w:r w:rsidRPr="0034150E">
              <w:rPr>
                <w:rStyle w:val="Hyperlink"/>
                <w:noProof/>
                <w:rtl/>
                <w:lang w:bidi="fa-IR"/>
              </w:rPr>
              <w:t>سؤال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3" w:history="1">
            <w:r w:rsidRPr="0034150E">
              <w:rPr>
                <w:rStyle w:val="Hyperlink"/>
                <w:noProof/>
                <w:rtl/>
                <w:lang w:bidi="fa-IR"/>
              </w:rPr>
              <w:t>سؤال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4" w:history="1">
            <w:r w:rsidRPr="0034150E">
              <w:rPr>
                <w:rStyle w:val="Hyperlink"/>
                <w:noProof/>
                <w:rtl/>
                <w:lang w:bidi="fa-IR"/>
              </w:rPr>
              <w:t>سؤال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5" w:history="1">
            <w:r w:rsidRPr="0034150E">
              <w:rPr>
                <w:rStyle w:val="Hyperlink"/>
                <w:noProof/>
                <w:rtl/>
                <w:lang w:bidi="fa-IR"/>
              </w:rPr>
              <w:t>سؤال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806" w:history="1">
            <w:r w:rsidRPr="0034150E">
              <w:rPr>
                <w:rStyle w:val="Hyperlink"/>
                <w:noProof/>
                <w:rtl/>
                <w:lang w:bidi="fa-IR"/>
              </w:rPr>
              <w:t>پرسش ها و پاسخ ها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4150E">
              <w:rPr>
                <w:rStyle w:val="Hyperlink"/>
                <w:noProof/>
                <w:rtl/>
                <w:lang w:bidi="fa-IR"/>
              </w:rPr>
              <w:t xml:space="preserve"> عموم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7" w:history="1">
            <w:r w:rsidRPr="0034150E">
              <w:rPr>
                <w:rStyle w:val="Hyperlink"/>
                <w:noProof/>
                <w:rtl/>
                <w:lang w:bidi="fa-IR"/>
              </w:rPr>
              <w:t>سؤال - 1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8" w:history="1">
            <w:r w:rsidRPr="0034150E">
              <w:rPr>
                <w:rStyle w:val="Hyperlink"/>
                <w:noProof/>
                <w:rtl/>
                <w:lang w:bidi="fa-IR"/>
              </w:rPr>
              <w:t>سؤال - 2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09" w:history="1">
            <w:r w:rsidRPr="0034150E">
              <w:rPr>
                <w:rStyle w:val="Hyperlink"/>
                <w:noProof/>
                <w:rtl/>
                <w:lang w:bidi="fa-IR"/>
              </w:rPr>
              <w:t>سؤال - 3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0" w:history="1">
            <w:r w:rsidRPr="0034150E">
              <w:rPr>
                <w:rStyle w:val="Hyperlink"/>
                <w:noProof/>
                <w:rtl/>
                <w:lang w:bidi="fa-IR"/>
              </w:rPr>
              <w:t>سؤال - 4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1" w:history="1">
            <w:r w:rsidRPr="0034150E">
              <w:rPr>
                <w:rStyle w:val="Hyperlink"/>
                <w:noProof/>
                <w:rtl/>
                <w:lang w:bidi="fa-IR"/>
              </w:rPr>
              <w:t>سؤال - 5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2" w:history="1">
            <w:r w:rsidRPr="0034150E">
              <w:rPr>
                <w:rStyle w:val="Hyperlink"/>
                <w:noProof/>
                <w:rtl/>
                <w:lang w:bidi="fa-IR"/>
              </w:rPr>
              <w:t>سؤال - 6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3" w:history="1">
            <w:r w:rsidRPr="0034150E">
              <w:rPr>
                <w:rStyle w:val="Hyperlink"/>
                <w:noProof/>
                <w:rtl/>
                <w:lang w:bidi="fa-IR"/>
              </w:rPr>
              <w:t>سؤال - 7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4" w:history="1">
            <w:r w:rsidRPr="0034150E">
              <w:rPr>
                <w:rStyle w:val="Hyperlink"/>
                <w:noProof/>
                <w:rtl/>
                <w:lang w:bidi="fa-IR"/>
              </w:rPr>
              <w:t>سؤال - 8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5" w:history="1">
            <w:r w:rsidRPr="0034150E">
              <w:rPr>
                <w:rStyle w:val="Hyperlink"/>
                <w:noProof/>
                <w:rtl/>
                <w:lang w:bidi="fa-IR"/>
              </w:rPr>
              <w:t>سؤال - 9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2396816" w:history="1">
            <w:r w:rsidRPr="0034150E">
              <w:rPr>
                <w:rStyle w:val="Hyperlink"/>
                <w:noProof/>
                <w:rtl/>
                <w:lang w:bidi="fa-IR"/>
              </w:rPr>
              <w:t>سؤال - 10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817" w:history="1">
            <w:r w:rsidRPr="0034150E">
              <w:rPr>
                <w:rStyle w:val="Hyperlink"/>
                <w:noProof/>
                <w:rtl/>
                <w:lang w:bidi="fa-IR"/>
              </w:rPr>
              <w:t>.پ</w:t>
            </w:r>
            <w:r w:rsidRPr="0034150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34150E">
              <w:rPr>
                <w:rStyle w:val="Hyperlink"/>
                <w:noProof/>
                <w:rtl/>
                <w:lang w:bidi="fa-IR"/>
              </w:rPr>
              <w:t xml:space="preserve"> نوشت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396818" w:history="1">
            <w:r w:rsidRPr="0034150E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Toc502396818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435C8" w:rsidRDefault="004435C8">
          <w:r>
            <w:fldChar w:fldCharType="end"/>
          </w:r>
        </w:p>
      </w:sdtContent>
    </w:sdt>
    <w:p w:rsidR="004435C8" w:rsidRDefault="004435C8" w:rsidP="004435C8">
      <w:pPr>
        <w:pStyle w:val="libNormal"/>
        <w:rPr>
          <w:rtl/>
          <w:lang w:bidi="fa-IR"/>
        </w:rPr>
      </w:pPr>
    </w:p>
    <w:sectPr w:rsidR="004435C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3BA" w:rsidRDefault="006853BA">
      <w:r>
        <w:separator/>
      </w:r>
    </w:p>
  </w:endnote>
  <w:endnote w:type="continuationSeparator" w:id="0">
    <w:p w:rsidR="006853BA" w:rsidRDefault="00685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722" w:rsidRDefault="000F7722">
    <w:pPr>
      <w:pStyle w:val="Footer"/>
    </w:pPr>
    <w:fldSimple w:instr=" PAGE   \* MERGEFORMAT ">
      <w:r w:rsidR="005931ED">
        <w:rPr>
          <w:noProof/>
          <w:rtl/>
        </w:rPr>
        <w:t>58</w:t>
      </w:r>
    </w:fldSimple>
  </w:p>
  <w:p w:rsidR="000F7722" w:rsidRDefault="000F77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722" w:rsidRDefault="000F7722">
    <w:pPr>
      <w:pStyle w:val="Footer"/>
    </w:pPr>
    <w:fldSimple w:instr=" PAGE   \* MERGEFORMAT ">
      <w:r w:rsidR="005931ED">
        <w:rPr>
          <w:noProof/>
          <w:rtl/>
        </w:rPr>
        <w:t>59</w:t>
      </w:r>
    </w:fldSimple>
  </w:p>
  <w:p w:rsidR="000F7722" w:rsidRDefault="000F77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722" w:rsidRDefault="000F7722">
    <w:pPr>
      <w:pStyle w:val="Footer"/>
    </w:pPr>
    <w:fldSimple w:instr=" PAGE   \* MERGEFORMAT ">
      <w:r w:rsidR="005931ED">
        <w:rPr>
          <w:noProof/>
          <w:rtl/>
        </w:rPr>
        <w:t>1</w:t>
      </w:r>
    </w:fldSimple>
  </w:p>
  <w:p w:rsidR="000F7722" w:rsidRDefault="000F77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3BA" w:rsidRDefault="006853BA">
      <w:r>
        <w:separator/>
      </w:r>
    </w:p>
  </w:footnote>
  <w:footnote w:type="continuationSeparator" w:id="0">
    <w:p w:rsidR="006853BA" w:rsidRDefault="00685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722"/>
    <w:rsid w:val="00005A19"/>
    <w:rsid w:val="00010942"/>
    <w:rsid w:val="000165AE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596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0F7722"/>
    <w:rsid w:val="0010049D"/>
    <w:rsid w:val="00100B3B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35C8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B4C8B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31ED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2D1F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53BA"/>
    <w:rsid w:val="0068652E"/>
    <w:rsid w:val="00687928"/>
    <w:rsid w:val="0069163F"/>
    <w:rsid w:val="00691DBB"/>
    <w:rsid w:val="00694CD1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011F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435B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19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659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0D54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0FD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5931ED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rabi_alsan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1E787-D35B-40FD-801E-BEC77421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97</TotalTime>
  <Pages>59</Pages>
  <Words>4623</Words>
  <Characters>26354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1601-01-01T00:00:00Z</cp:lastPrinted>
  <dcterms:created xsi:type="dcterms:W3CDTF">2017-12-30T06:24:00Z</dcterms:created>
  <dcterms:modified xsi:type="dcterms:W3CDTF">2017-12-30T08:01:00Z</dcterms:modified>
</cp:coreProperties>
</file>