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CenterBold1"/>
        <w:rPr>
          <w:rtl/>
          <w:lang w:bidi="fa-IR"/>
        </w:rPr>
      </w:pPr>
      <w:r>
        <w:rPr>
          <w:rtl/>
          <w:lang w:bidi="fa-IR"/>
        </w:rPr>
        <w:t>.جرعه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.</w:t>
      </w:r>
      <w:r>
        <w:rPr>
          <w:rtl/>
          <w:lang w:bidi="fa-IR"/>
        </w:rPr>
        <w:t>از کرامات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</w:p>
    <w:p w:rsidR="00160F70" w:rsidRDefault="00160F70" w:rsidP="00160F70">
      <w:pPr>
        <w:pStyle w:val="libCenterBold1"/>
        <w:rPr>
          <w:rtl/>
          <w:lang w:bidi="fa-IR"/>
        </w:rPr>
      </w:pPr>
    </w:p>
    <w:p w:rsidR="00160F70" w:rsidRDefault="00160F70" w:rsidP="00160F70">
      <w:pPr>
        <w:pStyle w:val="libCenterBold1"/>
        <w:rPr>
          <w:rtl/>
          <w:lang w:bidi="fa-IR"/>
        </w:rPr>
      </w:pPr>
      <w:r>
        <w:rPr>
          <w:rFonts w:hint="cs"/>
          <w:rtl/>
          <w:lang w:bidi="fa-IR"/>
        </w:rPr>
        <w:t>نویسنده: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اکبر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پور.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160F70">
      <w:pPr>
        <w:pStyle w:val="Heading1"/>
        <w:rPr>
          <w:rtl/>
          <w:lang w:bidi="fa-IR"/>
        </w:rPr>
      </w:pPr>
      <w:bookmarkStart w:id="0" w:name="_Toc525386371"/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گفتار</w:t>
      </w:r>
      <w:bookmarkEnd w:id="0"/>
    </w:p>
    <w:p w:rsidR="00160F70" w:rsidRDefault="00160F70" w:rsidP="00160F70">
      <w:pPr>
        <w:pStyle w:val="libCenterBold2"/>
        <w:rPr>
          <w:rtl/>
          <w:lang w:bidi="fa-IR"/>
        </w:rPr>
      </w:pPr>
      <w:r>
        <w:rPr>
          <w:rFonts w:hint="eastAsia"/>
          <w:rtl/>
          <w:lang w:bidi="fa-IR"/>
        </w:rPr>
        <w:t>بسم</w:t>
      </w:r>
      <w:r>
        <w:rPr>
          <w:rtl/>
          <w:lang w:bidi="fa-IR"/>
        </w:rPr>
        <w:t xml:space="preserve"> اللّه الرحمن الرح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الحمد</w:t>
      </w:r>
      <w:r>
        <w:rPr>
          <w:rtl/>
          <w:lang w:bidi="fa-IR"/>
        </w:rPr>
        <w:t xml:space="preserve"> للّه ربّ العالم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والصّلاه والسّلام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أشرف الأنب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والمرسل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وعل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آله الهداه المهد</w:t>
      </w:r>
      <w:r>
        <w:rPr>
          <w:rFonts w:hint="cs"/>
          <w:rtl/>
          <w:lang w:bidi="fa-IR"/>
        </w:rPr>
        <w:t>یّی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والّلعن الدّائم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أعاد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ومنکر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فضائلهم وغاصب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حقوقهم أجمع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عاشقان دلباخته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نجانب</w:t>
      </w:r>
      <w:r>
        <w:rPr>
          <w:rtl/>
          <w:lang w:bidi="fa-IR"/>
        </w:rPr>
        <w:t xml:space="preserve"> خواست که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مورد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که عمدتاً کرامات آن حضرت را در بر داشته باشد، معرّف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تا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محرم الحرام امسال چاپ و منتشر کنند.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کتاب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مربوط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بُعد از ابعاد حضرت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دالشهداء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کردم، به نظرم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رابطه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کنم و آنچه از کرامات آن حضرت در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حافظه ام هست،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صفحات کاغذ منعکس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زمان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محدود بود و فرصت مراجعه به مآخذ و منابع نبود،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رهگذر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ادداشت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مراجعه کرده، آنچه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سّر</w:t>
      </w:r>
      <w:r>
        <w:rPr>
          <w:rtl/>
          <w:lang w:bidi="fa-IR"/>
        </w:rPr>
        <w:t xml:space="preserve"> شد، تدو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کردم. از برکات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نوشتار بدون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قبل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تشرّف به عتبات 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عرفه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بم</w:t>
      </w:r>
      <w:r>
        <w:rPr>
          <w:rtl/>
          <w:lang w:bidi="fa-IR"/>
        </w:rPr>
        <w:t xml:space="preserve"> شد، آن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موجب محدودتر شدن فرصت 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رهگذر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ادداشت</w:t>
      </w:r>
      <w:r>
        <w:rPr>
          <w:rtl/>
          <w:lang w:bidi="fa-IR"/>
        </w:rPr>
        <w:t xml:space="preserve"> ها را بدون تنظ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تبو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لازم گردآور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کرده، به صورت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ملاحظه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مه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نشر کردم.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آنچه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نوشتار آمده، اندک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شمار، مشت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خروار و جرعه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کران کرامات سالار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خداوند منّان از اجل مهلت دهد، ان شاء اللّه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جرعه ها</w:t>
      </w:r>
      <w:r>
        <w:rPr>
          <w:rFonts w:hint="cs"/>
          <w:rtl/>
          <w:lang w:bidi="fa-IR"/>
        </w:rPr>
        <w:t xml:space="preserve">ی 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انوس</w:t>
      </w:r>
      <w:r>
        <w:rPr>
          <w:rtl/>
          <w:lang w:bidi="fa-IR"/>
        </w:rPr>
        <w:t xml:space="preserve"> ناپ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داکرانه</w:t>
      </w:r>
      <w:r>
        <w:rPr>
          <w:rtl/>
          <w:lang w:bidi="fa-IR"/>
        </w:rPr>
        <w:t xml:space="preserve"> ته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تدو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نموده، به عاشقان پاکباخته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حضرتش تقد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زمان کوتاه هرگز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نبود،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عمرها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اعتبار است و فرصت ها زودگذر.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نوشته فقط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ادداشت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رامون</w:t>
      </w:r>
      <w:r>
        <w:rPr>
          <w:rtl/>
          <w:lang w:bidi="fa-IR"/>
        </w:rPr>
        <w:t xml:space="preserve"> سالار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دان،</w:t>
      </w:r>
      <w:r>
        <w:rPr>
          <w:rtl/>
          <w:lang w:bidi="fa-IR"/>
        </w:rPr>
        <w:t xml:space="preserve"> بدون رابطه و ضابطه به رشته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درآمده است.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خداوند منّان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که به کرم خود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تلاش ناچ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را بپذ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به لطف خود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اندرکاران چاپ و نشر و خوانندگان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اثر را از فائز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لقا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ارواحنا فداه، در دوران حکومت حقّه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قرار دهد. إن شاء اللّه.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24 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حجه</w:t>
      </w:r>
      <w:r>
        <w:rPr>
          <w:rtl/>
          <w:lang w:bidi="fa-IR"/>
        </w:rPr>
        <w:t xml:space="preserve"> الحرام 1434 ق.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مباهله و خاتم بخش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متّق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حوزه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قم _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اکبر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پور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160F70">
      <w:pPr>
        <w:pStyle w:val="Heading1"/>
        <w:rPr>
          <w:rtl/>
          <w:lang w:bidi="fa-IR"/>
        </w:rPr>
      </w:pPr>
      <w:bookmarkStart w:id="1" w:name="_Toc525386372"/>
      <w:r>
        <w:rPr>
          <w:rFonts w:hint="eastAsia"/>
          <w:rtl/>
          <w:lang w:bidi="fa-IR"/>
        </w:rPr>
        <w:t>زنده</w:t>
      </w:r>
      <w:r>
        <w:rPr>
          <w:rtl/>
          <w:lang w:bidi="fa-IR"/>
        </w:rPr>
        <w:t xml:space="preserve"> جاو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bookmarkEnd w:id="1"/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چهارده</w:t>
      </w:r>
      <w:r>
        <w:rPr>
          <w:rtl/>
          <w:lang w:bidi="fa-IR"/>
        </w:rPr>
        <w:t xml:space="preserve"> ستون از ستون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قرون، با ساعت ها، روزها و سال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ش،</w:t>
      </w:r>
      <w:r>
        <w:rPr>
          <w:rtl/>
          <w:lang w:bidi="fa-IR"/>
        </w:rPr>
        <w:t xml:space="preserve"> چون حبّه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کف 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انوس</w:t>
      </w:r>
      <w:r>
        <w:rPr>
          <w:rtl/>
          <w:lang w:bidi="fa-IR"/>
        </w:rPr>
        <w:t xml:space="preserve"> آب شد و ناپد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گشت،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نام مقدّس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همچنان بر فراز قرون و اعصار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گذشت زمان نه تنها نام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سالار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از خاطره ها محو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بلکه هر روز ابعاد تازه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نهضت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آشکار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تجل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سالار</w:t>
      </w:r>
      <w:r>
        <w:rPr>
          <w:rtl/>
          <w:lang w:bidi="fa-IR"/>
        </w:rPr>
        <w:t xml:space="preserve">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مرز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را در هم شکسته، از هر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و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جذب و جلب کرده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شتاز</w:t>
      </w:r>
      <w:r>
        <w:rPr>
          <w:rtl/>
          <w:lang w:bidi="fa-IR"/>
        </w:rPr>
        <w:t xml:space="preserve">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سرود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خون رنگ خود را در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نواختند و بزرگ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سرمشق را به مصلحان و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خواهان جهان دادند.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«گاند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مصلح بزرگ هند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ملت هند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تازه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اوردم،</w:t>
      </w:r>
      <w:r>
        <w:rPr>
          <w:rtl/>
          <w:lang w:bidi="fa-IR"/>
        </w:rPr>
        <w:t xml:space="preserve"> بلکه فقط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از مطالعات خود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رامون</w:t>
      </w:r>
      <w:r>
        <w:rPr>
          <w:rtl/>
          <w:lang w:bidi="fa-IR"/>
        </w:rPr>
        <w:t xml:space="preserve"> قهرمان کربلا به دست آورده بودم،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ملّت هند به ارمغان آوردم.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ما</w:t>
      </w:r>
      <w:r>
        <w:rPr>
          <w:rtl/>
          <w:lang w:bidi="fa-IR"/>
        </w:rPr>
        <w:t xml:space="preserve"> اگر بخواه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هند را نجات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همان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مود</w:t>
      </w:r>
      <w:r>
        <w:rPr>
          <w:rtl/>
          <w:lang w:bidi="fa-IR"/>
        </w:rPr>
        <w:t>.</w:t>
      </w:r>
      <w:r w:rsidRPr="00160F70">
        <w:rPr>
          <w:rStyle w:val="libFootnotenumChar"/>
          <w:rtl/>
          <w:lang w:bidi="fa-IR"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سخن</w:t>
      </w:r>
      <w:r>
        <w:rPr>
          <w:rtl/>
          <w:lang w:bidi="fa-IR"/>
        </w:rPr>
        <w:t xml:space="preserve"> پردازان هر قدر بخواهند به وصف او بپردازند و شرح قهرمان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</w:t>
      </w:r>
    </w:p>
    <w:p w:rsidR="00160F70" w:rsidRPr="00160F70" w:rsidRDefault="00160F70" w:rsidP="00160F70">
      <w:pPr>
        <w:pStyle w:val="libFootnotenum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</w:t>
      </w:r>
    </w:p>
    <w:p w:rsidR="00160F70" w:rsidRDefault="00160F70" w:rsidP="00160F70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1- 1. مجلّه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«الغرّ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چاپ نجف اشرف، 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الاوّل 1381 ق.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>
        <w:rPr>
          <w:rFonts w:hint="eastAsia"/>
          <w:rtl/>
          <w:lang w:bidi="fa-IR"/>
        </w:rPr>
        <w:lastRenderedPageBreak/>
        <w:t>را</w:t>
      </w:r>
      <w:r>
        <w:rPr>
          <w:rtl/>
          <w:lang w:bidi="fa-IR"/>
        </w:rPr>
        <w:t xml:space="preserve"> به تصو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کشند، باز هم در برابر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قهرمان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خواهد بود.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«مارب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آلمان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رابطه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نخست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شخص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استمدار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تا به امروز احد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 xml:space="preserve"> موءثّر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انتخاب نکرده است.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حادثه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کربلا نبود، قطعاً اسلام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ماند،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ممکن بود اسلام و 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به کلّ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محو و نابود شوند.</w:t>
      </w:r>
      <w:r w:rsidRPr="00160F70">
        <w:rPr>
          <w:rStyle w:val="libFootnotenumChar"/>
          <w:rtl/>
          <w:lang w:bidi="fa-IR"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«اقبال</w:t>
      </w:r>
      <w:r>
        <w:rPr>
          <w:rtl/>
          <w:lang w:bidi="fa-IR"/>
        </w:rPr>
        <w:t xml:space="preserve"> لاهور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که از مکتب تش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است، به هنگام ارز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نهضت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و آثار ارزشمند آن در حفظ استقلال ممالک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قطع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گانگان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8"/>
        <w:gridCol w:w="268"/>
        <w:gridCol w:w="3316"/>
      </w:tblGrid>
      <w:tr w:rsidR="00160F70" w:rsidTr="00160F70">
        <w:trPr>
          <w:trHeight w:val="350"/>
        </w:trPr>
        <w:tc>
          <w:tcPr>
            <w:tcW w:w="3920" w:type="dxa"/>
            <w:shd w:val="clear" w:color="auto" w:fill="auto"/>
          </w:tcPr>
          <w:p w:rsidR="00160F70" w:rsidRDefault="00160F70" w:rsidP="00160F70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تا</w:t>
            </w:r>
            <w:r>
              <w:rPr>
                <w:rtl/>
                <w:lang w:bidi="fa-IR"/>
              </w:rPr>
              <w:t xml:space="preserve"> ق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امت</w:t>
            </w:r>
            <w:r>
              <w:rPr>
                <w:rtl/>
                <w:lang w:bidi="fa-IR"/>
              </w:rPr>
              <w:t xml:space="preserve"> قطع استبداد کرد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60F70" w:rsidRDefault="00160F70" w:rsidP="00160F7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60F70" w:rsidRDefault="00160F70" w:rsidP="00160F70">
            <w:pPr>
              <w:pStyle w:val="libPoem"/>
            </w:pPr>
            <w:r>
              <w:rPr>
                <w:rtl/>
                <w:lang w:bidi="fa-IR"/>
              </w:rPr>
              <w:t>موج خون او چمن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جاد</w:t>
            </w:r>
            <w:r>
              <w:rPr>
                <w:rtl/>
                <w:lang w:bidi="fa-IR"/>
              </w:rPr>
              <w:t xml:space="preserve"> کرد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0F70" w:rsidTr="00160F70">
        <w:trPr>
          <w:trHeight w:val="350"/>
        </w:trPr>
        <w:tc>
          <w:tcPr>
            <w:tcW w:w="3920" w:type="dxa"/>
          </w:tcPr>
          <w:p w:rsidR="00160F70" w:rsidRDefault="00160F70" w:rsidP="00160F70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خون</w:t>
            </w:r>
            <w:r>
              <w:rPr>
                <w:rtl/>
                <w:lang w:bidi="fa-IR"/>
              </w:rPr>
              <w:t xml:space="preserve"> او تفس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</w:t>
            </w:r>
            <w:r>
              <w:rPr>
                <w:rtl/>
                <w:lang w:bidi="fa-IR"/>
              </w:rPr>
              <w:t xml:space="preserve">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اسرار کرد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60F70" w:rsidRDefault="00160F70" w:rsidP="00160F7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60F70" w:rsidRDefault="00160F70" w:rsidP="00160F70">
            <w:pPr>
              <w:pStyle w:val="libPoem"/>
            </w:pPr>
            <w:r>
              <w:rPr>
                <w:rtl/>
                <w:lang w:bidi="fa-IR"/>
              </w:rPr>
              <w:t>ملت خواب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ده</w:t>
            </w:r>
            <w:r>
              <w:rPr>
                <w:rtl/>
                <w:lang w:bidi="fa-IR"/>
              </w:rPr>
              <w:t xml:space="preserve"> را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دار</w:t>
            </w:r>
            <w:r>
              <w:rPr>
                <w:rtl/>
                <w:lang w:bidi="fa-IR"/>
              </w:rPr>
              <w:t xml:space="preserve"> کرد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«محمد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جناح» قائد اعظم و موءسّس پاکستان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نمونه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شجاعت بهتر از آنکه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از لحاظ فداکار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جانباز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داد، در جهان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من تمام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سرفراز که خود را در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عراق فدا کرد، سرمشق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و از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  <w:r w:rsidRPr="00160F70">
        <w:rPr>
          <w:rStyle w:val="libFootnotenumChar"/>
          <w:rtl/>
          <w:lang w:bidi="fa-IR"/>
        </w:rPr>
        <w:t>(2)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امّت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مبارزه با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طره</w:t>
      </w:r>
      <w:r>
        <w:rPr>
          <w:rtl/>
          <w:lang w:bidi="fa-IR"/>
        </w:rPr>
        <w:t xml:space="preserve"> ابرقدرت ها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سالار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ندارند که هرگز بدون جانباز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فداکار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آرمان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مقدس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نخواهند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آن را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مکتب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فرا گرفت.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عملاً به جهان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آموخت که مرگ شرافتمندانه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وغ</w:t>
      </w:r>
      <w:r>
        <w:rPr>
          <w:rtl/>
          <w:lang w:bidi="fa-IR"/>
        </w:rPr>
        <w:t xml:space="preserve"> ستمگران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تر است. به تعب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خوشدل تهران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8"/>
        <w:gridCol w:w="268"/>
        <w:gridCol w:w="3316"/>
      </w:tblGrid>
      <w:tr w:rsidR="000E1057" w:rsidTr="003F1FD4">
        <w:trPr>
          <w:trHeight w:val="350"/>
        </w:trPr>
        <w:tc>
          <w:tcPr>
            <w:tcW w:w="3920" w:type="dxa"/>
            <w:shd w:val="clear" w:color="auto" w:fill="auto"/>
          </w:tcPr>
          <w:p w:rsidR="000E1057" w:rsidRDefault="000E1057" w:rsidP="003F1FD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بزرگ</w:t>
            </w:r>
            <w:r>
              <w:rPr>
                <w:rtl/>
                <w:lang w:bidi="fa-IR"/>
              </w:rPr>
              <w:t xml:space="preserve"> فلسفه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شاه 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E1057" w:rsidRDefault="000E1057" w:rsidP="003F1FD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E1057" w:rsidRDefault="000E1057" w:rsidP="003F1FD4">
            <w:pPr>
              <w:pStyle w:val="libPoem"/>
            </w:pPr>
            <w:r>
              <w:rPr>
                <w:rtl/>
                <w:lang w:bidi="fa-IR"/>
              </w:rPr>
              <w:t>که مرگ سرخ به از زندگ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ننگ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60F70" w:rsidRPr="000E1057" w:rsidRDefault="000E1057" w:rsidP="000E105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</w:t>
      </w:r>
    </w:p>
    <w:p w:rsidR="00160F70" w:rsidRDefault="00160F70" w:rsidP="000E1057">
      <w:pPr>
        <w:pStyle w:val="libFootnote0"/>
        <w:rPr>
          <w:rtl/>
          <w:lang w:bidi="fa-IR"/>
        </w:rPr>
      </w:pPr>
      <w:r>
        <w:rPr>
          <w:rtl/>
          <w:lang w:bidi="fa-IR"/>
        </w:rPr>
        <w:t>1- 1. محمود اکبرزاده،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ها، ص 37.</w:t>
      </w:r>
    </w:p>
    <w:p w:rsidR="00160F70" w:rsidRDefault="00160F70" w:rsidP="000E1057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2- 2. مجلّه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«نور دانش» سال 2، شماره 3، ص 96.</w:t>
      </w:r>
    </w:p>
    <w:p w:rsidR="00160F70" w:rsidRDefault="000E1057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حس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ن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سعد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زمان در لمعات خود گو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د</w:t>
      </w:r>
      <w:r w:rsidR="00160F70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69"/>
        <w:gridCol w:w="268"/>
        <w:gridCol w:w="3285"/>
      </w:tblGrid>
      <w:tr w:rsidR="000E1057" w:rsidTr="003F1FD4">
        <w:trPr>
          <w:trHeight w:val="350"/>
        </w:trPr>
        <w:tc>
          <w:tcPr>
            <w:tcW w:w="3920" w:type="dxa"/>
            <w:shd w:val="clear" w:color="auto" w:fill="auto"/>
          </w:tcPr>
          <w:p w:rsidR="000E1057" w:rsidRDefault="000E1057" w:rsidP="003F1FD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دادگران</w:t>
            </w:r>
            <w:r>
              <w:rPr>
                <w:rtl/>
                <w:lang w:bidi="fa-IR"/>
              </w:rPr>
              <w:t xml:space="preserve"> را اثر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</w:t>
            </w:r>
            <w:r>
              <w:rPr>
                <w:rtl/>
                <w:lang w:bidi="fa-IR"/>
              </w:rPr>
              <w:t xml:space="preserve"> به عالم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E1057" w:rsidRDefault="000E1057" w:rsidP="003F1FD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E1057" w:rsidRDefault="000E1057" w:rsidP="003F1FD4">
            <w:pPr>
              <w:pStyle w:val="libPoem"/>
            </w:pPr>
            <w:r>
              <w:rPr>
                <w:rtl/>
                <w:lang w:bidi="fa-IR"/>
              </w:rPr>
              <w:t>زنده است حس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بن عل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آن حق مطلق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ظواهر</w:t>
      </w:r>
      <w:r>
        <w:rPr>
          <w:rtl/>
          <w:lang w:bidi="fa-IR"/>
        </w:rPr>
        <w:t xml:space="preserve"> امر در روز عاشورا نشان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که پس از غروب غمبار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امامت،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نام و نشان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حضرت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نخواهد ماند و دشمن خون آشام به دور از هر مزاحمت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قدرت 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خواهد زد.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اندک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و تار کنار رفت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پرفروغ سالار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 و دشمن آشکار 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تعب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«فوءاد کرمان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3"/>
        <w:gridCol w:w="268"/>
        <w:gridCol w:w="3311"/>
      </w:tblGrid>
      <w:tr w:rsidR="000E1057" w:rsidTr="000E1057">
        <w:trPr>
          <w:trHeight w:val="350"/>
        </w:trPr>
        <w:tc>
          <w:tcPr>
            <w:tcW w:w="3343" w:type="dxa"/>
            <w:shd w:val="clear" w:color="auto" w:fill="auto"/>
          </w:tcPr>
          <w:p w:rsidR="000E1057" w:rsidRDefault="000E1057" w:rsidP="003F1FD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دشمنت</w:t>
            </w:r>
            <w:r>
              <w:rPr>
                <w:rtl/>
                <w:lang w:bidi="fa-IR"/>
              </w:rPr>
              <w:t xml:space="preserve"> کشت ول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نور تو خاموش نگشت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0E1057" w:rsidRDefault="000E1057" w:rsidP="003F1FD4">
            <w:pPr>
              <w:pStyle w:val="libPoem"/>
              <w:rPr>
                <w:rtl/>
              </w:rPr>
            </w:pPr>
          </w:p>
        </w:tc>
        <w:tc>
          <w:tcPr>
            <w:tcW w:w="3311" w:type="dxa"/>
            <w:shd w:val="clear" w:color="auto" w:fill="auto"/>
          </w:tcPr>
          <w:p w:rsidR="000E1057" w:rsidRDefault="000E1057" w:rsidP="003F1FD4">
            <w:pPr>
              <w:pStyle w:val="libPoem"/>
            </w:pPr>
            <w:r>
              <w:rPr>
                <w:rtl/>
                <w:lang w:bidi="fa-IR"/>
              </w:rPr>
              <w:t>آر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آن جلوه که فان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نشود نور خداست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1057" w:rsidTr="000E1057">
        <w:tblPrEx>
          <w:tblLook w:val="04A0"/>
        </w:tblPrEx>
        <w:trPr>
          <w:trHeight w:val="350"/>
        </w:trPr>
        <w:tc>
          <w:tcPr>
            <w:tcW w:w="3343" w:type="dxa"/>
          </w:tcPr>
          <w:p w:rsidR="000E1057" w:rsidRDefault="000E1057" w:rsidP="003F1FD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نه</w:t>
            </w:r>
            <w:r>
              <w:rPr>
                <w:rtl/>
                <w:lang w:bidi="fa-IR"/>
              </w:rPr>
              <w:t xml:space="preserve"> بقا کرد ستمگر، نه به جا ماند ستم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0E1057" w:rsidRDefault="000E1057" w:rsidP="003F1FD4">
            <w:pPr>
              <w:pStyle w:val="libPoem"/>
              <w:rPr>
                <w:rtl/>
              </w:rPr>
            </w:pPr>
          </w:p>
        </w:tc>
        <w:tc>
          <w:tcPr>
            <w:tcW w:w="3311" w:type="dxa"/>
          </w:tcPr>
          <w:p w:rsidR="000E1057" w:rsidRDefault="000E1057" w:rsidP="003F1FD4">
            <w:pPr>
              <w:pStyle w:val="libPoem"/>
            </w:pPr>
            <w:r>
              <w:rPr>
                <w:rtl/>
                <w:lang w:bidi="fa-IR"/>
              </w:rPr>
              <w:t>ظالم از دست شد و پا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ه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مظلوم به جاست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«دکتر</w:t>
      </w:r>
      <w:r>
        <w:rPr>
          <w:rtl/>
          <w:lang w:bidi="fa-IR"/>
        </w:rPr>
        <w:t xml:space="preserve"> قاسم رسا»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رابطه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8"/>
        <w:gridCol w:w="268"/>
        <w:gridCol w:w="3306"/>
      </w:tblGrid>
      <w:tr w:rsidR="000E1057" w:rsidTr="003F1FD4">
        <w:trPr>
          <w:trHeight w:val="350"/>
        </w:trPr>
        <w:tc>
          <w:tcPr>
            <w:tcW w:w="3920" w:type="dxa"/>
            <w:shd w:val="clear" w:color="auto" w:fill="auto"/>
          </w:tcPr>
          <w:p w:rsidR="000E1057" w:rsidRDefault="000E1057" w:rsidP="003F1FD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در</w:t>
            </w:r>
            <w:r>
              <w:rPr>
                <w:rtl/>
                <w:lang w:bidi="fa-IR"/>
              </w:rPr>
              <w:t xml:space="preserve"> نبرد حق و باطل سرفراز آمد حس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E1057" w:rsidRDefault="000E1057" w:rsidP="003F1FD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E1057" w:rsidRDefault="000E1057" w:rsidP="003F1FD4">
            <w:pPr>
              <w:pStyle w:val="libPoem"/>
            </w:pPr>
            <w:r>
              <w:rPr>
                <w:rtl/>
                <w:lang w:bidi="fa-IR"/>
              </w:rPr>
              <w:t>عاقبت بر ظلمت شب 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ره</w:t>
            </w:r>
            <w:r>
              <w:rPr>
                <w:rtl/>
                <w:lang w:bidi="fa-IR"/>
              </w:rPr>
              <w:t xml:space="preserve"> شد نور سحر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«توماس</w:t>
      </w:r>
      <w:r>
        <w:rPr>
          <w:rtl/>
          <w:lang w:bidi="fa-IR"/>
        </w:rPr>
        <w:t xml:space="preserve"> کارلا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ل»</w:t>
      </w:r>
      <w:r>
        <w:rPr>
          <w:rtl/>
          <w:lang w:bidi="fa-IR"/>
        </w:rPr>
        <w:t xml:space="preserve"> مورّخ و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لسوف</w:t>
      </w:r>
      <w:r>
        <w:rPr>
          <w:rtl/>
          <w:lang w:bidi="fa-IR"/>
        </w:rPr>
        <w:t xml:space="preserve"> معروف انگل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شهدا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کربلا با عمل خود اثبات کردند که تفوّق عدد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حق و باطل در مقابل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رند،</w:t>
      </w:r>
      <w:r>
        <w:rPr>
          <w:rtl/>
          <w:lang w:bidi="fa-IR"/>
        </w:rPr>
        <w:t xml:space="preserve">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ندارد؛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 وجود اقل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برابر دشمن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شمار، باعث شگفت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است.</w:t>
      </w:r>
      <w:r w:rsidRPr="000E1057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سالار</w:t>
      </w:r>
      <w:r>
        <w:rPr>
          <w:rtl/>
          <w:lang w:bidi="fa-IR"/>
        </w:rPr>
        <w:t xml:space="preserve">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دان،</w:t>
      </w:r>
      <w:r>
        <w:rPr>
          <w:rtl/>
          <w:lang w:bidi="fa-IR"/>
        </w:rPr>
        <w:t xml:space="preserve"> 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انوس</w:t>
      </w:r>
      <w:r>
        <w:rPr>
          <w:rtl/>
          <w:lang w:bidi="fa-IR"/>
        </w:rPr>
        <w:t xml:space="preserve"> ناپ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داکرانه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انسان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سو در 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دمد و از سو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آن غروب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واژه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چون: شهامت، شجاعت، جانباز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پاکباز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جوانمرد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</w:p>
    <w:p w:rsidR="00160F70" w:rsidRPr="000E1057" w:rsidRDefault="000E1057" w:rsidP="000E105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</w:t>
      </w:r>
    </w:p>
    <w:p w:rsidR="00160F70" w:rsidRDefault="00160F70" w:rsidP="000E1057">
      <w:pPr>
        <w:pStyle w:val="libFootnote0"/>
        <w:rPr>
          <w:rtl/>
          <w:lang w:bidi="fa-IR"/>
        </w:rPr>
      </w:pPr>
      <w:r>
        <w:rPr>
          <w:rtl/>
          <w:lang w:bidi="fa-IR"/>
        </w:rPr>
        <w:t>1- 1. همان.</w:t>
      </w:r>
    </w:p>
    <w:p w:rsidR="000E1057" w:rsidRDefault="000E1057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سرفراز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طول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مصداق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داشت،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گمان بر قامت سالار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از همه راست تر و در سرشت او از همه استوارتر بود.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وارث شجاعت و سلحشور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پدر بزرگوارش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کرّار؛ وارث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کمالات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عظام از آدم ابوالبشر تا اشرف 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نات</w:t>
      </w:r>
      <w:r>
        <w:rPr>
          <w:rtl/>
          <w:lang w:bidi="fa-IR"/>
        </w:rPr>
        <w:t xml:space="preserve"> حضرت ختم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مرتبت بود.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تلاشگر و محقق فرزانه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قلم به دست گرفته، شرح فداکار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و جانباز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اسوه صفا و وفا را به تصو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ده،</w:t>
      </w:r>
      <w:r>
        <w:rPr>
          <w:rtl/>
          <w:lang w:bidi="fa-IR"/>
        </w:rPr>
        <w:t xml:space="preserve"> برجسته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تابلو را 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آورده، اثر خود را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عذر تقص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شگاه</w:t>
      </w:r>
      <w:r>
        <w:rPr>
          <w:rtl/>
          <w:lang w:bidi="fa-IR"/>
        </w:rPr>
        <w:t xml:space="preserve"> آن بزرگ نامور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تقد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نموده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محققان به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ابعاد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اشاره کرده،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رامون</w:t>
      </w:r>
      <w:r>
        <w:rPr>
          <w:rtl/>
          <w:lang w:bidi="fa-IR"/>
        </w:rPr>
        <w:t xml:space="preserve"> فضا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شمار و مناقب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کران آن حضرت سخن گفته،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تحل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نهضت عاشورا پرداخته، 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فداکار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سرور را در محدوده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خود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کرده اند،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خطبه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آتش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سخنان دلنش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حضرتش را گرد آورده اند.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آثار مجالس عزادار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کرده،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بر شمارش شاعران نغمه سرا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همت گماشته اند، 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فضا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اقامه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مجالس عزا سخن گفته اند.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آثار شگفت مداومت بر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را گردآور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اند.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هنوز</w:t>
      </w:r>
      <w:r>
        <w:rPr>
          <w:rtl/>
          <w:lang w:bidi="fa-IR"/>
        </w:rPr>
        <w:t xml:space="preserve"> سخنان ناگفته و دُرها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ناسفته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ابعاد وجود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0E105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اثر به</w:t>
      </w:r>
      <w:r w:rsidR="000E105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اندک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ار،</w:t>
      </w:r>
      <w:r>
        <w:rPr>
          <w:rtl/>
          <w:lang w:bidi="fa-IR"/>
        </w:rPr>
        <w:t xml:space="preserve"> مشت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خروار و جرعه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انوس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کران کرامات آن حضرت اشاره شده است.</w:t>
      </w:r>
    </w:p>
    <w:p w:rsidR="00160F70" w:rsidRDefault="000E1057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A9507D">
      <w:pPr>
        <w:pStyle w:val="Heading1"/>
        <w:rPr>
          <w:rtl/>
          <w:lang w:bidi="fa-IR"/>
        </w:rPr>
      </w:pPr>
      <w:bookmarkStart w:id="2" w:name="_Toc525386373"/>
      <w:r>
        <w:rPr>
          <w:rFonts w:hint="eastAsia"/>
          <w:rtl/>
          <w:lang w:bidi="fa-IR"/>
        </w:rPr>
        <w:t>جاودانگ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نهضت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bookmarkEnd w:id="2"/>
    </w:p>
    <w:p w:rsidR="00160F70" w:rsidRDefault="00160F70" w:rsidP="000E105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نامه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مأثور از معصوم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خطاب به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أشهد</w:t>
      </w:r>
      <w:r>
        <w:rPr>
          <w:rtl/>
          <w:lang w:bidi="fa-IR"/>
        </w:rPr>
        <w:t xml:space="preserve"> أنّ دمک سکن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الخلد؛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شهادت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 که خون تو به ابد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</w:t>
      </w:r>
      <w:r>
        <w:rPr>
          <w:rtl/>
          <w:lang w:bidi="fa-IR"/>
        </w:rPr>
        <w:t>.</w:t>
      </w:r>
      <w:r w:rsidRPr="000E1057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نشانه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جاودانگ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خون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آسمان 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که به تعداد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اشاره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0E1057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0E1057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ابن حجر مک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کتاب «صواعق محرقه» از شاهدان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آسمان در اثر کشته شدن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سرخ رنگ شد</w:t>
      </w:r>
      <w:r w:rsidRPr="000E1057">
        <w:rPr>
          <w:rStyle w:val="libFootnotenumChar"/>
          <w:rtl/>
        </w:rPr>
        <w:t>.(2)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0E1057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0E1057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سبط ابن جوز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چون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کشته شد، آسمان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سرخ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است.</w:t>
      </w:r>
      <w:r w:rsidRPr="000E1057">
        <w:rPr>
          <w:rStyle w:val="libFootnotenumChar"/>
          <w:rtl/>
        </w:rPr>
        <w:t>(3)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0E1057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0E1057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کرده که در روز شهادت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گرفت و نظام عالم به هم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>.</w:t>
      </w:r>
      <w:r w:rsidRPr="000E1057">
        <w:rPr>
          <w:rStyle w:val="libFootnotenumChar"/>
          <w:rtl/>
        </w:rPr>
        <w:t>(4)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0E105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4</w:t>
      </w:r>
      <w:r w:rsidR="000E1057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طبر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 پس از شهادت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تا سه ماه از طلوع آفتاب تا 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ساعت آسمان رنگ خون به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گرفت.</w:t>
      </w:r>
      <w:r w:rsidRPr="000E1057">
        <w:rPr>
          <w:rStyle w:val="libFootnotenumChar"/>
          <w:rtl/>
        </w:rPr>
        <w:t>(5)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5. ابن حجر از ابن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نقل کرده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شهادت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سرخ</w:t>
      </w:r>
      <w:r>
        <w:rPr>
          <w:rFonts w:hint="cs"/>
          <w:rtl/>
          <w:lang w:bidi="fa-IR"/>
        </w:rPr>
        <w:t>ی</w:t>
      </w:r>
    </w:p>
    <w:p w:rsidR="00160F70" w:rsidRPr="000E1057" w:rsidRDefault="000E1057" w:rsidP="000E105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160F70" w:rsidRDefault="00160F70" w:rsidP="000E1057">
      <w:pPr>
        <w:pStyle w:val="libFootnote0"/>
        <w:rPr>
          <w:rtl/>
          <w:lang w:bidi="fa-IR"/>
        </w:rPr>
      </w:pPr>
      <w:r>
        <w:rPr>
          <w:rtl/>
          <w:lang w:bidi="fa-IR"/>
        </w:rPr>
        <w:t>1- 1.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طوس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الأحکام، ج 6، ص 54.</w:t>
      </w:r>
    </w:p>
    <w:p w:rsidR="00160F70" w:rsidRDefault="00160F70" w:rsidP="000E1057">
      <w:pPr>
        <w:pStyle w:val="libFootnote0"/>
        <w:rPr>
          <w:rtl/>
          <w:lang w:bidi="fa-IR"/>
        </w:rPr>
      </w:pPr>
      <w:r>
        <w:rPr>
          <w:rtl/>
          <w:lang w:bidi="fa-IR"/>
        </w:rPr>
        <w:t>2- 2. ابن حجر، الصّواعق المحرقه، ص 193.</w:t>
      </w:r>
    </w:p>
    <w:p w:rsidR="00160F70" w:rsidRDefault="00160F70" w:rsidP="000E1057">
      <w:pPr>
        <w:pStyle w:val="libFootnote0"/>
        <w:rPr>
          <w:rtl/>
          <w:lang w:bidi="fa-IR"/>
        </w:rPr>
      </w:pPr>
      <w:r>
        <w:rPr>
          <w:rtl/>
          <w:lang w:bidi="fa-IR"/>
        </w:rPr>
        <w:t>3- 3. ابن جوز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تذکره الخواصّ، ص 273.</w:t>
      </w:r>
    </w:p>
    <w:p w:rsidR="00160F70" w:rsidRDefault="00160F70" w:rsidP="000E1057">
      <w:pPr>
        <w:pStyle w:val="libFootnote0"/>
        <w:rPr>
          <w:rtl/>
          <w:lang w:bidi="fa-IR"/>
        </w:rPr>
      </w:pPr>
      <w:r>
        <w:rPr>
          <w:rtl/>
          <w:lang w:bidi="fa-IR"/>
        </w:rPr>
        <w:t>4- 4.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الخلفاء، ص 207.</w:t>
      </w:r>
    </w:p>
    <w:p w:rsidR="00160F70" w:rsidRDefault="00160F70" w:rsidP="000E1057">
      <w:pPr>
        <w:pStyle w:val="libFootnote0"/>
        <w:rPr>
          <w:rtl/>
          <w:lang w:bidi="fa-IR"/>
        </w:rPr>
      </w:pPr>
      <w:r>
        <w:rPr>
          <w:rtl/>
          <w:lang w:bidi="fa-IR"/>
        </w:rPr>
        <w:t>5- 5. طبر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الأمم والرّسل، ج 5، ص 393.</w:t>
      </w:r>
    </w:p>
    <w:p w:rsidR="00160F70" w:rsidRDefault="000E1057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شفق</w:t>
      </w:r>
      <w:r w:rsidR="00160F70">
        <w:rPr>
          <w:rtl/>
          <w:lang w:bidi="fa-IR"/>
        </w:rPr>
        <w:t xml:space="preserve"> که در افق د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ده</w:t>
      </w:r>
      <w:r w:rsidR="00160F70">
        <w:rPr>
          <w:rtl/>
          <w:lang w:bidi="fa-IR"/>
        </w:rPr>
        <w:t xml:space="preserve">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شود وجود نداشت.</w:t>
      </w:r>
      <w:r w:rsidR="00160F70" w:rsidRPr="000E1057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0E1057">
      <w:pPr>
        <w:pStyle w:val="libNormal"/>
        <w:rPr>
          <w:rtl/>
          <w:lang w:bidi="fa-IR"/>
        </w:rPr>
      </w:pPr>
      <w:r>
        <w:rPr>
          <w:rtl/>
          <w:lang w:bidi="fa-IR"/>
        </w:rPr>
        <w:t>6</w:t>
      </w:r>
      <w:r w:rsidR="000E1057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ابونع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نقل کرده که به هنگام شهادت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آسمان خون بار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ظرف ها پُر از آب شد.</w:t>
      </w:r>
      <w:r w:rsidRPr="000E1057">
        <w:rPr>
          <w:rStyle w:val="libFootnotenumChar"/>
          <w:rtl/>
        </w:rPr>
        <w:t>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0E1057">
      <w:pPr>
        <w:pStyle w:val="libNormal"/>
        <w:rPr>
          <w:rtl/>
          <w:lang w:bidi="fa-IR"/>
        </w:rPr>
      </w:pPr>
      <w:r>
        <w:rPr>
          <w:rtl/>
          <w:lang w:bidi="fa-IR"/>
        </w:rPr>
        <w:t>7</w:t>
      </w:r>
      <w:r w:rsidR="000E1057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ابن حجر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به هنگام شهادت آن حضرت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چنان گرفت که ستاره ها در وسط روز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شدند و مردم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کردند که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به پا شده است.</w:t>
      </w:r>
      <w:r w:rsidRPr="000E1057">
        <w:rPr>
          <w:rStyle w:val="libFootnotenumChar"/>
          <w:rtl/>
        </w:rPr>
        <w:t>(3)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0E1057">
      <w:pPr>
        <w:pStyle w:val="libNormal"/>
        <w:rPr>
          <w:rtl/>
          <w:lang w:bidi="fa-IR"/>
        </w:rPr>
      </w:pPr>
      <w:r>
        <w:rPr>
          <w:rtl/>
          <w:lang w:bidi="fa-IR"/>
        </w:rPr>
        <w:t>8</w:t>
      </w:r>
      <w:r w:rsidR="000E1057">
        <w:rPr>
          <w:rFonts w:hint="cs"/>
          <w:rtl/>
          <w:lang w:bidi="fa-IR"/>
        </w:rPr>
        <w:t xml:space="preserve"> -</w:t>
      </w:r>
      <w:r w:rsidR="000E1057">
        <w:rPr>
          <w:rtl/>
          <w:lang w:bidi="fa-IR"/>
        </w:rPr>
        <w:t xml:space="preserve"> </w:t>
      </w:r>
      <w:r>
        <w:rPr>
          <w:rtl/>
          <w:lang w:bidi="fa-IR"/>
        </w:rPr>
        <w:t>مقر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پس از شهادت آن حضرت همه جا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 ظلمان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</w:t>
      </w:r>
      <w:r w:rsidRPr="000E1057">
        <w:rPr>
          <w:rStyle w:val="libFootnotenumChar"/>
          <w:rtl/>
        </w:rPr>
        <w:t>(4)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0E1057">
      <w:pPr>
        <w:pStyle w:val="libNormal"/>
        <w:rPr>
          <w:rtl/>
          <w:lang w:bidi="fa-IR"/>
        </w:rPr>
      </w:pPr>
      <w:r>
        <w:rPr>
          <w:rtl/>
          <w:lang w:bidi="fa-IR"/>
        </w:rPr>
        <w:t>9</w:t>
      </w:r>
      <w:r w:rsidR="000E1057">
        <w:rPr>
          <w:rFonts w:hint="cs"/>
          <w:rtl/>
          <w:lang w:bidi="fa-IR"/>
        </w:rPr>
        <w:t xml:space="preserve"> -</w:t>
      </w:r>
      <w:r w:rsidR="000E1057">
        <w:rPr>
          <w:rtl/>
          <w:lang w:bidi="fa-IR"/>
        </w:rPr>
        <w:t xml:space="preserve"> </w:t>
      </w:r>
      <w:r>
        <w:rPr>
          <w:rtl/>
          <w:lang w:bidi="fa-IR"/>
        </w:rPr>
        <w:t>ابن حجر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روز شهادت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سنگ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شام از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بلند نکردند، جز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آن خون تازه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افتند</w:t>
      </w:r>
      <w:r>
        <w:rPr>
          <w:rtl/>
          <w:lang w:bidi="fa-IR"/>
        </w:rPr>
        <w:t xml:space="preserve">. </w:t>
      </w:r>
      <w:r w:rsidRPr="000E1057">
        <w:rPr>
          <w:rStyle w:val="libFootnotenumChar"/>
          <w:rtl/>
        </w:rPr>
        <w:t>(5)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0E1057">
      <w:pPr>
        <w:pStyle w:val="libNormal"/>
        <w:rPr>
          <w:rtl/>
          <w:lang w:bidi="fa-IR"/>
        </w:rPr>
      </w:pPr>
      <w:r>
        <w:rPr>
          <w:rtl/>
          <w:lang w:bidi="fa-IR"/>
        </w:rPr>
        <w:t>10</w:t>
      </w:r>
      <w:r w:rsidR="000E1057">
        <w:rPr>
          <w:rFonts w:hint="cs"/>
          <w:rtl/>
          <w:lang w:bidi="fa-IR"/>
        </w:rPr>
        <w:t xml:space="preserve"> -</w:t>
      </w:r>
      <w:r w:rsidR="000E1057">
        <w:rPr>
          <w:rtl/>
          <w:lang w:bidi="fa-IR"/>
        </w:rPr>
        <w:t xml:space="preserve"> </w:t>
      </w:r>
      <w:r>
        <w:rPr>
          <w:rtl/>
          <w:lang w:bidi="fa-IR"/>
        </w:rPr>
        <w:t>مقر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گزارش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که در آن روز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المقدس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رو نکردند جز آن که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آن خون تازه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</w:t>
      </w:r>
      <w:r w:rsidRPr="000E1057">
        <w:rPr>
          <w:rStyle w:val="libFootnotenumChar"/>
          <w:rtl/>
        </w:rPr>
        <w:t>(6)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0E1057">
      <w:pPr>
        <w:pStyle w:val="libNormal"/>
        <w:rPr>
          <w:rtl/>
          <w:lang w:bidi="fa-IR"/>
        </w:rPr>
      </w:pPr>
      <w:r>
        <w:rPr>
          <w:rtl/>
          <w:lang w:bidi="fa-IR"/>
        </w:rPr>
        <w:t>11</w:t>
      </w:r>
      <w:r w:rsidR="000E1057">
        <w:rPr>
          <w:rFonts w:hint="cs"/>
          <w:rtl/>
          <w:lang w:bidi="fa-IR"/>
        </w:rPr>
        <w:t xml:space="preserve"> -</w:t>
      </w:r>
      <w:r w:rsidR="000E1057">
        <w:rPr>
          <w:rtl/>
          <w:lang w:bidi="fa-IR"/>
        </w:rPr>
        <w:t xml:space="preserve"> </w:t>
      </w:r>
      <w:r>
        <w:rPr>
          <w:rtl/>
          <w:lang w:bidi="fa-IR"/>
        </w:rPr>
        <w:t>ابن شهاب زهر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بر عبدالملک مروان واردشدم، عبدالملک خطاب به حاضران گفت: از آنچه در شب شهادت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المقدس اتفاق افتاده، خبر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پاسخ نداد، من گفتم: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رابطه به من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مرا</w:t>
      </w:r>
      <w:r>
        <w:rPr>
          <w:rtl/>
          <w:lang w:bidi="fa-IR"/>
        </w:rPr>
        <w:t xml:space="preserve"> به نزد عبدالملک بردند،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شما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گفتم: من محمد بن مسلم بن 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اللّه ابن شهاب زهر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عبدالملک به عنوان «زهر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مرا شناخت. گفت: بگو در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طالب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شد، چه اتّفاق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المقدس افتاد.</w:t>
      </w:r>
    </w:p>
    <w:p w:rsidR="00160F70" w:rsidRPr="000E1057" w:rsidRDefault="000E1057" w:rsidP="000E105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</w:t>
      </w:r>
    </w:p>
    <w:p w:rsidR="00160F70" w:rsidRDefault="00160F70" w:rsidP="000E1057">
      <w:pPr>
        <w:pStyle w:val="libFootnote0"/>
        <w:rPr>
          <w:rtl/>
          <w:lang w:bidi="fa-IR"/>
        </w:rPr>
      </w:pPr>
      <w:r>
        <w:rPr>
          <w:rtl/>
          <w:lang w:bidi="fa-IR"/>
        </w:rPr>
        <w:t>1- 1. ابن حجر، همان، ص 192.</w:t>
      </w:r>
    </w:p>
    <w:p w:rsidR="00160F70" w:rsidRDefault="00160F70" w:rsidP="000E1057">
      <w:pPr>
        <w:pStyle w:val="libFootnote0"/>
        <w:rPr>
          <w:rtl/>
          <w:lang w:bidi="fa-IR"/>
        </w:rPr>
      </w:pPr>
      <w:r>
        <w:rPr>
          <w:rtl/>
          <w:lang w:bidi="fa-IR"/>
        </w:rPr>
        <w:t>2- 2. ابونع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دلائل النّبوّه، ج 2، ص 553.</w:t>
      </w:r>
    </w:p>
    <w:p w:rsidR="00160F70" w:rsidRDefault="00160F70" w:rsidP="000E1057">
      <w:pPr>
        <w:pStyle w:val="libFootnote0"/>
        <w:rPr>
          <w:rtl/>
          <w:lang w:bidi="fa-IR"/>
        </w:rPr>
      </w:pPr>
      <w:r>
        <w:rPr>
          <w:rtl/>
          <w:lang w:bidi="fa-IR"/>
        </w:rPr>
        <w:t>3- 3. ابن حجر، همان، ص 194.</w:t>
      </w:r>
    </w:p>
    <w:p w:rsidR="00160F70" w:rsidRDefault="00160F70" w:rsidP="000E1057">
      <w:pPr>
        <w:pStyle w:val="libFootnote0"/>
        <w:rPr>
          <w:rtl/>
          <w:lang w:bidi="fa-IR"/>
        </w:rPr>
      </w:pPr>
      <w:r>
        <w:rPr>
          <w:rtl/>
          <w:lang w:bidi="fa-IR"/>
        </w:rPr>
        <w:t>4- 4. مقر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الخطط المقر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ج 2، ص 289.</w:t>
      </w:r>
    </w:p>
    <w:p w:rsidR="00160F70" w:rsidRDefault="00160F70" w:rsidP="000E1057">
      <w:pPr>
        <w:pStyle w:val="libFootnote0"/>
        <w:rPr>
          <w:rtl/>
          <w:lang w:bidi="fa-IR"/>
        </w:rPr>
      </w:pPr>
      <w:r>
        <w:rPr>
          <w:rtl/>
          <w:lang w:bidi="fa-IR"/>
        </w:rPr>
        <w:t>5- 5. ابن حجر، همان.</w:t>
      </w:r>
    </w:p>
    <w:p w:rsidR="00160F70" w:rsidRDefault="00160F70" w:rsidP="000E1057">
      <w:pPr>
        <w:pStyle w:val="libFootnote0"/>
        <w:rPr>
          <w:rtl/>
          <w:lang w:bidi="fa-IR"/>
        </w:rPr>
      </w:pPr>
      <w:r>
        <w:rPr>
          <w:rtl/>
          <w:lang w:bidi="fa-IR"/>
        </w:rPr>
        <w:t>6- 6. مقر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همان.</w:t>
      </w:r>
    </w:p>
    <w:p w:rsidR="00160F70" w:rsidRDefault="000E1057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زهر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گو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د</w:t>
      </w:r>
      <w:r w:rsidR="00160F70">
        <w:rPr>
          <w:rtl/>
          <w:lang w:bidi="fa-IR"/>
        </w:rPr>
        <w:t>: من گفتم: به من خبر رس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ده</w:t>
      </w:r>
      <w:r w:rsidR="00160F70">
        <w:rPr>
          <w:rtl/>
          <w:lang w:bidi="fa-IR"/>
        </w:rPr>
        <w:t xml:space="preserve"> که در آن شب ه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چ</w:t>
      </w:r>
      <w:r w:rsidR="00160F70">
        <w:rPr>
          <w:rtl/>
          <w:lang w:bidi="fa-IR"/>
        </w:rPr>
        <w:t xml:space="preserve"> سنگ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را در ب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ت</w:t>
      </w:r>
      <w:r w:rsidR="00160F70">
        <w:rPr>
          <w:rtl/>
          <w:lang w:bidi="fa-IR"/>
        </w:rPr>
        <w:t xml:space="preserve"> المقدس برداشته نشد، جز ا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ن</w:t>
      </w:r>
      <w:r w:rsidR="00160F70">
        <w:rPr>
          <w:rtl/>
          <w:lang w:bidi="fa-IR"/>
        </w:rPr>
        <w:t xml:space="preserve"> که در ز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ر</w:t>
      </w:r>
      <w:r w:rsidR="00160F70">
        <w:rPr>
          <w:rtl/>
          <w:lang w:bidi="fa-IR"/>
        </w:rPr>
        <w:t xml:space="preserve"> آن خون تازه د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ده</w:t>
      </w:r>
      <w:r w:rsidR="00160F70">
        <w:rPr>
          <w:rtl/>
          <w:lang w:bidi="fa-IR"/>
        </w:rPr>
        <w:t xml:space="preserve"> شد.</w:t>
      </w:r>
      <w:r w:rsidR="00160F70" w:rsidRPr="000E1057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0E1057">
      <w:pPr>
        <w:pStyle w:val="libNormal"/>
        <w:rPr>
          <w:rtl/>
          <w:lang w:bidi="fa-IR"/>
        </w:rPr>
      </w:pPr>
      <w:r>
        <w:rPr>
          <w:rtl/>
          <w:lang w:bidi="fa-IR"/>
        </w:rPr>
        <w:t>12</w:t>
      </w:r>
      <w:r w:rsidR="000E1057">
        <w:rPr>
          <w:rFonts w:hint="cs"/>
          <w:rtl/>
          <w:lang w:bidi="fa-IR"/>
        </w:rPr>
        <w:t xml:space="preserve"> -</w:t>
      </w:r>
      <w:r w:rsidR="000E1057">
        <w:rPr>
          <w:rtl/>
          <w:lang w:bidi="fa-IR"/>
        </w:rPr>
        <w:t xml:space="preserve"> </w:t>
      </w:r>
      <w:r>
        <w:rPr>
          <w:rtl/>
          <w:lang w:bidi="fa-IR"/>
        </w:rPr>
        <w:t>مقر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از سپاه عمر سعد از زعفران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بود، بر صورت خود ننهاد، جز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صورتش سوخت</w:t>
      </w:r>
      <w:r w:rsidRPr="000E1057">
        <w:rPr>
          <w:rStyle w:val="libFootnotenumChar"/>
          <w:rtl/>
        </w:rPr>
        <w:t>.(2)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0E1057">
      <w:pPr>
        <w:pStyle w:val="libNormal"/>
        <w:rPr>
          <w:rtl/>
          <w:lang w:bidi="fa-IR"/>
        </w:rPr>
      </w:pPr>
      <w:r>
        <w:rPr>
          <w:rtl/>
          <w:lang w:bidi="fa-IR"/>
        </w:rPr>
        <w:t>13</w:t>
      </w:r>
      <w:r w:rsidR="000E1057">
        <w:rPr>
          <w:rFonts w:hint="cs"/>
          <w:rtl/>
          <w:lang w:bidi="fa-IR"/>
        </w:rPr>
        <w:t xml:space="preserve"> -</w:t>
      </w:r>
      <w:r w:rsidR="000E1057">
        <w:rPr>
          <w:rtl/>
          <w:lang w:bidi="fa-IR"/>
        </w:rPr>
        <w:t xml:space="preserve"> </w:t>
      </w:r>
      <w:r>
        <w:rPr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لشکرگاه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بود، آن را غارت کردند، نحر نمودند و طبخ کردند، گوشت آن تبد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حنظل تلخ شد</w:t>
      </w:r>
      <w:r w:rsidRPr="003B3682">
        <w:rPr>
          <w:rStyle w:val="libFootnotenumChar"/>
          <w:rtl/>
        </w:rPr>
        <w:t>.(3)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3B3682">
      <w:pPr>
        <w:pStyle w:val="libNormal"/>
        <w:rPr>
          <w:rtl/>
          <w:lang w:bidi="fa-IR"/>
        </w:rPr>
      </w:pPr>
      <w:r>
        <w:rPr>
          <w:rtl/>
          <w:lang w:bidi="fa-IR"/>
        </w:rPr>
        <w:t>14</w:t>
      </w:r>
      <w:r w:rsidR="003B3682">
        <w:rPr>
          <w:rFonts w:hint="cs"/>
          <w:rtl/>
          <w:lang w:bidi="fa-IR"/>
        </w:rPr>
        <w:t xml:space="preserve"> -</w:t>
      </w:r>
      <w:r w:rsidR="003B3682">
        <w:rPr>
          <w:rtl/>
          <w:lang w:bidi="fa-IR"/>
        </w:rPr>
        <w:t xml:space="preserve"> </w:t>
      </w:r>
      <w:r>
        <w:rPr>
          <w:rtl/>
          <w:lang w:bidi="fa-IR"/>
        </w:rPr>
        <w:t>در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عطر بود،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آن خود را خوشبو نکرد، جز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مبتلا شد.</w:t>
      </w:r>
      <w:r w:rsidRPr="003B3682">
        <w:rPr>
          <w:rStyle w:val="libFootnotenumChar"/>
          <w:rtl/>
        </w:rPr>
        <w:t>(4)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3B3682">
      <w:pPr>
        <w:pStyle w:val="libNormal"/>
        <w:rPr>
          <w:rtl/>
          <w:lang w:bidi="fa-IR"/>
        </w:rPr>
      </w:pPr>
      <w:r>
        <w:rPr>
          <w:rtl/>
          <w:lang w:bidi="fa-IR"/>
        </w:rPr>
        <w:t>15</w:t>
      </w:r>
      <w:r w:rsidR="003B3682">
        <w:rPr>
          <w:rFonts w:hint="cs"/>
          <w:rtl/>
          <w:lang w:bidi="fa-IR"/>
        </w:rPr>
        <w:t xml:space="preserve"> -</w:t>
      </w:r>
      <w:r w:rsidR="003B3682">
        <w:rPr>
          <w:rtl/>
          <w:lang w:bidi="fa-IR"/>
        </w:rPr>
        <w:t xml:space="preserve"> </w:t>
      </w:r>
      <w:r>
        <w:rPr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3B3682" w:rsidRPr="003B3682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خاک کربلا به امّ سلمه دادند و فرمودند: هر وقت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خاک تبد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خون شد، بدان که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کرده اند.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3B368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سلمه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من آن خاک را در ظرف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دادم و نزد خود نگه داشتم.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شهادت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آن خاک تبد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خون شد.</w:t>
      </w:r>
      <w:r w:rsidRPr="003B3682">
        <w:rPr>
          <w:rStyle w:val="libFootnotenumChar"/>
          <w:rtl/>
        </w:rPr>
        <w:t>(5)</w:t>
      </w:r>
    </w:p>
    <w:p w:rsidR="00160F70" w:rsidRDefault="003B3682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3B3682">
      <w:pPr>
        <w:pStyle w:val="Heading1"/>
        <w:rPr>
          <w:rtl/>
          <w:lang w:bidi="fa-IR"/>
        </w:rPr>
      </w:pPr>
      <w:bookmarkStart w:id="3" w:name="_Toc525386374"/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راز خلقت جهان</w:t>
      </w:r>
      <w:bookmarkEnd w:id="3"/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فراز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کساء آمده است که خداوند منّان خطاب به فرشتگان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آسمان برافراشته،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گسترده،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فروزان، ماه تابان، فلک چرخان،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روان و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حال گشت و گذار را جز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محبّت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پنج تن که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کساء هستند،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قدس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است،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پنج تن آل عبا علّت خلقت و رمز</w:t>
      </w:r>
    </w:p>
    <w:p w:rsidR="00160F70" w:rsidRPr="003B3682" w:rsidRDefault="003B3682" w:rsidP="003B368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</w:t>
      </w:r>
    </w:p>
    <w:p w:rsidR="00160F70" w:rsidRDefault="00160F70" w:rsidP="003B3682">
      <w:pPr>
        <w:pStyle w:val="libFootnote0"/>
        <w:rPr>
          <w:rtl/>
          <w:lang w:bidi="fa-IR"/>
        </w:rPr>
      </w:pPr>
      <w:r>
        <w:rPr>
          <w:rtl/>
          <w:lang w:bidi="fa-IR"/>
        </w:rPr>
        <w:t>1- 1. ابن حجر عسقلان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التّهذ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ب،</w:t>
      </w:r>
      <w:r>
        <w:rPr>
          <w:rtl/>
          <w:lang w:bidi="fa-IR"/>
        </w:rPr>
        <w:t xml:space="preserve"> ج 2، ص 354.</w:t>
      </w:r>
    </w:p>
    <w:p w:rsidR="00160F70" w:rsidRDefault="00160F70" w:rsidP="003B3682">
      <w:pPr>
        <w:pStyle w:val="libFootnote0"/>
        <w:rPr>
          <w:rtl/>
          <w:lang w:bidi="fa-IR"/>
        </w:rPr>
      </w:pPr>
      <w:r>
        <w:rPr>
          <w:rtl/>
          <w:lang w:bidi="fa-IR"/>
        </w:rPr>
        <w:t>2- 2. مقر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همان.</w:t>
      </w:r>
    </w:p>
    <w:p w:rsidR="00160F70" w:rsidRDefault="00160F70" w:rsidP="003B3682">
      <w:pPr>
        <w:pStyle w:val="libFootnote0"/>
        <w:rPr>
          <w:rtl/>
          <w:lang w:bidi="fa-IR"/>
        </w:rPr>
      </w:pPr>
      <w:r>
        <w:rPr>
          <w:rtl/>
          <w:lang w:bidi="fa-IR"/>
        </w:rPr>
        <w:t>3- 3. ابن حجر، الصّواعق المحرقه، ص 195.</w:t>
      </w:r>
    </w:p>
    <w:p w:rsidR="00160F70" w:rsidRDefault="00160F70" w:rsidP="003B3682">
      <w:pPr>
        <w:pStyle w:val="libFootnote0"/>
        <w:rPr>
          <w:rtl/>
          <w:lang w:bidi="fa-IR"/>
        </w:rPr>
      </w:pPr>
      <w:r>
        <w:rPr>
          <w:rtl/>
          <w:lang w:bidi="fa-IR"/>
        </w:rPr>
        <w:t>4- 4. ابن عبدربّه، العقد الفر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ج 5، ص 133.</w:t>
      </w:r>
    </w:p>
    <w:p w:rsidR="00160F70" w:rsidRDefault="00160F70" w:rsidP="003B3682">
      <w:pPr>
        <w:pStyle w:val="libFootnote0"/>
        <w:rPr>
          <w:rtl/>
          <w:lang w:bidi="fa-IR"/>
        </w:rPr>
      </w:pPr>
      <w:r>
        <w:rPr>
          <w:rtl/>
          <w:lang w:bidi="fa-IR"/>
        </w:rPr>
        <w:t>5- 5. ابن اث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الکامل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خ،</w:t>
      </w:r>
      <w:r>
        <w:rPr>
          <w:rtl/>
          <w:lang w:bidi="fa-IR"/>
        </w:rPr>
        <w:t xml:space="preserve"> ج 4، ص 93.</w:t>
      </w:r>
    </w:p>
    <w:p w:rsidR="00160F70" w:rsidRDefault="003B3682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آفر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نش</w:t>
      </w:r>
      <w:r w:rsidR="00160F70">
        <w:rPr>
          <w:rtl/>
          <w:lang w:bidi="fa-IR"/>
        </w:rPr>
        <w:t xml:space="preserve"> جهان هست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باشند.</w:t>
      </w:r>
    </w:p>
    <w:p w:rsidR="00160F70" w:rsidRDefault="00160F70" w:rsidP="003B368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اساس،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خلقت و سبب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جهان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رجهان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کتاب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>: «الجُنّه العاصمه» از کتاب «کشف اللّئال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>: صالح بن عبدالوهّاب بن عرندس،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با سند متّصل به جابر بن عبداللّه انصار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که رسول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خداوند منّان نقل کرده، که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احمد! لولاک لما خلقت الأفلاک، ولولا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لما خلقتک، ولولا فاطمه لما خلقتکما؛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احمد! اگر تو نبود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افلاک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اگر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نبود، تو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دم؛</w:t>
      </w:r>
      <w:r>
        <w:rPr>
          <w:rtl/>
          <w:lang w:bidi="fa-IR"/>
        </w:rPr>
        <w:t xml:space="preserve"> و اگر فاطمه نبود، شما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</w:t>
      </w:r>
      <w:r w:rsidRPr="003B3682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ابن</w:t>
      </w:r>
      <w:r>
        <w:rPr>
          <w:rtl/>
          <w:lang w:bidi="fa-IR"/>
        </w:rPr>
        <w:t xml:space="preserve"> عرندس از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و شعرا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سترگ قرن نهم هجر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«علامه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در مورد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قصا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اصحاب مشهور است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اشعار هرگز در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خوانده نشده، جز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ارواحنا فداه در آنجا حضور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است.</w:t>
      </w:r>
      <w:r w:rsidRPr="003B3682">
        <w:rPr>
          <w:rStyle w:val="libFootnotenumChar"/>
          <w:rtl/>
        </w:rPr>
        <w:t>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متن</w:t>
      </w:r>
      <w:r>
        <w:rPr>
          <w:rtl/>
          <w:lang w:bidi="fa-IR"/>
        </w:rPr>
        <w:t xml:space="preserve"> کامل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اشعار در منتخب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آمده است.</w:t>
      </w:r>
      <w:r w:rsidRPr="003B3682">
        <w:rPr>
          <w:rStyle w:val="libFootnotenumChar"/>
          <w:rtl/>
        </w:rPr>
        <w:t>(3)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علامه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رجهان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نسخه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خطّ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کتاب: «کشف اللّئال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را در کتابخانه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علاّمه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محمّد سماو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نجف اشرف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است.</w:t>
      </w:r>
      <w:r w:rsidRPr="003B3682">
        <w:rPr>
          <w:rStyle w:val="libFootnotenumChar"/>
          <w:rtl/>
        </w:rPr>
        <w:t>(4)</w:t>
      </w:r>
    </w:p>
    <w:p w:rsidR="00160F70" w:rsidRDefault="00160F70" w:rsidP="003B368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دوشنبه 24 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قعده</w:t>
      </w:r>
      <w:r>
        <w:rPr>
          <w:rtl/>
          <w:lang w:bidi="fa-IR"/>
        </w:rPr>
        <w:t xml:space="preserve"> الحرام 1434 برابر 8/7/1392 ش. در مشهد مقدس، در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B3682" w:rsidRPr="003B3682">
        <w:rPr>
          <w:rStyle w:val="libAlaemChar"/>
          <w:rtl/>
        </w:rPr>
        <w:t>قدس‌سره</w:t>
      </w:r>
      <w:r w:rsidR="003B3682" w:rsidRPr="005100D5">
        <w:rPr>
          <w:rFonts w:ascii="Traditional Arabic" w:hAnsi="Traditional Arabic" w:cs="Traditional Arabic"/>
          <w:shd w:val="clear" w:color="auto" w:fill="FFFFFF"/>
          <w:rtl/>
        </w:rPr>
        <w:t xml:space="preserve"> </w:t>
      </w:r>
      <w:r>
        <w:rPr>
          <w:rtl/>
          <w:lang w:bidi="fa-IR"/>
        </w:rPr>
        <w:t>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صد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ارجمند محقق توانمند حجه الاسلام والمسلم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اصغر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رفتم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داستان</w:t>
      </w:r>
    </w:p>
    <w:p w:rsidR="00160F70" w:rsidRPr="003B3682" w:rsidRDefault="003B3682" w:rsidP="003B368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</w:t>
      </w:r>
    </w:p>
    <w:p w:rsidR="00160F70" w:rsidRDefault="00160F70" w:rsidP="003B3682">
      <w:pPr>
        <w:pStyle w:val="libFootnote0"/>
        <w:rPr>
          <w:rtl/>
          <w:lang w:bidi="fa-IR"/>
        </w:rPr>
      </w:pPr>
      <w:r>
        <w:rPr>
          <w:rtl/>
          <w:lang w:bidi="fa-IR"/>
        </w:rPr>
        <w:t>1- 1.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رجهان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الجنّه العاصمه، ص 284.</w:t>
      </w:r>
    </w:p>
    <w:p w:rsidR="00160F70" w:rsidRDefault="00160F70" w:rsidP="003B3682">
      <w:pPr>
        <w:pStyle w:val="libFootnote0"/>
        <w:rPr>
          <w:rtl/>
          <w:lang w:bidi="fa-IR"/>
        </w:rPr>
      </w:pPr>
      <w:r>
        <w:rPr>
          <w:rtl/>
          <w:lang w:bidi="fa-IR"/>
        </w:rPr>
        <w:t>2- 2. علامه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ج 7، ص 14.</w:t>
      </w:r>
    </w:p>
    <w:p w:rsidR="00160F70" w:rsidRDefault="00160F70" w:rsidP="003B3682">
      <w:pPr>
        <w:pStyle w:val="libFootnote0"/>
        <w:rPr>
          <w:rtl/>
          <w:lang w:bidi="fa-IR"/>
        </w:rPr>
      </w:pPr>
      <w:r>
        <w:rPr>
          <w:rtl/>
          <w:lang w:bidi="fa-IR"/>
        </w:rPr>
        <w:t>3- 3.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المنتخب، ج 2، ص 254.</w:t>
      </w:r>
    </w:p>
    <w:p w:rsidR="00160F70" w:rsidRDefault="00160F70" w:rsidP="003B3682">
      <w:pPr>
        <w:pStyle w:val="libFootnote0"/>
        <w:rPr>
          <w:rtl/>
          <w:lang w:bidi="fa-IR"/>
        </w:rPr>
      </w:pPr>
      <w:r>
        <w:rPr>
          <w:rtl/>
          <w:lang w:bidi="fa-IR"/>
        </w:rPr>
        <w:t>4- 4.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رجهان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همان، ص 283.</w:t>
      </w:r>
    </w:p>
    <w:p w:rsidR="00160F70" w:rsidRDefault="003B3682" w:rsidP="003B368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د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دارش</w:t>
      </w:r>
      <w:r w:rsidR="00160F70">
        <w:rPr>
          <w:rtl/>
          <w:lang w:bidi="fa-IR"/>
        </w:rPr>
        <w:t xml:space="preserve"> با علامه 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ام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ن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را جو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ا</w:t>
      </w:r>
      <w:r w:rsidR="00160F70">
        <w:rPr>
          <w:rtl/>
          <w:lang w:bidi="fa-IR"/>
        </w:rPr>
        <w:t xml:space="preserve"> شدم. فرمود: هنگام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که علامه 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ام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ن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</w:t>
      </w:r>
      <w:r w:rsidRPr="003B3682">
        <w:rPr>
          <w:rStyle w:val="libAlaemChar"/>
          <w:rtl/>
        </w:rPr>
        <w:t>قدس‌سره</w:t>
      </w:r>
      <w:r w:rsidRPr="005100D5">
        <w:rPr>
          <w:rFonts w:ascii="Traditional Arabic" w:hAnsi="Traditional Arabic" w:cs="Traditional Arabic"/>
          <w:shd w:val="clear" w:color="auto" w:fill="FFFFFF"/>
          <w:rtl/>
        </w:rPr>
        <w:t xml:space="preserve"> </w:t>
      </w:r>
      <w:r w:rsidR="00160F70">
        <w:rPr>
          <w:rtl/>
          <w:lang w:bidi="fa-IR"/>
        </w:rPr>
        <w:t>از پاکستان آمده بود و در هتل عل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زاده</w:t>
      </w:r>
      <w:r w:rsidR="00160F70">
        <w:rPr>
          <w:rtl/>
          <w:lang w:bidi="fa-IR"/>
        </w:rPr>
        <w:t xml:space="preserve"> (در بست بالا) اقامت داشت، به محضرشان شرف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اب</w:t>
      </w:r>
      <w:r w:rsidR="00160F70">
        <w:rPr>
          <w:rtl/>
          <w:lang w:bidi="fa-IR"/>
        </w:rPr>
        <w:t xml:space="preserve"> شدم.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هنگام بحث از سفر پاکستان فرمودند: در کراچ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حافظ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رفتم، نبود.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گفتم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الآن در مشهد مقدس هستند، اگر امر بفرما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به محضر مقدستان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فرمودند</w:t>
      </w:r>
      <w:r>
        <w:rPr>
          <w:rtl/>
          <w:lang w:bidi="fa-IR"/>
        </w:rPr>
        <w:t>: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هستم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>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ساعت 9 صبح فردا وعده گذاشت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به اطلاع مرحوم حافظ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ساعت 9 صبح در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خدمت علامه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حافظ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(1332 _ 1400 ق)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جلد از کتاب ارزشمند خود «لوح محفوظ» را به محضر علامه تقد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نمود.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آنگاه</w:t>
      </w:r>
      <w:r>
        <w:rPr>
          <w:rtl/>
          <w:lang w:bidi="fa-IR"/>
        </w:rPr>
        <w:t xml:space="preserve"> علامه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 مراجعه کرد و گفت: شما در الغد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مطلب مهمّ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نقل کرده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منبع آن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نکرده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من مراجعه کردم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درست است، در موارد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منبع را فراموش کرده ام و لذا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کردم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سفر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استانبول بکنم و در کتاب</w:t>
      </w:r>
      <w:r>
        <w:rPr>
          <w:rFonts w:hint="eastAsia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بحث و کنکاش بپردازم.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ساعات</w:t>
      </w:r>
      <w:r>
        <w:rPr>
          <w:rtl/>
          <w:lang w:bidi="fa-IR"/>
        </w:rPr>
        <w:t xml:space="preserve"> استفاده از کتابخانه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محدود بود و آن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جامع و کامل واف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نبود. با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عراق و تعداد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ها تماس گرفتم که مسئول کتابخانه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امکان استفاده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بدهد، امکان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3B368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رموءمنان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متوسّل شدم و گفتم: مولا جان! من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تلاش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کنم، خودتان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بفرما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اول</w:t>
      </w:r>
      <w:r>
        <w:rPr>
          <w:rtl/>
          <w:lang w:bidi="fa-IR"/>
        </w:rPr>
        <w:t xml:space="preserve"> صبح در زده شد،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زبان</w:t>
      </w:r>
      <w:r>
        <w:rPr>
          <w:rtl/>
          <w:lang w:bidi="fa-IR"/>
        </w:rPr>
        <w:t xml:space="preserve"> من آمد و گفت: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شما کار دارد، گفتم: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آمد</w:t>
      </w:r>
      <w:r>
        <w:rPr>
          <w:rtl/>
          <w:lang w:bidi="fa-IR"/>
        </w:rPr>
        <w:t xml:space="preserve"> و گفت: من در کتابخانه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مسئول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دارم و خود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هستم،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با تمام وجودم در خدمت شما هستم، هر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عنوانش را به من بفرما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من دستگاه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لمبردار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برم، در داخل کتابخانه از آن ها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به شرط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احد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مطّلع نشود و لذا خودم به سراغ شما آمدم، شخص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نفرستادم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هر چه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داشتم،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لمبردار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آورد.</w:t>
      </w:r>
      <w:r w:rsidRPr="003B3682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3B368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آنگاه</w:t>
      </w:r>
      <w:r>
        <w:rPr>
          <w:rtl/>
          <w:lang w:bidi="fa-IR"/>
        </w:rPr>
        <w:t xml:space="preserve"> علامه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فرمودند: من در استانبول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ادداشت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مورد امام حسن و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3B3682" w:rsidRPr="003B3682">
        <w:rPr>
          <w:rStyle w:val="libAlaemChar"/>
          <w:rFonts w:eastAsiaTheme="minorHAnsi"/>
          <w:rtl/>
        </w:rPr>
        <w:t>عليهما‌السلام</w:t>
      </w:r>
      <w:r>
        <w:rPr>
          <w:rtl/>
          <w:lang w:bidi="fa-IR"/>
        </w:rPr>
        <w:t xml:space="preserve"> برداشته ام که دو جلد بزرگ شده است اگر آنها چاپ شود، به همان مقدار که الغد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بود، آن ها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خواهد 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آنگاه</w:t>
      </w:r>
      <w:r>
        <w:rPr>
          <w:rtl/>
          <w:lang w:bidi="fa-IR"/>
        </w:rPr>
        <w:t xml:space="preserve"> علامه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مرحوم حافظ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شرح داد، از جمله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سفر تتمه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«لولاک»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کردم و متن کامل آن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احمد! لولاک لما خلقت الأفلاک؛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ولولا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لما خلقتک؛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ولولا</w:t>
      </w:r>
      <w:r>
        <w:rPr>
          <w:rtl/>
          <w:lang w:bidi="fa-IR"/>
        </w:rPr>
        <w:t xml:space="preserve"> فاطمه لما خلقتکما؛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ولولا</w:t>
      </w:r>
      <w:r>
        <w:rPr>
          <w:rtl/>
          <w:lang w:bidi="fa-IR"/>
        </w:rPr>
        <w:t xml:space="preserve"> الحسنان لما خلقتکم؛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احمد! اگر تو نبود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افلاک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دم؛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نبود، تو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دم؛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فاطمه نبود، شما دو نفر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دم؛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حسن و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نبودند، شما سه نفر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3B368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صر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است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راز خلقت جهان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</w:p>
    <w:p w:rsidR="00160F70" w:rsidRPr="003B3682" w:rsidRDefault="003B3682" w:rsidP="003B368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</w:t>
      </w:r>
    </w:p>
    <w:p w:rsidR="00160F70" w:rsidRDefault="00160F70" w:rsidP="003B3682">
      <w:pPr>
        <w:pStyle w:val="libFootnote0"/>
        <w:rPr>
          <w:rtl/>
          <w:lang w:bidi="fa-IR"/>
        </w:rPr>
      </w:pPr>
      <w:r>
        <w:rPr>
          <w:rtl/>
          <w:lang w:bidi="fa-IR"/>
        </w:rPr>
        <w:t>1- 1. موءلّف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اقامت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نجانب</w:t>
      </w:r>
      <w:r>
        <w:rPr>
          <w:rtl/>
          <w:lang w:bidi="fa-IR"/>
        </w:rPr>
        <w:t xml:space="preserve"> در استانبول (1354 1359 ش)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که اهل تبر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بود و در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>: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باتان سرا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جادّه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مغازه لباس فروش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نجانب</w:t>
      </w:r>
      <w:r>
        <w:rPr>
          <w:rtl/>
          <w:lang w:bidi="fa-IR"/>
        </w:rPr>
        <w:t xml:space="preserve"> نقل کرد که او واسطه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صال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لم</w:t>
      </w:r>
      <w:r>
        <w:rPr>
          <w:rtl/>
          <w:lang w:bidi="fa-IR"/>
        </w:rPr>
        <w:t xml:space="preserve"> کتاب ها از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لم</w:t>
      </w:r>
      <w:r>
        <w:rPr>
          <w:rtl/>
          <w:lang w:bidi="fa-IR"/>
        </w:rPr>
        <w:t xml:space="preserve"> بردار کتابخانه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محضر عل</w:t>
      </w:r>
      <w:r>
        <w:rPr>
          <w:rFonts w:hint="eastAsia"/>
          <w:rtl/>
          <w:lang w:bidi="fa-IR"/>
        </w:rPr>
        <w:t>امه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</w:t>
      </w:r>
    </w:p>
    <w:p w:rsidR="00160F70" w:rsidRDefault="003B3682" w:rsidP="003B368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معنا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حد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ث</w:t>
      </w:r>
      <w:r w:rsidR="00160F70">
        <w:rPr>
          <w:rtl/>
          <w:lang w:bidi="fa-IR"/>
        </w:rPr>
        <w:t xml:space="preserve"> شر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ف</w:t>
      </w:r>
      <w:r w:rsidR="00160F70">
        <w:rPr>
          <w:rtl/>
          <w:lang w:bidi="fa-IR"/>
        </w:rPr>
        <w:t xml:space="preserve"> ا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ن</w:t>
      </w:r>
      <w:r w:rsidR="00160F70">
        <w:rPr>
          <w:rtl/>
          <w:lang w:bidi="fa-IR"/>
        </w:rPr>
        <w:t xml:space="preserve"> است که پ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امبراکرم</w:t>
      </w:r>
      <w:r w:rsidR="00160F70">
        <w:rPr>
          <w:rtl/>
          <w:lang w:bidi="fa-IR"/>
        </w:rPr>
        <w:t xml:space="preserve"> </w:t>
      </w:r>
      <w:r w:rsidRPr="003B3682">
        <w:rPr>
          <w:rStyle w:val="libAlaemChar"/>
          <w:rtl/>
        </w:rPr>
        <w:t xml:space="preserve">صلى‌الله‌عليه‌وآله‌وسلم </w:t>
      </w:r>
      <w:r w:rsidR="00160F70">
        <w:rPr>
          <w:rtl/>
          <w:lang w:bidi="fa-IR"/>
        </w:rPr>
        <w:t>راز خلقت جهان است و ام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رموءمنان</w:t>
      </w:r>
      <w:r w:rsidR="00160F70">
        <w:rPr>
          <w:rtl/>
          <w:lang w:bidi="fa-IR"/>
        </w:rPr>
        <w:t xml:space="preserve"> </w:t>
      </w:r>
      <w:r w:rsidR="00160F70" w:rsidRPr="00160F70">
        <w:rPr>
          <w:rStyle w:val="libAlaemChar"/>
          <w:rtl/>
        </w:rPr>
        <w:t>عليه‌السلام</w:t>
      </w:r>
      <w:r w:rsidR="00160F70">
        <w:rPr>
          <w:rtl/>
          <w:lang w:bidi="fa-IR"/>
        </w:rPr>
        <w:t xml:space="preserve"> تداوم بخش شر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عت</w:t>
      </w:r>
      <w:r w:rsidR="00160F70">
        <w:rPr>
          <w:rtl/>
          <w:lang w:bidi="fa-IR"/>
        </w:rPr>
        <w:t xml:space="preserve"> نبو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،</w:t>
      </w:r>
      <w:r w:rsidR="00160F70">
        <w:rPr>
          <w:rtl/>
          <w:lang w:bidi="fa-IR"/>
        </w:rPr>
        <w:t xml:space="preserve"> حضرت فاطمه، امام حسن و امام حس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ن</w:t>
      </w:r>
      <w:r w:rsidR="00160F70">
        <w:rPr>
          <w:rtl/>
          <w:lang w:bidi="fa-IR"/>
        </w:rPr>
        <w:t xml:space="preserve"> </w:t>
      </w:r>
      <w:r w:rsidR="00160F70" w:rsidRPr="00160F70">
        <w:rPr>
          <w:rStyle w:val="libAlaemChar"/>
          <w:rtl/>
        </w:rPr>
        <w:t xml:space="preserve">عليهم‌السلام </w:t>
      </w:r>
      <w:r w:rsidR="00160F70">
        <w:rPr>
          <w:rtl/>
          <w:lang w:bidi="fa-IR"/>
        </w:rPr>
        <w:t>ن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ز</w:t>
      </w:r>
      <w:r w:rsidR="00160F70">
        <w:rPr>
          <w:rtl/>
          <w:lang w:bidi="fa-IR"/>
        </w:rPr>
        <w:t xml:space="preserve"> تداوم بخش امامت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باشند.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هرگز به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افضل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رموءمنان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حضرت زهرا، نسبت به رسول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متن</w:t>
      </w:r>
      <w:r>
        <w:rPr>
          <w:rtl/>
          <w:lang w:bidi="fa-IR"/>
        </w:rPr>
        <w:t xml:space="preserve"> کامل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را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بدون واسطه از علامه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نجانب</w:t>
      </w:r>
      <w:r>
        <w:rPr>
          <w:rtl/>
          <w:lang w:bidi="fa-IR"/>
        </w:rPr>
        <w:t xml:space="preserve"> نقل کردند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موء</w:t>
      </w:r>
      <w:r>
        <w:rPr>
          <w:rFonts w:hint="cs"/>
          <w:rtl/>
          <w:lang w:bidi="fa-IR"/>
        </w:rPr>
        <w:t>یَّ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 با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کساء.</w:t>
      </w:r>
      <w:r w:rsidRPr="003B3682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نام</w:t>
      </w:r>
      <w:r>
        <w:rPr>
          <w:rtl/>
          <w:lang w:bidi="fa-IR"/>
        </w:rPr>
        <w:t xml:space="preserve"> نام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</w:p>
    <w:p w:rsidR="00160F70" w:rsidRDefault="00160F70" w:rsidP="003B368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منّان در قرآن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که حضرت آدم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کلمات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پروردگارش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کرد، پس خداوند توبه اش را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>.</w:t>
      </w:r>
      <w:r w:rsidRPr="003B3682">
        <w:rPr>
          <w:rStyle w:val="libFootnotenumChar"/>
          <w:rtl/>
        </w:rPr>
        <w:t>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ابن</w:t>
      </w:r>
      <w:r>
        <w:rPr>
          <w:rtl/>
          <w:lang w:bidi="fa-IR"/>
        </w:rPr>
        <w:t xml:space="preserve"> عباس از محضر رسول عالم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منظور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کلمات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حضرت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آدم</w:t>
      </w:r>
      <w:r>
        <w:rPr>
          <w:rtl/>
          <w:lang w:bidi="fa-IR"/>
        </w:rPr>
        <w:t xml:space="preserve"> عرضه داشت: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! به حق محمد،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فاطمه، حسن و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ن؛</w:t>
      </w:r>
      <w:r>
        <w:rPr>
          <w:rtl/>
          <w:lang w:bidi="fa-IR"/>
        </w:rPr>
        <w:t xml:space="preserve"> توبه ام را بپذ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. پس خداوند توبه اش را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>.</w:t>
      </w:r>
      <w:r w:rsidRPr="003B3682">
        <w:rPr>
          <w:rStyle w:val="libFootnotenumChar"/>
          <w:rtl/>
        </w:rPr>
        <w:t>(3)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طبرس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حضرت</w:t>
      </w:r>
      <w:r>
        <w:rPr>
          <w:rtl/>
          <w:lang w:bidi="fa-IR"/>
        </w:rPr>
        <w:t xml:space="preserve"> آدم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لوح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 فراز عرش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در آن پنج نام مقدّس ثبت شده بود.</w:t>
      </w:r>
    </w:p>
    <w:p w:rsidR="00160F70" w:rsidRPr="003B3682" w:rsidRDefault="003B3682" w:rsidP="003B368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160F70" w:rsidRDefault="00160F70" w:rsidP="003B3682">
      <w:pPr>
        <w:pStyle w:val="libFootnote0"/>
        <w:rPr>
          <w:rtl/>
          <w:lang w:bidi="fa-IR"/>
        </w:rPr>
      </w:pPr>
      <w:r>
        <w:rPr>
          <w:rtl/>
          <w:lang w:bidi="fa-IR"/>
        </w:rPr>
        <w:t>1- 1. در مورد سند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کساء معروف مراجعه شود به کتاب: «حد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کساء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حلّ مشکل ها» از نگارنده، چاپ قم،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ما.</w:t>
      </w:r>
    </w:p>
    <w:p w:rsidR="00160F70" w:rsidRDefault="00160F70" w:rsidP="003B3682">
      <w:pPr>
        <w:pStyle w:val="libFootnote0"/>
        <w:rPr>
          <w:rtl/>
          <w:lang w:bidi="fa-IR"/>
        </w:rPr>
      </w:pPr>
      <w:r>
        <w:rPr>
          <w:rtl/>
          <w:lang w:bidi="fa-IR"/>
        </w:rPr>
        <w:t>2- 2. سوره بقره،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37.</w:t>
      </w:r>
    </w:p>
    <w:p w:rsidR="00160F70" w:rsidRDefault="00160F70" w:rsidP="003B3682">
      <w:pPr>
        <w:pStyle w:val="libFootnote0"/>
        <w:rPr>
          <w:rtl/>
          <w:lang w:bidi="fa-IR"/>
        </w:rPr>
      </w:pPr>
      <w:r>
        <w:rPr>
          <w:rtl/>
          <w:lang w:bidi="fa-IR"/>
        </w:rPr>
        <w:t>3- 3.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الدّر المنثور، ج 1، ص 61؛ ابن مغازل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مناقب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رالموءمن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ص 63؛ قندوز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المودّه، ج 1، ص 288.</w:t>
      </w:r>
    </w:p>
    <w:p w:rsidR="00160F70" w:rsidRDefault="003B3682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پرس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د</w:t>
      </w:r>
      <w:r w:rsidR="00160F70">
        <w:rPr>
          <w:rtl/>
          <w:lang w:bidi="fa-IR"/>
        </w:rPr>
        <w:t>: ا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ن</w:t>
      </w:r>
      <w:r w:rsidR="00160F70">
        <w:rPr>
          <w:rtl/>
          <w:lang w:bidi="fa-IR"/>
        </w:rPr>
        <w:t xml:space="preserve"> ها ک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انند؟</w:t>
      </w:r>
      <w:r w:rsidR="00160F70">
        <w:rPr>
          <w:rtl/>
          <w:lang w:bidi="fa-IR"/>
        </w:rPr>
        <w:t xml:space="preserve"> گفته شد: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ها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خلق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ها محمد،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فاطمه، حسن و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هستند.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حضرت آدم به آنها متوسل شد و توبه اش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رفته</w:t>
      </w:r>
      <w:r>
        <w:rPr>
          <w:rtl/>
          <w:lang w:bidi="fa-IR"/>
        </w:rPr>
        <w:t xml:space="preserve"> شد.</w:t>
      </w:r>
      <w:r w:rsidRPr="003B3682">
        <w:rPr>
          <w:rStyle w:val="libFootnotenumChar"/>
          <w:rtl/>
        </w:rPr>
        <w:t>(1)</w:t>
      </w:r>
    </w:p>
    <w:p w:rsidR="00160F70" w:rsidRDefault="00160F70" w:rsidP="003B368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حضرت آدم نام مقدّس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بر زبان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اشکش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قلبش محزون شد، علّتش را از حضرت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شد،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حوادث جانکاه کربلا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طور مبسوط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کرد.</w:t>
      </w:r>
      <w:r w:rsidRPr="003B3682">
        <w:rPr>
          <w:rStyle w:val="libFootnotenumChar"/>
          <w:rtl/>
        </w:rPr>
        <w:t>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ارجمندم جناب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معرفت، روز جمعه 13/9/88 برابر 16 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حجه الحرام 1430 ق، در مجلس چهلم مرحوم شور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ده،</w:t>
      </w:r>
      <w:r>
        <w:rPr>
          <w:rtl/>
          <w:lang w:bidi="fa-IR"/>
        </w:rPr>
        <w:t xml:space="preserve"> در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فرمودند: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مسجد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تهران منبر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رفتم،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از مستمع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کنار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خارج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نشسته بود و مطالب مرا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ترجمه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دوم آن فرد به من گفت: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آلمان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هستند، تازگ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مسلمان شده اند. از من خواست که اسام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مقدّسه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دوازده امام را با لات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سم،</w:t>
      </w:r>
      <w:r>
        <w:rPr>
          <w:rtl/>
          <w:lang w:bidi="fa-IR"/>
        </w:rPr>
        <w:t xml:space="preserve">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 لات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آلمان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نوشتم.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آن را قرائت کرد، سپس به من گفت: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هر وقت نام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بر زبان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کنم، حال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Pr="003B3682" w:rsidRDefault="003B3682" w:rsidP="003B368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</w:t>
      </w:r>
    </w:p>
    <w:p w:rsidR="00160F70" w:rsidRDefault="00160F70" w:rsidP="003B3682">
      <w:pPr>
        <w:pStyle w:val="libFootnote0"/>
        <w:rPr>
          <w:rtl/>
          <w:lang w:bidi="fa-IR"/>
        </w:rPr>
      </w:pPr>
      <w:r>
        <w:rPr>
          <w:rtl/>
          <w:lang w:bidi="fa-IR"/>
        </w:rPr>
        <w:t>1- 1. طبرس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مجمع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ج 1، ص 200.</w:t>
      </w:r>
    </w:p>
    <w:p w:rsidR="00160F70" w:rsidRDefault="00160F70" w:rsidP="003B3682">
      <w:pPr>
        <w:pStyle w:val="libFootnote0"/>
        <w:rPr>
          <w:rtl/>
          <w:lang w:bidi="fa-IR"/>
        </w:rPr>
      </w:pPr>
      <w:r>
        <w:rPr>
          <w:rtl/>
          <w:lang w:bidi="fa-IR"/>
        </w:rPr>
        <w:t>2- 2. شوشتر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الخصائص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ص 103.</w:t>
      </w:r>
    </w:p>
    <w:p w:rsidR="003B3682" w:rsidRDefault="003B3682" w:rsidP="00A9507D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4" w:name="_Toc525386375"/>
      <w:r>
        <w:rPr>
          <w:rFonts w:hint="eastAsia"/>
          <w:rtl/>
          <w:lang w:bidi="fa-IR"/>
        </w:rPr>
        <w:lastRenderedPageBreak/>
        <w:t>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نجات</w:t>
      </w:r>
      <w:bookmarkEnd w:id="4"/>
    </w:p>
    <w:p w:rsidR="003B3682" w:rsidRDefault="003B3682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هزاران</w:t>
      </w:r>
      <w:r>
        <w:rPr>
          <w:rtl/>
          <w:lang w:bidi="fa-IR"/>
        </w:rPr>
        <w:t xml:space="preserve"> سال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خلقت انسان، کلک قضا بر عرش خالق منّان نوشت: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إنّ</w:t>
      </w:r>
      <w:r>
        <w:rPr>
          <w:rtl/>
          <w:lang w:bidi="fa-IR"/>
        </w:rPr>
        <w:t xml:space="preserve">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مصباح الهد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النّجاه؛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مشعل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نجات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2D5DD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مرز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را در نور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اقوام جهان دل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جذب کرده، آنها را در شمار عاشقان و دلدادگان خود درآورده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بهره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نهضت سالار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دان،</w:t>
      </w:r>
      <w:r>
        <w:rPr>
          <w:rtl/>
          <w:lang w:bidi="fa-IR"/>
        </w:rPr>
        <w:t xml:space="preserve"> به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مسلمانان اختصاص ندارد.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کتاب</w:t>
      </w:r>
      <w:r>
        <w:rPr>
          <w:rtl/>
          <w:lang w:bidi="fa-IR"/>
        </w:rPr>
        <w:t xml:space="preserve"> ارزشمند: «الحس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الفکر المس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نمونه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صدق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ادّعا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  <w:r w:rsidRPr="002D5DD6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سخنان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بخش و حرکت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 حضرت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خطاب به مسلمانان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باوران نداشت، بلکه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وجدان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را در طول قرون و اعصار خطاب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إن</w:t>
      </w:r>
      <w:r>
        <w:rPr>
          <w:rtl/>
          <w:lang w:bidi="fa-IR"/>
        </w:rPr>
        <w:t xml:space="preserve">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tl/>
          <w:lang w:bidi="fa-IR"/>
        </w:rPr>
        <w:t xml:space="preserve"> لکم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وکنتم لا تخافون المعاد، فکونوا أحراراً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اکم؛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روز رستاخ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مردم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آزاده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  <w:r w:rsidRPr="002D5DD6">
        <w:rPr>
          <w:rStyle w:val="libFootnotenumChar"/>
          <w:rtl/>
        </w:rPr>
        <w:t>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شاعر</w:t>
      </w:r>
      <w:r>
        <w:rPr>
          <w:rtl/>
          <w:lang w:bidi="fa-IR"/>
        </w:rPr>
        <w:t xml:space="preserve"> نکته سنج معاصر مرحوم سعد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زمان چه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سروده است.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5"/>
        <w:gridCol w:w="268"/>
        <w:gridCol w:w="3309"/>
      </w:tblGrid>
      <w:tr w:rsidR="002D5DD6" w:rsidTr="003F1FD4">
        <w:trPr>
          <w:trHeight w:val="350"/>
        </w:trPr>
        <w:tc>
          <w:tcPr>
            <w:tcW w:w="3920" w:type="dxa"/>
            <w:shd w:val="clear" w:color="auto" w:fill="auto"/>
          </w:tcPr>
          <w:p w:rsidR="002D5DD6" w:rsidRDefault="002D5DD6" w:rsidP="003F1FD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اعلام</w:t>
            </w:r>
            <w:r>
              <w:rPr>
                <w:rFonts w:hint="cs"/>
                <w:rtl/>
                <w:lang w:bidi="fa-IR"/>
              </w:rPr>
              <w:t>یّ</w:t>
            </w:r>
            <w:r>
              <w:rPr>
                <w:rFonts w:hint="eastAsia"/>
                <w:rtl/>
                <w:lang w:bidi="fa-IR"/>
              </w:rPr>
              <w:t>ه</w:t>
            </w:r>
            <w:r>
              <w:rPr>
                <w:rtl/>
                <w:lang w:bidi="fa-IR"/>
              </w:rPr>
              <w:t xml:space="preserve"> از قتلگه کرب و بلا داد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D5DD6" w:rsidRDefault="002D5DD6" w:rsidP="003F1FD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D5DD6" w:rsidRDefault="002D5DD6" w:rsidP="003F1FD4">
            <w:pPr>
              <w:pStyle w:val="libPoem"/>
            </w:pPr>
            <w:r>
              <w:rPr>
                <w:rtl/>
                <w:lang w:bidi="fa-IR"/>
              </w:rPr>
              <w:t>با ز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نب</w:t>
            </w:r>
            <w:r>
              <w:rPr>
                <w:rtl/>
                <w:lang w:bidi="fa-IR"/>
              </w:rPr>
              <w:t xml:space="preserve"> و سجّاد سو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شام فرستاد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5DD6" w:rsidTr="003F1FD4">
        <w:trPr>
          <w:trHeight w:val="350"/>
        </w:trPr>
        <w:tc>
          <w:tcPr>
            <w:tcW w:w="3920" w:type="dxa"/>
          </w:tcPr>
          <w:p w:rsidR="002D5DD6" w:rsidRDefault="002D5DD6" w:rsidP="003F1FD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جمله از خون در آن نشر</w:t>
            </w:r>
            <w:r>
              <w:rPr>
                <w:rFonts w:hint="cs"/>
                <w:rtl/>
                <w:lang w:bidi="fa-IR"/>
              </w:rPr>
              <w:t>یّ</w:t>
            </w:r>
            <w:r>
              <w:rPr>
                <w:rFonts w:hint="eastAsia"/>
                <w:rtl/>
                <w:lang w:bidi="fa-IR"/>
              </w:rPr>
              <w:t>ه</w:t>
            </w:r>
            <w:r>
              <w:rPr>
                <w:rtl/>
                <w:lang w:bidi="fa-IR"/>
              </w:rPr>
              <w:t xml:space="preserve"> بود مسطور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D5DD6" w:rsidRDefault="002D5DD6" w:rsidP="003F1FD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D5DD6" w:rsidRDefault="002D5DD6" w:rsidP="003F1FD4">
            <w:pPr>
              <w:pStyle w:val="libPoem"/>
            </w:pPr>
            <w:r>
              <w:rPr>
                <w:rtl/>
                <w:lang w:bidi="fa-IR"/>
              </w:rPr>
              <w:t>که با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بشر از ق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اسارت بود آزاد</w:t>
            </w:r>
            <w:r w:rsidRPr="002D5DD6">
              <w:rPr>
                <w:rStyle w:val="libFootnotenumChar"/>
                <w:rtl/>
              </w:rPr>
              <w:t>(3)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60F70" w:rsidRPr="002D5DD6" w:rsidRDefault="002D5DD6" w:rsidP="002D5DD6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</w:t>
      </w:r>
    </w:p>
    <w:p w:rsidR="00160F70" w:rsidRDefault="00160F70" w:rsidP="002D5DD6">
      <w:pPr>
        <w:pStyle w:val="libFootnote0"/>
        <w:rPr>
          <w:rtl/>
          <w:lang w:bidi="fa-IR"/>
        </w:rPr>
      </w:pPr>
      <w:r>
        <w:rPr>
          <w:rtl/>
          <w:lang w:bidi="fa-IR"/>
        </w:rPr>
        <w:t>1- 1. انطون بارا،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الفکر الاسلام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چاپ کو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1978 م.</w:t>
      </w:r>
    </w:p>
    <w:p w:rsidR="00160F70" w:rsidRDefault="00160F70" w:rsidP="002D5DD6">
      <w:pPr>
        <w:pStyle w:val="libFootnote0"/>
        <w:rPr>
          <w:rtl/>
          <w:lang w:bidi="fa-IR"/>
        </w:rPr>
      </w:pPr>
      <w:r>
        <w:rPr>
          <w:rtl/>
          <w:lang w:bidi="fa-IR"/>
        </w:rPr>
        <w:t>2- 2. ابن کث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البدا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والنّها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ج 8، ص 203.</w:t>
      </w:r>
    </w:p>
    <w:p w:rsidR="00160F70" w:rsidRDefault="00160F70" w:rsidP="002D5DD6">
      <w:pPr>
        <w:pStyle w:val="libFootnote0"/>
        <w:rPr>
          <w:rtl/>
          <w:lang w:bidi="fa-IR"/>
        </w:rPr>
      </w:pPr>
      <w:r>
        <w:rPr>
          <w:rtl/>
          <w:lang w:bidi="fa-IR"/>
        </w:rPr>
        <w:t>3- 3. سعد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زمان، لمعات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2، ص 56.</w:t>
      </w:r>
    </w:p>
    <w:p w:rsidR="00160F70" w:rsidRDefault="002D5DD6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اقبال</w:t>
      </w:r>
      <w:r w:rsidR="00160F70">
        <w:rPr>
          <w:rtl/>
          <w:lang w:bidi="fa-IR"/>
        </w:rPr>
        <w:t xml:space="preserve"> لاهور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(1289 _ 1353 ق) در ا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ن</w:t>
      </w:r>
      <w:r w:rsidR="00160F70">
        <w:rPr>
          <w:rtl/>
          <w:lang w:bidi="fa-IR"/>
        </w:rPr>
        <w:t xml:space="preserve"> رابطه گو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د</w:t>
      </w:r>
      <w:r w:rsidR="00160F70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8"/>
        <w:gridCol w:w="268"/>
        <w:gridCol w:w="3316"/>
      </w:tblGrid>
      <w:tr w:rsidR="002D5DD6" w:rsidTr="003F1FD4">
        <w:trPr>
          <w:trHeight w:val="350"/>
        </w:trPr>
        <w:tc>
          <w:tcPr>
            <w:tcW w:w="3920" w:type="dxa"/>
            <w:shd w:val="clear" w:color="auto" w:fill="auto"/>
          </w:tcPr>
          <w:p w:rsidR="002D5DD6" w:rsidRDefault="002D5DD6" w:rsidP="003F1FD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رمز</w:t>
            </w:r>
            <w:r>
              <w:rPr>
                <w:rtl/>
                <w:lang w:bidi="fa-IR"/>
              </w:rPr>
              <w:t xml:space="preserve"> قرآن از حس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آموخت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D5DD6" w:rsidRDefault="002D5DD6" w:rsidP="003F1FD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D5DD6" w:rsidRDefault="002D5DD6" w:rsidP="003F1FD4">
            <w:pPr>
              <w:pStyle w:val="libPoem"/>
            </w:pPr>
            <w:r>
              <w:rPr>
                <w:rtl/>
                <w:lang w:bidi="fa-IR"/>
              </w:rPr>
              <w:t>وز آتش او شعله ها اندوخت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5DD6" w:rsidTr="003F1FD4">
        <w:trPr>
          <w:trHeight w:val="350"/>
        </w:trPr>
        <w:tc>
          <w:tcPr>
            <w:tcW w:w="3920" w:type="dxa"/>
          </w:tcPr>
          <w:p w:rsidR="002D5DD6" w:rsidRDefault="002D5DD6" w:rsidP="003F1FD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خون</w:t>
            </w:r>
            <w:r>
              <w:rPr>
                <w:rtl/>
                <w:lang w:bidi="fa-IR"/>
              </w:rPr>
              <w:t xml:space="preserve"> او تفس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</w:t>
            </w:r>
            <w:r>
              <w:rPr>
                <w:rtl/>
                <w:lang w:bidi="fa-IR"/>
              </w:rPr>
              <w:t xml:space="preserve">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اسرار کرد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D5DD6" w:rsidRDefault="002D5DD6" w:rsidP="003F1FD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D5DD6" w:rsidRDefault="002D5DD6" w:rsidP="003F1FD4">
            <w:pPr>
              <w:pStyle w:val="libPoem"/>
            </w:pPr>
            <w:r>
              <w:rPr>
                <w:rtl/>
                <w:lang w:bidi="fa-IR"/>
              </w:rPr>
              <w:t>ملت خواب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ده</w:t>
            </w:r>
            <w:r>
              <w:rPr>
                <w:rtl/>
                <w:lang w:bidi="fa-IR"/>
              </w:rPr>
              <w:t xml:space="preserve"> را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دار</w:t>
            </w:r>
            <w:r>
              <w:rPr>
                <w:rtl/>
                <w:lang w:bidi="fa-IR"/>
              </w:rPr>
              <w:t xml:space="preserve"> کرد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5DD6" w:rsidTr="003F1FD4">
        <w:trPr>
          <w:trHeight w:val="350"/>
        </w:trPr>
        <w:tc>
          <w:tcPr>
            <w:tcW w:w="3920" w:type="dxa"/>
          </w:tcPr>
          <w:p w:rsidR="002D5DD6" w:rsidRDefault="002D5DD6" w:rsidP="003F1FD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تا</w:t>
            </w:r>
            <w:r>
              <w:rPr>
                <w:rtl/>
                <w:lang w:bidi="fa-IR"/>
              </w:rPr>
              <w:t xml:space="preserve"> ق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امت</w:t>
            </w:r>
            <w:r>
              <w:rPr>
                <w:rtl/>
                <w:lang w:bidi="fa-IR"/>
              </w:rPr>
              <w:t xml:space="preserve"> قطع استبداد کرد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D5DD6" w:rsidRDefault="002D5DD6" w:rsidP="003F1FD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D5DD6" w:rsidRDefault="002D5DD6" w:rsidP="003F1FD4">
            <w:pPr>
              <w:pStyle w:val="libPoem"/>
            </w:pPr>
            <w:r>
              <w:rPr>
                <w:rtl/>
                <w:lang w:bidi="fa-IR"/>
              </w:rPr>
              <w:t>موج خون او چمن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جاد</w:t>
            </w:r>
            <w:r>
              <w:rPr>
                <w:rtl/>
                <w:lang w:bidi="fa-IR"/>
              </w:rPr>
              <w:t xml:space="preserve"> کرد</w:t>
            </w:r>
            <w:r w:rsidRPr="002D5DD6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شاعر</w:t>
      </w:r>
      <w:r>
        <w:rPr>
          <w:rtl/>
          <w:lang w:bidi="fa-IR"/>
        </w:rPr>
        <w:t xml:space="preserve"> کُردتبار معاصر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0"/>
        <w:gridCol w:w="268"/>
        <w:gridCol w:w="3304"/>
      </w:tblGrid>
      <w:tr w:rsidR="002D5DD6" w:rsidTr="003F1FD4">
        <w:trPr>
          <w:trHeight w:val="350"/>
        </w:trPr>
        <w:tc>
          <w:tcPr>
            <w:tcW w:w="3920" w:type="dxa"/>
            <w:shd w:val="clear" w:color="auto" w:fill="auto"/>
          </w:tcPr>
          <w:p w:rsidR="002D5DD6" w:rsidRDefault="002D5DD6" w:rsidP="003F1FD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گر</w:t>
            </w:r>
            <w:r>
              <w:rPr>
                <w:rtl/>
                <w:lang w:bidi="fa-IR"/>
              </w:rPr>
              <w:t xml:space="preserve"> هواخواه حس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،</w:t>
            </w:r>
            <w:r>
              <w:rPr>
                <w:rtl/>
                <w:lang w:bidi="fa-IR"/>
              </w:rPr>
              <w:t xml:space="preserve"> ترک سر کن چون حس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D5DD6" w:rsidRDefault="002D5DD6" w:rsidP="003F1FD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D5DD6" w:rsidRDefault="002D5DD6" w:rsidP="003F1FD4">
            <w:pPr>
              <w:pStyle w:val="libPoem"/>
            </w:pPr>
            <w:r>
              <w:rPr>
                <w:rtl/>
                <w:lang w:bidi="fa-IR"/>
              </w:rPr>
              <w:t>شرط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دان</w:t>
            </w:r>
            <w:r>
              <w:rPr>
                <w:rtl/>
                <w:lang w:bidi="fa-IR"/>
              </w:rPr>
              <w:t xml:space="preserve"> به خون خو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</w:t>
            </w:r>
            <w:r>
              <w:rPr>
                <w:rtl/>
                <w:lang w:bidi="fa-IR"/>
              </w:rPr>
              <w:t xml:space="preserve"> باز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کردن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5DD6" w:rsidTr="003F1FD4">
        <w:trPr>
          <w:trHeight w:val="350"/>
        </w:trPr>
        <w:tc>
          <w:tcPr>
            <w:tcW w:w="3920" w:type="dxa"/>
          </w:tcPr>
          <w:p w:rsidR="002D5DD6" w:rsidRDefault="002D5DD6" w:rsidP="003F1FD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از</w:t>
            </w:r>
            <w:r>
              <w:rPr>
                <w:rtl/>
                <w:lang w:bidi="fa-IR"/>
              </w:rPr>
              <w:t xml:space="preserve"> حر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>
              <w:rPr>
                <w:rtl/>
                <w:lang w:bidi="fa-IR"/>
              </w:rPr>
              <w:t xml:space="preserve"> کعبه کمتر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</w:t>
            </w:r>
            <w:r>
              <w:rPr>
                <w:rtl/>
                <w:lang w:bidi="fa-IR"/>
              </w:rPr>
              <w:t xml:space="preserve"> دشت کربلا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D5DD6" w:rsidRDefault="002D5DD6" w:rsidP="003F1FD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D5DD6" w:rsidRDefault="002D5DD6" w:rsidP="003F1FD4">
            <w:pPr>
              <w:pStyle w:val="libPoem"/>
            </w:pPr>
            <w:r>
              <w:rPr>
                <w:rtl/>
                <w:lang w:bidi="fa-IR"/>
              </w:rPr>
              <w:t>صد شرف دارد بر آن واد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که گو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ند</w:t>
            </w:r>
            <w:r>
              <w:rPr>
                <w:rtl/>
                <w:lang w:bidi="fa-IR"/>
              </w:rPr>
              <w:t xml:space="preserve">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آخر در تخلّص خود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«من</w:t>
      </w:r>
      <w:r>
        <w:rPr>
          <w:rtl/>
          <w:lang w:bidi="fa-IR"/>
        </w:rPr>
        <w:t xml:space="preserve"> سنّ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نامم رضا کلب امام مرتض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 w:rsidRPr="002D5DD6">
        <w:rPr>
          <w:rStyle w:val="libFootnotenumChar"/>
          <w:rtl/>
        </w:rPr>
        <w:t>(2)</w:t>
      </w:r>
    </w:p>
    <w:p w:rsidR="00160F70" w:rsidRDefault="00160F70" w:rsidP="002D5DD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اگرچه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شاعر معاصر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</w:t>
      </w:r>
      <w:r>
        <w:rPr>
          <w:rtl/>
          <w:lang w:bidi="fa-IR"/>
        </w:rPr>
        <w:t xml:space="preserve">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سخنانش برگرفته از سخنان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است که فرمود: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إنّ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 أر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الموت إلاّ سعاده ولا الح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مع الظَالم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إلاّ برماً؛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مرگ شرافتمندانه را سعادت، و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وغ</w:t>
      </w:r>
      <w:r>
        <w:rPr>
          <w:rtl/>
          <w:lang w:bidi="fa-IR"/>
        </w:rPr>
        <w:t xml:space="preserve"> ستمگران را هلاکت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>.</w:t>
      </w:r>
      <w:r w:rsidRPr="002D5DD6">
        <w:rPr>
          <w:rStyle w:val="libFootnotenumChar"/>
          <w:rtl/>
        </w:rPr>
        <w:t>(3)</w:t>
      </w:r>
    </w:p>
    <w:p w:rsidR="00160F70" w:rsidRPr="002D5DD6" w:rsidRDefault="002D5DD6" w:rsidP="002D5DD6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160F70" w:rsidRDefault="00160F70" w:rsidP="002D5DD6">
      <w:pPr>
        <w:pStyle w:val="libFootnote0"/>
        <w:rPr>
          <w:rtl/>
          <w:lang w:bidi="fa-IR"/>
        </w:rPr>
      </w:pPr>
      <w:r>
        <w:rPr>
          <w:rtl/>
          <w:lang w:bidi="fa-IR"/>
        </w:rPr>
        <w:t>1- 1. اقبال،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اشعار، ص 7475.</w:t>
      </w:r>
    </w:p>
    <w:p w:rsidR="00160F70" w:rsidRDefault="00160F70" w:rsidP="002D5DD6">
      <w:pPr>
        <w:pStyle w:val="libFootnote0"/>
        <w:rPr>
          <w:rtl/>
          <w:lang w:bidi="fa-IR"/>
        </w:rPr>
      </w:pPr>
      <w:r>
        <w:rPr>
          <w:rtl/>
          <w:lang w:bidi="fa-IR"/>
        </w:rPr>
        <w:t>2- 2. صف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زاده، پارس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کُرد، ص 6973.</w:t>
      </w:r>
    </w:p>
    <w:p w:rsidR="00160F70" w:rsidRDefault="00160F70" w:rsidP="002D5DD6">
      <w:pPr>
        <w:pStyle w:val="libFootnote0"/>
        <w:rPr>
          <w:rtl/>
          <w:lang w:bidi="fa-IR"/>
        </w:rPr>
      </w:pPr>
      <w:r>
        <w:rPr>
          <w:rtl/>
          <w:lang w:bidi="fa-IR"/>
        </w:rPr>
        <w:t>3- 3. حرّان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تحف العقول، ص 176.</w:t>
      </w:r>
    </w:p>
    <w:p w:rsidR="002D5DD6" w:rsidRDefault="002D5DD6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2D5DD6">
      <w:pPr>
        <w:pStyle w:val="Heading1"/>
        <w:rPr>
          <w:rtl/>
          <w:lang w:bidi="fa-IR"/>
        </w:rPr>
      </w:pPr>
      <w:bookmarkStart w:id="5" w:name="_Toc525386376"/>
      <w:r>
        <w:rPr>
          <w:rFonts w:hint="eastAsia"/>
          <w:rtl/>
          <w:lang w:bidi="fa-IR"/>
        </w:rPr>
        <w:t>کرامات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bookmarkEnd w:id="5"/>
    </w:p>
    <w:p w:rsidR="002D5DD6" w:rsidRDefault="002D5DD6" w:rsidP="00160F70">
      <w:pPr>
        <w:pStyle w:val="libNormal"/>
        <w:rPr>
          <w:rtl/>
          <w:lang w:bidi="fa-IR"/>
        </w:rPr>
      </w:pPr>
    </w:p>
    <w:p w:rsidR="00160F70" w:rsidRDefault="00160F70" w:rsidP="002D5DD6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در کتاب «کرامات معصوم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ه»</w:t>
      </w:r>
      <w:r>
        <w:rPr>
          <w:rtl/>
          <w:lang w:bidi="fa-IR"/>
        </w:rPr>
        <w:t xml:space="preserve"> به تفص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رامون</w:t>
      </w:r>
      <w:r>
        <w:rPr>
          <w:rtl/>
          <w:lang w:bidi="fa-IR"/>
        </w:rPr>
        <w:t xml:space="preserve"> فرق معجزه و کرامت سخن گفت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معجزه همواره مقرون به «تحدّ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است،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کرامت تحدّ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لذا آنچه در حرم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معصوم، مجالس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به هنگام توسل به آن بزرگواران، از امور خارق العاده اتّفاق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افتد، کرامت نام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  <w:r w:rsidRPr="002D5DD6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آنچه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نوشتار از امور خالق العاده نقل شده، همه اش کرامت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گوشه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کرامات و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سالار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جوان با نام نام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شنبه 10/5/89 برابر 20 شعبان 1431 ق که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جلسات دهه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شب تجل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از صاحب مک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بود،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خطبا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ارجمند در قائم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اصفهان بر فراز منبر گفت: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</w:t>
      </w:r>
      <w:r>
        <w:rPr>
          <w:rtl/>
          <w:lang w:bidi="fa-IR"/>
        </w:rPr>
        <w:t xml:space="preserve"> ماه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با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رضا آشنا شدم که سرنوشت خود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کرد. گفت: من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شرّ بودم، پدر و مادرم را تا حدّ کشت کتک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زدم، جز نماز</w:t>
      </w:r>
    </w:p>
    <w:p w:rsidR="00160F70" w:rsidRPr="002D5DD6" w:rsidRDefault="002D5DD6" w:rsidP="002D5DD6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160F70" w:rsidRDefault="00160F70" w:rsidP="002D5DD6">
      <w:pPr>
        <w:pStyle w:val="libFootnote0"/>
        <w:rPr>
          <w:rtl/>
          <w:lang w:bidi="fa-IR"/>
        </w:rPr>
      </w:pPr>
      <w:r>
        <w:rPr>
          <w:rtl/>
          <w:lang w:bidi="fa-IR"/>
        </w:rPr>
        <w:t>1- 1. نگارنده، کرامات المعصوم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ص 9_ 16.</w:t>
      </w:r>
    </w:p>
    <w:p w:rsidR="00160F70" w:rsidRDefault="002D5DD6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و</w:t>
      </w:r>
      <w:r w:rsidR="00160F70">
        <w:rPr>
          <w:rtl/>
          <w:lang w:bidi="fa-IR"/>
        </w:rPr>
        <w:t xml:space="preserve"> روزه هر کار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انجام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دادم.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عاشورا پدر و مادرم به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رفتند، من به دنبال کثافت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بودم، در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خود دختر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سوار کردم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به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برود، او را به زور به محلّ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بردم و خواستم به او تعدّ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کنم، هر چه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تضرّع کرد و گفت: شب عاشوراست، اعتنا نکردم.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>: من علو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هستم، به پاس حرمت مادرم حضرت زهرا مرا رها کن، اعتنا نکردم.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>: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امشب با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معامله کن،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 عطوفتش را بر سر تو بکشد.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نام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تمام اعماق دلم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گذاشت، او را سوار کردم و دم در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اش کردم.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منزل آمدم، تلو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را روشن کردم، داستان عاشورا را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در نصف صفحه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تعز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نشان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که بر سر کودکان تاز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اشکم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نشستم و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مادرم</w:t>
      </w:r>
      <w:r>
        <w:rPr>
          <w:rtl/>
          <w:lang w:bidi="fa-IR"/>
        </w:rPr>
        <w:t xml:space="preserve"> آمد، تا وارد خانه شد،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رضا چه شده؟ گفتم: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چ،</w:t>
      </w:r>
      <w:r>
        <w:rPr>
          <w:rtl/>
          <w:lang w:bidi="fa-IR"/>
        </w:rPr>
        <w:t xml:space="preserve"> گفت: نه، از همه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اتاق، 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فردا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به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رفتم.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محل مرا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شناختند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دانستند که من اهل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أت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ستم،</w:t>
      </w:r>
      <w:r>
        <w:rPr>
          <w:rtl/>
          <w:lang w:bidi="fa-IR"/>
        </w:rPr>
        <w:t xml:space="preserve">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پارچه شرّ هستم.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أت</w:t>
      </w:r>
      <w:r>
        <w:rPr>
          <w:rtl/>
          <w:lang w:bidi="fa-IR"/>
        </w:rPr>
        <w:t xml:space="preserve"> گفت: آقا رضا! تو هم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گذرنامه ات را بده تو را ببرم کربلا.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گفتم</w:t>
      </w:r>
      <w:r>
        <w:rPr>
          <w:rtl/>
          <w:lang w:bidi="fa-IR"/>
        </w:rPr>
        <w:t>: پول ندارم، گفت: با هز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برم.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فاصله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چند روز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کربلا، همه رفتند حرم، من خجالت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بالاخره</w:t>
      </w:r>
      <w:r>
        <w:rPr>
          <w:rtl/>
          <w:lang w:bidi="fa-IR"/>
        </w:rPr>
        <w:t xml:space="preserve"> من هم رفتم.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چند</w:t>
      </w:r>
      <w:r>
        <w:rPr>
          <w:rtl/>
          <w:lang w:bidi="fa-IR"/>
        </w:rPr>
        <w:t xml:space="preserve"> ماه بعد هم مرا به مکه برد.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مکه برگشتم، مادرم گفت: رضا! دختر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نظر گرفت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رفتند</w:t>
      </w:r>
      <w:r>
        <w:rPr>
          <w:rtl/>
          <w:lang w:bidi="fa-IR"/>
        </w:rPr>
        <w:t xml:space="preserve"> خواستگار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روز بعد من رفتم، دختر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آورد، تا چشمش به من افتاد،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زد: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ازهرا</w:t>
      </w:r>
      <w:r>
        <w:rPr>
          <w:rtl/>
          <w:lang w:bidi="fa-IR"/>
        </w:rPr>
        <w:t>!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هوش</w:t>
      </w:r>
      <w:r>
        <w:rPr>
          <w:rtl/>
          <w:lang w:bidi="fa-IR"/>
        </w:rPr>
        <w:t xml:space="preserve"> شد.</w:t>
      </w:r>
    </w:p>
    <w:p w:rsidR="00160F70" w:rsidRDefault="00160F70" w:rsidP="002D5DD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هوش آمد، گفت: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حضرت زهرا </w:t>
      </w:r>
      <w:r w:rsidR="002D5DD6" w:rsidRPr="002D5DD6">
        <w:rPr>
          <w:rStyle w:val="libAlaemChar"/>
          <w:rFonts w:eastAsiaTheme="minorHAnsi"/>
          <w:rtl/>
        </w:rPr>
        <w:t>عليها‌السلام</w:t>
      </w:r>
      <w:r>
        <w:rPr>
          <w:rtl/>
          <w:lang w:bidi="fa-IR"/>
        </w:rPr>
        <w:t xml:space="preserve"> را در عالم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عکس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جوان را به من ارا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داد و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فردا</w:t>
      </w:r>
      <w:r>
        <w:rPr>
          <w:rtl/>
          <w:lang w:bidi="fa-IR"/>
        </w:rPr>
        <w:t xml:space="preserve"> من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خواستگار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فرستم، مبادا رد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2D5DD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جوان شرّ، با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نام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دگرگون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کربلا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حاج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مورد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حضرت زهرا </w:t>
      </w:r>
      <w:r w:rsidR="002D5DD6" w:rsidRPr="002D5DD6">
        <w:rPr>
          <w:rStyle w:val="libAlaemChar"/>
          <w:rFonts w:eastAsiaTheme="minorHAnsi"/>
          <w:rtl/>
        </w:rPr>
        <w:t>عليها‌السلام</w:t>
      </w:r>
      <w:r>
        <w:rPr>
          <w:rtl/>
          <w:lang w:bidi="fa-IR"/>
        </w:rPr>
        <w:t xml:space="preserve">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از راه حلال به خواسته اش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و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سر و سامان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</w:p>
    <w:p w:rsidR="00160F70" w:rsidRDefault="002D5DD6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2D5DD6">
      <w:pPr>
        <w:pStyle w:val="Heading1"/>
        <w:rPr>
          <w:rtl/>
          <w:lang w:bidi="fa-IR"/>
        </w:rPr>
      </w:pPr>
      <w:bookmarkStart w:id="6" w:name="_Toc525386377"/>
      <w:r>
        <w:rPr>
          <w:rFonts w:hint="eastAsia"/>
          <w:rtl/>
          <w:lang w:bidi="fa-IR"/>
        </w:rPr>
        <w:t>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حضرت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تأس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مجالس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bookmarkEnd w:id="6"/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حائر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کرمانشاه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(متوفا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1366 ق) برادرزاده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حاج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محمد فشارک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(متوفا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1316 ق)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در آستانه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محرم 1346 ق،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نجف اشرف به کرمانشاه آمد و در منزل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ورود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کرد. معلوم شد که 12 سال در مسجد سهل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اضت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ده،</w:t>
      </w:r>
      <w:r>
        <w:rPr>
          <w:rtl/>
          <w:lang w:bidi="fa-IR"/>
        </w:rPr>
        <w:t xml:space="preserve"> با احضار جنّ مخالف است،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آنها دروغ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ارواح علما را احضار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مطالب مورد حاجت را از آنها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حائر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مجلس که ما در دهه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عاشورا برگزار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مورد قبول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 xml:space="preserve">هست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نه؟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توسل گفت: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مجلس مورد قبول است و روز تاسوعا شخص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ارواحنا فداه در محفل شرکت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سپس</w:t>
      </w:r>
      <w:r>
        <w:rPr>
          <w:rtl/>
          <w:lang w:bidi="fa-IR"/>
        </w:rPr>
        <w:t xml:space="preserve"> گفت: واعظ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هر روز آخر وقت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آن روز اول صبح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روضه به حضرت توسل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مجلس حال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گفت و گو روز پنجم محرم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حائر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آن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انجام شد.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حائر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روز تاسوعا اوا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صبح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مرتبه آن واعظ معروف به اشرف الواعظ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(س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اکبرشاه) آمد،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: چه عجب حالا آمد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گفت: امروز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به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نروم و صدا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 عاشورا نگه </w:t>
      </w:r>
      <w:r>
        <w:rPr>
          <w:rtl/>
          <w:lang w:bidi="fa-IR"/>
        </w:rPr>
        <w:lastRenderedPageBreak/>
        <w:t>دارم.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چون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توانستم مجلس شما را تعط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کنم، آمدم چند ک</w:t>
      </w:r>
      <w:r>
        <w:rPr>
          <w:rFonts w:hint="eastAsia"/>
          <w:rtl/>
          <w:lang w:bidi="fa-IR"/>
        </w:rPr>
        <w:t>لمه</w:t>
      </w:r>
      <w:r>
        <w:rPr>
          <w:rtl/>
          <w:lang w:bidi="fa-IR"/>
        </w:rPr>
        <w:t xml:space="preserve"> روضه بخوانم.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چون</w:t>
      </w:r>
      <w:r>
        <w:rPr>
          <w:rtl/>
          <w:lang w:bidi="fa-IR"/>
        </w:rPr>
        <w:t xml:space="preserve"> بر 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منبر نشست، شروع کرد: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گمگشته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ها».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مجلس</w:t>
      </w:r>
      <w:r>
        <w:rPr>
          <w:rtl/>
          <w:lang w:bidi="fa-IR"/>
        </w:rPr>
        <w:t xml:space="preserve">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کرد، من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از مولا چه خبر؟ گفت: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آورده اند، مقابل منبر به صورت 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نشسته اند.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طرف منبر رفتم،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چند نفر با لباس محلّ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صورت 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نشسته اند.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سلام</w:t>
      </w:r>
      <w:r>
        <w:rPr>
          <w:rtl/>
          <w:lang w:bidi="fa-IR"/>
        </w:rPr>
        <w:t xml:space="preserve"> کردم،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پاسخ داد،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مولا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هستند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به احترام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پاسخ ندادند. خوش آمد گفتم، فرمودند: برگرد در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مجلس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پارچه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تضرّع بود، روضه خوان روضه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خواند، بلکه از هجر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سخن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و مردم به سر و صورت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چهار چشم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حلقه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نظر داشتم،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مرتبه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ندارند.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به هنگام ورود متوجه شده بودم و نه به هنگام خروج،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نشانه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قبلاً آن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گفته بود و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قاً</w:t>
      </w:r>
      <w:r>
        <w:rPr>
          <w:rtl/>
          <w:lang w:bidi="fa-IR"/>
        </w:rPr>
        <w:t xml:space="preserve"> واقع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مطمئن شدم که مجلس مورد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مولا بود و با مقدم مبارکشان مز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شده بود.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حضرت</w:t>
      </w:r>
      <w:r>
        <w:rPr>
          <w:rtl/>
          <w:lang w:bidi="fa-IR"/>
        </w:rPr>
        <w:t xml:space="preserve">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أت</w:t>
      </w:r>
      <w:r>
        <w:rPr>
          <w:rtl/>
          <w:lang w:bidi="fa-IR"/>
        </w:rPr>
        <w:t xml:space="preserve"> همراه عموماً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چهل سال به نظر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و همه لباس محل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داستان را من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از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حاج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رضا صدر (1339 _ 1415 ق)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صدر فرمودند: من نُه سال داشتم، مرحوم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حائر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قم آمده بود،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داستان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پدرم «مرحوم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صدر الدّ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صدر» (1299 _ 1373 ق) از مراجع ثلاث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حساب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صدر به سال 1347 ق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حدوداً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سال پس از آن تشرّف،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استماع نموده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نگارنده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علت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صدر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داستان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نقل کرد،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من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سوءال کردم: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ممکن است انسان به محضر آقا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مشرف شود و آن حضرت را در حال تشرف بشناسد؟ فرمود: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سپس</w:t>
      </w:r>
      <w:r>
        <w:rPr>
          <w:rtl/>
          <w:lang w:bidi="fa-IR"/>
        </w:rPr>
        <w:t xml:space="preserve"> داستان مرحوم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حائر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آورد.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نهاوند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داستان را با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حات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بدون واسطه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نقل کرده است.</w:t>
      </w:r>
      <w:r w:rsidRPr="00E9529D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ذکر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نکته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لطف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واعظ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آن مجلس مرحوم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اکبر اشرف الواعظ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مشهور به اکبر شاه (1268 _ 1351 ق) پدر مرحوم سلطان الواعظ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(1314 _ 1391 ق) بود.</w:t>
      </w:r>
      <w:r w:rsidRPr="00E9529D">
        <w:rPr>
          <w:rStyle w:val="libFootnotenumChar"/>
          <w:rtl/>
        </w:rPr>
        <w:t>(2)</w:t>
      </w:r>
    </w:p>
    <w:p w:rsidR="00160F70" w:rsidRPr="00E9529D" w:rsidRDefault="00E9529D" w:rsidP="00E9529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160F70" w:rsidRDefault="00160F70" w:rsidP="00E9529D">
      <w:pPr>
        <w:pStyle w:val="libFootnote0"/>
        <w:rPr>
          <w:rtl/>
          <w:lang w:bidi="fa-IR"/>
        </w:rPr>
      </w:pPr>
      <w:r>
        <w:rPr>
          <w:rtl/>
          <w:lang w:bidi="fa-IR"/>
        </w:rPr>
        <w:t>1- 1. نهاوند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العبقر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الحسان، ج 2، ص 472 478.</w:t>
      </w:r>
    </w:p>
    <w:p w:rsidR="00160F70" w:rsidRDefault="00160F70" w:rsidP="00E9529D">
      <w:pPr>
        <w:pStyle w:val="libFootnote0"/>
        <w:rPr>
          <w:rtl/>
          <w:lang w:bidi="fa-IR"/>
        </w:rPr>
      </w:pPr>
      <w:r>
        <w:rPr>
          <w:rtl/>
          <w:lang w:bidi="fa-IR"/>
        </w:rPr>
        <w:t>2- 2.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شرح حال پدر و فرزند ر.ک: جواهر کلام، تربت پاکان قم، ج 3، ص 337 344.</w:t>
      </w:r>
    </w:p>
    <w:p w:rsidR="00E9529D" w:rsidRDefault="003F1FD4" w:rsidP="00E9529D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.</w:t>
      </w:r>
    </w:p>
    <w:p w:rsidR="00E9529D" w:rsidRDefault="00E9529D" w:rsidP="00E9529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9529D" w:rsidRDefault="00E9529D" w:rsidP="00E9529D">
      <w:pPr>
        <w:pStyle w:val="Heading1"/>
        <w:rPr>
          <w:rtl/>
          <w:lang w:bidi="fa-IR"/>
        </w:rPr>
      </w:pPr>
      <w:bookmarkStart w:id="7" w:name="_Toc525386378"/>
      <w:r>
        <w:rPr>
          <w:rFonts w:hint="cs"/>
          <w:rtl/>
          <w:lang w:bidi="fa-IR"/>
        </w:rPr>
        <w:t>ع</w:t>
      </w:r>
      <w:r>
        <w:rPr>
          <w:rFonts w:hint="eastAsia"/>
          <w:rtl/>
          <w:lang w:bidi="fa-IR"/>
        </w:rPr>
        <w:t>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امام زمان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مجالس عزادار</w:t>
      </w:r>
      <w:r>
        <w:rPr>
          <w:rFonts w:hint="cs"/>
          <w:rtl/>
          <w:lang w:bidi="fa-IR"/>
        </w:rPr>
        <w:t>ی</w:t>
      </w:r>
      <w:bookmarkEnd w:id="7"/>
    </w:p>
    <w:p w:rsidR="00E9529D" w:rsidRDefault="00E9529D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شنبه 4/8/92 برابر 20 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حجّه 1434 ق. در کرمان شاعر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احمد خراسان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اهل بم و صاحب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: «سوگنامه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بم» به کرمان آمده بود، در منزل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نقل کرد که سال ها قبل به شدّت مقروض شده بودم و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خاطر دو سال موفّق به بر</w:t>
      </w:r>
      <w:r>
        <w:rPr>
          <w:rFonts w:hint="eastAsia"/>
          <w:rtl/>
          <w:lang w:bidi="fa-IR"/>
        </w:rPr>
        <w:t>گزار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مجلس روضه نشدم.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عالم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محضر مقدّس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ارواحنافداه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عرض کردم: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مغفرت پدر و مادرم دعا بفرما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tl/>
          <w:lang w:bidi="fa-IR"/>
        </w:rPr>
        <w:t xml:space="preserve"> من مشتاق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خانه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هستم.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tl/>
          <w:lang w:bidi="fa-IR"/>
        </w:rPr>
        <w:t xml:space="preserve"> من بده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فراوان دارم، ادا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فرمودند: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شما</w:t>
      </w:r>
      <w:r>
        <w:rPr>
          <w:rtl/>
          <w:lang w:bidi="fa-IR"/>
        </w:rPr>
        <w:t xml:space="preserve"> چرا روضه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جدّم را دو سال است که تعط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کرده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گفتم</w:t>
      </w:r>
      <w:r>
        <w:rPr>
          <w:rtl/>
          <w:lang w:bidi="fa-IR"/>
        </w:rPr>
        <w:t>: من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مقروض هستم 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 مجلس روضه برگزار کنم.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روضه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جدّم با ماست، به شما ربط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ندارد. بده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مکّه 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خداوند پدر و مادرت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آمرزد.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خواب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شدم و خود را مه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کردم که مجالس روضه را برگزار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مجلس</w:t>
      </w:r>
      <w:r>
        <w:rPr>
          <w:rtl/>
          <w:lang w:bidi="fa-IR"/>
        </w:rPr>
        <w:t xml:space="preserve"> روضه را برگزار کردم و کلّ هز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ششصد تومان 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چند</w:t>
      </w:r>
      <w:r>
        <w:rPr>
          <w:rtl/>
          <w:lang w:bidi="fa-IR"/>
        </w:rPr>
        <w:t xml:space="preserve"> روز گذشت، معامله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و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قاً</w:t>
      </w:r>
      <w:r>
        <w:rPr>
          <w:rtl/>
          <w:lang w:bidi="fa-IR"/>
        </w:rPr>
        <w:t xml:space="preserve"> ششصد تومان سود بردم. در مدّت کوتاه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15000 تومان به دستم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ثبت نام کردم و مکّه رفتم و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مدّت کوتاه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قرض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ادا 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اندک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پدرم را خواب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از حالش 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شدم. گفت: زندان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بودم و از زندان نجات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افتم</w:t>
      </w:r>
      <w:r>
        <w:rPr>
          <w:rtl/>
          <w:lang w:bidi="fa-IR"/>
        </w:rPr>
        <w:t>.</w:t>
      </w:r>
    </w:p>
    <w:p w:rsidR="00160F70" w:rsidRDefault="005E794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5E7940">
      <w:pPr>
        <w:pStyle w:val="Heading1"/>
        <w:rPr>
          <w:rtl/>
          <w:lang w:bidi="fa-IR"/>
        </w:rPr>
      </w:pPr>
      <w:bookmarkStart w:id="8" w:name="_Toc525386379"/>
      <w:r>
        <w:rPr>
          <w:rFonts w:hint="eastAsia"/>
          <w:rtl/>
          <w:lang w:bidi="fa-IR"/>
        </w:rPr>
        <w:t>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حضرت فاطمه </w:t>
      </w:r>
      <w:r w:rsidR="005E7940" w:rsidRPr="005E7940">
        <w:rPr>
          <w:rStyle w:val="libAlaemChar"/>
          <w:rFonts w:eastAsiaTheme="minorHAnsi"/>
          <w:rtl/>
        </w:rPr>
        <w:t>عليها‌السلام</w:t>
      </w:r>
      <w:r>
        <w:rPr>
          <w:rtl/>
          <w:lang w:bidi="fa-IR"/>
        </w:rPr>
        <w:t xml:space="preserve"> به مجالس عزادار</w:t>
      </w:r>
      <w:r>
        <w:rPr>
          <w:rFonts w:hint="cs"/>
          <w:rtl/>
          <w:lang w:bidi="fa-IR"/>
        </w:rPr>
        <w:t>ی</w:t>
      </w:r>
      <w:bookmarkEnd w:id="8"/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1) مرحوم حاج اسماع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حاج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افراد متد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ساله در ا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فاطم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دهه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 ماه رجب مجلس عزادار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برپا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عزادار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مرحوم حاج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علو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(1333 _ 1405 ق) از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فعّال خو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روضه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فرما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تا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مجلس در جلو در مقابل پنجره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مشرف به درِ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خانه بود،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حاج اسماع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صبح زود مشغول وضو بودم، همسرم آمد و گفت: امشب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روضه آمده بود؟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گفتم</w:t>
      </w:r>
      <w:r>
        <w:rPr>
          <w:rtl/>
          <w:lang w:bidi="fa-IR"/>
        </w:rPr>
        <w:t>: چطور؟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>: خواب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گفتم</w:t>
      </w:r>
      <w:r>
        <w:rPr>
          <w:rtl/>
          <w:lang w:bidi="fa-IR"/>
        </w:rPr>
        <w:t>: چه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>: در عالم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خاتون محترم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از درب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پشت پرده به طرف پنجره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مشرف به درِ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همان پنجره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مرحوم علو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نشسته بود به مجلس نگاه کرد.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گفتم</w:t>
      </w:r>
      <w:r>
        <w:rPr>
          <w:rtl/>
          <w:lang w:bidi="fa-IR"/>
        </w:rPr>
        <w:t>: خانم بفرما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مجلس روضه. فرمود: نه، من عطر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را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استشمام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</w:t>
      </w:r>
      <w:r w:rsidRPr="005E7940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5E7940">
      <w:pPr>
        <w:pStyle w:val="libNormal"/>
        <w:rPr>
          <w:rtl/>
          <w:lang w:bidi="fa-IR"/>
        </w:rPr>
      </w:pPr>
      <w:r>
        <w:rPr>
          <w:rtl/>
          <w:lang w:bidi="fa-IR"/>
        </w:rPr>
        <w:t>2) شب جمعه 20/11/85 برابر 20 محرم 1428 ق واعظ گرانقدر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فراز منبر داستان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را نقل کرد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مجلس سوگوار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برگزار نمود،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محضر امام صادق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شرف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شد،</w:t>
      </w:r>
    </w:p>
    <w:p w:rsidR="00160F70" w:rsidRPr="005E7940" w:rsidRDefault="005E7940" w:rsidP="005E794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160F70" w:rsidRDefault="00160F70" w:rsidP="005E7940">
      <w:pPr>
        <w:pStyle w:val="libFootnote0"/>
        <w:rPr>
          <w:rtl/>
          <w:lang w:bidi="fa-IR"/>
        </w:rPr>
      </w:pPr>
      <w:r>
        <w:rPr>
          <w:rtl/>
          <w:lang w:bidi="fa-IR"/>
        </w:rPr>
        <w:t>1- 1.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کرامات و حکا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پندآموز، ص 37.</w:t>
      </w:r>
    </w:p>
    <w:p w:rsidR="00160F70" w:rsidRDefault="005E794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حضرت</w:t>
      </w:r>
      <w:r w:rsidR="00160F70">
        <w:rPr>
          <w:rtl/>
          <w:lang w:bidi="fa-IR"/>
        </w:rPr>
        <w:t xml:space="preserve"> فرمود: مجلس شما بر ما مخف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نماند، من آمدم و در مجلس شرکت کردم.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مولاجان! در کجا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مجلس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فرمود: دمِ در.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عرض</w:t>
      </w:r>
      <w:r>
        <w:rPr>
          <w:rtl/>
          <w:lang w:bidi="fa-IR"/>
        </w:rPr>
        <w:t xml:space="preserve"> کرد که چرا به صدر مجلس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فرمود: مادرم حضرت فاطمه در صدر مجلس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داشت.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3)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همان مجلس از مرحوم مجاب (واعظ توانمند دزفول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) نقل کرد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منبر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دزفول پس از منبر از مجلس رفته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شام نمانده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5E794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در عالم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محضر حضرت فاطمه </w:t>
      </w:r>
      <w:r w:rsidR="005E7940" w:rsidRPr="005E7940">
        <w:rPr>
          <w:rStyle w:val="libAlaemChar"/>
          <w:rFonts w:eastAsiaTheme="minorHAnsi"/>
          <w:rtl/>
        </w:rPr>
        <w:t>عليها‌السلام</w:t>
      </w:r>
      <w:r w:rsidR="005E7940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مشرّف شده، حضرت فرموده: چرا از شام فرزندم نخورد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عرض</w:t>
      </w:r>
      <w:r>
        <w:rPr>
          <w:rtl/>
          <w:lang w:bidi="fa-IR"/>
        </w:rPr>
        <w:t xml:space="preserve"> کرده بود چون ترش بود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ام خوب نبود.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فرموده</w:t>
      </w:r>
      <w:r>
        <w:rPr>
          <w:rtl/>
          <w:lang w:bidi="fa-IR"/>
        </w:rPr>
        <w:t xml:space="preserve"> بود: مگر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کجا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فرزندم طعام ته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شود، سر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tl/>
          <w:lang w:bidi="fa-IR"/>
        </w:rPr>
        <w:t xml:space="preserve"> را من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نقش</w:t>
      </w:r>
      <w:r>
        <w:rPr>
          <w:rtl/>
          <w:lang w:bidi="fa-IR"/>
        </w:rPr>
        <w:t xml:space="preserve">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کتاب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رامون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</w:p>
    <w:p w:rsidR="00160F70" w:rsidRDefault="00160F70" w:rsidP="005E794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1) از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حاج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محمد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E7940" w:rsidRPr="005E7940">
        <w:rPr>
          <w:rStyle w:val="libAlaemChar"/>
          <w:rtl/>
        </w:rPr>
        <w:t>قدس‌سره</w:t>
      </w:r>
      <w:r w:rsidR="005E7940" w:rsidRPr="005100D5">
        <w:rPr>
          <w:rFonts w:ascii="Traditional Arabic" w:hAnsi="Traditional Arabic" w:cs="Traditional Arabic"/>
          <w:shd w:val="clear" w:color="auto" w:fill="FFFFFF"/>
          <w:rtl/>
        </w:rPr>
        <w:t xml:space="preserve"> </w:t>
      </w:r>
      <w:r>
        <w:rPr>
          <w:rtl/>
          <w:lang w:bidi="fa-IR"/>
        </w:rPr>
        <w:t>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5E794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عالم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در حرم مطهّر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هستم،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حرم، رو به قبله و پشت به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نشسته اند، در محل قبر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چاه آب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 که از آن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لوله به قبرها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در اطراف حرم هستند آب منتقل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اثنا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خطبا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شناختم و در اطراف حرم مدفون بود،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خدمت</w:t>
      </w:r>
      <w:r>
        <w:rPr>
          <w:rtl/>
          <w:lang w:bidi="fa-IR"/>
        </w:rPr>
        <w:t xml:space="preserve"> حضرت آمد و عرض کرد: من آب ندارم.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فرمود: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آبها مربوط به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کتاب نوشته، از خود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ادگار</w:t>
      </w:r>
      <w:r>
        <w:rPr>
          <w:rtl/>
          <w:lang w:bidi="fa-IR"/>
        </w:rPr>
        <w:t xml:space="preserve"> نهاده اند و شما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ننوشته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من 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به آن شخص در حال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اتش</w:t>
      </w:r>
      <w:r>
        <w:rPr>
          <w:rtl/>
          <w:lang w:bidi="fa-IR"/>
        </w:rPr>
        <w:t xml:space="preserve"> گفته بودم شما که منبر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منبرها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تا به صورت کتاب درآ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انجام نداده بود.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2)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محمدحسن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رجهان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(1319 _ 1413 ق) صاحب آثار ارزشمند فراوان به هنگام ارتحال 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جلد از کتاب: «البکاء للحس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در قبر مقابل صورتش قرار دهند.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وص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شان،</w:t>
      </w:r>
      <w:r>
        <w:rPr>
          <w:rtl/>
          <w:lang w:bidi="fa-IR"/>
        </w:rPr>
        <w:t xml:space="preserve"> صد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ارجمند،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احمد جلوان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هنگام دفن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بقعه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علامه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جلد از آن کتاب را در قبر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همسر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که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موضوع اطلاع نداشت،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عالم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سر خاک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در قبر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آقا! شما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تنها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حوصله ات سر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پاسخ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تنها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ستم،</w:t>
      </w:r>
      <w:r>
        <w:rPr>
          <w:rtl/>
          <w:lang w:bidi="fa-IR"/>
        </w:rPr>
        <w:t xml:space="preserve"> من با بکاء هستم.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مخدّره که از موضوع مطّلع نبود، متوجه منظور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حاج احمد آقا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خودش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آثار ارزشمند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رجهان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کتاب «البکاء للحس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  <w:r>
        <w:rPr>
          <w:rtl/>
          <w:lang w:bidi="fa-IR"/>
        </w:rPr>
        <w:t xml:space="preserve"> است؟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نه.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نام دارد و من طبق وص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جلد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را در قبر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نهاده ام.</w:t>
      </w:r>
    </w:p>
    <w:p w:rsidR="00160F70" w:rsidRDefault="005E794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حق سالار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شود،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آخرت در عالم برزخ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و مونس موءلّف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5E7940">
      <w:pPr>
        <w:pStyle w:val="Heading1"/>
        <w:rPr>
          <w:rtl/>
          <w:lang w:bidi="fa-IR"/>
        </w:rPr>
      </w:pPr>
      <w:bookmarkStart w:id="9" w:name="_Toc525386380"/>
      <w:r>
        <w:rPr>
          <w:rFonts w:hint="eastAsia"/>
          <w:rtl/>
          <w:lang w:bidi="fa-IR"/>
        </w:rPr>
        <w:t>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علامه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bookmarkEnd w:id="9"/>
    </w:p>
    <w:p w:rsidR="00160F70" w:rsidRDefault="00160F70" w:rsidP="005E7940">
      <w:pPr>
        <w:pStyle w:val="libNormal"/>
        <w:rPr>
          <w:rtl/>
          <w:lang w:bidi="fa-IR"/>
        </w:rPr>
      </w:pPr>
      <w:r>
        <w:rPr>
          <w:rtl/>
          <w:lang w:bidi="fa-IR"/>
        </w:rPr>
        <w:t>1) روز دوشنبه 24 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قعده</w:t>
      </w:r>
      <w:r>
        <w:rPr>
          <w:rtl/>
          <w:lang w:bidi="fa-IR"/>
        </w:rPr>
        <w:t xml:space="preserve"> الحرام 1434 ق حجه الاسلام والمسلم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اصغر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اسات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برجسته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مشهد مقدّس،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نجانب</w:t>
      </w:r>
      <w:r>
        <w:rPr>
          <w:rtl/>
          <w:lang w:bidi="fa-IR"/>
        </w:rPr>
        <w:t xml:space="preserve"> بدون واسطه از علامه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کردند که فرمود: در نجف اشرف به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کردم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بزرگان نجف داشت. هر چه از او تقاضا ک</w:t>
      </w:r>
      <w:r>
        <w:rPr>
          <w:rFonts w:hint="eastAsia"/>
          <w:rtl/>
          <w:lang w:bidi="fa-IR"/>
        </w:rPr>
        <w:t>ردم</w:t>
      </w:r>
      <w:r>
        <w:rPr>
          <w:rtl/>
          <w:lang w:bidi="fa-IR"/>
        </w:rPr>
        <w:t xml:space="preserve"> که آن را به من امانت بدهد، قبول نکرد. چون به شدّت به آن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داشتم و نسخه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در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سراغ نداشتم. به کربلا مشرّف شدم تا از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بخواهم راه وصول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نسخه را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فراهم سازد.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وارد</w:t>
      </w:r>
      <w:r>
        <w:rPr>
          <w:rtl/>
          <w:lang w:bidi="fa-IR"/>
        </w:rPr>
        <w:t xml:space="preserve"> کربلا شدم. پسر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دوستانم در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حرم مغازه داشت، به مغازه او رفتم، 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خودم را در مغازه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گذاشتم که بعد 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از او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>. او گفت: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امروز به منزل ما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خواستم قبول نکنم، اصرار کرد، قول دادم. به حرم مشرّف شدم و حاجتم را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سالار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طلب کردم و به منزل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رفتم.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بسته کتاب به من داد که از قبل آنها را با نخ بسته بود. گفت: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ها را کنار گذاشته ام که به شما تقد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کنم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درد شما بخورد.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5E794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بسته را باز کردم،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کتاب، نسخه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همان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وصول به آن از نجف به کربلا مشرّف شده ام و لذا با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کردم، گفت: چه شد؟ گفتم: من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داً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نسخه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داشتم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5E794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نسخه</w:t>
      </w:r>
      <w:r>
        <w:rPr>
          <w:rtl/>
          <w:lang w:bidi="fa-IR"/>
        </w:rPr>
        <w:t xml:space="preserve"> به کربلا آمده، به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متوسّل شده ام.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2) علامه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کتاب «رب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الأبرار» زمخشر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کردم، در آن موقع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به چاپ نرس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بود، فقط سه نسخه از آن سراغ داشتم: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کتابخانه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کتابخانه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ظاهر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دمشق و سوم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کتابخانه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مراجع نجف ا</w:t>
      </w:r>
      <w:r>
        <w:rPr>
          <w:rFonts w:hint="eastAsia"/>
          <w:rtl/>
          <w:lang w:bidi="fa-IR"/>
        </w:rPr>
        <w:t>شرف</w:t>
      </w:r>
      <w:r>
        <w:rPr>
          <w:rtl/>
          <w:lang w:bidi="fa-IR"/>
        </w:rPr>
        <w:t xml:space="preserve"> که پس از فوتش به پسرش به ارث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علامه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درِ خانه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شخص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و از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طلبد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را به مدّت سه روز به او امانت بدهد، قبول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به مدّت دو روز، قبول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به مدّت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روز، باز هم قبول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به مدّت سه ساعت، قبول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اجازه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 کتابخانه تان مطالعه کنم، باز هم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علامه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خدمت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ابوالحسن اصفهان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واسطه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دهد، صاحب نسخه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سپس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کاشف الغطاء را واسطه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دهد، باز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نوم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حرم مطهّر 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متّق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مشرّف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داد</w:t>
      </w:r>
      <w:r>
        <w:rPr>
          <w:rtl/>
          <w:lang w:bidi="fa-IR"/>
        </w:rPr>
        <w:t xml:space="preserve"> شکا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با غم و اندوه فراوان به خانه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گردد، مدّت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خوابش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برد، تا در اواخر شب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خواب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محضر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رموءمنان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و عرضه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دارد: مولا جان!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کتاب چه مشکلات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5E794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متّق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پاسخ خواسته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در نزد فرزندم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خواب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شده، وضو گرفته، به کربلا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مشرّف شده، نماز صبح را</w:t>
      </w:r>
    </w:p>
    <w:p w:rsidR="00160F70" w:rsidRDefault="00160F70" w:rsidP="005E794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حرم سالار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خواند، شکا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اتش</w:t>
      </w:r>
      <w:r>
        <w:rPr>
          <w:rtl/>
          <w:lang w:bidi="fa-IR"/>
        </w:rPr>
        <w:t xml:space="preserve"> را به آن حضرت عرضه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دارد، از حرم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حرم حضرت قمر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هاشم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آن حضرت به خداوند متوسّل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عرضه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دارد: بار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! تو را به مقام و منزلت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برادر مشکل مرا آسان بگردان.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حدود طلوع آفتاب از حرم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آمده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در مورد مشکل خود به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فرو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آن هنگام خط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توانا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محسن ابوالحب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و تقاضا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صرف صبحانه به منزل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ببرد.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هوا</w:t>
      </w:r>
      <w:r>
        <w:rPr>
          <w:rtl/>
          <w:lang w:bidi="fa-IR"/>
        </w:rPr>
        <w:t xml:space="preserve"> گرم بوده، در باغچه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و صبحانه را صرف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بعد از دقا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کتابخانه</w:t>
      </w:r>
      <w:r>
        <w:rPr>
          <w:rtl/>
          <w:lang w:bidi="fa-IR"/>
        </w:rPr>
        <w:t xml:space="preserve"> ات را به من نشان بده.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هم به کتابخانه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روند، کتابخانه اش را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غن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پربار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قفسه ها را مورد توجّه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دهد، چشمش به نسخه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کتاب «رب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الأبرار» زمخشر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افتد،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به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رموءمنان</w:t>
      </w:r>
      <w:r>
        <w:rPr>
          <w:rtl/>
          <w:lang w:bidi="fa-IR"/>
        </w:rPr>
        <w:t xml:space="preserve"> شکا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بود و حضرت فرموده بود: پاسخ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خواسته در نزد فرزندم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مرتبه اشک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دگانش</w:t>
      </w:r>
      <w:r>
        <w:rPr>
          <w:rtl/>
          <w:lang w:bidi="fa-IR"/>
        </w:rPr>
        <w:t xml:space="preserve"> حلقه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زند. آرام آرام صدا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به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بلند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صاحب خانه از راز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پرسد و علاّمه داستان را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اشک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و عرضه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نسخه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نسخه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نادر است و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پرارزش و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قاسم محمد رجب، صاحب انتشارات «المثنّ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بزرگ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مرکز انتشارات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بغداد آن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هزار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نار</w:t>
      </w:r>
      <w:r>
        <w:rPr>
          <w:rtl/>
          <w:lang w:bidi="fa-IR"/>
        </w:rPr>
        <w:t xml:space="preserve"> از من خواست که چاپ و منتشر کند،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ندادم.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040C6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آنگاه</w:t>
      </w:r>
      <w:r>
        <w:rPr>
          <w:rtl/>
          <w:lang w:bidi="fa-IR"/>
        </w:rPr>
        <w:t xml:space="preserve"> قلم خود را از 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بش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آورد و در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نسخه نوشت: تقد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</w:t>
      </w:r>
      <w:r w:rsidR="00040C6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علامه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040C6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سپس</w:t>
      </w:r>
      <w:r>
        <w:rPr>
          <w:rtl/>
          <w:lang w:bidi="fa-IR"/>
        </w:rPr>
        <w:t xml:space="preserve"> گفت: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حواله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رموءمنان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شما را به محضر حضرت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دالشهدا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.</w:t>
      </w:r>
      <w:r w:rsidRPr="00040C6F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040C6F">
      <w:pPr>
        <w:pStyle w:val="libNormal"/>
        <w:rPr>
          <w:rtl/>
          <w:lang w:bidi="fa-IR"/>
        </w:rPr>
      </w:pPr>
      <w:r>
        <w:rPr>
          <w:rtl/>
          <w:lang w:bidi="fa-IR"/>
        </w:rPr>
        <w:t>3) روز دوشنبه 16/11/91 برابر 23 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الاول 1434 ق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آقا جعفر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محققان عتبه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نقل کرد که: علامه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40C6F" w:rsidRPr="00040C6F">
        <w:rPr>
          <w:rStyle w:val="libAlaemChar"/>
          <w:rtl/>
        </w:rPr>
        <w:t>قدس‌سره</w:t>
      </w:r>
      <w:r w:rsidR="00040C6F" w:rsidRPr="005100D5">
        <w:rPr>
          <w:rFonts w:ascii="Traditional Arabic" w:hAnsi="Traditional Arabic" w:cs="Traditional Arabic"/>
          <w:shd w:val="clear" w:color="auto" w:fill="FFFFFF"/>
          <w:rtl/>
        </w:rPr>
        <w:t xml:space="preserve"> </w:t>
      </w:r>
      <w:r>
        <w:rPr>
          <w:rtl/>
          <w:lang w:bidi="fa-IR"/>
        </w:rPr>
        <w:t xml:space="preserve">در هند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نسخه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مورد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ازش</w:t>
      </w:r>
      <w:r>
        <w:rPr>
          <w:rtl/>
          <w:lang w:bidi="fa-IR"/>
        </w:rPr>
        <w:t xml:space="preserve">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به او اجازه مطالعه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ادداشت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مراجعت به نجف اشرف چهل شب در حرم مولا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رموءمنان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آن حضرت متوسل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شب چهلم در عالم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امروز صبح در کربلا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نسخه به دستت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خواب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شبانه حرکت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نماز صبح را در حرم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خواند، بعد 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به صحن مقدس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شده است. از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پرسد: با من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من پسر فلان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هستم،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هفته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پدرم وفات کرده،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صندوق کتاب خطّ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دارد، امروز 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حرم آمدم تا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رجال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و آن نسخه ها را به او تقد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کنم.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منزل او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برد، در صندوق را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همان نسخه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مورد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داستان</w:t>
      </w:r>
      <w:r>
        <w:rPr>
          <w:rtl/>
          <w:lang w:bidi="fa-IR"/>
        </w:rPr>
        <w:t xml:space="preserve"> هند را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نسخه را به هر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تو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جوان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پرسد: شما علامه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160F70" w:rsidRPr="00040C6F" w:rsidRDefault="00040C6F" w:rsidP="00040C6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</w:t>
      </w:r>
    </w:p>
    <w:p w:rsidR="00160F70" w:rsidRDefault="00160F70" w:rsidP="00040C6F">
      <w:pPr>
        <w:pStyle w:val="libFootnote0"/>
        <w:rPr>
          <w:rtl/>
          <w:lang w:bidi="fa-IR"/>
        </w:rPr>
      </w:pPr>
      <w:r>
        <w:rPr>
          <w:rtl/>
          <w:lang w:bidi="fa-IR"/>
        </w:rPr>
        <w:t>1- 1. علامه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جلد صفر، ص 26 _ 29.</w:t>
      </w:r>
    </w:p>
    <w:p w:rsidR="00160F70" w:rsidRDefault="00040C6F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گو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د</w:t>
      </w:r>
      <w:r w:rsidR="00160F70">
        <w:rPr>
          <w:rtl/>
          <w:lang w:bidi="fa-IR"/>
        </w:rPr>
        <w:t>: ا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ن</w:t>
      </w:r>
      <w:r w:rsidR="00160F70">
        <w:rPr>
          <w:rtl/>
          <w:lang w:bidi="fa-IR"/>
        </w:rPr>
        <w:t xml:space="preserve"> نسخه و آنچه در ا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ن</w:t>
      </w:r>
      <w:r w:rsidR="00160F70">
        <w:rPr>
          <w:rtl/>
          <w:lang w:bidi="fa-IR"/>
        </w:rPr>
        <w:t xml:space="preserve"> صندوق است، هد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ه</w:t>
      </w:r>
      <w:r w:rsidR="00160F70">
        <w:rPr>
          <w:rtl/>
          <w:lang w:bidi="fa-IR"/>
        </w:rPr>
        <w:t xml:space="preserve"> است به شما.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نکته مناسب است که علامه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سطر سطر کتاب «الغد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ر»</w:t>
      </w:r>
      <w:r>
        <w:rPr>
          <w:rtl/>
          <w:lang w:bidi="fa-IR"/>
        </w:rPr>
        <w:t xml:space="preserve"> چه تلاش ها کرده، چه رنج ها برده، چه مسافرت ها نموده، چه توسلات انجام داده،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اثر ارزشمند را به وجود آورده، در طبق اخلاص نهاده، به 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تقد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نموده است.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رهگذر ح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گردن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 تمام اقطار و اکناف جهان دارد.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4) در ادامه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بحث، خواب جالب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علامه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 که نقلش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لطف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عالم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علامه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حضور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بروجرد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نشسته،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بروجرد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عبدالحس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! آن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 الغد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 که به چاپخانه رفته، حروفچ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آنها 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به هنگام نوشتن اشک چشمتان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و خط خط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شده، من آنها را به اعل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(به بالاتر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>)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علامه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پاسخ گفتند: آقا، شما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نام من «عبدالحس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  <w:r>
        <w:rPr>
          <w:rtl/>
          <w:lang w:bidi="fa-IR"/>
        </w:rPr>
        <w:t xml:space="preserve"> است، من عبدِ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کربلا هستم، نه عبدِ آقا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طباطبا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بروجرد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160F70" w:rsidRDefault="00040C6F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040C6F">
      <w:pPr>
        <w:pStyle w:val="Heading1"/>
        <w:rPr>
          <w:rtl/>
          <w:lang w:bidi="fa-IR"/>
        </w:rPr>
      </w:pPr>
      <w:bookmarkStart w:id="10" w:name="_Toc525386381"/>
      <w:r>
        <w:rPr>
          <w:rFonts w:hint="eastAsia"/>
          <w:rtl/>
          <w:lang w:bidi="fa-IR"/>
        </w:rPr>
        <w:t>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خاص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مرحوم دربند</w:t>
      </w:r>
      <w:r>
        <w:rPr>
          <w:rFonts w:hint="cs"/>
          <w:rtl/>
          <w:lang w:bidi="fa-IR"/>
        </w:rPr>
        <w:t>ی</w:t>
      </w:r>
      <w:bookmarkEnd w:id="10"/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ملا آغا دربند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اصول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رجال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محقق و مدقق، معاصر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انصار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شاگردان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العلماء مازندران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مدت متماد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کربلا اقامت نموده،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آمد،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تهران اقامت کرد و در تهران وفات نمود.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جنازه</w:t>
      </w:r>
      <w:r>
        <w:rPr>
          <w:rtl/>
          <w:lang w:bidi="fa-IR"/>
        </w:rPr>
        <w:t xml:space="preserve"> اش را به رسم امانت در تابوت نهادند که خشک شود، پس از شش ماه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باز</w:t>
      </w:r>
      <w:r>
        <w:rPr>
          <w:rtl/>
          <w:lang w:bidi="fa-IR"/>
        </w:rPr>
        <w:t xml:space="preserve"> کردند،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تر و تازه است، پس به کربلا منتقل نمودند، در مقبره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صاحب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اض</w:t>
      </w:r>
      <w:r>
        <w:rPr>
          <w:rtl/>
          <w:lang w:bidi="fa-IR"/>
        </w:rPr>
        <w:t xml:space="preserve"> و صاحب فصول در آن مدفون بودند، به خاک سپردند.</w:t>
      </w:r>
      <w:r w:rsidRPr="00040C6F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دربند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عاشق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فته</w:t>
      </w:r>
      <w:r>
        <w:rPr>
          <w:rtl/>
          <w:lang w:bidi="fa-IR"/>
        </w:rPr>
        <w:t xml:space="preserve"> و دلباخته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سالار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بود و در راه 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مراسم عزادار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تلاش فراوان نمود و چند مجلّد مقتل نوشت.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حاج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عبدالحم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مشهد مقدّس از جدّ بزرگوارش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فاضل شرب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طلاّب نجف اشرف در عالم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کاخ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باعظمت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چشم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دنش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و عقل از وصفش مبهوت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کاخ از آنِ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سپس</w:t>
      </w:r>
      <w:r>
        <w:rPr>
          <w:rtl/>
          <w:lang w:bidi="fa-IR"/>
        </w:rPr>
        <w:t xml:space="preserve"> کاخ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باشکوه 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مشاهده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کاخ از آنِ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ملاّ آغا دربند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مقامش از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بالاتر است، پس چگونه است که کاخ او باشکوه 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باشد؟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040C6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از الطاف و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که او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عمر عاشق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و هر روز در جلسه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درس به ذکر مص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آن حضرت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پرداخت و در هر زمان و مکان از آن حضرت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  <w:r w:rsidRPr="00040C6F">
        <w:rPr>
          <w:rStyle w:val="libFootnotenumChar"/>
          <w:rtl/>
        </w:rPr>
        <w:t>(2)</w:t>
      </w:r>
    </w:p>
    <w:p w:rsidR="00160F70" w:rsidRDefault="00040C6F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040C6F">
      <w:pPr>
        <w:pStyle w:val="Heading1"/>
        <w:rPr>
          <w:rtl/>
          <w:lang w:bidi="fa-IR"/>
        </w:rPr>
      </w:pPr>
      <w:bookmarkStart w:id="11" w:name="_Toc525386382"/>
      <w:r>
        <w:rPr>
          <w:rFonts w:hint="eastAsia"/>
          <w:rtl/>
          <w:lang w:bidi="fa-IR"/>
        </w:rPr>
        <w:t>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مرحوم مولو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قندهار</w:t>
      </w:r>
      <w:r>
        <w:rPr>
          <w:rFonts w:hint="cs"/>
          <w:rtl/>
          <w:lang w:bidi="fa-IR"/>
        </w:rPr>
        <w:t>ی</w:t>
      </w:r>
      <w:bookmarkEnd w:id="11"/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گرانقدر مرحوم مولو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قندهار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متخلّص به: «حسن» متولد 17 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الاول 1319 ق و متوفّا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22 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الثان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1419 ق برابر 22/5/1377 ش، از دوران کودک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مورد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خاص حضرت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دالشهدا</w:t>
      </w:r>
      <w:r>
        <w:rPr>
          <w:rtl/>
          <w:lang w:bidi="fa-IR"/>
        </w:rPr>
        <w:t xml:space="preserve"> بوده که به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</w:t>
      </w:r>
    </w:p>
    <w:p w:rsidR="00160F70" w:rsidRPr="00040C6F" w:rsidRDefault="00040C6F" w:rsidP="00040C6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</w:t>
      </w:r>
    </w:p>
    <w:p w:rsidR="00160F70" w:rsidRDefault="00160F70" w:rsidP="00040C6F">
      <w:pPr>
        <w:pStyle w:val="libFootnote0"/>
        <w:rPr>
          <w:rtl/>
          <w:lang w:bidi="fa-IR"/>
        </w:rPr>
      </w:pPr>
      <w:r>
        <w:rPr>
          <w:rtl/>
          <w:lang w:bidi="fa-IR"/>
        </w:rPr>
        <w:t>1- 1. تهران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الکرام البرره، ج 1، ص 153.</w:t>
      </w:r>
    </w:p>
    <w:p w:rsidR="00160F70" w:rsidRDefault="00160F70" w:rsidP="00040C6F">
      <w:pPr>
        <w:pStyle w:val="libFootnote0"/>
        <w:rPr>
          <w:rtl/>
          <w:lang w:bidi="fa-IR"/>
        </w:rPr>
      </w:pPr>
      <w:r>
        <w:rPr>
          <w:rtl/>
          <w:lang w:bidi="fa-IR"/>
        </w:rPr>
        <w:t>2- 2.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کرامات و حکا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پندآموز، ص 129.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040C6F">
      <w:pPr>
        <w:pStyle w:val="libNormal"/>
        <w:rPr>
          <w:rtl/>
          <w:lang w:bidi="fa-IR"/>
        </w:rPr>
      </w:pPr>
      <w:r>
        <w:rPr>
          <w:rtl/>
          <w:lang w:bidi="fa-IR"/>
        </w:rPr>
        <w:t>1) در دوران کودک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مکتب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رود، هر چه استاد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مطلب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کند، توج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تا شب جمعه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عالم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حرم حضرت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دالشهداء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مشرف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خود را در مقابل درب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آب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دست داشته، آن آب را بر قفل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زد،</w:t>
      </w:r>
      <w:r>
        <w:rPr>
          <w:rtl/>
          <w:lang w:bidi="fa-IR"/>
        </w:rPr>
        <w:t xml:space="preserve"> با ظرف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آب را که از قفل سراز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بوده جمع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صبح</w:t>
      </w:r>
      <w:r>
        <w:rPr>
          <w:rtl/>
          <w:lang w:bidi="fa-IR"/>
        </w:rPr>
        <w:t xml:space="preserve"> که به مکتب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رود، خود را در وضع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مشاهده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در مکتب، قرآن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گرفته، به استاد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اجازه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من بخوانم.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آنگاه</w:t>
      </w:r>
      <w:r>
        <w:rPr>
          <w:rtl/>
          <w:lang w:bidi="fa-IR"/>
        </w:rPr>
        <w:t xml:space="preserve"> شروع به تلاوت قرآن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از آن روز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>
        <w:rPr>
          <w:rtl/>
          <w:lang w:bidi="fa-IR"/>
        </w:rPr>
        <w:t xml:space="preserve"> اش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در آن موقع حدوداً ده ساله بوده است.</w:t>
      </w:r>
    </w:p>
    <w:p w:rsidR="00160F70" w:rsidRDefault="00160F70" w:rsidP="00040C6F">
      <w:pPr>
        <w:pStyle w:val="libNormal"/>
        <w:rPr>
          <w:rtl/>
          <w:lang w:bidi="fa-IR"/>
        </w:rPr>
      </w:pPr>
      <w:r>
        <w:rPr>
          <w:rtl/>
          <w:lang w:bidi="fa-IR"/>
        </w:rPr>
        <w:t>2) در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کربلا مشرّف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چند حاجت از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طلب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از جمله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تا زنده هستم از نماز و روزه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فتم</w:t>
      </w:r>
      <w:r>
        <w:rPr>
          <w:rtl/>
          <w:lang w:bidi="fa-IR"/>
        </w:rPr>
        <w:t xml:space="preserve"> و لذا تا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سن مبارکشان که بالغ بر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کصد</w:t>
      </w:r>
      <w:r>
        <w:rPr>
          <w:rtl/>
          <w:lang w:bidi="fa-IR"/>
        </w:rPr>
        <w:t xml:space="preserve"> سال بود، هم نمازش 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ستاده،</w:t>
      </w:r>
      <w:r>
        <w:rPr>
          <w:rtl/>
          <w:lang w:bidi="fa-IR"/>
        </w:rPr>
        <w:t xml:space="preserve"> بدون تکلف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هم روزه اش را راحت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3) در سال 1300 ش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حدوداً 22 ساله بود، مق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نجف اشرف بود و هر شب جمعه به کربلا مشرف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شب جمعه را در حرم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توته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صبح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حضرت قمر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هاشم شرف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شده، به نجف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040C6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شب جمعه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ساعت به اذان صبح از حرم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تجد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وضو کند، چشمش به گنبد مقدس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افتد،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جذب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در صحن مطهر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روبه 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گنبد و گلدسته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مرتبه مشاهده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ستاره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</w:t>
      </w:r>
      <w:r>
        <w:rPr>
          <w:rFonts w:hint="eastAsia"/>
          <w:rtl/>
          <w:lang w:bidi="fa-IR"/>
        </w:rPr>
        <w:t>سمان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هر چه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درخشندگ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مقابل چشم</w:t>
      </w:r>
      <w:r w:rsidR="00040C6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چشمانش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بندد ونزد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از هوش برود.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بار دور گنبد مقدس طواف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سپس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 بالا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اثنا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طواف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مثل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اشاره به مصائب آن حضرت بوده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مولو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 دستش را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به اندازه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تر از قرص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مرحوم</w:t>
      </w:r>
      <w:r>
        <w:rPr>
          <w:rtl/>
          <w:lang w:bidi="fa-IR"/>
        </w:rPr>
        <w:t xml:space="preserve"> مولو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ساعت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اذان صبح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صحنه را مشاهده کرده بود،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است که آفتاب طلوع کند و لذا با عجله وضو گرفته نماز صبح را ادا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مولو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قسم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من شهادت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صحنه را با چشم سر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نه با چشم دل.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040C6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آنگاه</w:t>
      </w:r>
      <w:r>
        <w:rPr>
          <w:rtl/>
          <w:lang w:bidi="fa-IR"/>
        </w:rPr>
        <w:t xml:space="preserve"> مرحوم مولو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داستان نزول ستاره بر پشت بام 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که چون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مخالفان از حضرت فاطمه </w:t>
      </w:r>
      <w:r w:rsidR="00040C6F" w:rsidRPr="00040C6F">
        <w:rPr>
          <w:rStyle w:val="libAlaemChar"/>
          <w:rFonts w:eastAsiaTheme="minorHAnsi"/>
          <w:rtl/>
        </w:rPr>
        <w:t>عليها‌السلام</w:t>
      </w:r>
      <w:r>
        <w:rPr>
          <w:rtl/>
          <w:lang w:bidi="fa-IR"/>
        </w:rPr>
        <w:t xml:space="preserve"> خواستگار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کردند، حضرت فرمود: امشب ستاره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بر بام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بر بام هر کس بنش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حضرت فاطمه از آن</w:t>
      </w:r>
      <w:r>
        <w:rPr>
          <w:rFonts w:hint="eastAsia"/>
          <w:rtl/>
          <w:lang w:bidi="fa-IR"/>
        </w:rPr>
        <w:t>ِ</w:t>
      </w:r>
      <w:r>
        <w:rPr>
          <w:rtl/>
          <w:lang w:bidi="fa-IR"/>
        </w:rPr>
        <w:t xml:space="preserve"> اوست.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شب همه بر پشت بام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قرار گرفتند و همگان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که آن ستاره بر پشت بام 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متّق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آمد، چون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شد، مولا 34 بار تکب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گفتند، چون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تر آمد، 33 مرتبه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حمد گفتند و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کاملاً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آمد، 33 مرتبه خدا را تسب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نمودند.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داستان فرود آمدن ستاره را علامه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تفص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در بحار الانوار(1) آورده در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فرموده: علامه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مخالفان (2)نقل</w:t>
      </w:r>
    </w:p>
    <w:p w:rsidR="00160F70" w:rsidRPr="00040C6F" w:rsidRDefault="00040C6F" w:rsidP="00040C6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</w:t>
      </w:r>
    </w:p>
    <w:p w:rsidR="00160F70" w:rsidRDefault="00160F70" w:rsidP="00040C6F">
      <w:pPr>
        <w:pStyle w:val="libFootnote0"/>
        <w:rPr>
          <w:rtl/>
          <w:lang w:bidi="fa-IR"/>
        </w:rPr>
      </w:pPr>
      <w:r>
        <w:rPr>
          <w:rtl/>
          <w:lang w:bidi="fa-IR"/>
        </w:rPr>
        <w:t>1- 1. علامه مجلس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بحارالانوار، ج 35، ص 272 _ 284.</w:t>
      </w:r>
    </w:p>
    <w:p w:rsidR="00160F70" w:rsidRDefault="00160F70" w:rsidP="00040C6F">
      <w:pPr>
        <w:pStyle w:val="libFootnote0"/>
        <w:rPr>
          <w:rtl/>
          <w:lang w:bidi="fa-IR"/>
        </w:rPr>
      </w:pPr>
      <w:r>
        <w:rPr>
          <w:rtl/>
          <w:lang w:bidi="fa-IR"/>
        </w:rPr>
        <w:t>2- 2. علامه حل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کشف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ص 200.</w:t>
      </w:r>
    </w:p>
    <w:p w:rsidR="00160F70" w:rsidRDefault="00040C6F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کرده</w:t>
      </w:r>
      <w:r w:rsidR="00160F70">
        <w:rPr>
          <w:rtl/>
          <w:lang w:bidi="fa-IR"/>
        </w:rPr>
        <w:t xml:space="preserve"> و ابوحامد شافع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(خرکوش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>) در شرف المصطف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>.</w:t>
      </w:r>
      <w:r w:rsidR="00160F70" w:rsidRPr="00040C6F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داستان</w:t>
      </w:r>
      <w:r>
        <w:rPr>
          <w:rtl/>
          <w:lang w:bidi="fa-IR"/>
        </w:rPr>
        <w:t xml:space="preserve"> مشاهده مرحوم مولو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شب شنبه 20/7/92 برابر ششم 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حجه الحرام 1434 ق از فرزند برومندشان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تلفن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ثبت نمودم.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4172DC">
      <w:pPr>
        <w:pStyle w:val="Heading1"/>
        <w:rPr>
          <w:rtl/>
          <w:lang w:bidi="fa-IR"/>
        </w:rPr>
      </w:pPr>
      <w:bookmarkStart w:id="12" w:name="_Toc525386383"/>
      <w:r>
        <w:rPr>
          <w:rFonts w:hint="eastAsia"/>
          <w:rtl/>
          <w:lang w:bidi="fa-IR"/>
        </w:rPr>
        <w:t>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مرحوم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bookmarkEnd w:id="12"/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آقا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اصفهان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(1294 _ 1375 ق) از شاگردان آخوند خراسان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عالمان عامل، که مرحوم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مطهر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کتاب «س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نهج البلاغه»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ذکر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فراوان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از جمله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4172D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عالم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رفته ام،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آوردند و فرمودند: تو نمرده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خواب است،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ما به شما هست.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سگ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غضب تو هست، اگر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ما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هرگز غضب نکن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قدر موءدّب به آداب شرع بود که در طول عمر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 به همسرش دستور نداده بود.</w:t>
      </w:r>
    </w:p>
    <w:p w:rsidR="00160F70" w:rsidRDefault="004172DC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A9507D">
      <w:pPr>
        <w:pStyle w:val="Heading1"/>
        <w:rPr>
          <w:rtl/>
          <w:lang w:bidi="fa-IR"/>
        </w:rPr>
      </w:pPr>
      <w:bookmarkStart w:id="13" w:name="_Toc525386384"/>
      <w:r>
        <w:rPr>
          <w:rFonts w:hint="eastAsia"/>
          <w:rtl/>
          <w:lang w:bidi="fa-IR"/>
        </w:rPr>
        <w:t>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مازندران</w:t>
      </w:r>
      <w:r>
        <w:rPr>
          <w:rFonts w:hint="cs"/>
          <w:rtl/>
          <w:lang w:bidi="fa-IR"/>
        </w:rPr>
        <w:t>ی</w:t>
      </w:r>
      <w:bookmarkEnd w:id="13"/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مازندران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صاحب معال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السّبط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در حدود 1300 متولد شده و در سال 1386 ق وفات کرده، 60 سال تمام در منزل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</w:t>
      </w:r>
    </w:p>
    <w:p w:rsidR="00160F70" w:rsidRDefault="004172DC" w:rsidP="004172DC">
      <w:pPr>
        <w:pStyle w:val="libLine"/>
        <w:rPr>
          <w:rtl/>
          <w:lang w:bidi="fa-IR"/>
        </w:rPr>
      </w:pPr>
      <w:r>
        <w:rPr>
          <w:lang w:bidi="fa-IR"/>
        </w:rPr>
        <w:t>____________________________________</w:t>
      </w:r>
    </w:p>
    <w:p w:rsidR="00160F70" w:rsidRDefault="00160F70" w:rsidP="004172DC">
      <w:pPr>
        <w:pStyle w:val="libFootnote0"/>
        <w:rPr>
          <w:rtl/>
          <w:lang w:bidi="fa-IR"/>
        </w:rPr>
      </w:pPr>
      <w:r>
        <w:rPr>
          <w:rtl/>
          <w:lang w:bidi="fa-IR"/>
        </w:rPr>
        <w:t>1- 1. مجلس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همان، ص 284.</w:t>
      </w:r>
    </w:p>
    <w:p w:rsidR="00160F70" w:rsidRDefault="004172DC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م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رزا</w:t>
      </w:r>
      <w:r w:rsidR="00160F70">
        <w:rPr>
          <w:rtl/>
          <w:lang w:bidi="fa-IR"/>
        </w:rPr>
        <w:t xml:space="preserve"> مهد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ش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راز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منبر رفته، سال 1386 ق آخر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ن</w:t>
      </w:r>
      <w:r w:rsidR="00160F70">
        <w:rPr>
          <w:rtl/>
          <w:lang w:bidi="fa-IR"/>
        </w:rPr>
        <w:t xml:space="preserve"> و شصتم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ن</w:t>
      </w:r>
      <w:r w:rsidR="00160F70">
        <w:rPr>
          <w:rtl/>
          <w:lang w:bidi="fa-IR"/>
        </w:rPr>
        <w:t xml:space="preserve"> سال منبرش بود.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صادق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مراجع 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قدر</w:t>
      </w:r>
      <w:r>
        <w:rPr>
          <w:rtl/>
          <w:lang w:bidi="fa-IR"/>
        </w:rPr>
        <w:t xml:space="preserve"> تقل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روز سه شنبه24/2/92 برابر سوم رجب 1434 ق نقل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دعوت به خدمت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مازندران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رفتم، فرمود: من امسال استعداد منبر ندارم و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مجالسم را رد کرده ام،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آنجا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در آنجا کرامت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مجلس منبر رفتم، منبر سه پله بود و من همواره بر عرشه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نشستم، آن روز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توجه در پله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دوم نشستم.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مردم متوجه نشوند که من اشتباه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نشسته ام، همانجا شروع به خطابه کردم و به عرشه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منبر نرفتم.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وسط منبر سنگ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سقف بر عرشه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منبر افتاد، که اگر طبق معمول در عرشه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منبر نشسته بودم، بدون ترد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هلاک شده بودم.</w:t>
      </w:r>
    </w:p>
    <w:p w:rsidR="00160F70" w:rsidRDefault="004172DC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4172DC">
      <w:pPr>
        <w:pStyle w:val="Heading1"/>
        <w:rPr>
          <w:rtl/>
          <w:lang w:bidi="fa-IR"/>
        </w:rPr>
      </w:pPr>
      <w:bookmarkStart w:id="14" w:name="_Toc525386385"/>
      <w:r>
        <w:rPr>
          <w:rFonts w:hint="eastAsia"/>
          <w:rtl/>
          <w:lang w:bidi="fa-IR"/>
        </w:rPr>
        <w:t>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مرحوم اسد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bookmarkEnd w:id="14"/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نگارنده</w:t>
      </w:r>
      <w:r>
        <w:rPr>
          <w:rtl/>
          <w:lang w:bidi="fa-IR"/>
        </w:rPr>
        <w:t xml:space="preserve"> همه ساله دهه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در اصفهان مرکز جهان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 ارواحنا فداه انجام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 روز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شعبان 1425 ق به محضر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حاج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مشرف شدم.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4172D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کرامات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سخن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آمد،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امام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فرمودند: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حاج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معاون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آمدند،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من از کودک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عاشق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بودم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قسمت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تشرّف به مشهد مقدّس فراه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نرفتم و گفتم: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نخست</w:t>
      </w:r>
      <w:r>
        <w:rPr>
          <w:rtl/>
          <w:lang w:bidi="fa-IR"/>
        </w:rPr>
        <w:t xml:space="preserve"> به کربلا مشرّف بشوم.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هنوز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پلم</w:t>
      </w:r>
      <w:r>
        <w:rPr>
          <w:rtl/>
          <w:lang w:bidi="fa-IR"/>
        </w:rPr>
        <w:t xml:space="preserve"> نگرفته بودم، عاشق دختر عمّه ام شدم به عمّه ام گفتم، او به حاج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گفت، حاج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او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درس بخواند وقت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حرف ها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عازم مشهد بودند، اصرار کردند، قبول نکردم و گفتم: من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اول به کربلا بروم.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بعد پش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شدم،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گفتم: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کربلا. او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رفت،</w:t>
      </w:r>
      <w:r>
        <w:rPr>
          <w:rtl/>
          <w:lang w:bidi="fa-IR"/>
        </w:rPr>
        <w:t xml:space="preserve"> به آبادان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به محضر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قائم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قبلاً مدّت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پدرم در آبادان بودم و لذا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قائم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شناخت.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قائم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شناخت و فرمود: فلان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عجب؟ گفتم: عازم کربلا هستم. </w:t>
      </w:r>
      <w:r>
        <w:rPr>
          <w:rtl/>
          <w:lang w:bidi="fa-IR"/>
        </w:rPr>
        <w:lastRenderedPageBreak/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قائم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تأمّل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ما را به نزد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فرستاد، او گفت: نفر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500 تومان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من و 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قم</w:t>
      </w:r>
      <w:r>
        <w:rPr>
          <w:rtl/>
          <w:lang w:bidi="fa-IR"/>
        </w:rPr>
        <w:t xml:space="preserve"> نفر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200 توما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در آبادان عمّه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داشتم که آدرس منزلش را بلد نبودم، گشت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ما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خوشحال شد. گفتم: عمه جان! ما 1000 تومان پول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بلافاصله داد. به پدرم تلفن کردم که حواله کند.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شخص ما را به کربلا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لطف مولا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مشکل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مولا عرض کردم: من به تنها آرزو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مهم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به وطنم برسم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نه،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مشکلاتم حل بشود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نه.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مشاهد مشرّفه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با همان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به آبادان برگشت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در آبادان به عمّه سر زدم و معلوم شد که پدرم 1000 تومان را حواله کرده و به دست عمّه ام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حرکت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آمد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راز،</w:t>
      </w:r>
      <w:r>
        <w:rPr>
          <w:rtl/>
          <w:lang w:bidi="fa-IR"/>
        </w:rPr>
        <w:t xml:space="preserve"> به منزل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همه جا آز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tl/>
          <w:lang w:bidi="fa-IR"/>
        </w:rPr>
        <w:t xml:space="preserve"> ها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بار نهاده شده.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مادرم گفتم: شما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من امشب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گردم، گفت: نه.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گفتم</w:t>
      </w:r>
      <w:r>
        <w:rPr>
          <w:rtl/>
          <w:lang w:bidi="fa-IR"/>
        </w:rPr>
        <w:t>: پس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لات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گفت: امشب شب عروس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توست. گفتم: منظورت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گفت: چند روز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حاج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پدرت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گفته: چرا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عروستان را ببر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گفته: من حاضرم،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گفته: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هفته.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از ترس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مبادا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بدهد،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را دعوت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عروس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آورد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شما در مسافرت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مدّت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حال شما را نپرس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مردها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کردند که شما در قسمت بانوان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زن ها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کردند که شما در قسمت آقا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مراسم اطعام تمام شد و امشب شب زفاف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زود</w:t>
      </w:r>
      <w:r>
        <w:rPr>
          <w:rtl/>
          <w:lang w:bidi="fa-IR"/>
        </w:rPr>
        <w:t xml:space="preserve"> دو نفر از علما را دعوت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عقد را به صورت خصوص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4172D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من در محضر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رابطه نگفتم، از خاطرم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هرگز بر زبان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اوردم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سنّ 40_45 سالگ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مبتلا شدم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گوارش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که همواره خون و چرک از من دفع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به دکتر رفتم، دارو داد، شش ماه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نظر دکتر </w:t>
      </w:r>
      <w:r>
        <w:rPr>
          <w:rtl/>
          <w:lang w:bidi="fa-IR"/>
        </w:rPr>
        <w:lastRenderedPageBreak/>
        <w:t>بودم،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 ساعت به زحمت به مغازه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رفتم، بق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اطاق و دستشو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بودم.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دکتر گفتم: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دکتر من شش ماه تمام است که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نظر شما هستم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بهبود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حاصل نکردم. دکتر عصبان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گفت: شما به سرطان معده مبتلا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داروها فقط مسکّن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نگران شدم، ساک کوچک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برداشتم و به خانواده گفتم: در تهران کار واجب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دارم، گفتند: شما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وضع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مسافرت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گفتم: چاره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بروم.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آبادان رفتم،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همان شخص رفتم، او مرا تا کربلا همراه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از لطف خدا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مشکل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17 روز در کربلا بودم، هر روز سه بار خود را تطه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کرده به حرم مشرّف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 و عرض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کردم: آقا مرگ حق است،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فعلاً آمادگ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هفدهم حالم کاملاً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روز هجدم به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حرم ها مشرّف شدم و به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tl/>
          <w:lang w:bidi="fa-IR"/>
        </w:rPr>
        <w:t xml:space="preserve"> بازگشتم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آن کسالت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نشان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160F70" w:rsidRDefault="004172DC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4172DC">
      <w:pPr>
        <w:pStyle w:val="Heading1"/>
        <w:rPr>
          <w:rtl/>
          <w:lang w:bidi="fa-IR"/>
        </w:rPr>
      </w:pPr>
      <w:bookmarkStart w:id="15" w:name="_Toc525386386"/>
      <w:r>
        <w:rPr>
          <w:rFonts w:hint="eastAsia"/>
          <w:rtl/>
          <w:lang w:bidi="fa-IR"/>
        </w:rPr>
        <w:t>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نظام رشت</w:t>
      </w:r>
      <w:r>
        <w:rPr>
          <w:rFonts w:hint="cs"/>
          <w:rtl/>
          <w:lang w:bidi="fa-IR"/>
        </w:rPr>
        <w:t>ی</w:t>
      </w:r>
      <w:bookmarkEnd w:id="15"/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حاج آقا قدرت لط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سرپرست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أت</w:t>
      </w:r>
      <w:r>
        <w:rPr>
          <w:rtl/>
          <w:lang w:bidi="fa-IR"/>
        </w:rPr>
        <w:t xml:space="preserve"> امنا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 مقدس جمکران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که در تهران واعظ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به نام: «نظام رشت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که منبر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باحال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داشت، به هنگام روضه 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شور و شعف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او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شور و حال را چگونه به دست آورد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>: با کاروان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عتبات 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رفتم، به هنگام بازگشت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ران،</w:t>
      </w:r>
      <w:r>
        <w:rPr>
          <w:rtl/>
          <w:lang w:bidi="fa-IR"/>
        </w:rPr>
        <w:t xml:space="preserve"> پول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سوغات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نداشتم 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 از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قرض کنم. به حرم مطهّر مشرّف شدم، در کنار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به حضرت عرض کردم: مولا! من نوکر شما هستم، نوکر و ارباب گفته اند، نوکر هر وقت گرفتار شود، 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ارباب مراجعه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4172D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در عالم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حب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بن مظاهر با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شهدا در محضر مقدّس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نشسته اند و من پشت سر حب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قرار داشتم.</w:t>
      </w:r>
    </w:p>
    <w:p w:rsidR="00160F70" w:rsidRDefault="00160F70" w:rsidP="004172D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من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نظام</w:t>
      </w:r>
      <w:r>
        <w:rPr>
          <w:rtl/>
          <w:lang w:bidi="fa-IR"/>
        </w:rPr>
        <w:t xml:space="preserve"> چه گفت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سخن خود را تکرار کردم،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بلندتر</w:t>
      </w:r>
      <w:r>
        <w:rPr>
          <w:rtl/>
          <w:lang w:bidi="fa-IR"/>
        </w:rPr>
        <w:t xml:space="preserve"> بگو، همه بشنوند.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سپس</w:t>
      </w:r>
      <w:r>
        <w:rPr>
          <w:rtl/>
          <w:lang w:bidi="fa-IR"/>
        </w:rPr>
        <w:t xml:space="preserve"> فرمودند: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نوکر ما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تو نوکر پول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پنج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به تو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دهد،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روضه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مفصّل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به تو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دهد، آخر شب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جلسه اش را سرسر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برگزار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سپس</w:t>
      </w:r>
      <w:r>
        <w:rPr>
          <w:rtl/>
          <w:lang w:bidi="fa-IR"/>
        </w:rPr>
        <w:t xml:space="preserve">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حالا</w:t>
      </w:r>
      <w:r>
        <w:rPr>
          <w:rtl/>
          <w:lang w:bidi="fa-IR"/>
        </w:rPr>
        <w:t xml:space="preserve"> که خود را به ما منتسب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>!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حواله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نامه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 و به دستم داد.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خواب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شدم،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نامه در دستم هست.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حواله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به آدرس پشت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گاه.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صبح</w:t>
      </w:r>
      <w:r>
        <w:rPr>
          <w:rtl/>
          <w:lang w:bidi="fa-IR"/>
        </w:rPr>
        <w:t xml:space="preserve"> رفتم به پشت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گاه،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کسوت روحان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عمامه بر سر داشت، به استقبالم آمد و گفت: حواله ات را بده.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حواله</w:t>
      </w:r>
      <w:r>
        <w:rPr>
          <w:rtl/>
          <w:lang w:bidi="fa-IR"/>
        </w:rPr>
        <w:t xml:space="preserve"> را گرفت، بر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دگانش</w:t>
      </w:r>
      <w:r>
        <w:rPr>
          <w:rtl/>
          <w:lang w:bidi="fa-IR"/>
        </w:rPr>
        <w:t xml:space="preserve"> نهاد و مرا با خودش به منزل برد.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انگور آورد، خوردم، دو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پول آورد، که در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پنجاه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نار</w:t>
      </w:r>
      <w:r>
        <w:rPr>
          <w:rtl/>
          <w:lang w:bidi="fa-IR"/>
        </w:rPr>
        <w:t xml:space="preserve"> عراق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4172D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ها حواله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باشد،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به خاطر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مورد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قرار گرفته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خود افزودم.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پول</w:t>
      </w:r>
      <w:r>
        <w:rPr>
          <w:rtl/>
          <w:lang w:bidi="fa-IR"/>
        </w:rPr>
        <w:t xml:space="preserve"> ها را گرفتم و به مسافرخانه آمدم،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مرتبه گفتم: چرا فقط پول خواستم؟ به آن محل برگشتم و هر چه جستجو کردم، آن منزل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نکردم.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4172D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آن روز هر وقت منبر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روم به پول توجّه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کنم،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به من</w:t>
      </w:r>
      <w:r w:rsidR="004172DC">
        <w:rPr>
          <w:lang w:bidi="fa-IR"/>
        </w:rPr>
        <w:t xml:space="preserve">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دهند،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شمارم.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داستان در حدود 90 سال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اتّفاق افتاده است.</w:t>
      </w:r>
    </w:p>
    <w:p w:rsidR="00160F70" w:rsidRDefault="004172DC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2C26F7">
      <w:pPr>
        <w:pStyle w:val="Heading1"/>
        <w:rPr>
          <w:rtl/>
          <w:lang w:bidi="fa-IR"/>
        </w:rPr>
      </w:pPr>
      <w:bookmarkStart w:id="16" w:name="_Toc525386387"/>
      <w:r>
        <w:rPr>
          <w:rFonts w:hint="eastAsia"/>
          <w:rtl/>
          <w:lang w:bidi="fa-IR"/>
        </w:rPr>
        <w:t>شفا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سرطان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bookmarkEnd w:id="16"/>
      <w:r w:rsidRPr="00160F70">
        <w:rPr>
          <w:rStyle w:val="libAlaemChar"/>
          <w:rtl/>
        </w:rPr>
        <w:t xml:space="preserve"> 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1) در حدود 25 سال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مادر دامادم مبتلا به سرطان خون 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قبلاً</w:t>
      </w:r>
      <w:r>
        <w:rPr>
          <w:rtl/>
          <w:lang w:bidi="fa-IR"/>
        </w:rPr>
        <w:t xml:space="preserve"> خواهرش مبتلا شده و در طول 7 سال درگذشته بود.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با مشاهده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آثار، احتمال داده بود که سرطان باشد و لذا از پزشک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 که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«لوپوس»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باشد؟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کرده بود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مارش</w:t>
      </w:r>
      <w:r>
        <w:rPr>
          <w:rtl/>
          <w:lang w:bidi="fa-IR"/>
        </w:rPr>
        <w:t xml:space="preserve"> خود پزشک است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داند، گفته بود: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لوپوس</w:t>
      </w:r>
      <w:r>
        <w:rPr>
          <w:rtl/>
          <w:lang w:bidi="fa-IR"/>
        </w:rPr>
        <w:t xml:space="preserve"> نوع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سرطان خون است که سرانجام منته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مرگ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در آن لحظات آخر،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رگ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بدن پاره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خون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حلق دفع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در کمتر از پنج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tl/>
          <w:lang w:bidi="fa-IR"/>
        </w:rPr>
        <w:t xml:space="preserve"> جان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سپارد.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tl/>
          <w:lang w:bidi="fa-IR"/>
        </w:rPr>
        <w:t xml:space="preserve"> از نوع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خود، در کمتر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سال به آخر خط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سرش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حاضر نبود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ادتش</w:t>
      </w:r>
      <w:r>
        <w:rPr>
          <w:rtl/>
          <w:lang w:bidi="fa-IR"/>
        </w:rPr>
        <w:t xml:space="preserve"> برود.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تهران بستر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هر روز به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خط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روز</w:t>
      </w:r>
      <w:r>
        <w:rPr>
          <w:rtl/>
          <w:lang w:bidi="fa-IR"/>
        </w:rPr>
        <w:t xml:space="preserve"> آخر شعبان بود، فرزندش عازم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</w:t>
      </w:r>
      <w:r>
        <w:rPr>
          <w:rtl/>
          <w:lang w:bidi="fa-IR"/>
        </w:rPr>
        <w:t xml:space="preserve"> بود، آژانس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 خوانده، بار سفر بست و عازم تهران شد که از مادرش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</w:t>
      </w:r>
      <w:r>
        <w:rPr>
          <w:rtl/>
          <w:lang w:bidi="fa-IR"/>
        </w:rPr>
        <w:t xml:space="preserve"> کرده، سپس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</w:t>
      </w:r>
      <w:r>
        <w:rPr>
          <w:rtl/>
          <w:lang w:bidi="fa-IR"/>
        </w:rPr>
        <w:t xml:space="preserve"> به کرج برود.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لحظه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حرکت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ادم</w:t>
      </w:r>
      <w:r>
        <w:rPr>
          <w:rtl/>
          <w:lang w:bidi="fa-IR"/>
        </w:rPr>
        <w:t xml:space="preserve"> آمد که در منزل، تربت حضرت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دالشهداء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آنرا در کاغذ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تقد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کردم و گفتم: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2C26F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مادر</w:t>
      </w:r>
      <w:r>
        <w:rPr>
          <w:rtl/>
          <w:lang w:bidi="fa-IR"/>
        </w:rPr>
        <w:t xml:space="preserve"> حتماً باوضو باشد، شما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باوضو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تخت مادر را به طرف قبله قرار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به حضرت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دالشهداء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توسّل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در آن لحظات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حاضران در</w:t>
      </w:r>
      <w:r w:rsidR="002C26F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اطاق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</w:t>
      </w:r>
      <w:r>
        <w:rPr>
          <w:rtl/>
          <w:lang w:bidi="fa-IR"/>
        </w:rPr>
        <w:t xml:space="preserve"> حال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تضرّع دارند،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کاغذ را باز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به تلاوت سوره مبارکه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قدر مشغول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تربت را در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با آب ممزوج کرده،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در تمام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مدّت تلاوت سوره قدر را ادامه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اطاق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که مادر به آخر خط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ده،</w:t>
      </w:r>
      <w:r>
        <w:rPr>
          <w:rtl/>
          <w:lang w:bidi="fa-IR"/>
        </w:rPr>
        <w:t xml:space="preserve"> طشت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برابرش بوده و خون از حلقومش به طشت سراز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بوده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با توجّه به تجربه اش در مورد خاله اش متوجّه شده که کمتر از پنج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به ارتحال مادر مانده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عجله کاغذ را پاره کرده، تربت را به گلو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همان لحظه خون قطع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حال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tl/>
          <w:lang w:bidi="fa-IR"/>
        </w:rPr>
        <w:t xml:space="preserve"> به سرعت بهبود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 xml:space="preserve"> و چند روز بعد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</w:t>
      </w:r>
      <w:r>
        <w:rPr>
          <w:rtl/>
          <w:lang w:bidi="fa-IR"/>
        </w:rPr>
        <w:t xml:space="preserve"> مرخّص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موها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از نو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سلامت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در حدود 25 سال از آن واقعه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امور منزل را شخصاً اداره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نشان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وجودش احساس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2C26F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مورد از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نگارنده و خانواده محسوس و ملموس بود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صدها مورد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که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در تعم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اعتقاد به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سالار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موءثّرتر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</w:p>
    <w:p w:rsidR="00160F70" w:rsidRDefault="002C26F7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2C26F7">
      <w:pPr>
        <w:pStyle w:val="Heading1"/>
        <w:rPr>
          <w:rtl/>
          <w:lang w:bidi="fa-IR"/>
        </w:rPr>
      </w:pPr>
      <w:bookmarkStart w:id="17" w:name="_Toc525386388"/>
      <w:r>
        <w:rPr>
          <w:rFonts w:hint="eastAsia"/>
          <w:rtl/>
          <w:lang w:bidi="fa-IR"/>
        </w:rPr>
        <w:t>تربت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اکس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اعظم است.</w:t>
      </w:r>
      <w:bookmarkEnd w:id="17"/>
    </w:p>
    <w:p w:rsidR="00160F70" w:rsidRDefault="00160F70" w:rsidP="002C26F7">
      <w:pPr>
        <w:pStyle w:val="libNormal"/>
        <w:rPr>
          <w:rtl/>
          <w:lang w:bidi="fa-IR"/>
        </w:rPr>
      </w:pPr>
      <w:r>
        <w:rPr>
          <w:rtl/>
          <w:lang w:bidi="fa-IR"/>
        </w:rPr>
        <w:t>2) روز سه شنبه 4/4/81 برابر 13 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الثان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1423 ق در مشهد مقدس در حضور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مصباح، حضرت حجه الاسلام و المسلم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اخو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کرد که در سفر قبل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منتخب (خواهرزاده اش) مرا به باغ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تازه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 دعوت کرده بود. من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مهر، تسب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ح،</w:t>
      </w:r>
      <w:r>
        <w:rPr>
          <w:rtl/>
          <w:lang w:bidi="fa-IR"/>
        </w:rPr>
        <w:t xml:space="preserve"> تربت و آب فرات در جعبه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عنوان کادو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بردم. آن جعبه را</w:t>
      </w:r>
      <w:r w:rsidR="002C26F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باغبانش بود، دادم و گفتم: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جعبه مال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منتخب است، به اطاق بالا رفتم که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دعوت شده بودند و در آنجا حضور داشتند.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جمع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سرطان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بود،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خودش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 که مبتلا به سرطان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2C26F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من گفت: حاج آقا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دارم که مرا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 انداخته است، 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به امام رضا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متوسل شدم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نگرفتم،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عالم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خدمتشان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از من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برگردان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خوابم را نقل کردم، گفتند: وضع مناسب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که نسبت به نماز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روزه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عبادات تجد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نظر کنم تا حد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خودم را اصلاح کردم.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دنبال صاحب نفس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بودم، گفتم: آقا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خواهرزاده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محمود است،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اش داشته باشد، لذا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آمدم.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4548E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در عالم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محضر امام رضا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آنجا بود و جعبه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دست داشت حضرت فرمود: شفا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جعبه است. سپس خطاب به آن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رمرد</w:t>
      </w:r>
      <w:r>
        <w:rPr>
          <w:rtl/>
          <w:lang w:bidi="fa-IR"/>
        </w:rPr>
        <w:t xml:space="preserve"> فرمود: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خضر! از آن خاک شفا به او بده تا خود را شستشو کند.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من به او گفتم: آن جعبه الآن در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جاست، آقا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از آن تربت و آب فرات آورد و به آن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داد.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گفت: من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جعبه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نم،</w:t>
      </w:r>
      <w:r>
        <w:rPr>
          <w:rtl/>
          <w:lang w:bidi="fa-IR"/>
        </w:rPr>
        <w:t xml:space="preserve"> پسرم رفت و جعبه را از عمه اش گرفت و آورد تا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گفت: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جعبه بود.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شخص پسرم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 و گفته بود: مرا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گفته بود: نه، گفته بود: من همان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هستم، به پدرت بگو که من کاملاً خوب شده ام.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چند</w:t>
      </w:r>
      <w:r>
        <w:rPr>
          <w:rtl/>
          <w:lang w:bidi="fa-IR"/>
        </w:rPr>
        <w:t xml:space="preserve"> سال بعد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آمدم، از حال او 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شدم، گفتند: با سرطان مرد.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گفتم</w:t>
      </w:r>
      <w:r>
        <w:rPr>
          <w:rtl/>
          <w:lang w:bidi="fa-IR"/>
        </w:rPr>
        <w:t>: چگونه ممکن است؟ گفتند: او وضع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لحظه به دنبال ازد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ثروت بود.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به حرم مشرف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از حضرت ازد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ثروت طلب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حرم به حضرت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حالا که به من اعتنا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شما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خواهم، اگر آن شفا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بوده، آن را هم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خواهم!!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در عالم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حرم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رود، از هر 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وارد شود، در به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بسته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همان</w:t>
      </w:r>
      <w:r>
        <w:rPr>
          <w:rtl/>
          <w:lang w:bidi="fa-IR"/>
        </w:rPr>
        <w:t xml:space="preserve"> شب خونر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عود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به تهران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برند و جنازه اش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3) در عهد زعامت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محمد حسن ممقان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(1238 1323 ق) در حائر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خسف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طبق روال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ازهد زمان متصد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مرمت قبر مطهر شود،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ممقان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دربند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تعم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قبر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پردازد، در اثنا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ق</w:t>
      </w:r>
      <w:r>
        <w:rPr>
          <w:rFonts w:hint="eastAsia"/>
          <w:rtl/>
          <w:lang w:bidi="fa-IR"/>
        </w:rPr>
        <w:t>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تربتِ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قبر مطهّر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تقد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تربت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حاج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محمد 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حاج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محمدعل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روضات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(138 _ 1392 ش) روز جمعه 14/11/84 برابر چهارم محرم 1427 ق نقل فرمودند که در عهد زعامت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(1313 _ 1395 ق) به مشهد مقدس مشرف شده، به </w:t>
      </w:r>
      <w:r>
        <w:rPr>
          <w:rtl/>
          <w:lang w:bidi="fa-IR"/>
        </w:rPr>
        <w:lastRenderedPageBreak/>
        <w:t>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سابقه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مرحوم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محمد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(متوفا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7 صفر 1432 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)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همان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در آنجا به شدت تب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از آن مرجع بزرگوار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>: 47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آن تربت اصل هست؟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ذره از آن تربت به کام مرحوم روضات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زد،</w:t>
      </w:r>
      <w:r>
        <w:rPr>
          <w:rtl/>
          <w:lang w:bidi="fa-IR"/>
        </w:rPr>
        <w:t xml:space="preserve"> در همان لحظه احساس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مشکل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ندارد، غسل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کرده، به حرم مطهر مشرف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160F70" w:rsidRDefault="004548EC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4548EC">
      <w:pPr>
        <w:pStyle w:val="Heading1"/>
        <w:rPr>
          <w:rtl/>
          <w:lang w:bidi="fa-IR"/>
        </w:rPr>
      </w:pPr>
      <w:bookmarkStart w:id="18" w:name="_Toc525386389"/>
      <w:r>
        <w:rPr>
          <w:rFonts w:hint="eastAsia"/>
          <w:rtl/>
          <w:lang w:bidi="fa-IR"/>
        </w:rPr>
        <w:t>شفا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ماران</w:t>
      </w:r>
      <w:r>
        <w:rPr>
          <w:rtl/>
          <w:lang w:bidi="fa-IR"/>
        </w:rPr>
        <w:t xml:space="preserve"> سرطان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توسّل به سالار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bookmarkEnd w:id="18"/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1) هفته نامه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26/2/1377 ش برابر 19 محرم الحرام 1418 ق در صفحه چهار خود تحت عنوان: «شفا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لاعلاج در روز عاشورا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نوشت: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خانم</w:t>
      </w:r>
      <w:r>
        <w:rPr>
          <w:rtl/>
          <w:lang w:bidi="fa-IR"/>
        </w:rPr>
        <w:t xml:space="preserve"> شهربانو قنبرنژاد 46 ساله، از روستا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از توابع شهرستان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دهم 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ماه 1376 ش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مداوا به شهرستان اروم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برند و تحت نظر دکتر صرصرشاه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تشخ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سرطان به دکتر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وش</w:t>
      </w:r>
      <w:r>
        <w:rPr>
          <w:rtl/>
          <w:lang w:bidi="fa-IR"/>
        </w:rPr>
        <w:t xml:space="preserve">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تا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</w:t>
      </w:r>
      <w:r>
        <w:rPr>
          <w:rtl/>
          <w:lang w:bidi="fa-IR"/>
        </w:rPr>
        <w:t xml:space="preserve">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مطهر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تحت عمل جراح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از عمل، حافظه و قدرت تکلّم را از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معالجه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منتقل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لاعلاج بودن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عارضه اعلام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را به منزل عودت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دهند،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عزادار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محرم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دسته جات عزادار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التماس دعا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به آستان مقدس سالار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متوسل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ساعت</w:t>
      </w:r>
      <w:r>
        <w:rPr>
          <w:rtl/>
          <w:lang w:bidi="fa-IR"/>
        </w:rPr>
        <w:t xml:space="preserve"> 3 بعدازظهر روز عاشورا مشمول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حضرت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شفا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رأس گوسفند قربان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کنند، اهال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تبرک و کسب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به منزل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2)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حسن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داشتم به نام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عباس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بچه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نُه ساله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به نام سجاد که به سرطان خون مبتلا شده بود،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سال تمام او را معالجه کردند، موها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سرش به 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خت،</w:t>
      </w:r>
      <w:r>
        <w:rPr>
          <w:rtl/>
          <w:lang w:bidi="fa-IR"/>
        </w:rPr>
        <w:t xml:space="preserve"> 27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</w:t>
      </w:r>
      <w:r>
        <w:rPr>
          <w:rtl/>
          <w:lang w:bidi="fa-IR"/>
        </w:rPr>
        <w:t xml:space="preserve"> وزن داشت، به 12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</w:t>
      </w:r>
      <w:r>
        <w:rPr>
          <w:rtl/>
          <w:lang w:bidi="fa-IR"/>
        </w:rPr>
        <w:t xml:space="preserve"> کاهش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افت،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قدرت تکلم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دست داد. دکترها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کردند که رها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چند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عمرش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راحت باشد. روز عاشورا فرا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قاً</w:t>
      </w:r>
      <w:r>
        <w:rPr>
          <w:rtl/>
          <w:lang w:bidi="fa-IR"/>
        </w:rPr>
        <w:t xml:space="preserve"> هشت روز بود که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نخورده بود.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پدر</w:t>
      </w:r>
      <w:r>
        <w:rPr>
          <w:rtl/>
          <w:lang w:bidi="fa-IR"/>
        </w:rPr>
        <w:t xml:space="preserve"> سجاد آن روز در خانه اش غذا پخته بود و اطعام داشت.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پدربزرگ</w:t>
      </w:r>
      <w:r>
        <w:rPr>
          <w:rtl/>
          <w:lang w:bidi="fa-IR"/>
        </w:rPr>
        <w:t xml:space="preserve"> سجاد،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اکبر او را بغل کرد و گفت: من او را امروز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دکتر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برم که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دکترها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عالم محتاج او هستند.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دسته ها برد و او را به دست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طباطبا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داد که 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دسته بود.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او</w:t>
      </w:r>
      <w:r>
        <w:rPr>
          <w:rtl/>
          <w:lang w:bidi="fa-IR"/>
        </w:rPr>
        <w:t xml:space="preserve"> بچه را گرفت و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همراه دسته بود گذاشت و گفت: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اطبا از معالجه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بچه ناتوان شده اند،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درگاه پناه آورده است. سپس توسل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بچه را به پدربزرگش تحو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4548E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فاصله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ساعت بچه به سخن آمده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من گرسنه هستم.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بشقاب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سرخ کرده که از احسان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مانده بود، به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دهند، همه اش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 و به برکت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شفا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 xml:space="preserve"> و از آن روز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دارو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استفاده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را به تهران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برند، پزشک معالجش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 xml:space="preserve"> و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با پرونده اش تطب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مسأله جز معجزه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سپس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و بر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بوسه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 و التماس دعا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4548E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 سجاد از ارادتمندان خاص دستگاه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Pr="004548EC">
        <w:rPr>
          <w:rStyle w:val="libFootnotenumChar"/>
          <w:rtl/>
        </w:rPr>
        <w:t>.(1)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3) در هفته نامه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شنبه 9/3/77 شماره 73، صفحه 6، در مورد شفا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سرطان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خانم</w:t>
      </w:r>
      <w:r>
        <w:rPr>
          <w:rtl/>
          <w:lang w:bidi="fa-IR"/>
        </w:rPr>
        <w:t xml:space="preserve"> زهرا 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زاده مدت ها جهت معالجه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</w:t>
      </w:r>
      <w:r>
        <w:rPr>
          <w:rtl/>
          <w:lang w:bidi="fa-IR"/>
        </w:rPr>
        <w:t xml:space="preserve"> آرارات تهران مراجعه کرده و در آنجا بستر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بود که پس از معا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ها و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فراوان تشخ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دادند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غده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سرطان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اش هست، پس از عمل جراح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تحت درمان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و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غده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کبد رشد کرده و موجب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از دو پا فلج شود.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عاشورا به دامان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توسل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در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زدهم</w:t>
      </w:r>
      <w:r>
        <w:rPr>
          <w:rtl/>
          <w:lang w:bidi="fa-IR"/>
        </w:rPr>
        <w:t xml:space="preserve"> محرم سلامت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خودش را درم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دسته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زنج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دارش</w:t>
      </w:r>
      <w:r>
        <w:rPr>
          <w:rtl/>
          <w:lang w:bidi="fa-IR"/>
        </w:rPr>
        <w:t xml:space="preserve"> آمده به عزادار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پردازند.</w:t>
      </w:r>
      <w:r w:rsidRPr="004548EC">
        <w:rPr>
          <w:rStyle w:val="libFootnotenumChar"/>
          <w:rtl/>
        </w:rPr>
        <w:t>(2)</w:t>
      </w:r>
    </w:p>
    <w:p w:rsidR="00160F70" w:rsidRDefault="004548EC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4548EC">
      <w:pPr>
        <w:pStyle w:val="Heading1"/>
        <w:rPr>
          <w:rtl/>
          <w:lang w:bidi="fa-IR"/>
        </w:rPr>
      </w:pPr>
      <w:bookmarkStart w:id="19" w:name="_Toc525386390"/>
      <w:r>
        <w:rPr>
          <w:rFonts w:hint="eastAsia"/>
          <w:rtl/>
          <w:lang w:bidi="fa-IR"/>
        </w:rPr>
        <w:t>شفا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مرگ مغز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توسل به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bookmarkEnd w:id="19"/>
      <w:r w:rsidRPr="00160F70">
        <w:rPr>
          <w:rStyle w:val="libAlaemChar"/>
          <w:rtl/>
        </w:rPr>
        <w:t xml:space="preserve"> 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جمعه 4/5/92 برابر 17 رمضان 1434 ق در کرمان، در منزل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بودم،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مادرش آمده بود، مادرش گفت: در خواب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بانو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آنان که نمازشان را در اول وقت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خوانند کارشان درست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سپس</w:t>
      </w:r>
      <w:r>
        <w:rPr>
          <w:rtl/>
          <w:lang w:bidi="fa-IR"/>
        </w:rPr>
        <w:t xml:space="preserve"> از شرکت پسرش در مراسم عزادار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سخن گفت و در ادامه افزود: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4548E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پسر من تصادف کرد، مرگ مغز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به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توسل کردم، با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شفا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اثر سوئ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ضربه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مغز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مرگ</w:t>
      </w:r>
      <w:r w:rsidR="004548EC" w:rsidRPr="004548EC">
        <w:rPr>
          <w:rFonts w:hint="eastAsia"/>
          <w:rtl/>
          <w:lang w:bidi="fa-IR"/>
        </w:rPr>
        <w:t xml:space="preserve"> </w:t>
      </w:r>
      <w:r w:rsidR="004548EC">
        <w:rPr>
          <w:rFonts w:hint="eastAsia"/>
          <w:rtl/>
          <w:lang w:bidi="fa-IR"/>
        </w:rPr>
        <w:t>مغز</w:t>
      </w:r>
      <w:r w:rsidR="004548EC">
        <w:rPr>
          <w:rFonts w:hint="cs"/>
          <w:rtl/>
          <w:lang w:bidi="fa-IR"/>
        </w:rPr>
        <w:t>ی</w:t>
      </w:r>
      <w:r w:rsidR="004548EC">
        <w:rPr>
          <w:rtl/>
          <w:lang w:bidi="fa-IR"/>
        </w:rPr>
        <w:t xml:space="preserve"> نمانده است</w:t>
      </w:r>
    </w:p>
    <w:p w:rsidR="00160F70" w:rsidRPr="004548EC" w:rsidRDefault="004548EC" w:rsidP="004548E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160F70" w:rsidRDefault="00160F70" w:rsidP="004548EC">
      <w:pPr>
        <w:pStyle w:val="libFootnote0"/>
        <w:rPr>
          <w:rtl/>
          <w:lang w:bidi="fa-IR"/>
        </w:rPr>
      </w:pPr>
      <w:r>
        <w:rPr>
          <w:rtl/>
          <w:lang w:bidi="fa-IR"/>
        </w:rPr>
        <w:t>1- 1.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کرامات و حکا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پندآموز، ص 52.</w:t>
      </w:r>
    </w:p>
    <w:p w:rsidR="00160F70" w:rsidRDefault="00160F70" w:rsidP="004548EC">
      <w:pPr>
        <w:pStyle w:val="libFootnote0"/>
        <w:rPr>
          <w:rtl/>
          <w:lang w:bidi="fa-IR"/>
        </w:rPr>
      </w:pPr>
      <w:r>
        <w:rPr>
          <w:rtl/>
          <w:lang w:bidi="fa-IR"/>
        </w:rPr>
        <w:t>2- 2. - همان، ص 54.</w:t>
      </w:r>
    </w:p>
    <w:p w:rsidR="00160F70" w:rsidRDefault="004548EC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4548EC">
      <w:pPr>
        <w:pStyle w:val="Heading1"/>
        <w:rPr>
          <w:rtl/>
          <w:lang w:bidi="fa-IR"/>
        </w:rPr>
      </w:pPr>
      <w:bookmarkStart w:id="20" w:name="_Toc525386391"/>
      <w:r>
        <w:rPr>
          <w:rFonts w:hint="eastAsia"/>
          <w:rtl/>
          <w:lang w:bidi="fa-IR"/>
        </w:rPr>
        <w:t>شفا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مفلوج با توسّل به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bookmarkEnd w:id="20"/>
      <w:r w:rsidRPr="00160F70">
        <w:rPr>
          <w:rStyle w:val="libAlaemChar"/>
          <w:rtl/>
        </w:rPr>
        <w:t xml:space="preserve"> </w:t>
      </w:r>
    </w:p>
    <w:p w:rsidR="00160F70" w:rsidRDefault="00160F70" w:rsidP="004548EC">
      <w:pPr>
        <w:pStyle w:val="libNormal"/>
        <w:rPr>
          <w:rtl/>
          <w:lang w:bidi="fa-IR"/>
        </w:rPr>
      </w:pPr>
      <w:r>
        <w:rPr>
          <w:rtl/>
          <w:lang w:bidi="fa-IR"/>
        </w:rPr>
        <w:t>1) فاضل مهذّب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گل محمد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شب 13 رجب 1425 ق برابر 9/6/83 ش در مشهد مقدس در منزل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548EC" w:rsidRPr="004548EC">
        <w:rPr>
          <w:rStyle w:val="libAlaemChar"/>
          <w:rtl/>
        </w:rPr>
        <w:t>قدس‌سره</w:t>
      </w:r>
      <w:r w:rsidR="004548EC" w:rsidRPr="005100D5">
        <w:rPr>
          <w:rFonts w:ascii="Traditional Arabic" w:hAnsi="Traditional Arabic" w:cs="Traditional Arabic"/>
          <w:shd w:val="clear" w:color="auto" w:fill="FFFFFF"/>
          <w:rtl/>
        </w:rPr>
        <w:t xml:space="preserve"> </w:t>
      </w:r>
      <w:r>
        <w:rPr>
          <w:rtl/>
          <w:lang w:bidi="fa-IR"/>
        </w:rPr>
        <w:t>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داستان از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نقل کرد، از جمله گفت: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4548E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فلج شدم، به 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پا افتادم، پزشکان از معالجه عاجز شدند، در خانه نشسته همه اش به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متوسّل بودم، کتاب «لمعات» مرحوم سعد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زمان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کتب نوحه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خواندم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شفا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پسر</w:t>
      </w:r>
      <w:r>
        <w:rPr>
          <w:rtl/>
          <w:lang w:bidi="fa-IR"/>
        </w:rPr>
        <w:t xml:space="preserve"> صاحب خانه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 که چند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آمدند و گفتند: ما آمد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مستأجر شما را شفا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2)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عبّاس نجم، عراق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الأصل، متولّد و تبعه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فرانسه، 48 ساله، مهندس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حدود 1375 ش از ناح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انگشت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راست دچار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رفته رفته به زانو و لگن خاصره سرا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منجر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به خشک شدن و از کار افتادن کامل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راست، به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حس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از آن به 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کشورها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فرانسه، کانادا، آمر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tl/>
          <w:lang w:bidi="fa-IR"/>
        </w:rPr>
        <w:t xml:space="preserve"> و انگلستان به مراکز درمان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مراجعه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سال 1381 ش پزشکان به او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مرکز درمان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مراجعه نکند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نخواهد داشت.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عباس مسلمان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است،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همسرش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دکترا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ولوژ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دارد.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tl/>
          <w:lang w:bidi="fa-IR"/>
        </w:rPr>
        <w:t xml:space="preserve"> به قصد استشفاء به عمره مشرّف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</w:p>
    <w:p w:rsidR="00160F70" w:rsidRDefault="00160F70" w:rsidP="004548E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حاصل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در بهمن ماه 1383 ش همراه خانواده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کشورها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فارس مسافرت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دوستانش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که ماه محرم را در آنجا بماند و در مجالس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شرکت کند.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هفتم محرّم در اثر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فراوان حالش به 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خورد، روز هشتم دوباره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اتّفاق رخ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عاشورا 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در اثر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تضرّع از خود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روحان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مجلس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اللّه صادق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درخواست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دعا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ذکر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تعل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کند،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133 مرتبه بگو: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کاشف الکرب عن وجه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، اکشف کرب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بحقّ أخ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»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4548E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شب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ازدهم</w:t>
      </w:r>
      <w:r>
        <w:rPr>
          <w:rtl/>
          <w:lang w:bidi="fa-IR"/>
        </w:rPr>
        <w:t xml:space="preserve"> محرّم،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133 بار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ذکر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خواند، حال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او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دهد،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عزادار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همه سر پا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اند و خط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مجلس مصا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خواند،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نوران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مجلس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«بلند شو».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طرف بدنم از کار افتاده و قدرت بلند شدن ندارم.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حضرت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«به شانه ام 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کن و بلند شو».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شانه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بلند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احساس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بعد از هشت سال، بهبود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کامل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کرامت باهره در شب دوشنبه 11 محرم 1426 قمر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برابر 3/12/83 شمس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21 فور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2005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اتّفاق افتاد.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8461F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کرامت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همسر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tl/>
          <w:lang w:bidi="fa-IR"/>
        </w:rPr>
        <w:t xml:space="preserve"> که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بود، به خدمت حجه الاسلام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اللّه صادق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رسد، در مورد اسلام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داستان زه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بن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عثمان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بود، با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</w:p>
    <w:p w:rsidR="00160F70" w:rsidRDefault="00160F70" w:rsidP="008461F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همسرش</w:t>
      </w:r>
      <w:r>
        <w:rPr>
          <w:rtl/>
          <w:lang w:bidi="fa-IR"/>
        </w:rPr>
        <w:t xml:space="preserve"> به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</w:t>
      </w:r>
      <w:r>
        <w:rPr>
          <w:rtl/>
          <w:lang w:bidi="fa-IR"/>
        </w:rPr>
        <w:t xml:space="preserve"> و روز عاشورا به شهادت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داستان وهب، همسر و مادرش را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و به شرف اسلام و شهادت 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شد، سرانجام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 دوازدهم محرم رسماً به شرف اسلام مشرّف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8461F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داستان در همان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از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دفتر حضرت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فاضل لنکران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نقل از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صادق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چاپ و منتشر 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8461F6">
      <w:pPr>
        <w:pStyle w:val="libNormal"/>
        <w:rPr>
          <w:rtl/>
          <w:lang w:bidi="fa-IR"/>
        </w:rPr>
      </w:pPr>
      <w:r>
        <w:rPr>
          <w:rtl/>
          <w:lang w:bidi="fa-IR"/>
        </w:rPr>
        <w:t>3) روز چهارشنبه 21/11/88 برابر 25 صفر 1431 قمر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توانا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محمدباقر فال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مشهد مقدس در مدرسه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رضا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جمع اهل وِلا فرمود: امسال در «نبط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ه»</w:t>
      </w:r>
      <w:r>
        <w:rPr>
          <w:rtl/>
          <w:lang w:bidi="fa-IR"/>
        </w:rPr>
        <w:t xml:space="preserve"> (جنوب لبنان)، دختر بچه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خوابد، صبح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استخوان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نرم شده، مثل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تکه گوشت شده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دکترها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از چند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نفر،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به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مبتلا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درمان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ندارد، خود را به زحمت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بساز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او را به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برند و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خوابانند.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8461F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علم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از کربلا آورده بود، آن علم را به پدر دختر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امشب</w:t>
      </w:r>
      <w:r>
        <w:rPr>
          <w:rtl/>
          <w:lang w:bidi="fa-IR"/>
        </w:rPr>
        <w:t xml:space="preserve"> بچه را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علم بپ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8461F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شب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خواب بچه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چرا خود را به علم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تو که باکت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دختر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سالم سالم شده است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گونه مشکل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8461F6">
      <w:pPr>
        <w:pStyle w:val="Heading1"/>
        <w:rPr>
          <w:rtl/>
          <w:lang w:bidi="fa-IR"/>
        </w:rPr>
      </w:pPr>
      <w:bookmarkStart w:id="21" w:name="_Toc525386392"/>
      <w:r>
        <w:rPr>
          <w:rFonts w:hint="eastAsia"/>
          <w:rtl/>
          <w:lang w:bidi="fa-IR"/>
        </w:rPr>
        <w:t>نجات</w:t>
      </w:r>
      <w:r>
        <w:rPr>
          <w:rtl/>
          <w:lang w:bidi="fa-IR"/>
        </w:rPr>
        <w:t xml:space="preserve"> حاج ماشاء اللّه از مرگ حتم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bookmarkEnd w:id="21"/>
      <w:r w:rsidRPr="00160F70">
        <w:rPr>
          <w:rStyle w:val="libAlaemChar"/>
          <w:rtl/>
        </w:rPr>
        <w:t xml:space="preserve"> 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سال ها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داستان شفا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</w:t>
      </w:r>
      <w:r>
        <w:rPr>
          <w:rtl/>
          <w:lang w:bidi="fa-IR"/>
        </w:rPr>
        <w:t xml:space="preserve"> حاج ماشاء اللّه خدا دادپور، به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</w:p>
    <w:p w:rsidR="00160F70" w:rsidRDefault="00160F70" w:rsidP="008461F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اعجازآم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اعجاب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را از دوستان کرمان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بودم تا در سال گذشته روز چهارشنبه 23/1/91 برابر 19 جماد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1433 قمر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مناسبت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شهادت حضرت فاطمه </w:t>
      </w:r>
      <w:r w:rsidR="008461F6" w:rsidRPr="008461F6">
        <w:rPr>
          <w:rStyle w:val="libAlaemChar"/>
          <w:rFonts w:eastAsiaTheme="minorHAnsi"/>
          <w:rtl/>
        </w:rPr>
        <w:t>عليها‌السلام</w:t>
      </w:r>
      <w:r w:rsidR="008461F6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در کرمان بودم، در حضور حجه الاسلام والمسلم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پاکزاد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زبان</w:t>
      </w:r>
      <w:r>
        <w:rPr>
          <w:rtl/>
          <w:lang w:bidi="fa-IR"/>
        </w:rPr>
        <w:t xml:space="preserve"> محترم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ضرّ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منزل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ماشاءاللّه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داستان شفا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</w:t>
      </w:r>
      <w:r>
        <w:rPr>
          <w:rtl/>
          <w:lang w:bidi="fa-IR"/>
        </w:rPr>
        <w:t xml:space="preserve"> او را از زبان خودش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حادثه در روز پنج شنبه، 1/6/1335 شمس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برابر 16 محرم 1376 قمر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اتفاق افتاده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ماشاء اللّه در 93 سالگ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شاداب و سر حال از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سالار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پس از گذشت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به شصت سال از آن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حادّ و کمرشکن،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سراسر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افتخارش را سپر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8461F6">
      <w:pPr>
        <w:pStyle w:val="libNormal"/>
        <w:rPr>
          <w:rtl/>
          <w:lang w:bidi="fa-IR"/>
        </w:rPr>
      </w:pPr>
      <w:r>
        <w:rPr>
          <w:rtl/>
          <w:lang w:bidi="fa-IR"/>
        </w:rPr>
        <w:t>حاج ماشاء اللّه خدادادپور، مشهور به حاج ماشاءاللّه نجّار، که معجزه زنده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است، داستان خود را به شرح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کرد: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32 سال از عمرم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گذشت، در کارگاه نجار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مشغول کار بودم که احساس تهوّع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 رخ داد، به مطبّ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دکتر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رفتم، </w:t>
      </w:r>
      <w:r>
        <w:rPr>
          <w:rtl/>
          <w:lang w:bidi="fa-IR"/>
        </w:rPr>
        <w:lastRenderedPageBreak/>
        <w:t>پس از معا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نات،</w:t>
      </w:r>
      <w:r>
        <w:rPr>
          <w:rtl/>
          <w:lang w:bidi="fa-IR"/>
        </w:rPr>
        <w:t xml:space="preserve"> نارسا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مشکل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تشخ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داد و داروها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تجو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کرد و دستور استراحت داد.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روز وضعم بدتر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تمام بدنم ورم کرده بود، ادرار دفع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از آب هم منع شده بودم، فقط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لب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</w:t>
      </w:r>
      <w:r>
        <w:rPr>
          <w:rtl/>
          <w:lang w:bidi="fa-IR"/>
        </w:rPr>
        <w:t xml:space="preserve"> سال تمام در منزل به پشت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مرا بلند کردند که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</w:t>
      </w:r>
      <w:r>
        <w:rPr>
          <w:rtl/>
          <w:lang w:bidi="fa-IR"/>
        </w:rPr>
        <w:t xml:space="preserve"> ببرند،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که مور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تخت و تشک و قسمت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پشتم را خورده بود که در اثر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حس شدن بدنم متوجه نشده بودم.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آن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وجود نداشت، داروها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و هر روز دو بار بدنم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برق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گذاشتند و آب بدنم را با سرنگ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دوره درمان شش ماهه، بدون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بهبود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مرخص شدم.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منزل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هر روز وضعم بدتر شد تا به وساطت پزشک معالجم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</w:t>
      </w:r>
      <w:r>
        <w:rPr>
          <w:rtl/>
          <w:lang w:bidi="fa-IR"/>
        </w:rPr>
        <w:t xml:space="preserve"> بستر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شش ماه مرخص شدم، حالم بدتر شد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</w:t>
      </w:r>
      <w:r>
        <w:rPr>
          <w:rtl/>
          <w:lang w:bidi="fa-IR"/>
        </w:rPr>
        <w:t xml:space="preserve"> بستر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صمصام استاندار کرمان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کرد، حال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وخ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مرا مشاهده کرد، به پزشک معالجم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دکتر هِرمان ابراشر که اهل آلمان بود، گفت: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را به خارج بفرست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کل هز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اش را 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پردازم. دکتر هرمان گفت: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در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قابل معالجه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آنگاه جلو آمد، پلک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چشمم را بالا زد و گفت: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24 ساعت زنده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سه تا فرزند دارد، اگر لطف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آنها را به پرورشگاه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اظهارنظر دکتر هرمان خانواده ام مرا به منزل بردند که لحظات آخر را در کنار من باشند.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8461F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آشنا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به من شراب کهنه تجو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کردند، گفتم: به فرموده امام صادق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خداوند در حرام شفا قرار نداده است. اگر بم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لب به شراب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زنم.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دوستان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دعا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کردند،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مساجد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دعا و تضرّع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8461F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از همه جا قطع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کرده بودم،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ماه محرم بود و من چشم انتظار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بودم. روز هشتم محرم بود، کبوتر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لب بام خانه نشست.</w:t>
      </w:r>
    </w:p>
    <w:p w:rsidR="00160F70" w:rsidRDefault="00160F70" w:rsidP="008461F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گفتم</w:t>
      </w:r>
      <w:r>
        <w:rPr>
          <w:rtl/>
          <w:lang w:bidi="fa-IR"/>
        </w:rPr>
        <w:t>: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کبوتر قاصد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است،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کنار تخت من، ناگاه کبوتر آمد و رفت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تخت من.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8461F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ساعت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بعد مادرم آمد، دستمال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دست داشت، گفت: پسرم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دستمال به اشک بر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آغشته است، آن را بر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ام مال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قدرت تکلّم نداشتم، با اشاره به مادرم فهمان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من مهمان دارم. او رفت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کبوتر آب و دانه آورد،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کبوتر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نخورد.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شانزدهم محرم (1376 ق)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دلم شکست و گفتم: مولاجان، عاشورا گذشت و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 نشد.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چشم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نهادم،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مرتبه در حال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مکاشفه شد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سقف</w:t>
      </w:r>
      <w:r>
        <w:rPr>
          <w:rtl/>
          <w:lang w:bidi="fa-IR"/>
        </w:rPr>
        <w:t xml:space="preserve"> اطاق شکافته شد،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کپارچه</w:t>
      </w:r>
      <w:r>
        <w:rPr>
          <w:rtl/>
          <w:lang w:bidi="fa-IR"/>
        </w:rPr>
        <w:t xml:space="preserve"> نور بود،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فرما شد،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صندل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کنار بسترم بود، نشست.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زحمت طاقت فرسا از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برخاستم،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دست بازو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را گرفتم و بازو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گرم</w:t>
      </w:r>
      <w:r>
        <w:rPr>
          <w:rtl/>
          <w:lang w:bidi="fa-IR"/>
        </w:rPr>
        <w:t xml:space="preserve"> را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شانه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قرار دادم و مکرر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گفتم: بَه بَه، به صورت عالم نگاه کردن عبادت است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لبخند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8461F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عرض</w:t>
      </w:r>
      <w:r>
        <w:rPr>
          <w:rtl/>
          <w:lang w:bidi="fa-IR"/>
        </w:rPr>
        <w:t xml:space="preserve"> کردم: شما 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فرمودند: شما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صدا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گفتم: من آقا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فرمودند</w:t>
      </w:r>
      <w:r>
        <w:rPr>
          <w:rtl/>
          <w:lang w:bidi="fa-IR"/>
        </w:rPr>
        <w:t>: من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هستم، از من 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گفتم: شما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من 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8461F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سقف اطاق شکافته شد و دو دست قطع شده در داخل بشقاب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برابر حضرت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قرار گرفت.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8461F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فرمودند: آنچه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به تو داد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سپس فرمودند: بلند شو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پس دست مرا گرفتند و در آن حال مکاشفه به مسجد خواجه خضر کرمان</w:t>
      </w:r>
      <w:r w:rsidR="008461F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مسجد پر از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بود، آنها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همه نور بودند. چون حضرت وارد شدند،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به احترام حضرت از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برخاستند.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مرتبه از آن حال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آمدم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در اطاق هستم، 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عطر و گلاب فضا را پُر کرده است. کبوتر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تخت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خواند. دست به شکمم زدم،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ورم رفع شده، کاملاً سالم هستم.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8461F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درب</w:t>
      </w:r>
      <w:r>
        <w:rPr>
          <w:rtl/>
          <w:lang w:bidi="fa-IR"/>
        </w:rPr>
        <w:t xml:space="preserve"> اطاق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بسته بود، در زدم مادرم آمد، در را باز کرد و مرا در بغل گرفت و گفت: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چه خبر است؟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همه 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عطر و گلاب از کجا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گفتم: آقا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مرا شفا داد.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منزل آمدم، پس از چهار سال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احساس کردم که محصور هستم، به دستشو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رفتم، مقدار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چرک و خون از من دفع شد و بدنم کاملاً راحت 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صبح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قصد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و 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اناً</w:t>
      </w:r>
      <w:r>
        <w:rPr>
          <w:rtl/>
          <w:lang w:bidi="fa-IR"/>
        </w:rPr>
        <w:t xml:space="preserve"> تش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جنازه ام آمدند،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که من کاملاً سالم هستم.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ظهر</w:t>
      </w:r>
      <w:r>
        <w:rPr>
          <w:rtl/>
          <w:lang w:bidi="fa-IR"/>
        </w:rPr>
        <w:t xml:space="preserve"> به مسجد جامع کرمان رفتم و در نماز جماعت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صالح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شرکت کردم.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8461F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کنار من نشسته بود، گفت: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جوان چقدر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حاج ماشاء اللّه نجار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چاره</w:t>
      </w:r>
      <w:r>
        <w:rPr>
          <w:rtl/>
          <w:lang w:bidi="fa-IR"/>
        </w:rPr>
        <w:t xml:space="preserve"> حاج ماشاء اللّه در بستر مرگ است، کارش تمام است. گفتم: من حاج ماشاء اللّه هستم،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مرا شفا داده است. مردم جمع شدند که لباس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تکه تکه کنند،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صالح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مانع 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دکتر</w:t>
      </w:r>
      <w:r>
        <w:rPr>
          <w:rtl/>
          <w:lang w:bidi="fa-IR"/>
        </w:rPr>
        <w:t xml:space="preserve"> وک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چهار سال پزشک معالج من بود، مطلع شد، مرا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</w:t>
      </w:r>
      <w:r>
        <w:rPr>
          <w:rtl/>
          <w:lang w:bidi="fa-IR"/>
        </w:rPr>
        <w:t xml:space="preserve"> برد و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کامل از من گرفت، همه پزشکان تعجب کردند و دکتر هرمان به دکتر وک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چه دارو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تجو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به من بگو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موارد مشابه از آن استفاده کنم.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8461F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دکتر</w:t>
      </w:r>
      <w:r>
        <w:rPr>
          <w:rtl/>
          <w:lang w:bidi="fa-IR"/>
        </w:rPr>
        <w:t xml:space="preserve"> وک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بود، گفت: من جدّ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دارم به نام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، جدّ من او را شفا داده است.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دکترها</w:t>
      </w:r>
      <w:r>
        <w:rPr>
          <w:rtl/>
          <w:lang w:bidi="fa-IR"/>
        </w:rPr>
        <w:t xml:space="preserve"> و پرستارها که دو دوره شش ماهه در آن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</w:t>
      </w:r>
      <w:r>
        <w:rPr>
          <w:rtl/>
          <w:lang w:bidi="fa-IR"/>
        </w:rPr>
        <w:t xml:space="preserve"> وضع مرا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بودند، شروع به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دکتر</w:t>
      </w:r>
      <w:r>
        <w:rPr>
          <w:rtl/>
          <w:lang w:bidi="fa-IR"/>
        </w:rPr>
        <w:t xml:space="preserve"> هرمان پس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جواب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ها گفت: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نوزاد تازه تولّد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سالم تر است.</w:t>
      </w:r>
    </w:p>
    <w:p w:rsidR="00160F70" w:rsidRDefault="00160F70" w:rsidP="008461F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سال بعد، شب تاسوعا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در خواب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ده،</w:t>
      </w:r>
      <w:r>
        <w:rPr>
          <w:rtl/>
          <w:lang w:bidi="fa-IR"/>
        </w:rPr>
        <w:t xml:space="preserve"> دستور روضه 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قرن است که در منزل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ماشاء اللّه که به عزاخانه و شفاخانه شهرت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افته،</w:t>
      </w:r>
      <w:r>
        <w:rPr>
          <w:rtl/>
          <w:lang w:bidi="fa-IR"/>
        </w:rPr>
        <w:t xml:space="preserve"> مجلس عزا برپا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باشد، افراد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شفاخانه شفا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اند،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جوان زرتشت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شفا گرفته، 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بانو که سال ها بچه دار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شدند،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عزاخانه متوسل شده، بچه دار شده اند. اطاق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ماشاء اللّه در آن شفا گرفته، به حال خود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آن صندل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نشسته، در همان نقطه از اطاق قرار دارد.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داستان</w:t>
      </w:r>
      <w:r>
        <w:rPr>
          <w:rtl/>
          <w:lang w:bidi="fa-IR"/>
        </w:rPr>
        <w:t xml:space="preserve"> شفا گرفتن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اهل کرمان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دانند، دوست دانشمندم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زاده مشروح شفا گرفتنش را در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نام: «کل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سعادت» از زبان خودش نقل کرده، اشعار شاعر متعهّد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سازگار را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رابطه نقل کرده، سپس اشعار غلامرضا کپتان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متخلّص به «طوفان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را آورده که داستان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خدادادپور را در 180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 نظم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8461F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دستخط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را آورده که در سال 1335 شمس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منزل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دکتر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اکبر وک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دهه منبر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رفته،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ماشاء اللّه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شفا آورده بودند، مشاهده کرده و دکتر وک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گفته: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آقا</w:t>
      </w:r>
      <w:r>
        <w:rPr>
          <w:rtl/>
          <w:lang w:bidi="fa-IR"/>
        </w:rPr>
        <w:t xml:space="preserve"> ماشاء اللّه خدادادپور است که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کار افتاده و در آستانه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مرگ حتم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بعدها که شفا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اش را مشاهده کرده،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باورناکردن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حاج</w:t>
      </w:r>
      <w:r>
        <w:rPr>
          <w:rtl/>
          <w:lang w:bidi="fa-IR"/>
        </w:rPr>
        <w:t xml:space="preserve"> ماشاءاللّه تاکنون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کصد</w:t>
      </w:r>
      <w:r>
        <w:rPr>
          <w:rtl/>
          <w:lang w:bidi="fa-IR"/>
        </w:rPr>
        <w:t xml:space="preserve"> منبر ساخته، به شهرها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در داخل و خارج فرستاده که در مساجد و تکا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 فراز آن روضه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دالشهداء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خوانده شود.</w:t>
      </w:r>
    </w:p>
    <w:p w:rsidR="00160F70" w:rsidRDefault="00E935C9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E935C9">
      <w:pPr>
        <w:pStyle w:val="Heading1"/>
        <w:rPr>
          <w:rtl/>
          <w:lang w:bidi="fa-IR"/>
        </w:rPr>
      </w:pPr>
      <w:bookmarkStart w:id="22" w:name="_Toc525386393"/>
      <w:r>
        <w:rPr>
          <w:rFonts w:hint="eastAsia"/>
          <w:rtl/>
          <w:lang w:bidi="fa-IR"/>
        </w:rPr>
        <w:t>عمر</w:t>
      </w:r>
      <w:r>
        <w:rPr>
          <w:rtl/>
          <w:lang w:bidi="fa-IR"/>
        </w:rPr>
        <w:t xml:space="preserve"> دوباره با توسل به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bookmarkEnd w:id="22"/>
      <w:r w:rsidRPr="00160F70">
        <w:rPr>
          <w:rStyle w:val="libAlaemChar"/>
          <w:rtl/>
        </w:rPr>
        <w:t xml:space="preserve"> 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سه شنبه 15/12/85 برابر 15 صفر 1428 قمر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واعظ توانا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بهبهان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فراز منبر نقل کرد که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خانم هند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مبتلا به خوره، به مطب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تهران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چهره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دچار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به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ببخش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من از معالجه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معذور هستم.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زن آه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کشد و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از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دچار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از همراه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خانم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E935C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خانم علو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است، شوهرش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سادات است.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ثروتمندتر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خانواده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هند بود که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ثروتش را در راه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خرج کرده،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مبتلا شده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من او را معالجه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شش</w:t>
      </w:r>
      <w:r>
        <w:rPr>
          <w:rtl/>
          <w:lang w:bidi="fa-IR"/>
        </w:rPr>
        <w:t xml:space="preserve"> ماه تمام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معالجه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کاملاً خوب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عالم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گفته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فقط ده روز فرصت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هر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بده.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متوجه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صادقه است، چند روز بعد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هر روز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دتر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روز دهم به حال احتضار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افتد و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اقوامش جمع شده، فکر محلّ قبر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E935C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دو نفر موکَّل به قبض روح او شدند،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مرتبه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دست نگهدار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پرسند: چرا؟.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فرمان داده است. آنها رها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اثناء آن علو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وارد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مژده، مژده، حاج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E935C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پرسند: از کجا؟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به حرم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مشرّف شدم، آن قدر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کردم که مطمئن شدم که حاجتم را گرفتم.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E935C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منزل آمدم، استراحت کردم.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در عالم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فرمود: دخترم اجل او فرا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عرض</w:t>
      </w:r>
      <w:r>
        <w:rPr>
          <w:rtl/>
          <w:lang w:bidi="fa-IR"/>
        </w:rPr>
        <w:t xml:space="preserve"> کردم: من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دانم، فقط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که او به من عمر دوباره داده است، شما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او عمر دوباره عطا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E935C9" w:rsidRDefault="00160F70" w:rsidP="00E935C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آنگاه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دست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مبارکش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 برافراشت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دعا کرد و خداوند اجابت فرمود.</w:t>
      </w:r>
    </w:p>
    <w:p w:rsidR="00160F70" w:rsidRDefault="00E935C9" w:rsidP="00E935C9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E935C9">
      <w:pPr>
        <w:pStyle w:val="Heading1"/>
        <w:rPr>
          <w:rtl/>
          <w:lang w:bidi="fa-IR"/>
        </w:rPr>
      </w:pPr>
      <w:bookmarkStart w:id="23" w:name="_Toc525386394"/>
      <w:r>
        <w:rPr>
          <w:rFonts w:hint="eastAsia"/>
          <w:rtl/>
          <w:lang w:bidi="fa-IR"/>
        </w:rPr>
        <w:t>نجات</w:t>
      </w:r>
      <w:r>
        <w:rPr>
          <w:rtl/>
          <w:lang w:bidi="fa-IR"/>
        </w:rPr>
        <w:t xml:space="preserve"> از مرگ با توسل به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bookmarkEnd w:id="23"/>
      <w:r w:rsidRPr="00160F70">
        <w:rPr>
          <w:rStyle w:val="libAlaemChar"/>
          <w:rtl/>
        </w:rPr>
        <w:t xml:space="preserve"> 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1) در سال 1324 شمس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آذربا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tl/>
          <w:lang w:bidi="fa-IR"/>
        </w:rPr>
        <w:t xml:space="preserve"> در اشغال شورو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و دموکرات ها حکومت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کردند، ده نفر از روءسا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ئت</w:t>
      </w:r>
      <w:r>
        <w:rPr>
          <w:rtl/>
          <w:lang w:bidi="fa-IR"/>
        </w:rPr>
        <w:t xml:space="preserve"> ها را دستگ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کنند، در محل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کوه قافلانکوه آنها را زندان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محکوم به اعدام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شوند، ده چوبه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 در آنجا نصب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حکم اعدام ابلاغ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E935C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ها به مسئول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ما جرم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جز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دسته جات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حالا که قرار است ما اعدام بشو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اجازه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سپس ما را اعدام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مانع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ندارد.</w:t>
      </w:r>
    </w:p>
    <w:p w:rsidR="00160F70" w:rsidRDefault="00160F70" w:rsidP="00E935C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ده نفر که عاشق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بودند و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جرم اعدام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توسل و تضرع پرشور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مرتبه قاصد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و حکم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را از طرف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آنها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تقاضا را نکرده بودند، در نخست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ساعت اعدام شده بودند،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برکت توسل و تضرع به سالار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دان،</w:t>
      </w:r>
      <w:r>
        <w:rPr>
          <w:rtl/>
          <w:lang w:bidi="fa-IR"/>
        </w:rPr>
        <w:t xml:space="preserve"> از مرگ حتم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نجات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افتند</w:t>
      </w:r>
      <w:r>
        <w:rPr>
          <w:rtl/>
          <w:lang w:bidi="fa-IR"/>
        </w:rPr>
        <w:t xml:space="preserve"> و آزاد شدند.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</w:t>
      </w:r>
      <w:r>
        <w:rPr>
          <w:rtl/>
          <w:lang w:bidi="fa-IR"/>
        </w:rPr>
        <w:t xml:space="preserve"> نفر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افراد اهل باغم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و هم محلّ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بودند،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کربلا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محمدعل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نعلبند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کربلا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؛</w:t>
      </w:r>
      <w:r>
        <w:rPr>
          <w:rtl/>
          <w:lang w:bidi="fa-IR"/>
        </w:rPr>
        <w:t xml:space="preserve"> من هر دو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شناختم و مأنوس بودم و داستان فوق را از کربلا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محمدعل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نعلبند در مغازه مرحوم پدرم بارها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2) مرحوم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رسول زاده (1300 _ 1384 شمس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در مهرماه 1373 شمس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مسجد الغد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تهران بر فراز منبر نقل کرد: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لنگرود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شخص سنّ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به قتل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در دادگاه به قتل اعتراف کرد و محکوم به قصاص 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اقوام</w:t>
      </w:r>
      <w:r>
        <w:rPr>
          <w:rtl/>
          <w:lang w:bidi="fa-IR"/>
        </w:rPr>
        <w:t xml:space="preserve"> قاتل هر چه تلاش کردند که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مقتول را به دست آورند،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موفّق</w:t>
      </w:r>
      <w:r>
        <w:rPr>
          <w:rtl/>
          <w:lang w:bidi="fa-IR"/>
        </w:rPr>
        <w:t xml:space="preserve"> نشدند.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پدر</w:t>
      </w:r>
      <w:r>
        <w:rPr>
          <w:rtl/>
          <w:lang w:bidi="fa-IR"/>
        </w:rPr>
        <w:t xml:space="preserve"> قاتل به زندان رفته، به پسرش اعلام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سه روز بعد اعدام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روز سوم چوبه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 آماده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خانواده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قاتل و مقتول حاضر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شوند. قاتل را به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آورند و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سمان</w:t>
      </w:r>
      <w:r>
        <w:rPr>
          <w:rtl/>
          <w:lang w:bidi="fa-IR"/>
        </w:rPr>
        <w:t xml:space="preserve"> به دور گردنش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بندند. به پدر مقتول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حکم را اجرا کن.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پدر</w:t>
      </w:r>
      <w:r>
        <w:rPr>
          <w:rtl/>
          <w:lang w:bidi="fa-IR"/>
        </w:rPr>
        <w:t xml:space="preserve"> مقتول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آمده طناب را از گردن قاتل باز نموده او را آزاد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 قاتل به شدت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مردم کف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E935C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سبب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از قاتل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پرسند،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من به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متوسّل شدم و نذر کردم که اگر نجاتم دهد،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بشوم.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طناب به گردنم انداختند، گفتم: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جان! چرا مرا قبول نکرد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چرا نوم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توسل من در روح ول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مقتول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کرد و آزادم نمود</w:t>
      </w:r>
      <w:r w:rsidRPr="00E935C9">
        <w:rPr>
          <w:rStyle w:val="libFootnotenumChar"/>
          <w:rtl/>
        </w:rPr>
        <w:t>.(1)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3) حضرت حجه الاسلام و المسلم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آقا جعفر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 شنبه 24/4/91 برابر 24 شعبان 1433 قمر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فرمود که: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وقت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حسن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حکم اعدام صادر شد، تا کنار چوبه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 بردند، طناب به گردنش آو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ختند،</w:t>
      </w:r>
      <w:r>
        <w:rPr>
          <w:rtl/>
          <w:lang w:bidi="fa-IR"/>
        </w:rPr>
        <w:t xml:space="preserve"> تا لحظه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 محکم و باصلابت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بود،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شرطه شماره معکوس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شمارد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3، 2،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مرتبه هول مرگ او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در دلش متوسل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شرطه پس از گفتن 3 و 2،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احساس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سر و صدا شد، چشم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</w:t>
      </w:r>
    </w:p>
    <w:p w:rsidR="00160F70" w:rsidRPr="00E935C9" w:rsidRDefault="00E935C9" w:rsidP="00E935C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</w:t>
      </w:r>
    </w:p>
    <w:p w:rsidR="00E935C9" w:rsidRDefault="00160F70" w:rsidP="00E935C9">
      <w:pPr>
        <w:pStyle w:val="libFootnote0"/>
        <w:rPr>
          <w:rtl/>
          <w:lang w:bidi="fa-IR"/>
        </w:rPr>
      </w:pPr>
      <w:r>
        <w:rPr>
          <w:rtl/>
          <w:lang w:bidi="fa-IR"/>
        </w:rPr>
        <w:t>1- 1.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کرامات و حکا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پندآموز، ص 51.</w:t>
      </w:r>
    </w:p>
    <w:p w:rsidR="00160F70" w:rsidRDefault="00E935C9" w:rsidP="00E935C9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سقف قسمت مرکز شرطه فرو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 xml:space="preserve"> و همه به دنبال آن حادثه رفتند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طناب را از گردنش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فرار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4)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مورد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نقل کردند که در صف اعدام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بوده،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بردند و اعدام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آنکه نوبت به آن شخص برسد، سقف آن محل فرو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زد،</w:t>
      </w:r>
      <w:r>
        <w:rPr>
          <w:rtl/>
          <w:lang w:bidi="fa-IR"/>
        </w:rPr>
        <w:t xml:space="preserve"> سر شرطه ها مشغول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فرار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5) صد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ارجمندم حجه الاسلام والمسلم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دوستش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خدادادپور اهل رشت نقل کرد که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مشهد مقدس تعهد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نماز بخواند، در رشت مرگ مغز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فرشته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مشغول قبض روح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تا حدود کمر بدن سرد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مرتبه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بانو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فرما شد، پشت سرش بانو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گر،</w:t>
      </w:r>
      <w:r>
        <w:rPr>
          <w:rtl/>
          <w:lang w:bidi="fa-IR"/>
        </w:rPr>
        <w:t xml:space="preserve"> پشت سرشان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ازده</w:t>
      </w:r>
      <w:r>
        <w:rPr>
          <w:rtl/>
          <w:lang w:bidi="fa-IR"/>
        </w:rPr>
        <w:t xml:space="preserve"> بزرگوار آمدند.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بانو خطاب به همراهان خود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دعا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فرزندم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عزادار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است. سپس به آن فرشته امر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که شما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خطاب به آن شخص محتضر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خوب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برو به دنبال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تعهّدت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</w:t>
      </w:r>
      <w:r>
        <w:rPr>
          <w:rtl/>
          <w:lang w:bidi="fa-IR"/>
        </w:rPr>
        <w:t xml:space="preserve"> نرود.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پرسد: چه تعهّد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تعهد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نماز بخوان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و به آن بانو اصرار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مرا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 خودتان ببر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صحنه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جلو چشمش ظاهر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همسرش و دو بچه اش در کنارش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او داد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 که من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بم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E935C9">
      <w:pPr>
        <w:pStyle w:val="Heading1"/>
        <w:rPr>
          <w:rtl/>
          <w:lang w:bidi="fa-IR"/>
        </w:rPr>
      </w:pPr>
      <w:bookmarkStart w:id="24" w:name="_Toc525386395"/>
      <w:r>
        <w:rPr>
          <w:rFonts w:hint="eastAsia"/>
          <w:rtl/>
          <w:lang w:bidi="fa-IR"/>
        </w:rPr>
        <w:t>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شاعران مرث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سرا</w:t>
      </w:r>
      <w:r>
        <w:rPr>
          <w:rFonts w:hint="cs"/>
          <w:rtl/>
          <w:lang w:bidi="fa-IR"/>
        </w:rPr>
        <w:t>ی</w:t>
      </w:r>
      <w:bookmarkEnd w:id="24"/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شاعر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مصرع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«در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کرب و بلا چون فتاد گل بدنش»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مصرع دوم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ذهنش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E935C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در عالم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حضرت زهرا </w:t>
      </w:r>
      <w:r w:rsidR="00E935C9" w:rsidRPr="00E935C9">
        <w:rPr>
          <w:rStyle w:val="libAlaemChar"/>
          <w:rFonts w:eastAsiaTheme="minorHAnsi"/>
          <w:rtl/>
        </w:rPr>
        <w:t>عليها‌السلام</w:t>
      </w:r>
      <w:r w:rsidR="00E935C9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چرا</w:t>
      </w:r>
      <w:r>
        <w:rPr>
          <w:rtl/>
          <w:lang w:bidi="fa-IR"/>
        </w:rPr>
        <w:t xml:space="preserve"> شعر خود را تمام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عرض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کند: پدر و مادرم به فدا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شما، نتوانستم و ندانستم که چه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فرمود</w:t>
      </w:r>
      <w:r>
        <w:rPr>
          <w:rtl/>
          <w:lang w:bidi="fa-IR"/>
        </w:rPr>
        <w:t>: بگو: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شعشعه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آفتاب شد کفنش»</w:t>
      </w:r>
      <w:r w:rsidRPr="00E935C9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E935C9">
      <w:pPr>
        <w:pStyle w:val="Heading1"/>
        <w:rPr>
          <w:rtl/>
          <w:lang w:bidi="fa-IR"/>
        </w:rPr>
      </w:pPr>
      <w:bookmarkStart w:id="25" w:name="_Toc525386396"/>
      <w:r>
        <w:rPr>
          <w:rFonts w:hint="eastAsia"/>
          <w:rtl/>
          <w:lang w:bidi="fa-IR"/>
        </w:rPr>
        <w:t>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>
        <w:rPr>
          <w:rtl/>
          <w:lang w:bidi="fa-IR"/>
        </w:rPr>
        <w:t xml:space="preserve"> سرا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bookmarkEnd w:id="25"/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1) پسر حاج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احتساب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کرد: در تهران در مسافرخانه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مبلغ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پول گم شد.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کارکنان مسافرخانه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متهم کرد.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E935C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شخص</w:t>
      </w:r>
      <w:r>
        <w:rPr>
          <w:rtl/>
          <w:lang w:bidi="fa-IR"/>
        </w:rPr>
        <w:t xml:space="preserve"> متهم که مداح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بود به فرد تهمت زننده گفت: اگر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تا روز عاشورا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امسال تو را رسوا نکند، من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آستان خدمت نخواهم کرد.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شخص چند روز مانده به عاشورا با سه نفر زد و خورد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مجروح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روز عاشورا جان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سپارد.</w:t>
      </w:r>
      <w:r w:rsidRPr="00E935C9">
        <w:rPr>
          <w:rStyle w:val="libFootnotenumChar"/>
          <w:rtl/>
        </w:rPr>
        <w:t>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2)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مداحان به نام شبستر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مبتلا به قند بود،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مجالس عزادار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تهران توسل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شور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دارد، قندش بالا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رود، همانجا فوت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160F70" w:rsidRPr="00E935C9" w:rsidRDefault="00E935C9" w:rsidP="00E935C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160F70" w:rsidRDefault="00160F70" w:rsidP="00E935C9">
      <w:pPr>
        <w:pStyle w:val="libFootnote0"/>
        <w:rPr>
          <w:rtl/>
          <w:lang w:bidi="fa-IR"/>
        </w:rPr>
      </w:pPr>
      <w:r>
        <w:rPr>
          <w:rtl/>
          <w:lang w:bidi="fa-IR"/>
        </w:rPr>
        <w:t>1- 1.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کرامات و حکا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پندآموز، ص 43.</w:t>
      </w:r>
    </w:p>
    <w:p w:rsidR="00E935C9" w:rsidRDefault="00160F70" w:rsidP="00E935C9">
      <w:pPr>
        <w:pStyle w:val="libFootnote0"/>
        <w:rPr>
          <w:rtl/>
          <w:lang w:bidi="fa-IR"/>
        </w:rPr>
      </w:pPr>
      <w:r>
        <w:rPr>
          <w:rtl/>
          <w:lang w:bidi="fa-IR"/>
        </w:rPr>
        <w:t>2- 2.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کرامات و حکا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پندآموز، ص 48.</w:t>
      </w:r>
    </w:p>
    <w:p w:rsidR="00160F70" w:rsidRDefault="00E935C9" w:rsidP="00E935C9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دفن، همسرش سر خاکش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تو خادم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نوکر راست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من 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سال تو را خدمت کردم و هر شب منتظر بودم که از مجالس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برگرد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کنم.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قدرت تحمل فراق تو را ندارم، تو را به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قسم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 که مرگ مرا از خدا بخواه.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خانه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گردد، دراز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کشد و فوت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ساعات همان روز دفن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  <w:r w:rsidRPr="00E935C9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E935C9">
      <w:pPr>
        <w:pStyle w:val="libNormal"/>
        <w:rPr>
          <w:rtl/>
          <w:lang w:bidi="fa-IR"/>
        </w:rPr>
      </w:pPr>
      <w:r>
        <w:rPr>
          <w:rtl/>
          <w:lang w:bidi="fa-IR"/>
        </w:rPr>
        <w:t>3)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محسن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مداح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عصمت و طهارت </w:t>
      </w:r>
      <w:r w:rsidRPr="00160F70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نجانب</w:t>
      </w:r>
      <w:r>
        <w:rPr>
          <w:rtl/>
          <w:lang w:bidi="fa-IR"/>
        </w:rPr>
        <w:t xml:space="preserve"> نقل کرد که چند نفر از من لوازم خانگ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و پولش را خوردند و مرا با مشکل جدّ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روبه رو کردند،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مجلس روضه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آن حضرت متوسّل شدم، به منزل برگشتم، در عا</w:t>
      </w:r>
      <w:r>
        <w:rPr>
          <w:rFonts w:hint="eastAsia"/>
          <w:rtl/>
          <w:lang w:bidi="fa-IR"/>
        </w:rPr>
        <w:t>لم</w:t>
      </w:r>
      <w:r>
        <w:rPr>
          <w:rtl/>
          <w:lang w:bidi="fa-IR"/>
        </w:rPr>
        <w:t xml:space="preserve">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مجلس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باعظمت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هزار نفر از افراد متشخّص در مجلس هستند و من مدّاح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کنم، مجلس حال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و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شدّت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مرتبه خانواده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دارم</w:t>
      </w:r>
      <w:r>
        <w:rPr>
          <w:rtl/>
          <w:lang w:bidi="fa-IR"/>
        </w:rPr>
        <w:t xml:space="preserve"> کرد که چه شده؟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گفتم</w:t>
      </w:r>
      <w:r>
        <w:rPr>
          <w:rtl/>
          <w:lang w:bidi="fa-IR"/>
        </w:rPr>
        <w:t>: خواب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چرا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دارم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فردا</w:t>
      </w:r>
      <w:r>
        <w:rPr>
          <w:rtl/>
          <w:lang w:bidi="fa-IR"/>
        </w:rPr>
        <w:t xml:space="preserve"> خوابم را به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محمدعل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گفتم، فرمود: به زود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کربلا مشرف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مشکلاتت حل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آن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کربلا حدود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هز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داشت،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ماه نکش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سفر عتبات درست شد، به کربلا مشرّف شدم و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مشکلات اقتصاد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به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رفع شد.</w:t>
      </w:r>
    </w:p>
    <w:p w:rsidR="00160F70" w:rsidRPr="00E935C9" w:rsidRDefault="00E935C9" w:rsidP="00E935C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</w:t>
      </w:r>
    </w:p>
    <w:p w:rsidR="00160F70" w:rsidRDefault="00160F70" w:rsidP="00E935C9">
      <w:pPr>
        <w:pStyle w:val="libFootnote0"/>
        <w:rPr>
          <w:rtl/>
          <w:lang w:bidi="fa-IR"/>
        </w:rPr>
      </w:pPr>
      <w:r>
        <w:rPr>
          <w:rtl/>
          <w:lang w:bidi="fa-IR"/>
        </w:rPr>
        <w:t>1- 1. همان، ص 49.</w:t>
      </w:r>
    </w:p>
    <w:p w:rsidR="00E935C9" w:rsidRDefault="00E935C9" w:rsidP="00160F70">
      <w:pPr>
        <w:pStyle w:val="libNormal"/>
        <w:rPr>
          <w:rtl/>
          <w:lang w:bidi="fa-IR"/>
        </w:rPr>
      </w:pPr>
    </w:p>
    <w:p w:rsidR="00160F70" w:rsidRDefault="00E935C9" w:rsidP="001C5A89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tl/>
          <w:lang w:bidi="fa-IR"/>
        </w:rPr>
        <w:lastRenderedPageBreak/>
        <w:t>4) ا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شان</w:t>
      </w:r>
      <w:r w:rsidR="00160F70">
        <w:rPr>
          <w:rtl/>
          <w:lang w:bidi="fa-IR"/>
        </w:rPr>
        <w:t xml:space="preserve"> نقل کرد که مادر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دارم 80 ساله، چند سال پ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ش</w:t>
      </w:r>
      <w:r w:rsidR="00160F70">
        <w:rPr>
          <w:rtl/>
          <w:lang w:bidi="fa-IR"/>
        </w:rPr>
        <w:t xml:space="preserve"> سکته کرد، در ب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مارستان</w:t>
      </w:r>
      <w:r w:rsidR="00160F70">
        <w:rPr>
          <w:rtl/>
          <w:lang w:bidi="fa-IR"/>
        </w:rPr>
        <w:t xml:space="preserve"> بستر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شد، آن شب ه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ئت</w:t>
      </w:r>
      <w:r w:rsidR="00160F70">
        <w:rPr>
          <w:rtl/>
          <w:lang w:bidi="fa-IR"/>
        </w:rPr>
        <w:t xml:space="preserve"> منزل ما بود، بعد از توسل و مد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حه</w:t>
      </w:r>
      <w:r w:rsidR="00160F70">
        <w:rPr>
          <w:rtl/>
          <w:lang w:bidi="fa-IR"/>
        </w:rPr>
        <w:t xml:space="preserve"> سرا</w:t>
      </w:r>
      <w:r w:rsidR="00160F70">
        <w:rPr>
          <w:rFonts w:hint="cs"/>
          <w:rtl/>
          <w:lang w:bidi="fa-IR"/>
        </w:rPr>
        <w:t>یی</w:t>
      </w:r>
      <w:r w:rsidR="00160F70">
        <w:rPr>
          <w:rtl/>
          <w:lang w:bidi="fa-IR"/>
        </w:rPr>
        <w:t xml:space="preserve"> و س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نه</w:t>
      </w:r>
      <w:r w:rsidR="00160F70">
        <w:rPr>
          <w:rtl/>
          <w:lang w:bidi="fa-IR"/>
        </w:rPr>
        <w:t xml:space="preserve"> زن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،</w:t>
      </w:r>
      <w:r w:rsidR="00160F70">
        <w:rPr>
          <w:rtl/>
          <w:lang w:bidi="fa-IR"/>
        </w:rPr>
        <w:t xml:space="preserve"> به ب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مارستان</w:t>
      </w:r>
      <w:r w:rsidR="00160F70">
        <w:rPr>
          <w:rtl/>
          <w:lang w:bidi="fa-IR"/>
        </w:rPr>
        <w:t xml:space="preserve"> رفتم و از مادرم سراغ گرفتم. خانم پرستار گفت: ا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ن</w:t>
      </w:r>
      <w:r w:rsidR="00160F70">
        <w:rPr>
          <w:rtl/>
          <w:lang w:bidi="fa-IR"/>
        </w:rPr>
        <w:t xml:space="preserve"> خانم چه کاره است؟ گفتم: خانه دار، گفت: د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گر؟</w:t>
      </w:r>
      <w:r w:rsidR="00160F70">
        <w:rPr>
          <w:rtl/>
          <w:lang w:bidi="fa-IR"/>
        </w:rPr>
        <w:t xml:space="preserve"> گف</w:t>
      </w:r>
      <w:r w:rsidR="00160F70">
        <w:rPr>
          <w:rFonts w:hint="eastAsia"/>
          <w:rtl/>
          <w:lang w:bidi="fa-IR"/>
        </w:rPr>
        <w:t>تم</w:t>
      </w:r>
      <w:r w:rsidR="00160F70">
        <w:rPr>
          <w:rtl/>
          <w:lang w:bidi="fa-IR"/>
        </w:rPr>
        <w:t>: گر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ه</w:t>
      </w:r>
      <w:r w:rsidR="00160F70">
        <w:rPr>
          <w:rtl/>
          <w:lang w:bidi="fa-IR"/>
        </w:rPr>
        <w:t xml:space="preserve"> کن امام حس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ن</w:t>
      </w:r>
      <w:r w:rsidR="00160F70">
        <w:rPr>
          <w:rtl/>
          <w:lang w:bidi="fa-IR"/>
        </w:rPr>
        <w:t xml:space="preserve"> </w:t>
      </w:r>
      <w:r w:rsidR="00160F70" w:rsidRPr="00160F70">
        <w:rPr>
          <w:rStyle w:val="libAlaemChar"/>
          <w:rtl/>
        </w:rPr>
        <w:t xml:space="preserve">عليه‌السلام </w:t>
      </w:r>
      <w:r w:rsidR="00160F70">
        <w:rPr>
          <w:rtl/>
          <w:lang w:bidi="fa-IR"/>
        </w:rPr>
        <w:t>؛ گفت: خدا را شاهد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گ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رم</w:t>
      </w:r>
      <w:r w:rsidR="00160F70">
        <w:rPr>
          <w:rtl/>
          <w:lang w:bidi="fa-IR"/>
        </w:rPr>
        <w:t xml:space="preserve"> که حدود ن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مه</w:t>
      </w:r>
      <w:r w:rsidR="00160F70">
        <w:rPr>
          <w:rtl/>
          <w:lang w:bidi="fa-IR"/>
        </w:rPr>
        <w:t xml:space="preserve"> شب تمام کرد، به دکتر زنگ زد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م،</w:t>
      </w:r>
      <w:r w:rsidR="00160F70">
        <w:rPr>
          <w:rtl/>
          <w:lang w:bidi="fa-IR"/>
        </w:rPr>
        <w:t xml:space="preserve"> گفت: شوک بده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د،</w:t>
      </w:r>
      <w:r w:rsidR="00160F70">
        <w:rPr>
          <w:rtl/>
          <w:lang w:bidi="fa-IR"/>
        </w:rPr>
        <w:t xml:space="preserve"> هر چه شوک داد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م</w:t>
      </w:r>
      <w:r w:rsidR="00160F70">
        <w:rPr>
          <w:rtl/>
          <w:lang w:bidi="fa-IR"/>
        </w:rPr>
        <w:t xml:space="preserve"> جواب نداد. د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گر</w:t>
      </w:r>
      <w:r w:rsidR="00160F70">
        <w:rPr>
          <w:rtl/>
          <w:lang w:bidi="fa-IR"/>
        </w:rPr>
        <w:t xml:space="preserve"> خسته شد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م،</w:t>
      </w:r>
      <w:r w:rsidR="00160F70">
        <w:rPr>
          <w:rtl/>
          <w:lang w:bidi="fa-IR"/>
        </w:rPr>
        <w:t xml:space="preserve"> آخر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ن</w:t>
      </w:r>
      <w:r w:rsidR="00160F70">
        <w:rPr>
          <w:rtl/>
          <w:lang w:bidi="fa-IR"/>
        </w:rPr>
        <w:t xml:space="preserve"> بار که شوک داد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م</w:t>
      </w:r>
      <w:r w:rsidR="00160F70">
        <w:rPr>
          <w:rtl/>
          <w:lang w:bidi="fa-IR"/>
        </w:rPr>
        <w:t xml:space="preserve"> چشمش را باز کرد.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مادرم در آن سن بالا تنها به کربلا مشرف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در آن گرما با آن مشکلات ماه ها در آنجا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ماند، به هنگام بازگشت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سن و سالش نگاه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اش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5)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نقل کرد که همسرم حامله بود، 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مشکل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 و بستر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هشت ماهه بود که روز هشتم محرم به شدت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شد و بستر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پس از معا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نات</w:t>
      </w:r>
      <w:r>
        <w:rPr>
          <w:rtl/>
          <w:lang w:bidi="fa-IR"/>
        </w:rPr>
        <w:t xml:space="preserve"> گفتند: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عمل شود، بچه حتماً تلف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اگر بماند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دستگاه نگهدار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سلامت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مادر 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ز 50 _ 50 است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امضا بده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عمل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من امضا دادم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آمدم، گفتم: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اباالفضل من به شما واگذار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و به دنبال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>
        <w:rPr>
          <w:rtl/>
          <w:lang w:bidi="fa-IR"/>
        </w:rPr>
        <w:t xml:space="preserve"> سرا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موبا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خود را خاموش کردم، مجالس عصر و شب را رفتم، در حدود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شب به منزل برگشتم، تلفن منزل به صدا درآمد، گفتند: چرا موبا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خود را </w:t>
      </w:r>
      <w:r>
        <w:rPr>
          <w:rtl/>
          <w:lang w:bidi="fa-IR"/>
        </w:rPr>
        <w:lastRenderedPageBreak/>
        <w:t>خاموش کرده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گفتم: تو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مجالس بودم 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توانستم پاسخ دهم. گفتند: زود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رفتم،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دکتر فوق تخصّص از تهران آمده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</w:t>
      </w:r>
      <w:r>
        <w:rPr>
          <w:rtl/>
          <w:lang w:bidi="fa-IR"/>
        </w:rPr>
        <w:t xml:space="preserve"> وضع همسرم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ده،</w:t>
      </w:r>
      <w:r>
        <w:rPr>
          <w:rtl/>
          <w:lang w:bidi="fa-IR"/>
        </w:rPr>
        <w:t xml:space="preserve"> گفته: من او را عمل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و قول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 که هم خودش سالم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بماند،</w:t>
      </w:r>
      <w:r>
        <w:rPr>
          <w:rtl/>
          <w:lang w:bidi="fa-IR"/>
        </w:rPr>
        <w:t xml:space="preserve"> همه بچه اش.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امضا دادم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عمل کرد، عمل بدون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مشکل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شد، هم خانواده به سلامت از عمل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 و هم بچه بدون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عارضه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بدون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دستگاه.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6) چند سال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عاشورا در نجف آباد مداح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کردم، رسم آن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روز اول محرم گوسنفد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ذبح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کردند، نصف آن را به مداح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دادند و نصف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گرش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ئت</w:t>
      </w:r>
      <w:r>
        <w:rPr>
          <w:rtl/>
          <w:lang w:bidi="fa-IR"/>
        </w:rPr>
        <w:t xml:space="preserve"> اطعام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شقّه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خچال</w:t>
      </w:r>
      <w:r>
        <w:rPr>
          <w:rtl/>
          <w:lang w:bidi="fa-IR"/>
        </w:rPr>
        <w:t xml:space="preserve"> گذاشتند و بعد از عاشورا به من دادند، آورد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قم، 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ماه از آن استفاده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خانمم گفت: مگر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چند تا گوسفند بود که 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ماه از آن خورده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هنوز هم هست؟ پس از چند روز تمام شد!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C5A8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چهار کرامت را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محسن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 پنج شنبه 11/7/92 شمس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منزل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کاظم شاه</w:t>
      </w:r>
      <w:r w:rsidR="001C5A89">
        <w:rPr>
          <w:rFonts w:hint="cs"/>
          <w:rtl/>
          <w:lang w:bidi="fa-IR"/>
        </w:rPr>
        <w:t>رو</w:t>
      </w:r>
      <w:r>
        <w:rPr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نجانب</w:t>
      </w:r>
      <w:r>
        <w:rPr>
          <w:rtl/>
          <w:lang w:bidi="fa-IR"/>
        </w:rPr>
        <w:t xml:space="preserve"> نقل کرد که همه اش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خودش اتفاق افتاده بود.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C5A89">
      <w:pPr>
        <w:pStyle w:val="Heading1"/>
        <w:rPr>
          <w:rtl/>
          <w:lang w:bidi="fa-IR"/>
        </w:rPr>
      </w:pPr>
      <w:bookmarkStart w:id="26" w:name="_Toc525386397"/>
      <w:r>
        <w:rPr>
          <w:rFonts w:hint="eastAsia"/>
          <w:rtl/>
          <w:lang w:bidi="fa-IR"/>
        </w:rPr>
        <w:t>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روضه خوان</w:t>
      </w:r>
      <w:bookmarkEnd w:id="26"/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سه شنبه 23/4/83 برابر 24 جماد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1425 ق در مجلس شام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بان</w:t>
      </w:r>
      <w:r>
        <w:rPr>
          <w:rtl/>
          <w:lang w:bidi="fa-IR"/>
        </w:rPr>
        <w:t xml:space="preserve"> مرحوم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احمد خردمند،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حاج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محمد روحان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توانا حضرت حجه الاسلام والمسلم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اسداللّه جوانمرد بر فراز منبر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زد،</w:t>
      </w:r>
      <w:r>
        <w:rPr>
          <w:rtl/>
          <w:lang w:bidi="fa-IR"/>
        </w:rPr>
        <w:t xml:space="preserve"> 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مخابرات خو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بود.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اهل علم مأنوس بود.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اطّلاع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که فلان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روضه خوان فوت کرده است.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متأثّر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دوستان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من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</w:t>
      </w:r>
      <w:r>
        <w:rPr>
          <w:rtl/>
          <w:lang w:bidi="fa-IR"/>
        </w:rPr>
        <w:t xml:space="preserve"> که در تش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و مجالس ترح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آنان شرکت کنم.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</w:t>
      </w:r>
      <w:r>
        <w:rPr>
          <w:rtl/>
          <w:lang w:bidi="fa-IR"/>
        </w:rPr>
        <w:t xml:space="preserve"> رکعت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و به روح آن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شب او را در خواب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انگشتش را محکم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از اوضاعش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اصرار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مرا رها کن، تا رها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به شوخ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طعنه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رود. برخاسته وضو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دو رکعت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خوابد. </w:t>
      </w:r>
      <w:r>
        <w:rPr>
          <w:rtl/>
          <w:lang w:bidi="fa-IR"/>
        </w:rPr>
        <w:lastRenderedPageBreak/>
        <w:t>باز هم او را در خواب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انگشتش را محکم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از وضعش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C5A8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تا</w:t>
      </w:r>
      <w:r>
        <w:rPr>
          <w:rtl/>
          <w:lang w:bidi="fa-IR"/>
        </w:rPr>
        <w:t xml:space="preserve"> مرا دفن کردند، نک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منکر به سراغم آمدند،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اعتقاداتش درست است،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در فروع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فضول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کرده! با حربه به سو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حمله کردند،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مرتبه اربابم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ظاهر شد و فرمود: او به من مربوط است، رها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پس مرا رها کردند و رفتند.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C5A89">
      <w:pPr>
        <w:pStyle w:val="Heading1"/>
        <w:rPr>
          <w:rtl/>
          <w:lang w:bidi="fa-IR"/>
        </w:rPr>
      </w:pPr>
      <w:bookmarkStart w:id="27" w:name="_Toc525386398"/>
      <w:r>
        <w:rPr>
          <w:rFonts w:hint="eastAsia"/>
          <w:rtl/>
          <w:lang w:bidi="fa-IR"/>
        </w:rPr>
        <w:t>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به روضه خوان</w:t>
      </w:r>
      <w:bookmarkEnd w:id="27"/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1) صد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ارجمند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غفّارنژاد نقل کرد که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عالم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که در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نشسته،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روند 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و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گردند،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از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تکان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پرسند،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آنها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روند که سهم خودشان را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چون پسرم روضه خوان است، سهم من از طرف حضرت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دالشهداء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بعدها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که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همانند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و سهم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اش را خودش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 علت را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پرسند،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پسرم فوت کرد و سهم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ام قطع 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2) مرحوم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رعباس</w:t>
      </w:r>
      <w:r>
        <w:rPr>
          <w:rtl/>
          <w:lang w:bidi="fa-IR"/>
        </w:rPr>
        <w:t xml:space="preserve"> محدّث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نجف اشرف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روضه 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به نام «م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هاد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که در مجالس او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طن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انداز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روضه اش غش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C5A8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اواخر عمر صدا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گرفت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رخداد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ناراحت بود.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منبرش بودم، گفت: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جدّه ام حضرت زهرا </w:t>
      </w:r>
      <w:r w:rsidR="001C5A89" w:rsidRPr="001C5A89">
        <w:rPr>
          <w:rStyle w:val="libAlaemChar"/>
          <w:rFonts w:eastAsiaTheme="minorHAnsi"/>
          <w:rtl/>
        </w:rPr>
        <w:t>عليها‌السلام</w:t>
      </w:r>
      <w:r>
        <w:rPr>
          <w:rtl/>
          <w:lang w:bidi="fa-IR"/>
        </w:rPr>
        <w:t xml:space="preserve"> را خواب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گله مند شدم، فرمود: تو که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صدا 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ما بهتر از آن قدرت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به تو داده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به دقت به چهره حضرت نگاه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کردم، فرمود: چرا تند نگاه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گفتم</w:t>
      </w:r>
      <w:r>
        <w:rPr>
          <w:rtl/>
          <w:lang w:bidi="fa-IR"/>
        </w:rPr>
        <w:t>: مگر مادر سادات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>!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فرمود</w:t>
      </w:r>
      <w:r>
        <w:rPr>
          <w:rtl/>
          <w:lang w:bidi="fa-IR"/>
        </w:rPr>
        <w:t>: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کردم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که الآن هم اثر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صورتم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«الا</w:t>
      </w:r>
      <w:r>
        <w:rPr>
          <w:rtl/>
          <w:lang w:bidi="fa-IR"/>
        </w:rPr>
        <w:t xml:space="preserve"> لعنه اللّه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القوم الظالم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  <w:r w:rsidRPr="001C5A89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C5A89">
      <w:pPr>
        <w:pStyle w:val="libNormal"/>
        <w:rPr>
          <w:rtl/>
          <w:lang w:bidi="fa-IR"/>
        </w:rPr>
      </w:pPr>
      <w:r>
        <w:rPr>
          <w:rtl/>
          <w:lang w:bidi="fa-IR"/>
        </w:rPr>
        <w:t>3)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محمدصادق نجم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 از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کتاب: «س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  <w:r>
        <w:rPr>
          <w:rtl/>
          <w:lang w:bidi="fa-IR"/>
        </w:rPr>
        <w:t xml:space="preserve"> به پدرش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جز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ف،</w:t>
      </w:r>
      <w:r>
        <w:rPr>
          <w:rtl/>
          <w:lang w:bidi="fa-IR"/>
        </w:rPr>
        <w:t xml:space="preserve"> انتظار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او در پاسخ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تا منبر نرفته، «السلام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اباعبداللّه» نگفته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من تو را نوکر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نخواهم دانست.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من </w:t>
      </w:r>
      <w:r>
        <w:rPr>
          <w:rFonts w:hint="eastAsia"/>
          <w:rtl/>
          <w:lang w:bidi="fa-IR"/>
        </w:rPr>
        <w:t>پدرم</w:t>
      </w:r>
      <w:r>
        <w:rPr>
          <w:rtl/>
          <w:lang w:bidi="fa-IR"/>
        </w:rPr>
        <w:t xml:space="preserve"> را که مداح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lastRenderedPageBreak/>
        <w:t xml:space="preserve">عليهم‌السلام </w:t>
      </w:r>
      <w:r>
        <w:rPr>
          <w:rtl/>
          <w:lang w:bidi="fa-IR"/>
        </w:rPr>
        <w:t>بود در خواب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گفتم: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آن همه روضه که خواند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دردتان خورد؟ گفت: 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چه جور هم</w:t>
      </w:r>
      <w:r w:rsidRPr="001C5A89">
        <w:rPr>
          <w:rStyle w:val="libFootnotenumChar"/>
          <w:rtl/>
        </w:rPr>
        <w:t>.(2)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4) روز چهارشنبه 9/5/81 برابر 20 جماد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1423 قمر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مرحوم حاج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عبدالرح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قائم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مرحوم ناظم آقا، از مرحوم ملا صادق مرزآباد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کرد که در روز عاشورا صدا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گرفت، به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اسبم را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گفتم: من امروز عصر به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نخواهم رفت.</w:t>
      </w:r>
    </w:p>
    <w:p w:rsidR="00160F70" w:rsidRPr="001C5A89" w:rsidRDefault="001C5A89" w:rsidP="001C5A8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160F70" w:rsidRDefault="00160F70" w:rsidP="001C5A89">
      <w:pPr>
        <w:pStyle w:val="libFootnote0"/>
        <w:rPr>
          <w:rtl/>
          <w:lang w:bidi="fa-IR"/>
        </w:rPr>
      </w:pPr>
      <w:r>
        <w:rPr>
          <w:rtl/>
          <w:lang w:bidi="fa-IR"/>
        </w:rPr>
        <w:t>1- 1.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کرامات و حکا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ات،</w:t>
      </w:r>
      <w:r>
        <w:rPr>
          <w:rtl/>
          <w:lang w:bidi="fa-IR"/>
        </w:rPr>
        <w:t xml:space="preserve"> ص 32.</w:t>
      </w:r>
    </w:p>
    <w:p w:rsidR="00160F70" w:rsidRDefault="00160F70" w:rsidP="001C5A89">
      <w:pPr>
        <w:pStyle w:val="libFootnote0"/>
        <w:rPr>
          <w:rtl/>
          <w:lang w:bidi="fa-IR"/>
        </w:rPr>
      </w:pPr>
      <w:r>
        <w:rPr>
          <w:rtl/>
          <w:lang w:bidi="fa-IR"/>
        </w:rPr>
        <w:t>2- 2. همان، ص 153.</w:t>
      </w:r>
    </w:p>
    <w:p w:rsidR="00160F70" w:rsidRDefault="001C5A89" w:rsidP="001C5A89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رفتم،</w:t>
      </w:r>
      <w:r w:rsidR="00160F70">
        <w:rPr>
          <w:rtl/>
          <w:lang w:bidi="fa-IR"/>
        </w:rPr>
        <w:t xml:space="preserve"> نهار خوردم و خواب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دم،</w:t>
      </w:r>
      <w:r w:rsidR="00160F70">
        <w:rPr>
          <w:rtl/>
          <w:lang w:bidi="fa-IR"/>
        </w:rPr>
        <w:t xml:space="preserve"> در عالم روء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ا</w:t>
      </w:r>
      <w:r w:rsidR="00160F70">
        <w:rPr>
          <w:rtl/>
          <w:lang w:bidi="fa-IR"/>
        </w:rPr>
        <w:t xml:space="preserve"> محضر مقدّس حضرت زهرا </w:t>
      </w:r>
      <w:r w:rsidRPr="001C5A89">
        <w:rPr>
          <w:rStyle w:val="libAlaemChar"/>
          <w:rFonts w:eastAsiaTheme="minorHAnsi"/>
          <w:rtl/>
        </w:rPr>
        <w:t>عليها‌السلام</w:t>
      </w:r>
      <w:r w:rsidR="00160F70">
        <w:rPr>
          <w:rtl/>
          <w:lang w:bidi="fa-IR"/>
        </w:rPr>
        <w:t xml:space="preserve"> رس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دم،</w:t>
      </w:r>
      <w:r w:rsidR="00160F70">
        <w:rPr>
          <w:rtl/>
          <w:lang w:bidi="fa-IR"/>
        </w:rPr>
        <w:t xml:space="preserve"> فرمودند: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چرا</w:t>
      </w:r>
      <w:r>
        <w:rPr>
          <w:rtl/>
          <w:lang w:bidi="fa-IR"/>
        </w:rPr>
        <w:t xml:space="preserve"> به مجالس نرفت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>!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عرض</w:t>
      </w:r>
      <w:r>
        <w:rPr>
          <w:rtl/>
          <w:lang w:bidi="fa-IR"/>
        </w:rPr>
        <w:t xml:space="preserve"> کردم: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جان!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ام خسته است. فرمودند: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خسته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برو، که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فرزندم آمده اند و نشسته اند و منتظر روضه خوان هستند.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5) در همان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و در همان جلسه صد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ارجمند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C5A8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خدمت مرحوم وحدت و مرحوم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رضا آل محمد به خدمت مرحوم ناظم آقا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نقل کرد که به پرستات مبتلا شدم، گفتند: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عمل شود، گفتم: پس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چه کاره است؟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رفتم</w:t>
      </w:r>
      <w:r>
        <w:rPr>
          <w:rtl/>
          <w:lang w:bidi="fa-IR"/>
        </w:rPr>
        <w:t xml:space="preserve"> متوسّل شدم و به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ارباب رفع شد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عمل و درمان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نکردم.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6) خط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توانا حجه الاسلام والمسلم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حسن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 جمعه 6/11/85 برابر ششم محرم الحرام 1428 قمر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اصفهان بر فراز منبر گفت: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توانا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جهان عرب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مهاجر سه سال تمام در بغداد زندان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بود، شب تاسوعا از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خواهند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روضه بخواند، قبول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C5A8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سال است که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از 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نکرده است. هر چه اصرار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کنند، قبول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C5A8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در عالم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عبدالزّهرا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غذا آورده و</w:t>
      </w:r>
      <w:r w:rsidR="001C5A89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غذا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فرستاده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از خوردن غذا امتناع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من قهر هستم، مگر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خود حضرت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اورند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C5A8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آنگاه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شخصاً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فرما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آن غذا را لقمه لقمه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محبت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سه روز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آزاد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روز بعد اسام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هفده تن از طلاب نجف اشرف را که در زندان بودند، صدا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همگ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آزاد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بوس آماده است شما را به نجف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و در مقابل حرم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7) شب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کشنبه</w:t>
      </w:r>
      <w:r>
        <w:rPr>
          <w:rtl/>
          <w:lang w:bidi="fa-IR"/>
        </w:rPr>
        <w:t xml:space="preserve"> 19/8/87 برابر 10 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قعده</w:t>
      </w:r>
      <w:r>
        <w:rPr>
          <w:rtl/>
          <w:lang w:bidi="fa-IR"/>
        </w:rPr>
        <w:t xml:space="preserve"> الحرام 1429 قمر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صادق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مورد عمو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بزرگوارشان مرحوم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جعفر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متوفا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1370 قمر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مدفون در حرم حضرت عبدالعظ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سخن گفتند، سپس فرمودند: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چند</w:t>
      </w:r>
      <w:r>
        <w:rPr>
          <w:rtl/>
          <w:lang w:bidi="fa-IR"/>
        </w:rPr>
        <w:t xml:space="preserve"> شب قبل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خراسان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داشتند، فرمودند: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درس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عبدالهاد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رفتم،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سر درس خبر آوردند که برادر خانمشان مرحوم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جعفر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وفات کرد.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فرمودند: حالا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وفات کرده اند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C5A8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شب اول محرم بود، در عالم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در اطاق خود هستم، دو نفر ملک وارد شدند، دو تا صندل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نهادند، آن گاه حضرت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و حضرت قمربن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هاشم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فرما شدند و بر فراز صندل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C5A8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دست حضرت ابوالفضل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خطبا بود،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نام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خطبا را بردند و فرمودند: نام او را خط بزن و نام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جعفر را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آنگاه</w:t>
      </w:r>
      <w:r>
        <w:rPr>
          <w:rtl/>
          <w:lang w:bidi="fa-IR"/>
        </w:rPr>
        <w:t xml:space="preserve">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بردند و ملک ها آمدند و صندل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را بردند.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صبح</w:t>
      </w:r>
      <w:r>
        <w:rPr>
          <w:rtl/>
          <w:lang w:bidi="fa-IR"/>
        </w:rPr>
        <w:t xml:space="preserve"> که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جعفر آمد،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: روضه خوان شده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نه.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داستان</w:t>
      </w:r>
      <w:r>
        <w:rPr>
          <w:rtl/>
          <w:lang w:bidi="fa-IR"/>
        </w:rPr>
        <w:t xml:space="preserve"> را نقل کردم،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 و گفت: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که از حرم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گشتم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افتادم که: «من بک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أو أبک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أو تباک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وجبت له الجنّه»؛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کس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کند،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خود را وادار به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کند، بهشت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واجب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خود گفتم من اهل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هستم،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انم،</w:t>
      </w:r>
      <w:r>
        <w:rPr>
          <w:rtl/>
          <w:lang w:bidi="fa-IR"/>
        </w:rPr>
        <w:t xml:space="preserve"> به نظرم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کتاب مقتل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ته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کنم و در طول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دهه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خانواده ام مقتل بخوانم.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چون</w:t>
      </w:r>
      <w:r>
        <w:rPr>
          <w:rtl/>
          <w:lang w:bidi="fa-IR"/>
        </w:rPr>
        <w:t xml:space="preserve"> در خانه نداشتم، به تعداد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سر زدم، آنها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نداشتند، تا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گفت: من «جلاء الع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ون»</w:t>
      </w:r>
      <w:r>
        <w:rPr>
          <w:rtl/>
          <w:lang w:bidi="fa-IR"/>
        </w:rPr>
        <w:t xml:space="preserve">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دارم که در آن مقتل هست. آن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مدت دَه شب امانت گرفتم و آوردم، به خانواده گفتم: من از امشب به مدت دَه شب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روضه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خوانم، آنها خوشحال شدند،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همسرم و دو دخترم که خردسال بودند روضه خواندم.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روضه 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حضرت فرمودند نامش را خط بزنند، همان شب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گرفته بود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روضه نخواند.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8) روز سه شنبه 30/8/91 برابر 5 محرم 1434 قمر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فرزند مرحوم حاج آقا افضل، برادر حاج آقا رضا هرند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جمع اهل ولا نقل کردند که پدرشان </w:t>
      </w:r>
      <w:r>
        <w:rPr>
          <w:rtl/>
          <w:lang w:bidi="fa-IR"/>
        </w:rPr>
        <w:lastRenderedPageBreak/>
        <w:t xml:space="preserve">در اصفهان ظهرها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مسجد و شب ها در مسجد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اقامه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وقت از هر دو مسجد خداحافظ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به هر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بروم.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پرسند: 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برنم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هرند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هفته در هرند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ماند، پس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هفته منبر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رود، خطبه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صلوات بفرست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مردم</w:t>
      </w:r>
      <w:r>
        <w:rPr>
          <w:rtl/>
          <w:lang w:bidi="fa-IR"/>
        </w:rPr>
        <w:t xml:space="preserve"> صلوات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فرستند و منتظر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که سخنران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را آغاز کند،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ساکت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ماند.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که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منبر جان به جان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کرده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دکتر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آورند،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وقت است که تمام کرده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بعدها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خواب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پرسند: چه شد؟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تا خطبه را خواندم، خمسه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آوردند و فرمودند: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شما را ببر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3F5490">
      <w:pPr>
        <w:pStyle w:val="libNormal"/>
        <w:rPr>
          <w:rtl/>
          <w:lang w:bidi="fa-IR"/>
        </w:rPr>
      </w:pPr>
      <w:r>
        <w:rPr>
          <w:rtl/>
          <w:lang w:bidi="fa-IR"/>
        </w:rPr>
        <w:t>9) خط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ارزشمند، ذاکر با اخلاص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محمد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روز اربع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16/11/88 برابر 20 صفر 1431 قمر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بعد از نماز مغرب و عشاء در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کربلا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مشهد مقدس وسط سخنران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مرتبه به طرف درِ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صلوات بفرست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مردم</w:t>
      </w:r>
      <w:r>
        <w:rPr>
          <w:rtl/>
          <w:lang w:bidi="fa-IR"/>
        </w:rPr>
        <w:t xml:space="preserve"> صلوات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فرستند و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مرتبه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که مرحوم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منبر افتاد و تمام کرد. به عبارت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تر تمام کرد و افتاد.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3F549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جالب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ظهر همان روز در مدرسه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رضا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داشتم، مثل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تبسّم بر لب داشت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عارضه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3F5490">
      <w:pPr>
        <w:pStyle w:val="libNormal"/>
        <w:rPr>
          <w:rtl/>
          <w:lang w:bidi="fa-IR"/>
        </w:rPr>
      </w:pPr>
      <w:r>
        <w:rPr>
          <w:rtl/>
          <w:lang w:bidi="fa-IR"/>
        </w:rPr>
        <w:t>10)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محمدرضا مهدو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دامغان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شب شهادت امام صادق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بر فراز منبر تمام کرد.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11) مرحوم خندق آباد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شب 21 رمضان در تهران بر فراز منبر تمام کرد.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12) مرحوم حاج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اصغر قناد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تبر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عصر تاسوعا بر فراز منبر تمام کرد.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ها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خاصّ حضرت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دالشهداء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عالمان، واعظان و ذاکران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اهل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که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مرگ مبارک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ندرت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به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160F70" w:rsidRDefault="003F549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3F5490">
      <w:pPr>
        <w:pStyle w:val="Heading1"/>
        <w:rPr>
          <w:rtl/>
          <w:lang w:bidi="fa-IR"/>
        </w:rPr>
      </w:pPr>
      <w:bookmarkStart w:id="28" w:name="_Toc525386399"/>
      <w:r>
        <w:rPr>
          <w:rFonts w:hint="eastAsia"/>
          <w:rtl/>
          <w:lang w:bidi="fa-IR"/>
        </w:rPr>
        <w:t>اخلاص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ذاکر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bookmarkEnd w:id="28"/>
      <w:r w:rsidRPr="00160F70">
        <w:rPr>
          <w:rStyle w:val="libAlaemChar"/>
          <w:rtl/>
        </w:rPr>
        <w:t xml:space="preserve"> 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شنبه 4/8/92 برابر 20 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حجّه الحرام 1434 ق. حضرت حجه الاسلام والمسلم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در مورد جدّ خود حاج آخوند ملاّ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کرد که سال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دراز در روستا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«زنگ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آباد» از توابع کرمان منبر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رفت، در اثر کهولت سن و افتادن دندان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ش،</w:t>
      </w:r>
      <w:r>
        <w:rPr>
          <w:rtl/>
          <w:lang w:bidi="fa-IR"/>
        </w:rPr>
        <w:t xml:space="preserve"> اها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روستا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واعظ جوان خوش صدا را دعوت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کنند،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شب اول ماه محرّم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منبر جالب با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 و لحن دلپذ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دهد، فردا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تا آخر دهه در بستر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افتد و مجلس را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ملاحس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اداره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ملا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شب دوم تا شب عاشورا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رود، خطبه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خواند، چند تا مسأله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و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خواند، مرث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خواند، باز خطبه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خوانده، مسئله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گفته،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و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و مرث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مجدّد خوانده، منبر را به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عاشورا که مجالس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اهال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روستا پول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جمع کرده،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تقد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آنرا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قاً</w:t>
      </w:r>
      <w:r>
        <w:rPr>
          <w:rtl/>
          <w:lang w:bidi="fa-IR"/>
        </w:rPr>
        <w:t xml:space="preserve"> نصف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نصفش را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و نصف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به آن روحان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اهال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روستا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او که منبر نرفته، مرحوم ملا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من هر شب دو منبر رفته ام، منبر اول را به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خودم و منبر دوم را به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ابت</w:t>
      </w:r>
      <w:r>
        <w:rPr>
          <w:rtl/>
          <w:lang w:bidi="fa-IR"/>
        </w:rPr>
        <w:t xml:space="preserve"> از طرف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رفته ام و لذا نصف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پول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اختصاص دارد.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عملاً اخلاص خود را در نوکر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سالار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به اثبات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رساند و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اشتباه</w:t>
      </w:r>
      <w:r>
        <w:rPr>
          <w:rtl/>
          <w:lang w:bidi="fa-IR"/>
        </w:rPr>
        <w:t xml:space="preserve"> اهال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روستا را در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خود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آوردن رق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آشکار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3F1FD4">
      <w:pPr>
        <w:pStyle w:val="Heading1"/>
        <w:rPr>
          <w:rtl/>
          <w:lang w:bidi="fa-IR"/>
        </w:rPr>
      </w:pPr>
      <w:bookmarkStart w:id="29" w:name="_Toc525386400"/>
      <w:r>
        <w:rPr>
          <w:rFonts w:hint="eastAsia"/>
          <w:rtl/>
          <w:lang w:bidi="fa-IR"/>
        </w:rPr>
        <w:t>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خاص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عزاداران</w:t>
      </w:r>
      <w:bookmarkEnd w:id="29"/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حاج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محمد کاظم قزو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پزشک عراق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کربلا نقل فرمود که در کربلا مطب داشت، و مطبّ او متّصل به خانه اش بود و راه ورود منزلش از داخل مطب بود.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همه ساله معجون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آن را به سرِ عزاداران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 تا در بهبود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جراحتشان موءثّر باشد.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سال در ا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عاشورا به شدّت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در منزل بستر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عاشورا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دوستانش تلفن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معجون را او ببرد و بر سر عزاداران بمالد.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همسرش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در مطب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ظرف پنج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هست، آن را به آن شخص بدهد.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آن</w:t>
      </w:r>
      <w:r>
        <w:rPr>
          <w:rtl/>
          <w:lang w:bidi="fa-IR"/>
        </w:rPr>
        <w:t xml:space="preserve"> شخص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آن معجون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بر سر عزاداران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مالد.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طرف</w:t>
      </w:r>
      <w:r>
        <w:rPr>
          <w:rtl/>
          <w:lang w:bidi="fa-IR"/>
        </w:rPr>
        <w:t xml:space="preserve"> عصر تا حدّ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حاصل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با 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عصا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حرم حضرت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دالشّهدا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مطب عبور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آن معجون بر سر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هست.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همسرش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پرسد: مگر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ظرف را به آن شخص نداد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چرا؟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ظرف که سرِ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هست.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همسرش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آن ظرف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طاقچه بود من به او دادم.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مرتبه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آن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زاب</w:t>
      </w:r>
      <w:r>
        <w:rPr>
          <w:rtl/>
          <w:lang w:bidi="fa-IR"/>
        </w:rPr>
        <w:t xml:space="preserve"> بود.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شدّت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زانوها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سست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به دوستش تلفن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 و با ترس و لرز از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پرسد: آن معجون را چه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طبق روال بر سر عزاداران مال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پرسد: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را چگونه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خوب و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بود و بهتر از سال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قبل!!</w:t>
      </w:r>
    </w:p>
    <w:p w:rsidR="00160F70" w:rsidRDefault="003F1FD4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3F1FD4">
      <w:pPr>
        <w:pStyle w:val="Heading1"/>
        <w:rPr>
          <w:rtl/>
          <w:lang w:bidi="fa-IR"/>
        </w:rPr>
      </w:pPr>
      <w:bookmarkStart w:id="30" w:name="_Toc525386401"/>
      <w:r>
        <w:rPr>
          <w:rFonts w:hint="eastAsia"/>
          <w:rtl/>
          <w:lang w:bidi="fa-IR"/>
        </w:rPr>
        <w:t>توسل</w:t>
      </w:r>
      <w:r>
        <w:rPr>
          <w:rtl/>
          <w:lang w:bidi="fa-IR"/>
        </w:rPr>
        <w:t xml:space="preserve"> به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ئآت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bookmarkEnd w:id="30"/>
    </w:p>
    <w:p w:rsidR="00160F70" w:rsidRDefault="00160F70" w:rsidP="003F1FD4">
      <w:pPr>
        <w:pStyle w:val="libNormal"/>
        <w:rPr>
          <w:rtl/>
          <w:lang w:bidi="fa-IR"/>
        </w:rPr>
      </w:pPr>
      <w:r>
        <w:rPr>
          <w:rtl/>
          <w:lang w:bidi="fa-IR"/>
        </w:rPr>
        <w:t>1)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اقامت مرجع اعلا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ع،</w:t>
      </w:r>
      <w:r>
        <w:rPr>
          <w:rtl/>
          <w:lang w:bidi="fa-IR"/>
        </w:rPr>
        <w:t xml:space="preserve">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حاج آقا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طباطبا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بروجرد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F1FD4" w:rsidRPr="003F1FD4">
        <w:rPr>
          <w:rStyle w:val="libAlaemChar"/>
          <w:rtl/>
        </w:rPr>
        <w:t xml:space="preserve">قدس‌سره </w:t>
      </w:r>
      <w:r>
        <w:rPr>
          <w:rtl/>
          <w:lang w:bidi="fa-IR"/>
        </w:rPr>
        <w:t>(1292 _ 1380 قمر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در بروجرد،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چشم مبتلا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روز عاشورا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ئت</w:t>
      </w:r>
      <w:r>
        <w:rPr>
          <w:rtl/>
          <w:lang w:bidi="fa-IR"/>
        </w:rPr>
        <w:t xml:space="preserve"> عزادار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حال حرکت بوده،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بروجرد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عزاداران که گل مال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بود، مقدرا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گِل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و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دگان</w:t>
      </w:r>
      <w:r>
        <w:rPr>
          <w:rtl/>
          <w:lang w:bidi="fa-IR"/>
        </w:rPr>
        <w:t xml:space="preserve">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مالد، در همان لحظه درد چشمش رفع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تا آخر عمر هرگز به درد چشم مبتلا نشدند،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هم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نکردند.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2)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محله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امامزاده شهرستان خو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ازدواج نمود، تا ده سال صاحب فرزند نشد، اختلاف خانوادگ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آمد و تا مرز طلاق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عاشورا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ئت</w:t>
      </w:r>
      <w:r>
        <w:rPr>
          <w:rtl/>
          <w:lang w:bidi="fa-IR"/>
        </w:rPr>
        <w:t xml:space="preserve"> حضرت رق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طبق معمول سنوات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مسجد جامع آمدند، مشاهده کردند که خانم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پله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 دراز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با حالت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اهل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ئت</w:t>
      </w:r>
      <w:r>
        <w:rPr>
          <w:rtl/>
          <w:lang w:bidi="fa-IR"/>
        </w:rPr>
        <w:t xml:space="preserve">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عبور کنند.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سرانجام</w:t>
      </w:r>
      <w:r>
        <w:rPr>
          <w:rtl/>
          <w:lang w:bidi="fa-IR"/>
        </w:rPr>
        <w:t xml:space="preserve"> او را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که روسر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را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پله پهن کند و اهل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ئت</w:t>
      </w:r>
      <w:r>
        <w:rPr>
          <w:rtl/>
          <w:lang w:bidi="fa-IR"/>
        </w:rPr>
        <w:t xml:space="preserve">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عبور کنند.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سال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روز عاشورا بچه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دست مداح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دهند، او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است، شروع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به دعا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بچه، مادر کودک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بچه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ثمره توسل سال گذشته من است، الآن آورده ام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ئت</w:t>
      </w:r>
      <w:r>
        <w:rPr>
          <w:rtl/>
          <w:lang w:bidi="fa-IR"/>
        </w:rPr>
        <w:t xml:space="preserve"> نام او را «رق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ه»</w:t>
      </w:r>
      <w:r>
        <w:rPr>
          <w:rtl/>
          <w:lang w:bidi="fa-IR"/>
        </w:rPr>
        <w:t xml:space="preserve"> بگذارد</w:t>
      </w:r>
      <w:r w:rsidRPr="00B83331">
        <w:rPr>
          <w:rStyle w:val="libFootnotenumChar"/>
          <w:rtl/>
        </w:rPr>
        <w:t>.(1)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3) روز پنج نشبه 11/7/92 شمس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محسن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مداح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نقل کرد که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ئت،</w:t>
      </w:r>
      <w:r>
        <w:rPr>
          <w:rtl/>
          <w:lang w:bidi="fa-IR"/>
        </w:rPr>
        <w:t xml:space="preserve"> اطعام 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غذا تمام شد،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آمد و گفت: مادرم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است، آمدم از غذا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ببرم، گفت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 تمام شده، گفت: امکان ندارد،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مادرم غذا ببرم.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اثناء کودک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 که غذا گرفته بود و نخورده بود.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او گفت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غذا را به من بفروش، گفت: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فروشم. گفت: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غذا را به صد هزار تومان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خرم، گفت: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فروشم،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را بالا برد، به 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هزار تومان، به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صد</w:t>
      </w:r>
      <w:r>
        <w:rPr>
          <w:rtl/>
          <w:lang w:bidi="fa-IR"/>
        </w:rPr>
        <w:t xml:space="preserve"> هزار تومان، به پانصد هزار تومان، گفت: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فروشم.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>: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غذا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تومان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B8333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بچه به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بلند شد،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چه شد؟ گفت: مادرم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است،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عمل شود، دکتر گفته: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هز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و ما نداشت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من به مادرم گفتم: من امشب به مجلس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روم و هز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عمل تو را از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B83331" w:rsidRDefault="00160F70" w:rsidP="00B8333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شخص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داد و غذا را از او گرفت و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مشکل هر دو</w:t>
      </w:r>
      <w:r w:rsidR="00B83331">
        <w:rPr>
          <w:rFonts w:hint="cs"/>
          <w:rtl/>
          <w:lang w:bidi="fa-IR"/>
        </w:rPr>
        <w:t xml:space="preserve"> </w:t>
      </w:r>
      <w:r w:rsidR="00B83331">
        <w:rPr>
          <w:rFonts w:hint="eastAsia"/>
          <w:rtl/>
          <w:lang w:bidi="fa-IR"/>
        </w:rPr>
        <w:t>حل</w:t>
      </w:r>
      <w:r w:rsidR="00B83331">
        <w:rPr>
          <w:rtl/>
          <w:lang w:bidi="fa-IR"/>
        </w:rPr>
        <w:t xml:space="preserve"> 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Pr="00B83331" w:rsidRDefault="00B83331" w:rsidP="00B83331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160F70" w:rsidRDefault="00160F70" w:rsidP="00B83331">
      <w:pPr>
        <w:pStyle w:val="libFootnote0"/>
        <w:rPr>
          <w:rtl/>
          <w:lang w:bidi="fa-IR"/>
        </w:rPr>
      </w:pPr>
      <w:r>
        <w:rPr>
          <w:rtl/>
          <w:lang w:bidi="fa-IR"/>
        </w:rPr>
        <w:t>1- 1.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کرامات و حکا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عبرت آموز، ص 49.</w:t>
      </w:r>
    </w:p>
    <w:p w:rsidR="00160F70" w:rsidRDefault="00B83331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4)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همان روز نقل کرد که بچه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6 _ 7 ماهه 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او غذا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نخود در گلو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کرد و به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روز عاشورا او را در کربلا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برد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اصغر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مرتبه عطسه کرد و نخود از گلو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پر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B83331">
      <w:pPr>
        <w:pStyle w:val="Heading1"/>
        <w:rPr>
          <w:rtl/>
          <w:lang w:bidi="fa-IR"/>
        </w:rPr>
      </w:pPr>
      <w:bookmarkStart w:id="31" w:name="_Toc525386402"/>
      <w:r>
        <w:rPr>
          <w:rFonts w:hint="eastAsia"/>
          <w:rtl/>
          <w:lang w:bidi="fa-IR"/>
        </w:rPr>
        <w:t>دفع</w:t>
      </w:r>
      <w:r>
        <w:rPr>
          <w:rtl/>
          <w:lang w:bidi="fa-IR"/>
        </w:rPr>
        <w:t xml:space="preserve"> بلا با گلبانگ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bookmarkEnd w:id="31"/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اقامت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نجانب</w:t>
      </w:r>
      <w:r>
        <w:rPr>
          <w:rtl/>
          <w:lang w:bidi="fa-IR"/>
        </w:rPr>
        <w:t xml:space="preserve"> در استانبول (1354 _ 1359 شمس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در چهل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اتوبوس 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مسافران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بخش اروپا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آس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استانبول جا به جا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سه طبقه بودند و در هر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سه هزار نفر حمل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مرحوم پدرم به استانبول آمده بود، روز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شنبه که مسجد ما تعط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بود، خواست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به 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مرمره ببر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مرمره، پنج 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مسکون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آنها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پدرم، مادرم و اعضا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خانواده را برداشت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سوار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ساعت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از استانبول تا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الووا</w:t>
      </w:r>
      <w:r>
        <w:rPr>
          <w:rtl/>
          <w:lang w:bidi="fa-IR"/>
        </w:rPr>
        <w:t xml:space="preserve"> راه بود،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وک</w:t>
      </w:r>
      <w:r>
        <w:rPr>
          <w:rtl/>
          <w:lang w:bidi="fa-IR"/>
        </w:rPr>
        <w:t xml:space="preserve"> آدا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طوفان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طبقه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 از آب شد و مسافر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 قسمت به دو طبقه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وسط و فوقان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آمدند. شدّت طوفان در حدّ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امواج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چپ و راست کج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بود که وارونه شود.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بدون توجه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غالب مسافران از اهل سنّت هستند،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مرتبه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زدم: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  <w:r>
        <w:rPr>
          <w:rtl/>
          <w:lang w:bidi="fa-IR"/>
        </w:rPr>
        <w:t>!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مسافران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نجات از طوفان است، همه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صدا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زدند: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!»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مرتبه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آرام شد و طوفان قطع شد، مسافران دور مرا گرفتند و گفتند: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چه ذکر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بود؟ به 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بده! گفتم: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3B3682" w:rsidRPr="003B3682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فرموده که: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مشعل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نجات است. شما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هر وقت گرفتار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نجات چنگ بزن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B83331">
      <w:pPr>
        <w:pStyle w:val="Heading1"/>
        <w:rPr>
          <w:rtl/>
          <w:lang w:bidi="fa-IR"/>
        </w:rPr>
      </w:pPr>
      <w:bookmarkStart w:id="32" w:name="_Toc525386403"/>
      <w:r>
        <w:rPr>
          <w:rFonts w:hint="eastAsia"/>
          <w:rtl/>
          <w:lang w:bidi="fa-IR"/>
        </w:rPr>
        <w:t>صاحب</w:t>
      </w:r>
      <w:r>
        <w:rPr>
          <w:rtl/>
          <w:lang w:bidi="fa-IR"/>
        </w:rPr>
        <w:t xml:space="preserve"> فرزند شدن به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bookmarkEnd w:id="32"/>
      <w:r w:rsidRPr="00160F70">
        <w:rPr>
          <w:rStyle w:val="libAlaemChar"/>
          <w:rtl/>
        </w:rPr>
        <w:t xml:space="preserve"> 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سجّاد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جوانان متد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اصفهان، روز پنج شنبه 4/7/92 تلفن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ازدواج به مدّت سه سال صاحب فرزند نشد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پس از معا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نات</w:t>
      </w:r>
      <w:r>
        <w:rPr>
          <w:rtl/>
          <w:lang w:bidi="fa-IR"/>
        </w:rPr>
        <w:t xml:space="preserve"> و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شات</w:t>
      </w:r>
      <w:r>
        <w:rPr>
          <w:rtl/>
          <w:lang w:bidi="fa-IR"/>
        </w:rPr>
        <w:t xml:space="preserve"> فراوان معلوم شد که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از من است و هرگز صاحب اولاد نخواهم 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B8333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عتبات 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مشرّف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شب جمعه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حرم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آن حضرت متوسّل شدم و عرضه داشتم: اگر به من دختر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او را به </w:t>
      </w:r>
      <w:r>
        <w:rPr>
          <w:rtl/>
          <w:lang w:bidi="fa-IR"/>
        </w:rPr>
        <w:lastRenderedPageBreak/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رق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 w:rsidR="00B83331" w:rsidRPr="00B83331">
        <w:rPr>
          <w:rStyle w:val="libAlaemChar"/>
          <w:rFonts w:eastAsiaTheme="minorHAnsi"/>
          <w:rtl/>
        </w:rPr>
        <w:t>عليها‌السلام</w:t>
      </w:r>
      <w:r>
        <w:rPr>
          <w:rtl/>
          <w:lang w:bidi="fa-IR"/>
        </w:rPr>
        <w:t xml:space="preserve"> مفتخرش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و اگر پسر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به غلام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اکبر و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اصغر مفتخرش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آن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دار و شلوغ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حرم احساس کردم که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افتاده است، به زحمت آن را 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برداشتم،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لباس نوزاد است، همانجا متوجه شدم که به حاجت خود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همان</w:t>
      </w:r>
      <w:r>
        <w:rPr>
          <w:rtl/>
          <w:lang w:bidi="fa-IR"/>
        </w:rPr>
        <w:t xml:space="preserve"> سال خداوند دختر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ما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فرمود که نامش را رق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نهاد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B83331">
      <w:pPr>
        <w:pStyle w:val="Heading1"/>
        <w:rPr>
          <w:rtl/>
          <w:lang w:bidi="fa-IR"/>
        </w:rPr>
      </w:pPr>
      <w:bookmarkStart w:id="33" w:name="_Toc525386404"/>
      <w:r>
        <w:rPr>
          <w:rFonts w:hint="eastAsia"/>
          <w:rtl/>
          <w:lang w:bidi="fa-IR"/>
        </w:rPr>
        <w:t>عمر</w:t>
      </w:r>
      <w:r>
        <w:rPr>
          <w:rtl/>
          <w:lang w:bidi="fa-IR"/>
        </w:rPr>
        <w:t xml:space="preserve"> دوباره به برکت توسّل به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bookmarkEnd w:id="33"/>
      <w:r w:rsidRPr="00160F70">
        <w:rPr>
          <w:rStyle w:val="libAlaemChar"/>
          <w:rtl/>
        </w:rPr>
        <w:t xml:space="preserve"> 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حجه</w:t>
      </w:r>
      <w:r>
        <w:rPr>
          <w:rtl/>
          <w:lang w:bidi="fa-IR"/>
        </w:rPr>
        <w:t xml:space="preserve"> الاسلام والمسلم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کاظم شاهرود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روز پنج شنبه 4/7/92 شمس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فرمود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نجف اشرف بود به نام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صادق قاموس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پدرش را خواب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گفت: پسرم کارها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جمع و جور کن که اجلت فرا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اعتنا نکرد، تا بار دوم به خوابش آمد و همان جمله را گفت، باز هم اعتنا نکرد.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بار</w:t>
      </w:r>
      <w:r>
        <w:rPr>
          <w:rtl/>
          <w:lang w:bidi="fa-IR"/>
        </w:rPr>
        <w:t xml:space="preserve"> سوم گفت: پسرم فلان روز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صادق احساس کرد که مسأله جدّ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روضه خوان، به نام: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موعود فرا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بعد از نماز صبح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اش را دعوت کرد و گفت: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روضه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بخوان. بعد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صبحانه آورد و بعد از صبحانه تقاضا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روضه مجدد کرد. پس از روضه، 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آورد، باز هم تقاضا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روضه کرد. تا ظهر شد، گفت: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نماز بخوان، بعد از نماز نهار آور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تقاضا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روضه کرد.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تا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 او را در منزل نگه داشت و مرتّب از او تقاضا کرد که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روضه بخواند.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و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پدرش را در عالم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گفت: پسرم به برکت روضه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امروز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دالشهدا</w:t>
      </w:r>
      <w:r>
        <w:rPr>
          <w:rtl/>
          <w:lang w:bidi="fa-IR"/>
        </w:rPr>
        <w:t xml:space="preserve"> برپا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خداوند 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به تو عمر داد.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شاهرود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داستان را به دو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نقل کرد: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1) حضرت حجه الاسلام والمسلم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اض</w:t>
      </w:r>
      <w:r>
        <w:rPr>
          <w:rtl/>
          <w:lang w:bidi="fa-IR"/>
        </w:rPr>
        <w:t xml:space="preserve"> حک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2)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فاضل زُوَ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B8333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صادق قاموس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عمر کرد،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آمد، در قم فوت کرد و</w:t>
      </w:r>
      <w:r w:rsidR="00B8333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قبرستان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خان</w:t>
      </w:r>
      <w:r>
        <w:rPr>
          <w:rtl/>
          <w:lang w:bidi="fa-IR"/>
        </w:rPr>
        <w:t xml:space="preserve"> به خاک سپرده 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B83331">
      <w:pPr>
        <w:pStyle w:val="Heading1"/>
        <w:rPr>
          <w:rtl/>
          <w:lang w:bidi="fa-IR"/>
        </w:rPr>
      </w:pPr>
      <w:bookmarkStart w:id="34" w:name="_Toc525386405"/>
      <w:r>
        <w:rPr>
          <w:rFonts w:hint="eastAsia"/>
          <w:rtl/>
          <w:lang w:bidi="fa-IR"/>
        </w:rPr>
        <w:t>نغمه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«ولد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  <w:bookmarkEnd w:id="34"/>
    </w:p>
    <w:p w:rsidR="00160F70" w:rsidRDefault="00160F70" w:rsidP="00B8333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توانا و مقتل خوان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عبدالزهراء کعب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که نامش «عبدالزهراء» بود، در روز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لاد</w:t>
      </w:r>
      <w:r>
        <w:rPr>
          <w:rtl/>
          <w:lang w:bidi="fa-IR"/>
        </w:rPr>
        <w:t xml:space="preserve"> مسعود حضرت زهراء متولّد شد و در شب شهادت حضرت زهرا </w:t>
      </w:r>
      <w:r w:rsidR="00B83331" w:rsidRPr="00B83331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در سال 1394 قمر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وفات کرد.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عراق،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کشورها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رفت، روز عاشورا در دسته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عزادرا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طُوَ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رِج</w:t>
      </w:r>
      <w:r>
        <w:rPr>
          <w:rtl/>
          <w:lang w:bidi="fa-IR"/>
        </w:rPr>
        <w:t xml:space="preserve"> شرکت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مقتل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گذشت چهل سال هنوز نوارها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مقتل 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عاشورا و اربع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راد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و تلو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کشورها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پخش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B8333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ارجمند حضرت حجه الاسلام والمسلم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B83331">
        <w:rPr>
          <w:rFonts w:hint="cs"/>
          <w:rtl/>
          <w:lang w:bidi="fa-IR"/>
        </w:rPr>
        <w:t>آ</w:t>
      </w:r>
      <w:r>
        <w:rPr>
          <w:rtl/>
          <w:lang w:bidi="fa-IR"/>
        </w:rPr>
        <w:t>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کاظم شاهرود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روز پنج شنبه 4/7/92 شمس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فرمودند: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B8333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در حدود 25 سال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اهال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کربلا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مرحوم کعب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دختر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که همواره به پدرش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شما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عمر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نوکر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حتماً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است، از آن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بگو،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تحاش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دختر چاره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عبا و عمامه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پدر را در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مخف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مرحوم کعب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وقت منبر شد، دنبال لباس گشت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نکرد، از دخترش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لباس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چه شده؟ گفت: لباس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لباس. گفت: منبر دارم،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شده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B8333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دختر</w:t>
      </w:r>
      <w:r>
        <w:rPr>
          <w:rtl/>
          <w:lang w:bidi="fa-IR"/>
        </w:rPr>
        <w:t xml:space="preserve"> گفت: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بگو، تا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لباس ها را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>: الآن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شده،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برگشتم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>: قول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پاسخ داد: بله قول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دختر</w:t>
      </w:r>
      <w:r>
        <w:rPr>
          <w:rtl/>
          <w:lang w:bidi="fa-IR"/>
        </w:rPr>
        <w:t xml:space="preserve"> لباس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بابا را به او داد، به منبرش رفت و برگشت. دختر گفت: بابا قول 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کعب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در مجالس عزادار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خوانم، از پشت منبر ناله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جانسوز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شنوم که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«ولد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! ولد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  <w:r>
        <w:rPr>
          <w:rtl/>
          <w:lang w:bidi="fa-IR"/>
        </w:rPr>
        <w:t>!</w:t>
      </w:r>
    </w:p>
    <w:p w:rsidR="00160F70" w:rsidRDefault="00B83331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B83331">
      <w:pPr>
        <w:pStyle w:val="Heading1"/>
        <w:rPr>
          <w:rtl/>
          <w:lang w:bidi="fa-IR"/>
        </w:rPr>
      </w:pPr>
      <w:bookmarkStart w:id="35" w:name="_Toc525386406"/>
      <w:r>
        <w:rPr>
          <w:rFonts w:hint="eastAsia"/>
          <w:rtl/>
          <w:lang w:bidi="fa-IR"/>
        </w:rPr>
        <w:t>گوشه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bookmarkEnd w:id="35"/>
      <w:r w:rsidRPr="00160F70">
        <w:rPr>
          <w:rStyle w:val="libAlaemChar"/>
          <w:rtl/>
        </w:rPr>
        <w:t xml:space="preserve"> 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1) در حدود 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با دوست دانشمندم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عقوب</w:t>
      </w:r>
      <w:r>
        <w:rPr>
          <w:rtl/>
          <w:lang w:bidi="fa-IR"/>
        </w:rPr>
        <w:t xml:space="preserve"> جعفر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tl/>
          <w:lang w:bidi="fa-IR"/>
        </w:rPr>
        <w:t xml:space="preserve">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مهمان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دکتر ثقف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در آن ا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در دانشگاه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tl/>
          <w:lang w:bidi="fa-IR"/>
        </w:rPr>
        <w:t xml:space="preserve">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در ساختمان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</w:t>
      </w:r>
      <w:r>
        <w:rPr>
          <w:rtl/>
          <w:lang w:bidi="fa-IR"/>
        </w:rPr>
        <w:t xml:space="preserve"> نماز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tl/>
          <w:lang w:bidi="fa-IR"/>
        </w:rPr>
        <w:t xml:space="preserve"> اقامت داشت.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سوم شعبان بود،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محلات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راننده اش را فرستاد، ما را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شاهچراغ، علاء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ابن حمزه برد.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استاد</w:t>
      </w:r>
      <w:r>
        <w:rPr>
          <w:rtl/>
          <w:lang w:bidi="fa-IR"/>
        </w:rPr>
        <w:t xml:space="preserve"> ثقف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چهار پسر داشت و خداوند دختر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فرموده بود که حدوداً دو ساله بود و مورد علاقه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خاص پدر و مادر بود.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منزل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طبقه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پنجم بود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دختر در بالکن منزل مشغول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بوده، از معجر جلو بالکن بالا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و از آن ارتفاع بلند (حدود 15 متر) به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و او را برداشته و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برند، پس از معا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آس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چون احتمال ضربه مغز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چند ساعت تحت مراقبت باشد. پس از مراقبت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مرخّص شد و با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آس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او نرس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2) روز جمعه 11 محرم 1422 برابر 17/1/80 شمس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روز مجلس دهگ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مداح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حاج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بساطچ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باند بلندگو از ارتفاع بلند بر سر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بچه 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افتد، از آنجا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افتد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نشکن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فرش پودر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2F774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گلو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بچه در اثر شدت ضربه خون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کمرش به درد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آس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3) برادرزاده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قاسم واعظ مهاجر (1292 _ 1362 ق)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دوستانش به روس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رود،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طلا و 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و عازم خو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چون</w:t>
      </w:r>
      <w:r>
        <w:rPr>
          <w:rtl/>
          <w:lang w:bidi="fa-IR"/>
        </w:rPr>
        <w:t xml:space="preserve"> اسب دوستش 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بود، طلا و 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خود را بر اسب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بندد، به هنگام عبور از رود ارس، 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قش</w:t>
      </w:r>
      <w:r>
        <w:rPr>
          <w:rtl/>
          <w:lang w:bidi="fa-IR"/>
        </w:rPr>
        <w:t xml:space="preserve"> عبور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چون اسب او ناتوان بوده، آب آنها را با خودش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 به 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که 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مرا به پدرم بده.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قش</w:t>
      </w:r>
      <w:r>
        <w:rPr>
          <w:rtl/>
          <w:lang w:bidi="fa-IR"/>
        </w:rPr>
        <w:t xml:space="preserve"> داستان را به پدرش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آنها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مجلس ترح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برگزار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او</w:t>
      </w:r>
      <w:r>
        <w:rPr>
          <w:rtl/>
          <w:lang w:bidi="fa-IR"/>
        </w:rPr>
        <w:t xml:space="preserve"> در وسط ارس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کربلا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آورده، عرض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کند: مولاجان!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نجات من بفرست، من از دو رأس گوسفند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دارم، هر کدام را بخواهد به او تقد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لحظه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جلو چشمش مجسّم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او را نجات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و ناپد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2F774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</w:t>
      </w:r>
      <w:r>
        <w:rPr>
          <w:rtl/>
          <w:lang w:bidi="fa-IR"/>
        </w:rPr>
        <w:t xml:space="preserve"> او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به مجلس ترح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وارد شده خبر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که او زنده است،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استقبالش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شتابند و او را به خانه اش</w:t>
      </w:r>
      <w:r w:rsidR="002F774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نذر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بده،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هر کدام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انتخاب کن.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گوسفندان را انتخاب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به شانزده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فروشد، دو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آن را خودش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دارد، دو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الش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نان به سگ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محلّه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امامزاده جدا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دوازده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الش</w:t>
      </w:r>
      <w:r>
        <w:rPr>
          <w:rtl/>
          <w:lang w:bidi="fa-IR"/>
        </w:rPr>
        <w:t xml:space="preserve"> را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فقرا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محل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  <w:r w:rsidRPr="002F7748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2F7748">
      <w:pPr>
        <w:pStyle w:val="Heading1"/>
        <w:rPr>
          <w:rtl/>
          <w:lang w:bidi="fa-IR"/>
        </w:rPr>
      </w:pPr>
      <w:bookmarkStart w:id="36" w:name="_Toc525386407"/>
      <w:r>
        <w:rPr>
          <w:rFonts w:hint="eastAsia"/>
          <w:rtl/>
          <w:lang w:bidi="fa-IR"/>
        </w:rPr>
        <w:t>دفع</w:t>
      </w:r>
      <w:r>
        <w:rPr>
          <w:rtl/>
          <w:lang w:bidi="fa-IR"/>
        </w:rPr>
        <w:t xml:space="preserve"> وبا با توسّل به حضرت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دالشهداء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bookmarkEnd w:id="36"/>
      <w:r w:rsidRPr="00160F70">
        <w:rPr>
          <w:rStyle w:val="libAlaemChar"/>
          <w:rtl/>
        </w:rPr>
        <w:t xml:space="preserve"> 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پنج شنبه 27 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قعده</w:t>
      </w:r>
      <w:r>
        <w:rPr>
          <w:rtl/>
          <w:lang w:bidi="fa-IR"/>
        </w:rPr>
        <w:t xml:space="preserve"> الحرام 1434 برابر 11/7/92 شمس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حضرت حجه الاسلام والمسلم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کاظم شاهرود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پدر بزرگوارشان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حاج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محمد شاهرود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مراجع بزرگوار تقل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نقل کرد که در گذشته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نجف اشرف وبا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وع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مردم مقابل درب خانه شان </w:t>
      </w:r>
      <w:r>
        <w:rPr>
          <w:rtl/>
          <w:lang w:bidi="fa-IR"/>
        </w:rPr>
        <w:lastRenderedPageBreak/>
        <w:t>را جارو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کردند، 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انداختند و روضه برگزار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و وبا کاملاً رفع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احد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وبا مبتلا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2F7748">
      <w:pPr>
        <w:pStyle w:val="Heading1"/>
        <w:rPr>
          <w:rtl/>
          <w:lang w:bidi="fa-IR"/>
        </w:rPr>
      </w:pPr>
      <w:bookmarkStart w:id="37" w:name="_Toc525386408"/>
      <w:r>
        <w:rPr>
          <w:rFonts w:hint="eastAsia"/>
          <w:rtl/>
          <w:lang w:bidi="fa-IR"/>
        </w:rPr>
        <w:t>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خاص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بانو</w:t>
      </w:r>
      <w:bookmarkEnd w:id="37"/>
    </w:p>
    <w:p w:rsidR="00160F70" w:rsidRDefault="00160F70" w:rsidP="002F774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صادق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فرمودند: اطراف حرم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مقبره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هست که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سرداب محل دفن علما و صلحا بود، راه ورود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سرداب همواره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سنگ بزرگ مسدود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جنازه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آوردند،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</w:t>
      </w:r>
    </w:p>
    <w:p w:rsidR="00160F70" w:rsidRPr="002F7748" w:rsidRDefault="002F7748" w:rsidP="002F7748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160F70" w:rsidRDefault="00160F70" w:rsidP="002F7748">
      <w:pPr>
        <w:pStyle w:val="libFootnote0"/>
        <w:rPr>
          <w:rtl/>
          <w:lang w:bidi="fa-IR"/>
        </w:rPr>
      </w:pPr>
      <w:r>
        <w:rPr>
          <w:rtl/>
          <w:lang w:bidi="fa-IR"/>
        </w:rPr>
        <w:t>1- 1.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کرامات و حکا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پندآموز، ص 133.</w:t>
      </w:r>
    </w:p>
    <w:p w:rsidR="00160F70" w:rsidRDefault="002F7748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حاج</w:t>
      </w:r>
      <w:r w:rsidR="00160F70">
        <w:rPr>
          <w:rtl/>
          <w:lang w:bidi="fa-IR"/>
        </w:rPr>
        <w:t xml:space="preserve"> عبدالرّضا، مشهور به: «دفّان» جنازه را به پا</w:t>
      </w:r>
      <w:r w:rsidR="00160F70">
        <w:rPr>
          <w:rFonts w:hint="cs"/>
          <w:rtl/>
          <w:lang w:bidi="fa-IR"/>
        </w:rPr>
        <w:t>یی</w:t>
      </w:r>
      <w:r w:rsidR="00160F70">
        <w:rPr>
          <w:rFonts w:hint="eastAsia"/>
          <w:rtl/>
          <w:lang w:bidi="fa-IR"/>
        </w:rPr>
        <w:t>ن</w:t>
      </w:r>
      <w:r w:rsidR="00160F70">
        <w:rPr>
          <w:rtl/>
          <w:lang w:bidi="fa-IR"/>
        </w:rPr>
        <w:t xml:space="preserve">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برد، آن را رو به قبله، بر رو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پهلو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راستش قرار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داد و صورتش را رو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خاک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گذاشت و 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ک</w:t>
      </w:r>
      <w:r w:rsidR="00160F70">
        <w:rPr>
          <w:rtl/>
          <w:lang w:bidi="fa-IR"/>
        </w:rPr>
        <w:t xml:space="preserve"> عدد آجر به پشت م</w:t>
      </w:r>
      <w:r w:rsidR="00160F70">
        <w:rPr>
          <w:rFonts w:hint="cs"/>
          <w:rtl/>
          <w:lang w:bidi="fa-IR"/>
        </w:rPr>
        <w:t>یّ</w:t>
      </w:r>
      <w:r w:rsidR="00160F70">
        <w:rPr>
          <w:rFonts w:hint="eastAsia"/>
          <w:rtl/>
          <w:lang w:bidi="fa-IR"/>
        </w:rPr>
        <w:t>ت</w:t>
      </w:r>
      <w:r w:rsidR="00160F70">
        <w:rPr>
          <w:rtl/>
          <w:lang w:bidi="fa-IR"/>
        </w:rPr>
        <w:t xml:space="preserve"> تک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ه</w:t>
      </w:r>
      <w:r w:rsidR="00160F70">
        <w:rPr>
          <w:rtl/>
          <w:lang w:bidi="fa-IR"/>
        </w:rPr>
        <w:t xml:space="preserve">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داد که برنگردد.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زن بود،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از محارم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همراه حاج عبدالرّضا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رفت، که آن محرم صورت 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خاک بگذارد.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معمولاً پنج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طول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خانم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روستاها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اطراف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دفن آوردند، تنها محرم او پسر 22 ساله اش بود که آشنا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انش</w:t>
      </w:r>
      <w:r>
        <w:rPr>
          <w:rtl/>
          <w:lang w:bidi="fa-IR"/>
        </w:rPr>
        <w:t xml:space="preserve"> گفتند: او هنوز جوان است، اگر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برود، احتمالاً دچار وحشت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شما خودتان جنازه را ببر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عبدالرّضا جنازه را برد،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پنج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ده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طول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همه نگران شدند، فانوس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برداشته به سرداب رفتند و آمدند، گفتند که حاج عبدالرضا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هوش</w:t>
      </w:r>
      <w:r>
        <w:rPr>
          <w:rtl/>
          <w:lang w:bidi="fa-IR"/>
        </w:rPr>
        <w:t xml:space="preserve"> افتاده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</w:t>
      </w:r>
      <w:r>
        <w:rPr>
          <w:rtl/>
          <w:lang w:bidi="fa-IR"/>
        </w:rPr>
        <w:t xml:space="preserve"> نفر رفتند و حاج عبدالرضا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آوردند، به صورتش آب پاش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تا به هوش آمد.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مجرد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به هوش آمد، گفت: آن پسر کجاست؟ پسر متوفّ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و گفت: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هستم.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مادر شما چه کاره بود؟ گفت: خانه دار.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2F774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با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چه رابطه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داشت؟ گفت: به روضه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و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ن؟</w:t>
      </w:r>
      <w:r>
        <w:rPr>
          <w:rtl/>
          <w:lang w:bidi="fa-IR"/>
        </w:rPr>
        <w:t xml:space="preserve"> گفت: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مجلس عزادار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برگزار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کرد؟ گفت: نه؛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امکانات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گفتند</w:t>
      </w:r>
      <w:r>
        <w:rPr>
          <w:rtl/>
          <w:lang w:bidi="fa-IR"/>
        </w:rPr>
        <w:t>: داستان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>: همانند هر 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او را به محل دفن بردم، خواستم صورتش را باز کنم و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خاک بگذارم، چون نامحرم بود، کفن را 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صورتش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مواظب بودم که چهره اش آشکار نشود.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اثناء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مطهّر آشکار شد و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متوفّ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آنجا طلوع کرد. من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آن نور از هوش رفتم.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2F774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پسر</w:t>
      </w:r>
      <w:r>
        <w:rPr>
          <w:rtl/>
          <w:lang w:bidi="fa-IR"/>
        </w:rPr>
        <w:t xml:space="preserve"> متوف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مادرم با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عهد کرده بود که درآمد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پنج شنبه اش را در راه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خرج کند.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پنج شنبه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گاو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نگه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داشت، به زائران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تخم</w:t>
      </w:r>
      <w:r>
        <w:rPr>
          <w:rtl/>
          <w:lang w:bidi="fa-IR"/>
        </w:rPr>
        <w:t xml:space="preserve"> مرغ، خرما و هر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روز پنج شنبه به دست 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به زائران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اگر به آن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از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قرض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به آن دست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گاه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نکته جالب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اشاره کردند و آن نکته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که: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سرداب، صدها نفر مدفون هستند،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 روز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ماه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 سال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در آنجا نهاده شده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توجه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جنازه ها خاک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راه ورود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تعفّن همه جا را فرا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هرگز 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تعفّن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احساس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</w:t>
      </w:r>
    </w:p>
    <w:p w:rsidR="00160F70" w:rsidRDefault="002F7748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2F7748">
      <w:pPr>
        <w:pStyle w:val="Heading1"/>
        <w:rPr>
          <w:rtl/>
          <w:lang w:bidi="fa-IR"/>
        </w:rPr>
      </w:pPr>
      <w:bookmarkStart w:id="38" w:name="_Toc525386409"/>
      <w:r>
        <w:rPr>
          <w:rFonts w:hint="eastAsia"/>
          <w:rtl/>
          <w:lang w:bidi="fa-IR"/>
        </w:rPr>
        <w:t>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فرد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bookmarkEnd w:id="38"/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محدث</w:t>
      </w:r>
      <w:r>
        <w:rPr>
          <w:rtl/>
          <w:lang w:bidi="fa-IR"/>
        </w:rPr>
        <w:t xml:space="preserve">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فرموده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تاجر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بصره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دوستانش</w:t>
      </w:r>
      <w:r>
        <w:rPr>
          <w:rtl/>
          <w:lang w:bidi="fa-IR"/>
        </w:rPr>
        <w:t xml:space="preserve"> از بغداد به او نوشتند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بغداد بهتر است،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مال التّجاره اش را برداشت به طرف بغداد حرکت کرد، در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دزدان بر او تاختند و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اموالش را گرفتند.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خجالت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با آن وضع به بغداد برود، در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چادرها اقامت نمود و با اهال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آنجا مأنوس 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عاشورا آنها عازم کربلا بودند، او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همراه خود به نجف اشرف سپس به کربلا بردند.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عاشورا او را در نزد 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خود گذاشتند و گفتند: ما فردا بعد از ظهر به نزد تو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شب گذشت و او را خواب برد، در عالم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سه نفر شخص جل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القدر از حرم مطهر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آمدند،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امر فرمود که در شهر بگردد و اسام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زائران را در دفتر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ثبت کرده به نزد او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اورد</w:t>
      </w:r>
      <w:r>
        <w:rPr>
          <w:rtl/>
          <w:lang w:bidi="fa-IR"/>
        </w:rPr>
        <w:t xml:space="preserve"> و شخص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امر فرمود که اسام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زائران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در صحن </w:t>
      </w:r>
      <w:r>
        <w:rPr>
          <w:rFonts w:hint="eastAsia"/>
          <w:rtl/>
          <w:lang w:bidi="fa-IR"/>
        </w:rPr>
        <w:t>هستند</w:t>
      </w:r>
      <w:r>
        <w:rPr>
          <w:rtl/>
          <w:lang w:bidi="fa-IR"/>
        </w:rPr>
        <w:t xml:space="preserve"> 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دو نفر آمدند و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زائران را به آن حضرت ارائه دادند. آن حضرت اسام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زائران را ملاحظه کردند و فرمودند: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بق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دارد.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دو نفر رفتند و گشتند و آمدند و گفتند: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همه را نوشت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نمانده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حضرت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نه،</w:t>
      </w:r>
      <w:r>
        <w:rPr>
          <w:rtl/>
          <w:lang w:bidi="fa-IR"/>
        </w:rPr>
        <w:t xml:space="preserve"> بق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دارد.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رفتند و همه جا را گشتند و آمدند و گفتند: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جا را گشت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قلم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فتاده</w:t>
      </w:r>
      <w:r>
        <w:rPr>
          <w:rtl/>
          <w:lang w:bidi="fa-IR"/>
        </w:rPr>
        <w:t xml:space="preserve">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فرمود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بق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دارد.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بار</w:t>
      </w:r>
      <w:r>
        <w:rPr>
          <w:rtl/>
          <w:lang w:bidi="fa-IR"/>
        </w:rPr>
        <w:t xml:space="preserve"> سوم همه جا را گشتند و برگشتند و گفتند: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جز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احد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نمانده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حضرت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چرا نام او را ننوشت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>!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قد حلّ بساحتنا؟!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مگر</w:t>
      </w:r>
      <w:r>
        <w:rPr>
          <w:rtl/>
          <w:lang w:bidi="fa-IR"/>
        </w:rPr>
        <w:t xml:space="preserve"> او قدم در آستانه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ننهاده است؟!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بود که آن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بطلان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آگاه شده و به نور اسلام منوّر شد و در زمره مسلمانان قرار گرفت.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سان از ثروت به سرقت رفته اش، سعادت ابد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نعمت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او ارزان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</w:t>
      </w:r>
      <w:r w:rsidRPr="002F7748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2F774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محمد جرّاح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آمده،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داستان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محل فرود آن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خبر داده که در خانه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الدوله در داخل اسطبل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صبح به آن خانه رفته، آن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همانجا مشاهده کرده،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به او خبر داده،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شرف اسلام مشرف شده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داستان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تعب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: «أما حلّ بساحتنا» آمده است.</w:t>
      </w:r>
      <w:r w:rsidRPr="002F7748">
        <w:rPr>
          <w:rStyle w:val="libFootnotenumChar"/>
          <w:rtl/>
        </w:rPr>
        <w:t>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جوان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برکت عزادار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</w:p>
    <w:p w:rsidR="00160F70" w:rsidRPr="002F7748" w:rsidRDefault="002F7748" w:rsidP="002F7748">
      <w:pPr>
        <w:pStyle w:val="libLine"/>
        <w:rPr>
          <w:szCs w:val="32"/>
          <w:rtl/>
        </w:rPr>
      </w:pPr>
      <w:r>
        <w:rPr>
          <w:rFonts w:hint="cs"/>
          <w:rtl/>
          <w:lang w:bidi="fa-IR"/>
        </w:rPr>
        <w:t>____________________________________</w:t>
      </w:r>
    </w:p>
    <w:p w:rsidR="00160F70" w:rsidRDefault="00160F70" w:rsidP="002F7748">
      <w:pPr>
        <w:pStyle w:val="libFootnote0"/>
        <w:rPr>
          <w:rtl/>
          <w:lang w:bidi="fa-IR"/>
        </w:rPr>
      </w:pPr>
      <w:r>
        <w:rPr>
          <w:rtl/>
          <w:lang w:bidi="fa-IR"/>
        </w:rPr>
        <w:t>1- 1. محدث نور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دارالسلام، ج 2، ص 144.</w:t>
      </w:r>
    </w:p>
    <w:p w:rsidR="00160F70" w:rsidRDefault="00160F70" w:rsidP="002F7748">
      <w:pPr>
        <w:pStyle w:val="libFootnote0"/>
        <w:rPr>
          <w:rtl/>
          <w:lang w:bidi="fa-IR"/>
        </w:rPr>
      </w:pPr>
      <w:r>
        <w:rPr>
          <w:rtl/>
          <w:lang w:bidi="fa-IR"/>
        </w:rPr>
        <w:t>2- 2. همان، ص 146.</w:t>
      </w:r>
    </w:p>
    <w:p w:rsidR="00160F70" w:rsidRDefault="002F7748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cs"/>
          <w:rtl/>
          <w:lang w:bidi="fa-IR"/>
        </w:rPr>
        <w:lastRenderedPageBreak/>
        <w:t>ی</w:t>
      </w:r>
      <w:r w:rsidR="00160F70">
        <w:rPr>
          <w:rFonts w:hint="eastAsia"/>
          <w:rtl/>
          <w:lang w:bidi="fa-IR"/>
        </w:rPr>
        <w:t>ک</w:t>
      </w:r>
      <w:r w:rsidR="00160F70">
        <w:rPr>
          <w:rtl/>
          <w:lang w:bidi="fa-IR"/>
        </w:rPr>
        <w:t xml:space="preserve"> نفر روحان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همه ساله از قراملک تبر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ز</w:t>
      </w:r>
      <w:r w:rsidR="00160F70">
        <w:rPr>
          <w:rtl/>
          <w:lang w:bidi="fa-IR"/>
        </w:rPr>
        <w:t xml:space="preserve"> به 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ک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از روستاها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قفقاز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رفت. 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ک</w:t>
      </w:r>
      <w:r w:rsidR="00160F70">
        <w:rPr>
          <w:rtl/>
          <w:lang w:bidi="fa-IR"/>
        </w:rPr>
        <w:t xml:space="preserve"> سال طبق سنوات قبل، روز اول محرم به آن روستا وارد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شود و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ب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ند</w:t>
      </w:r>
      <w:r w:rsidR="00160F70">
        <w:rPr>
          <w:rtl/>
          <w:lang w:bidi="fa-IR"/>
        </w:rPr>
        <w:t xml:space="preserve"> روحان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د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گر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قبلاً آمده و مشغول تبل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غ</w:t>
      </w:r>
      <w:r w:rsidR="00160F70">
        <w:rPr>
          <w:rtl/>
          <w:lang w:bidi="fa-IR"/>
        </w:rPr>
        <w:t xml:space="preserve">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اهال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روستا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شما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 بمان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ما هر 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را تأم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قبول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گردد. در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بازگشت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شهرها در کاروانسرا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منزل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با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قصّاب، بقال، بزاز و عطار که طلبکار هستند، همگ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دوار</w:t>
      </w:r>
      <w:r>
        <w:rPr>
          <w:rtl/>
          <w:lang w:bidi="fa-IR"/>
        </w:rPr>
        <w:t xml:space="preserve"> هستند که من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گردم و طلب آنها را پرداخت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همان حال درب کوب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دعوت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که به خانه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رفته، در اطاق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اقامت کند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روضه بخواند.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روحان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مشاهده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فقط اهل منزل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روضه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و به سخنانش گوش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حالت تأثّر هم نشان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عاشورا پس از منبر، صاحب خانه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ما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جوان هجده ساله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فلج است،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مجلس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برگزار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اگر او شفا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کند، ما همگ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روحان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شب تا صبح به حضرت صدّ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طاهره متوسّل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شفا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جوان را مسئلت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صبح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  <w:r>
        <w:rPr>
          <w:rtl/>
          <w:lang w:bidi="fa-IR"/>
        </w:rPr>
        <w:t xml:space="preserve"> بلند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چون</w:t>
      </w:r>
      <w:r>
        <w:rPr>
          <w:rtl/>
          <w:lang w:bidi="fa-IR"/>
        </w:rPr>
        <w:t xml:space="preserve"> وارد اطاق آن جوان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جوان سرپا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مرتّب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اهل خانه به دست و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روحان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افتاده،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احترام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ماجرا را از جوان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پرسد،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خانم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همراه آقا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وارد اطاق شدند و از حال من تفقّد نمودند، من حالم را عرضه کردم.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خانم</w:t>
      </w:r>
      <w:r>
        <w:rPr>
          <w:rtl/>
          <w:lang w:bidi="fa-IR"/>
        </w:rPr>
        <w:t xml:space="preserve"> به آن آقا فرمود: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بفرما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سپس</w:t>
      </w:r>
      <w:r>
        <w:rPr>
          <w:rtl/>
          <w:lang w:bidi="fa-IR"/>
        </w:rPr>
        <w:t xml:space="preserve"> دست مرا گرفت و فرمود: برخ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گفتم</w:t>
      </w:r>
      <w:r>
        <w:rPr>
          <w:rtl/>
          <w:lang w:bidi="fa-IR"/>
        </w:rPr>
        <w:t>: من قادر به حرکت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</w:t>
      </w:r>
      <w:r>
        <w:rPr>
          <w:rtl/>
          <w:lang w:bidi="fa-IR"/>
        </w:rPr>
        <w:t>.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بگو و برخ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>!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جوان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مرتبه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و آن دو بزرگوار غا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از شفا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جوان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مسلمان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ده برابر سال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قبل به او کمک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از او دعوت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که همه ساله به محلّ آنها برود.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همه ساله دهه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عاشورا به آنجا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رود. دو سال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حکومت کمون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تبر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کوچ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در تبر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ز اقامت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عالم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ما امر فرمود که آنجا را ترک کرده به تبر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پس از دو سال مسأله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کمون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ارجمند حجه الاسلام والمسلم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اح</w:t>
      </w:r>
      <w:r>
        <w:rPr>
          <w:rtl/>
          <w:lang w:bidi="fa-IR"/>
        </w:rPr>
        <w:t xml:space="preserve"> روز چهارشنبه 21/11/88 برابر 25 صفر 1431 قمر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داستان را به نقل از همان روحان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قراملک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کرد و گفت: حدود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سال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او را در مشهد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حدوداً 85 سال داشت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داستان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نقل کرد.</w:t>
      </w:r>
    </w:p>
    <w:p w:rsidR="00160F70" w:rsidRPr="00D7747D" w:rsidRDefault="00D7747D" w:rsidP="00D7747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</w:t>
      </w:r>
    </w:p>
    <w:p w:rsidR="00160F70" w:rsidRDefault="00160F70" w:rsidP="00D7747D">
      <w:pPr>
        <w:pStyle w:val="libFootnote0"/>
        <w:rPr>
          <w:rtl/>
          <w:lang w:bidi="fa-IR"/>
        </w:rPr>
      </w:pPr>
      <w:r>
        <w:rPr>
          <w:rtl/>
          <w:lang w:bidi="fa-IR"/>
        </w:rPr>
        <w:t>1- 1.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کرامات و حکا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پندآموز، ص 43.</w:t>
      </w:r>
    </w:p>
    <w:p w:rsidR="00D7747D" w:rsidRDefault="00D7747D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D7747D">
      <w:pPr>
        <w:pStyle w:val="Heading1"/>
        <w:rPr>
          <w:rtl/>
          <w:lang w:bidi="fa-IR"/>
        </w:rPr>
      </w:pPr>
      <w:bookmarkStart w:id="39" w:name="_Toc525386410"/>
      <w:r>
        <w:rPr>
          <w:rFonts w:hint="eastAsia"/>
          <w:rtl/>
          <w:lang w:bidi="fa-IR"/>
        </w:rPr>
        <w:t>عزادار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bookmarkEnd w:id="39"/>
      <w:r w:rsidRPr="00160F70">
        <w:rPr>
          <w:rStyle w:val="libAlaemChar"/>
          <w:rtl/>
        </w:rPr>
        <w:t xml:space="preserve"> 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حاج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صادق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 سه شنبه 21/12/80 برابر 27 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حجه الحرام 1422 قمر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حدود 44 سال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ش،</w:t>
      </w:r>
      <w:r>
        <w:rPr>
          <w:rtl/>
          <w:lang w:bidi="fa-IR"/>
        </w:rPr>
        <w:t xml:space="preserve"> ظاهراً شب تاسوعا بود، در خدمت والد معظّم وارد حرم مطهّر حضرت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دالشهداء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با وجود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بروجرد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عبدالهاد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شبهه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اعلم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داشت،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وارد حرم شد. او در مورد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مظاهر شعائر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شبهه داشت.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خواصّ اصحابش در حضور جمع از والد معظّم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نظر شما در مورد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نوع از عزادار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پدرم</w:t>
      </w:r>
      <w:r>
        <w:rPr>
          <w:rtl/>
          <w:lang w:bidi="fa-IR"/>
        </w:rPr>
        <w:t xml:space="preserve"> همواره در پاسخ به سوءال اگرچه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ساده بود، لحظه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تأمّل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پس از اندک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تأمّل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از نظر علم و تقوا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کمتر نبود، بلکه بالاتر بود، او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منظورش</w:t>
      </w:r>
      <w:r>
        <w:rPr>
          <w:rtl/>
          <w:lang w:bidi="fa-IR"/>
        </w:rPr>
        <w:t xml:space="preserve">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محمد 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(1258 _ 1338 قمر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بود.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D7747D">
      <w:pPr>
        <w:pStyle w:val="Heading1"/>
        <w:rPr>
          <w:rtl/>
          <w:lang w:bidi="fa-IR"/>
        </w:rPr>
      </w:pPr>
      <w:bookmarkStart w:id="40" w:name="_Toc525386411"/>
      <w:r>
        <w:rPr>
          <w:rFonts w:hint="eastAsia"/>
          <w:rtl/>
          <w:lang w:bidi="fa-IR"/>
        </w:rPr>
        <w:t>ختم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</w:t>
      </w:r>
      <w:bookmarkEnd w:id="40"/>
    </w:p>
    <w:p w:rsidR="00160F70" w:rsidRDefault="00160F70" w:rsidP="00D7747D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غالب</w:t>
      </w:r>
      <w:r>
        <w:rPr>
          <w:rtl/>
          <w:lang w:bidi="fa-IR"/>
        </w:rPr>
        <w:t xml:space="preserve"> آثار و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حضرت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دالشهداء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بر مداوم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در مورد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اتّفاق افتاده که چهل روز بر آن مداومت داشته اند.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 در عرف به ختم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شهرت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رهگذر به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ختم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مبادرت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با تقد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چند مقدّمه: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D7747D">
      <w:pPr>
        <w:pStyle w:val="Heading1"/>
        <w:rPr>
          <w:rtl/>
          <w:lang w:bidi="fa-IR"/>
        </w:rPr>
      </w:pPr>
      <w:bookmarkStart w:id="41" w:name="_Toc525386412"/>
      <w:r>
        <w:rPr>
          <w:rtl/>
          <w:lang w:bidi="fa-IR"/>
        </w:rPr>
        <w:t>1</w:t>
      </w:r>
      <w:r w:rsidR="00D7747D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.ختومات و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آنها در اسلام</w:t>
      </w:r>
      <w:bookmarkEnd w:id="41"/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«ختوم»</w:t>
      </w:r>
      <w:r>
        <w:rPr>
          <w:rtl/>
          <w:lang w:bidi="fa-IR"/>
        </w:rPr>
        <w:t xml:space="preserve"> جمع «ختم» و آن در لغت به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مشهورتر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واژه ختم، در مورد «ختم قرآن» به کار رفته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فراوان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رامون</w:t>
      </w:r>
      <w:r>
        <w:rPr>
          <w:rtl/>
          <w:lang w:bidi="fa-IR"/>
        </w:rPr>
        <w:t xml:space="preserve"> آداب ختم قرآن، زمان و مکان آن سخن رفته است: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1)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ختم قرآن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3B3682" w:rsidRPr="003B3682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به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رموءمنان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.</w:t>
      </w:r>
      <w:r w:rsidRPr="00D7747D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2)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ختم قرآن مأثور از امام سجّاد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.</w:t>
      </w:r>
      <w:r w:rsidRPr="00D7747D">
        <w:rPr>
          <w:rStyle w:val="libFootnotenumChar"/>
          <w:rtl/>
        </w:rPr>
        <w:t>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3) آداب تلاوت و ختم قرآن، از طهارت،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تجو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تدبّر در آن</w:t>
      </w:r>
      <w:r w:rsidRPr="00D7747D">
        <w:rPr>
          <w:rStyle w:val="libFootnotenumChar"/>
          <w:rtl/>
        </w:rPr>
        <w:t>.(3)</w:t>
      </w:r>
    </w:p>
    <w:p w:rsidR="00160F70" w:rsidRPr="00D7747D" w:rsidRDefault="00D7747D" w:rsidP="00D7747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160F70" w:rsidRDefault="00160F70" w:rsidP="00D7747D">
      <w:pPr>
        <w:pStyle w:val="libFootnote0"/>
        <w:rPr>
          <w:rtl/>
          <w:lang w:bidi="fa-IR"/>
        </w:rPr>
      </w:pPr>
      <w:r>
        <w:rPr>
          <w:rtl/>
          <w:lang w:bidi="fa-IR"/>
        </w:rPr>
        <w:t>1- 1. علامه مجلس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بحارالانوار، ج 92، ص 206.</w:t>
      </w:r>
    </w:p>
    <w:p w:rsidR="00160F70" w:rsidRDefault="00160F70" w:rsidP="00D7747D">
      <w:pPr>
        <w:pStyle w:val="libFootnote0"/>
        <w:rPr>
          <w:rtl/>
          <w:lang w:bidi="fa-IR"/>
        </w:rPr>
      </w:pPr>
      <w:r>
        <w:rPr>
          <w:rtl/>
          <w:lang w:bidi="fa-IR"/>
        </w:rPr>
        <w:t>2- 2.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ابن طاووس، اقبال الأعمال، ج 1، ص 450.</w:t>
      </w:r>
    </w:p>
    <w:p w:rsidR="00160F70" w:rsidRDefault="00160F70" w:rsidP="00D7747D">
      <w:pPr>
        <w:pStyle w:val="libFootnote0"/>
        <w:rPr>
          <w:rtl/>
          <w:lang w:bidi="fa-IR"/>
        </w:rPr>
      </w:pPr>
      <w:r>
        <w:rPr>
          <w:rtl/>
          <w:lang w:bidi="fa-IR"/>
        </w:rPr>
        <w:t>3- 3. مجلس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همان.</w:t>
      </w:r>
    </w:p>
    <w:p w:rsidR="00160F70" w:rsidRDefault="00D7747D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tl/>
          <w:lang w:bidi="fa-IR"/>
        </w:rPr>
        <w:lastRenderedPageBreak/>
        <w:t xml:space="preserve">4) ختم قرآن در مکّه 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معظّمه.</w:t>
      </w:r>
      <w:r w:rsidR="00160F70" w:rsidRPr="00D7747D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5) ختم قرآن در روز جمعه.</w:t>
      </w:r>
      <w:r w:rsidRPr="00D7747D">
        <w:rPr>
          <w:rStyle w:val="libFootnotenumChar"/>
          <w:rtl/>
        </w:rPr>
        <w:t>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D7747D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6) ختم قرآن در مدّت سه روز که امام رضا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آن ملتزم بود</w:t>
      </w:r>
      <w:r w:rsidRPr="00D7747D">
        <w:rPr>
          <w:rStyle w:val="libFootnotenumChar"/>
          <w:rtl/>
        </w:rPr>
        <w:t>.(3)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7) ختم قرآن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شب، چنانکه حب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بن مظاهر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</w:t>
      </w:r>
      <w:r w:rsidRPr="00D7747D">
        <w:rPr>
          <w:rStyle w:val="libFootnotenumChar"/>
          <w:rtl/>
        </w:rPr>
        <w:t>.(4)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8) ختم قرآن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هفته.</w:t>
      </w:r>
      <w:r w:rsidRPr="00D7747D">
        <w:rPr>
          <w:rStyle w:val="libFootnotenumChar"/>
          <w:rtl/>
        </w:rPr>
        <w:t>(5)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9) چهل ختم قرآن در طول ماه رمضان.</w:t>
      </w:r>
      <w:r w:rsidRPr="00D7747D">
        <w:rPr>
          <w:rStyle w:val="libFootnotenumChar"/>
          <w:rtl/>
        </w:rPr>
        <w:t>(6)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D7747D">
      <w:pPr>
        <w:pStyle w:val="libNormal"/>
        <w:rPr>
          <w:rtl/>
          <w:lang w:bidi="fa-IR"/>
        </w:rPr>
      </w:pPr>
      <w:r>
        <w:rPr>
          <w:rtl/>
          <w:lang w:bidi="fa-IR"/>
        </w:rPr>
        <w:t>10)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صادق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تلاوت قرآن و پس از ختم آن. </w:t>
      </w:r>
      <w:r w:rsidRPr="00D7747D">
        <w:rPr>
          <w:rStyle w:val="libFootnotenumChar"/>
          <w:rtl/>
        </w:rPr>
        <w:t>(7)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D7747D">
      <w:pPr>
        <w:pStyle w:val="Heading1"/>
        <w:rPr>
          <w:rtl/>
          <w:lang w:bidi="fa-IR"/>
        </w:rPr>
      </w:pPr>
      <w:bookmarkStart w:id="42" w:name="_Toc525386413"/>
      <w:r>
        <w:rPr>
          <w:rtl/>
          <w:lang w:bidi="fa-IR"/>
        </w:rPr>
        <w:t>2</w:t>
      </w:r>
      <w:r w:rsidR="00D7747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ختم ادع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اذکار</w:t>
      </w:r>
      <w:bookmarkEnd w:id="42"/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ادع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اذکار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معصوم به تلاوت آنها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امور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امر شده،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فراوان است. ما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فقط به تعداد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که به خواندن آنها چهل بار،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چهل روز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چهل هفته امر شده، اشاره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D7747D">
      <w:pPr>
        <w:pStyle w:val="libNormal"/>
        <w:rPr>
          <w:rtl/>
          <w:lang w:bidi="fa-IR"/>
        </w:rPr>
      </w:pPr>
      <w:r>
        <w:rPr>
          <w:rtl/>
          <w:lang w:bidi="fa-IR"/>
        </w:rPr>
        <w:t>1)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عهد، مأثور از امام صادق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زمان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به مدت چهل روز در بامدادان،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درک حضور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رجعت به هنگام طلوع امام نور. </w:t>
      </w:r>
      <w:r w:rsidRPr="00D7747D">
        <w:rPr>
          <w:rStyle w:val="libFootnotenumChar"/>
          <w:rtl/>
        </w:rPr>
        <w:t>(8)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2)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3B3682" w:rsidRPr="003B3682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آمرزش گناهان به مدت چهل شب</w:t>
      </w:r>
    </w:p>
    <w:p w:rsidR="00160F70" w:rsidRPr="00D7747D" w:rsidRDefault="00D7747D" w:rsidP="00D7747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160F70" w:rsidRDefault="00160F70" w:rsidP="00D7747D">
      <w:pPr>
        <w:pStyle w:val="libFootnote0"/>
        <w:rPr>
          <w:rtl/>
          <w:lang w:bidi="fa-IR"/>
        </w:rPr>
      </w:pPr>
      <w:r>
        <w:rPr>
          <w:rtl/>
          <w:lang w:bidi="fa-IR"/>
        </w:rPr>
        <w:t>1- 1. همان، ص 205.</w:t>
      </w:r>
    </w:p>
    <w:p w:rsidR="00160F70" w:rsidRDefault="00160F70" w:rsidP="00D7747D">
      <w:pPr>
        <w:pStyle w:val="libFootnote0"/>
        <w:rPr>
          <w:rtl/>
          <w:lang w:bidi="fa-IR"/>
        </w:rPr>
      </w:pPr>
      <w:r>
        <w:rPr>
          <w:rtl/>
          <w:lang w:bidi="fa-IR"/>
        </w:rPr>
        <w:t>2- 2. همان.</w:t>
      </w:r>
    </w:p>
    <w:p w:rsidR="00160F70" w:rsidRDefault="00160F70" w:rsidP="00D7747D">
      <w:pPr>
        <w:pStyle w:val="libFootnote0"/>
        <w:rPr>
          <w:rtl/>
          <w:lang w:bidi="fa-IR"/>
        </w:rPr>
      </w:pPr>
      <w:r>
        <w:rPr>
          <w:rtl/>
          <w:lang w:bidi="fa-IR"/>
        </w:rPr>
        <w:t>3- 3.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صدوق،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الأخبار، ج 2، ص 178.</w:t>
      </w:r>
    </w:p>
    <w:p w:rsidR="00160F70" w:rsidRDefault="00160F70" w:rsidP="00D7747D">
      <w:pPr>
        <w:pStyle w:val="libFootnote0"/>
        <w:rPr>
          <w:rtl/>
          <w:lang w:bidi="fa-IR"/>
        </w:rPr>
      </w:pPr>
      <w:r>
        <w:rPr>
          <w:rtl/>
          <w:lang w:bidi="fa-IR"/>
        </w:rPr>
        <w:t>4- 4.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محسن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عه،</w:t>
      </w:r>
      <w:r>
        <w:rPr>
          <w:rtl/>
          <w:lang w:bidi="fa-IR"/>
        </w:rPr>
        <w:t xml:space="preserve"> ج 4، ص 553.</w:t>
      </w:r>
    </w:p>
    <w:p w:rsidR="00160F70" w:rsidRDefault="00160F70" w:rsidP="00D7747D">
      <w:pPr>
        <w:pStyle w:val="libFootnote0"/>
        <w:rPr>
          <w:rtl/>
          <w:lang w:bidi="fa-IR"/>
        </w:rPr>
      </w:pPr>
      <w:r>
        <w:rPr>
          <w:rtl/>
          <w:lang w:bidi="fa-IR"/>
        </w:rPr>
        <w:t>5- 5.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صدوق، ثواب الأعمال، ص 100.</w:t>
      </w:r>
    </w:p>
    <w:p w:rsidR="00160F70" w:rsidRDefault="00160F70" w:rsidP="00D7747D">
      <w:pPr>
        <w:pStyle w:val="libFootnote0"/>
        <w:rPr>
          <w:rtl/>
          <w:lang w:bidi="fa-IR"/>
        </w:rPr>
      </w:pPr>
      <w:r>
        <w:rPr>
          <w:rtl/>
          <w:lang w:bidi="fa-IR"/>
        </w:rPr>
        <w:t>6- 6. مجلس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بحارالانوار، ج 98، ص 5.</w:t>
      </w:r>
    </w:p>
    <w:p w:rsidR="00160F70" w:rsidRDefault="00160F70" w:rsidP="00D7747D">
      <w:pPr>
        <w:pStyle w:val="libFootnote0"/>
        <w:rPr>
          <w:rtl/>
          <w:lang w:bidi="fa-IR"/>
        </w:rPr>
      </w:pPr>
      <w:r>
        <w:rPr>
          <w:rtl/>
          <w:lang w:bidi="fa-IR"/>
        </w:rPr>
        <w:t>7- 7.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الاختصاص، ص 141.</w:t>
      </w:r>
    </w:p>
    <w:p w:rsidR="00160F70" w:rsidRDefault="00160F70" w:rsidP="00D7747D">
      <w:pPr>
        <w:pStyle w:val="libFootnote0"/>
        <w:rPr>
          <w:rtl/>
          <w:lang w:bidi="fa-IR"/>
        </w:rPr>
      </w:pPr>
      <w:r>
        <w:rPr>
          <w:rtl/>
          <w:lang w:bidi="fa-IR"/>
        </w:rPr>
        <w:t>8- 8. ابن المشهد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مزار 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ص 663.</w:t>
      </w:r>
    </w:p>
    <w:p w:rsidR="00D7747D" w:rsidRDefault="00D7747D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جمعه</w:t>
      </w:r>
      <w:r>
        <w:rPr>
          <w:rtl/>
          <w:lang w:bidi="fa-IR"/>
        </w:rPr>
        <w:t>.</w:t>
      </w:r>
      <w:r w:rsidRPr="00D7747D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D7747D">
      <w:pPr>
        <w:pStyle w:val="libNormal"/>
        <w:rPr>
          <w:rtl/>
          <w:lang w:bidi="fa-IR"/>
        </w:rPr>
      </w:pPr>
      <w:r>
        <w:rPr>
          <w:rtl/>
          <w:lang w:bidi="fa-IR"/>
        </w:rPr>
        <w:t>3)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رموءمنان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با همان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  <w:r w:rsidRPr="00D7747D">
        <w:rPr>
          <w:rStyle w:val="libFootnotenumChar"/>
          <w:rtl/>
        </w:rPr>
        <w:t>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4)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الاجابه مرو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متّق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حل مشکلات به مدت چهل شب جمعه.</w:t>
      </w:r>
      <w:r w:rsidRPr="00D7747D">
        <w:rPr>
          <w:rStyle w:val="libFootnotenumChar"/>
          <w:rtl/>
        </w:rPr>
        <w:t>(3)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5)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رموءمنان</w:t>
      </w:r>
      <w:r>
        <w:rPr>
          <w:rtl/>
          <w:lang w:bidi="fa-IR"/>
        </w:rPr>
        <w:t xml:space="preserve"> با همان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قرن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فرمود</w:t>
      </w:r>
      <w:r w:rsidRPr="00D7747D">
        <w:rPr>
          <w:rStyle w:val="libFootnotenumChar"/>
          <w:rtl/>
        </w:rPr>
        <w:t>.(4)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6) ختم چهل حمد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tl/>
          <w:lang w:bidi="fa-IR"/>
        </w:rPr>
        <w:t xml:space="preserve"> مأثور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3B3682" w:rsidRPr="003B3682">
        <w:rPr>
          <w:rStyle w:val="libAlaemChar"/>
          <w:rtl/>
        </w:rPr>
        <w:t xml:space="preserve">صلى‌الله‌عليه‌وآله‌وسلم </w:t>
      </w:r>
      <w:r w:rsidRPr="00D7747D">
        <w:rPr>
          <w:rStyle w:val="libFootnotenumChar"/>
          <w:rtl/>
        </w:rPr>
        <w:t>.(5)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7) ختم چهل حمد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عقرب زدگ</w:t>
      </w:r>
      <w:r>
        <w:rPr>
          <w:rFonts w:hint="cs"/>
          <w:rtl/>
          <w:lang w:bidi="fa-IR"/>
        </w:rPr>
        <w:t>ی</w:t>
      </w:r>
      <w:r w:rsidRPr="00D7747D">
        <w:rPr>
          <w:rStyle w:val="libFootnotenumChar"/>
          <w:rtl/>
        </w:rPr>
        <w:t>.(6)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D7747D">
      <w:pPr>
        <w:pStyle w:val="libNormal"/>
        <w:rPr>
          <w:rtl/>
          <w:lang w:bidi="fa-IR"/>
        </w:rPr>
      </w:pPr>
      <w:r>
        <w:rPr>
          <w:rtl/>
          <w:lang w:bidi="fa-IR"/>
        </w:rPr>
        <w:t>8)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امام صادق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مار،</w:t>
      </w:r>
      <w:r>
        <w:rPr>
          <w:rtl/>
          <w:lang w:bidi="fa-IR"/>
        </w:rPr>
        <w:t xml:space="preserve"> چهل بار بعد از نماز صبح</w:t>
      </w:r>
      <w:r w:rsidRPr="00D7747D">
        <w:rPr>
          <w:rStyle w:val="libFootnotenumChar"/>
          <w:rtl/>
        </w:rPr>
        <w:t>.(7)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9) ختم سوره حمد به مدّت چهل روز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که آغازش از روز جمعه باشد و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ساعات آن بعد از نماز صبح است</w:t>
      </w:r>
      <w:r w:rsidRPr="00D7747D">
        <w:rPr>
          <w:rStyle w:val="libFootnotenumChar"/>
          <w:rtl/>
        </w:rPr>
        <w:t>.(8)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10) ختم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«آ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الکرس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طلب ظهور حضرت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 ارواحنا فداه، به مدت چهل روز، به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مأثور از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رموءمنان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.</w:t>
      </w:r>
      <w:r w:rsidRPr="00D7747D">
        <w:rPr>
          <w:rStyle w:val="libFootnotenumChar"/>
          <w:rtl/>
        </w:rPr>
        <w:t>(9)</w:t>
      </w:r>
    </w:p>
    <w:p w:rsidR="00160F70" w:rsidRPr="00D7747D" w:rsidRDefault="00D7747D" w:rsidP="00D7747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160F70" w:rsidRDefault="00160F70" w:rsidP="00D7747D">
      <w:pPr>
        <w:pStyle w:val="libFootnote0"/>
        <w:rPr>
          <w:rtl/>
          <w:lang w:bidi="fa-IR"/>
        </w:rPr>
      </w:pPr>
      <w:r>
        <w:rPr>
          <w:rtl/>
          <w:lang w:bidi="fa-IR"/>
        </w:rPr>
        <w:t>1- 1.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ابن طاووس، مهج الدعوات، ص 170.</w:t>
      </w:r>
    </w:p>
    <w:p w:rsidR="00160F70" w:rsidRDefault="00160F70" w:rsidP="00D7747D">
      <w:pPr>
        <w:pStyle w:val="libFootnote0"/>
        <w:rPr>
          <w:rtl/>
          <w:lang w:bidi="fa-IR"/>
        </w:rPr>
      </w:pPr>
      <w:r>
        <w:rPr>
          <w:rtl/>
          <w:lang w:bidi="fa-IR"/>
        </w:rPr>
        <w:t>2- 2. همان، ص 277.</w:t>
      </w:r>
    </w:p>
    <w:p w:rsidR="00160F70" w:rsidRDefault="00160F70" w:rsidP="00D7747D">
      <w:pPr>
        <w:pStyle w:val="libFootnote0"/>
        <w:rPr>
          <w:rtl/>
          <w:lang w:bidi="fa-IR"/>
        </w:rPr>
      </w:pPr>
      <w:r>
        <w:rPr>
          <w:rtl/>
          <w:lang w:bidi="fa-IR"/>
        </w:rPr>
        <w:t>3- 3. همان، ص 219.</w:t>
      </w:r>
    </w:p>
    <w:p w:rsidR="00160F70" w:rsidRDefault="00160F70" w:rsidP="00D7747D">
      <w:pPr>
        <w:pStyle w:val="libFootnote0"/>
        <w:rPr>
          <w:rtl/>
          <w:lang w:bidi="fa-IR"/>
        </w:rPr>
      </w:pPr>
      <w:r>
        <w:rPr>
          <w:rtl/>
          <w:lang w:bidi="fa-IR"/>
        </w:rPr>
        <w:t>4- 4. همان، ص 221.</w:t>
      </w:r>
    </w:p>
    <w:p w:rsidR="00160F70" w:rsidRDefault="00160F70" w:rsidP="00D7747D">
      <w:pPr>
        <w:pStyle w:val="libFootnote0"/>
        <w:rPr>
          <w:rtl/>
          <w:lang w:bidi="fa-IR"/>
        </w:rPr>
      </w:pPr>
      <w:r>
        <w:rPr>
          <w:rtl/>
          <w:lang w:bidi="fa-IR"/>
        </w:rPr>
        <w:t>5- 5. علامه مجلس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بحارالانوار، ج 62، ص 104.</w:t>
      </w:r>
    </w:p>
    <w:p w:rsidR="00160F70" w:rsidRDefault="00160F70" w:rsidP="00D7747D">
      <w:pPr>
        <w:pStyle w:val="libFootnote0"/>
        <w:rPr>
          <w:rtl/>
          <w:lang w:bidi="fa-IR"/>
        </w:rPr>
      </w:pPr>
      <w:r>
        <w:rPr>
          <w:rtl/>
          <w:lang w:bidi="fa-IR"/>
        </w:rPr>
        <w:t>6- 6. همان، ص 274.</w:t>
      </w:r>
    </w:p>
    <w:p w:rsidR="00160F70" w:rsidRDefault="00160F70" w:rsidP="00D7747D">
      <w:pPr>
        <w:pStyle w:val="libFootnote0"/>
        <w:rPr>
          <w:rtl/>
          <w:lang w:bidi="fa-IR"/>
        </w:rPr>
      </w:pPr>
      <w:r>
        <w:rPr>
          <w:rtl/>
          <w:lang w:bidi="fa-IR"/>
        </w:rPr>
        <w:t>7- 7. همان، ج 86، ص 153.</w:t>
      </w:r>
    </w:p>
    <w:p w:rsidR="00160F70" w:rsidRDefault="00160F70" w:rsidP="00D7747D">
      <w:pPr>
        <w:pStyle w:val="libFootnote0"/>
        <w:rPr>
          <w:rtl/>
          <w:lang w:bidi="fa-IR"/>
        </w:rPr>
      </w:pPr>
      <w:r>
        <w:rPr>
          <w:rtl/>
          <w:lang w:bidi="fa-IR"/>
        </w:rPr>
        <w:t>8- 8. کاشان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المهد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ص 12.</w:t>
      </w:r>
    </w:p>
    <w:p w:rsidR="00160F70" w:rsidRDefault="00160F70" w:rsidP="00D7747D">
      <w:pPr>
        <w:pStyle w:val="libFootnote0"/>
        <w:rPr>
          <w:rtl/>
          <w:lang w:bidi="fa-IR"/>
        </w:rPr>
      </w:pPr>
      <w:r>
        <w:rPr>
          <w:rtl/>
          <w:lang w:bidi="fa-IR"/>
        </w:rPr>
        <w:t>9- 9. همان، ص 20 _ 23.</w:t>
      </w:r>
    </w:p>
    <w:p w:rsidR="00D7747D" w:rsidRDefault="00D7747D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D7747D">
      <w:pPr>
        <w:pStyle w:val="Heading1"/>
        <w:rPr>
          <w:rtl/>
          <w:lang w:bidi="fa-IR"/>
        </w:rPr>
      </w:pPr>
      <w:bookmarkStart w:id="43" w:name="_Toc525386414"/>
      <w:r>
        <w:rPr>
          <w:rtl/>
          <w:lang w:bidi="fa-IR"/>
        </w:rPr>
        <w:t>3</w:t>
      </w:r>
      <w:r w:rsidR="00D7747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توسّلات چهل روزه</w:t>
      </w:r>
      <w:bookmarkEnd w:id="43"/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توسلات</w:t>
      </w:r>
      <w:r>
        <w:rPr>
          <w:rtl/>
          <w:lang w:bidi="fa-IR"/>
        </w:rPr>
        <w:t xml:space="preserve"> چهل روزه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قرآن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و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به خود اختصاص داده است: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1) خداوند منّان به حضرت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فرمان داد که چهل روز از قوم خود عزلت 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در طور به عبادت، تهجّد و 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نفس بپردازد، تا الواح را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قاً</w:t>
      </w:r>
      <w:r>
        <w:rPr>
          <w:rtl/>
          <w:lang w:bidi="fa-IR"/>
        </w:rPr>
        <w:t xml:space="preserve"> روز چهلم الواح را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نمود.</w:t>
      </w:r>
      <w:r w:rsidRPr="006A7833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2) اشرف 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نات</w:t>
      </w:r>
      <w:r>
        <w:rPr>
          <w:rtl/>
          <w:lang w:bidi="fa-IR"/>
        </w:rPr>
        <w:t xml:space="preserve"> به مدّت چهل سال به عبادت پرداخت، تا به رسالت مبعوث شد، آنگاه مأمور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که چهل روز از حضرت خد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عزلت 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به عبادت و تهجّد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بپردازد، تا کوثر قرآن، حضرت صد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او اعطا شود.</w:t>
      </w:r>
      <w:r w:rsidRPr="006A7833">
        <w:rPr>
          <w:rStyle w:val="libFootnotenumChar"/>
          <w:rtl/>
        </w:rPr>
        <w:t>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3) حضرت داود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چهل روز مشغول تهجّد بود و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اوقاتش به جز ساعات خاص در حال سجده بود و ذکر خاصّ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سجده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خواند.</w:t>
      </w:r>
      <w:r w:rsidRPr="006A7833">
        <w:rPr>
          <w:rStyle w:val="libFootnotenumChar"/>
          <w:rtl/>
        </w:rPr>
        <w:t>(3)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4) بهلول نبّاش چهل روز تمام به تضرّع و استغفار پرداخت، روز چهلم خداوند توبه اش را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 xml:space="preserve"> و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3B3682" w:rsidRPr="003B3682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امر فرمود که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رش</w:t>
      </w:r>
      <w:r>
        <w:rPr>
          <w:rtl/>
          <w:lang w:bidi="fa-IR"/>
        </w:rPr>
        <w:t xml:space="preserve"> توبه اش را به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ابلاغ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  <w:r w:rsidRPr="006A7833">
        <w:rPr>
          <w:rStyle w:val="libFootnotenumChar"/>
          <w:rtl/>
        </w:rPr>
        <w:t>(4)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5) قوم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اسرائ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مقدّر بود که به مدّت چهارصد سال دچار سرگردان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سردرگم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باشند، پس از گذشت 230 سال، به مدت چهل روز به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تضرّع پرداختند، خداوند منّان توبه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را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 xml:space="preserve"> و فرج آنها را 170 سال جلو</w:t>
      </w:r>
    </w:p>
    <w:p w:rsidR="00160F70" w:rsidRPr="006A7833" w:rsidRDefault="006A7833" w:rsidP="006A783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160F70" w:rsidRDefault="00160F70" w:rsidP="006A7833">
      <w:pPr>
        <w:pStyle w:val="libFootnote0"/>
        <w:rPr>
          <w:rtl/>
          <w:lang w:bidi="fa-IR"/>
        </w:rPr>
      </w:pPr>
      <w:r>
        <w:rPr>
          <w:rtl/>
          <w:lang w:bidi="fa-IR"/>
        </w:rPr>
        <w:t>1- 1. سوره بقره،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51 و سوره اعراف،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142.</w:t>
      </w:r>
    </w:p>
    <w:p w:rsidR="00160F70" w:rsidRDefault="00160F70" w:rsidP="006A7833">
      <w:pPr>
        <w:pStyle w:val="libFootnote0"/>
        <w:rPr>
          <w:rtl/>
          <w:lang w:bidi="fa-IR"/>
        </w:rPr>
      </w:pPr>
      <w:r>
        <w:rPr>
          <w:rtl/>
          <w:lang w:bidi="fa-IR"/>
        </w:rPr>
        <w:t>2- 2. محدث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الاحزان، ص 7.</w:t>
      </w:r>
    </w:p>
    <w:p w:rsidR="00160F70" w:rsidRDefault="00160F70" w:rsidP="006A7833">
      <w:pPr>
        <w:pStyle w:val="libFootnote0"/>
        <w:rPr>
          <w:rtl/>
          <w:lang w:bidi="fa-IR"/>
        </w:rPr>
      </w:pPr>
      <w:r>
        <w:rPr>
          <w:rtl/>
          <w:lang w:bidi="fa-IR"/>
        </w:rPr>
        <w:t>3- 3. مجلس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بحارالانوار، ج 14، ص 27.</w:t>
      </w:r>
    </w:p>
    <w:p w:rsidR="00160F70" w:rsidRDefault="00160F70" w:rsidP="006A7833">
      <w:pPr>
        <w:pStyle w:val="libFootnote0"/>
        <w:rPr>
          <w:rtl/>
          <w:lang w:bidi="fa-IR"/>
        </w:rPr>
      </w:pPr>
      <w:r>
        <w:rPr>
          <w:rtl/>
          <w:lang w:bidi="fa-IR"/>
        </w:rPr>
        <w:t>4- 4. همان، ج 6، ص 25.</w:t>
      </w:r>
    </w:p>
    <w:p w:rsidR="00160F70" w:rsidRDefault="006A7833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انداخت</w:t>
      </w:r>
      <w:r w:rsidR="00160F70" w:rsidRPr="006A7833">
        <w:rPr>
          <w:rStyle w:val="libFootnotenumChar"/>
          <w:rtl/>
        </w:rPr>
        <w:t>.(1)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6A7833">
      <w:pPr>
        <w:pStyle w:val="Heading1"/>
        <w:rPr>
          <w:rtl/>
          <w:lang w:bidi="fa-IR"/>
        </w:rPr>
      </w:pPr>
      <w:bookmarkStart w:id="44" w:name="_Toc525386415"/>
      <w:r>
        <w:rPr>
          <w:rtl/>
          <w:lang w:bidi="fa-IR"/>
        </w:rPr>
        <w:t>4</w:t>
      </w:r>
      <w:r w:rsidR="006A7833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قداست عدد چهل</w:t>
      </w:r>
      <w:bookmarkEnd w:id="44"/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مجموع آنچه گذشت،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عدد چهل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دارد،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قرآن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و در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فراوان در مورد ادع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اذکار بر آن تأک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شده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در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آثار خود، قداست عدد چهل را در تکو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بر اساس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نقل کرده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  <w:r w:rsidRPr="006A7833">
        <w:rPr>
          <w:rStyle w:val="libFootnotenumChar"/>
          <w:rtl/>
        </w:rPr>
        <w:t>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اساس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است که ختم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به مدت چهل روز انجام شود که به استجابت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تر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6A7833">
      <w:pPr>
        <w:pStyle w:val="Heading1"/>
        <w:rPr>
          <w:rtl/>
          <w:lang w:bidi="fa-IR"/>
        </w:rPr>
      </w:pPr>
      <w:bookmarkStart w:id="45" w:name="_Toc525386416"/>
      <w:r>
        <w:rPr>
          <w:rtl/>
          <w:lang w:bidi="fa-IR"/>
        </w:rPr>
        <w:t>5</w:t>
      </w:r>
      <w:r w:rsidR="006A7833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ختم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دگاه</w:t>
      </w:r>
      <w:r>
        <w:rPr>
          <w:rtl/>
          <w:lang w:bidi="fa-IR"/>
        </w:rPr>
        <w:t xml:space="preserve"> معصوم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6A7833" w:rsidRPr="006A7833">
        <w:rPr>
          <w:rStyle w:val="libAlaemChar"/>
          <w:rFonts w:eastAsiaTheme="minorHAnsi"/>
          <w:rtl/>
        </w:rPr>
        <w:t>عليهم‌السلام</w:t>
      </w:r>
      <w:bookmarkEnd w:id="45"/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صفوان</w:t>
      </w:r>
      <w:r>
        <w:rPr>
          <w:rtl/>
          <w:lang w:bidi="fa-IR"/>
        </w:rPr>
        <w:t xml:space="preserve"> پس از نقل متن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و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علقمه، از امام صادق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که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صفوان!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مداومت کن، هرگز آن را ترک نکن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دعا را بخوان، که من ضامن هستم هر کس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دعا را از دور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بخواند،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ارتش</w:t>
      </w:r>
      <w:r>
        <w:rPr>
          <w:rtl/>
          <w:lang w:bidi="fa-IR"/>
        </w:rPr>
        <w:t xml:space="preserve"> مقبول،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مشکور، سلامش واصل و حاجتش برآورده شود، سلامش رد نشود و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دش</w:t>
      </w:r>
      <w:r>
        <w:rPr>
          <w:rtl/>
          <w:lang w:bidi="fa-IR"/>
        </w:rPr>
        <w:t xml:space="preserve"> نوم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نشود، هر حاجت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داشته با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سپس</w:t>
      </w:r>
      <w:r>
        <w:rPr>
          <w:rtl/>
          <w:lang w:bidi="fa-IR"/>
        </w:rPr>
        <w:t xml:space="preserve">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صفوان!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را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ضمان از پدرم (امام باقر) از پدرش (امام</w:t>
      </w:r>
    </w:p>
    <w:p w:rsidR="00160F70" w:rsidRPr="006A7833" w:rsidRDefault="006A7833" w:rsidP="006A783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</w:t>
      </w:r>
    </w:p>
    <w:p w:rsidR="00160F70" w:rsidRDefault="00160F70" w:rsidP="006A7833">
      <w:pPr>
        <w:pStyle w:val="libFootnote0"/>
        <w:rPr>
          <w:rtl/>
          <w:lang w:bidi="fa-IR"/>
        </w:rPr>
      </w:pPr>
      <w:r>
        <w:rPr>
          <w:rtl/>
          <w:lang w:bidi="fa-IR"/>
        </w:rPr>
        <w:t>1- 1.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2، ص 315.</w:t>
      </w:r>
    </w:p>
    <w:p w:rsidR="00160F70" w:rsidRDefault="00160F70" w:rsidP="006A7833">
      <w:pPr>
        <w:pStyle w:val="libFootnote0"/>
        <w:rPr>
          <w:rtl/>
          <w:lang w:bidi="fa-IR"/>
        </w:rPr>
      </w:pPr>
      <w:r>
        <w:rPr>
          <w:rtl/>
          <w:lang w:bidi="fa-IR"/>
        </w:rPr>
        <w:t>2- 2. - نگارنده، از شب عاشور تا آد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ظهور، ص 32 _ 33.</w:t>
      </w:r>
    </w:p>
    <w:p w:rsidR="00160F70" w:rsidRDefault="006A7833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سجاد</w:t>
      </w:r>
      <w:r w:rsidR="00160F70">
        <w:rPr>
          <w:rtl/>
          <w:lang w:bidi="fa-IR"/>
        </w:rPr>
        <w:t>) از پدرش (امام حس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ن</w:t>
      </w:r>
      <w:r w:rsidR="00160F70">
        <w:rPr>
          <w:rtl/>
          <w:lang w:bidi="fa-IR"/>
        </w:rPr>
        <w:t>) از برادرش (امام حسن) از پدرش (ام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رموءمنان</w:t>
      </w:r>
      <w:r w:rsidR="00160F70">
        <w:rPr>
          <w:rtl/>
          <w:lang w:bidi="fa-IR"/>
        </w:rPr>
        <w:t>) از پ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امبر</w:t>
      </w:r>
      <w:r w:rsidR="00160F70">
        <w:rPr>
          <w:rtl/>
          <w:lang w:bidi="fa-IR"/>
        </w:rPr>
        <w:t xml:space="preserve"> اکرم، از جبرئ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ل</w:t>
      </w:r>
      <w:r w:rsidR="00160F70">
        <w:rPr>
          <w:rtl/>
          <w:lang w:bidi="fa-IR"/>
        </w:rPr>
        <w:t xml:space="preserve"> از خداوند متعال 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افته</w:t>
      </w:r>
      <w:r w:rsidR="00160F70">
        <w:rPr>
          <w:rtl/>
          <w:lang w:bidi="fa-IR"/>
        </w:rPr>
        <w:t xml:space="preserve"> ام.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سپس</w:t>
      </w:r>
      <w:r>
        <w:rPr>
          <w:rtl/>
          <w:lang w:bidi="fa-IR"/>
        </w:rPr>
        <w:t xml:space="preserve">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6A783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منّان به عزّت خود سوگند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کرده که هر کس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صورت و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دعا بخواند از دور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ارتش</w:t>
      </w:r>
      <w:r>
        <w:rPr>
          <w:rtl/>
          <w:lang w:bidi="fa-IR"/>
        </w:rPr>
        <w:t xml:space="preserve"> را بپذ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حاجتش را برآورد، هر چه باشد، او را مأ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</w:t>
      </w:r>
      <w:r>
        <w:rPr>
          <w:rtl/>
          <w:lang w:bidi="fa-IR"/>
        </w:rPr>
        <w:t xml:space="preserve"> برنگرداند، بلکه با چشم خندان و قلب شاداب، با حاجت برآورده شده، با فوز به بهشت،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آتش و شفاعت در حق هر کس که بخواهد، به شرط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دشمن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نباشد.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سپس</w:t>
      </w:r>
      <w:r>
        <w:rPr>
          <w:rtl/>
          <w:lang w:bidi="fa-IR"/>
        </w:rPr>
        <w:t xml:space="preserve">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بر عزّت خود سوگند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کرد، ما را شاهد گرفت و فرشتگان ملکوتش را بر آن گواه گرفت.</w:t>
      </w:r>
      <w:r w:rsidRPr="006A7833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6A7833">
      <w:pPr>
        <w:pStyle w:val="Heading1"/>
        <w:rPr>
          <w:rtl/>
          <w:lang w:bidi="fa-IR"/>
        </w:rPr>
      </w:pPr>
      <w:bookmarkStart w:id="46" w:name="_Toc525386417"/>
      <w:r>
        <w:rPr>
          <w:rtl/>
          <w:lang w:bidi="fa-IR"/>
        </w:rPr>
        <w:t>6</w:t>
      </w:r>
      <w:r w:rsidR="006A7833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آداب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</w:t>
      </w:r>
      <w:bookmarkEnd w:id="46"/>
    </w:p>
    <w:p w:rsidR="00160F70" w:rsidRDefault="00160F70" w:rsidP="006A783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باقر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نتواند روز عاشورا خود را به کربلا برساند، آداب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فرموده که پس از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آنها از راه دور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را بخواند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آداب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از راه دور: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1) رفتن به صحرا،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 فراز پشت بام (ز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آسمان)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2) اشاره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کربلا نمودن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6A7833">
      <w:pPr>
        <w:pStyle w:val="libNormal"/>
        <w:rPr>
          <w:rtl/>
          <w:lang w:bidi="fa-IR"/>
        </w:rPr>
      </w:pPr>
      <w:r>
        <w:rPr>
          <w:rtl/>
          <w:lang w:bidi="fa-IR"/>
        </w:rPr>
        <w:t>3) درود به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فرستادن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4) تلاش در لعن و نفر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 قاتلان آن حضرت نمودن</w:t>
      </w:r>
    </w:p>
    <w:p w:rsidR="00160F70" w:rsidRPr="006A7833" w:rsidRDefault="006A7833" w:rsidP="006A783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160F70" w:rsidRDefault="00160F70" w:rsidP="006A7833">
      <w:pPr>
        <w:pStyle w:val="libFootnote0"/>
        <w:rPr>
          <w:rtl/>
          <w:lang w:bidi="fa-IR"/>
        </w:rPr>
      </w:pPr>
      <w:r>
        <w:rPr>
          <w:rtl/>
          <w:lang w:bidi="fa-IR"/>
        </w:rPr>
        <w:t>1- 1.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طوس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مصباح المتهجّد، ص 781.</w:t>
      </w:r>
    </w:p>
    <w:p w:rsidR="006A7833" w:rsidRDefault="006A7833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5) دو رکعت نماز خواندن</w:t>
      </w:r>
      <w:r w:rsidRPr="006A7833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6) انجام دادن آن در اول روز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اذان ظهر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7)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ندبه بر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نمودن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8) وادار کردن حاضران بر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ناله اگر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تق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نباشد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9) اقامه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عزا در خانه اش با اظهار جزع در مص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آن حضرت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10) تسل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گفتن اهل خانه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بزرگ.</w:t>
      </w:r>
      <w:r w:rsidRPr="006A7833">
        <w:rPr>
          <w:rStyle w:val="libFootnotenumChar"/>
          <w:rtl/>
        </w:rPr>
        <w:t>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6A7833">
      <w:pPr>
        <w:pStyle w:val="Heading1"/>
        <w:rPr>
          <w:rtl/>
          <w:lang w:bidi="fa-IR"/>
        </w:rPr>
      </w:pPr>
      <w:bookmarkStart w:id="47" w:name="_Toc525386418"/>
      <w:r>
        <w:rPr>
          <w:rtl/>
          <w:lang w:bidi="fa-IR"/>
        </w:rPr>
        <w:t>7</w:t>
      </w:r>
      <w:r w:rsidR="006A7833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آداب ختم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</w:t>
      </w:r>
      <w:bookmarkEnd w:id="47"/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ختومات، از جمله ختم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علاوه بر آداب ده گانه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چند نکته لازم است: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1) با وضو بودن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2) رو به قبله بودن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3) به قصد قربت و توجّه کامل انجام دادن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4) به دور از هرگونه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تظاهر انجام دادن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5) در صورت امکان در اماکن مقدّسه و مشاهد مشرّفه انجام دادن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6) در صورت امکان همه روزه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ساعت مع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مکان مشخّص انجام دادن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7) بدون تکلّم در وسط، با تن پاک، جامه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لقمه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شبهه ناک.</w:t>
      </w:r>
    </w:p>
    <w:p w:rsidR="00160F70" w:rsidRPr="006A7833" w:rsidRDefault="006A7833" w:rsidP="006A783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160F70" w:rsidRDefault="00160F70" w:rsidP="006A7833">
      <w:pPr>
        <w:pStyle w:val="libFootnote0"/>
        <w:rPr>
          <w:rtl/>
          <w:lang w:bidi="fa-IR"/>
        </w:rPr>
      </w:pPr>
      <w:r>
        <w:rPr>
          <w:rtl/>
          <w:lang w:bidi="fa-IR"/>
        </w:rPr>
        <w:t>1- 1. مرحوم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رداماد</w:t>
      </w:r>
      <w:r>
        <w:rPr>
          <w:rtl/>
          <w:lang w:bidi="fa-IR"/>
        </w:rPr>
        <w:t xml:space="preserve"> دلا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فراوان آورده که اگر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مشاهد مشرّفه خوانده شود، نماز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پس 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خوانده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در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صورت نماز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خوانده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رداماد،</w:t>
      </w:r>
      <w:r>
        <w:rPr>
          <w:rtl/>
          <w:lang w:bidi="fa-IR"/>
        </w:rPr>
        <w:t xml:space="preserve"> اربعه ا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ام،</w:t>
      </w:r>
      <w:r>
        <w:rPr>
          <w:rtl/>
          <w:lang w:bidi="fa-IR"/>
        </w:rPr>
        <w:t xml:space="preserve"> ص 62 66.</w:t>
      </w:r>
    </w:p>
    <w:p w:rsidR="00160F70" w:rsidRDefault="00160F70" w:rsidP="006A7833">
      <w:pPr>
        <w:pStyle w:val="libFootnote0"/>
        <w:rPr>
          <w:rtl/>
          <w:lang w:bidi="fa-IR"/>
        </w:rPr>
      </w:pPr>
      <w:r>
        <w:rPr>
          <w:rtl/>
          <w:lang w:bidi="fa-IR"/>
        </w:rPr>
        <w:t>2- 2.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طوس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مصباح المتهجّد، ص 772.</w:t>
      </w:r>
    </w:p>
    <w:p w:rsidR="006A7833" w:rsidRDefault="006A7833" w:rsidP="006A783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6A7833">
      <w:pPr>
        <w:pStyle w:val="Heading1"/>
        <w:rPr>
          <w:rtl/>
          <w:lang w:bidi="fa-IR"/>
        </w:rPr>
      </w:pPr>
      <w:bookmarkStart w:id="48" w:name="_Toc525386419"/>
      <w:r>
        <w:rPr>
          <w:rtl/>
          <w:lang w:bidi="fa-IR"/>
        </w:rPr>
        <w:t>8</w:t>
      </w:r>
      <w:r w:rsidR="006A7833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سند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</w:t>
      </w:r>
      <w:bookmarkEnd w:id="48"/>
    </w:p>
    <w:p w:rsidR="00160F70" w:rsidRDefault="00160F70" w:rsidP="006A783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متن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و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علقمه با سند معتبر در کتاب «مصباح المتهجّد»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طوس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محمد بن خالد 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بن 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ره،</w:t>
      </w:r>
      <w:r>
        <w:rPr>
          <w:rtl/>
          <w:lang w:bidi="fa-IR"/>
        </w:rPr>
        <w:t xml:space="preserve"> از صفوان بن مهران، از امام صادق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و از علقمه بن محمد حضرم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امام باقر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شده است.</w:t>
      </w:r>
      <w:r w:rsidRPr="006A7833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بزرگان به تفص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رامون</w:t>
      </w:r>
      <w:r>
        <w:rPr>
          <w:rtl/>
          <w:lang w:bidi="fa-IR"/>
        </w:rPr>
        <w:t xml:space="preserve"> سند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بحث کرده، صحّت سند آن را به طور شفّاف اثبات کرده اند: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1) مرحوم حاج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ابوالفضل تهران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متوفا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1316 ق، در کتاب «شفاء الصّدور» که مرحوم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(1230 _ 1320 ق) آن را ستوده و در تقر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ظ</w:t>
      </w:r>
      <w:r>
        <w:rPr>
          <w:rtl/>
          <w:lang w:bidi="fa-IR"/>
        </w:rPr>
        <w:t xml:space="preserve"> خود بر آن، آن را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کرده</w:t>
      </w:r>
      <w:r w:rsidRPr="006A7833">
        <w:rPr>
          <w:rStyle w:val="libFootnotenumChar"/>
          <w:rtl/>
        </w:rPr>
        <w:t>(2)</w:t>
      </w:r>
      <w:r>
        <w:rPr>
          <w:rtl/>
          <w:lang w:bidi="fa-IR"/>
        </w:rPr>
        <w:t xml:space="preserve"> به تفص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در اثبات صحت سند آن سخن گفته است.</w:t>
      </w:r>
      <w:r w:rsidRPr="006A7833">
        <w:rPr>
          <w:rStyle w:val="libFootnotenumChar"/>
          <w:rtl/>
        </w:rPr>
        <w:t>(3)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2)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حاج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نصر اللّه شبستر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(1333 _ 1424 ق) در کتاب ارزشمند «الّلوءلوء النّض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 xml:space="preserve"> در حدود 50 صفحه در اثبات صحّت سند آن بحث کرده است. </w:t>
      </w:r>
      <w:r w:rsidRPr="006A7833">
        <w:rPr>
          <w:rStyle w:val="libFootnotenumChar"/>
          <w:rtl/>
        </w:rPr>
        <w:t>(4)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3)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حاج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زنجان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مراجع تقل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در پاسخ استفتاء از سند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عاشورا، به خط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خود، در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28 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الاول </w:t>
      </w:r>
      <w:r>
        <w:rPr>
          <w:rtl/>
          <w:lang w:bidi="fa-IR"/>
        </w:rPr>
        <w:lastRenderedPageBreak/>
        <w:t>1428 ق، به تفص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بحث کرده،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طوس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کتاب محمد بن خالد 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</w:t>
      </w:r>
    </w:p>
    <w:p w:rsidR="00160F70" w:rsidRPr="006A7833" w:rsidRDefault="006A7833" w:rsidP="006A783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</w:t>
      </w:r>
    </w:p>
    <w:p w:rsidR="00160F70" w:rsidRDefault="00160F70" w:rsidP="006A7833">
      <w:pPr>
        <w:pStyle w:val="libFootnote0"/>
        <w:rPr>
          <w:rtl/>
          <w:lang w:bidi="fa-IR"/>
        </w:rPr>
      </w:pPr>
      <w:r>
        <w:rPr>
          <w:rtl/>
          <w:lang w:bidi="fa-IR"/>
        </w:rPr>
        <w:t>1- 1.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طوس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همان، ص 777 و 772.</w:t>
      </w:r>
    </w:p>
    <w:p w:rsidR="00160F70" w:rsidRDefault="00160F70" w:rsidP="006A7833">
      <w:pPr>
        <w:pStyle w:val="libFootnote0"/>
        <w:rPr>
          <w:rtl/>
          <w:lang w:bidi="fa-IR"/>
        </w:rPr>
      </w:pPr>
      <w:r>
        <w:rPr>
          <w:rtl/>
          <w:lang w:bidi="fa-IR"/>
        </w:rPr>
        <w:t>2- 2. تهران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شفاء الصّدور، ج 1، ص 20.</w:t>
      </w:r>
    </w:p>
    <w:p w:rsidR="00160F70" w:rsidRDefault="00160F70" w:rsidP="006A7833">
      <w:pPr>
        <w:pStyle w:val="libFootnote0"/>
        <w:rPr>
          <w:rtl/>
          <w:lang w:bidi="fa-IR"/>
        </w:rPr>
      </w:pPr>
      <w:r>
        <w:rPr>
          <w:rtl/>
          <w:lang w:bidi="fa-IR"/>
        </w:rPr>
        <w:t>3- 3. همان، ص 30 _ 42.</w:t>
      </w:r>
    </w:p>
    <w:p w:rsidR="00160F70" w:rsidRDefault="00160F70" w:rsidP="006A7833">
      <w:pPr>
        <w:pStyle w:val="libFootnote0"/>
        <w:rPr>
          <w:rtl/>
          <w:lang w:bidi="fa-IR"/>
        </w:rPr>
      </w:pPr>
      <w:r>
        <w:rPr>
          <w:rtl/>
          <w:lang w:bidi="fa-IR"/>
        </w:rPr>
        <w:t>4- 4. شبستر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الّلوءلوء النّض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ص 23 _ 71.</w:t>
      </w:r>
    </w:p>
    <w:p w:rsidR="006A7833" w:rsidRDefault="006A7833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ح،</w:t>
      </w:r>
      <w:r>
        <w:rPr>
          <w:rtl/>
          <w:lang w:bidi="fa-IR"/>
        </w:rPr>
        <w:t xml:space="preserve"> مورد وثوق و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سلسله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از بزرگان امام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سند را در 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صحّت دانسته است.</w:t>
      </w:r>
      <w:r w:rsidRPr="006A7833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6A7833">
      <w:pPr>
        <w:pStyle w:val="Heading1"/>
        <w:rPr>
          <w:rtl/>
          <w:lang w:bidi="fa-IR"/>
        </w:rPr>
      </w:pPr>
      <w:bookmarkStart w:id="49" w:name="_Toc525386420"/>
      <w:r>
        <w:rPr>
          <w:rtl/>
          <w:lang w:bidi="fa-IR"/>
        </w:rPr>
        <w:t>9</w:t>
      </w:r>
      <w:r w:rsidR="006A7833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همسو با قرآن</w:t>
      </w:r>
      <w:bookmarkEnd w:id="49"/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روشنفکرنماها در مورد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از نظر متن ترد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کرده گفته اند: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اسم و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وصف مورد لعن قرار گرفته اند،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اهل لعن نبودند!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پاسخ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گفت: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عصمت و طهارت </w:t>
      </w:r>
      <w:r w:rsidRPr="00160F70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راه قرآن داشتند؟! قرآن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اسم و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وصف لعن کرده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قرآن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37 بار واژه لعن به خدا نسبت داده شده،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چون ابل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س،</w:t>
      </w:r>
      <w:r>
        <w:rPr>
          <w:rtl/>
          <w:lang w:bidi="fa-IR"/>
        </w:rPr>
        <w:t xml:space="preserve"> کافران، دروغگو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ستمگران لعن شده اند</w:t>
      </w:r>
      <w:r w:rsidRPr="001B21ED">
        <w:rPr>
          <w:rStyle w:val="libFootnotenumChar"/>
          <w:rtl/>
        </w:rPr>
        <w:t>.(2)</w:t>
      </w:r>
    </w:p>
    <w:p w:rsidR="00160F70" w:rsidRDefault="001B21ED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1B21ED">
      <w:pPr>
        <w:pStyle w:val="Heading1"/>
        <w:rPr>
          <w:rtl/>
          <w:lang w:bidi="fa-IR"/>
        </w:rPr>
      </w:pPr>
      <w:bookmarkStart w:id="50" w:name="_Toc525386421"/>
      <w:r>
        <w:rPr>
          <w:rtl/>
          <w:lang w:bidi="fa-IR"/>
        </w:rPr>
        <w:t>10</w:t>
      </w:r>
      <w:r w:rsidR="001B21E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همسو با سنّت</w:t>
      </w:r>
      <w:bookmarkEnd w:id="50"/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اساس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معتبر که با سند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در مجامع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اهل سنت آمده،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3B3682" w:rsidRPr="003B3682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نام و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وصف لعن کرده است، که از آن جمله است: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1) حکم 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العاص</w:t>
      </w:r>
      <w:r w:rsidRPr="001B21ED">
        <w:rPr>
          <w:rStyle w:val="libFootnotenumChar"/>
          <w:rtl/>
        </w:rPr>
        <w:t>(3)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2) ابوسف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 w:rsidRPr="001B21ED">
        <w:rPr>
          <w:rStyle w:val="libFootnotenumChar"/>
          <w:rtl/>
        </w:rPr>
        <w:t>(4)</w:t>
      </w:r>
    </w:p>
    <w:p w:rsidR="00160F70" w:rsidRPr="001B21ED" w:rsidRDefault="001B21ED" w:rsidP="001B21E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160F70" w:rsidRDefault="00160F70" w:rsidP="001B21ED">
      <w:pPr>
        <w:pStyle w:val="libFootnote0"/>
        <w:rPr>
          <w:rtl/>
          <w:lang w:bidi="fa-IR"/>
        </w:rPr>
      </w:pPr>
      <w:r>
        <w:rPr>
          <w:rtl/>
          <w:lang w:bidi="fa-IR"/>
        </w:rPr>
        <w:t>1- 1. استفتاء شماره: 4383،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وورد به دفتر 30/1/86.</w:t>
      </w:r>
    </w:p>
    <w:p w:rsidR="00160F70" w:rsidRDefault="00160F70" w:rsidP="001B21ED">
      <w:pPr>
        <w:pStyle w:val="libFootnote0"/>
        <w:rPr>
          <w:rtl/>
          <w:lang w:bidi="fa-IR"/>
        </w:rPr>
      </w:pPr>
      <w:r>
        <w:rPr>
          <w:rtl/>
          <w:lang w:bidi="fa-IR"/>
        </w:rPr>
        <w:t>2- 2. - سوره ص،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78؛ سوره احزاب،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64؛ سوره نور،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7؛ سوره هود،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18.</w:t>
      </w:r>
    </w:p>
    <w:p w:rsidR="00160F70" w:rsidRDefault="00160F70" w:rsidP="001B21ED">
      <w:pPr>
        <w:pStyle w:val="libFootnote0"/>
        <w:rPr>
          <w:rtl/>
          <w:lang w:bidi="fa-IR"/>
        </w:rPr>
      </w:pPr>
      <w:r>
        <w:rPr>
          <w:rtl/>
          <w:lang w:bidi="fa-IR"/>
        </w:rPr>
        <w:t>3- 3. حاکم، مستدرک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ج 4، ص 481.</w:t>
      </w:r>
    </w:p>
    <w:p w:rsidR="00160F70" w:rsidRDefault="00160F70" w:rsidP="001B21ED">
      <w:pPr>
        <w:pStyle w:val="libFootnote0"/>
        <w:rPr>
          <w:rtl/>
          <w:lang w:bidi="fa-IR"/>
        </w:rPr>
      </w:pPr>
      <w:r>
        <w:rPr>
          <w:rtl/>
          <w:lang w:bidi="fa-IR"/>
        </w:rPr>
        <w:t>4- 4. ابن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شرح نهج البلاغه، ج 3، ص 79.</w:t>
      </w:r>
    </w:p>
    <w:p w:rsidR="001B21ED" w:rsidRDefault="001B21ED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3)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 w:rsidRPr="001B21ED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4) مروان بن حکم</w:t>
      </w:r>
      <w:r w:rsidRPr="001B21ED">
        <w:rPr>
          <w:rStyle w:val="libFootnotenumChar"/>
          <w:rtl/>
        </w:rPr>
        <w:t>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محتوا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که شامل: لعن بر ستمگران، خاندان ابوسف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خاندان مروان، خاندان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ستمگران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باشد،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قاً</w:t>
      </w:r>
      <w:r>
        <w:rPr>
          <w:rtl/>
          <w:lang w:bidi="fa-IR"/>
        </w:rPr>
        <w:t xml:space="preserve"> با قرآن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رسول اکرم </w:t>
      </w:r>
      <w:r w:rsidR="003B3682" w:rsidRPr="003B3682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همسو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نکته لازم است که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ختم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با صد سلام، صد لعن و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علقمه موفق شود،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است که آن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حوائج جزئ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بدهد، بلکه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است که آن را فقط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در امر فرج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ارواحنا فداه انجام دهد که اگر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</w:t>
      </w:r>
      <w:r>
        <w:rPr>
          <w:rFonts w:hint="eastAsia"/>
          <w:rtl/>
          <w:lang w:bidi="fa-IR"/>
        </w:rPr>
        <w:t>جت</w:t>
      </w:r>
      <w:r>
        <w:rPr>
          <w:rtl/>
          <w:lang w:bidi="fa-IR"/>
        </w:rPr>
        <w:t xml:space="preserve"> روا شود،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مشکل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جهان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نخواهد بود و اگر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حاجت روا نشود، برآورده شدن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حوا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مشکل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حل نخواهد کرد.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اللهُمَّ</w:t>
      </w:r>
      <w:r>
        <w:rPr>
          <w:rtl/>
          <w:lang w:bidi="fa-IR"/>
        </w:rPr>
        <w:t xml:space="preserve"> رَبَّ الحُسَ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نِ؛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اِشْفِ</w:t>
      </w:r>
      <w:r>
        <w:rPr>
          <w:rtl/>
          <w:lang w:bidi="fa-IR"/>
        </w:rPr>
        <w:t xml:space="preserve"> صَدْرَ الْحُسَ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نِ؛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وَاطْلُبْ</w:t>
      </w:r>
      <w:r>
        <w:rPr>
          <w:rtl/>
          <w:lang w:bidi="fa-IR"/>
        </w:rPr>
        <w:t xml:space="preserve"> بِثارِهِ.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اللهُمَّ</w:t>
      </w:r>
      <w:r>
        <w:rPr>
          <w:rtl/>
          <w:lang w:bidi="fa-IR"/>
        </w:rPr>
        <w:t xml:space="preserve"> انْتَقِمْ مِمَّنْ قَتَلَهُ وَأعانَ عَلَ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هِ</w:t>
      </w:r>
      <w:r>
        <w:rPr>
          <w:rtl/>
          <w:lang w:bidi="fa-IR"/>
        </w:rPr>
        <w:t>.</w:t>
      </w:r>
      <w:r w:rsidRPr="001B21ED">
        <w:rPr>
          <w:rStyle w:val="libFootnotenumChar"/>
          <w:rtl/>
        </w:rPr>
        <w:t>(3)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B21ED">
      <w:pPr>
        <w:pStyle w:val="Heading1"/>
        <w:rPr>
          <w:rtl/>
          <w:lang w:bidi="fa-IR"/>
        </w:rPr>
      </w:pPr>
      <w:bookmarkStart w:id="51" w:name="_Toc525386422"/>
      <w:r>
        <w:rPr>
          <w:rFonts w:hint="eastAsia"/>
          <w:rtl/>
          <w:lang w:bidi="fa-IR"/>
        </w:rPr>
        <w:t>بازد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زائران</w:t>
      </w:r>
      <w:bookmarkEnd w:id="51"/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جمعه 4/8/80 برابر نهم شعبان 1422 قمر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منزل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</w:t>
      </w:r>
    </w:p>
    <w:p w:rsidR="00160F70" w:rsidRPr="001B21ED" w:rsidRDefault="001B21ED" w:rsidP="001B21E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160F70" w:rsidRDefault="00160F70" w:rsidP="001B21ED">
      <w:pPr>
        <w:pStyle w:val="libFootnote0"/>
        <w:rPr>
          <w:rtl/>
          <w:lang w:bidi="fa-IR"/>
        </w:rPr>
      </w:pPr>
      <w:r>
        <w:rPr>
          <w:rtl/>
          <w:lang w:bidi="fa-IR"/>
        </w:rPr>
        <w:t>1- 1. احمد حنبل، المسند، ج 4، ص 421.</w:t>
      </w:r>
    </w:p>
    <w:p w:rsidR="00160F70" w:rsidRDefault="00160F70" w:rsidP="001B21ED">
      <w:pPr>
        <w:pStyle w:val="libFootnote0"/>
        <w:rPr>
          <w:rtl/>
          <w:lang w:bidi="fa-IR"/>
        </w:rPr>
      </w:pPr>
      <w:r>
        <w:rPr>
          <w:rtl/>
          <w:lang w:bidi="fa-IR"/>
        </w:rPr>
        <w:t>2- 2.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الدّر المنثور، ج 4، ص 191.</w:t>
      </w:r>
    </w:p>
    <w:p w:rsidR="00160F70" w:rsidRDefault="00160F70" w:rsidP="001B21ED">
      <w:pPr>
        <w:pStyle w:val="libFootnote0"/>
        <w:rPr>
          <w:rtl/>
          <w:lang w:bidi="fa-IR"/>
        </w:rPr>
      </w:pPr>
      <w:r>
        <w:rPr>
          <w:rtl/>
          <w:lang w:bidi="fa-IR"/>
        </w:rPr>
        <w:t>3- 3. کفعم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البلد الأم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ص 280.</w:t>
      </w:r>
    </w:p>
    <w:p w:rsidR="001B21ED" w:rsidRDefault="001B21ED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حاج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مح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الدّ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مامقان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آسوده از وعّاظ قم، بر فراز منبر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کفا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فرزند مرحوم آخوند از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«ش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چاووش» اهل شمال نقل کرد که چاووش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کاروان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مازندران به عتبات 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سال مشکل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آمد که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 آن سال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کربلا نبرد.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32 نفر جوان عازم عتبات بودند. از او خواستند که آنها را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کند و به کربلا ببرد. او مشکلش را بازگو کرد، آنها مشکل او را رفع کردند و رهسپار عتبات شدند.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جمعه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منزل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کربلا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دند،</w:t>
      </w:r>
      <w:r>
        <w:rPr>
          <w:rtl/>
          <w:lang w:bidi="fa-IR"/>
        </w:rPr>
        <w:t xml:space="preserve"> خواستند آنجا استراحت کنند، چشمان او به چراغ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حرم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افتاد، گفت: اگر چه همه خسته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است که ما امشب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منزل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از شب جمعه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کربلا باز 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حرکت</w:t>
      </w:r>
      <w:r>
        <w:rPr>
          <w:rtl/>
          <w:lang w:bidi="fa-IR"/>
        </w:rPr>
        <w:t xml:space="preserve"> کردند، به کربلا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دند،</w:t>
      </w:r>
      <w:r>
        <w:rPr>
          <w:rtl/>
          <w:lang w:bidi="fa-IR"/>
        </w:rPr>
        <w:t xml:space="preserve"> به کاروانسرا رفتند، اسب ها را بستند و به حرم مشرّف شدند.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B21E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در حرم دفترش را باز کرد که مص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بخواند، شعر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اکبر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آمد، آن را خواند، متوسّل شدند و پس 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به منزل بازگشتند و استراحت کردند.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عبّاس در عالم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و گفت: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B21E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مه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بازد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B21E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لحظه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 و وجود مقدّس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فرما شدند و فرمودند: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سه موضوع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شما آمدم: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1) هر کس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من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من از او بازد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عمل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2) در محل شما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 که کفش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مجلس روضه را جفت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سلام مرا به او برسان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B21ED" w:rsidRDefault="00160F70" w:rsidP="001B21ED">
      <w:pPr>
        <w:pStyle w:val="libNormal"/>
        <w:rPr>
          <w:rtl/>
          <w:lang w:bidi="fa-IR"/>
        </w:rPr>
      </w:pPr>
      <w:r>
        <w:rPr>
          <w:rtl/>
          <w:lang w:bidi="fa-IR"/>
        </w:rPr>
        <w:t>3) شب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جمعه حضرت زهرا </w:t>
      </w:r>
      <w:r w:rsidR="00B83331" w:rsidRPr="00B83331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هرگز در شب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جمعه، در حرم من روضه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اکبر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که مادرم طاقت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روضه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اکبر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ندارد.</w:t>
      </w:r>
    </w:p>
    <w:p w:rsidR="00160F70" w:rsidRDefault="001B21ED" w:rsidP="001B21E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1B21ED">
      <w:pPr>
        <w:pStyle w:val="Heading1"/>
        <w:rPr>
          <w:rtl/>
          <w:lang w:bidi="fa-IR"/>
        </w:rPr>
      </w:pPr>
      <w:bookmarkStart w:id="52" w:name="_Toc525386423"/>
      <w:r>
        <w:rPr>
          <w:rFonts w:hint="eastAsia"/>
          <w:rtl/>
          <w:lang w:bidi="fa-IR"/>
        </w:rPr>
        <w:t>مرغ</w:t>
      </w:r>
      <w:r>
        <w:rPr>
          <w:rtl/>
          <w:lang w:bidi="fa-IR"/>
        </w:rPr>
        <w:t xml:space="preserve">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  <w:r>
        <w:rPr>
          <w:rtl/>
          <w:lang w:bidi="fa-IR"/>
        </w:rPr>
        <w:t xml:space="preserve"> گو</w:t>
      </w:r>
      <w:bookmarkEnd w:id="52"/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شنبه 26/12/80 برابر دوّم محرم 1422 ق، در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محمدعل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موحّد ابطح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توانا حجه الاسلام والمسلم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فراز منبر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17 بار موفّق شدم که شب عاشورا در کربلا باشم.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عاشورا سوار اتوبوس بودم و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جناب حرّ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رفتم، غالب مسافران خواب بودند،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  <w:r>
        <w:rPr>
          <w:rtl/>
          <w:lang w:bidi="fa-IR"/>
        </w:rPr>
        <w:t xml:space="preserve"> در فضا طن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انداز بود. در تکاپو بودم که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صدا از کجا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راننده متوجّه شد و مرا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خود خواند و گفت: دنبال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گفتم: آ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گفت: نگاه کن.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نگاه</w:t>
      </w:r>
      <w:r>
        <w:rPr>
          <w:rtl/>
          <w:lang w:bidi="fa-IR"/>
        </w:rPr>
        <w:t xml:space="preserve"> کردم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تلفن و تلگراف کنار جاده پر از مرغ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که مرتب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سپس</w:t>
      </w:r>
      <w:r>
        <w:rPr>
          <w:rtl/>
          <w:lang w:bidi="fa-IR"/>
        </w:rPr>
        <w:t xml:space="preserve"> راننده گفت: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مرغ ها همه ساله در ا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عاشورا سه روز به کربلا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همه اش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160F70" w:rsidRDefault="001B21ED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1B21ED">
      <w:pPr>
        <w:pStyle w:val="Heading1"/>
        <w:rPr>
          <w:rtl/>
          <w:lang w:bidi="fa-IR"/>
        </w:rPr>
      </w:pPr>
      <w:bookmarkStart w:id="53" w:name="_Toc525386424"/>
      <w:r>
        <w:rPr>
          <w:rFonts w:hint="eastAsia"/>
          <w:rtl/>
          <w:lang w:bidi="fa-IR"/>
        </w:rPr>
        <w:t>آزمون</w:t>
      </w:r>
      <w:r>
        <w:rPr>
          <w:rtl/>
          <w:lang w:bidi="fa-IR"/>
        </w:rPr>
        <w:t xml:space="preserve"> انب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اءدر</w:t>
      </w:r>
      <w:r>
        <w:rPr>
          <w:rtl/>
          <w:lang w:bidi="fa-IR"/>
        </w:rPr>
        <w:t xml:space="preserve"> مورد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bookmarkEnd w:id="53"/>
      <w:r w:rsidRPr="00160F70">
        <w:rPr>
          <w:rStyle w:val="libAlaemChar"/>
          <w:rtl/>
        </w:rPr>
        <w:t xml:space="preserve"> 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B21E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ابن طاووس در فراز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قنوت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نقل کرده که آن حضرت در قنوت خود عرضه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وَأعِذْ</w:t>
      </w:r>
      <w:r>
        <w:rPr>
          <w:rtl/>
          <w:lang w:bidi="fa-IR"/>
        </w:rPr>
        <w:t xml:space="preserve"> أول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اءَکَ</w:t>
      </w:r>
      <w:r>
        <w:rPr>
          <w:rtl/>
          <w:lang w:bidi="fa-IR"/>
        </w:rPr>
        <w:t xml:space="preserve"> مِن الإفتِتانِ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؛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بار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!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از امتحان شدن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نگهدار</w:t>
      </w:r>
      <w:r w:rsidRPr="001B21ED">
        <w:rPr>
          <w:rStyle w:val="libFootnotenumChar"/>
          <w:rtl/>
        </w:rPr>
        <w:t>.(1)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B21E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پنج شنبه 23/12/80 برابر 29 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حجه الحرام 1422 قمر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حاج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صادق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ضمن سخنران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وعّاظ اصفهان، فراز بالا را عنوان کردند و فرمودند: به نظر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که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و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در مورد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امتحان شدند: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B21ED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1) حضرت آدم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برابر نام آن حضرت امتحان شد، اشکش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B21ED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2) حضرت نوح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چون وارد دشت کربلا شد،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دچار اضطراب شد تا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حضرت نوح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غرق شود.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B21E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کربلا</w:t>
      </w:r>
      <w:r>
        <w:rPr>
          <w:rtl/>
          <w:lang w:bidi="fa-IR"/>
        </w:rPr>
        <w:t xml:space="preserve"> دشت هموار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و امکان نداشت که آنجا حالت گرداب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حضرت نوح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 که بدون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دچار خوف شود.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B21E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نوح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امتحان شد و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نجات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نجات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B21ED">
      <w:pPr>
        <w:pStyle w:val="libNormal"/>
        <w:rPr>
          <w:rtl/>
          <w:lang w:bidi="fa-IR"/>
        </w:rPr>
      </w:pPr>
      <w:r>
        <w:rPr>
          <w:rtl/>
          <w:lang w:bidi="fa-IR"/>
        </w:rPr>
        <w:t>3) حضرت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امتحان شد که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خود را فدا کند،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ذبح 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حضرت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را؟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B21ED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4) رسول اکرم </w:t>
      </w:r>
      <w:r w:rsidR="003B3682" w:rsidRPr="003B3682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امتحان شد که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برگز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را؟ سرانجام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فدا کرد و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برگز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B21ED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5) حضرت ابوالفضل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امتحان شد که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آب بنوشد،</w:t>
      </w:r>
    </w:p>
    <w:p w:rsidR="00160F70" w:rsidRPr="001B21ED" w:rsidRDefault="001B21ED" w:rsidP="001B21E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160F70" w:rsidRDefault="00160F70" w:rsidP="001B21ED">
      <w:pPr>
        <w:pStyle w:val="libFootnote0"/>
        <w:rPr>
          <w:rtl/>
          <w:lang w:bidi="fa-IR"/>
        </w:rPr>
      </w:pPr>
      <w:r>
        <w:rPr>
          <w:rtl/>
          <w:lang w:bidi="fa-IR"/>
        </w:rPr>
        <w:t>1- 1.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ابن طاووس، مهج الدّعوات، ص 115.</w:t>
      </w:r>
    </w:p>
    <w:p w:rsidR="00160F70" w:rsidRDefault="001B21ED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تا</w:t>
      </w:r>
      <w:r w:rsidR="00160F70">
        <w:rPr>
          <w:rtl/>
          <w:lang w:bidi="fa-IR"/>
        </w:rPr>
        <w:t xml:space="preserve"> بتواند با صلابت ب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شتر</w:t>
      </w:r>
      <w:r w:rsidR="00160F70">
        <w:rPr>
          <w:rtl/>
          <w:lang w:bidi="fa-IR"/>
        </w:rPr>
        <w:t xml:space="preserve"> در برابر دشمن مقاومت کند 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ا</w:t>
      </w:r>
      <w:r w:rsidR="00160F70">
        <w:rPr>
          <w:rtl/>
          <w:lang w:bidi="fa-IR"/>
        </w:rPr>
        <w:t xml:space="preserve"> نه؟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B21ED">
      <w:pPr>
        <w:pStyle w:val="libNormal"/>
        <w:rPr>
          <w:rtl/>
          <w:lang w:bidi="fa-IR"/>
        </w:rPr>
      </w:pPr>
      <w:r>
        <w:rPr>
          <w:rtl/>
          <w:lang w:bidi="fa-IR"/>
        </w:rPr>
        <w:t>6) حضرت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نب</w:t>
      </w:r>
      <w:r>
        <w:rPr>
          <w:rtl/>
          <w:lang w:bidi="fa-IR"/>
        </w:rPr>
        <w:t xml:space="preserve"> </w:t>
      </w:r>
      <w:r w:rsidR="00B83331" w:rsidRPr="00B83331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امتحان شد که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امر امام را اطاعت کند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</w:t>
      </w:r>
      <w:r>
        <w:rPr>
          <w:rtl/>
          <w:lang w:bidi="fa-IR"/>
        </w:rPr>
        <w:t xml:space="preserve"> مقدس آن حضرت جدا نشود.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B21ED">
      <w:pPr>
        <w:pStyle w:val="Heading1"/>
        <w:rPr>
          <w:rtl/>
          <w:lang w:bidi="fa-IR"/>
        </w:rPr>
      </w:pPr>
      <w:bookmarkStart w:id="54" w:name="_Toc525386425"/>
      <w:r>
        <w:rPr>
          <w:rFonts w:hint="eastAsia"/>
          <w:rtl/>
          <w:lang w:bidi="fa-IR"/>
        </w:rPr>
        <w:t>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مجالس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bookmarkEnd w:id="54"/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1)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حوزه علم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قم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چند</w:t>
      </w:r>
      <w:r>
        <w:rPr>
          <w:rtl/>
          <w:lang w:bidi="fa-IR"/>
        </w:rPr>
        <w:t xml:space="preserve"> نفر از رفقا قصد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عتبات را داشتند، علاقه مند بودم که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مع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آنها مشرّف شوم،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پول نداشتم.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تعداد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کتاب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به نزد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کتاب فروش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بردم که در نزد او رهن بگذارم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صد</w:t>
      </w:r>
      <w:r>
        <w:rPr>
          <w:rtl/>
          <w:lang w:bidi="fa-IR"/>
        </w:rPr>
        <w:t xml:space="preserve"> تومان قرض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>. او قبول نکرد، رفقا رفتند و من ماندم.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B21E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دلتنگ شدم، شب در عالم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محضر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از علّت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دند،</w:t>
      </w:r>
      <w:r>
        <w:rPr>
          <w:rtl/>
          <w:lang w:bidi="fa-IR"/>
        </w:rPr>
        <w:t xml:space="preserve"> عرض کردم: رفقا رفتند و من ماندم.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فرمودند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ناراحت</w:t>
      </w:r>
      <w:r>
        <w:rPr>
          <w:rtl/>
          <w:lang w:bidi="fa-IR"/>
        </w:rPr>
        <w:t xml:space="preserve"> نباش، من هفته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 ناظر شما هستم.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B21E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شدم و در مورد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امام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فکر کردم،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ادم</w:t>
      </w:r>
      <w:r>
        <w:rPr>
          <w:rtl/>
          <w:lang w:bidi="fa-IR"/>
        </w:rPr>
        <w:t xml:space="preserve"> آمد که پدرم در شهرمان روضه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هفتگ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مجلس مورد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حضرت قرار گرفته است.</w:t>
      </w:r>
      <w:r w:rsidRPr="001B21ED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2)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اسداللّه از اعضا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أت</w:t>
      </w:r>
      <w:r>
        <w:rPr>
          <w:rtl/>
          <w:lang w:bidi="fa-IR"/>
        </w:rPr>
        <w:t xml:space="preserve"> امنا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درق خو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اعضا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ئت</w:t>
      </w:r>
      <w:r>
        <w:rPr>
          <w:rtl/>
          <w:lang w:bidi="fa-IR"/>
        </w:rPr>
        <w:t xml:space="preserve"> در شب شام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بانش</w:t>
      </w:r>
      <w:r>
        <w:rPr>
          <w:rtl/>
          <w:lang w:bidi="fa-IR"/>
        </w:rPr>
        <w:t xml:space="preserve"> در منزل او جلسه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عزادار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برپا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همان</w:t>
      </w:r>
      <w:r>
        <w:rPr>
          <w:rtl/>
          <w:lang w:bidi="fa-IR"/>
        </w:rPr>
        <w:t xml:space="preserve"> شب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خواب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از احوالش 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در جواب</w:t>
      </w:r>
    </w:p>
    <w:p w:rsidR="00160F70" w:rsidRPr="001B21ED" w:rsidRDefault="001B21ED" w:rsidP="001B21E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160F70" w:rsidRDefault="00160F70" w:rsidP="001B21ED">
      <w:pPr>
        <w:pStyle w:val="libFootnote0"/>
        <w:rPr>
          <w:rtl/>
          <w:lang w:bidi="fa-IR"/>
        </w:rPr>
      </w:pPr>
      <w:r>
        <w:rPr>
          <w:rtl/>
          <w:lang w:bidi="fa-IR"/>
        </w:rPr>
        <w:t>1- 1.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کرامات و حکا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پندآموز، ص 47.</w:t>
      </w:r>
    </w:p>
    <w:p w:rsidR="001B21ED" w:rsidRDefault="001B21ED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دو نفر ملک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سوءال و جواب آمدند،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الآن</w:t>
      </w:r>
      <w:r>
        <w:rPr>
          <w:rtl/>
          <w:lang w:bidi="fa-IR"/>
        </w:rPr>
        <w:t xml:space="preserve"> در منزل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شخص مجلس عزا برپاست و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بلند است.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برگرد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نقل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خواب،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که هر کدام از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أت</w:t>
      </w:r>
      <w:r>
        <w:rPr>
          <w:rtl/>
          <w:lang w:bidi="fa-IR"/>
        </w:rPr>
        <w:t xml:space="preserve"> امنا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دسته فوت کند، در شب شام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بانش</w:t>
      </w:r>
      <w:r>
        <w:rPr>
          <w:rtl/>
          <w:lang w:bidi="fa-IR"/>
        </w:rPr>
        <w:t xml:space="preserve"> در منزل او جلسه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عزا برپا کنند</w:t>
      </w:r>
      <w:r w:rsidRPr="001B21ED">
        <w:rPr>
          <w:rStyle w:val="libFootnotenumChar"/>
          <w:rtl/>
        </w:rPr>
        <w:t>.(1)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231449">
      <w:pPr>
        <w:pStyle w:val="libNormal"/>
        <w:rPr>
          <w:rtl/>
          <w:lang w:bidi="fa-IR"/>
        </w:rPr>
      </w:pPr>
      <w:r>
        <w:rPr>
          <w:rtl/>
          <w:lang w:bidi="fa-IR"/>
        </w:rPr>
        <w:t>3) حضرت حجه الاسلام والمسلم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کاظم شاهرود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روز پنج شنبه 4/7/92 شمس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نقل فرمود که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مشکور مرد بزرگوار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در نجف اشرف صبح ها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طلا نماز جماعت اقامه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چون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آمد، در قم، در کوچه ار</w:t>
      </w:r>
      <w:r w:rsidR="00231449">
        <w:rPr>
          <w:rFonts w:hint="cs"/>
          <w:rtl/>
          <w:lang w:bidi="fa-IR"/>
        </w:rPr>
        <w:t>گ</w:t>
      </w:r>
      <w:r>
        <w:rPr>
          <w:rtl/>
          <w:lang w:bidi="fa-IR"/>
        </w:rPr>
        <w:t>، کو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زنجان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اقامت داشت و روضه هفتگ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23144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پدرم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روضه به منزل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در ضمن صحبت از مجالس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گفت: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نجف اشرف روضه داشتم،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روضه خوان دعوت کردم،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امده</w:t>
      </w:r>
      <w:r>
        <w:rPr>
          <w:rtl/>
          <w:lang w:bidi="fa-IR"/>
        </w:rPr>
        <w:t xml:space="preserve"> بود، گفت: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روم و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23144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متوجّه</w:t>
      </w:r>
      <w:r>
        <w:rPr>
          <w:rtl/>
          <w:lang w:bidi="fa-IR"/>
        </w:rPr>
        <w:t xml:space="preserve"> شدم که اگر برود برنم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گردد، گفتم: مگر شما روضه خوان ها به دروغ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در مجالس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فرشته ها شرکت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کنند؟ گفت: نخ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راست است. گفتم: پس روضه ات را بخوان.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شروع به روضه کرد و من تنها مستمع روضه بودم.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عادت دارم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روضه خوان شروع به روضه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من دستم را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صورتم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گذارم و به اهل مجلس نگاه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</w:t>
      </w:r>
    </w:p>
    <w:p w:rsidR="00160F70" w:rsidRPr="00231449" w:rsidRDefault="00231449" w:rsidP="0023144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160F70" w:rsidRDefault="00160F70" w:rsidP="00231449">
      <w:pPr>
        <w:pStyle w:val="libFootnote0"/>
        <w:rPr>
          <w:rtl/>
          <w:lang w:bidi="fa-IR"/>
        </w:rPr>
      </w:pPr>
      <w:r>
        <w:rPr>
          <w:rtl/>
          <w:lang w:bidi="fa-IR"/>
        </w:rPr>
        <w:t>1- 1. همان، ص 49.</w:t>
      </w:r>
    </w:p>
    <w:p w:rsidR="00160F70" w:rsidRDefault="00231449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هم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ن</w:t>
      </w:r>
      <w:r w:rsidR="00160F70">
        <w:rPr>
          <w:rtl/>
          <w:lang w:bidi="fa-IR"/>
        </w:rPr>
        <w:t xml:space="preserve"> طور دستم رو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صورتم بود، آن قدر جمع</w:t>
      </w:r>
      <w:r w:rsidR="00160F70">
        <w:rPr>
          <w:rFonts w:hint="cs"/>
          <w:rtl/>
          <w:lang w:bidi="fa-IR"/>
        </w:rPr>
        <w:t>یّ</w:t>
      </w:r>
      <w:r w:rsidR="00160F70">
        <w:rPr>
          <w:rFonts w:hint="eastAsia"/>
          <w:rtl/>
          <w:lang w:bidi="fa-IR"/>
        </w:rPr>
        <w:t>ت</w:t>
      </w:r>
      <w:r w:rsidR="00160F70">
        <w:rPr>
          <w:rtl/>
          <w:lang w:bidi="fa-IR"/>
        </w:rPr>
        <w:t xml:space="preserve"> آمد که اطاق پُر 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مرتّب خودم را جمع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که در کنار من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جا باز شود.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روضه تمام شد،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فقط من مستمع هستم و شخص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مجلس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نورالد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مشکور، مشهور به «نور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مشکور» در حدود 1424 قمر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قم وفات کرد و در قبرستان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خان</w:t>
      </w:r>
      <w:r>
        <w:rPr>
          <w:rtl/>
          <w:lang w:bidi="fa-IR"/>
        </w:rPr>
        <w:t xml:space="preserve"> دفن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4) مرحوم حاج رضا قل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شهر خو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پنجاه سال مجلس عزا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عاشورا، جمعه ها و 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برگزار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پس از فوت او، پسرش حاج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(متوفا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1377 شمس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که آن را تعط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کند،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هنگام بازگشت 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اهل قبور با فرد ن</w:t>
      </w:r>
      <w:r>
        <w:rPr>
          <w:rFonts w:hint="eastAsia"/>
          <w:rtl/>
          <w:lang w:bidi="fa-IR"/>
        </w:rPr>
        <w:t>اشناس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روبه 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به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مجالس عزا را تعط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نکن.</w:t>
      </w:r>
      <w:r w:rsidRPr="00231449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231449">
      <w:pPr>
        <w:pStyle w:val="libNormal"/>
        <w:rPr>
          <w:rtl/>
          <w:lang w:bidi="fa-IR"/>
        </w:rPr>
      </w:pPr>
      <w:r>
        <w:rPr>
          <w:rtl/>
          <w:lang w:bidi="fa-IR"/>
        </w:rPr>
        <w:t>5) مرحوم حاج رضا قل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عالم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محضر حضرت فاطمه </w:t>
      </w:r>
      <w:r w:rsidR="00B83331" w:rsidRPr="00B83331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مشرف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حضرت به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حاج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فرزند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رفتّاح</w:t>
      </w:r>
      <w:r>
        <w:rPr>
          <w:rtl/>
          <w:lang w:bidi="fa-IR"/>
        </w:rPr>
        <w:t xml:space="preserve"> بگو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ده روز عزادار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اخرو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حضرت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ابلاغ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دهه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 صفر به مدت ده شب در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اقامه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عزا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  <w:r w:rsidRPr="00231449">
        <w:rPr>
          <w:rStyle w:val="libFootnotenumChar"/>
          <w:rtl/>
        </w:rPr>
        <w:t>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6) روز جمعه 6/2/87 برابر 18 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الثان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1429 قمر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ارجمند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سرهنگ ظفرخواه گفت: سال گذشته سکته نمودم،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</w:t>
      </w:r>
      <w:r>
        <w:rPr>
          <w:rtl/>
          <w:lang w:bidi="fa-IR"/>
        </w:rPr>
        <w:t xml:space="preserve"> به هوش آمدم،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همسرم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تو چگونه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</w:t>
      </w:r>
    </w:p>
    <w:p w:rsidR="00160F70" w:rsidRPr="00231449" w:rsidRDefault="00231449" w:rsidP="0023144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160F70" w:rsidRDefault="00160F70" w:rsidP="00231449">
      <w:pPr>
        <w:pStyle w:val="libFootnote0"/>
        <w:rPr>
          <w:rtl/>
          <w:lang w:bidi="fa-IR"/>
        </w:rPr>
      </w:pPr>
      <w:r>
        <w:rPr>
          <w:rtl/>
          <w:lang w:bidi="fa-IR"/>
        </w:rPr>
        <w:t>1- 1. همان، ص 63.</w:t>
      </w:r>
    </w:p>
    <w:p w:rsidR="00160F70" w:rsidRDefault="00160F70" w:rsidP="00231449">
      <w:pPr>
        <w:pStyle w:val="libFootnote0"/>
        <w:rPr>
          <w:rtl/>
          <w:lang w:bidi="fa-IR"/>
        </w:rPr>
      </w:pPr>
      <w:r>
        <w:rPr>
          <w:rtl/>
          <w:lang w:bidi="fa-IR"/>
        </w:rPr>
        <w:t>2- 2. همان، ص 64.</w:t>
      </w:r>
    </w:p>
    <w:p w:rsidR="00160F70" w:rsidRDefault="00231449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بگ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ر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؟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23144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قدرت تکلّم نداشتم، در دلم به امام رضا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متوسّل شدم، احساس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tl/>
          <w:lang w:bidi="fa-IR"/>
        </w:rPr>
        <w:t xml:space="preserve"> کردم، چشمم را باز کردم و حالم بهتر 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23144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دکتر</w:t>
      </w:r>
      <w:r>
        <w:rPr>
          <w:rtl/>
          <w:lang w:bidi="fa-IR"/>
        </w:rPr>
        <w:t xml:space="preserve"> پس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ها گفت: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ها نشان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که شما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عارضه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گفتم: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رضا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فرموده اند.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23144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چند</w:t>
      </w:r>
      <w:r>
        <w:rPr>
          <w:rtl/>
          <w:lang w:bidi="fa-IR"/>
        </w:rPr>
        <w:t xml:space="preserve"> روز بعد وضع مشابه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کردم، با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راز دل گفتم و عرضه داشتم: مولا جان! مرگ حق است،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عمر به دنبال پرچم شما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ئت</w:t>
      </w:r>
      <w:r>
        <w:rPr>
          <w:rtl/>
          <w:lang w:bidi="fa-IR"/>
        </w:rPr>
        <w:t xml:space="preserve"> به آن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ئت</w:t>
      </w:r>
      <w:r>
        <w:rPr>
          <w:rtl/>
          <w:lang w:bidi="fa-IR"/>
        </w:rPr>
        <w:t xml:space="preserve"> رفته ام،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دم آخر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د؟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در عالم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دو بزرگوار نقابدار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فرما شدند و فرمودند: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آمدم و ابوالفضل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آوردم.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همان</w:t>
      </w:r>
      <w:r>
        <w:rPr>
          <w:rtl/>
          <w:lang w:bidi="fa-IR"/>
        </w:rPr>
        <w:t xml:space="preserve"> لحظه به کلّ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عارضه رفع 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7) روز جمعه 13/9/88 برابر 16 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حجه</w:t>
      </w:r>
      <w:r>
        <w:rPr>
          <w:rtl/>
          <w:lang w:bidi="fa-IR"/>
        </w:rPr>
        <w:t xml:space="preserve"> الحرام 1430 قمر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ارجمند، خط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توانمند جناب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معرفت، در مجلس چهلم مرحوم شور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در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قم، فرمود: در محله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نوبر تبر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در حال احتضار بود، دوستان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أت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گرداگرد او نشسته عقا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حقّه را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تل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کردند، اسام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ائمه </w:t>
      </w:r>
      <w:r w:rsidRPr="00160F70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را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همراه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مقدّس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دند،</w:t>
      </w:r>
      <w:r>
        <w:rPr>
          <w:rtl/>
          <w:lang w:bidi="fa-IR"/>
        </w:rPr>
        <w:t xml:space="preserve"> ساکت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چند</w:t>
      </w:r>
      <w:r>
        <w:rPr>
          <w:rtl/>
          <w:lang w:bidi="fa-IR"/>
        </w:rPr>
        <w:t xml:space="preserve"> بار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موضوع تکرار شد، همه دچار شگفت شدند،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مرتبه چشم باز کرد و گفت: گمان بد نبر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من 60 سال تمام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  <w:r>
        <w:rPr>
          <w:rtl/>
          <w:lang w:bidi="fa-IR"/>
        </w:rPr>
        <w:t xml:space="preserve"> گفته ام، به خدا اگر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نامش را بر زبان نخواهم راند.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231449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حاضران مدّاح بود، شروع به مدّاح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مرتبه شخص محتضر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«السلام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اباعبداللّه» و جان به جان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231449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8) شب پنج شنبه 16/9/91 برابر 21 محرم 1434 قمر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حاج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صادق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رامون</w:t>
      </w:r>
      <w:r>
        <w:rPr>
          <w:rtl/>
          <w:lang w:bidi="fa-IR"/>
        </w:rPr>
        <w:t xml:space="preserve">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به مجالس عزادار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مطالب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فرمودند از جمله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ادآور</w:t>
      </w:r>
      <w:r>
        <w:rPr>
          <w:rtl/>
          <w:lang w:bidi="fa-IR"/>
        </w:rPr>
        <w:t xml:space="preserve"> شدند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رضاشاه تعداد مجالس روضه 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تهران 40 _ 50 مجلس بود، در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سال سقوط رضاشا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تعداد مجالس تهران به 4500 مجلس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حدود صد برابر 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231449">
      <w:pPr>
        <w:pStyle w:val="libNormal"/>
        <w:rPr>
          <w:rtl/>
          <w:lang w:bidi="fa-IR"/>
        </w:rPr>
      </w:pPr>
      <w:r>
        <w:rPr>
          <w:rtl/>
          <w:lang w:bidi="fa-IR"/>
        </w:rPr>
        <w:t>9) آنگاه در مورد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ئت</w:t>
      </w:r>
      <w:r>
        <w:rPr>
          <w:rtl/>
          <w:lang w:bidi="fa-IR"/>
        </w:rPr>
        <w:t xml:space="preserve"> طو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رج</w:t>
      </w:r>
      <w:r>
        <w:rPr>
          <w:rtl/>
          <w:lang w:bidi="fa-IR"/>
        </w:rPr>
        <w:t xml:space="preserve"> فرمودند: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صدام همه ساله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ئت</w:t>
      </w:r>
      <w:r>
        <w:rPr>
          <w:rtl/>
          <w:lang w:bidi="fa-IR"/>
        </w:rPr>
        <w:t xml:space="preserve"> طو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رج</w:t>
      </w:r>
      <w:r>
        <w:rPr>
          <w:rtl/>
          <w:lang w:bidi="fa-IR"/>
        </w:rPr>
        <w:t xml:space="preserve"> در حدود ساعت 12 ظهر به کربلا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در وارد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شدند، از درب شهدا خارج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 و به حرم حضرت ابوالفضل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مشرّف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ورود</w:t>
      </w:r>
      <w:r>
        <w:rPr>
          <w:rtl/>
          <w:lang w:bidi="fa-IR"/>
        </w:rPr>
        <w:t xml:space="preserve"> و خروج آنها در حدود 20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30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طول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سقوط صدام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در، از سه در وارد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در حدود چهار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پنج ساعت طول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رِ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دُونَ</w:t>
      </w:r>
      <w:r>
        <w:rPr>
          <w:rtl/>
          <w:lang w:bidi="fa-IR"/>
        </w:rPr>
        <w:t xml:space="preserve"> أن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طفِئوا</w:t>
      </w:r>
      <w:r>
        <w:rPr>
          <w:rtl/>
          <w:lang w:bidi="fa-IR"/>
        </w:rPr>
        <w:t xml:space="preserve"> نُورَ اللّه بِأفْواهِهِم وَاللّه مُتِمُّ نُورِهِ وَلَو کَرِهَ الکافِرون»</w:t>
      </w:r>
      <w:r w:rsidRPr="00231449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231449">
      <w:pPr>
        <w:pStyle w:val="Heading1"/>
        <w:rPr>
          <w:rtl/>
          <w:lang w:bidi="fa-IR"/>
        </w:rPr>
      </w:pPr>
      <w:bookmarkStart w:id="55" w:name="_Toc525386426"/>
      <w:r>
        <w:rPr>
          <w:rFonts w:hint="eastAsia"/>
          <w:rtl/>
          <w:lang w:bidi="fa-IR"/>
        </w:rPr>
        <w:t>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عزاداران</w:t>
      </w:r>
      <w:bookmarkEnd w:id="55"/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1)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مساجد شهرستان خو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مجلس روضه برگزار بود، بچه ها شلوغ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کردند، به 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مجلس گفته شد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بچه ها را از مسجد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کن. گفت: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توانم. هر چه اصرار کردند، گفت: من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توانم، سپس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داد: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جوانان هم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موقع عزادار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صف زنج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رزنان</w:t>
      </w:r>
      <w:r>
        <w:rPr>
          <w:rtl/>
          <w:lang w:bidi="fa-IR"/>
        </w:rPr>
        <w:t xml:space="preserve"> خارج شد، در کنار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ادرار کرد، دوباره برگشت و مشغول عزادار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</w:t>
      </w:r>
    </w:p>
    <w:p w:rsidR="00160F70" w:rsidRPr="00231449" w:rsidRDefault="00231449" w:rsidP="0023144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160F70" w:rsidRDefault="00160F70" w:rsidP="00231449">
      <w:pPr>
        <w:pStyle w:val="libFootnote0"/>
        <w:rPr>
          <w:rtl/>
          <w:lang w:bidi="fa-IR"/>
        </w:rPr>
      </w:pPr>
      <w:r>
        <w:rPr>
          <w:rtl/>
          <w:lang w:bidi="fa-IR"/>
        </w:rPr>
        <w:t>1- 1. سوره صف،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8.</w:t>
      </w:r>
    </w:p>
    <w:p w:rsidR="00160F70" w:rsidRDefault="00231449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من</w:t>
      </w:r>
      <w:r w:rsidR="00160F70">
        <w:rPr>
          <w:rtl/>
          <w:lang w:bidi="fa-IR"/>
        </w:rPr>
        <w:t xml:space="preserve"> عصبان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شدم، او را از صف زنج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رزنان</w:t>
      </w:r>
      <w:r w:rsidR="00160F70">
        <w:rPr>
          <w:rtl/>
          <w:lang w:bidi="fa-IR"/>
        </w:rPr>
        <w:t xml:space="preserve"> ب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رون</w:t>
      </w:r>
      <w:r w:rsidR="00160F70">
        <w:rPr>
          <w:rtl/>
          <w:lang w:bidi="fa-IR"/>
        </w:rPr>
        <w:t xml:space="preserve"> کردم.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23144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در عالم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محضر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از من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عرض</w:t>
      </w:r>
      <w:r>
        <w:rPr>
          <w:rtl/>
          <w:lang w:bidi="fa-IR"/>
        </w:rPr>
        <w:t xml:space="preserve"> کردم: مولا جان!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عمر با جان و مال شما را خدمت کردم، چرا از من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فرمود</w:t>
      </w:r>
      <w:r>
        <w:rPr>
          <w:rtl/>
          <w:lang w:bidi="fa-IR"/>
        </w:rPr>
        <w:t xml:space="preserve">: چرا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رزن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ناراحت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از ما دور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صبح</w:t>
      </w:r>
      <w:r>
        <w:rPr>
          <w:rtl/>
          <w:lang w:bidi="fa-IR"/>
        </w:rPr>
        <w:t xml:space="preserve"> زود به خانه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جوان رفتم و عذرخواه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و لذا من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مسجد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کنم</w:t>
      </w:r>
      <w:r w:rsidRPr="00231449">
        <w:rPr>
          <w:rStyle w:val="libFootnotenumChar"/>
          <w:rtl/>
        </w:rPr>
        <w:t>.(1)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2)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روضه 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 روز هفتم محرم الحرام به افراد بدمست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تهران برخورد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از او تقاضا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که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روضه بخواند.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ناچار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محل مناسب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روضه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او را به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خودش سوار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شهر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برد، خود را به حالت صندل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بنش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روضه بخوان.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روضه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و آنها به شدت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فرصت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آنها را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به توبه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با چشم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توبه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همان شب او را در حال شاداب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شادکام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در باغ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بهشت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صبح که از خواب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از اهال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شنود که آن شخص مرده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 شب، روضه،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توبه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شخص را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خودش در مراسم تش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شرکت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160F70" w:rsidRPr="00231449" w:rsidRDefault="00231449" w:rsidP="0023144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160F70" w:rsidRDefault="00160F70" w:rsidP="00231449">
      <w:pPr>
        <w:pStyle w:val="libFootnote0"/>
        <w:rPr>
          <w:rtl/>
          <w:lang w:bidi="fa-IR"/>
        </w:rPr>
      </w:pPr>
      <w:r>
        <w:rPr>
          <w:rtl/>
          <w:lang w:bidi="fa-IR"/>
        </w:rPr>
        <w:t>1- 1.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کرامات و حکا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پندآموز، ص 50.</w:t>
      </w:r>
    </w:p>
    <w:p w:rsidR="00160F70" w:rsidRDefault="00231449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س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د</w:t>
      </w:r>
      <w:r w:rsidR="00160F70">
        <w:rPr>
          <w:rtl/>
          <w:lang w:bidi="fa-IR"/>
        </w:rPr>
        <w:t xml:space="preserve"> شب بعد او را در عالم روء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ا</w:t>
      </w:r>
      <w:r w:rsidR="00160F70">
        <w:rPr>
          <w:rtl/>
          <w:lang w:bidi="fa-IR"/>
        </w:rPr>
        <w:t xml:space="preserve"> در حال بهجت و سرور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ب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ند،</w:t>
      </w:r>
      <w:r w:rsidR="00160F70">
        <w:rPr>
          <w:rtl/>
          <w:lang w:bidi="fa-IR"/>
        </w:rPr>
        <w:t xml:space="preserve"> از علت خوشحال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اش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پرسد، در پاسخ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گو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د</w:t>
      </w:r>
      <w:r w:rsidR="00160F70"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باغ را در مقابل عزادار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توبه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شب به من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فرمود.</w:t>
      </w:r>
      <w:r w:rsidRPr="00231449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3) روز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شنبه 24/12/81 برابر 11 محرم الحرام 1424 قمر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روضه به منزل صد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ارجمندم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مجد رفتم،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سابق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مجد آنجا بود،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مجد به من گفت: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مورد حاج عرب بپرس.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گفت: در قم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حاج عرب بود که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عاشورا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شمر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مردم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ازدهم</w:t>
      </w:r>
      <w:r>
        <w:rPr>
          <w:rtl/>
          <w:lang w:bidi="fa-IR"/>
        </w:rPr>
        <w:t xml:space="preserve"> محرم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ازرق شام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حسن بود که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سه ساله بود،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حضرت رق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حسن بزرگ شد، 13 ساله شد و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حضرت قاسم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بعدها</w:t>
      </w:r>
      <w:r>
        <w:rPr>
          <w:rtl/>
          <w:lang w:bidi="fa-IR"/>
        </w:rPr>
        <w:t xml:space="preserve"> بزرگ تر شد و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اکبر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به حاج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حسن مشهور شده بود.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عرب به مغازه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فردا فلان ساعت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منزل ما،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پرسد: چه خبر است؟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معلوم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پس از اصرار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من قرار است فردا در آن ساعت بم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>. حاج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حسن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به شرط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از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حق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شفاعت کند.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حاج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حسن در ساعت مع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حاج عرب در حال احتضار است.</w:t>
      </w:r>
    </w:p>
    <w:p w:rsidR="00160F70" w:rsidRPr="00231449" w:rsidRDefault="00231449" w:rsidP="0023144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160F70" w:rsidRDefault="00160F70" w:rsidP="00231449">
      <w:pPr>
        <w:pStyle w:val="libFootnote0"/>
        <w:rPr>
          <w:rtl/>
          <w:lang w:bidi="fa-IR"/>
        </w:rPr>
      </w:pPr>
      <w:r>
        <w:rPr>
          <w:rtl/>
          <w:lang w:bidi="fa-IR"/>
        </w:rPr>
        <w:t>1- 1.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کرامات و حکا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پندآموز، ص 52.</w:t>
      </w:r>
    </w:p>
    <w:p w:rsidR="00160F70" w:rsidRDefault="00A3598A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>
        <w:rPr>
          <w:rtl/>
          <w:lang w:bidi="fa-IR"/>
        </w:rPr>
        <w:lastRenderedPageBreak/>
        <w:br w:type="page"/>
      </w:r>
      <w:r w:rsidR="00160F70">
        <w:rPr>
          <w:rFonts w:hint="eastAsia"/>
          <w:rtl/>
          <w:lang w:bidi="fa-IR"/>
        </w:rPr>
        <w:lastRenderedPageBreak/>
        <w:t>دق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قاً</w:t>
      </w:r>
      <w:r w:rsidR="00160F70">
        <w:rPr>
          <w:rtl/>
          <w:lang w:bidi="fa-IR"/>
        </w:rPr>
        <w:t xml:space="preserve"> در همان ساعت حاج عرب از جا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خود برم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خ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زد</w:t>
      </w:r>
      <w:r w:rsidR="00160F70">
        <w:rPr>
          <w:rtl/>
          <w:lang w:bidi="fa-IR"/>
        </w:rPr>
        <w:t xml:space="preserve"> و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گو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د</w:t>
      </w:r>
      <w:r w:rsidR="00160F70"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السلام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ابا عبداللّه!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سپس</w:t>
      </w:r>
      <w:r>
        <w:rPr>
          <w:rtl/>
          <w:lang w:bidi="fa-IR"/>
        </w:rPr>
        <w:t xml:space="preserve"> به حاضران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احترام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آقا اباعبداللّه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آوردند.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آنگاه</w:t>
      </w:r>
      <w:r>
        <w:rPr>
          <w:rtl/>
          <w:lang w:bidi="fa-IR"/>
        </w:rPr>
        <w:t xml:space="preserve"> خطاب به حضرت عرض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مولاجان</w:t>
      </w:r>
      <w:r>
        <w:rPr>
          <w:rtl/>
          <w:lang w:bidi="fa-IR"/>
        </w:rPr>
        <w:t>!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حسن از شما تقاضا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در حق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شفاعت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سپس</w:t>
      </w:r>
      <w:r>
        <w:rPr>
          <w:rtl/>
          <w:lang w:bidi="fa-IR"/>
        </w:rPr>
        <w:t xml:space="preserve"> رو به قبله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خوابد و جان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سپارد.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4)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محمد کاظم طباطبا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مشهور به صاحب عروه (1253 _ 1337 ق)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صله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ارحام عازم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بود،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قطعه کفن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خودش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ده،</w:t>
      </w:r>
      <w:r>
        <w:rPr>
          <w:rtl/>
          <w:lang w:bidi="fa-IR"/>
        </w:rPr>
        <w:t xml:space="preserve"> در حرم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رموءمنان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قرآن را بر آن نوشته، سپس در حرم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را با تربت بر اط</w:t>
      </w:r>
      <w:r>
        <w:rPr>
          <w:rFonts w:hint="eastAsia"/>
          <w:rtl/>
          <w:lang w:bidi="fa-IR"/>
        </w:rPr>
        <w:t>راف</w:t>
      </w:r>
      <w:r>
        <w:rPr>
          <w:rtl/>
          <w:lang w:bidi="fa-IR"/>
        </w:rPr>
        <w:t xml:space="preserve"> آن نوشته بود،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سفر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کفن را با خودش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برد، در شب اول ورودش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زد،</w:t>
      </w:r>
      <w:r>
        <w:rPr>
          <w:rtl/>
          <w:lang w:bidi="fa-IR"/>
        </w:rPr>
        <w:t xml:space="preserve"> در منزل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دخترانش استراحت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حضرت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دالشهداء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خوابش آمده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ما فوت کرده، در مزار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منتظر کفن است، ما دوست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کفن به او اهداء شود.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خوابد، دو 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تکرار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لباس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به قبرستان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«کر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اه»</w:t>
      </w:r>
      <w:r>
        <w:rPr>
          <w:rtl/>
          <w:lang w:bidi="fa-IR"/>
        </w:rPr>
        <w:t xml:space="preserve"> فوت کرده، او را غسل داده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سنگ نهاده منتظر کفن هستند.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کفن را آوردند.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3598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پرسد: شما 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همان آقا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به شما امر فرموده کفن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به 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امر فرموده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تجه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دفن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</w:t>
      </w:r>
      <w:r w:rsidR="00A3598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60F70" w:rsidRDefault="00160F70" w:rsidP="00A3598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شخص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او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«کر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اه»</w:t>
      </w:r>
      <w:r>
        <w:rPr>
          <w:rtl/>
          <w:lang w:bidi="fa-IR"/>
        </w:rPr>
        <w:t xml:space="preserve"> است،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فرد معمول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عاشق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بود، در هر کجا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برگزار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او بدون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تکلّف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حاضر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زد،</w:t>
      </w:r>
      <w:r>
        <w:rPr>
          <w:rtl/>
          <w:lang w:bidi="fa-IR"/>
        </w:rPr>
        <w:t xml:space="preserve"> در کنار مسجد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رچخماق</w:t>
      </w:r>
      <w:r>
        <w:rPr>
          <w:rtl/>
          <w:lang w:bidi="fa-IR"/>
        </w:rPr>
        <w:t xml:space="preserve"> بازار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او هست.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داستان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وعّاظ بر فراز منبر گفت،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آنچه الآن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هست، بازار غلامعل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باشد، نه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3598A">
      <w:pPr>
        <w:pStyle w:val="libNormal"/>
        <w:rPr>
          <w:rtl/>
          <w:lang w:bidi="fa-IR"/>
        </w:rPr>
      </w:pPr>
      <w:r>
        <w:rPr>
          <w:rtl/>
          <w:lang w:bidi="fa-IR"/>
        </w:rPr>
        <w:t>5) روز چهارشنبه 21/11/88 برابر 25 صفر 1431 قمر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مشهد مقدس، در مدرسه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رضا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محمد باقر فال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جمع دوستان اهل وِلا فرمودند: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سال 2002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امارات منبر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رفتم، مهرجان امارات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عاشورا مصادف بود، شب عاشورا بر فراز منبر گفتم: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فردا</w:t>
      </w:r>
      <w:r>
        <w:rPr>
          <w:rtl/>
          <w:lang w:bidi="fa-IR"/>
        </w:rPr>
        <w:t xml:space="preserve">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بدون عبا، بدون کفش و پابرهنه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و رقّاص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عبور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عزادار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به شب برسان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سروان بود، 22 سال بود که ازدواج کرده بود و صاحب فرزند نشده بود، پزشکان گفته بودند که هم خودش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است و هم خانمش!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3598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چهره شناخته شده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بود، بدون عبا و بدون کفش، با لباس مشک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دسته جات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شرکت کرد، مردم مسخره اش کردند و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دلش شکست. خطاب به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گفت: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! اگر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من درست بود، به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فرزند بده!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همسرش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بدون کفش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او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مسخره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کنند، او بدون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اطلاع</w:t>
      </w:r>
      <w:r>
        <w:rPr>
          <w:rtl/>
          <w:lang w:bidi="fa-IR"/>
        </w:rPr>
        <w:t xml:space="preserve"> از آنچه بر دل شوهرش گذشته،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! اگر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ما درست است، من از شما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بچّه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پنج ماه دل درد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حالت تهوع به او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دهد، به دکتر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رود، دکتر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آپاند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زود عمل 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حامله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تهوّع مربوط به حاملگ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سپس دختر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که نامش را فاطمه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داستان را در تلو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کو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گفتم و اظهار تأسّف کردم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نام آن سروان را من نپرس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سال</w:t>
      </w:r>
      <w:r>
        <w:rPr>
          <w:rtl/>
          <w:lang w:bidi="fa-IR"/>
        </w:rPr>
        <w:t xml:space="preserve"> بعد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حج در آسانسور با او مصادف شدم، گفت: مرا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من ابوفاطمه هستم.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بعد از فاطمه بچه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ما داد و سوم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راه است!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3598A">
      <w:pPr>
        <w:pStyle w:val="Heading1"/>
        <w:rPr>
          <w:rtl/>
          <w:lang w:bidi="fa-IR"/>
        </w:rPr>
      </w:pPr>
      <w:bookmarkStart w:id="56" w:name="_Toc525386427"/>
      <w:r>
        <w:rPr>
          <w:rFonts w:hint="eastAsia"/>
          <w:rtl/>
          <w:lang w:bidi="fa-IR"/>
        </w:rPr>
        <w:t>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زائران ا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عاشورا</w:t>
      </w:r>
      <w:bookmarkEnd w:id="56"/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 پنج شنبه 4/7/92 شمس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حضرت را در مورد ا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عاشورا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نجانب</w:t>
      </w:r>
      <w:r>
        <w:rPr>
          <w:rtl/>
          <w:lang w:bidi="fa-IR"/>
        </w:rPr>
        <w:t xml:space="preserve"> نقل کرد که شمار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را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1) ما سابقاً صبح عاشورا در کربلا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مغتسل شربت توز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20 _ 25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</w:t>
      </w:r>
      <w:r>
        <w:rPr>
          <w:rtl/>
          <w:lang w:bidi="fa-IR"/>
        </w:rPr>
        <w:t xml:space="preserve"> شکر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از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به عزاداران تقد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مشاهده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عزاداران صورتشان خون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خون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از جهت طهارت و نجاست شبهه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از سال بعد اطعام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سابق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ئت</w:t>
      </w:r>
      <w:r>
        <w:rPr>
          <w:rtl/>
          <w:lang w:bidi="fa-IR"/>
        </w:rPr>
        <w:t xml:space="preserve"> نجف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در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شهر در محله سُوّاق اطعام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گرانقدر مرحوم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عبدالرّزاق مقرم (1316 _ 1391 ق)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مقتل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خواند، سپس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محمد کاش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روضه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قدر ازدحام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که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و پنجره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شب عاشورا در کربلا اطعام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تا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نجف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تخف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حاصل شود.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مقرّم با پدرم دوست 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بود، به پدرم گفته بود: پسرت از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ترسد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عزاداران اختلاف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ندازد؟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پدرم</w:t>
      </w:r>
      <w:r>
        <w:rPr>
          <w:rtl/>
          <w:lang w:bidi="fa-IR"/>
        </w:rPr>
        <w:t xml:space="preserve"> گفته بود: اگر پسر من بخواهد اختلاف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ندازد،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کمرش را بشکند.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گفتم: نه فقط کمرم را بشکند، بلکه جوان مرگم کند.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3598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هاشم صراف، سرکرده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ئت</w:t>
      </w:r>
      <w:r>
        <w:rPr>
          <w:rtl/>
          <w:lang w:bidi="fa-IR"/>
        </w:rPr>
        <w:t xml:space="preserve"> نجف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بود، آنها شب عاشورا به حالت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گاه به حرم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مشرف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شدند، سپس به صحن حضرت قمر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هاشم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رفتند،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دو سه ساعت بعد از مغرب اطعام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کردند، ما بلافاصله بعد از نماز مغرب اطعام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مقرّم پس از مشاهده برنامه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سال دوم خودش آمد در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ئت</w:t>
      </w:r>
      <w:r>
        <w:rPr>
          <w:rtl/>
          <w:lang w:bidi="fa-IR"/>
        </w:rPr>
        <w:t xml:space="preserve"> ما که به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ئت</w:t>
      </w:r>
      <w:r>
        <w:rPr>
          <w:rtl/>
          <w:lang w:bidi="fa-IR"/>
        </w:rPr>
        <w:t>: «جمهور الغَرِ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مرسوم بود، شام خورد و به من فرمود: بارک اللّه، پسرم کار حساب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3598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شب عاشورا 25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</w:t>
      </w:r>
      <w:r>
        <w:rPr>
          <w:rtl/>
          <w:lang w:bidi="fa-IR"/>
        </w:rPr>
        <w:t xml:space="preserve"> برنج پخت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اطعام داد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گفتند: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ئت</w:t>
      </w:r>
      <w:r>
        <w:rPr>
          <w:rtl/>
          <w:lang w:bidi="fa-IR"/>
        </w:rPr>
        <w:t xml:space="preserve"> نجف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ئت</w:t>
      </w:r>
      <w:r>
        <w:rPr>
          <w:rtl/>
          <w:lang w:bidi="fa-IR"/>
        </w:rPr>
        <w:t xml:space="preserve"> شما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قابلمه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30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بار گذاشته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من غذا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سرِ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tl/>
          <w:lang w:bidi="fa-IR"/>
        </w:rPr>
        <w:t xml:space="preserve"> را بر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داشتم، در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4 _ 5 نفر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غذا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ختم</w:t>
      </w:r>
      <w:r w:rsidR="00A3598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محل</w:t>
      </w:r>
      <w:r>
        <w:rPr>
          <w:rtl/>
          <w:lang w:bidi="fa-IR"/>
        </w:rPr>
        <w:t xml:space="preserve"> اطعام ما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بزرگ بود، دو برابر مسجد امام رضا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تمام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محل سفره پهن بود،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ئت</w:t>
      </w:r>
      <w:r>
        <w:rPr>
          <w:rtl/>
          <w:lang w:bidi="fa-IR"/>
        </w:rPr>
        <w:t xml:space="preserve"> نجف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نشستند و اطعام شدند.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جلو آمد و سر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tl/>
          <w:lang w:bidi="fa-IR"/>
        </w:rPr>
        <w:t xml:space="preserve"> را برداشت که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tl/>
          <w:lang w:bidi="fa-IR"/>
        </w:rPr>
        <w:t xml:space="preserve"> شما چقدر غذا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>!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هنوز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چهارم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tl/>
          <w:lang w:bidi="fa-IR"/>
        </w:rPr>
        <w:t xml:space="preserve">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نشده است!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آن 10 _ 15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غذا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غذا تمام 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2) ما در طول سال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اطعام کربلا هر جمعه پول جمع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پنج فلس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پنجاه فلس.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مغازه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رفقا 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زدم، آن هفته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داد، در دفتر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نوشتم: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هفته فلان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گول زد.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3598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محرم تعداد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گوسفند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با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اساس ما را به کربلا حمل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فرستاد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در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قبله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حرم حضرت ابوالفضل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موکب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مخان،</w:t>
      </w:r>
      <w:r>
        <w:rPr>
          <w:rtl/>
          <w:lang w:bidi="fa-IR"/>
        </w:rPr>
        <w:t xml:space="preserve"> آنجا روبه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بود، همان جا اقامت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سال هوا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گرم بود،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جوان ها به نام صالح رفت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تخته ها شکست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از ارتفاع 5 _ 6 متر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سر افتاد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جوان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او را کمک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افتاد.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تخته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طول چهار متر بر سرش افتاد.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3598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خطاب</w:t>
      </w:r>
      <w:r>
        <w:rPr>
          <w:rtl/>
          <w:lang w:bidi="fa-IR"/>
        </w:rPr>
        <w:t xml:space="preserve"> به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عرض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مولا جان! ما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آمده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مرتبه صالح از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برخاست، چکش خود را برداشت که از نردبان بالا برود، دستش را گرفت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مانع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تا شب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مشکل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3598A">
      <w:pPr>
        <w:pStyle w:val="Heading1"/>
        <w:rPr>
          <w:rtl/>
          <w:lang w:bidi="fa-IR"/>
        </w:rPr>
      </w:pPr>
      <w:bookmarkStart w:id="57" w:name="_Toc525386428"/>
      <w:r>
        <w:rPr>
          <w:rFonts w:hint="eastAsia"/>
          <w:rtl/>
          <w:lang w:bidi="fa-IR"/>
        </w:rPr>
        <w:t>حضور</w:t>
      </w:r>
      <w:r>
        <w:rPr>
          <w:rtl/>
          <w:lang w:bidi="fa-IR"/>
        </w:rPr>
        <w:t xml:space="preserve"> حضرت فاطمه </w:t>
      </w:r>
      <w:r w:rsidR="00B83331" w:rsidRPr="00B83331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زائران</w:t>
      </w:r>
      <w:bookmarkEnd w:id="57"/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1) امام صادق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3598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فاطمه </w:t>
      </w:r>
      <w:r w:rsidR="00B83331" w:rsidRPr="00B83331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 xml:space="preserve">دختر محمد </w:t>
      </w:r>
      <w:r w:rsidR="003B3682" w:rsidRPr="003B3682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زائران قبر فرزندش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حضور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طلب آمرزش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  <w:r w:rsidRPr="00A3598A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2) در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آمده است: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3598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بانو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موءمنه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جز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واجب است که با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حضرت فاطمه </w:t>
      </w:r>
      <w:r w:rsidR="00B83331" w:rsidRPr="00B83331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 xml:space="preserve">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  <w:r w:rsidRPr="00A3598A">
        <w:rPr>
          <w:rStyle w:val="libFootnotenumChar"/>
          <w:rtl/>
        </w:rPr>
        <w:t>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3) صد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ارجمند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شهرک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روز سه شنبه، 20/12/81 برابر هفتم محرم 1424 قمر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اصفهان نقل کرد که در اوّل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روزها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راه کربلا باز شد، به عتبات 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مشرّف شده، در نجف اشرف با دوستانش بحث کرده که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کربلا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اول به حرم سالار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مشرّف بشو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حرم حضرت قمر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هاشم؟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خواب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محضر 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متّق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با ابهّت بوده، به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خواسته فرار کند، حضرت به محضر طلب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1. شما که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کربلا آمده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حضرت فاطمه را خوشحال کرده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2. به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فرصت استفاده کنند،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3. دو تن از همراهان شما فلان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حامله هستند، که بعداً معلوم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بوده است.</w:t>
      </w:r>
    </w:p>
    <w:p w:rsidR="00160F70" w:rsidRPr="00A3598A" w:rsidRDefault="00A3598A" w:rsidP="00A3598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160F70" w:rsidRDefault="00160F70" w:rsidP="00A3598A">
      <w:pPr>
        <w:pStyle w:val="libFootnote0"/>
        <w:rPr>
          <w:rtl/>
          <w:lang w:bidi="fa-IR"/>
        </w:rPr>
      </w:pPr>
      <w:r>
        <w:rPr>
          <w:rtl/>
          <w:lang w:bidi="fa-IR"/>
        </w:rPr>
        <w:t>1- 1. ابن قولو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کامل الز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ارات،</w:t>
      </w:r>
      <w:r>
        <w:rPr>
          <w:rtl/>
          <w:lang w:bidi="fa-IR"/>
        </w:rPr>
        <w:t xml:space="preserve"> ص 118.</w:t>
      </w:r>
    </w:p>
    <w:p w:rsidR="00160F70" w:rsidRDefault="00160F70" w:rsidP="00A3598A">
      <w:pPr>
        <w:pStyle w:val="libFootnote0"/>
        <w:rPr>
          <w:rtl/>
          <w:lang w:bidi="fa-IR"/>
        </w:rPr>
      </w:pPr>
      <w:r>
        <w:rPr>
          <w:rtl/>
          <w:lang w:bidi="fa-IR"/>
        </w:rPr>
        <w:t>2- 2.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ابن اسباط، النّوادر، ص 123.</w:t>
      </w:r>
    </w:p>
    <w:p w:rsidR="00160F70" w:rsidRDefault="00160F70" w:rsidP="00A3598A">
      <w:pPr>
        <w:pStyle w:val="libFootnote0"/>
        <w:rPr>
          <w:rtl/>
          <w:lang w:bidi="fa-IR"/>
        </w:rPr>
      </w:pPr>
      <w:r>
        <w:rPr>
          <w:rtl/>
          <w:lang w:bidi="fa-IR"/>
        </w:rPr>
        <w:t>4. به فلان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اولاد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داد که تا آن موقع اولاددار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</w:t>
      </w:r>
    </w:p>
    <w:p w:rsidR="00160F70" w:rsidRDefault="00A3598A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5. در کربلا اول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فرزندم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حضرت عبّاس تا نجف به استقبال شما آمده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6. فرزندم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است، به غربت او دلم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سوزد.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3598A">
      <w:pPr>
        <w:pStyle w:val="Heading1"/>
        <w:rPr>
          <w:rtl/>
          <w:lang w:bidi="fa-IR"/>
        </w:rPr>
      </w:pPr>
      <w:bookmarkStart w:id="58" w:name="_Toc525386429"/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bookmarkEnd w:id="58"/>
      <w:r w:rsidRPr="00160F70">
        <w:rPr>
          <w:rStyle w:val="libAlaemChar"/>
          <w:rtl/>
        </w:rPr>
        <w:t xml:space="preserve"> </w:t>
      </w:r>
    </w:p>
    <w:p w:rsidR="00160F70" w:rsidRDefault="00160F70" w:rsidP="00A3598A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مشروع</w:t>
      </w:r>
      <w:r>
        <w:rPr>
          <w:rtl/>
          <w:lang w:bidi="fa-IR"/>
        </w:rPr>
        <w:t xml:space="preserve"> بودن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اهل قبور، پدر، مادر،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معصوم و در رأس آنها رسول اکرم </w:t>
      </w:r>
      <w:r w:rsidR="003B3682" w:rsidRPr="003B3682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، از مسلّمات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مقدّس اسلام است.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3B3682" w:rsidRPr="003B3682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در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فراوان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اهل قبور امر فرموده و علّت آورده که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اهل قبور: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1) مرگ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آدم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آورد.</w:t>
      </w:r>
      <w:r w:rsidRPr="00BE32C4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2) انسان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آخرت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اندازد.</w:t>
      </w:r>
      <w:r w:rsidRPr="00BE32C4">
        <w:rPr>
          <w:rStyle w:val="libFootnotenumChar"/>
          <w:rtl/>
        </w:rPr>
        <w:t>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Pr="00BE32C4" w:rsidRDefault="00160F70" w:rsidP="00160F70">
      <w:pPr>
        <w:pStyle w:val="libNormal"/>
        <w:rPr>
          <w:rStyle w:val="libFootnotenumChar"/>
          <w:rtl/>
        </w:rPr>
      </w:pPr>
      <w:r>
        <w:rPr>
          <w:rtl/>
          <w:lang w:bidi="fa-IR"/>
        </w:rPr>
        <w:t xml:space="preserve">3) به انسان رقّت قلب و اشک چشم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آخرت به ارمغان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آورد.</w:t>
      </w:r>
      <w:r w:rsidRPr="00BE32C4">
        <w:rPr>
          <w:rStyle w:val="libFootnotenumChar"/>
          <w:rtl/>
        </w:rPr>
        <w:t>(3)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3B3682" w:rsidRPr="003B3682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در مورد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قبر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1) هر کس پس از مرگ مرا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کند، همانند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دوران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اتم</w:t>
      </w:r>
      <w:r>
        <w:rPr>
          <w:rtl/>
          <w:lang w:bidi="fa-IR"/>
        </w:rPr>
        <w:t xml:space="preserve"> مرا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کند.</w:t>
      </w:r>
      <w:r w:rsidRPr="00BE32C4">
        <w:rPr>
          <w:rStyle w:val="libFootnotenumChar"/>
          <w:rtl/>
        </w:rPr>
        <w:t>(4)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2) هر کس قبر مرا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کند، شفاعتم بر او واجب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  <w:r w:rsidRPr="00BE32C4">
        <w:rPr>
          <w:rStyle w:val="libFootnotenumChar"/>
          <w:rtl/>
        </w:rPr>
        <w:t>(5)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3) هر کس حج بگذارد، آنگاه قبر مرا پس از مرگم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کند، همانند کس</w:t>
      </w:r>
      <w:r>
        <w:rPr>
          <w:rFonts w:hint="cs"/>
          <w:rtl/>
          <w:lang w:bidi="fa-IR"/>
        </w:rPr>
        <w:t>ی</w:t>
      </w:r>
    </w:p>
    <w:p w:rsidR="00160F70" w:rsidRPr="00BE32C4" w:rsidRDefault="00BE32C4" w:rsidP="00BE32C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160F70" w:rsidRDefault="00160F70" w:rsidP="00BE32C4">
      <w:pPr>
        <w:pStyle w:val="libFootnote0"/>
        <w:rPr>
          <w:rtl/>
          <w:lang w:bidi="fa-IR"/>
        </w:rPr>
      </w:pPr>
      <w:r>
        <w:rPr>
          <w:rtl/>
          <w:lang w:bidi="fa-IR"/>
        </w:rPr>
        <w:t>1- 1. حاکم، مستدرک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ج 1، ص 475.</w:t>
      </w:r>
    </w:p>
    <w:p w:rsidR="00160F70" w:rsidRDefault="00160F70" w:rsidP="00BE32C4">
      <w:pPr>
        <w:pStyle w:val="libFootnote0"/>
        <w:rPr>
          <w:rtl/>
          <w:lang w:bidi="fa-IR"/>
        </w:rPr>
      </w:pPr>
      <w:r>
        <w:rPr>
          <w:rtl/>
          <w:lang w:bidi="fa-IR"/>
        </w:rPr>
        <w:t>2- 2. ترمذ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السنن، ج 3، ص 370.</w:t>
      </w:r>
    </w:p>
    <w:p w:rsidR="00160F70" w:rsidRDefault="00160F70" w:rsidP="00BE32C4">
      <w:pPr>
        <w:pStyle w:val="libFootnote0"/>
        <w:rPr>
          <w:rtl/>
          <w:lang w:bidi="fa-IR"/>
        </w:rPr>
      </w:pPr>
      <w:r>
        <w:rPr>
          <w:rtl/>
          <w:lang w:bidi="fa-IR"/>
        </w:rPr>
        <w:t>3- 3. متق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کنز العمّال، ج 15، ص 646.</w:t>
      </w:r>
    </w:p>
    <w:p w:rsidR="00160F70" w:rsidRDefault="00160F70" w:rsidP="00BE32C4">
      <w:pPr>
        <w:pStyle w:val="libFootnote0"/>
        <w:rPr>
          <w:rtl/>
          <w:lang w:bidi="fa-IR"/>
        </w:rPr>
      </w:pPr>
      <w:r>
        <w:rPr>
          <w:rtl/>
          <w:lang w:bidi="fa-IR"/>
        </w:rPr>
        <w:t>4- 4. دار قطن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السنن، ج 2، ص 278.</w:t>
      </w:r>
    </w:p>
    <w:p w:rsidR="00160F70" w:rsidRDefault="00160F70" w:rsidP="00BE32C4">
      <w:pPr>
        <w:pStyle w:val="libFootnote0"/>
        <w:rPr>
          <w:rtl/>
          <w:lang w:bidi="fa-IR"/>
        </w:rPr>
      </w:pPr>
      <w:r>
        <w:rPr>
          <w:rtl/>
          <w:lang w:bidi="fa-IR"/>
        </w:rPr>
        <w:t>5- 5. همان.</w:t>
      </w:r>
    </w:p>
    <w:p w:rsidR="00BE32C4" w:rsidRDefault="00BE32C4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 xml:space="preserve"> که مرا در حال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اتم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کند.</w:t>
      </w:r>
      <w:r w:rsidRPr="00BE32C4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رسول اکرم </w:t>
      </w:r>
      <w:r w:rsidR="003B3682" w:rsidRPr="003B3682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همواره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اهل قبور به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اهل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استغفار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أمَرَنِ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رَبِّ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أنْ آت</w:t>
      </w:r>
      <w:r>
        <w:rPr>
          <w:rFonts w:hint="cs"/>
          <w:rtl/>
          <w:lang w:bidi="fa-IR"/>
        </w:rPr>
        <w:t>یَ</w:t>
      </w:r>
      <w:r>
        <w:rPr>
          <w:rtl/>
          <w:lang w:bidi="fa-IR"/>
        </w:rPr>
        <w:t xml:space="preserve"> البَق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عَ</w:t>
      </w:r>
      <w:r>
        <w:rPr>
          <w:rtl/>
          <w:lang w:bidi="fa-IR"/>
        </w:rPr>
        <w:t xml:space="preserve"> فَأسْتَغْفِرَ لَهُم؛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پروردگارم</w:t>
      </w:r>
      <w:r>
        <w:rPr>
          <w:rtl/>
          <w:lang w:bidi="fa-IR"/>
        </w:rPr>
        <w:t xml:space="preserve"> به من امر فرموده که به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اهل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استغفار کنم</w:t>
      </w:r>
      <w:r w:rsidRPr="00BE32C4">
        <w:rPr>
          <w:rStyle w:val="libFootnotenumChar"/>
          <w:rtl/>
        </w:rPr>
        <w:t>.(2)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3B3682" w:rsidRPr="003B3682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همواره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شهدا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اُحد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فرما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ها قبر برادران 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  <w:r w:rsidRPr="00BE32C4">
        <w:rPr>
          <w:rStyle w:val="libFootnotenumChar"/>
          <w:rtl/>
        </w:rPr>
        <w:t>(3)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اکرم </w:t>
      </w:r>
      <w:r w:rsidR="003B3682" w:rsidRPr="003B3682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در مورد شهدا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اُحد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شهادت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ها در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در نزد خدا، گواهان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باشند. پس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سوگند به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جان من در دست قدرت اوست،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ها سلام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جز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به او پاسخ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دهند.</w:t>
      </w:r>
      <w:r w:rsidRPr="00BE32C4">
        <w:rPr>
          <w:rStyle w:val="libFootnotenumChar"/>
          <w:rtl/>
        </w:rPr>
        <w:t>(4)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مورد حضرت فاطمه </w:t>
      </w:r>
      <w:r w:rsidR="00B83331" w:rsidRPr="00B83331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شده که: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فاطمه هر هفته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قبر عمو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حضرت حمزه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</w:t>
      </w:r>
      <w:r w:rsidRPr="00BE32C4">
        <w:rPr>
          <w:rStyle w:val="libFootnotenumChar"/>
          <w:rtl/>
        </w:rPr>
        <w:t>.(5)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اصحاب و سلف صالح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قبر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3B3682" w:rsidRPr="003B3682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مشرّف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 و بزرگان اهل سنّت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 رجحان آن فتوا داده اند و استحباب آن را اجماع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دانسته اند.</w:t>
      </w:r>
      <w:r w:rsidRPr="00BE32C4">
        <w:rPr>
          <w:rStyle w:val="libFootnotenumChar"/>
          <w:rtl/>
        </w:rPr>
        <w:t>(6)</w:t>
      </w:r>
    </w:p>
    <w:p w:rsidR="00160F70" w:rsidRPr="00BE32C4" w:rsidRDefault="00BE32C4" w:rsidP="00BE32C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160F70" w:rsidRDefault="00160F70" w:rsidP="00BE32C4">
      <w:pPr>
        <w:pStyle w:val="libFootnote0"/>
        <w:rPr>
          <w:rtl/>
          <w:lang w:bidi="fa-IR"/>
        </w:rPr>
      </w:pPr>
      <w:r>
        <w:rPr>
          <w:rtl/>
          <w:lang w:bidi="fa-IR"/>
        </w:rPr>
        <w:t>1- 1.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السنن الکبر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5، ص 246.</w:t>
      </w:r>
    </w:p>
    <w:p w:rsidR="00160F70" w:rsidRDefault="00160F70" w:rsidP="00BE32C4">
      <w:pPr>
        <w:pStyle w:val="libFootnote0"/>
        <w:rPr>
          <w:rtl/>
          <w:lang w:bidi="fa-IR"/>
        </w:rPr>
      </w:pPr>
      <w:r>
        <w:rPr>
          <w:rtl/>
          <w:lang w:bidi="fa-IR"/>
        </w:rPr>
        <w:t>2- 2. نسائ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السنن، ج 4، ص 93.</w:t>
      </w:r>
    </w:p>
    <w:p w:rsidR="00160F70" w:rsidRDefault="00160F70" w:rsidP="00BE32C4">
      <w:pPr>
        <w:pStyle w:val="libFootnote0"/>
        <w:rPr>
          <w:rtl/>
          <w:lang w:bidi="fa-IR"/>
        </w:rPr>
      </w:pPr>
      <w:r>
        <w:rPr>
          <w:rtl/>
          <w:lang w:bidi="fa-IR"/>
        </w:rPr>
        <w:t>3- 3. ابوداود، السّنن، ج 1، ص 319.</w:t>
      </w:r>
    </w:p>
    <w:p w:rsidR="00160F70" w:rsidRDefault="00160F70" w:rsidP="00BE32C4">
      <w:pPr>
        <w:pStyle w:val="libFootnote0"/>
        <w:rPr>
          <w:rtl/>
          <w:lang w:bidi="fa-IR"/>
        </w:rPr>
      </w:pPr>
      <w:r>
        <w:rPr>
          <w:rtl/>
          <w:lang w:bidi="fa-IR"/>
        </w:rPr>
        <w:t>4- 4. حاکم، مستدرک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ج 2، ص 248.</w:t>
      </w:r>
    </w:p>
    <w:p w:rsidR="00160F70" w:rsidRDefault="00160F70" w:rsidP="00BE32C4">
      <w:pPr>
        <w:pStyle w:val="libFootnote0"/>
        <w:rPr>
          <w:rtl/>
          <w:lang w:bidi="fa-IR"/>
        </w:rPr>
      </w:pPr>
      <w:r>
        <w:rPr>
          <w:rtl/>
          <w:lang w:bidi="fa-IR"/>
        </w:rPr>
        <w:t>5- 5.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السنن الکبر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4، ص 78.</w:t>
      </w:r>
    </w:p>
    <w:p w:rsidR="00160F70" w:rsidRDefault="00160F70" w:rsidP="00BE32C4">
      <w:pPr>
        <w:pStyle w:val="libFootnote0"/>
        <w:rPr>
          <w:rtl/>
          <w:lang w:bidi="fa-IR"/>
        </w:rPr>
      </w:pPr>
      <w:r>
        <w:rPr>
          <w:rtl/>
          <w:lang w:bidi="fa-IR"/>
        </w:rPr>
        <w:t>6- 6. ابن عابد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ردّ المحتار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الدّرّ المختار، ج 2، ص 257.</w:t>
      </w:r>
    </w:p>
    <w:p w:rsidR="00160F70" w:rsidRDefault="00BE32C4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در</w:t>
      </w:r>
      <w:r w:rsidR="00160F70">
        <w:rPr>
          <w:rtl/>
          <w:lang w:bidi="fa-IR"/>
        </w:rPr>
        <w:t xml:space="preserve"> ا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ن</w:t>
      </w:r>
      <w:r w:rsidR="00160F70">
        <w:rPr>
          <w:rtl/>
          <w:lang w:bidi="fa-IR"/>
        </w:rPr>
        <w:t xml:space="preserve"> م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ان</w:t>
      </w:r>
      <w:r w:rsidR="00160F70">
        <w:rPr>
          <w:rtl/>
          <w:lang w:bidi="fa-IR"/>
        </w:rPr>
        <w:t xml:space="preserve"> ز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ارت</w:t>
      </w:r>
      <w:r w:rsidR="00160F70">
        <w:rPr>
          <w:rtl/>
          <w:lang w:bidi="fa-IR"/>
        </w:rPr>
        <w:t xml:space="preserve"> قبر امام حس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ن</w:t>
      </w:r>
      <w:r w:rsidR="00160F70">
        <w:rPr>
          <w:rtl/>
          <w:lang w:bidi="fa-IR"/>
        </w:rPr>
        <w:t xml:space="preserve"> </w:t>
      </w:r>
      <w:r w:rsidR="00160F70" w:rsidRPr="00160F70">
        <w:rPr>
          <w:rStyle w:val="libAlaemChar"/>
          <w:rtl/>
        </w:rPr>
        <w:t>عليه‌السلام</w:t>
      </w:r>
      <w:r w:rsidR="00160F70">
        <w:rPr>
          <w:rtl/>
          <w:lang w:bidi="fa-IR"/>
        </w:rPr>
        <w:t xml:space="preserve"> و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ژگ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ها</w:t>
      </w:r>
      <w:r w:rsidR="00160F70">
        <w:rPr>
          <w:rFonts w:hint="cs"/>
          <w:rtl/>
          <w:lang w:bidi="fa-IR"/>
        </w:rPr>
        <w:t>یی</w:t>
      </w:r>
      <w:r w:rsidR="00160F70">
        <w:rPr>
          <w:rtl/>
          <w:lang w:bidi="fa-IR"/>
        </w:rPr>
        <w:t xml:space="preserve"> دارد که به شمار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از آنها اشاره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کن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م</w:t>
      </w:r>
      <w:r w:rsidR="00160F70"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BE32C4">
      <w:pPr>
        <w:pStyle w:val="Heading1"/>
        <w:rPr>
          <w:rtl/>
          <w:lang w:bidi="fa-IR"/>
        </w:rPr>
      </w:pPr>
      <w:bookmarkStart w:id="59" w:name="_Toc525386430"/>
      <w:r>
        <w:rPr>
          <w:rtl/>
          <w:lang w:bidi="fa-IR"/>
        </w:rPr>
        <w:t>1</w:t>
      </w:r>
      <w:r w:rsidR="00BE32C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وجوب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bookmarkEnd w:id="59"/>
      <w:r w:rsidRPr="00160F70">
        <w:rPr>
          <w:rStyle w:val="libAlaemChar"/>
          <w:rtl/>
        </w:rPr>
        <w:t xml:space="preserve"> 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معصوم </w:t>
      </w:r>
      <w:r w:rsidRPr="00160F70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بر وجوب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قبر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تصر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شده، که از آن جمله است: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1) امام صادق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BE32C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E32C4" w:rsidRPr="00BE32C4">
        <w:rPr>
          <w:rStyle w:val="libAlaemChar"/>
          <w:rFonts w:eastAsiaTheme="minorHAnsi"/>
          <w:rtl/>
        </w:rPr>
        <w:t>عليهما‌السلام</w:t>
      </w:r>
      <w:r>
        <w:rPr>
          <w:rtl/>
          <w:lang w:bidi="fa-IR"/>
        </w:rPr>
        <w:t xml:space="preserve"> بر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آن حضرت را امام از جانب خدا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 واجب است.</w:t>
      </w:r>
      <w:r w:rsidRPr="00BE32C4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2) امام باقر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BE32C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ما را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قبر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فرمان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انجام آن بر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آن حضرت را امام از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بداند، واجب است.</w:t>
      </w:r>
      <w:r w:rsidRPr="00BE32C4">
        <w:rPr>
          <w:rStyle w:val="libFootnotenumChar"/>
          <w:rtl/>
        </w:rPr>
        <w:t>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3) امام صادق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BE32C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شما در تمام عمر هر سال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خانه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برود،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E32C4" w:rsidRPr="00BE32C4">
        <w:rPr>
          <w:rStyle w:val="libAlaemChar"/>
          <w:rFonts w:eastAsiaTheme="minorHAnsi"/>
          <w:rtl/>
        </w:rPr>
        <w:t>عليهما‌السلام</w:t>
      </w:r>
      <w:r w:rsidR="00BE32C4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نکند،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حقوق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را ترک کرده است،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حق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از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بر هر مسلمان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واجب است.</w:t>
      </w:r>
      <w:r w:rsidRPr="00BE32C4">
        <w:rPr>
          <w:rStyle w:val="libFootnotenumChar"/>
          <w:rtl/>
        </w:rPr>
        <w:t>(3)</w:t>
      </w:r>
    </w:p>
    <w:p w:rsidR="00160F70" w:rsidRPr="00BE32C4" w:rsidRDefault="00BE32C4" w:rsidP="00BE32C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_______________________________________</w:t>
      </w:r>
    </w:p>
    <w:p w:rsidR="00160F70" w:rsidRDefault="00160F70" w:rsidP="00BE32C4">
      <w:pPr>
        <w:pStyle w:val="libFootnote0"/>
        <w:rPr>
          <w:rtl/>
          <w:lang w:bidi="fa-IR"/>
        </w:rPr>
      </w:pPr>
      <w:r>
        <w:rPr>
          <w:rtl/>
          <w:lang w:bidi="fa-IR"/>
        </w:rPr>
        <w:t>1- 1.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الارشاد، ج 2، ص 133.</w:t>
      </w:r>
    </w:p>
    <w:p w:rsidR="00160F70" w:rsidRDefault="00160F70" w:rsidP="00BE32C4">
      <w:pPr>
        <w:pStyle w:val="libFootnote0"/>
        <w:rPr>
          <w:rtl/>
          <w:lang w:bidi="fa-IR"/>
        </w:rPr>
      </w:pPr>
      <w:r>
        <w:rPr>
          <w:rtl/>
          <w:lang w:bidi="fa-IR"/>
        </w:rPr>
        <w:t>2- 2. ابن قولو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کامل الزّ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ارات،</w:t>
      </w:r>
      <w:r>
        <w:rPr>
          <w:rtl/>
          <w:lang w:bidi="fa-IR"/>
        </w:rPr>
        <w:t xml:space="preserve"> ص 121.</w:t>
      </w:r>
    </w:p>
    <w:p w:rsidR="00160F70" w:rsidRDefault="00160F70" w:rsidP="00BE32C4">
      <w:pPr>
        <w:pStyle w:val="libFootnote0"/>
        <w:rPr>
          <w:rtl/>
          <w:lang w:bidi="fa-IR"/>
        </w:rPr>
      </w:pPr>
      <w:r>
        <w:rPr>
          <w:rtl/>
          <w:lang w:bidi="fa-IR"/>
        </w:rPr>
        <w:t>3- 3.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طوس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الاحکام، ج 6، ص 42.</w:t>
      </w:r>
    </w:p>
    <w:p w:rsidR="00160F70" w:rsidRDefault="00BE32C4" w:rsidP="00BE32C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tl/>
          <w:lang w:bidi="fa-IR"/>
        </w:rPr>
        <w:lastRenderedPageBreak/>
        <w:t>4) آن حضرت خطاب به امّ سع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د</w:t>
      </w:r>
      <w:r w:rsidR="00160F70">
        <w:rPr>
          <w:rtl/>
          <w:lang w:bidi="fa-IR"/>
        </w:rPr>
        <w:t xml:space="preserve">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BE32C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حتماً</w:t>
      </w:r>
      <w:r>
        <w:rPr>
          <w:rtl/>
          <w:lang w:bidi="fa-IR"/>
        </w:rPr>
        <w:t xml:space="preserve">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آن حضرت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بر هر مرد و زن واجب است.</w:t>
      </w:r>
      <w:r w:rsidRPr="00BE32C4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BE32C4">
      <w:pPr>
        <w:pStyle w:val="Heading1"/>
        <w:rPr>
          <w:rtl/>
          <w:lang w:bidi="fa-IR"/>
        </w:rPr>
      </w:pPr>
      <w:bookmarkStart w:id="60" w:name="_Toc525386431"/>
      <w:r>
        <w:rPr>
          <w:rtl/>
          <w:lang w:bidi="fa-IR"/>
        </w:rPr>
        <w:t>2</w:t>
      </w:r>
      <w:r w:rsidR="00BE32C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حرم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bookmarkEnd w:id="60"/>
      <w:r w:rsidRPr="00160F70">
        <w:rPr>
          <w:rStyle w:val="libAlaemChar"/>
          <w:rtl/>
        </w:rPr>
        <w:t xml:space="preserve"> </w:t>
      </w:r>
    </w:p>
    <w:p w:rsidR="00160F70" w:rsidRDefault="00160F70" w:rsidP="00BE32C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رابطه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فراوان از 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مذهب، امام صادق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ده،</w:t>
      </w:r>
      <w:r>
        <w:rPr>
          <w:rtl/>
          <w:lang w:bidi="fa-IR"/>
        </w:rPr>
        <w:t xml:space="preserve"> که از آن جمله است: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BE32C4">
      <w:pPr>
        <w:pStyle w:val="libNormal"/>
        <w:rPr>
          <w:rtl/>
          <w:lang w:bidi="fa-IR"/>
        </w:rPr>
      </w:pPr>
      <w:r>
        <w:rPr>
          <w:rtl/>
          <w:lang w:bidi="fa-IR"/>
        </w:rPr>
        <w:t>1) محل قبر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از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آن حضرت در آن دفن شده، باغ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باغ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بهشت است.</w:t>
      </w:r>
      <w:r w:rsidRPr="00BE32C4">
        <w:rPr>
          <w:rStyle w:val="libFootnotenumChar"/>
          <w:rtl/>
        </w:rPr>
        <w:t>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BE32C4">
      <w:pPr>
        <w:pStyle w:val="libNormal"/>
        <w:rPr>
          <w:rtl/>
          <w:lang w:bidi="fa-IR"/>
        </w:rPr>
      </w:pPr>
      <w:r>
        <w:rPr>
          <w:rtl/>
          <w:lang w:bidi="fa-IR"/>
        </w:rPr>
        <w:t>2) از محلّ قبر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تا آسمان هفتم، محلّ آمد و شد فرشتگان است.</w:t>
      </w:r>
      <w:r w:rsidRPr="00BE32C4">
        <w:rPr>
          <w:rStyle w:val="libFootnotenumChar"/>
          <w:rtl/>
        </w:rPr>
        <w:t>(3)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BE32C4">
      <w:pPr>
        <w:pStyle w:val="libNormal"/>
        <w:rPr>
          <w:rtl/>
          <w:lang w:bidi="fa-IR"/>
        </w:rPr>
      </w:pPr>
      <w:r>
        <w:rPr>
          <w:rtl/>
          <w:lang w:bidi="fa-IR"/>
        </w:rPr>
        <w:t>3)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موجود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آسمان ها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جز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از خداوند منّان اذن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طلبد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پس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فرود آمده، گروه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عروج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Pr="00BE32C4">
        <w:rPr>
          <w:rStyle w:val="libFootnotenumChar"/>
          <w:rtl/>
        </w:rPr>
        <w:t>.(4)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4) در اطراف قبر آن حضرت هفتاد هزار فرشته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غبارآلود و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هستند که تا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بر آن حضرت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  <w:r w:rsidRPr="00BE32C4">
        <w:rPr>
          <w:rStyle w:val="libFootnotenumChar"/>
          <w:rtl/>
        </w:rPr>
        <w:t>(5)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5) خداوند منّان چهار هزار فرشته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غبارآلود و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قبر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موکّل نموده که بر آن حضرت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کنند تا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>.</w:t>
      </w:r>
    </w:p>
    <w:p w:rsidR="00160F70" w:rsidRPr="00BE32C4" w:rsidRDefault="00BE32C4" w:rsidP="00BE32C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160F70" w:rsidRDefault="00160F70" w:rsidP="00BE32C4">
      <w:pPr>
        <w:pStyle w:val="libFootnote0"/>
        <w:rPr>
          <w:rtl/>
          <w:lang w:bidi="fa-IR"/>
        </w:rPr>
      </w:pPr>
      <w:r>
        <w:rPr>
          <w:rtl/>
          <w:lang w:bidi="fa-IR"/>
        </w:rPr>
        <w:t>1- 1.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حر عامل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وسائل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عه،</w:t>
      </w:r>
      <w:r>
        <w:rPr>
          <w:rtl/>
          <w:lang w:bidi="fa-IR"/>
        </w:rPr>
        <w:t xml:space="preserve"> ج 14، ص 347.</w:t>
      </w:r>
    </w:p>
    <w:p w:rsidR="00160F70" w:rsidRDefault="00160F70" w:rsidP="00BE32C4">
      <w:pPr>
        <w:pStyle w:val="libFootnote0"/>
        <w:rPr>
          <w:rtl/>
          <w:lang w:bidi="fa-IR"/>
        </w:rPr>
      </w:pPr>
      <w:r>
        <w:rPr>
          <w:rtl/>
          <w:lang w:bidi="fa-IR"/>
        </w:rPr>
        <w:t>2- 2.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صدوق، الفق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ج 2، ص 346.</w:t>
      </w:r>
    </w:p>
    <w:p w:rsidR="00160F70" w:rsidRDefault="00160F70" w:rsidP="00BE32C4">
      <w:pPr>
        <w:pStyle w:val="libFootnote0"/>
        <w:rPr>
          <w:rtl/>
          <w:lang w:bidi="fa-IR"/>
        </w:rPr>
      </w:pPr>
      <w:r>
        <w:rPr>
          <w:rtl/>
          <w:lang w:bidi="fa-IR"/>
        </w:rPr>
        <w:t>3- 3.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حرّ، همان، ص 416.</w:t>
      </w:r>
    </w:p>
    <w:p w:rsidR="00160F70" w:rsidRDefault="00160F70" w:rsidP="00BE32C4">
      <w:pPr>
        <w:pStyle w:val="libFootnote0"/>
        <w:rPr>
          <w:rtl/>
          <w:lang w:bidi="fa-IR"/>
        </w:rPr>
      </w:pPr>
      <w:r>
        <w:rPr>
          <w:rtl/>
          <w:lang w:bidi="fa-IR"/>
        </w:rPr>
        <w:t>4- 4.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طوس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همان، ص 46.</w:t>
      </w:r>
    </w:p>
    <w:p w:rsidR="00160F70" w:rsidRDefault="00160F70" w:rsidP="00BE32C4">
      <w:pPr>
        <w:pStyle w:val="libFootnote0"/>
        <w:rPr>
          <w:rtl/>
          <w:lang w:bidi="fa-IR"/>
        </w:rPr>
      </w:pPr>
      <w:r>
        <w:rPr>
          <w:rtl/>
          <w:lang w:bidi="fa-IR"/>
        </w:rPr>
        <w:t>5- 5. حمو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فرائد السّمط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ج 2، ص 174.</w:t>
      </w:r>
    </w:p>
    <w:p w:rsidR="00160F70" w:rsidRDefault="00BE32C4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هر</w:t>
      </w:r>
      <w:r w:rsidR="00160F70">
        <w:rPr>
          <w:rtl/>
          <w:lang w:bidi="fa-IR"/>
        </w:rPr>
        <w:t xml:space="preserve"> کس آن حضرت را عارفاً بحقّه ز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ارت</w:t>
      </w:r>
      <w:r w:rsidR="00160F70">
        <w:rPr>
          <w:rtl/>
          <w:lang w:bidi="fa-IR"/>
        </w:rPr>
        <w:t xml:space="preserve"> کند، او را مشا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عت</w:t>
      </w:r>
      <w:r w:rsidR="00160F70">
        <w:rPr>
          <w:rtl/>
          <w:lang w:bidi="fa-IR"/>
        </w:rPr>
        <w:t xml:space="preserve">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کنند تا به محلّ امن خود برسانند، اگر ب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مار</w:t>
      </w:r>
      <w:r w:rsidR="00160F70">
        <w:rPr>
          <w:rtl/>
          <w:lang w:bidi="fa-IR"/>
        </w:rPr>
        <w:t xml:space="preserve"> شود هر صبح و شام از او ع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ادت</w:t>
      </w:r>
      <w:r w:rsidR="00160F70">
        <w:rPr>
          <w:rtl/>
          <w:lang w:bidi="fa-IR"/>
        </w:rPr>
        <w:t xml:space="preserve">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کنند، اگر بم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رد،</w:t>
      </w:r>
      <w:r w:rsidR="00160F70">
        <w:rPr>
          <w:rtl/>
          <w:lang w:bidi="fa-IR"/>
        </w:rPr>
        <w:t xml:space="preserve"> در تش</w:t>
      </w:r>
      <w:r w:rsidR="00160F70">
        <w:rPr>
          <w:rFonts w:hint="cs"/>
          <w:rtl/>
          <w:lang w:bidi="fa-IR"/>
        </w:rPr>
        <w:t>یی</w:t>
      </w:r>
      <w:r w:rsidR="00160F70">
        <w:rPr>
          <w:rFonts w:hint="eastAsia"/>
          <w:rtl/>
          <w:lang w:bidi="fa-IR"/>
        </w:rPr>
        <w:t>ع</w:t>
      </w:r>
      <w:r w:rsidR="00160F70">
        <w:rPr>
          <w:rtl/>
          <w:lang w:bidi="fa-IR"/>
        </w:rPr>
        <w:t xml:space="preserve"> جنازه اش شرکت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کنند و تا روز ق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امت</w:t>
      </w:r>
      <w:r w:rsidR="00160F70">
        <w:rPr>
          <w:rtl/>
          <w:lang w:bidi="fa-IR"/>
        </w:rPr>
        <w:t xml:space="preserve"> برا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ش</w:t>
      </w:r>
      <w:r w:rsidR="00160F70">
        <w:rPr>
          <w:rtl/>
          <w:lang w:bidi="fa-IR"/>
        </w:rPr>
        <w:t xml:space="preserve"> استغفار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کنند.</w:t>
      </w:r>
      <w:r w:rsidR="00160F70" w:rsidRPr="00BE32C4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BE32C4">
      <w:pPr>
        <w:pStyle w:val="libNormal"/>
        <w:rPr>
          <w:rtl/>
          <w:lang w:bidi="fa-IR"/>
        </w:rPr>
      </w:pPr>
      <w:r>
        <w:rPr>
          <w:rtl/>
          <w:lang w:bidi="fa-IR"/>
        </w:rPr>
        <w:t>6) چهار هزار فرشته روز عاشورا از خداوند اذن طلب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که به آن حضرت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برسانند،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آمدند که آن حضرت به شهادت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بود، آنها با چهره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غبارآلود و موها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پر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کنار قبرش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تا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و در انتظار خروج حضرت قائم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</w:t>
      </w:r>
      <w:r w:rsidRPr="00BE32C4">
        <w:rPr>
          <w:rStyle w:val="libFootnotenumChar"/>
          <w:rtl/>
        </w:rPr>
        <w:t>.(2)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BE32C4">
      <w:pPr>
        <w:pStyle w:val="Heading1"/>
        <w:rPr>
          <w:rtl/>
          <w:lang w:bidi="fa-IR"/>
        </w:rPr>
      </w:pPr>
      <w:bookmarkStart w:id="61" w:name="_Toc525386432"/>
      <w:r>
        <w:rPr>
          <w:rtl/>
          <w:lang w:bidi="fa-IR"/>
        </w:rPr>
        <w:t>3</w:t>
      </w:r>
      <w:r w:rsidR="00BE32C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آثار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bookmarkEnd w:id="61"/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فراوان به آثار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اشاره شده که از آن جمله است: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1) امام صادق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BE32C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از اجل زائران به حساب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 w:rsidRPr="00BE32C4">
        <w:rPr>
          <w:rStyle w:val="libFootnotenumChar"/>
          <w:rtl/>
        </w:rPr>
        <w:t>.(3)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2) امام باقر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BE32C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ما را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قبر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فرمان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انجام آن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افزون کند، بر طول عمر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ناملا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مات</w:t>
      </w:r>
      <w:r>
        <w:rPr>
          <w:rtl/>
          <w:lang w:bidi="fa-IR"/>
        </w:rPr>
        <w:t xml:space="preserve"> را از انسان دور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  <w:r w:rsidRPr="00BE32C4">
        <w:rPr>
          <w:rStyle w:val="libFootnotenumChar"/>
          <w:rtl/>
        </w:rPr>
        <w:t>(4)</w:t>
      </w:r>
    </w:p>
    <w:p w:rsidR="00160F70" w:rsidRPr="00BE32C4" w:rsidRDefault="00BE32C4" w:rsidP="00BE32C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________________________________</w:t>
      </w:r>
    </w:p>
    <w:p w:rsidR="00160F70" w:rsidRDefault="00160F70" w:rsidP="00BE32C4">
      <w:pPr>
        <w:pStyle w:val="libFootnote0"/>
        <w:rPr>
          <w:rtl/>
          <w:lang w:bidi="fa-IR"/>
        </w:rPr>
      </w:pPr>
      <w:r>
        <w:rPr>
          <w:rtl/>
          <w:lang w:bidi="fa-IR"/>
        </w:rPr>
        <w:t>1- 1.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4، ص 581.</w:t>
      </w:r>
    </w:p>
    <w:p w:rsidR="00160F70" w:rsidRDefault="00160F70" w:rsidP="00BE32C4">
      <w:pPr>
        <w:pStyle w:val="libFootnote0"/>
        <w:rPr>
          <w:rtl/>
          <w:lang w:bidi="fa-IR"/>
        </w:rPr>
      </w:pPr>
      <w:r>
        <w:rPr>
          <w:rtl/>
          <w:lang w:bidi="fa-IR"/>
        </w:rPr>
        <w:t>2- 2. نعمان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به،</w:t>
      </w:r>
      <w:r>
        <w:rPr>
          <w:rtl/>
          <w:lang w:bidi="fa-IR"/>
        </w:rPr>
        <w:t xml:space="preserve"> ص 310.</w:t>
      </w:r>
    </w:p>
    <w:p w:rsidR="00160F70" w:rsidRDefault="00160F70" w:rsidP="00BE32C4">
      <w:pPr>
        <w:pStyle w:val="libFootnote0"/>
        <w:rPr>
          <w:rtl/>
          <w:lang w:bidi="fa-IR"/>
        </w:rPr>
      </w:pPr>
      <w:r>
        <w:rPr>
          <w:rtl/>
          <w:lang w:bidi="fa-IR"/>
        </w:rPr>
        <w:t>3- 3.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طوس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الاحکام، ج 6، ص 43.</w:t>
      </w:r>
    </w:p>
    <w:p w:rsidR="00160F70" w:rsidRDefault="00160F70" w:rsidP="00BE32C4">
      <w:pPr>
        <w:pStyle w:val="libFootnote0"/>
        <w:rPr>
          <w:rtl/>
          <w:lang w:bidi="fa-IR"/>
        </w:rPr>
      </w:pPr>
      <w:r>
        <w:rPr>
          <w:rtl/>
          <w:lang w:bidi="fa-IR"/>
        </w:rPr>
        <w:t>4- 4.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حرّ، وسائل الشّ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عه،</w:t>
      </w:r>
      <w:r>
        <w:rPr>
          <w:rtl/>
          <w:lang w:bidi="fa-IR"/>
        </w:rPr>
        <w:t xml:space="preserve"> ج 14، ص 413.</w:t>
      </w:r>
    </w:p>
    <w:p w:rsidR="00160F70" w:rsidRDefault="00BE32C4" w:rsidP="00BE32C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tl/>
          <w:lang w:bidi="fa-IR"/>
        </w:rPr>
        <w:lastRenderedPageBreak/>
        <w:t xml:space="preserve">3) امام صادق </w:t>
      </w:r>
      <w:r w:rsidR="00160F70" w:rsidRPr="00160F70">
        <w:rPr>
          <w:rStyle w:val="libAlaemChar"/>
          <w:rtl/>
        </w:rPr>
        <w:t>عليه‌السلام</w:t>
      </w:r>
      <w:r w:rsidR="00160F70">
        <w:rPr>
          <w:rtl/>
          <w:lang w:bidi="fa-IR"/>
        </w:rPr>
        <w:t xml:space="preserve">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رها نکن و دوستانت را به آن فرمان بده، تا خداوند بر عمرت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ات را افزون سازد، تو را سعادتمندانه زنده بدارد، با شهادت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ببرد و از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بختان ثبت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  <w:r w:rsidRPr="00BE32C4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4) امام باقر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ما را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فرمان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که از غرق شدن،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آوار ماندن، طعمه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شدن و خوراک درندگان شدن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Pr="00BE32C4">
        <w:rPr>
          <w:rStyle w:val="libFootnotenumChar"/>
          <w:rtl/>
        </w:rPr>
        <w:t>.(2)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5) امام صادق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کمتر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زائر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تا برگشتن به نزد خانواده اش جان و مالش محفوظ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 و در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در حفاظت خداوند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  <w:r w:rsidRPr="00BE32C4">
        <w:rPr>
          <w:rStyle w:val="libFootnotenumChar"/>
          <w:rtl/>
        </w:rPr>
        <w:t>(3)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BE32C4">
      <w:pPr>
        <w:pStyle w:val="Heading1"/>
        <w:rPr>
          <w:rtl/>
          <w:lang w:bidi="fa-IR"/>
        </w:rPr>
      </w:pPr>
      <w:bookmarkStart w:id="62" w:name="_Toc525386433"/>
      <w:r>
        <w:rPr>
          <w:rtl/>
          <w:lang w:bidi="fa-IR"/>
        </w:rPr>
        <w:t>4</w:t>
      </w:r>
      <w:r w:rsidR="00BE32C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آثار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آخرت</w:t>
      </w:r>
      <w:bookmarkEnd w:id="62"/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فراوان به آثار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حضرت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دالشهداء</w:t>
      </w:r>
      <w:r>
        <w:rPr>
          <w:rtl/>
          <w:lang w:bidi="fa-IR"/>
        </w:rPr>
        <w:t xml:space="preserve"> در آخرت اشاره شده که شمار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1)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3B3682" w:rsidRPr="003B3682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خطاب به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 پس از وفات تو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تو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بهشت از آنِ اوست.</w:t>
      </w:r>
      <w:r w:rsidRPr="00BE32C4">
        <w:rPr>
          <w:rStyle w:val="libFootnotenumChar"/>
          <w:rtl/>
        </w:rPr>
        <w:t>(4)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2) امام صادق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فرمود:</w:t>
      </w:r>
    </w:p>
    <w:p w:rsidR="00160F70" w:rsidRPr="00BE32C4" w:rsidRDefault="00BE32C4" w:rsidP="00BE32C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</w:t>
      </w:r>
    </w:p>
    <w:p w:rsidR="00160F70" w:rsidRDefault="00160F70" w:rsidP="00BE32C4">
      <w:pPr>
        <w:pStyle w:val="libFootnote0"/>
        <w:rPr>
          <w:rtl/>
          <w:lang w:bidi="fa-IR"/>
        </w:rPr>
      </w:pPr>
      <w:r>
        <w:rPr>
          <w:rtl/>
          <w:lang w:bidi="fa-IR"/>
        </w:rPr>
        <w:t>1- 1. ابن قولو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کامل الز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ارات،</w:t>
      </w:r>
      <w:r>
        <w:rPr>
          <w:rtl/>
          <w:lang w:bidi="fa-IR"/>
        </w:rPr>
        <w:t xml:space="preserve"> ص 152.</w:t>
      </w:r>
    </w:p>
    <w:p w:rsidR="00160F70" w:rsidRDefault="00160F70" w:rsidP="00BE32C4">
      <w:pPr>
        <w:pStyle w:val="libFootnote0"/>
        <w:rPr>
          <w:rtl/>
          <w:lang w:bidi="fa-IR"/>
        </w:rPr>
      </w:pPr>
      <w:r>
        <w:rPr>
          <w:rtl/>
          <w:lang w:bidi="fa-IR"/>
        </w:rPr>
        <w:t>2- 2.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صدوق، الأمال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 123.</w:t>
      </w:r>
    </w:p>
    <w:p w:rsidR="00160F70" w:rsidRDefault="00160F70" w:rsidP="00BE32C4">
      <w:pPr>
        <w:pStyle w:val="libFootnote0"/>
        <w:rPr>
          <w:rtl/>
          <w:lang w:bidi="fa-IR"/>
        </w:rPr>
      </w:pPr>
      <w:r>
        <w:rPr>
          <w:rtl/>
          <w:lang w:bidi="fa-IR"/>
        </w:rPr>
        <w:t>3- 3. همو، ثواب الأعمال، ص 91.</w:t>
      </w:r>
    </w:p>
    <w:p w:rsidR="00160F70" w:rsidRDefault="00160F70" w:rsidP="00BE32C4">
      <w:pPr>
        <w:pStyle w:val="libFootnote0"/>
        <w:rPr>
          <w:rtl/>
          <w:lang w:bidi="fa-IR"/>
        </w:rPr>
      </w:pPr>
      <w:r>
        <w:rPr>
          <w:rtl/>
          <w:lang w:bidi="fa-IR"/>
        </w:rPr>
        <w:t>4- 4.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المزار، ص 31.</w:t>
      </w:r>
    </w:p>
    <w:p w:rsidR="00160F70" w:rsidRDefault="00BE32C4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هر</w:t>
      </w:r>
      <w:r w:rsidR="00160F70">
        <w:rPr>
          <w:rtl/>
          <w:lang w:bidi="fa-IR"/>
        </w:rPr>
        <w:t xml:space="preserve"> کس بخواهد در جوار پ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امبر</w:t>
      </w:r>
      <w:r w:rsidR="00160F70">
        <w:rPr>
          <w:rtl/>
          <w:lang w:bidi="fa-IR"/>
        </w:rPr>
        <w:t xml:space="preserve"> اکرم، ام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رموءمنان</w:t>
      </w:r>
      <w:r w:rsidR="00160F70">
        <w:rPr>
          <w:rtl/>
          <w:lang w:bidi="fa-IR"/>
        </w:rPr>
        <w:t xml:space="preserve"> و حضرت فاطمه باشد، ز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ارت</w:t>
      </w:r>
      <w:r w:rsidR="00160F70">
        <w:rPr>
          <w:rtl/>
          <w:lang w:bidi="fa-IR"/>
        </w:rPr>
        <w:t xml:space="preserve"> امام حس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ن</w:t>
      </w:r>
      <w:r w:rsidR="00160F70">
        <w:rPr>
          <w:rtl/>
          <w:lang w:bidi="fa-IR"/>
        </w:rPr>
        <w:t xml:space="preserve"> </w:t>
      </w:r>
      <w:r w:rsidR="00160F70" w:rsidRPr="00160F70">
        <w:rPr>
          <w:rStyle w:val="libAlaemChar"/>
          <w:rtl/>
        </w:rPr>
        <w:t>عليه‌السلام</w:t>
      </w:r>
      <w:r w:rsidR="00160F70">
        <w:rPr>
          <w:rtl/>
          <w:lang w:bidi="fa-IR"/>
        </w:rPr>
        <w:t xml:space="preserve"> را رها نکند.</w:t>
      </w:r>
      <w:r w:rsidR="00160F70" w:rsidRPr="00BE32C4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3) در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زائران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بر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برتر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زراره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چه برتر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چهل</w:t>
      </w:r>
      <w:r>
        <w:rPr>
          <w:rtl/>
          <w:lang w:bidi="fa-IR"/>
        </w:rPr>
        <w:t xml:space="preserve"> سال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وارد بهشت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شوند،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هنوز در محشر هستند. </w:t>
      </w:r>
      <w:r w:rsidRPr="00997147">
        <w:rPr>
          <w:rStyle w:val="libFootnotenumChar"/>
          <w:rtl/>
        </w:rPr>
        <w:t>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4) امام کاظم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 عارفاً بحقّه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برود، خداوند گناهان گذشته و اخ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رش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امرزد</w:t>
      </w:r>
      <w:r>
        <w:rPr>
          <w:rtl/>
          <w:lang w:bidi="fa-IR"/>
        </w:rPr>
        <w:t>.</w:t>
      </w:r>
      <w:r w:rsidRPr="00997147">
        <w:rPr>
          <w:rStyle w:val="libFootnotenumChar"/>
          <w:rtl/>
        </w:rPr>
        <w:t>(3)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5) امام رضا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ر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پسر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>! اگر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را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ملاقات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که گناه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تو نباشد،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کن.</w:t>
      </w:r>
      <w:r w:rsidRPr="00997147">
        <w:rPr>
          <w:rStyle w:val="libFootnotenumChar"/>
          <w:rtl/>
        </w:rPr>
        <w:t>(4)</w:t>
      </w:r>
    </w:p>
    <w:p w:rsidR="00160F70" w:rsidRDefault="00997147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997147">
      <w:pPr>
        <w:pStyle w:val="Heading1"/>
        <w:rPr>
          <w:rtl/>
          <w:lang w:bidi="fa-IR"/>
        </w:rPr>
      </w:pPr>
      <w:bookmarkStart w:id="63" w:name="_Toc525386434"/>
      <w:r>
        <w:rPr>
          <w:rtl/>
          <w:lang w:bidi="fa-IR"/>
        </w:rPr>
        <w:t>5</w:t>
      </w:r>
      <w:r w:rsidR="00997147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پاداش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bookmarkEnd w:id="63"/>
      <w:r w:rsidRPr="00160F70">
        <w:rPr>
          <w:rStyle w:val="libAlaemChar"/>
          <w:rtl/>
        </w:rPr>
        <w:t xml:space="preserve"> 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رابطه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از شمار است، به تعداد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اشاره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1) رسول اکرم </w:t>
      </w:r>
      <w:r w:rsidR="003B3682" w:rsidRPr="003B3682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خطاب به ابن عبّاس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پسر عباس! هر کس او را عارفاً بحقّه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کند،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پاداش هزار حج</w:t>
      </w:r>
    </w:p>
    <w:p w:rsidR="00160F70" w:rsidRPr="00997147" w:rsidRDefault="00997147" w:rsidP="0099714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160F70" w:rsidRDefault="00160F70" w:rsidP="00997147">
      <w:pPr>
        <w:pStyle w:val="libFootnote0"/>
        <w:rPr>
          <w:rtl/>
          <w:lang w:bidi="fa-IR"/>
        </w:rPr>
      </w:pPr>
      <w:r>
        <w:rPr>
          <w:rtl/>
          <w:lang w:bidi="fa-IR"/>
        </w:rPr>
        <w:t>1- 1. ابن قولو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کامل الز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ارات،</w:t>
      </w:r>
      <w:r>
        <w:rPr>
          <w:rtl/>
          <w:lang w:bidi="fa-IR"/>
        </w:rPr>
        <w:t xml:space="preserve"> ص 137.</w:t>
      </w:r>
    </w:p>
    <w:p w:rsidR="00160F70" w:rsidRDefault="00160F70" w:rsidP="00997147">
      <w:pPr>
        <w:pStyle w:val="libFootnote0"/>
        <w:rPr>
          <w:rtl/>
          <w:lang w:bidi="fa-IR"/>
        </w:rPr>
      </w:pPr>
      <w:r>
        <w:rPr>
          <w:rtl/>
          <w:lang w:bidi="fa-IR"/>
        </w:rPr>
        <w:t>2- 2.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حرّ، وسائل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عه،</w:t>
      </w:r>
      <w:r>
        <w:rPr>
          <w:rtl/>
          <w:lang w:bidi="fa-IR"/>
        </w:rPr>
        <w:t xml:space="preserve"> ج 14، ص 425.</w:t>
      </w:r>
    </w:p>
    <w:p w:rsidR="00160F70" w:rsidRDefault="00160F70" w:rsidP="00997147">
      <w:pPr>
        <w:pStyle w:val="libFootnote0"/>
        <w:rPr>
          <w:rtl/>
          <w:lang w:bidi="fa-IR"/>
        </w:rPr>
      </w:pPr>
      <w:r>
        <w:rPr>
          <w:rtl/>
          <w:lang w:bidi="fa-IR"/>
        </w:rPr>
        <w:t>3- 3.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4، ص 582.</w:t>
      </w:r>
    </w:p>
    <w:p w:rsidR="00160F70" w:rsidRDefault="00160F70" w:rsidP="00997147">
      <w:pPr>
        <w:pStyle w:val="libFootnote0"/>
        <w:rPr>
          <w:rtl/>
          <w:lang w:bidi="fa-IR"/>
        </w:rPr>
      </w:pPr>
      <w:r>
        <w:rPr>
          <w:rtl/>
          <w:lang w:bidi="fa-IR"/>
        </w:rPr>
        <w:t>4- 4.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صدوق، الأمال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 113.</w:t>
      </w:r>
    </w:p>
    <w:p w:rsidR="00160F70" w:rsidRDefault="00997147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column"/>
      </w:r>
      <w:r w:rsidR="00160F70">
        <w:rPr>
          <w:rFonts w:hint="eastAsia"/>
          <w:rtl/>
          <w:lang w:bidi="fa-IR"/>
        </w:rPr>
        <w:lastRenderedPageBreak/>
        <w:t>و</w:t>
      </w:r>
      <w:r w:rsidR="00160F70">
        <w:rPr>
          <w:rtl/>
          <w:lang w:bidi="fa-IR"/>
        </w:rPr>
        <w:t xml:space="preserve"> هزار عمره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باشد.</w:t>
      </w:r>
      <w:r w:rsidR="00160F70" w:rsidRPr="00997147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2) امام صادق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99714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قبر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برود، از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در امان است و نامه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عملش به دست راستش داده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پرچم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خواهد بود، تا وارد بهشت شده در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گاهش</w:t>
      </w:r>
      <w:r>
        <w:rPr>
          <w:rtl/>
          <w:lang w:bidi="fa-IR"/>
        </w:rPr>
        <w:t xml:space="preserve"> قرار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  <w:r w:rsidRPr="00997147">
        <w:rPr>
          <w:rStyle w:val="libFootnotenumChar"/>
          <w:rtl/>
        </w:rPr>
        <w:t>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3) در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با معرفت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کند، خداوند اجر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هزار برده آزاد کرده باشد را به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</w:t>
      </w:r>
      <w:r w:rsidRPr="00997147">
        <w:rPr>
          <w:rStyle w:val="libFootnotenumChar"/>
          <w:rtl/>
        </w:rPr>
        <w:t>(3)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4) امام رضا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در کنار شط فرات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کند، همانند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خدا را بر فراز عرش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کند. </w:t>
      </w:r>
      <w:r w:rsidRPr="00997147">
        <w:rPr>
          <w:rStyle w:val="libFootnotenumChar"/>
          <w:rtl/>
        </w:rPr>
        <w:t>(4)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5) امام صادق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مناد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کند: زائران قبر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ند؟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پس</w:t>
      </w:r>
      <w:r>
        <w:rPr>
          <w:rtl/>
          <w:lang w:bidi="fa-IR"/>
        </w:rPr>
        <w:t xml:space="preserve">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زند</w:t>
      </w:r>
      <w:r>
        <w:rPr>
          <w:rtl/>
          <w:lang w:bidi="fa-IR"/>
        </w:rPr>
        <w:t>. به آنها گفته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دوست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دستش را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با خود به بهشت ببر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  <w:r w:rsidRPr="00997147">
        <w:rPr>
          <w:rStyle w:val="libFootnotenumChar"/>
          <w:rtl/>
        </w:rPr>
        <w:t>(5)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997147">
      <w:pPr>
        <w:pStyle w:val="Heading1"/>
        <w:rPr>
          <w:rtl/>
          <w:lang w:bidi="fa-IR"/>
        </w:rPr>
      </w:pPr>
      <w:bookmarkStart w:id="64" w:name="_Toc525386435"/>
      <w:r>
        <w:rPr>
          <w:rtl/>
          <w:lang w:bidi="fa-IR"/>
        </w:rPr>
        <w:t>6</w:t>
      </w:r>
      <w:r w:rsidR="00997147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حسرت ترک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bookmarkEnd w:id="64"/>
      <w:r w:rsidRPr="00160F70">
        <w:rPr>
          <w:rStyle w:val="libAlaemChar"/>
          <w:rtl/>
        </w:rPr>
        <w:t xml:space="preserve"> 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مورد حسرت و ندامت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ترک کنند،</w:t>
      </w:r>
    </w:p>
    <w:p w:rsidR="00160F70" w:rsidRPr="00997147" w:rsidRDefault="00997147" w:rsidP="0099714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160F70" w:rsidRDefault="00160F70" w:rsidP="00997147">
      <w:pPr>
        <w:pStyle w:val="libFootnote0"/>
        <w:rPr>
          <w:rtl/>
          <w:lang w:bidi="fa-IR"/>
        </w:rPr>
      </w:pPr>
      <w:r>
        <w:rPr>
          <w:rtl/>
          <w:lang w:bidi="fa-IR"/>
        </w:rPr>
        <w:t>1- 1. خزّاز، کفا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الأثر، ص 17.</w:t>
      </w:r>
    </w:p>
    <w:p w:rsidR="00160F70" w:rsidRDefault="00160F70" w:rsidP="00997147">
      <w:pPr>
        <w:pStyle w:val="libFootnote0"/>
        <w:rPr>
          <w:rtl/>
          <w:lang w:bidi="fa-IR"/>
        </w:rPr>
      </w:pPr>
      <w:r>
        <w:rPr>
          <w:rtl/>
          <w:lang w:bidi="fa-IR"/>
        </w:rPr>
        <w:t>2- 2. اصطهبانات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نورالع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ص 47.</w:t>
      </w:r>
    </w:p>
    <w:p w:rsidR="00160F70" w:rsidRDefault="00160F70" w:rsidP="00997147">
      <w:pPr>
        <w:pStyle w:val="libFootnote0"/>
        <w:rPr>
          <w:rtl/>
          <w:lang w:bidi="fa-IR"/>
        </w:rPr>
      </w:pPr>
      <w:r>
        <w:rPr>
          <w:rtl/>
          <w:lang w:bidi="fa-IR"/>
        </w:rPr>
        <w:t>3- 3.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4، ص 581.</w:t>
      </w:r>
    </w:p>
    <w:p w:rsidR="00160F70" w:rsidRDefault="00160F70" w:rsidP="00997147">
      <w:pPr>
        <w:pStyle w:val="libFootnote0"/>
        <w:rPr>
          <w:rtl/>
          <w:lang w:bidi="fa-IR"/>
        </w:rPr>
      </w:pPr>
      <w:r>
        <w:rPr>
          <w:rtl/>
          <w:lang w:bidi="fa-IR"/>
        </w:rPr>
        <w:t>4- 4.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طوس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الأحکام، ج 6، ص 46.</w:t>
      </w:r>
    </w:p>
    <w:p w:rsidR="00160F70" w:rsidRDefault="00160F70" w:rsidP="00997147">
      <w:pPr>
        <w:pStyle w:val="libFootnote0"/>
        <w:rPr>
          <w:rtl/>
          <w:lang w:bidi="fa-IR"/>
        </w:rPr>
      </w:pPr>
      <w:r>
        <w:rPr>
          <w:rtl/>
          <w:lang w:bidi="fa-IR"/>
        </w:rPr>
        <w:t>5- 5. ابن قولو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کامل الزّ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ارات،</w:t>
      </w:r>
      <w:r>
        <w:rPr>
          <w:rtl/>
          <w:lang w:bidi="fa-IR"/>
        </w:rPr>
        <w:t xml:space="preserve"> ص 167.</w:t>
      </w:r>
    </w:p>
    <w:p w:rsidR="00160F70" w:rsidRDefault="00997147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احاد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ث</w:t>
      </w:r>
      <w:r w:rsidR="00160F70">
        <w:rPr>
          <w:rtl/>
          <w:lang w:bidi="fa-IR"/>
        </w:rPr>
        <w:t xml:space="preserve"> فراوان آمده، از جمله: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1) امام صادق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پاسخ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پرسش که پاداش زائر آن حضرت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فرمود: بهشت، به شرط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به امامتش معتقد باشد.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اعتنا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ترک کند، چه طور؟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الحَسْرَهُ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وْمَ</w:t>
      </w:r>
      <w:r>
        <w:rPr>
          <w:rtl/>
          <w:lang w:bidi="fa-IR"/>
        </w:rPr>
        <w:t xml:space="preserve"> الحَسْرَهِ؛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حسرت</w:t>
      </w:r>
      <w:r>
        <w:rPr>
          <w:rtl/>
          <w:lang w:bidi="fa-IR"/>
        </w:rPr>
        <w:t xml:space="preserve"> در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</w:t>
      </w:r>
      <w:r w:rsidRPr="00997147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2) در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99714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قبر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نرود و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برود،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مانش</w:t>
      </w:r>
      <w:r>
        <w:rPr>
          <w:rtl/>
          <w:lang w:bidi="fa-IR"/>
        </w:rPr>
        <w:t xml:space="preserve"> ناقص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ناقص خواهد بود.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اهل بهشت باشد، درجه اش از موءمنان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تر خواهد بود.</w:t>
      </w:r>
      <w:r w:rsidRPr="00997147">
        <w:rPr>
          <w:rStyle w:val="libFootnotenumChar"/>
          <w:rtl/>
        </w:rPr>
        <w:t>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3) در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99714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خود را از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ما بداند و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قبر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نرود تا بم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از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اگر داخل بهشت شود، مهمان اهل بهشت خواهد بود.(3)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4) و در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99714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 قبر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نکند، از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محروم خواهد بود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سال از عمرش کم خواهد شد.</w:t>
      </w:r>
      <w:r w:rsidRPr="00997147">
        <w:rPr>
          <w:rStyle w:val="libFootnotenumChar"/>
          <w:rtl/>
        </w:rPr>
        <w:t>(4)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5) و در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فرمود:</w:t>
      </w:r>
    </w:p>
    <w:p w:rsidR="00160F70" w:rsidRPr="00997147" w:rsidRDefault="00997147" w:rsidP="0099714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160F70" w:rsidRDefault="00160F70" w:rsidP="00997147">
      <w:pPr>
        <w:pStyle w:val="libFootnote0"/>
        <w:rPr>
          <w:rtl/>
          <w:lang w:bidi="fa-IR"/>
        </w:rPr>
      </w:pPr>
      <w:r>
        <w:rPr>
          <w:rtl/>
          <w:lang w:bidi="fa-IR"/>
        </w:rPr>
        <w:t>1- 1. همان، ص 123.</w:t>
      </w:r>
    </w:p>
    <w:p w:rsidR="00160F70" w:rsidRDefault="00160F70" w:rsidP="00997147">
      <w:pPr>
        <w:pStyle w:val="libFootnote0"/>
        <w:rPr>
          <w:rtl/>
          <w:lang w:bidi="fa-IR"/>
        </w:rPr>
      </w:pPr>
      <w:r>
        <w:rPr>
          <w:rtl/>
          <w:lang w:bidi="fa-IR"/>
        </w:rPr>
        <w:t>2- 2.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حرّ، وسائل الشّ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عه،</w:t>
      </w:r>
      <w:r>
        <w:rPr>
          <w:rtl/>
          <w:lang w:bidi="fa-IR"/>
        </w:rPr>
        <w:t xml:space="preserve"> ج 14، ص 430.</w:t>
      </w:r>
    </w:p>
    <w:p w:rsidR="00160F70" w:rsidRDefault="00160F70" w:rsidP="00997147">
      <w:pPr>
        <w:pStyle w:val="libFootnote0"/>
        <w:rPr>
          <w:rtl/>
          <w:lang w:bidi="fa-IR"/>
        </w:rPr>
      </w:pPr>
      <w:r>
        <w:rPr>
          <w:rtl/>
          <w:lang w:bidi="fa-IR"/>
        </w:rPr>
        <w:t>3- 3. ابن قولو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همان، ص 193.</w:t>
      </w:r>
    </w:p>
    <w:p w:rsidR="00160F70" w:rsidRDefault="00160F70" w:rsidP="00997147">
      <w:pPr>
        <w:pStyle w:val="libFootnote0"/>
        <w:rPr>
          <w:rtl/>
          <w:lang w:bidi="fa-IR"/>
        </w:rPr>
      </w:pPr>
      <w:r>
        <w:rPr>
          <w:rtl/>
          <w:lang w:bidi="fa-IR"/>
        </w:rPr>
        <w:t>4- 4.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حرّ، همان، ص 431.</w:t>
      </w:r>
    </w:p>
    <w:p w:rsidR="00160F70" w:rsidRDefault="00997147" w:rsidP="0099714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احد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در روز ق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امت</w:t>
      </w:r>
      <w:r w:rsidR="00160F70">
        <w:rPr>
          <w:rtl/>
          <w:lang w:bidi="fa-IR"/>
        </w:rPr>
        <w:t xml:space="preserve"> ن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ست</w:t>
      </w:r>
      <w:r w:rsidR="00160F70">
        <w:rPr>
          <w:rtl/>
          <w:lang w:bidi="fa-IR"/>
        </w:rPr>
        <w:t xml:space="preserve"> جز ا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نکه</w:t>
      </w:r>
      <w:r w:rsidR="00160F70">
        <w:rPr>
          <w:rtl/>
          <w:lang w:bidi="fa-IR"/>
        </w:rPr>
        <w:t xml:space="preserve"> آرزو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کند ا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کاش از زائران قبر امام حس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ن</w:t>
      </w:r>
      <w:r w:rsidR="00160F70">
        <w:rPr>
          <w:rtl/>
          <w:lang w:bidi="fa-IR"/>
        </w:rPr>
        <w:t xml:space="preserve"> </w:t>
      </w:r>
      <w:r w:rsidR="00160F70" w:rsidRPr="00160F70">
        <w:rPr>
          <w:rStyle w:val="libAlaemChar"/>
          <w:rtl/>
        </w:rPr>
        <w:t>عليه‌السلام</w:t>
      </w:r>
      <w:r w:rsidR="00160F70">
        <w:rPr>
          <w:rtl/>
          <w:lang w:bidi="fa-IR"/>
        </w:rPr>
        <w:t xml:space="preserve">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بود، ز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را</w:t>
      </w:r>
      <w:r w:rsidR="00160F70">
        <w:rPr>
          <w:rtl/>
          <w:lang w:bidi="fa-IR"/>
        </w:rPr>
        <w:t xml:space="preserve">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ب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ند</w:t>
      </w:r>
      <w:r w:rsidR="00160F70">
        <w:rPr>
          <w:rtl/>
          <w:lang w:bidi="fa-IR"/>
        </w:rPr>
        <w:t xml:space="preserve"> که خداوند چقدر به زائران امام حس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ن</w:t>
      </w:r>
      <w:r w:rsidR="00160F70">
        <w:rPr>
          <w:rtl/>
          <w:lang w:bidi="fa-IR"/>
        </w:rPr>
        <w:t xml:space="preserve"> </w:t>
      </w:r>
      <w:r w:rsidR="00160F70" w:rsidRPr="00160F70">
        <w:rPr>
          <w:rStyle w:val="libAlaemChar"/>
          <w:rtl/>
        </w:rPr>
        <w:t xml:space="preserve">عليه‌السلام </w:t>
      </w:r>
      <w:r w:rsidR="00160F70">
        <w:rPr>
          <w:rtl/>
          <w:lang w:bidi="fa-IR"/>
        </w:rPr>
        <w:t>عنا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ت</w:t>
      </w:r>
      <w:r w:rsidR="00160F70">
        <w:rPr>
          <w:rtl/>
          <w:lang w:bidi="fa-IR"/>
        </w:rPr>
        <w:t xml:space="preserve">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کند.</w:t>
      </w:r>
      <w:r w:rsidR="00160F70" w:rsidRPr="00997147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997147">
      <w:pPr>
        <w:pStyle w:val="libNormal"/>
        <w:rPr>
          <w:rtl/>
          <w:lang w:bidi="fa-IR"/>
        </w:rPr>
      </w:pPr>
      <w:r>
        <w:rPr>
          <w:rtl/>
          <w:lang w:bidi="fa-IR"/>
        </w:rPr>
        <w:t>7</w:t>
      </w:r>
      <w:r w:rsidR="00997147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زائران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انگذار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با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حضرت فاطمه بنت اسد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که از مکّه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معظّمه، تا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منوّره با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رفت،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وجود مقدّس رسول اکرم </w:t>
      </w:r>
      <w:r w:rsidR="003B3682" w:rsidRPr="003B3682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در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بود.</w:t>
      </w:r>
      <w:r w:rsidRPr="00997147">
        <w:rPr>
          <w:rStyle w:val="libFootnotenumChar"/>
          <w:rtl/>
        </w:rPr>
        <w:t>(2)</w:t>
      </w:r>
    </w:p>
    <w:p w:rsidR="00160F70" w:rsidRDefault="00160F70" w:rsidP="0099714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مورد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با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اده،</w:t>
      </w:r>
      <w:r>
        <w:rPr>
          <w:rtl/>
          <w:lang w:bidi="fa-IR"/>
        </w:rPr>
        <w:t xml:space="preserve">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فراوان از امام صادق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شده که به چند نمونه از آنها اشاره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997147">
      <w:pPr>
        <w:pStyle w:val="libNormal"/>
        <w:rPr>
          <w:rtl/>
          <w:lang w:bidi="fa-IR"/>
        </w:rPr>
      </w:pPr>
      <w:r>
        <w:rPr>
          <w:rtl/>
          <w:lang w:bidi="fa-IR"/>
        </w:rPr>
        <w:t>1) هر کس با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قبر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برود، خداوند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قدمش هزار حسنه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سد،</w:t>
      </w:r>
      <w:r>
        <w:rPr>
          <w:rtl/>
          <w:lang w:bidi="fa-IR"/>
        </w:rPr>
        <w:t xml:space="preserve"> هزار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ئه</w:t>
      </w:r>
      <w:r>
        <w:rPr>
          <w:rtl/>
          <w:lang w:bidi="fa-IR"/>
        </w:rPr>
        <w:t xml:space="preserve"> از او محو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هزار درجه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بالا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برد.</w:t>
      </w:r>
      <w:r w:rsidRPr="00997147">
        <w:rPr>
          <w:rStyle w:val="libFootnotenumChar"/>
          <w:rtl/>
        </w:rPr>
        <w:t>(3)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997147">
      <w:pPr>
        <w:pStyle w:val="libNormal"/>
        <w:rPr>
          <w:rtl/>
          <w:lang w:bidi="fa-IR"/>
        </w:rPr>
      </w:pPr>
      <w:r>
        <w:rPr>
          <w:rtl/>
          <w:lang w:bidi="fa-IR"/>
        </w:rPr>
        <w:t>2) هر کس با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برود،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قدم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و بر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گذارد، خداوند پاداش آزاد کردن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برده از اولاد حضرت اسماع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</w:t>
      </w:r>
      <w:r w:rsidRPr="00997147">
        <w:rPr>
          <w:rStyle w:val="libFootnotenumChar"/>
          <w:rtl/>
        </w:rPr>
        <w:t>(4)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997147">
      <w:pPr>
        <w:pStyle w:val="libNormal"/>
        <w:rPr>
          <w:rtl/>
          <w:lang w:bidi="fa-IR"/>
        </w:rPr>
      </w:pPr>
      <w:r>
        <w:rPr>
          <w:rtl/>
          <w:lang w:bidi="fa-IR"/>
        </w:rPr>
        <w:t>3) هر کس با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به قصد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از خانه اش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برود، خداوند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قدمش حسنه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ئه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 محو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هنگام</w:t>
      </w:r>
      <w:r>
        <w:rPr>
          <w:rFonts w:hint="cs"/>
          <w:rtl/>
          <w:lang w:bidi="fa-IR"/>
        </w:rPr>
        <w:t>ی</w:t>
      </w:r>
    </w:p>
    <w:p w:rsidR="00160F70" w:rsidRPr="00997147" w:rsidRDefault="00997147" w:rsidP="0099714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160F70" w:rsidRDefault="00160F70" w:rsidP="00997147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>1- 1. ابن قولو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همان، ص 135.</w:t>
      </w:r>
    </w:p>
    <w:p w:rsidR="00160F70" w:rsidRDefault="00160F70" w:rsidP="00997147">
      <w:pPr>
        <w:pStyle w:val="libFootnote0"/>
        <w:rPr>
          <w:rtl/>
          <w:lang w:bidi="fa-IR"/>
        </w:rPr>
      </w:pPr>
      <w:r>
        <w:rPr>
          <w:rtl/>
          <w:lang w:bidi="fa-IR"/>
        </w:rPr>
        <w:t>2- 2.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1، ص 453.</w:t>
      </w:r>
    </w:p>
    <w:p w:rsidR="00160F70" w:rsidRDefault="00160F70" w:rsidP="00997147">
      <w:pPr>
        <w:pStyle w:val="libFootnote0"/>
        <w:rPr>
          <w:rtl/>
          <w:lang w:bidi="fa-IR"/>
        </w:rPr>
      </w:pPr>
      <w:r>
        <w:rPr>
          <w:rtl/>
          <w:lang w:bidi="fa-IR"/>
        </w:rPr>
        <w:t>3- 3.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حرّ، وسائل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عه،</w:t>
      </w:r>
      <w:r>
        <w:rPr>
          <w:rtl/>
          <w:lang w:bidi="fa-IR"/>
        </w:rPr>
        <w:t xml:space="preserve"> ج 14، ص 440.</w:t>
      </w:r>
    </w:p>
    <w:p w:rsidR="00160F70" w:rsidRDefault="00160F70" w:rsidP="00997147">
      <w:pPr>
        <w:pStyle w:val="libFootnote0"/>
        <w:rPr>
          <w:rtl/>
          <w:lang w:bidi="fa-IR"/>
        </w:rPr>
      </w:pPr>
      <w:r>
        <w:rPr>
          <w:rtl/>
          <w:lang w:bidi="fa-IR"/>
        </w:rPr>
        <w:t>4- 4. ابن قولو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کامل الزّ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ارات،</w:t>
      </w:r>
      <w:r>
        <w:rPr>
          <w:rtl/>
          <w:lang w:bidi="fa-IR"/>
        </w:rPr>
        <w:t xml:space="preserve"> ص 134.</w:t>
      </w:r>
    </w:p>
    <w:p w:rsidR="00160F70" w:rsidRDefault="00997147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که</w:t>
      </w:r>
      <w:r w:rsidR="00160F70">
        <w:rPr>
          <w:rtl/>
          <w:lang w:bidi="fa-IR"/>
        </w:rPr>
        <w:t xml:space="preserve"> به حا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ر</w:t>
      </w:r>
      <w:r w:rsidR="00160F70">
        <w:rPr>
          <w:rtl/>
          <w:lang w:bidi="fa-IR"/>
        </w:rPr>
        <w:t xml:space="preserve"> برسد، او را از رستگاران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نو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سد،</w:t>
      </w:r>
      <w:r w:rsidR="00160F70">
        <w:rPr>
          <w:rtl/>
          <w:lang w:bidi="fa-IR"/>
        </w:rPr>
        <w:t xml:space="preserve"> چون از ز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ارت</w:t>
      </w:r>
      <w:r w:rsidR="00160F70">
        <w:rPr>
          <w:rtl/>
          <w:lang w:bidi="fa-IR"/>
        </w:rPr>
        <w:t xml:space="preserve"> فارغ شد، او را از ن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ک</w:t>
      </w:r>
      <w:r w:rsidR="00160F70">
        <w:rPr>
          <w:rtl/>
          <w:lang w:bidi="fa-IR"/>
        </w:rPr>
        <w:t xml:space="preserve"> بختان ثبت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کند، هنگام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که خواست به وطن خود برگردد، فرشته به او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گو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د</w:t>
      </w:r>
      <w:r w:rsidR="00160F70"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فرستاده خداوند هستم، پروردگارت به تو سلام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اِسْتَأنِفِ</w:t>
      </w:r>
      <w:r>
        <w:rPr>
          <w:rtl/>
          <w:lang w:bidi="fa-IR"/>
        </w:rPr>
        <w:t xml:space="preserve"> العَمَلَ، فَقَدْ غُفِرَ لَکَ ما مَض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؛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عمل</w:t>
      </w:r>
      <w:r>
        <w:rPr>
          <w:rtl/>
          <w:lang w:bidi="fa-IR"/>
        </w:rPr>
        <w:t xml:space="preserve"> خود را از نو شروع کن، که آنچه گذشته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شد.</w:t>
      </w:r>
      <w:r w:rsidRPr="00997147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997147">
      <w:pPr>
        <w:pStyle w:val="Heading1"/>
        <w:rPr>
          <w:rtl/>
          <w:lang w:bidi="fa-IR"/>
        </w:rPr>
      </w:pPr>
      <w:bookmarkStart w:id="65" w:name="_Toc525386436"/>
      <w:r>
        <w:rPr>
          <w:rtl/>
          <w:lang w:bidi="fa-IR"/>
        </w:rPr>
        <w:t>8</w:t>
      </w:r>
      <w:r w:rsidR="00997147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اوقات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خاصّ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bookmarkEnd w:id="65"/>
      <w:r w:rsidRPr="00160F70">
        <w:rPr>
          <w:rStyle w:val="libAlaemChar"/>
          <w:rtl/>
        </w:rPr>
        <w:t xml:space="preserve"> </w:t>
      </w:r>
    </w:p>
    <w:p w:rsidR="00160F70" w:rsidRDefault="00160F70" w:rsidP="0099714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طول سال، در هر ساعت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ساعات شبانه روز،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مطلوب است، جز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خاصّ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استحباب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که به تعداد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اشاره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1) هر ماه، که پاداش صد هزار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شهدا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بدر دارد.</w:t>
      </w:r>
      <w:r w:rsidRPr="00FD686B">
        <w:rPr>
          <w:rStyle w:val="libFootnotenumChar"/>
          <w:rtl/>
        </w:rPr>
        <w:t>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FD686B">
      <w:pPr>
        <w:pStyle w:val="libNormal"/>
        <w:rPr>
          <w:rtl/>
          <w:lang w:bidi="fa-IR"/>
        </w:rPr>
      </w:pPr>
      <w:r>
        <w:rPr>
          <w:rtl/>
          <w:lang w:bidi="fa-IR"/>
        </w:rPr>
        <w:t>2) هر هفته که موجب آمرزش و مجاورت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آخرت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Pr="00FD686B">
        <w:rPr>
          <w:rStyle w:val="libFootnotenumChar"/>
          <w:rtl/>
        </w:rPr>
        <w:t>.(3)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3) روز اول ماه رجب که آمرزش حتم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گناهان را در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Pr="00FD686B">
        <w:rPr>
          <w:rStyle w:val="libFootnotenumChar"/>
          <w:rtl/>
        </w:rPr>
        <w:t>(4)</w:t>
      </w:r>
      <w:r>
        <w:rPr>
          <w:rtl/>
          <w:lang w:bidi="fa-IR"/>
        </w:rPr>
        <w:t xml:space="preserve">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مخصوص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نقل شده است.</w:t>
      </w:r>
      <w:r w:rsidRPr="00FD686B">
        <w:rPr>
          <w:rStyle w:val="libFootnotenumChar"/>
          <w:rtl/>
        </w:rPr>
        <w:t>(5)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4) روز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ماه رجب</w:t>
      </w:r>
      <w:r w:rsidRPr="00FD686B">
        <w:rPr>
          <w:rStyle w:val="libFootnotenumChar"/>
          <w:rtl/>
        </w:rPr>
        <w:t xml:space="preserve">(6) </w:t>
      </w:r>
      <w:r>
        <w:rPr>
          <w:rtl/>
          <w:lang w:bidi="fa-IR"/>
        </w:rPr>
        <w:t>که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مخصوص دارد</w:t>
      </w:r>
      <w:r w:rsidRPr="00FD686B">
        <w:rPr>
          <w:rStyle w:val="libFootnotenumChar"/>
          <w:rtl/>
        </w:rPr>
        <w:t>.(7)</w:t>
      </w:r>
    </w:p>
    <w:p w:rsidR="00160F70" w:rsidRPr="00FD686B" w:rsidRDefault="00FD686B" w:rsidP="00FD686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160F70" w:rsidRDefault="00160F70" w:rsidP="00FD686B">
      <w:pPr>
        <w:pStyle w:val="libFootnote0"/>
        <w:rPr>
          <w:rtl/>
          <w:lang w:bidi="fa-IR"/>
        </w:rPr>
      </w:pPr>
      <w:r>
        <w:rPr>
          <w:rtl/>
          <w:lang w:bidi="fa-IR"/>
        </w:rPr>
        <w:t>1- 1.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طوس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الاحکام، ج 6، ص 43.</w:t>
      </w:r>
    </w:p>
    <w:p w:rsidR="00160F70" w:rsidRDefault="00160F70" w:rsidP="00FD686B">
      <w:pPr>
        <w:pStyle w:val="libFootnote0"/>
        <w:rPr>
          <w:rtl/>
          <w:lang w:bidi="fa-IR"/>
        </w:rPr>
      </w:pPr>
      <w:r>
        <w:rPr>
          <w:rtl/>
          <w:lang w:bidi="fa-IR"/>
        </w:rPr>
        <w:t>2- 2.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المزار، ص 62.</w:t>
      </w:r>
    </w:p>
    <w:p w:rsidR="00160F70" w:rsidRDefault="00160F70" w:rsidP="00FD686B">
      <w:pPr>
        <w:pStyle w:val="libFootnote0"/>
        <w:rPr>
          <w:rtl/>
          <w:lang w:bidi="fa-IR"/>
        </w:rPr>
      </w:pPr>
      <w:r>
        <w:rPr>
          <w:rtl/>
          <w:lang w:bidi="fa-IR"/>
        </w:rPr>
        <w:t>3- 3. ابن قولو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کامل الزّ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ارات،</w:t>
      </w:r>
      <w:r>
        <w:rPr>
          <w:rtl/>
          <w:lang w:bidi="fa-IR"/>
        </w:rPr>
        <w:t xml:space="preserve"> ص 183.</w:t>
      </w:r>
    </w:p>
    <w:p w:rsidR="00160F70" w:rsidRDefault="00160F70" w:rsidP="00FD686B">
      <w:pPr>
        <w:pStyle w:val="libFootnote0"/>
        <w:rPr>
          <w:rtl/>
          <w:lang w:bidi="fa-IR"/>
        </w:rPr>
      </w:pPr>
      <w:r>
        <w:rPr>
          <w:rtl/>
          <w:lang w:bidi="fa-IR"/>
        </w:rPr>
        <w:t>4- 4.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همان، ص 48.</w:t>
      </w:r>
    </w:p>
    <w:p w:rsidR="00160F70" w:rsidRDefault="00160F70" w:rsidP="00FD686B">
      <w:pPr>
        <w:pStyle w:val="libFootnote0"/>
        <w:rPr>
          <w:rtl/>
          <w:lang w:bidi="fa-IR"/>
        </w:rPr>
      </w:pPr>
      <w:r>
        <w:rPr>
          <w:rtl/>
          <w:lang w:bidi="fa-IR"/>
        </w:rPr>
        <w:t>5- 5.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اول، المزار، ص 171.</w:t>
      </w:r>
    </w:p>
    <w:p w:rsidR="00160F70" w:rsidRDefault="00160F70" w:rsidP="00FD686B">
      <w:pPr>
        <w:pStyle w:val="libFootnote0"/>
        <w:rPr>
          <w:rtl/>
          <w:lang w:bidi="fa-IR"/>
        </w:rPr>
      </w:pPr>
      <w:r>
        <w:rPr>
          <w:rtl/>
          <w:lang w:bidi="fa-IR"/>
        </w:rPr>
        <w:t>6- 6. ابن قولو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همان، ص 182.</w:t>
      </w:r>
    </w:p>
    <w:p w:rsidR="00160F70" w:rsidRDefault="00160F70" w:rsidP="00FD686B">
      <w:pPr>
        <w:pStyle w:val="libFootnote0"/>
        <w:rPr>
          <w:rtl/>
          <w:lang w:bidi="fa-IR"/>
        </w:rPr>
      </w:pPr>
      <w:r>
        <w:rPr>
          <w:rtl/>
          <w:lang w:bidi="fa-IR"/>
        </w:rPr>
        <w:t>7- 7.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همان، ص 187.</w:t>
      </w:r>
    </w:p>
    <w:p w:rsidR="00FD686B" w:rsidRDefault="00FD686B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5) روز سوم شعبان که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مخصوص دارد.</w:t>
      </w:r>
      <w:r w:rsidRPr="00FD686B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6) شب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شعبان که معادل هزار حج است و 124 هزار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با او مصافحه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  <w:r w:rsidRPr="00FD686B">
        <w:rPr>
          <w:rStyle w:val="libFootnotenumChar"/>
          <w:rtl/>
        </w:rPr>
        <w:t>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7) شب اول،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و آخر ماه رمضان که از گناهان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همانند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مادر متولّد شده است.</w:t>
      </w:r>
      <w:r w:rsidRPr="00FD686B">
        <w:rPr>
          <w:rStyle w:val="libFootnotenumChar"/>
          <w:rtl/>
        </w:rPr>
        <w:t>(3)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8) شب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قدر، به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شب 23 رمضان که روح 124 هزار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با او مصافحه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  <w:r w:rsidRPr="00FD686B">
        <w:rPr>
          <w:rStyle w:val="libFootnotenumChar"/>
          <w:rtl/>
        </w:rPr>
        <w:t>(4)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9) شب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فطر که موجب آمرزش گناهان گذشته و اخ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  <w:r w:rsidRPr="00FD686B">
        <w:rPr>
          <w:rStyle w:val="libFootnotenumChar"/>
          <w:rtl/>
        </w:rPr>
        <w:t>(5)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10) روز عرفه، که ثواب هزار هزار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) حج در رکاب قائم آل محمد </w:t>
      </w:r>
      <w:r w:rsidRPr="00160F70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و هزار هزار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>) عمره در خدمت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3B3682" w:rsidRPr="003B3682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و آزاد نمودن هزار هزار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>) برده و راه انداختن هزار هزار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>) اسب در راه خدا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Pr="00FD686B">
        <w:rPr>
          <w:rStyle w:val="libFootnotenumChar"/>
          <w:rtl/>
        </w:rPr>
        <w:t>.(6)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FD686B">
      <w:pPr>
        <w:pStyle w:val="libNormal"/>
        <w:rPr>
          <w:rtl/>
          <w:lang w:bidi="fa-IR"/>
        </w:rPr>
      </w:pPr>
      <w:r>
        <w:rPr>
          <w:rtl/>
          <w:lang w:bidi="fa-IR"/>
        </w:rPr>
        <w:t>11) شب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قربان که خداوند در آن شب به زائران قبر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زائران خانه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خودش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Pr="00FD686B">
        <w:rPr>
          <w:rStyle w:val="libFootnotenumChar"/>
          <w:rtl/>
        </w:rPr>
        <w:t xml:space="preserve">(7) </w:t>
      </w:r>
      <w:r>
        <w:rPr>
          <w:rtl/>
          <w:lang w:bidi="fa-IR"/>
        </w:rPr>
        <w:t>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شب دو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ارتنامه</w:t>
      </w:r>
      <w:r>
        <w:rPr>
          <w:rtl/>
          <w:lang w:bidi="fa-IR"/>
        </w:rPr>
        <w:t xml:space="preserve"> نقل شده است.(8)</w:t>
      </w:r>
    </w:p>
    <w:p w:rsidR="00160F70" w:rsidRPr="00FD686B" w:rsidRDefault="00FD686B" w:rsidP="00FD686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160F70" w:rsidRDefault="00160F70" w:rsidP="00FD686B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>1- 1. مشهد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مزار 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ص 397.</w:t>
      </w:r>
    </w:p>
    <w:p w:rsidR="00160F70" w:rsidRDefault="00160F70" w:rsidP="00FD686B">
      <w:pPr>
        <w:pStyle w:val="libFootnote0"/>
        <w:rPr>
          <w:rtl/>
          <w:lang w:bidi="fa-IR"/>
        </w:rPr>
      </w:pPr>
      <w:r>
        <w:rPr>
          <w:rtl/>
          <w:lang w:bidi="fa-IR"/>
        </w:rPr>
        <w:t>2- 2.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ابن طاووس، اقبال، ص 710؛ همو، مصباح الزّائر، ص 312.</w:t>
      </w:r>
    </w:p>
    <w:p w:rsidR="00160F70" w:rsidRDefault="00160F70" w:rsidP="00FD686B">
      <w:pPr>
        <w:pStyle w:val="libFootnote0"/>
        <w:rPr>
          <w:rtl/>
          <w:lang w:bidi="fa-IR"/>
        </w:rPr>
      </w:pPr>
      <w:r>
        <w:rPr>
          <w:rtl/>
          <w:lang w:bidi="fa-IR"/>
        </w:rPr>
        <w:t>3- 3. مجلس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بحارالانوار، ج 11، ص 99.</w:t>
      </w:r>
    </w:p>
    <w:p w:rsidR="00160F70" w:rsidRDefault="00160F70" w:rsidP="00FD686B">
      <w:pPr>
        <w:pStyle w:val="libFootnote0"/>
        <w:rPr>
          <w:rtl/>
          <w:lang w:bidi="fa-IR"/>
        </w:rPr>
      </w:pPr>
      <w:r>
        <w:rPr>
          <w:rtl/>
          <w:lang w:bidi="fa-IR"/>
        </w:rPr>
        <w:t>4- 4.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ابن طاووس، اقبال، ج 1، ص 383.</w:t>
      </w:r>
    </w:p>
    <w:p w:rsidR="00160F70" w:rsidRDefault="00160F70" w:rsidP="00FD686B">
      <w:pPr>
        <w:pStyle w:val="libFootnote0"/>
        <w:rPr>
          <w:rtl/>
          <w:lang w:bidi="fa-IR"/>
        </w:rPr>
      </w:pPr>
      <w:r>
        <w:rPr>
          <w:rtl/>
          <w:lang w:bidi="fa-IR"/>
        </w:rPr>
        <w:t>5- 5.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المزار، ص 53.</w:t>
      </w:r>
    </w:p>
    <w:p w:rsidR="00160F70" w:rsidRDefault="00160F70" w:rsidP="00FD686B">
      <w:pPr>
        <w:pStyle w:val="libFootnote0"/>
        <w:rPr>
          <w:rtl/>
          <w:lang w:bidi="fa-IR"/>
        </w:rPr>
      </w:pPr>
      <w:r>
        <w:rPr>
          <w:rtl/>
          <w:lang w:bidi="fa-IR"/>
        </w:rPr>
        <w:t>6- 6.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طوس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الاحکام، ج 6، ص 49.</w:t>
      </w:r>
    </w:p>
    <w:p w:rsidR="00160F70" w:rsidRDefault="00160F70" w:rsidP="00FD686B">
      <w:pPr>
        <w:pStyle w:val="libFootnote0"/>
        <w:rPr>
          <w:rtl/>
          <w:lang w:bidi="fa-IR"/>
        </w:rPr>
      </w:pPr>
      <w:r>
        <w:rPr>
          <w:rtl/>
          <w:lang w:bidi="fa-IR"/>
        </w:rPr>
        <w:t>7- 7. همو، مصباح المتهجّد، ص 715.</w:t>
      </w:r>
    </w:p>
    <w:p w:rsidR="00160F70" w:rsidRDefault="00160F70" w:rsidP="00FD686B">
      <w:pPr>
        <w:pStyle w:val="libFootnote0"/>
        <w:rPr>
          <w:rtl/>
          <w:lang w:bidi="fa-IR"/>
        </w:rPr>
      </w:pPr>
      <w:r>
        <w:rPr>
          <w:rtl/>
          <w:lang w:bidi="fa-IR"/>
        </w:rPr>
        <w:t>8- 8.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اول، المزار، ص 182 و 192.</w:t>
      </w:r>
    </w:p>
    <w:p w:rsidR="00FD686B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</w:p>
    <w:p w:rsidR="00160F70" w:rsidRDefault="00FD686B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>
        <w:rPr>
          <w:rFonts w:hint="cs"/>
          <w:rtl/>
          <w:lang w:bidi="fa-IR"/>
        </w:rPr>
        <w:lastRenderedPageBreak/>
        <w:t>1</w:t>
      </w:r>
      <w:r w:rsidR="00160F70">
        <w:rPr>
          <w:rtl/>
          <w:lang w:bidi="fa-IR"/>
        </w:rPr>
        <w:t>2) روز ع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د</w:t>
      </w:r>
      <w:r w:rsidR="00160F70">
        <w:rPr>
          <w:rtl/>
          <w:lang w:bidi="fa-IR"/>
        </w:rPr>
        <w:t xml:space="preserve"> قربان که معادل 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ک</w:t>
      </w:r>
      <w:r w:rsidR="00160F70">
        <w:rPr>
          <w:rtl/>
          <w:lang w:bidi="fa-IR"/>
        </w:rPr>
        <w:t xml:space="preserve"> صد حج و عمره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باشد.</w:t>
      </w:r>
      <w:r w:rsidR="00160F70" w:rsidRPr="00FD686B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13) شب عاشورا که همانند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کربلا به خون خود آغشته شده باشد.</w:t>
      </w:r>
      <w:r w:rsidRPr="00FD686B">
        <w:rPr>
          <w:rStyle w:val="libFootnotenumChar"/>
          <w:rtl/>
        </w:rPr>
        <w:t>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14) روز عاشورا که همانند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خدا را بر فراز عرش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کرده باشد.(3)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FD686B">
      <w:pPr>
        <w:pStyle w:val="libNormal"/>
        <w:rPr>
          <w:rtl/>
          <w:lang w:bidi="fa-IR"/>
        </w:rPr>
      </w:pPr>
      <w:r>
        <w:rPr>
          <w:rtl/>
          <w:lang w:bidi="fa-IR"/>
        </w:rPr>
        <w:t>15) روز اربع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از نشانه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موءمن است</w:t>
      </w:r>
      <w:r w:rsidRPr="00FD686B">
        <w:rPr>
          <w:rStyle w:val="libFootnotenumChar"/>
          <w:rtl/>
        </w:rPr>
        <w:t xml:space="preserve">(4) </w:t>
      </w:r>
      <w:r>
        <w:rPr>
          <w:rtl/>
          <w:lang w:bidi="fa-IR"/>
        </w:rPr>
        <w:t>دو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مخصوص دارد</w:t>
      </w:r>
      <w:r w:rsidRPr="00FD686B">
        <w:rPr>
          <w:rStyle w:val="libFootnotenumChar"/>
          <w:rtl/>
        </w:rPr>
        <w:t>(5)</w:t>
      </w:r>
      <w:r>
        <w:rPr>
          <w:rtl/>
          <w:lang w:bidi="fa-IR"/>
        </w:rPr>
        <w:t xml:space="preserve"> و در آن روز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وارد کربلا شده</w:t>
      </w:r>
      <w:r w:rsidRPr="00FD686B">
        <w:rPr>
          <w:rStyle w:val="libFootnotenumChar"/>
          <w:rtl/>
        </w:rPr>
        <w:t xml:space="preserve">(6) </w:t>
      </w:r>
      <w:r>
        <w:rPr>
          <w:rtl/>
          <w:lang w:bidi="fa-IR"/>
        </w:rPr>
        <w:t>با جابر مصادف شده اند</w:t>
      </w:r>
      <w:r w:rsidRPr="00FD686B">
        <w:rPr>
          <w:rStyle w:val="libFootnotenumChar"/>
          <w:rtl/>
        </w:rPr>
        <w:t>(7)</w:t>
      </w:r>
      <w:r>
        <w:rPr>
          <w:rtl/>
          <w:lang w:bidi="fa-IR"/>
        </w:rPr>
        <w:t xml:space="preserve"> و در آن روز رأس مطهّر به بدن مقدّس ملحق شده است.</w:t>
      </w:r>
      <w:r w:rsidRPr="00FD686B">
        <w:rPr>
          <w:rStyle w:val="libFootnotenumChar"/>
          <w:rtl/>
        </w:rPr>
        <w:t>(8)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16) در هر شب جمعه و روز جمعه که هفتاد هزار فرشته در کربلا فرود آمده آن حضرت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  <w:r w:rsidRPr="00FD686B">
        <w:rPr>
          <w:rStyle w:val="libFootnotenumChar"/>
          <w:rtl/>
        </w:rPr>
        <w:t xml:space="preserve">(9) </w:t>
      </w:r>
      <w:r>
        <w:rPr>
          <w:rtl/>
          <w:lang w:bidi="fa-IR"/>
        </w:rPr>
        <w:t>خواندن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مظلوم در شب جمعه در حرم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مستحب است.</w:t>
      </w:r>
      <w:r w:rsidRPr="00FD686B">
        <w:rPr>
          <w:rStyle w:val="libFootnotenumChar"/>
          <w:rtl/>
        </w:rPr>
        <w:t>(10)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17) در روز جمعه از راه دور، غسل کرده، پشت بام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صحرا رفته، رو به کربلا نموده،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کند.</w:t>
      </w:r>
      <w:r w:rsidRPr="00FD686B">
        <w:rPr>
          <w:rStyle w:val="libFootnotenumChar"/>
          <w:rtl/>
        </w:rPr>
        <w:t>(11)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FD686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ادآور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آنچه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آورد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اندک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و</w:t>
      </w:r>
    </w:p>
    <w:p w:rsidR="00160F70" w:rsidRPr="00FD686B" w:rsidRDefault="00FD686B" w:rsidP="00FD686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160F70" w:rsidRDefault="00160F70" w:rsidP="00FD686B">
      <w:pPr>
        <w:pStyle w:val="libFootnote0"/>
        <w:rPr>
          <w:rtl/>
          <w:lang w:bidi="fa-IR"/>
        </w:rPr>
      </w:pPr>
      <w:r>
        <w:rPr>
          <w:rtl/>
          <w:lang w:bidi="fa-IR"/>
        </w:rPr>
        <w:t>1- 1.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4، ص 580.</w:t>
      </w:r>
    </w:p>
    <w:p w:rsidR="00160F70" w:rsidRDefault="00160F70" w:rsidP="00FD686B">
      <w:pPr>
        <w:pStyle w:val="libFootnote0"/>
        <w:rPr>
          <w:rtl/>
          <w:lang w:bidi="fa-IR"/>
        </w:rPr>
      </w:pPr>
      <w:r>
        <w:rPr>
          <w:rtl/>
          <w:lang w:bidi="fa-IR"/>
        </w:rPr>
        <w:t>2- 2.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طوس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مصباح المتهجّد، ص 771.</w:t>
      </w:r>
    </w:p>
    <w:p w:rsidR="00160F70" w:rsidRDefault="00160F70" w:rsidP="00FD686B">
      <w:pPr>
        <w:pStyle w:val="libFootnote0"/>
        <w:rPr>
          <w:rtl/>
          <w:lang w:bidi="fa-IR"/>
        </w:rPr>
      </w:pPr>
      <w:r>
        <w:rPr>
          <w:rtl/>
          <w:lang w:bidi="fa-IR"/>
        </w:rPr>
        <w:t>3- 3.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مسارّ الشّ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عه،</w:t>
      </w:r>
      <w:r>
        <w:rPr>
          <w:rtl/>
          <w:lang w:bidi="fa-IR"/>
        </w:rPr>
        <w:t xml:space="preserve"> ص 25.</w:t>
      </w:r>
    </w:p>
    <w:p w:rsidR="00160F70" w:rsidRDefault="00160F70" w:rsidP="00FD686B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>4- 4. همو، المزار، ص 60.</w:t>
      </w:r>
    </w:p>
    <w:p w:rsidR="00160F70" w:rsidRDefault="00160F70" w:rsidP="00FD686B">
      <w:pPr>
        <w:pStyle w:val="libFootnote0"/>
        <w:rPr>
          <w:rtl/>
          <w:lang w:bidi="fa-IR"/>
        </w:rPr>
      </w:pPr>
      <w:r>
        <w:rPr>
          <w:rtl/>
          <w:lang w:bidi="fa-IR"/>
        </w:rPr>
        <w:t>5- 5.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ابن طاووس، الاقبال، ص 591؛ همو، مصباح الزّائر، ص 286.</w:t>
      </w:r>
    </w:p>
    <w:p w:rsidR="00160F70" w:rsidRDefault="00160F70" w:rsidP="00FD686B">
      <w:pPr>
        <w:pStyle w:val="libFootnote0"/>
        <w:rPr>
          <w:rtl/>
          <w:lang w:bidi="fa-IR"/>
        </w:rPr>
      </w:pPr>
      <w:r>
        <w:rPr>
          <w:rtl/>
          <w:lang w:bidi="fa-IR"/>
        </w:rPr>
        <w:t>6- 6.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بهائ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المقاصد، ص 7.</w:t>
      </w:r>
    </w:p>
    <w:p w:rsidR="00160F70" w:rsidRDefault="00160F70" w:rsidP="00FD686B">
      <w:pPr>
        <w:pStyle w:val="libFootnote0"/>
        <w:rPr>
          <w:rtl/>
          <w:lang w:bidi="fa-IR"/>
        </w:rPr>
      </w:pPr>
      <w:r>
        <w:rPr>
          <w:rtl/>
          <w:lang w:bidi="fa-IR"/>
        </w:rPr>
        <w:t>7- 7.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طوس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مصباح المتهجّد، ص 787.</w:t>
      </w:r>
    </w:p>
    <w:p w:rsidR="00160F70" w:rsidRDefault="00160F70" w:rsidP="00FD686B">
      <w:pPr>
        <w:pStyle w:val="libFootnote0"/>
        <w:rPr>
          <w:rtl/>
          <w:lang w:bidi="fa-IR"/>
        </w:rPr>
      </w:pPr>
      <w:r>
        <w:rPr>
          <w:rtl/>
          <w:lang w:bidi="fa-IR"/>
        </w:rPr>
        <w:t>8- 8.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الآثار الباق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ص 331.</w:t>
      </w:r>
    </w:p>
    <w:p w:rsidR="00160F70" w:rsidRDefault="00160F70" w:rsidP="00FD686B">
      <w:pPr>
        <w:pStyle w:val="libFootnote0"/>
        <w:rPr>
          <w:rtl/>
          <w:lang w:bidi="fa-IR"/>
        </w:rPr>
      </w:pPr>
      <w:r>
        <w:rPr>
          <w:rtl/>
          <w:lang w:bidi="fa-IR"/>
        </w:rPr>
        <w:t>9- 9. خوارزم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مقتل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ج 2، ص 170.</w:t>
      </w:r>
    </w:p>
    <w:p w:rsidR="00160F70" w:rsidRDefault="00160F70" w:rsidP="00FD686B">
      <w:pPr>
        <w:pStyle w:val="libFootnote0"/>
        <w:rPr>
          <w:rtl/>
          <w:lang w:bidi="fa-IR"/>
        </w:rPr>
      </w:pPr>
      <w:r>
        <w:rPr>
          <w:rtl/>
          <w:lang w:bidi="fa-IR"/>
        </w:rPr>
        <w:t>10- 10. علامه مجلس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بحارالانوار، ج 89، ص 306.</w:t>
      </w:r>
    </w:p>
    <w:p w:rsidR="00160F70" w:rsidRDefault="00160F70" w:rsidP="00FD686B">
      <w:pPr>
        <w:pStyle w:val="libFootnote0"/>
        <w:rPr>
          <w:rtl/>
          <w:lang w:bidi="fa-IR"/>
        </w:rPr>
      </w:pPr>
      <w:r>
        <w:rPr>
          <w:rtl/>
          <w:lang w:bidi="fa-IR"/>
        </w:rPr>
        <w:t>11- 11.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طوس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مصباح المتهجّد، ص 289.</w:t>
      </w:r>
    </w:p>
    <w:p w:rsidR="00FD686B" w:rsidRDefault="00FD686B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خروار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و گرنه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آن حضرت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گنجد.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FD686B">
      <w:pPr>
        <w:pStyle w:val="Heading1"/>
        <w:rPr>
          <w:rtl/>
          <w:lang w:bidi="fa-IR"/>
        </w:rPr>
      </w:pPr>
      <w:bookmarkStart w:id="66" w:name="_Toc525386437"/>
      <w:r>
        <w:rPr>
          <w:rFonts w:hint="eastAsia"/>
          <w:rtl/>
          <w:lang w:bidi="fa-IR"/>
        </w:rPr>
        <w:t>پاداش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bookmarkEnd w:id="66"/>
      <w:r w:rsidRPr="00160F70">
        <w:rPr>
          <w:rStyle w:val="libAlaemChar"/>
          <w:rtl/>
        </w:rPr>
        <w:t xml:space="preserve"> 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ارجمند حضرت حجه الاسلام والمسلم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کاظم شاهرود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داستان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مورد جدّ بزرگوارش، مرجع 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قدر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عه،</w:t>
      </w:r>
      <w:r>
        <w:rPr>
          <w:rtl/>
          <w:lang w:bidi="fa-IR"/>
        </w:rPr>
        <w:t xml:space="preserve">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محمود شاهرود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F1FD4" w:rsidRPr="003F1FD4">
        <w:rPr>
          <w:rStyle w:val="libAlaemChar"/>
          <w:rtl/>
        </w:rPr>
        <w:t xml:space="preserve">قدس‌سره </w:t>
      </w:r>
      <w:r>
        <w:rPr>
          <w:rtl/>
          <w:lang w:bidi="fa-IR"/>
        </w:rPr>
        <w:t>نقل فرمودند، سپس متن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15 سال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نوشته بودند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کردند و به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دادند،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است: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حجه الاسلام والمسلم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کاظم بادکوب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فرمودند که مرحوم پدرم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محمد باقر بادکوب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کردند که سفر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خدمت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محمود شاهرود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به کربلا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سفر را در مدرسه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بادکوبه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با همان حال خستگ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تاول زده وارد صحن حضرت اباعبداللّه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زائر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متوجه شده بود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با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به کربلا مشرّف شده اند، با اصرار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التماس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که ثواب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را به او بفروشند.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مرحوم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شاهرود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تقاضا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اعتنا نکردند و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حرم مطهر حرکت کردند.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به مدرسه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بادکوبه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استراحت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فردا</w:t>
      </w:r>
      <w:r>
        <w:rPr>
          <w:rtl/>
          <w:lang w:bidi="fa-IR"/>
        </w:rPr>
        <w:t xml:space="preserve"> صبح خادم مدرسه آمد و گفت: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محمود شاهرود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محمدباقر بادکوبه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کجا هستند؟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کارشان دارد.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از ملاقات متوجّه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او همان شخص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ثواب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ما را بخرد.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گفت: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حضرت اباعبداللّه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در عالم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در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دارند و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اطراف آن حضرت هستند.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با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خدمت حضرت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عرض کردم که 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 ثواب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بخرم و آن دو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قبول نکردند.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اباعبداللّه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و فرمودند: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برو</w:t>
      </w:r>
      <w:r>
        <w:rPr>
          <w:rtl/>
          <w:lang w:bidi="fa-IR"/>
        </w:rPr>
        <w:t xml:space="preserve"> به نزد برادرم حضرت عباس و بگو: ثواب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محمود شاهرود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محمدباقر بادکوبه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چقدر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باشد؟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FD686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من</w:t>
      </w:r>
      <w:r>
        <w:rPr>
          <w:rtl/>
          <w:lang w:bidi="fa-IR"/>
        </w:rPr>
        <w:t xml:space="preserve"> با آن شخص به محضر حضرت عباس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رفتم.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صحن نشسته بودند و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اطراف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بودند.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شخص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مطلب را از حضرت عباس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حضرت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به ملائکه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آنجا حضور داشتند و فرمودند: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ثواب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آن دو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چقدر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ملائکه</w:t>
      </w:r>
      <w:r>
        <w:rPr>
          <w:rtl/>
          <w:lang w:bidi="fa-IR"/>
        </w:rPr>
        <w:t xml:space="preserve"> مرا با خود بردند و از من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: 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نگاه</w:t>
      </w:r>
      <w:r>
        <w:rPr>
          <w:rtl/>
          <w:lang w:bidi="fa-IR"/>
        </w:rPr>
        <w:t xml:space="preserve"> کردم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آسمان در حال بارش است، گفتم: باران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که در حال بارش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من فرمودند: اگر خداوند به ما امر بفرما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قطرات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باران را حساب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آن را حساب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قدرت 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ثواب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حساب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متن را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کاظم شاهرود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روز جمعه، پنجم 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المولود 1418 قمر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ثبت کرده بودند و روز جمعه 16 صفر 1432 قمر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برابر 2/11/89 شمس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نجانب</w:t>
      </w:r>
      <w:r>
        <w:rPr>
          <w:rtl/>
          <w:lang w:bidi="fa-IR"/>
        </w:rPr>
        <w:t xml:space="preserve"> قرار دادند.</w:t>
      </w:r>
    </w:p>
    <w:p w:rsidR="00160F70" w:rsidRDefault="00FD686B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FD686B">
      <w:pPr>
        <w:pStyle w:val="Heading1"/>
        <w:rPr>
          <w:rtl/>
          <w:lang w:bidi="fa-IR"/>
        </w:rPr>
      </w:pPr>
      <w:bookmarkStart w:id="67" w:name="_Toc525386438"/>
      <w:r>
        <w:rPr>
          <w:rFonts w:hint="eastAsia"/>
          <w:rtl/>
          <w:lang w:bidi="fa-IR"/>
        </w:rPr>
        <w:t>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زائران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bookmarkEnd w:id="67"/>
    </w:p>
    <w:p w:rsidR="00160F70" w:rsidRDefault="00160F70" w:rsidP="00FD686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روز پنج شنبه 4/7/92 شمس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حضرت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نجانب</w:t>
      </w:r>
      <w:r>
        <w:rPr>
          <w:rtl/>
          <w:lang w:bidi="fa-IR"/>
        </w:rPr>
        <w:t xml:space="preserve"> نقل کرد: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1) ما همه ساله روز شانزدهم صفر از نجف اشرف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کربلا حرکت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شب هفدهم بود که از عبّاس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عبور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مغرب بود، هوا متغ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خاور همراه ما بود که 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خود را بر آن نهاده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پل نگه 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چادر 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طرف چادر را به پل و طرف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گرش</w:t>
      </w:r>
      <w:r>
        <w:rPr>
          <w:rtl/>
          <w:lang w:bidi="fa-IR"/>
        </w:rPr>
        <w:t xml:space="preserve"> را به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ما هشتاد نفر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چادر قرار گرفت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باران رحمت گرفت.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طرف پل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tl/>
          <w:lang w:bidi="fa-IR"/>
        </w:rPr>
        <w:t xml:space="preserve">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اطعام زائران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اجاق نهاده بودند، باد به 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بود که آن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tl/>
          <w:lang w:bidi="fa-IR"/>
        </w:rPr>
        <w:t xml:space="preserve"> را بلند کرد و به رودخانه انداخت.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به آب انداخت،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تنه آن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tl/>
          <w:lang w:bidi="fa-IR"/>
        </w:rPr>
        <w:t xml:space="preserve"> را برداشت،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آورد و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اجاق گذاشت.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چه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توانست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tl/>
          <w:lang w:bidi="fa-IR"/>
        </w:rPr>
        <w:t xml:space="preserve"> 40 _ 50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تنه بلند کند، از آب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اورد</w:t>
      </w:r>
      <w:r>
        <w:rPr>
          <w:rtl/>
          <w:lang w:bidi="fa-IR"/>
        </w:rPr>
        <w:t xml:space="preserve"> و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اجاق بگذارد؟!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2) حضرت حجه الاسلام والمسلم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با ما بود،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امامت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ما اقتدا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کنار رودخانه رفت، باران به 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بود که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برگشت،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لباس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شده بود، گفت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 لباس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عوض کن، انجام نداد، تا در بدنش خشک 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صبح را خواند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به طرف کِفِل حرکت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در کفل آب جمع شده بود و همانند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اچه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بود.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قال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دوازده متر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خاور 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کاملاً گِل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بود. دوستان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گفتند</w:t>
      </w:r>
      <w:r>
        <w:rPr>
          <w:rtl/>
          <w:lang w:bidi="fa-IR"/>
        </w:rPr>
        <w:t>: قال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بشو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گفت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 کِ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خشک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شود؟ بالاخره شستند،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ساعته خشک 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سر</w:t>
      </w:r>
      <w:r>
        <w:rPr>
          <w:rtl/>
          <w:lang w:bidi="fa-IR"/>
        </w:rPr>
        <w:t xml:space="preserve"> رودخانه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کفل نهار خورد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به طرف طو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رج</w:t>
      </w:r>
      <w:r>
        <w:rPr>
          <w:rtl/>
          <w:lang w:bidi="fa-IR"/>
        </w:rPr>
        <w:t xml:space="preserve"> حرکت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آب</w:t>
      </w:r>
      <w:r>
        <w:rPr>
          <w:rtl/>
          <w:lang w:bidi="fa-IR"/>
        </w:rPr>
        <w:t xml:space="preserve"> و گِل باعث شده بود که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تندتند از حرکت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 و ما آن را هُل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لذا نتوانست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خود را به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ناچار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 وسط راه چادر بزن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شب هجدهم را در آنجا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توته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جلوتر رفتند که خود را به مُض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عبدالحسن برسانند.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سادات حک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همه رفتند.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همراهان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عبدالحس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فروش بود که الآن ساکن مشهد است و به حاج عبدالحس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بغداد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معروف است. پسر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به نام کاظم گم شد. گفت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 حتماً با دوستان جلوتر رفته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را آنجا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توته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صبح حرکت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مض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عبدالحسن،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کاظم آنجا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نگران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عبدالحس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منزل زنگ زد، گفتند: کاظم ساعت 8 شب آمد منزل.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کاظم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چه شد؟ گفت: تو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راه خوابم گرفت. از قافله عقب ماندم،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رنگ آمد، مرا سوار کرد به نجف آورد، سرِ بازار قبله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کرد، من آمدم منزل.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ساعت</w:t>
      </w:r>
      <w:r>
        <w:rPr>
          <w:rtl/>
          <w:lang w:bidi="fa-IR"/>
        </w:rPr>
        <w:t xml:space="preserve"> هفت شب ما او را گُم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او ساعت هشت در نجف بود، چگونه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بنز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ساعت آن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موده</w:t>
      </w:r>
      <w:r>
        <w:rPr>
          <w:rtl/>
          <w:lang w:bidi="fa-IR"/>
        </w:rPr>
        <w:t xml:space="preserve">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خاور قادر به حرکت نبود،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بنز چگونه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آن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 آن هم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ساعت 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کند؟!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از مض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عبدالحسن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تراکتور آورد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خاور را از وسط گل و لا</w:t>
      </w:r>
      <w:r>
        <w:rPr>
          <w:rFonts w:hint="cs"/>
          <w:rtl/>
          <w:lang w:bidi="fa-IR"/>
        </w:rPr>
        <w:t>ی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هُل داد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راه افتاد.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کاظم</w:t>
      </w:r>
      <w:r>
        <w:rPr>
          <w:rtl/>
          <w:lang w:bidi="fa-IR"/>
        </w:rPr>
        <w:t xml:space="preserve"> و پدرش حاج عبدالحس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هستند و در مشهد مقدس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3) روز 16 صفر حرکت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بعد از هفدهم صفر از طرف راست پل دوم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عبدالحسن و طو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رج</w:t>
      </w:r>
      <w:r>
        <w:rPr>
          <w:rtl/>
          <w:lang w:bidi="fa-IR"/>
        </w:rPr>
        <w:t xml:space="preserve"> عبور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طرف راست همه اش خار بود،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نخل درخت خرما نبود.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نوار قص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مدّاح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گذاشته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0"/>
        <w:gridCol w:w="268"/>
        <w:gridCol w:w="3304"/>
      </w:tblGrid>
      <w:tr w:rsidR="000536E1" w:rsidTr="0033304E">
        <w:trPr>
          <w:trHeight w:val="350"/>
        </w:trPr>
        <w:tc>
          <w:tcPr>
            <w:tcW w:w="3920" w:type="dxa"/>
            <w:shd w:val="clear" w:color="auto" w:fill="auto"/>
          </w:tcPr>
          <w:p w:rsidR="000536E1" w:rsidRDefault="000536E1" w:rsidP="0033304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أنا</w:t>
            </w:r>
            <w:r>
              <w:rPr>
                <w:rtl/>
                <w:lang w:bidi="fa-IR"/>
              </w:rPr>
              <w:t xml:space="preserve"> امّ البن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ودهر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ذَبْن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حَقّ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536E1" w:rsidRDefault="000536E1" w:rsidP="0033304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536E1" w:rsidRDefault="000536E1" w:rsidP="0033304E">
            <w:pPr>
              <w:pStyle w:val="libPoem"/>
            </w:pPr>
            <w:r>
              <w:rPr>
                <w:rtl/>
                <w:lang w:bidi="fa-IR"/>
              </w:rPr>
              <w:t xml:space="preserve">لو صِحْتُ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tl/>
                <w:lang w:bidi="fa-IR"/>
              </w:rPr>
              <w:t xml:space="preserve"> حس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نُ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ابْن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536E1" w:rsidTr="0033304E">
        <w:trPr>
          <w:trHeight w:val="350"/>
        </w:trPr>
        <w:tc>
          <w:tcPr>
            <w:tcW w:w="3920" w:type="dxa"/>
          </w:tcPr>
          <w:p w:rsidR="000536E1" w:rsidRDefault="000536E1" w:rsidP="0033304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فقدُ</w:t>
            </w:r>
            <w:r>
              <w:rPr>
                <w:rtl/>
                <w:lang w:bidi="fa-IR"/>
              </w:rPr>
              <w:t xml:space="preserve"> الاربعهِ </w:t>
            </w:r>
            <w:r>
              <w:rPr>
                <w:rFonts w:hint="cs"/>
                <w:rtl/>
                <w:lang w:bidi="fa-IR"/>
              </w:rPr>
              <w:t>یَ</w:t>
            </w:r>
            <w:r>
              <w:rPr>
                <w:rFonts w:hint="eastAsia"/>
                <w:rtl/>
                <w:lang w:bidi="fa-IR"/>
              </w:rPr>
              <w:t>هونُ</w:t>
            </w:r>
            <w:r>
              <w:rPr>
                <w:rtl/>
                <w:lang w:bidi="fa-IR"/>
              </w:rPr>
              <w:t xml:space="preserve"> حت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لو صِحتُ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536E1" w:rsidRDefault="000536E1" w:rsidP="0033304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536E1" w:rsidRDefault="000536E1" w:rsidP="0033304E">
            <w:pPr>
              <w:pStyle w:val="libPoem"/>
            </w:pPr>
            <w:r>
              <w:rPr>
                <w:rtl/>
                <w:lang w:bidi="fa-IR"/>
              </w:rPr>
              <w:t xml:space="preserve">أو لو نُحتُ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tl/>
                <w:lang w:bidi="fa-IR"/>
              </w:rPr>
              <w:t xml:space="preserve"> حس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نُ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ابْن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من ام البن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هستم، روزگار مرا از پا انداخت. من حق دارم که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!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فرزند من.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از دست دادن چهار فرزند بر من آسان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اگر بتوانم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فرزند من صدا بزنم،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عنوان فرزند خود ندبه بسرا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مجلّله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کنار جاده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کاه ها نشست و ندبه سرداده، چون به بند: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!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آن قدر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که به سکسکه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افتاد.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چون</w:t>
      </w:r>
      <w:r>
        <w:rPr>
          <w:rtl/>
          <w:lang w:bidi="fa-IR"/>
        </w:rPr>
        <w:t xml:space="preserve"> نوار به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مرتبه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بانو ناپد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سمت</w:t>
      </w:r>
      <w:r>
        <w:rPr>
          <w:rtl/>
          <w:lang w:bidi="fa-IR"/>
        </w:rPr>
        <w:t xml:space="preserve"> راست جادّه دشت هموار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و سمت چپ رودخانه بود و تا مسافت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همه جا هموار بود.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نفهم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بانو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بود؟ جز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حضرت ام البن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زائران فرزندش تجلّ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4) در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اربع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پل دوّم و پل سوّم گفتند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راه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بُر هست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باغستان که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اساس</w:t>
      </w:r>
      <w:r>
        <w:rPr>
          <w:rtl/>
          <w:lang w:bidi="fa-IR"/>
        </w:rPr>
        <w:t xml:space="preserve"> خود را بر فراز استر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نهاده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کربلا حرکت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اثنا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گاوم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نر بر دو گاوم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ماده حمله ور شده، ما فرار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آنها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ما را دنبال کردند، در حدود دو ساعت ما 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به حدود کربلا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گنبد مقدّس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مشاهده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به حضرت متوسّل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مرتبه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گاوم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ها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ستادند،</w:t>
      </w:r>
      <w:r>
        <w:rPr>
          <w:rtl/>
          <w:lang w:bidi="fa-IR"/>
        </w:rPr>
        <w:t xml:space="preserve"> درست همانند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مرتبه ترمز کند.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نگاه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 استر بار کرده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جلو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ماست. آنها را برداشت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بر فراز استر نهاد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با آرامش خاطر وارد شهر مقدّس کربلا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5) روز شانزدهم صفر از نجف اشرف حرکت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در حدود 50 _ 60 نفر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به سر پل کِفِل (ذوالکِفل)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در آن طرف پل ص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ادها</w:t>
      </w:r>
      <w:r>
        <w:rPr>
          <w:rtl/>
          <w:lang w:bidi="fa-IR"/>
        </w:rPr>
        <w:t xml:space="preserve"> بودند، ماه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فروختند.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شط</w:t>
      </w:r>
      <w:r>
        <w:rPr>
          <w:rtl/>
          <w:lang w:bidi="fa-IR"/>
        </w:rPr>
        <w:t xml:space="preserve"> طغ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کرده بود، امکان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نبود، نه ص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و نه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گفتم</w:t>
      </w:r>
      <w:r>
        <w:rPr>
          <w:rtl/>
          <w:lang w:bidi="fa-IR"/>
        </w:rPr>
        <w:t>: ما مهمان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سهم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امواج آب بالا و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رود،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قاً</w:t>
      </w:r>
      <w:r>
        <w:rPr>
          <w:rtl/>
          <w:lang w:bidi="fa-IR"/>
        </w:rPr>
        <w:t xml:space="preserve"> به طرف ما آمد.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16 عدد ماه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به ما داد و به من گفت: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!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است؟ گفتم: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از نوع ماه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بِنّ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(قطّان) بود.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ظهر</w:t>
      </w:r>
      <w:r>
        <w:rPr>
          <w:rtl/>
          <w:lang w:bidi="fa-IR"/>
        </w:rPr>
        <w:t xml:space="preserve"> کباب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قاً</w:t>
      </w:r>
      <w:r>
        <w:rPr>
          <w:rtl/>
          <w:lang w:bidi="fa-IR"/>
        </w:rPr>
        <w:t xml:space="preserve"> به مقدار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ما بود، شب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سرها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خورشت کله ماه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درست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آن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قاً</w:t>
      </w:r>
      <w:r>
        <w:rPr>
          <w:rtl/>
          <w:lang w:bidi="fa-IR"/>
        </w:rPr>
        <w:t xml:space="preserve"> به مقدار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ما بود.</w:t>
      </w:r>
    </w:p>
    <w:p w:rsidR="00160F70" w:rsidRDefault="000536E1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0536E1">
      <w:pPr>
        <w:pStyle w:val="Heading1"/>
        <w:rPr>
          <w:rtl/>
          <w:lang w:bidi="fa-IR"/>
        </w:rPr>
      </w:pPr>
      <w:bookmarkStart w:id="68" w:name="_Toc525386439"/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و آثار معجزه آسا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</w:t>
      </w:r>
      <w:bookmarkEnd w:id="68"/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هر چه داشت در طبق اخلاص نهاد و همه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جا در راه خدا داد. خدا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فراخور خداوند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به او پاداش داد: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1) شفا در تربت او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2) استجابت دعا تحت قبّه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3) دوا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درد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گرو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نگاه او قرار داد.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مجرّب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توسّل به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«ز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عاشوراست».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و مداومت بر آن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سهل و آسان است. در هر مکان و در هر زمان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با 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پاک و ن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خالص،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را طبق دستور معصوم خواند و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گرفت.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چقدر</w:t>
      </w:r>
      <w:r>
        <w:rPr>
          <w:rtl/>
          <w:lang w:bidi="fa-IR"/>
        </w:rPr>
        <w:t xml:space="preserve"> فراوان هستند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اولاددار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شدند، با خواندن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صاحب فرزند شدند.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چقدر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است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سخت و کمرشکن سرطان مبتلا بودند، با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بهبود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چقدر</w:t>
      </w:r>
      <w:r>
        <w:rPr>
          <w:rtl/>
          <w:lang w:bidi="fa-IR"/>
        </w:rPr>
        <w:t xml:space="preserve"> فراوان است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سرپناه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نداشتند، در پرتو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صاحب خانه و کاشانه شدند.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آثار</w:t>
      </w:r>
      <w:r>
        <w:rPr>
          <w:rtl/>
          <w:lang w:bidi="fa-IR"/>
        </w:rPr>
        <w:t xml:space="preserve"> فراوان، اعجاب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اعجازآم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صفحات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گنجد،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حکم: «آب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 گر نتوان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به قدر تشنگ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 xml:space="preserve"> به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اندک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از آنها اشاره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1.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عبدالکر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حائر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موءسّس حوزه 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قم (1276 _ 1355 ق)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اقامتم در سامرا،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وبا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شد،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محضر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محمد</w:t>
      </w:r>
      <w:r>
        <w:rPr>
          <w:rtl/>
          <w:lang w:bidi="fa-IR"/>
        </w:rPr>
        <w:t xml:space="preserve"> 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(1252 _ 1338 ق) بودم که استادم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محمد فشارک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(متوفا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1316 ق) آمدند و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گفتند: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مرا مجتهد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گفت: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مرا عادل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گفت: 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گفت: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حکم کردم بر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مردان و زنان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سامرا که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بخوانند و ثواب آن را به روح مطهّر حضرت نرجس خاتون اهداء کنند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نزد فرزندش حضرت حجت ارواحنا فداه شف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قرار دهند.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من</w:t>
      </w:r>
      <w:r>
        <w:rPr>
          <w:rtl/>
          <w:lang w:bidi="fa-IR"/>
        </w:rPr>
        <w:t xml:space="preserve"> ضامن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شوم هر کس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 را انجام دهد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وبا مبتلا نشود.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حکم منتشر شد و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سامرا عمل کردند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مبتلا نشد.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تعداد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به وبا مبتلا شدند و در گذشتند،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خجلت جنازه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شبانه دفن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اهل تسنن به حرم مطهر عسکر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به شما سلام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همان گونه که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سلام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حائر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داستان را از پدر بزرگوارش نقل کرده و دستخط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کتابخانه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نگارنده موجود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ادداشت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بعد از وفاتشان به نام: «سرّ دلبران» چاپ شده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داستان در صفحه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88 _ 90 آن آمده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2. در عهد زعامت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محمد حجت کوه کمر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(1310 _ 1372ق) قحط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آمد، تا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نان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تومان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10 شاه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آن</w:t>
      </w:r>
      <w:r>
        <w:rPr>
          <w:rtl/>
          <w:lang w:bidi="fa-IR"/>
        </w:rPr>
        <w:t xml:space="preserve"> مرجع دردآشنا چهل نفر از فضلا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مهذّب حوزه را انتخاب کرد و آنها را به مسجد مقدس جمکران فرستاد و امر فرمود: در پشت بام مسجد جمکران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آسمان به صورت دسته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را با صد سلام، صد لعن و دعا</w:t>
      </w:r>
      <w:r>
        <w:rPr>
          <w:rFonts w:hint="cs"/>
          <w:rtl/>
          <w:lang w:bidi="fa-IR"/>
        </w:rPr>
        <w:t>ی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علقمه</w:t>
      </w:r>
      <w:r>
        <w:rPr>
          <w:rtl/>
          <w:lang w:bidi="fa-IR"/>
        </w:rPr>
        <w:t xml:space="preserve"> بخوانند، آنگاه به سه باب الحوائج: 1) حضرت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جعفر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؛ 2) حضرت ابوالفضل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؛ 3)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اصغر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متوسل شوند، رفع گران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نزول باران را از خداوند بخواهند.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چهل</w:t>
      </w:r>
      <w:r>
        <w:rPr>
          <w:rtl/>
          <w:lang w:bidi="fa-IR"/>
        </w:rPr>
        <w:t xml:space="preserve"> تن از فضلا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مهذّب، فاضل و متد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امر مرجع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اعلا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عادگاه</w:t>
      </w:r>
      <w:r>
        <w:rPr>
          <w:rtl/>
          <w:lang w:bidi="fa-IR"/>
        </w:rPr>
        <w:t xml:space="preserve"> عاشقان شرف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شدند،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و توسل را طبق فرمان آن مرجع بزرگوار انجام دادند،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قم حرکت کردند.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هنوز</w:t>
      </w:r>
      <w:r>
        <w:rPr>
          <w:rtl/>
          <w:lang w:bidi="fa-IR"/>
        </w:rPr>
        <w:t xml:space="preserve"> به دِه جمکران نرس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بودند که باران رحمت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آسا فرو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 xml:space="preserve"> و طلاب ناچار شدند که لباس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درآورند، کفش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به دست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رند،</w:t>
      </w:r>
      <w:r>
        <w:rPr>
          <w:rtl/>
          <w:lang w:bidi="fa-IR"/>
        </w:rPr>
        <w:t xml:space="preserve">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لاب</w:t>
      </w:r>
      <w:r>
        <w:rPr>
          <w:rtl/>
          <w:lang w:bidi="fa-IR"/>
        </w:rPr>
        <w:t xml:space="preserve"> ها عبور کنند.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حادثه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نخست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از مرحوم محمد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رضو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سلدوز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صاحب کتاب «تجسّم اعمال» که از چهل تن بود،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در کتاب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نقل کردم.</w:t>
      </w:r>
      <w:r w:rsidRPr="000536E1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سپس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داستان توسط اخوان مرعش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هر دو برادر از چهل تن بودند، در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منابع منتشر 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فاضل</w:t>
      </w:r>
      <w:r>
        <w:rPr>
          <w:rtl/>
          <w:lang w:bidi="fa-IR"/>
        </w:rPr>
        <w:t xml:space="preserve"> ارجمند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گل محمد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چهل نفر بود،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نگارنده نقل کرد که در همان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نان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تومان به شش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40 درصد تنزّل کرد.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هشترود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چهل نفر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به امر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حجت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مهم انتخاب شده بود.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کاش مراجع دردآشنا به هنگام بروز مشکلات، همگان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</w:t>
      </w:r>
    </w:p>
    <w:p w:rsidR="00160F70" w:rsidRPr="0072296B" w:rsidRDefault="0072296B" w:rsidP="0072296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</w:t>
      </w:r>
    </w:p>
    <w:p w:rsidR="00160F70" w:rsidRDefault="00160F70" w:rsidP="0072296B">
      <w:pPr>
        <w:pStyle w:val="libFootnote0"/>
        <w:rPr>
          <w:rtl/>
          <w:lang w:bidi="fa-IR"/>
        </w:rPr>
      </w:pPr>
      <w:r>
        <w:rPr>
          <w:rtl/>
          <w:lang w:bidi="fa-IR"/>
        </w:rPr>
        <w:t>1- 1. نگارنده،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ص 481.</w:t>
      </w:r>
    </w:p>
    <w:p w:rsidR="0072296B" w:rsidRDefault="0072296B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فرمان دهند و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عموم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72296B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72296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داستان همسر صالحه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استاد «اشرف حدّاد» را همه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اند، که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مداومت داشت، در شب رحلتش سه بار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دارش</w:t>
      </w:r>
      <w:r>
        <w:rPr>
          <w:rtl/>
          <w:lang w:bidi="fa-IR"/>
        </w:rPr>
        <w:t xml:space="preserve">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فرما شده، در بار سوم امر فرمودند که عذاب از اهل قبرستان برداشته شود.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داستان را مرحوم حاج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ابوالفضل تهران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سند معتبر نقل کرده است.</w:t>
      </w:r>
      <w:r w:rsidRPr="0072296B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72296B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72296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احمد رشت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قافله عقب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 و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توسل فراوان نموده، سرانجام حجت خدا بر او ظاهر شده، او را به قافله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رساند و بعد از تأک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 نماز شب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جامعه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شما</w:t>
      </w:r>
      <w:r>
        <w:rPr>
          <w:rtl/>
          <w:lang w:bidi="fa-IR"/>
        </w:rPr>
        <w:t xml:space="preserve"> چرا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>!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عاشورا،</w:t>
      </w:r>
      <w:r>
        <w:rPr>
          <w:rtl/>
          <w:lang w:bidi="fa-IR"/>
        </w:rPr>
        <w:t xml:space="preserve"> عاشورا، عاشورا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تشرّف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سفارش را مرحوم محدّث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بدون واسطه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احمد رشت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کرده است</w:t>
      </w:r>
      <w:r w:rsidRPr="0072296B">
        <w:rPr>
          <w:rStyle w:val="libFootnotenumChar"/>
          <w:rtl/>
        </w:rPr>
        <w:t>.(2)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72296B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5</w:t>
      </w:r>
      <w:r w:rsidR="0072296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محلاّت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بهاء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محلاّت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شب 24 صفر 1336 قمر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tl/>
          <w:lang w:bidi="fa-IR"/>
        </w:rPr>
        <w:t xml:space="preserve"> رحلت کرد، در همان شب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مشکور در نجف اشرف حضرت عزرائ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را در خواب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او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از کجا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فرمود</w:t>
      </w:r>
      <w:r>
        <w:rPr>
          <w:rtl/>
          <w:lang w:bidi="fa-IR"/>
        </w:rPr>
        <w:t>: از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راز،</w:t>
      </w:r>
      <w:r>
        <w:rPr>
          <w:rtl/>
          <w:lang w:bidi="fa-IR"/>
        </w:rPr>
        <w:t xml:space="preserve"> از قبض روح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محلاّت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وضع آن مرحوم در عالم برزخ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فرمود:</w:t>
      </w:r>
    </w:p>
    <w:p w:rsidR="00160F70" w:rsidRPr="0072296B" w:rsidRDefault="0072296B" w:rsidP="0072296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160F70" w:rsidRDefault="00160F70" w:rsidP="0072296B">
      <w:pPr>
        <w:pStyle w:val="libFootnote0"/>
        <w:rPr>
          <w:rtl/>
          <w:lang w:bidi="fa-IR"/>
        </w:rPr>
      </w:pPr>
      <w:r>
        <w:rPr>
          <w:rtl/>
          <w:lang w:bidi="fa-IR"/>
        </w:rPr>
        <w:t>1- 1. تهران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شفاء الصدر، ج 1، ص 126.</w:t>
      </w:r>
    </w:p>
    <w:p w:rsidR="00160F70" w:rsidRDefault="00160F70" w:rsidP="0072296B">
      <w:pPr>
        <w:pStyle w:val="libFootnote0"/>
        <w:rPr>
          <w:rtl/>
          <w:lang w:bidi="fa-IR"/>
        </w:rPr>
      </w:pPr>
      <w:r>
        <w:rPr>
          <w:rtl/>
          <w:lang w:bidi="fa-IR"/>
        </w:rPr>
        <w:t>2- 2. نور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نجم ثاقب، ص 342.</w:t>
      </w:r>
    </w:p>
    <w:p w:rsidR="00160F70" w:rsidRDefault="0072296B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در</w:t>
      </w:r>
      <w:r w:rsidR="00160F70">
        <w:rPr>
          <w:rtl/>
          <w:lang w:bidi="fa-IR"/>
        </w:rPr>
        <w:t xml:space="preserve"> بهتر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ن</w:t>
      </w:r>
      <w:r w:rsidR="00160F70">
        <w:rPr>
          <w:rtl/>
          <w:lang w:bidi="fa-IR"/>
        </w:rPr>
        <w:t xml:space="preserve"> حالت است، خداوند هزار فرشته موکّل نموده که از و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اطاعت کنند.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مشکور خوابش را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محمدتق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کرد، او به شدّت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گفته</w:t>
      </w:r>
      <w:r>
        <w:rPr>
          <w:rtl/>
          <w:lang w:bidi="fa-IR"/>
        </w:rPr>
        <w:t xml:space="preserve"> شد: خواب است، فرمود: 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لکن خواب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مشکور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روز تلگراف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صادقانه بودن خواب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مشکور ثابت 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شرح</w:t>
      </w:r>
      <w:r>
        <w:rPr>
          <w:rtl/>
          <w:lang w:bidi="fa-IR"/>
        </w:rPr>
        <w:t xml:space="preserve"> حال مرحوم محلات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کتاب «مرد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از خطه فارس» به تفص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آمده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داستان در منابع فراوان آمده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مشکور (1287 _ 1353 ق) فرزند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محمدجواد (متوفا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1335 ق) فرزند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مشکور حولائ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(1201 _ 1272 ق) از حضرت عزرائ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پرسد،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محلات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کجا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مقام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است؟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مداومت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به مدت 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سال.</w:t>
      </w:r>
      <w:r w:rsidRPr="0072296B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ملک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شده که مرحوم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ابوالحسن حدا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(1259 _ 1347 شمس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هر</w:t>
      </w:r>
      <w:r>
        <w:rPr>
          <w:rtl/>
          <w:lang w:bidi="fa-IR"/>
        </w:rPr>
        <w:t xml:space="preserve"> وقت مرحوم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محلاّت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را بخواند به من امر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 که به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ابت</w:t>
      </w:r>
      <w:r>
        <w:rPr>
          <w:rtl/>
          <w:lang w:bidi="fa-IR"/>
        </w:rPr>
        <w:t xml:space="preserve"> از طرف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بخوانم.</w:t>
      </w:r>
      <w:r w:rsidRPr="0072296B">
        <w:rPr>
          <w:rStyle w:val="libFootnotenumChar"/>
          <w:rtl/>
        </w:rPr>
        <w:t>(2)</w:t>
      </w:r>
    </w:p>
    <w:p w:rsidR="0072296B" w:rsidRDefault="00160F70" w:rsidP="0072296B">
      <w:pPr>
        <w:pStyle w:val="libNormal"/>
        <w:rPr>
          <w:rtl/>
          <w:lang w:bidi="fa-IR"/>
        </w:rPr>
      </w:pPr>
      <w:r>
        <w:rPr>
          <w:rtl/>
          <w:lang w:bidi="fa-IR"/>
        </w:rPr>
        <w:t>6</w:t>
      </w:r>
      <w:r w:rsidR="0072296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صدرا بادکوبه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مداومت داشت. در 11 شعبان 1392 قمر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درگذشت. پس از 23 سال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قبر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فش</w:t>
      </w:r>
      <w:r>
        <w:rPr>
          <w:rtl/>
          <w:lang w:bidi="fa-IR"/>
        </w:rPr>
        <w:t xml:space="preserve"> به هنگام تخر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السلام، توسّط رژ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عفلق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شکافته شد،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</w:t>
      </w:r>
      <w:r>
        <w:rPr>
          <w:rtl/>
          <w:lang w:bidi="fa-IR"/>
        </w:rPr>
        <w:t xml:space="preserve"> پاکش تر و</w:t>
      </w:r>
      <w:r w:rsidR="0072296B" w:rsidRPr="0072296B">
        <w:rPr>
          <w:rFonts w:hint="eastAsia"/>
          <w:rtl/>
          <w:lang w:bidi="fa-IR"/>
        </w:rPr>
        <w:t xml:space="preserve"> </w:t>
      </w:r>
      <w:r w:rsidR="0072296B">
        <w:rPr>
          <w:rFonts w:hint="eastAsia"/>
          <w:rtl/>
          <w:lang w:bidi="fa-IR"/>
        </w:rPr>
        <w:t>تازه</w:t>
      </w:r>
      <w:r w:rsidR="0072296B">
        <w:rPr>
          <w:rtl/>
          <w:lang w:bidi="fa-IR"/>
        </w:rPr>
        <w:t xml:space="preserve"> مشاهده شد.</w:t>
      </w:r>
    </w:p>
    <w:p w:rsidR="00160F70" w:rsidRDefault="00160F70" w:rsidP="0072296B">
      <w:pPr>
        <w:pStyle w:val="libNormal"/>
        <w:rPr>
          <w:rtl/>
          <w:lang w:bidi="fa-IR"/>
        </w:rPr>
      </w:pPr>
    </w:p>
    <w:p w:rsidR="00160F70" w:rsidRPr="0072296B" w:rsidRDefault="0072296B" w:rsidP="0072296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72296B">
      <w:pPr>
        <w:pStyle w:val="libFootnote0"/>
        <w:rPr>
          <w:rtl/>
          <w:lang w:bidi="fa-IR"/>
        </w:rPr>
      </w:pPr>
      <w:r>
        <w:rPr>
          <w:rtl/>
          <w:lang w:bidi="fa-IR"/>
        </w:rPr>
        <w:t>1- 1. دست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ب،</w:t>
      </w:r>
      <w:r>
        <w:rPr>
          <w:rtl/>
          <w:lang w:bidi="fa-IR"/>
        </w:rPr>
        <w:t xml:space="preserve"> داستان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شگفت، ص 273.</w:t>
      </w:r>
    </w:p>
    <w:p w:rsidR="00160F70" w:rsidRDefault="00160F70" w:rsidP="0072296B">
      <w:pPr>
        <w:pStyle w:val="libFootnote0"/>
        <w:rPr>
          <w:rtl/>
          <w:lang w:bidi="fa-IR"/>
        </w:rPr>
      </w:pPr>
      <w:r>
        <w:rPr>
          <w:rtl/>
          <w:lang w:bidi="fa-IR"/>
        </w:rPr>
        <w:t>2- 2. همان.</w:t>
      </w:r>
    </w:p>
    <w:p w:rsidR="00160F70" w:rsidRDefault="0072296B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مشروح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داستان به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شاهدان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اجساد جاو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آمده است.</w:t>
      </w:r>
      <w:r w:rsidRPr="0072296B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72296B">
      <w:pPr>
        <w:pStyle w:val="libNormal"/>
        <w:rPr>
          <w:rtl/>
          <w:lang w:bidi="fa-IR"/>
        </w:rPr>
      </w:pPr>
      <w:r>
        <w:rPr>
          <w:rtl/>
          <w:lang w:bidi="fa-IR"/>
        </w:rPr>
        <w:t>7</w:t>
      </w:r>
      <w:r w:rsidR="0072296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مرحوم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حسن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از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تهران، گرفتار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داستان مرحوم محلاّت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افتد، از روز اوّل محرم به ختم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آغاز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روز هشتم محرم به طور خارق العاده مشکلش حل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Pr="0072296B">
        <w:rPr>
          <w:rStyle w:val="libFootnotenumChar"/>
          <w:rtl/>
        </w:rPr>
        <w:t>.(2)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72296B">
      <w:pPr>
        <w:pStyle w:val="libNormal"/>
        <w:rPr>
          <w:rtl/>
          <w:lang w:bidi="fa-IR"/>
        </w:rPr>
      </w:pPr>
      <w:r>
        <w:rPr>
          <w:rtl/>
          <w:lang w:bidi="fa-IR"/>
        </w:rPr>
        <w:t>8</w:t>
      </w:r>
      <w:r w:rsidR="0072296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اکبر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متوفا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70 شمس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مدفون در امامزاده جعفر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زد،</w:t>
      </w:r>
      <w:r>
        <w:rPr>
          <w:rtl/>
          <w:lang w:bidi="fa-IR"/>
        </w:rPr>
        <w:t xml:space="preserve"> نقل کرده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دختر زرتشت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مسلمان شد، با مرحوم حاج ابوالقاسم بلورفروش ازدواج کرد،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سال گذشت و صاحب فرزند نشد.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</w:t>
      </w:r>
      <w:r>
        <w:rPr>
          <w:rtl/>
          <w:lang w:bidi="fa-IR"/>
        </w:rPr>
        <w:t xml:space="preserve"> شد که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بخواند، به مدت چهل روز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با صد سلام و صد لعن و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علقمه خواند، خداوند فرزند پسر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او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 که بزرگ شده، ازدواج کرده، مق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  <w:r w:rsidRPr="0072296B">
        <w:rPr>
          <w:rStyle w:val="libFootnotenumChar"/>
          <w:rtl/>
        </w:rPr>
        <w:t>(3)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72296B">
      <w:pPr>
        <w:pStyle w:val="libNormal"/>
        <w:rPr>
          <w:rtl/>
          <w:lang w:bidi="fa-IR"/>
        </w:rPr>
      </w:pPr>
      <w:r>
        <w:rPr>
          <w:rtl/>
          <w:lang w:bidi="fa-IR"/>
        </w:rPr>
        <w:t>9</w:t>
      </w:r>
      <w:r w:rsidR="0072296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مرحوم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حسن قوچان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(1295 _ 1363 ق) مشهور به: آقا نجف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قوچان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جهت</w:t>
      </w:r>
      <w:r>
        <w:rPr>
          <w:rtl/>
          <w:lang w:bidi="fa-IR"/>
        </w:rPr>
        <w:t xml:space="preserve"> حاجت شرع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دوچلّه (دو چهل روز)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خواندم و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گرفتم.</w:t>
      </w:r>
      <w:r w:rsidRPr="0072296B">
        <w:rPr>
          <w:rStyle w:val="libFootnotenumChar"/>
          <w:rtl/>
        </w:rPr>
        <w:t>(4)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72296B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10</w:t>
      </w:r>
      <w:r w:rsidR="0072296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مرحوم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عبدالنّب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متوفا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1385 ق،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رامون</w:t>
      </w:r>
    </w:p>
    <w:p w:rsidR="00160F70" w:rsidRPr="0072296B" w:rsidRDefault="0072296B" w:rsidP="0072296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160F70" w:rsidRDefault="00160F70" w:rsidP="0072296B">
      <w:pPr>
        <w:pStyle w:val="libFootnote0"/>
        <w:rPr>
          <w:rtl/>
          <w:lang w:bidi="fa-IR"/>
        </w:rPr>
      </w:pPr>
      <w:r>
        <w:rPr>
          <w:rtl/>
          <w:lang w:bidi="fa-IR"/>
        </w:rPr>
        <w:t>1- 1. نگارنده، اجساد جاو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دان،</w:t>
      </w:r>
      <w:r>
        <w:rPr>
          <w:rtl/>
          <w:lang w:bidi="fa-IR"/>
        </w:rPr>
        <w:t xml:space="preserve"> ص 355.</w:t>
      </w:r>
    </w:p>
    <w:p w:rsidR="00160F70" w:rsidRDefault="00160F70" w:rsidP="0072296B">
      <w:pPr>
        <w:pStyle w:val="libFootnote0"/>
        <w:rPr>
          <w:rtl/>
          <w:lang w:bidi="fa-IR"/>
        </w:rPr>
      </w:pPr>
      <w:r>
        <w:rPr>
          <w:rtl/>
          <w:lang w:bidi="fa-IR"/>
        </w:rPr>
        <w:t>2- 2. دست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ب،</w:t>
      </w:r>
      <w:r>
        <w:rPr>
          <w:rtl/>
          <w:lang w:bidi="fa-IR"/>
        </w:rPr>
        <w:t xml:space="preserve"> همان، ص 494.</w:t>
      </w:r>
    </w:p>
    <w:p w:rsidR="00160F70" w:rsidRDefault="00160F70" w:rsidP="0072296B">
      <w:pPr>
        <w:pStyle w:val="libFootnote0"/>
        <w:rPr>
          <w:rtl/>
          <w:lang w:bidi="fa-IR"/>
        </w:rPr>
      </w:pPr>
      <w:r>
        <w:rPr>
          <w:rtl/>
          <w:lang w:bidi="fa-IR"/>
        </w:rPr>
        <w:t>3- 3. ابطح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و آثار شگفت، ص 32.</w:t>
      </w:r>
    </w:p>
    <w:p w:rsidR="00160F70" w:rsidRDefault="00160F70" w:rsidP="0072296B">
      <w:pPr>
        <w:pStyle w:val="libFootnote0"/>
        <w:rPr>
          <w:rtl/>
          <w:lang w:bidi="fa-IR"/>
        </w:rPr>
      </w:pPr>
      <w:r>
        <w:rPr>
          <w:rtl/>
          <w:lang w:bidi="fa-IR"/>
        </w:rPr>
        <w:t>4- 4. آقانجف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احت</w:t>
      </w:r>
      <w:r>
        <w:rPr>
          <w:rtl/>
          <w:lang w:bidi="fa-IR"/>
        </w:rPr>
        <w:t xml:space="preserve"> شرق، ص 207.</w:t>
      </w:r>
    </w:p>
    <w:p w:rsidR="00160F70" w:rsidRDefault="0072296B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ز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ارت</w:t>
      </w:r>
      <w:r w:rsidR="00160F70">
        <w:rPr>
          <w:rtl/>
          <w:lang w:bidi="fa-IR"/>
        </w:rPr>
        <w:t xml:space="preserve"> عاشورا نوشته، انگ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زه</w:t>
      </w:r>
      <w:r w:rsidR="00160F70">
        <w:rPr>
          <w:rtl/>
          <w:lang w:bidi="fa-IR"/>
        </w:rPr>
        <w:t xml:space="preserve"> تأل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ف</w:t>
      </w:r>
      <w:r w:rsidR="00160F70">
        <w:rPr>
          <w:rtl/>
          <w:lang w:bidi="fa-IR"/>
        </w:rPr>
        <w:t xml:space="preserve"> آن را برآورده شدن حاجت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به برکت ز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ارت</w:t>
      </w:r>
      <w:r w:rsidR="00160F70">
        <w:rPr>
          <w:rtl/>
          <w:lang w:bidi="fa-IR"/>
        </w:rPr>
        <w:t xml:space="preserve"> عاشورا ب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ان</w:t>
      </w:r>
      <w:r w:rsidR="00160F70">
        <w:rPr>
          <w:rtl/>
          <w:lang w:bidi="fa-IR"/>
        </w:rPr>
        <w:t xml:space="preserve"> کرده، که به نظر ا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شان</w:t>
      </w:r>
      <w:r w:rsidR="00160F70">
        <w:rPr>
          <w:rtl/>
          <w:lang w:bidi="fa-IR"/>
        </w:rPr>
        <w:t xml:space="preserve"> محال عاد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بوده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72296B">
      <w:pPr>
        <w:pStyle w:val="libNormal"/>
        <w:rPr>
          <w:rtl/>
          <w:lang w:bidi="fa-IR"/>
        </w:rPr>
      </w:pPr>
      <w:r>
        <w:rPr>
          <w:rtl/>
          <w:lang w:bidi="fa-IR"/>
        </w:rPr>
        <w:t>11</w:t>
      </w:r>
      <w:r w:rsidR="0072296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مرحوم دکتر محمدهاد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چهار سال بعد از وفات پدرم، شب جمعه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اذان صبح پدرم را خواب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گفتم: پدر جان!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صدها خدمت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انجام داده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کدام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 باعث نجات تو شد؟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فرمود</w:t>
      </w:r>
      <w:r>
        <w:rPr>
          <w:rtl/>
          <w:lang w:bidi="fa-IR"/>
        </w:rPr>
        <w:t>: فقط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اباعبداللّه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.</w:t>
      </w:r>
    </w:p>
    <w:p w:rsidR="00160F70" w:rsidRDefault="00160F70" w:rsidP="0072296B">
      <w:pPr>
        <w:pStyle w:val="libNormal"/>
        <w:ind w:firstLine="0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گفتم</w:t>
      </w:r>
      <w:r>
        <w:rPr>
          <w:rtl/>
          <w:lang w:bidi="fa-IR"/>
        </w:rPr>
        <w:t>: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(1394 قمر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راه کربلا بسته است، فرمود: به مجالس عزا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برو، تا ثواب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به تو بدهند.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سپس</w:t>
      </w:r>
      <w:r>
        <w:rPr>
          <w:rtl/>
          <w:lang w:bidi="fa-IR"/>
        </w:rPr>
        <w:t xml:space="preserve"> فرمود: پسر جان! من همواره مداومت بر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را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به تو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 هرگز تحت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را ترک نکن.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72296B">
      <w:pPr>
        <w:pStyle w:val="libNormal"/>
        <w:rPr>
          <w:rtl/>
          <w:lang w:bidi="fa-IR"/>
        </w:rPr>
      </w:pPr>
      <w:r>
        <w:rPr>
          <w:rtl/>
          <w:lang w:bidi="fa-IR"/>
        </w:rPr>
        <w:t>12</w:t>
      </w:r>
      <w:r w:rsidR="0072296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صد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ارجمند، ذاکر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مرحوم حاج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متوفا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26 شعبان 1420 برابر 14/9/78 شمس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عمر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روضه خوانده، مجلس برپا کرده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قرن در تحت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ترک نشده، تسب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درشت دان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که پس از قرائت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در حال حرکت به لعن و سلام مشغول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حش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دوستانش شناخته شده بود.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خواب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پرسد: وضع تو چگونه است؟ 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مرا نجات داد.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72296B">
      <w:pPr>
        <w:pStyle w:val="libNormal"/>
        <w:rPr>
          <w:rtl/>
          <w:lang w:bidi="fa-IR"/>
        </w:rPr>
      </w:pPr>
      <w:r>
        <w:rPr>
          <w:rtl/>
          <w:lang w:bidi="fa-IR"/>
        </w:rPr>
        <w:t>13</w:t>
      </w:r>
      <w:r w:rsidR="0072296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گل محمد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شب 13 رجب 1425 برابر 9/6/83 شمس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مشهد مقدس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سکته کرده بود،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</w:t>
      </w:r>
      <w:r>
        <w:rPr>
          <w:rtl/>
          <w:lang w:bidi="fa-IR"/>
        </w:rPr>
        <w:t xml:space="preserve"> کردم که سه چهل روز (120 روز)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بخواند. انجام داد، کاملاً شفا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72296B">
      <w:pPr>
        <w:pStyle w:val="libNormal"/>
        <w:rPr>
          <w:rtl/>
          <w:lang w:bidi="fa-IR"/>
        </w:rPr>
      </w:pPr>
      <w:r>
        <w:rPr>
          <w:rtl/>
          <w:lang w:bidi="fa-IR"/>
        </w:rPr>
        <w:t>14</w:t>
      </w:r>
      <w:r w:rsidR="0072296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صد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ارجمند حجه الاسلام والمسلم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معرفت در شب شنبه 7/8/84 برابر 24 رمضان 1426 قمر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کردند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اقامتم در مشهد مقدّس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مادرم زنگ زد که وضع پدرت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وخ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است،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زود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تبر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وضع</w:t>
      </w:r>
      <w:r>
        <w:rPr>
          <w:rtl/>
          <w:lang w:bidi="fa-IR"/>
        </w:rPr>
        <w:t xml:space="preserve"> دانشگاه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به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وجه امکان مسافرت نبود، به حرم مشرّف شدم، کلّ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تضرّع کردم، سپس به خدمت مرحوم مولو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قندهار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رفتم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التماس دعا کردم، فرمود: برو به خدمت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حرّ عامل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حاجت خود را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طلب کن.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ساعت</w:t>
      </w:r>
      <w:r>
        <w:rPr>
          <w:rtl/>
          <w:lang w:bidi="fa-IR"/>
        </w:rPr>
        <w:t xml:space="preserve"> شش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بود به محضر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حر مشرف شدم و متوسل شدم و گفتم: اگر تا ساعت 8 خبر بدهند که پدرت خوب شده،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آمدنت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من به مدت ده روز به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ابت</w:t>
      </w:r>
      <w:r>
        <w:rPr>
          <w:rtl/>
          <w:lang w:bidi="fa-IR"/>
        </w:rPr>
        <w:t xml:space="preserve"> از طرف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حرّ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ساعت</w:t>
      </w:r>
      <w:r>
        <w:rPr>
          <w:rtl/>
          <w:lang w:bidi="fa-IR"/>
        </w:rPr>
        <w:t xml:space="preserve"> هفت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پدرم زنگ زد و گفت: من خوب شدم، لازم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به تبر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A6959">
      <w:pPr>
        <w:pStyle w:val="libNormal"/>
        <w:rPr>
          <w:rtl/>
          <w:lang w:bidi="fa-IR"/>
        </w:rPr>
      </w:pPr>
      <w:r>
        <w:rPr>
          <w:rtl/>
          <w:lang w:bidi="fa-IR"/>
        </w:rPr>
        <w:t>15</w:t>
      </w:r>
      <w:r w:rsidR="00AA695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روز دوشنبه 21/1/85 برابر 11 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الاول 1427 قمر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حضرت حجه الاسلام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محمد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مدرسه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ابن فهد، در کربلا، از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محمدعل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قزو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کرد که از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اقوامش نقل کرده که مادر شوهرش را در خواب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ده،</w:t>
      </w:r>
      <w:r>
        <w:rPr>
          <w:rtl/>
          <w:lang w:bidi="fa-IR"/>
        </w:rPr>
        <w:t xml:space="preserve"> همه اش سرش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بود، هر چه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پاسخ نداده،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گفته بود: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خوانم،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تو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رسد؟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منبسط شده، گفته بود: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16) روز چهارشنبه 1/9/91 برابر ششم محرم الحرام 1434 قمر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مداح</w:t>
      </w:r>
      <w:r>
        <w:rPr>
          <w:rtl/>
          <w:lang w:bidi="fa-IR"/>
        </w:rPr>
        <w:t xml:space="preserve"> از فضلا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اصفهان، در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موحد ابطح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حاج آقا احمد امام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(1352 _ 1414 قمر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نقل کرد که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در خواب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به من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برو</w:t>
      </w:r>
      <w:r>
        <w:rPr>
          <w:rtl/>
          <w:lang w:bidi="fa-IR"/>
        </w:rPr>
        <w:t xml:space="preserve">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فلان مغازه و چهل هزار تومان به او بده.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از</w:t>
      </w:r>
      <w:r>
        <w:rPr>
          <w:rtl/>
          <w:lang w:bidi="fa-IR"/>
        </w:rPr>
        <w:t xml:space="preserve"> خواب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شدم، دولاب را نگاه کردم،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قاً</w:t>
      </w:r>
      <w:r>
        <w:rPr>
          <w:rtl/>
          <w:lang w:bidi="fa-IR"/>
        </w:rPr>
        <w:t xml:space="preserve"> چهل هزار تومان موجود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دارم. برداشتم و به آن آدرس رفتم،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صاحب مغازه نشسته و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اندوهگ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است.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: چرا اندوهناک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>: مبلغ چهل هزار تومان مقروض هستم، چهل روز ختم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خواندم، امروز روز چهلم است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خبر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نشده است. پس امر حضرت را اطاعت کردم و آن مبلغ را به آن شخص تقد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نمودم.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A6959">
      <w:pPr>
        <w:pStyle w:val="Heading1"/>
        <w:rPr>
          <w:rtl/>
          <w:lang w:bidi="fa-IR"/>
        </w:rPr>
      </w:pPr>
      <w:bookmarkStart w:id="69" w:name="_Toc525386440"/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لب تشنه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bookmarkEnd w:id="69"/>
      <w:r w:rsidRPr="00160F70">
        <w:rPr>
          <w:rStyle w:val="libAlaemChar"/>
          <w:rtl/>
        </w:rPr>
        <w:t xml:space="preserve"> 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1) زائر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</w:t>
      </w:r>
      <w:r w:rsidR="00AA6959">
        <w:rPr>
          <w:rStyle w:val="libAlaemChar"/>
          <w:rtl/>
        </w:rPr>
        <w:t>ه‌السلا</w:t>
      </w:r>
      <w:r w:rsidRPr="00160F70">
        <w:rPr>
          <w:rStyle w:val="libAlaemChar"/>
          <w:rtl/>
        </w:rPr>
        <w:t xml:space="preserve"> </w:t>
      </w:r>
      <w:r>
        <w:rPr>
          <w:rtl/>
          <w:lang w:bidi="fa-IR"/>
        </w:rPr>
        <w:t xml:space="preserve"> در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تشرّف خود به کربلا در «مص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ب»</w:t>
      </w:r>
      <w:r>
        <w:rPr>
          <w:rtl/>
          <w:lang w:bidi="fa-IR"/>
        </w:rPr>
        <w:t xml:space="preserve">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مرد سنّ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مصادف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پرسد: به کجا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زائر از ترس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چهارم.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</w:t>
      </w:r>
      <w:r>
        <w:rPr>
          <w:rtl/>
          <w:lang w:bidi="fa-IR"/>
        </w:rPr>
        <w:t xml:space="preserve"> سنّ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کتک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شما مرده پرست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زائر در نجف اشرف خطاب به 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متّق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عرض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کند: آن مرد سنّ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علاوه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به خاطر شما مرا کتک زد، به شما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جسارت نمود، چرا او را تنب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>!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در عالم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خدمت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رموءمنان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رسد. حضرت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تو</w:t>
      </w:r>
      <w:r>
        <w:rPr>
          <w:rtl/>
          <w:lang w:bidi="fa-IR"/>
        </w:rPr>
        <w:t xml:space="preserve"> راست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حقّ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گردن ما دارد.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مزرعه خود به هنگام آب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زراع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عطش امام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افتاد، رو به طرف کربلا کرد و گفت: من جاهلم،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دانم، اما اگر به تو آب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دادند،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شد؟!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آنگاه</w:t>
      </w:r>
      <w:r>
        <w:rPr>
          <w:rtl/>
          <w:lang w:bidi="fa-IR"/>
        </w:rPr>
        <w:t xml:space="preserve"> شروع به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زائر</w:t>
      </w:r>
      <w:r>
        <w:rPr>
          <w:rtl/>
          <w:lang w:bidi="fa-IR"/>
        </w:rPr>
        <w:t xml:space="preserve"> به هنگام مراجعت در مص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با آن مرد سن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مصادف شد. آن مرد از او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من به امام خود گلا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>: 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اگر حقّ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آن بزرگواران نداشت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تو را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آنگاه</w:t>
      </w:r>
      <w:r>
        <w:rPr>
          <w:rtl/>
          <w:lang w:bidi="fa-IR"/>
        </w:rPr>
        <w:t xml:space="preserve"> خواب خودش را نقل کرد.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مرد سنّ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منقلب شده با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به کربلا رفته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شد.</w:t>
      </w:r>
      <w:r w:rsidRPr="00AA6959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2)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اصفهان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کرد: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گرم تابستان با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به روستا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چهارفرسخ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اصفهان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رفتم. به شدت عطش بر من غلبه کرد. به زحمت خود را به سرچشمه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چشمه خشک شده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زحمت تمام خود را به چشمه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آن لحظه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تشنگ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افتادم،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اشک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آن حال سه حاجت مهم از حوائج خود را به خاطر آوردم، که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روا شد.</w:t>
      </w:r>
      <w:r w:rsidRPr="00AA6959">
        <w:rPr>
          <w:rStyle w:val="libFootnotenumChar"/>
          <w:rtl/>
        </w:rPr>
        <w:t>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A6959">
      <w:pPr>
        <w:pStyle w:val="Heading1"/>
        <w:rPr>
          <w:rtl/>
          <w:lang w:bidi="fa-IR"/>
        </w:rPr>
      </w:pPr>
      <w:bookmarkStart w:id="70" w:name="_Toc525386441"/>
      <w:r>
        <w:rPr>
          <w:rFonts w:hint="eastAsia"/>
          <w:rtl/>
          <w:lang w:bidi="fa-IR"/>
        </w:rPr>
        <w:t>سپاس</w:t>
      </w:r>
      <w:r>
        <w:rPr>
          <w:rtl/>
          <w:lang w:bidi="fa-IR"/>
        </w:rPr>
        <w:t xml:space="preserve"> امام عصر ارواحنا فداه از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محلاّت</w:t>
      </w:r>
      <w:r>
        <w:rPr>
          <w:rFonts w:hint="cs"/>
          <w:rtl/>
          <w:lang w:bidi="fa-IR"/>
        </w:rPr>
        <w:t>ی</w:t>
      </w:r>
      <w:bookmarkEnd w:id="70"/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ارجمند حضرت حجه الاسلام والمسلم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محمد خادم</w:t>
      </w:r>
      <w:r>
        <w:rPr>
          <w:rFonts w:hint="cs"/>
          <w:rtl/>
          <w:lang w:bidi="fa-IR"/>
        </w:rPr>
        <w:t>ی</w:t>
      </w:r>
    </w:p>
    <w:p w:rsidR="00160F70" w:rsidRPr="00AA6959" w:rsidRDefault="00AA6959" w:rsidP="00AA695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160F70" w:rsidRDefault="00160F70" w:rsidP="00AA6959">
      <w:pPr>
        <w:pStyle w:val="libFootnote0"/>
        <w:rPr>
          <w:rtl/>
          <w:lang w:bidi="fa-IR"/>
        </w:rPr>
      </w:pPr>
      <w:r>
        <w:rPr>
          <w:rtl/>
          <w:lang w:bidi="fa-IR"/>
        </w:rPr>
        <w:t>1- 1.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کرامات و حکا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پندآموز، ص 33.</w:t>
      </w:r>
    </w:p>
    <w:p w:rsidR="00160F70" w:rsidRDefault="00160F70" w:rsidP="00AA6959">
      <w:pPr>
        <w:pStyle w:val="libFootnote0"/>
        <w:rPr>
          <w:rtl/>
          <w:lang w:bidi="fa-IR"/>
        </w:rPr>
      </w:pPr>
      <w:r>
        <w:rPr>
          <w:rtl/>
          <w:lang w:bidi="fa-IR"/>
        </w:rPr>
        <w:t>2- 2. همان، ص 50.</w:t>
      </w:r>
    </w:p>
    <w:p w:rsidR="00160F70" w:rsidRDefault="00AA6959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ش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راز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(136 1378 شمس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) صاحب آثار ارزشمند فراوان، چون 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اد</w:t>
      </w:r>
      <w:r w:rsidR="00160F70">
        <w:rPr>
          <w:rtl/>
          <w:lang w:bidi="fa-IR"/>
        </w:rPr>
        <w:t xml:space="preserve"> مهد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،</w:t>
      </w:r>
      <w:r w:rsidR="00160F70">
        <w:rPr>
          <w:rtl/>
          <w:lang w:bidi="fa-IR"/>
        </w:rPr>
        <w:t xml:space="preserve"> رجعت 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ا</w:t>
      </w:r>
      <w:r w:rsidR="00160F70">
        <w:rPr>
          <w:rtl/>
          <w:lang w:bidi="fa-IR"/>
        </w:rPr>
        <w:t xml:space="preserve"> دولت کر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مه</w:t>
      </w:r>
      <w:r w:rsidR="00160F70">
        <w:rPr>
          <w:rtl/>
          <w:lang w:bidi="fa-IR"/>
        </w:rPr>
        <w:t xml:space="preserve"> خاندان وح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و فروغ ب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نها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ت،</w:t>
      </w:r>
      <w:r w:rsidR="00160F70">
        <w:rPr>
          <w:rtl/>
          <w:lang w:bidi="fa-IR"/>
        </w:rPr>
        <w:t xml:space="preserve"> شب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در عالم روء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ا</w:t>
      </w:r>
      <w:r w:rsidR="00160F70">
        <w:rPr>
          <w:rtl/>
          <w:lang w:bidi="fa-IR"/>
        </w:rPr>
        <w:t xml:space="preserve"> به محضر مقدّس کعبه 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مقصود و قبله 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موعود، حضرت بق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ه</w:t>
      </w:r>
      <w:r w:rsidR="00160F70">
        <w:rPr>
          <w:rtl/>
          <w:lang w:bidi="fa-IR"/>
        </w:rPr>
        <w:t xml:space="preserve"> اللّه ارواحنافداه مشرّف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شود، حضرت به ا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شان</w:t>
      </w:r>
      <w:r w:rsidR="00160F70">
        <w:rPr>
          <w:rtl/>
          <w:lang w:bidi="fa-IR"/>
        </w:rPr>
        <w:t xml:space="preserve"> امر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فرما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د</w:t>
      </w:r>
      <w:r w:rsidR="00160F70">
        <w:rPr>
          <w:rtl/>
          <w:lang w:bidi="fa-IR"/>
        </w:rPr>
        <w:t xml:space="preserve"> که به خدمت آ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ه</w:t>
      </w:r>
      <w:r w:rsidR="00160F70">
        <w:rPr>
          <w:rtl/>
          <w:lang w:bidi="fa-IR"/>
        </w:rPr>
        <w:t xml:space="preserve"> </w:t>
      </w:r>
      <w:r w:rsidR="00160F70">
        <w:rPr>
          <w:rFonts w:hint="eastAsia"/>
          <w:rtl/>
          <w:lang w:bidi="fa-IR"/>
        </w:rPr>
        <w:t>اللّه</w:t>
      </w:r>
      <w:r w:rsidR="00160F70">
        <w:rPr>
          <w:rtl/>
          <w:lang w:bidi="fa-IR"/>
        </w:rPr>
        <w:t xml:space="preserve"> حاج ش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خ</w:t>
      </w:r>
      <w:r w:rsidR="00160F70">
        <w:rPr>
          <w:rtl/>
          <w:lang w:bidi="fa-IR"/>
        </w:rPr>
        <w:t xml:space="preserve"> بهاء الد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ن</w:t>
      </w:r>
      <w:r w:rsidR="00160F70">
        <w:rPr>
          <w:rtl/>
          <w:lang w:bidi="fa-IR"/>
        </w:rPr>
        <w:t xml:space="preserve"> محلات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برود و از طرف حضرت از ا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شان</w:t>
      </w:r>
      <w:r w:rsidR="00160F70">
        <w:rPr>
          <w:rtl/>
          <w:lang w:bidi="fa-IR"/>
        </w:rPr>
        <w:t xml:space="preserve"> تشکّر کند که از عطش جدّ بزرگوارش امام حس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ن</w:t>
      </w:r>
      <w:r w:rsidR="00160F70">
        <w:rPr>
          <w:rtl/>
          <w:lang w:bidi="fa-IR"/>
        </w:rPr>
        <w:t xml:space="preserve"> </w:t>
      </w:r>
      <w:r w:rsidR="00160F70" w:rsidRPr="00160F70">
        <w:rPr>
          <w:rStyle w:val="libAlaemChar"/>
          <w:rtl/>
        </w:rPr>
        <w:t>عليه‌السلام</w:t>
      </w:r>
      <w:r w:rsidR="00160F70">
        <w:rPr>
          <w:rtl/>
          <w:lang w:bidi="fa-IR"/>
        </w:rPr>
        <w:t xml:space="preserve"> ن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کو</w:t>
      </w:r>
      <w:r w:rsidR="00160F70">
        <w:rPr>
          <w:rtl/>
          <w:lang w:bidi="fa-IR"/>
        </w:rPr>
        <w:t xml:space="preserve"> 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اد</w:t>
      </w:r>
      <w:r w:rsidR="00160F70">
        <w:rPr>
          <w:rtl/>
          <w:lang w:bidi="fa-IR"/>
        </w:rPr>
        <w:t xml:space="preserve"> کرده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خادم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 از نماز صبح به منزل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محلاّت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پرسد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چه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نداده ام.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مراتب تقد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تشکّر حضرت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معروض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دارد،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محلات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شدت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مهمان بودم، غذا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خوردم، به منزل آمدم، خانواده استراحت کرده بود، نخواستم مزاحم خانواده شوم،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تشنه بودم،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 در اثر شدّت تشنگ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شدم، به سراغ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خچال</w:t>
      </w:r>
      <w:r>
        <w:rPr>
          <w:rtl/>
          <w:lang w:bidi="fa-IR"/>
        </w:rPr>
        <w:t xml:space="preserve"> رفتم، آب خنک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عطش سالار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افتادم، در کنار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خچال</w:t>
      </w:r>
      <w:r>
        <w:rPr>
          <w:rtl/>
          <w:lang w:bidi="fa-IR"/>
        </w:rPr>
        <w:t xml:space="preserve"> مدّت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عطش آن حضرت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به خواب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محلاّت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و 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ماً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تشکّر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او هرگز به احد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مکتوم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ماند، </w:t>
      </w:r>
      <w:r>
        <w:rPr>
          <w:rtl/>
          <w:lang w:bidi="fa-IR"/>
        </w:rPr>
        <w:lastRenderedPageBreak/>
        <w:t>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خواب حاج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آمده،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خواب را مطرح کند وعنا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حضرت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عطش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منتشر شود.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بهاء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محلات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سال 1313 قمر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نجف متولّد شد. در محضر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اصفهان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عراق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محمدکاظم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بالاتر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درجه اجتهاد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ده،</w:t>
      </w:r>
      <w:r>
        <w:rPr>
          <w:rtl/>
          <w:lang w:bidi="fa-IR"/>
        </w:rPr>
        <w:t xml:space="preserve"> به سال 1349 قمر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tl/>
          <w:lang w:bidi="fa-IR"/>
        </w:rPr>
        <w:t xml:space="preserve"> بازگشت. پس از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ارتحال</w:t>
      </w:r>
      <w:r>
        <w:rPr>
          <w:rtl/>
          <w:lang w:bidi="fa-IR"/>
        </w:rPr>
        <w:t xml:space="preserve">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بروجرد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ارجاع دادند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بر خلاف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باطن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به چاپ رساله ناگز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مرجع 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قدر</w:t>
      </w:r>
      <w:r>
        <w:rPr>
          <w:rtl/>
          <w:lang w:bidi="fa-IR"/>
        </w:rPr>
        <w:t xml:space="preserve"> سرانجام در مردادماه 1360 برابر 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قعده</w:t>
      </w:r>
      <w:r>
        <w:rPr>
          <w:rtl/>
          <w:lang w:bidi="fa-IR"/>
        </w:rPr>
        <w:t xml:space="preserve"> الحرام 1401 قمر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درگذشت و در کنار قبر پدر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اکانش</w:t>
      </w:r>
      <w:r>
        <w:rPr>
          <w:rtl/>
          <w:lang w:bidi="fa-IR"/>
        </w:rPr>
        <w:t xml:space="preserve"> در حرم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ابن حمزه به خاک سپرده 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شرح</w:t>
      </w:r>
      <w:r>
        <w:rPr>
          <w:rtl/>
          <w:lang w:bidi="fa-IR"/>
        </w:rPr>
        <w:t xml:space="preserve"> حال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منابع فراوان، از جمله: «مرد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از خطه فارس» به قلم زنده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داود الهام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ثبت شده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فرزند</w:t>
      </w:r>
      <w:r>
        <w:rPr>
          <w:rtl/>
          <w:lang w:bidi="fa-IR"/>
        </w:rPr>
        <w:t xml:space="preserve"> برومندش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مجد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محلات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(1304 _ 1379 شمس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از مفاخر عصر بودند و مدرسه 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حضرت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 در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آثار وجود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بزرگوار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AA6959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برادر</w:t>
      </w:r>
      <w:r>
        <w:rPr>
          <w:rtl/>
          <w:lang w:bidi="fa-IR"/>
        </w:rPr>
        <w:t xml:space="preserve"> بزرگوارش مرحوم جلال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زاده (1330 _ 1422 قمر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رجال برجسته و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السّلف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محلات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</w:t>
      </w:r>
    </w:p>
    <w:p w:rsidR="00160F70" w:rsidRDefault="00AA6959" w:rsidP="00AA6959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AA6959">
      <w:pPr>
        <w:pStyle w:val="Heading1"/>
        <w:rPr>
          <w:rtl/>
          <w:lang w:bidi="fa-IR"/>
        </w:rPr>
      </w:pPr>
      <w:bookmarkStart w:id="71" w:name="_Toc525386442"/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با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سالار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bookmarkEnd w:id="71"/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هفتم 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الاول 1422 قمر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برابر 10/3/1380 شمس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منزل صد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ارجمند جناب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توانا حضرت حجه الاسلام والمسلم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آل طه، از مرحوم حاج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محدّث زاده (فرزند محدّث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نقل کردند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از مرحوم محقق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کرد که من مکرر به کربلا مشر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شده بودم.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سفرها به محضر مقدس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عرض کردم: مولاجان! من تاکنون به کربلا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آمدم و حوا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محضر مقدستان تقاضا نمودم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فقط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حاجت دارم و آن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تشرّف به محضر مقدس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ولو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لحظه.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به سمت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پا مشرّف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مشاهده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شخص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بزرگوار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اکبر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است و شخص بزرگوار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عقب تر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و زائران را به محضر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تقد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با اشاره سر تأ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بزرگوار به 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عظمت و با ابهّت بوده که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محقق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خکوب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به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وجه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قدم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جلوتر بگذارد.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محقق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محو جمال آن حضرت بوده متوجه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توجه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ندارند و از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غافل هستند.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آنگاه</w:t>
      </w:r>
      <w:r>
        <w:rPr>
          <w:rtl/>
          <w:lang w:bidi="fa-IR"/>
        </w:rPr>
        <w:t xml:space="preserve"> آن بزرگوار حرکت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از حرم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رود،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محقق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دنبالش حرکت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هر 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دود و جستجو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به او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و متوجه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با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مولا لحظه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کعبه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مقصود و قبله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موعود تشرّف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A6959">
      <w:pPr>
        <w:pStyle w:val="Heading1"/>
        <w:rPr>
          <w:rtl/>
          <w:lang w:bidi="fa-IR"/>
        </w:rPr>
      </w:pPr>
      <w:bookmarkStart w:id="72" w:name="_Toc525386443"/>
      <w:r>
        <w:rPr>
          <w:rFonts w:hint="eastAsia"/>
          <w:rtl/>
          <w:lang w:bidi="fa-IR"/>
        </w:rPr>
        <w:t>مسجد</w:t>
      </w:r>
      <w:r>
        <w:rPr>
          <w:rtl/>
          <w:lang w:bidi="fa-IR"/>
        </w:rPr>
        <w:t xml:space="preserve"> داش آغل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bookmarkEnd w:id="72"/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مساجد معروف شهرستان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مسجد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به نام: مسجد داش آغل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سنگ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کننده.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سنگ در داخل مسجد، در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مخصوص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دارد و مشهور است که در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عاشورا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A695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مشهد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کرد: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کوچک بودم با پدرم صبح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 عاشورا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مشاهده آن سنگ به مسجد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قطرات اشک</w:t>
      </w:r>
      <w:r w:rsidR="00AA6959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از آن سنگ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قطره قطره از آن سنگ سراز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حسن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(1338 _ 1428 ق)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شانزدهم رمضان 1408 قمر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آن مسجد منبر رفته از حرمت و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مسجد سخن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گفتم، مرحوم مشهد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نام و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</w:t>
      </w:r>
      <w:r>
        <w:rPr>
          <w:rtl/>
          <w:lang w:bidi="fa-IR"/>
        </w:rPr>
        <w:lastRenderedPageBreak/>
        <w:t>اسماع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برومند، که شاعر و مدّاح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 و أباً عن جدّ در آن محلّه ساکن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باشد، از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منبر گفتند: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پنجاه سال است که من با چشمان خود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 که هر روز عاشورا صبح زود، قطرات اشک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سنگ ظاهر شده، قطره قطره از 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چکد.</w:t>
      </w:r>
      <w:r w:rsidRPr="00AA6959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A6959">
      <w:pPr>
        <w:pStyle w:val="Heading1"/>
        <w:rPr>
          <w:rtl/>
          <w:lang w:bidi="fa-IR"/>
        </w:rPr>
      </w:pPr>
      <w:bookmarkStart w:id="73" w:name="_Toc525386444"/>
      <w:r>
        <w:rPr>
          <w:rFonts w:hint="eastAsia"/>
          <w:rtl/>
          <w:lang w:bidi="fa-IR"/>
        </w:rPr>
        <w:t>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عاشورا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bookmarkEnd w:id="73"/>
      <w:r w:rsidRPr="00160F70">
        <w:rPr>
          <w:rStyle w:val="libAlaemChar"/>
          <w:rtl/>
        </w:rPr>
        <w:t xml:space="preserve"> 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1) در ترک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در حدود 25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دارد که به شدت به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عشق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ورزند،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نماز و روزه مشکل دارند.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در دهه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عاشورا 12 روز روزه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رند،</w:t>
      </w:r>
      <w:r>
        <w:rPr>
          <w:rtl/>
          <w:lang w:bidi="fa-IR"/>
        </w:rPr>
        <w:t xml:space="preserve"> به احترام عطش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،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 ها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آب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خورند، البته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عات</w:t>
      </w:r>
      <w:r>
        <w:rPr>
          <w:rtl/>
          <w:lang w:bidi="fa-IR"/>
        </w:rPr>
        <w:t xml:space="preserve">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2)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دو ماه محرم و صفر از روابط جنس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کنند،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جوان ها و تازه دامادها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نگه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3) جوانان علو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غالباً فوتبال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اند که در مقاتل آمده است که رأس مقدس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نعوذ باللّه با پا زده اند.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4) در محلّه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در تبر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سلمان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مشهد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غلامحس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بود، او</w:t>
      </w:r>
    </w:p>
    <w:p w:rsidR="00160F70" w:rsidRPr="00AA6959" w:rsidRDefault="00AA6959" w:rsidP="00AA695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AA6959" w:rsidRDefault="00160F70" w:rsidP="00AA6959">
      <w:pPr>
        <w:pStyle w:val="libFootnote0"/>
        <w:rPr>
          <w:rtl/>
          <w:lang w:bidi="fa-IR"/>
        </w:rPr>
      </w:pPr>
      <w:r>
        <w:rPr>
          <w:rtl/>
          <w:lang w:bidi="fa-IR"/>
        </w:rPr>
        <w:t>1- 1.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کرامات و حکا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پندآموز، ص 47.</w:t>
      </w:r>
    </w:p>
    <w:p w:rsidR="00160F70" w:rsidRDefault="00AA6959" w:rsidP="00AA6959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دهه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عاشورا از روز هفتم تا دوازدهم محرم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کاغذ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مغازه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از تراش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معذورم.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گفتند: مسلمان پنج روزه. 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گفتم: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365 روز معص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360 روز.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وقت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مشهد مشرّف شد و در حرم امام رضا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توبه کرد و بعد از مراجعت از مشهد مقدس تابلو زد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مغازه از تراش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معذور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</w:t>
      </w:r>
      <w:r>
        <w:rPr>
          <w:rtl/>
          <w:lang w:bidi="fa-IR"/>
        </w:rPr>
        <w:t xml:space="preserve"> ماه بعد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رفت.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حفظ</w:t>
      </w:r>
      <w:r>
        <w:rPr>
          <w:rtl/>
          <w:lang w:bidi="fa-IR"/>
        </w:rPr>
        <w:t xml:space="preserve"> 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موجب شد که توبه کند و بدون ارتکاب گناه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5) روز پنج شنبه 27 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قعده</w:t>
      </w:r>
      <w:r>
        <w:rPr>
          <w:rtl/>
          <w:lang w:bidi="fa-IR"/>
        </w:rPr>
        <w:t xml:space="preserve"> الحرام 1434 برابر 11/7/92 شمس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حضرت حجه الاسلام والمسلم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کاظم شاهرود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فرمود که در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آباد کتول مرد متد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حاج 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منتظر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وک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جدّ ما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محمود شاهرود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F1FD4" w:rsidRPr="003F1FD4">
        <w:rPr>
          <w:rStyle w:val="libAlaemChar"/>
          <w:rtl/>
        </w:rPr>
        <w:t xml:space="preserve">قدس‌سره </w:t>
      </w:r>
      <w:r>
        <w:rPr>
          <w:rtl/>
          <w:lang w:bidi="fa-IR"/>
        </w:rPr>
        <w:t>بود. من و برادر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مصطف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دنش</w:t>
      </w:r>
      <w:r>
        <w:rPr>
          <w:rtl/>
          <w:lang w:bidi="fa-IR"/>
        </w:rPr>
        <w:t xml:space="preserve"> رفته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گفت: در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ماه محرم مسافرت رفته بودم،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سفر برگشتم شب هفتم محرم الحرام بود، به مقتضا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صدد بودم که با همسرم خلوت کنم،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ادم</w:t>
      </w:r>
      <w:r>
        <w:rPr>
          <w:rtl/>
          <w:lang w:bidi="fa-IR"/>
        </w:rPr>
        <w:t xml:space="preserve"> آمد که شب قمر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هاشم است</w:t>
      </w:r>
      <w:r w:rsidRPr="00233CD7">
        <w:rPr>
          <w:rStyle w:val="libFootnotenumChar"/>
          <w:rtl/>
        </w:rPr>
        <w:t>.(1)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احترام قمر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هاشم از اطاق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رفتم و در اطاق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استراحت کردم. در عالم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شخص جل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آوردند و در خدمتشان خادم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دفتر در دست داشت، به خادم امر فرمودند که نام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>.</w:t>
      </w:r>
    </w:p>
    <w:p w:rsidR="00233CD7" w:rsidRPr="00233CD7" w:rsidRDefault="00233CD7" w:rsidP="00233CD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160F70" w:rsidRDefault="00160F70" w:rsidP="00233CD7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1- 1. در آن منطقه شب هفتم را شب حضرت ابوالفضل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و در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مجالس آن شب به دامن آن حضرت چنگ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زنند.</w:t>
      </w:r>
    </w:p>
    <w:p w:rsidR="00233CD7" w:rsidRDefault="00233CD7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خواب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شدم، نشاط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خود احساس کردم. اکنون که به سنّ هشتاد سالگ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ام، هنوز آن نشاط خاص دوران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خود احساس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233CD7">
      <w:pPr>
        <w:pStyle w:val="Heading1"/>
        <w:rPr>
          <w:rtl/>
          <w:lang w:bidi="fa-IR"/>
        </w:rPr>
      </w:pPr>
      <w:bookmarkStart w:id="74" w:name="_Toc525386445"/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اعتنا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مجالس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bookmarkEnd w:id="74"/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شنبه 30/10/85 برابر 30 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حجه الحرام 1427 قمر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حاج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صادق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پدر بزرگوارشان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(1304 1380 قمر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نقل فرمودند که ما در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ملتزم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از روز اول محرم تا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زدهم</w:t>
      </w:r>
      <w:r>
        <w:rPr>
          <w:rtl/>
          <w:lang w:bidi="fa-IR"/>
        </w:rPr>
        <w:t xml:space="preserve"> آن فقط به مجالس روضه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اگر وقت اضاف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کتاب مقتل مطالعه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طلبه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آدم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فقط در روضه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مدرسه شرکت کند، بق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ساعاتش را به درس و بحث بپردازد. حتّ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مباحثه اش را تعط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شرکت در روضه ها مانع شود.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ازدهم</w:t>
      </w:r>
      <w:r>
        <w:rPr>
          <w:rtl/>
          <w:lang w:bidi="fa-IR"/>
        </w:rPr>
        <w:t xml:space="preserve"> محرم مبتلا به درد چشم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که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سطر هم نتوانست مطالعه کند.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درد</w:t>
      </w:r>
      <w:r>
        <w:rPr>
          <w:rtl/>
          <w:lang w:bidi="fa-IR"/>
        </w:rPr>
        <w:t xml:space="preserve"> چشم او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قاً</w:t>
      </w:r>
      <w:r>
        <w:rPr>
          <w:rtl/>
          <w:lang w:bidi="fa-IR"/>
        </w:rPr>
        <w:t xml:space="preserve"> ده روز طول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داستان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داستان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استثناء در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بشر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233CD7">
      <w:pPr>
        <w:pStyle w:val="Heading1"/>
        <w:rPr>
          <w:rtl/>
          <w:lang w:bidi="fa-IR"/>
        </w:rPr>
      </w:pPr>
      <w:bookmarkStart w:id="75" w:name="_Toc525386446"/>
      <w:r>
        <w:rPr>
          <w:rFonts w:hint="eastAsia"/>
          <w:rtl/>
          <w:lang w:bidi="fa-IR"/>
        </w:rPr>
        <w:t>هشدار</w:t>
      </w:r>
      <w:r>
        <w:rPr>
          <w:rtl/>
          <w:lang w:bidi="fa-IR"/>
        </w:rPr>
        <w:t xml:space="preserve"> به روضه خوان ها</w:t>
      </w:r>
      <w:bookmarkEnd w:id="75"/>
    </w:p>
    <w:p w:rsidR="00160F70" w:rsidRDefault="00160F70" w:rsidP="00233CD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1)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وعّاظ مشهور خو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نام: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آزرم (متوفا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25/12/78 شمس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سادات محترم مراغه، روضه 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</w:t>
      </w:r>
      <w:r w:rsidR="00233CD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شب وفاتش در عالم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در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است، علّت عذاب و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به جهت نقل اخبار و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مطابق شأن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نبوده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مشاهده وضع آن روضه خوان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سال ادامه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 w:rsidRPr="00233CD7">
        <w:rPr>
          <w:rStyle w:val="libFootnotenumChar"/>
          <w:rtl/>
        </w:rPr>
        <w:t>.(1)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2)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محضر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حاج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محمدعل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کرمانشاه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فرزند 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بهبهان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صاحب مقامع الفضل،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رات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آثار ارزشمند فراوان (1144 _ 1216ق)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در عالم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گوشت نازن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بدن مبارک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پاره پاره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پرسد: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شما روضه خوان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روضه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دروغ است،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روضه 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ترک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بخوان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  <w:r w:rsidRPr="00233CD7">
        <w:rPr>
          <w:rStyle w:val="libFootnotenumChar"/>
          <w:rtl/>
        </w:rPr>
        <w:t>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233CD7">
      <w:pPr>
        <w:pStyle w:val="Heading1"/>
        <w:rPr>
          <w:rtl/>
          <w:lang w:bidi="fa-IR"/>
        </w:rPr>
      </w:pPr>
      <w:bookmarkStart w:id="76" w:name="_Toc525386447"/>
      <w:r>
        <w:rPr>
          <w:rFonts w:hint="eastAsia"/>
          <w:rtl/>
          <w:lang w:bidi="fa-IR"/>
        </w:rPr>
        <w:t>هشدار</w:t>
      </w:r>
      <w:r>
        <w:rPr>
          <w:rtl/>
          <w:lang w:bidi="fa-IR"/>
        </w:rPr>
        <w:t xml:space="preserve"> به وعّاظ و خطباء</w:t>
      </w:r>
      <w:bookmarkEnd w:id="76"/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1)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محمدکاظم قزو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(1348 _ 1415 قمر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که در کربلا واعظ معروف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روضه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و مجالس گرم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به او فرزند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که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باهوش بود، به مدرسه رفت، دانشگاه را تمام کرد و پزشک 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کربلا مطبّ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 کرد و به عنوان افتتاح مطبّ جشن مفصّل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گرفت.</w:t>
      </w:r>
    </w:p>
    <w:p w:rsidR="00160F70" w:rsidRPr="00233CD7" w:rsidRDefault="00233CD7" w:rsidP="00233CD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160F70" w:rsidRDefault="00160F70" w:rsidP="00233CD7">
      <w:pPr>
        <w:pStyle w:val="libFootnote0"/>
        <w:rPr>
          <w:rtl/>
          <w:lang w:bidi="fa-IR"/>
        </w:rPr>
      </w:pPr>
      <w:r>
        <w:rPr>
          <w:rtl/>
          <w:lang w:bidi="fa-IR"/>
        </w:rPr>
        <w:t>1- 1.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کرامات و حکا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پندآموز، ص 47.</w:t>
      </w:r>
    </w:p>
    <w:p w:rsidR="00160F70" w:rsidRDefault="00160F70" w:rsidP="00233CD7">
      <w:pPr>
        <w:pStyle w:val="libFootnote0"/>
        <w:rPr>
          <w:rtl/>
          <w:lang w:bidi="fa-IR"/>
        </w:rPr>
      </w:pPr>
      <w:r>
        <w:rPr>
          <w:rtl/>
          <w:lang w:bidi="fa-IR"/>
        </w:rPr>
        <w:t>2- 2. همان، ص 48.</w:t>
      </w:r>
    </w:p>
    <w:p w:rsidR="00160F70" w:rsidRDefault="00233CD7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دوستان</w:t>
      </w:r>
      <w:r w:rsidR="00160F70">
        <w:rPr>
          <w:rtl/>
          <w:lang w:bidi="fa-IR"/>
        </w:rPr>
        <w:t xml:space="preserve"> پدر و پسر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آمدند، گُل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آوردند و تبر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ک</w:t>
      </w:r>
      <w:r w:rsidR="00160F70">
        <w:rPr>
          <w:rtl/>
          <w:lang w:bidi="fa-IR"/>
        </w:rPr>
        <w:t xml:space="preserve">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گفتند و برخ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از شعرا ن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ز</w:t>
      </w:r>
      <w:r w:rsidR="00160F70">
        <w:rPr>
          <w:rtl/>
          <w:lang w:bidi="fa-IR"/>
        </w:rPr>
        <w:t xml:space="preserve"> اشعار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سروده بودند و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خواندند.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پدر</w:t>
      </w:r>
      <w:r>
        <w:rPr>
          <w:rtl/>
          <w:lang w:bidi="fa-IR"/>
        </w:rPr>
        <w:t xml:space="preserve"> دکتر که شخص محترم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مرتبه جمله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که همه برآشفتند، او با وقاحت تمام گفت: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الحمد</w:t>
      </w:r>
      <w:r>
        <w:rPr>
          <w:rtl/>
          <w:lang w:bidi="fa-IR"/>
        </w:rPr>
        <w:t xml:space="preserve"> للّه بنده زاده دکتر شد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پول گدا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!!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هنوز</w:t>
      </w:r>
      <w:r>
        <w:rPr>
          <w:rtl/>
          <w:lang w:bidi="fa-IR"/>
        </w:rPr>
        <w:t xml:space="preserve"> طن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ناهنجار سخنان زشتش در گوش حاضران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مرتبه پسرش دل درد گرفت و افتاد،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آنکه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</w:t>
      </w:r>
      <w:r>
        <w:rPr>
          <w:rtl/>
          <w:lang w:bidi="fa-IR"/>
        </w:rPr>
        <w:t xml:space="preserve"> برسد، جان سپرد و جلسه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جشن به مجلس عزا مبدّل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واعظان، خط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بان،</w:t>
      </w:r>
      <w:r>
        <w:rPr>
          <w:rtl/>
          <w:lang w:bidi="fa-IR"/>
        </w:rPr>
        <w:t xml:space="preserve"> ذاکران و مدّاحان بدانند که نوکر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درِ خانه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 تاج و تخت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سلاط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جهان برتر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2) در تبر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واعظ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به نام حاج ملاّ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ز،</w:t>
      </w:r>
      <w:r>
        <w:rPr>
          <w:rtl/>
          <w:lang w:bidi="fa-IR"/>
        </w:rPr>
        <w:t xml:space="preserve"> که ما پسرش مرحوم حاج ملاعل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اکبر را درک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ارجمند مرحوم حاج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محمود وحدت، از وعّاظ محترم آذر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تهران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که مرحوم حاج ملاّعز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چهارشنبه در خانه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روضه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خواند، که در نقطه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دوردست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و تعداد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رزنان</w:t>
      </w:r>
      <w:r>
        <w:rPr>
          <w:rtl/>
          <w:lang w:bidi="fa-IR"/>
        </w:rPr>
        <w:t xml:space="preserve"> در آن شرکت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روز چهارشنبه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ماه 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حجه الح</w:t>
      </w:r>
      <w:r>
        <w:rPr>
          <w:rFonts w:hint="eastAsia"/>
          <w:rtl/>
          <w:lang w:bidi="fa-IR"/>
        </w:rPr>
        <w:t>رام</w:t>
      </w:r>
      <w:r>
        <w:rPr>
          <w:rtl/>
          <w:lang w:bidi="fa-IR"/>
        </w:rPr>
        <w:t xml:space="preserve"> حاج ملاعز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صاحب خانه گفت: منزل شما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دور است و جمع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هم 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ماه محرم فرا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رسد، من مجالس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روضه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منزل شما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دست بدهم،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 از هفته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من معذور هستم.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تصادفاً</w:t>
      </w:r>
      <w:r>
        <w:rPr>
          <w:rtl/>
          <w:lang w:bidi="fa-IR"/>
        </w:rPr>
        <w:t xml:space="preserve"> صاحب خانه که شخص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بود، آن هفته پول نداشت که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تقد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کند و لذا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زنانه که «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ل»</w:t>
      </w:r>
      <w:r>
        <w:rPr>
          <w:rtl/>
          <w:lang w:bidi="fa-IR"/>
        </w:rPr>
        <w:t xml:space="preserve"> نام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پول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تقد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کرد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حاج ملاّ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نوکر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که روزها همراه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آمد، دمِ درِ مساجد و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 اسب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نگه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و شب ها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فانوس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اول محرم فرا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از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مسجد و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سراغ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امدند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نوکر</w:t>
      </w:r>
      <w:r>
        <w:rPr>
          <w:rtl/>
          <w:lang w:bidi="fa-IR"/>
        </w:rPr>
        <w:t xml:space="preserve"> آمد که امشب مجالس را از کجا شروع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گفت: امشب حال ندارم، از فردا شب شروع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تا شب دوم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سراغ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حفظ آبرو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که نگو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دعوت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ندارد، از شهر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رفت،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روستاها رفت و گفت: من امسال آمدم دهه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عاشورا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روضه بخوانم.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اهل</w:t>
      </w:r>
      <w:r>
        <w:rPr>
          <w:rtl/>
          <w:lang w:bidi="fa-IR"/>
        </w:rPr>
        <w:t xml:space="preserve"> روستا که او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شناختند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دانستند که مردم در شهر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شکنند،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خوشحال شدند، مسجد را مه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کردند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شب دوم محرم را در آنجا منبر رفت. در منزل کدخدا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محلّ اقامت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دادند.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اج</w:t>
      </w:r>
      <w:r>
        <w:rPr>
          <w:rtl/>
          <w:lang w:bidi="fa-IR"/>
        </w:rPr>
        <w:t xml:space="preserve"> به دستشو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کرد، از اطاق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آمد، آفتابه را برداشت،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مرتبه سگ به او حمله کرد، هر چه خواست با آفتابه از خود دفاع کند، امکان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 به گودال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غلّه در دهات معمول بود، افتاد.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عروس</w:t>
      </w:r>
      <w:r>
        <w:rPr>
          <w:rtl/>
          <w:lang w:bidi="fa-IR"/>
        </w:rPr>
        <w:t xml:space="preserve"> خانه با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شد، با لباس خواب به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آمد که سگ را از مهمان دفع کند،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مهمان به گودال افتاده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دستش</w:t>
      </w:r>
      <w:r>
        <w:rPr>
          <w:rtl/>
          <w:lang w:bidi="fa-IR"/>
        </w:rPr>
        <w:t xml:space="preserve"> را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چادر به طرف مهمان دراز کرد که او را از گودال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آورد، زورش نرس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خود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گودال افتاد.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کدخدا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شد، از اطاق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مهمان و عروس خانه در گودال افتاده اند، بدون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در مورد ماجرا پرس و جو کند، مهمان را از گودال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آورد</w:t>
      </w:r>
      <w:r>
        <w:rPr>
          <w:rtl/>
          <w:lang w:bidi="fa-IR"/>
        </w:rPr>
        <w:t xml:space="preserve"> و گفت: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الآن لباس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بپوش و از دِه خارج شو.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مرحوم</w:t>
      </w:r>
      <w:r>
        <w:rPr>
          <w:rtl/>
          <w:lang w:bidi="fa-IR"/>
        </w:rPr>
        <w:t xml:space="preserve"> ملاّ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که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شهر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 متوجّه شد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چوب از کجا به او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است، به منزل رفته، آن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را برداشت، به خانه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رزن</w:t>
      </w:r>
      <w:r>
        <w:rPr>
          <w:rtl/>
          <w:lang w:bidi="fa-IR"/>
        </w:rPr>
        <w:t xml:space="preserve"> رفت،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را به او پس داد و گفت: مرا حلال کن، من اشتباه کردم، تا زنده هستم هرگز روضه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را تعط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نخواهم کرد.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منزل بازگشت،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مراجعه کننده ها از مساجد و تکا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روان شدند که چرا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شب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ما همه منتظر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او طبق روال همه ساله به مساجد و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 رفت و مجالس را اداره کرد و تأد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E52E50">
      <w:pPr>
        <w:pStyle w:val="Heading1"/>
        <w:rPr>
          <w:rtl/>
          <w:lang w:bidi="fa-IR"/>
        </w:rPr>
      </w:pPr>
      <w:bookmarkStart w:id="77" w:name="_Toc525386448"/>
      <w:r>
        <w:rPr>
          <w:rFonts w:hint="eastAsia"/>
          <w:rtl/>
          <w:lang w:bidi="fa-IR"/>
        </w:rPr>
        <w:t>عروس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شب عاشورا</w:t>
      </w:r>
      <w:bookmarkEnd w:id="77"/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منطقه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سکمن آباد شهرستان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مردم آن منطقه در ماه محرّم بنا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گذارند و عمداً شب عاشورا را شب زفاف انتخاب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ناگهان شبانه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عروس و داماد و قسمت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اغنام و احشام و چند نفر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با خود برده و هلاک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  <w:r w:rsidRPr="00E52E50">
        <w:rPr>
          <w:rStyle w:val="libFootnotenumChar"/>
          <w:rtl/>
        </w:rPr>
        <w:t>(1)</w:t>
      </w:r>
    </w:p>
    <w:p w:rsidR="00160F70" w:rsidRDefault="00E52E5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E52E50">
      <w:pPr>
        <w:pStyle w:val="Heading1"/>
        <w:rPr>
          <w:rtl/>
          <w:lang w:bidi="fa-IR"/>
        </w:rPr>
      </w:pPr>
      <w:bookmarkStart w:id="78" w:name="_Toc525386449"/>
      <w:r>
        <w:rPr>
          <w:rFonts w:hint="eastAsia"/>
          <w:rtl/>
          <w:lang w:bidi="fa-IR"/>
        </w:rPr>
        <w:t>اظهار</w:t>
      </w:r>
      <w:r>
        <w:rPr>
          <w:rtl/>
          <w:lang w:bidi="fa-IR"/>
        </w:rPr>
        <w:t xml:space="preserve"> شاد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روز عاشورا</w:t>
      </w:r>
      <w:bookmarkEnd w:id="78"/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ملاعبّاس روضه خوان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در روستا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حان</w:t>
      </w:r>
      <w:r>
        <w:rPr>
          <w:rtl/>
          <w:lang w:bidi="fa-IR"/>
        </w:rPr>
        <w:t xml:space="preserve"> لو»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اشرار روز عاشورا اظهار شاد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مردم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خندان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Pr="00E52E50" w:rsidRDefault="00E52E50" w:rsidP="00E52E5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160F70" w:rsidRDefault="00160F70" w:rsidP="00E52E50">
      <w:pPr>
        <w:pStyle w:val="libFootnote0"/>
        <w:rPr>
          <w:rtl/>
          <w:lang w:bidi="fa-IR"/>
        </w:rPr>
      </w:pPr>
      <w:r>
        <w:rPr>
          <w:rtl/>
          <w:lang w:bidi="fa-IR"/>
        </w:rPr>
        <w:t>1- 1.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کرامات و حکا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پندآموز، ص 43.</w:t>
      </w:r>
    </w:p>
    <w:p w:rsidR="00160F70" w:rsidRDefault="00E52E5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او</w:t>
      </w:r>
      <w:r w:rsidR="00160F70">
        <w:rPr>
          <w:rtl/>
          <w:lang w:bidi="fa-IR"/>
        </w:rPr>
        <w:t xml:space="preserve"> اسب خود را جولان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داد و مردم را به خنده وام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داشت.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چند</w:t>
      </w:r>
      <w:r>
        <w:rPr>
          <w:rtl/>
          <w:lang w:bidi="fa-IR"/>
        </w:rPr>
        <w:t xml:space="preserve"> روز بعد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شد و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رفت.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او را در قبر نهادند، قبر آتش گرفت و شعله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سبزرنگ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قبر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روحان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محل دستور داد که قبر را باز کنند،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 کردند،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که جنازه کاملاً سوخته و خاکستر شده است.</w:t>
      </w:r>
      <w:r w:rsidRPr="00E52E50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E52E50">
      <w:pPr>
        <w:pStyle w:val="Heading1"/>
        <w:rPr>
          <w:rtl/>
          <w:lang w:bidi="fa-IR"/>
        </w:rPr>
      </w:pPr>
      <w:bookmarkStart w:id="79" w:name="_Toc525386450"/>
      <w:r>
        <w:rPr>
          <w:rFonts w:hint="eastAsia"/>
          <w:rtl/>
          <w:lang w:bidi="fa-IR"/>
        </w:rPr>
        <w:t>مسخره</w:t>
      </w:r>
      <w:r>
        <w:rPr>
          <w:rtl/>
          <w:lang w:bidi="fa-IR"/>
        </w:rPr>
        <w:t xml:space="preserve"> عزاداران در روز عاشورا</w:t>
      </w:r>
      <w:bookmarkEnd w:id="79"/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1)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اشرار در روز عاشورا عزاداران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مسخره کرد و به خانه رفت.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خانه قور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تنور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آورد، در کنار تنور نهاد، سپس خم شد که ظرف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تنور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اورد،</w:t>
      </w:r>
      <w:r>
        <w:rPr>
          <w:rtl/>
          <w:lang w:bidi="fa-IR"/>
        </w:rPr>
        <w:t xml:space="preserve"> لوله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چشمش فرو رفت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کور شد.</w:t>
      </w:r>
      <w:r w:rsidRPr="00E52E50">
        <w:rPr>
          <w:rStyle w:val="libFootnotenumChar"/>
          <w:rtl/>
        </w:rPr>
        <w:t>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2)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عزاداران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جسارت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به خانه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گنجشک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مقابل پنجره نشسته، سرن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را از کمرش درم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و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گنجشک پرتاب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سرن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</w:t>
      </w:r>
      <w:r>
        <w:rPr>
          <w:rtl/>
          <w:lang w:bidi="fa-IR"/>
        </w:rPr>
        <w:t xml:space="preserve"> برخورد کرده،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 و به چشم او فرو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و او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کور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  <w:r w:rsidRPr="001660BF">
        <w:rPr>
          <w:rStyle w:val="libFootnotenumChar"/>
          <w:rtl/>
        </w:rPr>
        <w:t>(3)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3) پل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گستاخ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شهرستان ماکو، روز عاشورا مزاحم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أت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</w:t>
      </w:r>
    </w:p>
    <w:p w:rsidR="00160F70" w:rsidRPr="001660BF" w:rsidRDefault="001660BF" w:rsidP="001660B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</w:t>
      </w:r>
    </w:p>
    <w:p w:rsidR="00160F70" w:rsidRDefault="00160F70" w:rsidP="001660BF">
      <w:pPr>
        <w:pStyle w:val="libFootnote0"/>
        <w:rPr>
          <w:rtl/>
          <w:lang w:bidi="fa-IR"/>
        </w:rPr>
      </w:pPr>
      <w:r>
        <w:rPr>
          <w:rtl/>
          <w:lang w:bidi="fa-IR"/>
        </w:rPr>
        <w:t>1- 1. همان، ص 45.</w:t>
      </w:r>
    </w:p>
    <w:p w:rsidR="00160F70" w:rsidRDefault="00160F70" w:rsidP="001660BF">
      <w:pPr>
        <w:pStyle w:val="libFootnote0"/>
        <w:rPr>
          <w:rtl/>
          <w:lang w:bidi="fa-IR"/>
        </w:rPr>
      </w:pPr>
      <w:r>
        <w:rPr>
          <w:rtl/>
          <w:lang w:bidi="fa-IR"/>
        </w:rPr>
        <w:t>2- 2. همان.</w:t>
      </w:r>
    </w:p>
    <w:p w:rsidR="00160F70" w:rsidRDefault="00160F70" w:rsidP="001660BF">
      <w:pPr>
        <w:pStyle w:val="libFootnote0"/>
        <w:rPr>
          <w:rtl/>
          <w:lang w:bidi="fa-IR"/>
        </w:rPr>
      </w:pPr>
      <w:r>
        <w:rPr>
          <w:rtl/>
          <w:lang w:bidi="fa-IR"/>
        </w:rPr>
        <w:t>3- 3. همان، ص 46.</w:t>
      </w:r>
    </w:p>
    <w:p w:rsidR="00160F70" w:rsidRDefault="001660BF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و</w:t>
      </w:r>
      <w:r w:rsidR="00160F70">
        <w:rPr>
          <w:rtl/>
          <w:lang w:bidi="fa-IR"/>
        </w:rPr>
        <w:t xml:space="preserve"> مانع عزادار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شود. ظهر که به خانه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رود، برا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رفع حاجت آفتابه را برداشته به سو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دستشو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رود. ناگهان سر چاه فرو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ر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زد</w:t>
      </w:r>
      <w:r w:rsidR="00160F70">
        <w:rPr>
          <w:rtl/>
          <w:lang w:bidi="fa-IR"/>
        </w:rPr>
        <w:t xml:space="preserve"> و او به داخل چاه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افتد. هر چه فر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اد</w:t>
      </w:r>
      <w:r w:rsidR="00160F70">
        <w:rPr>
          <w:rtl/>
          <w:lang w:bidi="fa-IR"/>
        </w:rPr>
        <w:t xml:space="preserve">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کشد، صدا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ش</w:t>
      </w:r>
      <w:r w:rsidR="00160F70">
        <w:rPr>
          <w:rtl/>
          <w:lang w:bidi="fa-IR"/>
        </w:rPr>
        <w:t xml:space="preserve"> را کس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نم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شنود. هر چه تکان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خورد، پا</w:t>
      </w:r>
      <w:r w:rsidR="00160F70">
        <w:rPr>
          <w:rFonts w:hint="cs"/>
          <w:rtl/>
          <w:lang w:bidi="fa-IR"/>
        </w:rPr>
        <w:t>یی</w:t>
      </w:r>
      <w:r w:rsidR="00160F70">
        <w:rPr>
          <w:rFonts w:hint="eastAsia"/>
          <w:rtl/>
          <w:lang w:bidi="fa-IR"/>
        </w:rPr>
        <w:t>ن</w:t>
      </w:r>
      <w:r w:rsidR="00160F70">
        <w:rPr>
          <w:rtl/>
          <w:lang w:bidi="fa-IR"/>
        </w:rPr>
        <w:t xml:space="preserve"> تر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رود و مقدار ز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اد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از فضولات و</w:t>
      </w:r>
      <w:r w:rsidR="00160F70">
        <w:rPr>
          <w:rFonts w:hint="eastAsia"/>
          <w:rtl/>
          <w:lang w:bidi="fa-IR"/>
        </w:rPr>
        <w:t>ارد</w:t>
      </w:r>
      <w:r w:rsidR="00160F70">
        <w:rPr>
          <w:rtl/>
          <w:lang w:bidi="fa-IR"/>
        </w:rPr>
        <w:t xml:space="preserve"> دهانش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شود.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آنجا</w:t>
      </w:r>
      <w:r>
        <w:rPr>
          <w:rtl/>
          <w:lang w:bidi="fa-IR"/>
        </w:rPr>
        <w:t xml:space="preserve"> به اشتباه خود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برد، توبه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عرض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کند: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مقدار که نجاست خوردم مرا بس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آن هنگام اهل خانه خبردار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او را نجات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دهند.</w:t>
      </w:r>
      <w:r w:rsidRPr="001660BF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4) روز عاشورا مردم مشغول عزادار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بودند،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فراز شتر نشسته عزاداران را مسخره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در آن هنگام شتر سرش را بلند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او را بر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کوبد و با دهانش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کشد. سپس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گذارد تا لِه کند.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مرد به اشتباه خود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و با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بلند، بانگ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  <w:r>
        <w:rPr>
          <w:rtl/>
          <w:lang w:bidi="fa-IR"/>
        </w:rPr>
        <w:t xml:space="preserve">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آورد، شتر او را رها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مرد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جبران اشتباه خود تمام مخارج و 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مورد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عزاداران را تأم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  <w:r w:rsidRPr="001660BF">
        <w:rPr>
          <w:rStyle w:val="libFootnotenumChar"/>
          <w:rtl/>
        </w:rPr>
        <w:t>(2)</w:t>
      </w:r>
    </w:p>
    <w:p w:rsidR="00160F70" w:rsidRDefault="001660BF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1660BF">
      <w:pPr>
        <w:pStyle w:val="Heading1"/>
        <w:rPr>
          <w:rtl/>
          <w:lang w:bidi="fa-IR"/>
        </w:rPr>
      </w:pPr>
      <w:bookmarkStart w:id="80" w:name="_Toc525386451"/>
      <w:r>
        <w:rPr>
          <w:rFonts w:hint="eastAsia"/>
          <w:rtl/>
          <w:lang w:bidi="fa-IR"/>
        </w:rPr>
        <w:t>لعنت</w:t>
      </w:r>
      <w:r>
        <w:rPr>
          <w:rtl/>
          <w:lang w:bidi="fa-IR"/>
        </w:rPr>
        <w:t xml:space="preserve"> بر قاتلان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bookmarkEnd w:id="80"/>
      <w:r w:rsidRPr="00160F70">
        <w:rPr>
          <w:rStyle w:val="libAlaemChar"/>
          <w:rtl/>
        </w:rPr>
        <w:t xml:space="preserve"> 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مرد صالح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عالم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محضر مقدّس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و عرض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کند: در گذشته که 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معمول نبود، مردم پس از نوش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آب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تشنگ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افتاده، بر قاتلان شما</w:t>
      </w:r>
    </w:p>
    <w:p w:rsidR="00160F70" w:rsidRPr="001660BF" w:rsidRDefault="001660BF" w:rsidP="001660B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160F70" w:rsidRDefault="00160F70" w:rsidP="001660BF">
      <w:pPr>
        <w:pStyle w:val="libFootnote0"/>
        <w:rPr>
          <w:rtl/>
          <w:lang w:bidi="fa-IR"/>
        </w:rPr>
      </w:pPr>
      <w:r>
        <w:rPr>
          <w:rtl/>
          <w:lang w:bidi="fa-IR"/>
        </w:rPr>
        <w:t>1- 1. همان.</w:t>
      </w:r>
    </w:p>
    <w:p w:rsidR="00160F70" w:rsidRDefault="00160F70" w:rsidP="001660BF">
      <w:pPr>
        <w:pStyle w:val="libFootnote0"/>
        <w:rPr>
          <w:rtl/>
          <w:lang w:bidi="fa-IR"/>
        </w:rPr>
      </w:pPr>
      <w:r>
        <w:rPr>
          <w:rtl/>
          <w:lang w:bidi="fa-IR"/>
        </w:rPr>
        <w:t>2- 2. همان، ص 45.</w:t>
      </w:r>
    </w:p>
    <w:p w:rsidR="00160F70" w:rsidRDefault="001660BF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لعن</w:t>
      </w:r>
      <w:r w:rsidR="00160F70">
        <w:rPr>
          <w:rtl/>
          <w:lang w:bidi="fa-IR"/>
        </w:rPr>
        <w:t xml:space="preserve">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کردند و به ثواب بزرگ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نا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ل</w:t>
      </w:r>
      <w:r w:rsidR="00160F70">
        <w:rPr>
          <w:rtl/>
          <w:lang w:bidi="fa-IR"/>
        </w:rPr>
        <w:t xml:space="preserve">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شدند. اکنون مصرف آب کم شده و از آن ف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ض</w:t>
      </w:r>
      <w:r w:rsidR="00160F70">
        <w:rPr>
          <w:rtl/>
          <w:lang w:bidi="fa-IR"/>
        </w:rPr>
        <w:t xml:space="preserve"> بزرگ محروم شده ا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م</w:t>
      </w:r>
      <w:r w:rsidR="00160F70"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پس از صرف هر نوش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موجب تسک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عطش گردد،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ما موجب ثواب و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 xml:space="preserve"> است.</w:t>
      </w:r>
      <w:r w:rsidRPr="001660BF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60BF">
      <w:pPr>
        <w:pStyle w:val="Heading1"/>
        <w:rPr>
          <w:rtl/>
          <w:lang w:bidi="fa-IR"/>
        </w:rPr>
      </w:pPr>
      <w:bookmarkStart w:id="81" w:name="_Toc525386452"/>
      <w:r>
        <w:rPr>
          <w:rFonts w:hint="eastAsia"/>
          <w:rtl/>
          <w:lang w:bidi="fa-IR"/>
        </w:rPr>
        <w:t>سکه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 به نام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زد</w:t>
      </w:r>
      <w:bookmarkEnd w:id="81"/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فروپاش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وعّاظ معروف آذر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قم به آذربا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tl/>
          <w:lang w:bidi="fa-IR"/>
        </w:rPr>
        <w:t xml:space="preserve"> رفت و پس از آمدن گفت: در طول هفتاد سال (از زمان استال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تا فروپاش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خدا در روس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فراموش شده،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فراموش نشده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حاج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صادق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محمد کاظم قزو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F1FD4" w:rsidRPr="003F1FD4">
        <w:rPr>
          <w:rStyle w:val="libAlaemChar"/>
          <w:rtl/>
        </w:rPr>
        <w:t xml:space="preserve">قدس‌سره </w:t>
      </w:r>
      <w:r>
        <w:rPr>
          <w:rtl/>
          <w:lang w:bidi="fa-IR"/>
        </w:rPr>
        <w:t>نقل فرمود که گفته بود: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سکّه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خداوند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زده،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خودش نزده است.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شب چهارشنبه 3/4/88 برابر اوّل رجب 1430 قمر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پس از نقل جمله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فوق فرمودند: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من</w:t>
      </w:r>
      <w:r>
        <w:rPr>
          <w:rtl/>
          <w:lang w:bidi="fa-IR"/>
        </w:rPr>
        <w:t xml:space="preserve"> چهل سال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عالم سنّ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بحث کردم، پس از استدلال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فراوان به او گفتم: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دارم که اگر از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درست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کنم، اهل بهشت خواهم بود،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آنها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روانشان</w:t>
      </w:r>
      <w:r>
        <w:rPr>
          <w:rtl/>
          <w:lang w:bidi="fa-IR"/>
        </w:rPr>
        <w:t xml:space="preserve"> بهشت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مطلب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3B3682" w:rsidRPr="003B3682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تضم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</w:p>
    <w:p w:rsidR="00160F70" w:rsidRPr="001660BF" w:rsidRDefault="001660BF" w:rsidP="001660B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160F70" w:rsidRDefault="00160F70" w:rsidP="001660BF">
      <w:pPr>
        <w:pStyle w:val="libFootnote0"/>
        <w:rPr>
          <w:rtl/>
          <w:lang w:bidi="fa-IR"/>
        </w:rPr>
      </w:pPr>
      <w:r>
        <w:rPr>
          <w:rtl/>
          <w:lang w:bidi="fa-IR"/>
        </w:rPr>
        <w:t>1- 1.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کرامات و حکا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پندآموز، ص 43.</w:t>
      </w:r>
    </w:p>
    <w:p w:rsidR="001660BF" w:rsidRDefault="001660BF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کرده</w:t>
      </w:r>
      <w:r>
        <w:rPr>
          <w:rtl/>
          <w:lang w:bidi="fa-IR"/>
        </w:rPr>
        <w:t xml:space="preserve"> و به صراحت اعلام کرده: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مثل</w:t>
      </w:r>
      <w:r>
        <w:rPr>
          <w:rtl/>
          <w:lang w:bidi="fa-IR"/>
        </w:rPr>
        <w:t xml:space="preserve"> أهل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نوح من رکبها نجا ومن تخلّف عنها غرق؛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مَثَل</w:t>
      </w:r>
      <w:r>
        <w:rPr>
          <w:rtl/>
          <w:lang w:bidi="fa-IR"/>
        </w:rPr>
        <w:t xml:space="preserve">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من مَثَل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نوح است که هر کس بر آن درآ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نجات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 xml:space="preserve"> و هر کس از آن تخلف کند، غرق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  <w:r w:rsidRPr="001660BF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هرگز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ابوحن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فه،</w:t>
      </w:r>
      <w:r>
        <w:rPr>
          <w:rtl/>
          <w:lang w:bidi="fa-IR"/>
        </w:rPr>
        <w:t xml:space="preserve"> احمد حنبل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بزرگان اهل سنت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تضم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>
        <w:rPr>
          <w:rtl/>
          <w:lang w:bidi="fa-IR"/>
        </w:rPr>
        <w:t xml:space="preserve"> </w:t>
      </w:r>
      <w:r w:rsidR="003B3682" w:rsidRPr="003B3682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نرس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مطلب راه تش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را فرارو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باز کرد.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مجلس که استاد صالح الوردان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محقّق بزرگ و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شمند</w:t>
      </w:r>
      <w:r>
        <w:rPr>
          <w:rtl/>
          <w:lang w:bidi="fa-IR"/>
        </w:rPr>
        <w:t xml:space="preserve"> سترک مصر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حضور داشت،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قزو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(1348 _ 1415 قمر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نقل فرمودند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سفر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هندوستان داشتند، پس از سخنران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معرّف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که شاعر است و در مورد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شعر گفته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مستقل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رامون</w:t>
      </w:r>
      <w:r>
        <w:rPr>
          <w:rtl/>
          <w:lang w:bidi="fa-IR"/>
        </w:rPr>
        <w:t xml:space="preserve"> حضرت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دالشهداء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دارد که چاپ شده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قزو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آدم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بود؟ شاعر هند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تعجّب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چه سوءال است؟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چه؟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پرسد: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 عاقل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بود؟ شاعر هند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عصبان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پاسخ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دهد: مگر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آسمان خوب تر و عاقل تر از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شود؟</w:t>
      </w:r>
    </w:p>
    <w:p w:rsidR="00160F70" w:rsidRPr="001660BF" w:rsidRDefault="001660BF" w:rsidP="001660B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160F70" w:rsidRDefault="00160F70" w:rsidP="001660BF">
      <w:pPr>
        <w:pStyle w:val="libFootnote0"/>
        <w:rPr>
          <w:rtl/>
          <w:lang w:bidi="fa-IR"/>
        </w:rPr>
      </w:pPr>
      <w:r>
        <w:rPr>
          <w:rtl/>
          <w:lang w:bidi="fa-IR"/>
        </w:rPr>
        <w:t>1- 1. مرحوم علامه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حامد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مجلّدات دائره المعارف بزرگ «عقبات الأنوار» را به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اختصاص داده و آن را از 92 منبع سنّ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کرده، سپس علامه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شصت منبع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بر آن افزوده، آن را از 152 منبع نقل کرده است. (م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نفحات الأزهار، 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4، ص 27_ 196)</w:t>
      </w:r>
    </w:p>
    <w:p w:rsidR="00160F70" w:rsidRDefault="001660BF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آ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ه</w:t>
      </w:r>
      <w:r w:rsidR="00160F70">
        <w:rPr>
          <w:rtl/>
          <w:lang w:bidi="fa-IR"/>
        </w:rPr>
        <w:t xml:space="preserve"> اللّه قزو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ن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فرما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د</w:t>
      </w:r>
      <w:r w:rsidR="00160F70"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چرا در صدد برن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از راه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آن را برگز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جانش را در آن راه فدا کرده است؟!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شاعر</w:t>
      </w:r>
      <w:r>
        <w:rPr>
          <w:rtl/>
          <w:lang w:bidi="fa-IR"/>
        </w:rPr>
        <w:t xml:space="preserve"> هند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حق با شماست، من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فکر کرده و تأمّل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60BF">
      <w:pPr>
        <w:pStyle w:val="Heading1"/>
        <w:rPr>
          <w:rtl/>
          <w:lang w:bidi="fa-IR"/>
        </w:rPr>
      </w:pPr>
      <w:bookmarkStart w:id="82" w:name="_Toc525386453"/>
      <w:r>
        <w:rPr>
          <w:rFonts w:hint="eastAsia"/>
          <w:rtl/>
          <w:lang w:bidi="fa-IR"/>
        </w:rPr>
        <w:t>دل</w:t>
      </w:r>
      <w:r>
        <w:rPr>
          <w:rtl/>
          <w:lang w:bidi="fa-IR"/>
        </w:rPr>
        <w:t xml:space="preserve"> سوخته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bookmarkEnd w:id="82"/>
      <w:r w:rsidRPr="00160F70">
        <w:rPr>
          <w:rStyle w:val="libAlaemChar"/>
          <w:rtl/>
        </w:rPr>
        <w:t xml:space="preserve"> 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عبدالرّحمن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الإسلام، فرزند مشهد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ساکن روستا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گوهران شهرستان خو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جدّ</w:t>
      </w:r>
      <w:r>
        <w:rPr>
          <w:rtl/>
          <w:lang w:bidi="fa-IR"/>
        </w:rPr>
        <w:t xml:space="preserve"> ما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روستا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دآباد</w:t>
      </w:r>
      <w:r>
        <w:rPr>
          <w:rtl/>
          <w:lang w:bidi="fa-IR"/>
        </w:rPr>
        <w:t xml:space="preserve"> از توابع شهرستان خو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در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تفل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و قفقاز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رود،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آنجا مقدم او را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 و به نوبت او را به مهمان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دعوت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نوبت به 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رسد، ده تن از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وارد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از صاحب خانه تقاضا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که باغچه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مخصوص صاحب خانه است و از ورود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ممانعت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به آنها نشان دهد.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صاحب</w:t>
      </w:r>
      <w:r>
        <w:rPr>
          <w:rtl/>
          <w:lang w:bidi="fa-IR"/>
        </w:rPr>
        <w:t xml:space="preserve"> خانه قبول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مهمان ها را به باغ اجازه ورود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جدّ</w:t>
      </w:r>
      <w:r>
        <w:rPr>
          <w:rtl/>
          <w:lang w:bidi="fa-IR"/>
        </w:rPr>
        <w:t xml:space="preserve"> ما در آنجا مشغول مطالعه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با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برخورد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در حقّان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مقدس اسلام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شده بود.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مطالعه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فرازها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منقلب شده به قصد تشرّف به اسلام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خود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ران،</w:t>
      </w:r>
      <w:r>
        <w:rPr>
          <w:rtl/>
          <w:lang w:bidi="fa-IR"/>
        </w:rPr>
        <w:t xml:space="preserve"> از شدّت خستگ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سرداب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تازه در آنجا گذاشته اند.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سرداب صدا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شنود، سپس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</w:t>
      </w:r>
      <w:r>
        <w:rPr>
          <w:rtl/>
          <w:lang w:bidi="fa-IR"/>
        </w:rPr>
        <w:t xml:space="preserve"> شکافته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دو عدد شمعدان طلا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و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نهاده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باز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شنود،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از طرف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</w:t>
      </w:r>
      <w:r>
        <w:rPr>
          <w:rtl/>
          <w:lang w:bidi="fa-IR"/>
        </w:rPr>
        <w:t xml:space="preserve"> شکافته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صندل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طلا نهاده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آن هنگام شخص بزرگوار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قامت متوسّط وارد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صندل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دفترچه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به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خدمتش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بودند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بو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آنها</w:t>
      </w:r>
      <w:r>
        <w:rPr>
          <w:rtl/>
          <w:lang w:bidi="fa-IR"/>
        </w:rPr>
        <w:t xml:space="preserve"> از فرق سر تا انگشتان پا را بو کرده و عرض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روز عاشورا دلش سوخته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را در دفترچه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ادداشت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جدّم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آن شخص را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خطاب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شخص آن قدر باه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بود که من از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او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هوش شدم و افتادم.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هوش آمدم،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آن حضرت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و شهادت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به من تلق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انگشت</w:t>
      </w:r>
      <w:r>
        <w:rPr>
          <w:rtl/>
          <w:lang w:bidi="fa-IR"/>
        </w:rPr>
        <w:t xml:space="preserve"> سبّابه اش را بر دوش من نهاد که اثر انگشت آن حضرت هنوز بر دوش من هست.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سرانجام</w:t>
      </w:r>
      <w:r>
        <w:rPr>
          <w:rtl/>
          <w:lang w:bidi="fa-IR"/>
        </w:rPr>
        <w:t xml:space="preserve"> او وارد خاک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شده و به شرف اسلام مشرّف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در جلفا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آذربا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tl/>
          <w:lang w:bidi="fa-IR"/>
        </w:rPr>
        <w:t xml:space="preserve"> ختنه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 و به زادگاه خود مراجعت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اظهار اسلام مورد اعتراض خانواده و مردم روستا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دآباد</w:t>
      </w:r>
      <w:r>
        <w:rPr>
          <w:rtl/>
          <w:lang w:bidi="fa-IR"/>
        </w:rPr>
        <w:t xml:space="preserve">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لذا زادگاه خود را ترک کرده در محلّه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شهانق اقامت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60B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شگفت</w:t>
      </w:r>
      <w:r>
        <w:rPr>
          <w:rtl/>
          <w:lang w:bidi="fa-IR"/>
        </w:rPr>
        <w:t xml:space="preserve">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در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نسل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اثر انگشت آن حضرت موجود</w:t>
      </w:r>
      <w:r w:rsidR="001660B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داستان،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حسن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(1338 _ 1428 قمر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 من در همان جلسه در حضور پدرش و حضّار جلسه کتف او را باز کردم و محلّ همان انگشت را در دوش او (عبدالرحمن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دالاسلام</w:t>
      </w:r>
      <w:r>
        <w:rPr>
          <w:rtl/>
          <w:lang w:bidi="fa-IR"/>
        </w:rPr>
        <w:t>) مشاهده نمودم.</w:t>
      </w:r>
      <w:r w:rsidRPr="001660BF">
        <w:rPr>
          <w:rStyle w:val="libFootnotenumChar"/>
          <w:rtl/>
        </w:rPr>
        <w:t>(1)</w:t>
      </w:r>
    </w:p>
    <w:p w:rsidR="00160F70" w:rsidRPr="001660BF" w:rsidRDefault="001660BF" w:rsidP="001660B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160F70" w:rsidRDefault="00160F70" w:rsidP="001660BF">
      <w:pPr>
        <w:pStyle w:val="libFootnote0"/>
        <w:rPr>
          <w:rtl/>
          <w:lang w:bidi="fa-IR"/>
        </w:rPr>
      </w:pPr>
      <w:r>
        <w:rPr>
          <w:rtl/>
          <w:lang w:bidi="fa-IR"/>
        </w:rPr>
        <w:t>1- 1.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کرامات و حکا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پندآموز، ص 30.</w:t>
      </w:r>
    </w:p>
    <w:p w:rsidR="001660BF" w:rsidRDefault="001660BF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5475BF">
      <w:pPr>
        <w:pStyle w:val="Heading1"/>
        <w:rPr>
          <w:rtl/>
          <w:lang w:bidi="fa-IR"/>
        </w:rPr>
      </w:pPr>
      <w:bookmarkStart w:id="83" w:name="_Toc525386454"/>
      <w:r>
        <w:rPr>
          <w:rFonts w:hint="eastAsia"/>
          <w:rtl/>
          <w:lang w:bidi="fa-IR"/>
        </w:rPr>
        <w:t>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علقمه</w:t>
      </w:r>
      <w:bookmarkEnd w:id="83"/>
    </w:p>
    <w:p w:rsidR="00160F70" w:rsidRDefault="00160F70" w:rsidP="005475BF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«علقمه»</w:t>
      </w:r>
      <w:r>
        <w:rPr>
          <w:rtl/>
          <w:lang w:bidi="fa-IR"/>
        </w:rPr>
        <w:t xml:space="preserve">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اسرارآم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شاهد صحنه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ادماندن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دلاور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ها، جانباز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ها، فداکار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ها، روشنگر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ها، حق جو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ها، حق پرست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ها، عدالت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ها، فرزانگ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ها، برازندگ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و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بوده،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خاطرات برجسته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بشر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خود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علقمه» آن 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انوس</w:t>
      </w:r>
      <w:r>
        <w:rPr>
          <w:rtl/>
          <w:lang w:bidi="fa-IR"/>
        </w:rPr>
        <w:t xml:space="preserve"> ناپ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داکرانه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کرانه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طلوع کرده، 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درس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ساز را در گوش جهان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به طن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درآورد.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انسان کامل و شخص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دوران بود که بعد از سالار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دان،</w:t>
      </w:r>
      <w:r>
        <w:rPr>
          <w:rtl/>
          <w:lang w:bidi="fa-IR"/>
        </w:rPr>
        <w:t xml:space="preserve"> در دانش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از همه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شتازتر،</w:t>
      </w:r>
      <w:r>
        <w:rPr>
          <w:rtl/>
          <w:lang w:bidi="fa-IR"/>
        </w:rPr>
        <w:t xml:space="preserve"> در اطاعت و بندگ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همه کوشاتر و در شجاعت و دلاور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همه برتر بود.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مذهب، امام به حق ناطق، حضرت جعفر صادق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آن حضرت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5475B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عباس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475BF" w:rsidRPr="005475BF">
        <w:rPr>
          <w:rStyle w:val="libAlaemChar"/>
          <w:rFonts w:eastAsiaTheme="minorHAnsi"/>
          <w:rtl/>
        </w:rPr>
        <w:t>عليهما‌السلام</w:t>
      </w:r>
      <w:r w:rsidR="005475BF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نافذ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استوار داشت.</w:t>
      </w:r>
      <w:r w:rsidRPr="005475BF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او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همه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همه امام زمانش را شناخت و پروانه وار بر گرد شمع</w:t>
      </w:r>
    </w:p>
    <w:p w:rsidR="00160F70" w:rsidRPr="005475BF" w:rsidRDefault="005475BF" w:rsidP="005475B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</w:t>
      </w:r>
    </w:p>
    <w:p w:rsidR="00160F70" w:rsidRDefault="00160F70" w:rsidP="005475BF">
      <w:pPr>
        <w:pStyle w:val="libFootnote0"/>
        <w:rPr>
          <w:rtl/>
          <w:lang w:bidi="fa-IR"/>
        </w:rPr>
      </w:pPr>
      <w:r>
        <w:rPr>
          <w:rtl/>
          <w:lang w:bidi="fa-IR"/>
        </w:rPr>
        <w:t>1- 1. ابن عنبه، عمده الطالب، ص 356.</w:t>
      </w:r>
    </w:p>
    <w:p w:rsidR="00160F70" w:rsidRDefault="005475BF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وجودش</w:t>
      </w:r>
      <w:r w:rsidR="00160F70">
        <w:rPr>
          <w:rtl/>
          <w:lang w:bidi="fa-IR"/>
        </w:rPr>
        <w:t xml:space="preserve"> گشت و در دفاع از حر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مش</w:t>
      </w:r>
      <w:r w:rsidR="00160F70">
        <w:rPr>
          <w:rtl/>
          <w:lang w:bidi="fa-IR"/>
        </w:rPr>
        <w:t xml:space="preserve"> تا پا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جان ا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ستاد</w:t>
      </w:r>
      <w:r w:rsidR="00160F70">
        <w:rPr>
          <w:rtl/>
          <w:lang w:bidi="fa-IR"/>
        </w:rPr>
        <w:t xml:space="preserve"> و نقد جانش را در طبق اخلاص نهاد و آنچه داشت، در کو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جانان پاک بباخت.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گرانما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راه حق به حال او غبطه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خورند. چنانکه حضرت فخرالسّاجد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العابد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امام سجّاد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عبّاس در نزد خداوند متعال مقام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والا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که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در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به حال او غبطه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خورند. </w:t>
      </w:r>
      <w:r w:rsidRPr="005475BF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وارث فضا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کمالات پدر بزرگوارش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رموءمنان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 که در مکتب 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پرورش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و شاگرد ممتاز خاندان عصمت و طهارت بود.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با متانت در رفتار، صداقت در گفتار و اخلاص در کردار به مقام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امام زمانش او را با مدال: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بِنَفْس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أنتَ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أخِ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؛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جانم</w:t>
      </w:r>
      <w:r>
        <w:rPr>
          <w:rtl/>
          <w:lang w:bidi="fa-IR"/>
        </w:rPr>
        <w:t xml:space="preserve"> به فدا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برادر!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مفتخر</w:t>
      </w:r>
      <w:r>
        <w:rPr>
          <w:rtl/>
          <w:lang w:bidi="fa-IR"/>
        </w:rPr>
        <w:t xml:space="preserve"> نمود.</w:t>
      </w:r>
      <w:r w:rsidRPr="005475BF">
        <w:rPr>
          <w:rStyle w:val="libFootnotenumChar"/>
          <w:rtl/>
        </w:rPr>
        <w:t>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واژگان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چون: وفا، صفا،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ثار،</w:t>
      </w:r>
      <w:r>
        <w:rPr>
          <w:rtl/>
          <w:lang w:bidi="fa-IR"/>
        </w:rPr>
        <w:t xml:space="preserve"> فتوّت، مروّت و مواسات در طول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مصداق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سرشت او استوارتر و بر قامت او راست تر بود.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امام 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صفا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مواسات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ناح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مقدّسه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کرده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سلام</w:t>
      </w:r>
      <w:r>
        <w:rPr>
          <w:rtl/>
          <w:lang w:bidi="fa-IR"/>
        </w:rPr>
        <w:t xml:space="preserve"> بر عبّاس، فرزند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رموءمنان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، که جانش را در راه مواسات با برادرش تقد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نمود،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آخرتش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بهره گرفت و جانش را در راه حما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از</w:t>
      </w:r>
    </w:p>
    <w:p w:rsidR="00160F70" w:rsidRPr="005475BF" w:rsidRDefault="005475BF" w:rsidP="005475B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160F70" w:rsidRDefault="00160F70" w:rsidP="005475BF">
      <w:pPr>
        <w:pStyle w:val="libFootnote0"/>
        <w:rPr>
          <w:rtl/>
          <w:lang w:bidi="fa-IR"/>
        </w:rPr>
      </w:pPr>
      <w:r>
        <w:rPr>
          <w:rtl/>
          <w:lang w:bidi="fa-IR"/>
        </w:rPr>
        <w:t>1- 1.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صدوق، الخصال، ج 1، ص 68.</w:t>
      </w:r>
    </w:p>
    <w:p w:rsidR="00160F70" w:rsidRDefault="00160F70" w:rsidP="005475BF">
      <w:pPr>
        <w:pStyle w:val="libFootnote0"/>
        <w:rPr>
          <w:rtl/>
          <w:lang w:bidi="fa-IR"/>
        </w:rPr>
      </w:pPr>
      <w:r>
        <w:rPr>
          <w:rtl/>
          <w:lang w:bidi="fa-IR"/>
        </w:rPr>
        <w:t>2- 2. طبر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الامم والملوک، ج 4، ص 315.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برادرش</w:t>
      </w:r>
      <w:r>
        <w:rPr>
          <w:rtl/>
          <w:lang w:bidi="fa-IR"/>
        </w:rPr>
        <w:t xml:space="preserve"> فدا نمود.</w:t>
      </w:r>
      <w:r w:rsidRPr="005475BF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ارزش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پهن</w:t>
      </w:r>
      <w:r w:rsidR="005475B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دشت کربلا و بر کرانه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«نهر علقمه»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بر واژه علقمه قداست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بر تارک صفحات زرّ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خواهد درخش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5475BF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5475BF">
      <w:pPr>
        <w:pStyle w:val="Heading1"/>
        <w:rPr>
          <w:rtl/>
          <w:lang w:bidi="fa-IR"/>
        </w:rPr>
      </w:pPr>
      <w:bookmarkStart w:id="84" w:name="_Toc525386455"/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</w:t>
      </w:r>
      <w:r>
        <w:rPr>
          <w:rtl/>
          <w:lang w:bidi="fa-IR"/>
        </w:rPr>
        <w:t xml:space="preserve"> دشمن از شهامت حضرت ابوالفضل </w:t>
      </w:r>
      <w:r w:rsidRPr="00160F70">
        <w:rPr>
          <w:rStyle w:val="libAlaemChar"/>
          <w:rtl/>
        </w:rPr>
        <w:t>عليه‌السلام</w:t>
      </w:r>
      <w:bookmarkEnd w:id="84"/>
      <w:r w:rsidRPr="00160F70">
        <w:rPr>
          <w:rStyle w:val="libAlaemChar"/>
          <w:rtl/>
        </w:rPr>
        <w:t xml:space="preserve"> 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آمده است که پرچم حضرت ابوالفضل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کربلا به غارت رفت.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کاروان غم از شام مراجعت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خواستند که اموال غارت شده را برگرداند.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دستور داد که هر کس هر چه روز عاشورا غارت کرده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اورد</w:t>
      </w:r>
      <w:r>
        <w:rPr>
          <w:rtl/>
          <w:lang w:bidi="fa-IR"/>
        </w:rPr>
        <w:t xml:space="preserve"> و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غارت شده چشمش به عَلَم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افتاد که پارچه اش کلاً سوراخ سوراخ بود و از چوبِ آن فقط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چهارانگشت سالم بود.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پرچم از آن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بود؟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گفته</w:t>
      </w:r>
      <w:r>
        <w:rPr>
          <w:rtl/>
          <w:lang w:bidi="fa-IR"/>
        </w:rPr>
        <w:t xml:space="preserve"> شد: از آنِ پرچمدار کربلا، حضرت ابوالفضل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آن قساوت قلبش از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برخاست و گفت: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برادر با برادر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مواسات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کند؟!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: چرا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قدر مبهوت شده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>!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>: مگر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صاحب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پرچم چه شهامت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همه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به او</w:t>
      </w:r>
    </w:p>
    <w:p w:rsidR="00160F70" w:rsidRPr="005475BF" w:rsidRDefault="005475BF" w:rsidP="005475B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</w:t>
      </w:r>
    </w:p>
    <w:p w:rsidR="00160F70" w:rsidRDefault="00160F70" w:rsidP="005475BF">
      <w:pPr>
        <w:pStyle w:val="libFootnote0"/>
        <w:rPr>
          <w:rtl/>
          <w:lang w:bidi="fa-IR"/>
        </w:rPr>
      </w:pPr>
      <w:r>
        <w:rPr>
          <w:rtl/>
          <w:lang w:bidi="fa-IR"/>
        </w:rPr>
        <w:t>1- 1. نگارنده، نبراس الزائر، ص 137 (ز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ناح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مقدّسه).</w:t>
      </w:r>
    </w:p>
    <w:p w:rsidR="00160F70" w:rsidRDefault="005475BF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رس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ده</w:t>
      </w:r>
      <w:r w:rsidR="00160F70">
        <w:rPr>
          <w:rtl/>
          <w:lang w:bidi="fa-IR"/>
        </w:rPr>
        <w:t xml:space="preserve"> و پرچم را رها نکرده است، تا ا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ن</w:t>
      </w:r>
      <w:r w:rsidR="00160F70">
        <w:rPr>
          <w:rtl/>
          <w:lang w:bidi="fa-IR"/>
        </w:rPr>
        <w:t xml:space="preserve"> گونه سوراخ سوراخ شده است!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قهرمان کربلا تشنه بود، سه روز بود که آب نخورده بود، با آن لب تشنه چهار هزار موکّل فرات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تنه فرار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داده بود و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دستش به آب فرات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بود، به احترام تشنگ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آب ننوش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 و با لب تشنه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آمده، همانن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پدرش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کرّار خود را به سپاه دشمن غدّار زده، صف ها را پراکنده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مقابله نبود، و لذا در پشت نخل ها 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کرده، بازوان ستبرش را قلم کردند،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بقا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دستان مبارکش پرچم را برافراشته نگه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واژه</w:t>
      </w:r>
      <w:r>
        <w:rPr>
          <w:rtl/>
          <w:lang w:bidi="fa-IR"/>
        </w:rPr>
        <w:t xml:space="preserve">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حضرت ابوالفضل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آمده که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دقت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أشْهَدُ</w:t>
      </w:r>
      <w:r>
        <w:rPr>
          <w:rtl/>
          <w:lang w:bidi="fa-IR"/>
        </w:rPr>
        <w:t xml:space="preserve"> أنَّکَ قَد بالَغْتَ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النَّص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حَه</w:t>
      </w:r>
      <w:r>
        <w:rPr>
          <w:rtl/>
          <w:lang w:bidi="fa-IR"/>
        </w:rPr>
        <w:t xml:space="preserve"> وأعْطَ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تَ</w:t>
      </w:r>
      <w:r>
        <w:rPr>
          <w:rtl/>
          <w:lang w:bidi="fa-IR"/>
        </w:rPr>
        <w:t xml:space="preserve"> غا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هَ</w:t>
      </w:r>
      <w:r>
        <w:rPr>
          <w:rtl/>
          <w:lang w:bidi="fa-IR"/>
        </w:rPr>
        <w:t xml:space="preserve"> المَجهُودِ؛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شهادت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 که تو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کمال رساند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توان را انجام 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  <w:r w:rsidRPr="005475BF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حضرت ابوالفضل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انجام داد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آن در توان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نبود.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خداوند</w:t>
      </w:r>
      <w:r>
        <w:rPr>
          <w:rtl/>
          <w:lang w:bidi="fa-IR"/>
        </w:rPr>
        <w:t xml:space="preserve"> منّان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برابر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فداکار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علاوه بر مقامات اخرو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کرامات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 حضرت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فرموده که بعد از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احد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کرامات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شمار،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نفرموده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رابطه کتاب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مستقل فراوان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شده، که به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اشاره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</w:t>
      </w:r>
    </w:p>
    <w:p w:rsidR="00160F70" w:rsidRPr="005475BF" w:rsidRDefault="005475BF" w:rsidP="005475B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160F70" w:rsidRDefault="00160F70" w:rsidP="005475BF">
      <w:pPr>
        <w:pStyle w:val="libFootnote0"/>
        <w:rPr>
          <w:rtl/>
          <w:lang w:bidi="fa-IR"/>
        </w:rPr>
      </w:pPr>
      <w:r>
        <w:rPr>
          <w:rtl/>
          <w:lang w:bidi="fa-IR"/>
        </w:rPr>
        <w:t>1- 1.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المزار، ص 18.</w:t>
      </w:r>
    </w:p>
    <w:p w:rsidR="00160F70" w:rsidRDefault="005475BF" w:rsidP="005475B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tl/>
          <w:lang w:bidi="fa-IR"/>
        </w:rPr>
        <w:lastRenderedPageBreak/>
        <w:t>1</w:t>
      </w:r>
      <w:r>
        <w:rPr>
          <w:rFonts w:hint="cs"/>
          <w:rtl/>
          <w:lang w:bidi="fa-IR"/>
        </w:rPr>
        <w:t xml:space="preserve"> -</w:t>
      </w:r>
      <w:r w:rsidR="00160F70">
        <w:rPr>
          <w:rtl/>
          <w:lang w:bidi="fa-IR"/>
        </w:rPr>
        <w:t xml:space="preserve"> چهره درخشان قمر بن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هاشم، تأل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ف</w:t>
      </w:r>
      <w:r w:rsidR="00160F70">
        <w:rPr>
          <w:rtl/>
          <w:lang w:bidi="fa-IR"/>
        </w:rPr>
        <w:t>: مرحوم عل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ربّان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خلخال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،</w:t>
      </w:r>
      <w:r w:rsidR="00160F70">
        <w:rPr>
          <w:rtl/>
          <w:lang w:bidi="fa-IR"/>
        </w:rPr>
        <w:t xml:space="preserve"> متوفا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28/9/89 برابر 13 محرم 1432 قمر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،</w:t>
      </w:r>
      <w:r w:rsidR="00160F70">
        <w:rPr>
          <w:rtl/>
          <w:lang w:bidi="fa-IR"/>
        </w:rPr>
        <w:t xml:space="preserve"> که در پنج مجلد چاپ شده و در هر مجلّد 240 کرامت از کرامات قمر بن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هاشم را به صورت مستند ثبت کرده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5475BF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5475B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حضرت ابوالفضل مظهر کمالات و کرامات،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>: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موحّد ابطح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چهار مجلّد، که سه جلد آن به چاپ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5475BF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5475B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الخصائص العبّاس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>: مرحوم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محمد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کلباس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(1259 _ 1322 شمس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که با حواش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قات</w:t>
      </w:r>
      <w:r>
        <w:rPr>
          <w:rtl/>
          <w:lang w:bidi="fa-IR"/>
        </w:rPr>
        <w:t xml:space="preserve"> مرحوم عمادزاده به چاپ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5475BF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5475B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کرامات العباس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>: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محمد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محمود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مقدّمه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نجانب</w:t>
      </w:r>
      <w:r>
        <w:rPr>
          <w:rtl/>
          <w:lang w:bidi="fa-IR"/>
        </w:rPr>
        <w:t xml:space="preserve"> منتشر شده است.</w:t>
      </w:r>
    </w:p>
    <w:p w:rsidR="00160F70" w:rsidRDefault="005475BF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5475BF">
      <w:pPr>
        <w:pStyle w:val="Heading1"/>
        <w:rPr>
          <w:rtl/>
          <w:lang w:bidi="fa-IR"/>
        </w:rPr>
      </w:pPr>
      <w:bookmarkStart w:id="85" w:name="_Toc525386456"/>
      <w:r>
        <w:rPr>
          <w:rFonts w:hint="eastAsia"/>
          <w:rtl/>
          <w:lang w:bidi="fa-IR"/>
        </w:rPr>
        <w:t>نام</w:t>
      </w:r>
      <w:r>
        <w:rPr>
          <w:rtl/>
          <w:lang w:bidi="fa-IR"/>
        </w:rPr>
        <w:t xml:space="preserve"> نام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ابوالفضل </w:t>
      </w:r>
      <w:r w:rsidRPr="00160F70">
        <w:rPr>
          <w:rStyle w:val="libAlaemChar"/>
          <w:rtl/>
        </w:rPr>
        <w:t>عليه‌السلام</w:t>
      </w:r>
      <w:bookmarkEnd w:id="85"/>
      <w:r w:rsidRPr="00160F70">
        <w:rPr>
          <w:rStyle w:val="libAlaemChar"/>
          <w:rtl/>
        </w:rPr>
        <w:t xml:space="preserve"> 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حسن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مرحوم حاج ملاّ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ملاّ زاده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(1303 _ 1387 شمس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که از روحان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پاکدل و باصفا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بود،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عالم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خدمت حضرت فاطمه زهرا </w:t>
      </w:r>
      <w:r w:rsidR="00B83331" w:rsidRPr="00B83331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شرف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شدم، حضرت به من امر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هرگز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بردن نام مبارک حضرت ابوالفضل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منبر و خطبه ات را به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نرسان.</w:t>
      </w:r>
      <w:r w:rsidRPr="005475BF">
        <w:rPr>
          <w:rStyle w:val="libFootnotenumChar"/>
          <w:rtl/>
        </w:rPr>
        <w:t>(1)</w:t>
      </w:r>
    </w:p>
    <w:p w:rsidR="00160F70" w:rsidRDefault="005475BF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5475BF">
      <w:pPr>
        <w:pStyle w:val="Heading1"/>
        <w:rPr>
          <w:rtl/>
          <w:lang w:bidi="fa-IR"/>
        </w:rPr>
      </w:pPr>
      <w:bookmarkStart w:id="86" w:name="_Toc525386457"/>
      <w:r>
        <w:rPr>
          <w:rFonts w:hint="eastAsia"/>
          <w:rtl/>
          <w:lang w:bidi="fa-IR"/>
        </w:rPr>
        <w:t>دفع</w:t>
      </w:r>
      <w:r>
        <w:rPr>
          <w:rtl/>
          <w:lang w:bidi="fa-IR"/>
        </w:rPr>
        <w:t xml:space="preserve"> بلا با گلبانگ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ابالفضل</w:t>
      </w:r>
      <w:bookmarkEnd w:id="86"/>
    </w:p>
    <w:p w:rsidR="00160F70" w:rsidRPr="005475BF" w:rsidRDefault="005475BF" w:rsidP="005475B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160F70" w:rsidRDefault="00160F70" w:rsidP="005475BF">
      <w:pPr>
        <w:pStyle w:val="libFootnote0"/>
        <w:rPr>
          <w:rtl/>
          <w:lang w:bidi="fa-IR"/>
        </w:rPr>
      </w:pPr>
      <w:r>
        <w:rPr>
          <w:rtl/>
          <w:lang w:bidi="fa-IR"/>
        </w:rPr>
        <w:t>1- 1.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کرامات و حکا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پندآموز، ص 62.</w:t>
      </w:r>
    </w:p>
    <w:p w:rsidR="00160F70" w:rsidRDefault="005475BF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مرحوم</w:t>
      </w:r>
      <w:r w:rsidR="00160F70">
        <w:rPr>
          <w:rtl/>
          <w:lang w:bidi="fa-IR"/>
        </w:rPr>
        <w:t xml:space="preserve"> ش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خ</w:t>
      </w:r>
      <w:r w:rsidR="00160F70">
        <w:rPr>
          <w:rtl/>
          <w:lang w:bidi="fa-IR"/>
        </w:rPr>
        <w:t xml:space="preserve"> حسن بص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ر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از مرحوم حاج مهد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اخرو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نقل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کند که گفت: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احداث جاده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اروم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گردنه قوشج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همشهر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مواجه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سخت وحشت زده بودند.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از آنها که از خانواده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بود، دست مرا گرفت و گفت: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کرامت حضرت ابوالفضل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. سپس گفت: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اتوبوس</w:t>
      </w:r>
      <w:r>
        <w:rPr>
          <w:rtl/>
          <w:lang w:bidi="fa-IR"/>
        </w:rPr>
        <w:t xml:space="preserve"> ما از سر گردنه به طرف دره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اقلاًّ پانصد متر عمق دارد، چپ شد.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مسافران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صدا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زدند: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ابالفضل».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آنگاه</w:t>
      </w:r>
      <w:r>
        <w:rPr>
          <w:rtl/>
          <w:lang w:bidi="fa-IR"/>
        </w:rPr>
        <w:t xml:space="preserve"> درب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به خود باز شد و مانند ستون محکم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کف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امر موجب شد که اتوبوس متوقّف شده و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مسافران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و سالم از اتوبوس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آمدند.</w:t>
      </w:r>
      <w:r w:rsidRPr="005475BF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5475BF">
      <w:pPr>
        <w:pStyle w:val="Heading1"/>
        <w:rPr>
          <w:rtl/>
          <w:lang w:bidi="fa-IR"/>
        </w:rPr>
      </w:pPr>
      <w:bookmarkStart w:id="87" w:name="_Toc525386458"/>
      <w:r>
        <w:rPr>
          <w:rFonts w:hint="eastAsia"/>
          <w:rtl/>
          <w:lang w:bidi="fa-IR"/>
        </w:rPr>
        <w:t>کرامات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شمار</w:t>
      </w:r>
      <w:bookmarkEnd w:id="87"/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صاحب 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شود و کرامات حضرت ابوالفضل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دنبال کند،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تدو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المعارف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ده ها جلد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ربّان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هرگز در عتبات نبود، با تلاش و اخلاص توانست 1200 کرامت از کرامات آن حضرت را در پنج مجلّد بزرگ گردآور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بدون</w:t>
      </w:r>
      <w:r>
        <w:rPr>
          <w:rtl/>
          <w:lang w:bidi="fa-IR"/>
        </w:rPr>
        <w:t xml:space="preserve"> ترد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رقم کمتر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صدم کرامت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که از حضرت ابوالفضل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صادر شده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رهگذر ما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نوشتار فقط به چند نمونه از آن کرامات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شمار</w:t>
      </w:r>
    </w:p>
    <w:p w:rsidR="00160F70" w:rsidRPr="00AA4CE3" w:rsidRDefault="00AA4CE3" w:rsidP="00AA4CE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</w:t>
      </w:r>
    </w:p>
    <w:p w:rsidR="00160F70" w:rsidRDefault="00160F70" w:rsidP="00AA4CE3">
      <w:pPr>
        <w:pStyle w:val="libFootnote0"/>
        <w:rPr>
          <w:rtl/>
          <w:lang w:bidi="fa-IR"/>
        </w:rPr>
      </w:pPr>
      <w:r>
        <w:rPr>
          <w:rtl/>
          <w:lang w:bidi="fa-IR"/>
        </w:rPr>
        <w:t>1- 1.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کرامات و حکا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پندآموز، ص 61.</w:t>
      </w:r>
    </w:p>
    <w:p w:rsidR="00160F70" w:rsidRDefault="00AA4CE3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شه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د</w:t>
      </w:r>
      <w:r w:rsidR="00160F70">
        <w:rPr>
          <w:rtl/>
          <w:lang w:bidi="fa-IR"/>
        </w:rPr>
        <w:t xml:space="preserve"> علقمه اشاره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کن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م،</w:t>
      </w:r>
      <w:r w:rsidR="00160F70">
        <w:rPr>
          <w:rtl/>
          <w:lang w:bidi="fa-IR"/>
        </w:rPr>
        <w:t xml:space="preserve"> تا نام خود را در ل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ست</w:t>
      </w:r>
      <w:r w:rsidR="00160F70">
        <w:rPr>
          <w:rtl/>
          <w:lang w:bidi="fa-IR"/>
        </w:rPr>
        <w:t xml:space="preserve"> خر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داران</w:t>
      </w:r>
      <w:r w:rsidR="00160F70">
        <w:rPr>
          <w:rtl/>
          <w:lang w:bidi="fa-IR"/>
        </w:rPr>
        <w:t xml:space="preserve"> 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وسف</w:t>
      </w:r>
      <w:r w:rsidR="00160F70">
        <w:rPr>
          <w:rtl/>
          <w:lang w:bidi="fa-IR"/>
        </w:rPr>
        <w:t xml:space="preserve"> ثبت کن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م</w:t>
      </w:r>
      <w:r w:rsidR="00160F70"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منّان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سنده،</w:t>
      </w:r>
      <w:r>
        <w:rPr>
          <w:rtl/>
          <w:lang w:bidi="fa-IR"/>
        </w:rPr>
        <w:t xml:space="preserve"> خواننده، ناشر و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تلاشگران در نشر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اثر را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و در آخرت از شفاعت آن بزرگوار محروم نکند، ان شاء اللّه.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A4CE3">
      <w:pPr>
        <w:pStyle w:val="Heading1"/>
        <w:rPr>
          <w:rtl/>
          <w:lang w:bidi="fa-IR"/>
        </w:rPr>
      </w:pPr>
      <w:bookmarkStart w:id="88" w:name="_Toc525386459"/>
      <w:r>
        <w:rPr>
          <w:rFonts w:hint="eastAsia"/>
          <w:rtl/>
          <w:lang w:bidi="fa-IR"/>
        </w:rPr>
        <w:t>شفا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دختر سرطان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توسل به قمر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هاشم </w:t>
      </w:r>
      <w:r w:rsidRPr="00160F70">
        <w:rPr>
          <w:rStyle w:val="libAlaemChar"/>
          <w:rtl/>
        </w:rPr>
        <w:t>عليه‌السلام</w:t>
      </w:r>
      <w:bookmarkEnd w:id="88"/>
      <w:r w:rsidRPr="00160F70">
        <w:rPr>
          <w:rStyle w:val="libAlaemChar"/>
          <w:rtl/>
        </w:rPr>
        <w:t xml:space="preserve"> 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حسن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عبدالکر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حق شناس مق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تهران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گفت: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دختر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سرطان مبتلا شد. پزشکان او را جواب کردند و گفتند: سرطان به قلبش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چاره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دختر</w:t>
      </w:r>
      <w:r>
        <w:rPr>
          <w:rtl/>
          <w:lang w:bidi="fa-IR"/>
        </w:rPr>
        <w:t xml:space="preserve"> از وضع خود مطّلع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در اتاق خود خلوت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به حضرت ابوالفضل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متوسّل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در عالم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شخص بزرگوار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بدنش مجروح است. با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مبارک به او اشاره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که دست ندارم، برخ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دختر</w:t>
      </w:r>
      <w:r>
        <w:rPr>
          <w:rtl/>
          <w:lang w:bidi="fa-IR"/>
        </w:rPr>
        <w:t xml:space="preserve"> از خواب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سلامت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را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ابد؛</w:t>
      </w:r>
      <w:r>
        <w:rPr>
          <w:rtl/>
          <w:lang w:bidi="fa-IR"/>
        </w:rPr>
        <w:t xml:space="preserve"> به مادرش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ابوالفضل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مرا شفا داد.</w:t>
      </w:r>
      <w:r w:rsidRPr="00AA4CE3">
        <w:rPr>
          <w:rStyle w:val="libFootnotenumChar"/>
          <w:rtl/>
        </w:rPr>
        <w:t>(1)</w:t>
      </w:r>
    </w:p>
    <w:p w:rsidR="00160F70" w:rsidRDefault="00AA4CE3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AA4CE3">
      <w:pPr>
        <w:pStyle w:val="Heading1"/>
        <w:rPr>
          <w:rtl/>
          <w:lang w:bidi="fa-IR"/>
        </w:rPr>
      </w:pPr>
      <w:bookmarkStart w:id="89" w:name="_Toc525386460"/>
      <w:r>
        <w:rPr>
          <w:rFonts w:hint="eastAsia"/>
          <w:rtl/>
          <w:lang w:bidi="fa-IR"/>
        </w:rPr>
        <w:t>شفا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مزمن با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حضرت ابوالفضل </w:t>
      </w:r>
      <w:r w:rsidRPr="00160F70">
        <w:rPr>
          <w:rStyle w:val="libAlaemChar"/>
          <w:rtl/>
        </w:rPr>
        <w:t>عليه‌السلام</w:t>
      </w:r>
      <w:bookmarkEnd w:id="89"/>
      <w:r w:rsidRPr="00160F70">
        <w:rPr>
          <w:rStyle w:val="libAlaemChar"/>
          <w:rtl/>
        </w:rPr>
        <w:t xml:space="preserve"> 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ارجمند، دانشمند ارزشمند،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 محمد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روز پنج شنبه 3/8/80 برابر هشتم شعبان 1422 قمر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قم آمده بود. در دفتر مکتب</w:t>
      </w:r>
    </w:p>
    <w:p w:rsidR="00160F70" w:rsidRPr="00AA4CE3" w:rsidRDefault="00AA4CE3" w:rsidP="00AA4CE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</w:t>
      </w:r>
    </w:p>
    <w:p w:rsidR="00160F70" w:rsidRDefault="00160F70" w:rsidP="00AA4CE3">
      <w:pPr>
        <w:pStyle w:val="libFootnote0"/>
        <w:rPr>
          <w:rtl/>
          <w:lang w:bidi="fa-IR"/>
        </w:rPr>
      </w:pPr>
      <w:r>
        <w:rPr>
          <w:rtl/>
          <w:lang w:bidi="fa-IR"/>
        </w:rPr>
        <w:t>1- 1. همان، ص 68.</w:t>
      </w:r>
    </w:p>
    <w:p w:rsidR="00160F70" w:rsidRDefault="00AA4CE3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اسلام</w:t>
      </w:r>
      <w:r w:rsidR="00160F70">
        <w:rPr>
          <w:rtl/>
          <w:lang w:bidi="fa-IR"/>
        </w:rPr>
        <w:t xml:space="preserve"> مصادف شد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م،</w:t>
      </w:r>
      <w:r w:rsidR="00160F70">
        <w:rPr>
          <w:rtl/>
          <w:lang w:bidi="fa-IR"/>
        </w:rPr>
        <w:t xml:space="preserve"> ظهر به منزل ما آمدند و مأنوس شد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م،</w:t>
      </w:r>
      <w:r w:rsidR="00160F70">
        <w:rPr>
          <w:rtl/>
          <w:lang w:bidi="fa-IR"/>
        </w:rPr>
        <w:t xml:space="preserve"> در ا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ن</w:t>
      </w:r>
      <w:r w:rsidR="00160F70">
        <w:rPr>
          <w:rtl/>
          <w:lang w:bidi="fa-IR"/>
        </w:rPr>
        <w:t xml:space="preserve"> مجلس داستان شفا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خود را در روزها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اول طلبگ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اش ا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ن</w:t>
      </w:r>
      <w:r w:rsidR="00160F70">
        <w:rPr>
          <w:rtl/>
          <w:lang w:bidi="fa-IR"/>
        </w:rPr>
        <w:t xml:space="preserve"> گونه نقل کرد: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دوران کودک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افتادم،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عالم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با مادرم به عتبات مشرّف شده ام، از کنار حرم حضرت ابوالفضل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حال عبور بودم و دست من در دست مادرم بود.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مرتبه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پرچم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 فراز گنبد مطهّر حضرت ابوالفضل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است، حرکت کرد،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آمد و تبد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پنجه شد و تا مقابل صورت من آمد.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آنگاه</w:t>
      </w:r>
      <w:r>
        <w:rPr>
          <w:rtl/>
          <w:lang w:bidi="fa-IR"/>
        </w:rPr>
        <w:t xml:space="preserve"> همانند دست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انسان که بخواهد بچّه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نوازش کند، مرا نوازش کرد.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صبح</w:t>
      </w:r>
      <w:r>
        <w:rPr>
          <w:rtl/>
          <w:lang w:bidi="fa-IR"/>
        </w:rPr>
        <w:t xml:space="preserve"> کنار سفره خوابم را به برادرم و خواهرم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خواب را مادرم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به پدرم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پدرم</w:t>
      </w:r>
      <w:r>
        <w:rPr>
          <w:rtl/>
          <w:lang w:bidi="fa-IR"/>
        </w:rPr>
        <w:t xml:space="preserve"> گفت: ما که ن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طلبه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وقف نوکر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شود، ان شاءاللّه قبول شده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 محمد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از آن روز آن کسالت که سال ها مرا آزار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داد، خوب شد و هرگز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به سراغم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</w:t>
      </w:r>
      <w:r>
        <w:rPr>
          <w:rtl/>
          <w:lang w:bidi="fa-IR"/>
        </w:rPr>
        <w:t>.</w:t>
      </w:r>
      <w:r w:rsidRPr="00AA4CE3">
        <w:rPr>
          <w:rStyle w:val="libFootnotenumChar"/>
          <w:rtl/>
        </w:rPr>
        <w:t>(1)</w:t>
      </w:r>
    </w:p>
    <w:p w:rsidR="00160F70" w:rsidRDefault="00AA4CE3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AA4CE3">
      <w:pPr>
        <w:pStyle w:val="Heading1"/>
        <w:rPr>
          <w:rtl/>
          <w:lang w:bidi="fa-IR"/>
        </w:rPr>
      </w:pPr>
      <w:bookmarkStart w:id="90" w:name="_Toc525386461"/>
      <w:r>
        <w:rPr>
          <w:rFonts w:hint="eastAsia"/>
          <w:rtl/>
          <w:lang w:bidi="fa-IR"/>
        </w:rPr>
        <w:t>شفا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در حرم حضرت ابوالفضل </w:t>
      </w:r>
      <w:r w:rsidRPr="00160F70">
        <w:rPr>
          <w:rStyle w:val="libAlaemChar"/>
          <w:rtl/>
        </w:rPr>
        <w:t>عليه‌السلام</w:t>
      </w:r>
      <w:bookmarkEnd w:id="90"/>
      <w:r w:rsidRPr="00160F70">
        <w:rPr>
          <w:rStyle w:val="libAlaemChar"/>
          <w:rtl/>
        </w:rPr>
        <w:t xml:space="preserve"> 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حسن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بزرگان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حرم مطهّر حضرت ابوالفضل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لباس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پاره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کاغذ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دست داشت.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مرد هند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به 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و او امتناع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</w:t>
      </w:r>
    </w:p>
    <w:p w:rsidR="00160F70" w:rsidRPr="00AA4CE3" w:rsidRDefault="00AA4CE3" w:rsidP="00AA4CE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160F70" w:rsidRDefault="00160F70" w:rsidP="00AA4CE3">
      <w:pPr>
        <w:pStyle w:val="libFootnote0"/>
        <w:rPr>
          <w:rtl/>
          <w:lang w:bidi="fa-IR"/>
        </w:rPr>
      </w:pPr>
      <w:r>
        <w:rPr>
          <w:rtl/>
          <w:lang w:bidi="fa-IR"/>
        </w:rPr>
        <w:t>1- 1. همان، ص 67.</w:t>
      </w:r>
    </w:p>
    <w:p w:rsidR="00160F70" w:rsidRDefault="00AA4CE3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گفت: آن را داخل کفنم خواهم گذاشت.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وضع</w:t>
      </w:r>
      <w:r>
        <w:rPr>
          <w:rtl/>
          <w:lang w:bidi="fa-IR"/>
        </w:rPr>
        <w:t xml:space="preserve"> او را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گفتند که سه روز در حرم آن حضرت دخ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بوده، شفا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ابد،</w:t>
      </w:r>
      <w:r>
        <w:rPr>
          <w:rtl/>
          <w:lang w:bidi="fa-IR"/>
        </w:rPr>
        <w:t xml:space="preserve"> چون خودش کور بوده،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برود، پول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و او را به حرم حضرت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دالشهداء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برد. تا وارد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به آن حضرت شکا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کاغذ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داخل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به او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او را به حضرت ابوالفضل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حوالت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</w:t>
      </w:r>
      <w:r>
        <w:rPr>
          <w:rtl/>
          <w:lang w:bidi="fa-IR"/>
        </w:rPr>
        <w:t xml:space="preserve"> ناب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عرض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کند: چشمم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پول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ندارم به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بدهم که مرا تا حرم آن حضرت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اگر 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راه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</w:t>
      </w:r>
      <w:r w:rsidR="00AA4CE3">
        <w:rPr>
          <w:rFonts w:hint="cs"/>
          <w:rtl/>
          <w:lang w:bidi="fa-IR"/>
        </w:rPr>
        <w:t>ی</w:t>
      </w:r>
      <w:r>
        <w:rPr>
          <w:rtl/>
          <w:lang w:bidi="fa-IR"/>
        </w:rPr>
        <w:t>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ات حاصل خواهد 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وارد حرم حضرت ابوالفضل </w:t>
      </w:r>
      <w:r w:rsidR="00AA4CE3">
        <w:rPr>
          <w:rStyle w:val="libAlaemChar"/>
          <w:rtl/>
        </w:rPr>
        <w:t>عليه‌السلا</w:t>
      </w:r>
      <w:r w:rsidRPr="00160F70">
        <w:rPr>
          <w:rStyle w:val="libAlaemChar"/>
          <w:rtl/>
        </w:rPr>
        <w:t xml:space="preserve">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اش زده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گفته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شود: حضرت ابوالفضل چشم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شفا داد.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گاه هر دو چشمش همانند شخص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مادرزاد شفا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>.</w:t>
      </w:r>
    </w:p>
    <w:p w:rsidR="00160F70" w:rsidRDefault="00AA4CE3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AA4CE3">
      <w:pPr>
        <w:pStyle w:val="Heading1"/>
        <w:rPr>
          <w:rtl/>
          <w:lang w:bidi="fa-IR"/>
        </w:rPr>
      </w:pPr>
      <w:bookmarkStart w:id="91" w:name="_Toc525386462"/>
      <w:r>
        <w:rPr>
          <w:rFonts w:hint="eastAsia"/>
          <w:rtl/>
          <w:lang w:bidi="fa-IR"/>
        </w:rPr>
        <w:t>شفا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مفلوج با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حضرت قمربن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هاشم </w:t>
      </w:r>
      <w:r w:rsidRPr="00160F70">
        <w:rPr>
          <w:rStyle w:val="libAlaemChar"/>
          <w:rtl/>
        </w:rPr>
        <w:t>عليه‌السلام</w:t>
      </w:r>
      <w:bookmarkEnd w:id="91"/>
      <w:r w:rsidRPr="00160F70">
        <w:rPr>
          <w:rStyle w:val="libAlaemChar"/>
          <w:rtl/>
        </w:rPr>
        <w:t xml:space="preserve"> </w:t>
      </w:r>
    </w:p>
    <w:p w:rsidR="00160F70" w:rsidRDefault="00160F70" w:rsidP="00AA4CE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حجه الاسلام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اشرف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اهل شاهرود، مق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آباد کتول، روز پنج شنبه 4/7/92 شمس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منزل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کاظم شاهرود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خدّام حرم مطهر حضرت ابوالفضل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کرد که گفت: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A4CE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دوازده پشت خادم حرم مطهر حضرت ابوالفضل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معجزات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بزرگوار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از جمله: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آمد، بچه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8 _ 9 ساله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بغل کرده بود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پارچه گوشت بود. بچّه را به طرف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پرت کرد و گفت: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أبا فاضل!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به من داده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>!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سر</w:t>
      </w:r>
      <w:r>
        <w:rPr>
          <w:rtl/>
          <w:lang w:bidi="fa-IR"/>
        </w:rPr>
        <w:t xml:space="preserve"> بچّه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خورد که ما گفت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حتماً سرش متلاش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بچّه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افتاد، تکان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 و بلند شد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بچّه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معمول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زمان</w:t>
      </w:r>
      <w:r>
        <w:rPr>
          <w:rtl/>
          <w:lang w:bidi="fa-IR"/>
        </w:rPr>
        <w:t xml:space="preserve"> صدّام بود، ما مأمور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هر وقت معجزه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رخ دهد، به مسئول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خبر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همان وقت شب گزارش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مسئول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آمدند و صورت جلسه کردند.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پدر بچّه برگشت و بچّه اش را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و سالم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طلبکارانه به حضرت گفت: چرا الآن؟! چرا 8 _ 9 سال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سالمش را به من نداد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از </w:t>
      </w:r>
      <w:r>
        <w:rPr>
          <w:rtl/>
          <w:lang w:bidi="fa-IR"/>
        </w:rPr>
        <w:lastRenderedPageBreak/>
        <w:t>بچّه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چه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گفت: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پدرم مرا پرت کرد، دو دست 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از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آمد، مرا گرفت و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گذاشت.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F55327">
      <w:pPr>
        <w:pStyle w:val="Heading1"/>
        <w:rPr>
          <w:rtl/>
          <w:lang w:bidi="fa-IR"/>
        </w:rPr>
      </w:pPr>
      <w:bookmarkStart w:id="92" w:name="_Toc525386463"/>
      <w:r>
        <w:rPr>
          <w:rFonts w:hint="eastAsia"/>
          <w:rtl/>
          <w:lang w:bidi="fa-IR"/>
        </w:rPr>
        <w:t>شفا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ماران</w:t>
      </w:r>
      <w:r>
        <w:rPr>
          <w:rtl/>
          <w:lang w:bidi="fa-IR"/>
        </w:rPr>
        <w:t xml:space="preserve"> صعب العلاج در پرتو توسّل به قمر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هاشم </w:t>
      </w:r>
      <w:r w:rsidRPr="00160F70">
        <w:rPr>
          <w:rStyle w:val="libAlaemChar"/>
          <w:rtl/>
        </w:rPr>
        <w:t>عليه‌السلام</w:t>
      </w:r>
      <w:bookmarkEnd w:id="92"/>
      <w:r w:rsidRPr="00160F70">
        <w:rPr>
          <w:rStyle w:val="libAlaemChar"/>
          <w:rtl/>
        </w:rPr>
        <w:t xml:space="preserve"> 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حجه الاسلام والمسلم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محمود وحدت، واعظ توانا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آذر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تهران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آقا دربند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F1FD4" w:rsidRPr="003F1FD4">
        <w:rPr>
          <w:rStyle w:val="libAlaemChar"/>
          <w:rtl/>
        </w:rPr>
        <w:t xml:space="preserve">قدس‌سره </w:t>
      </w:r>
      <w:r>
        <w:rPr>
          <w:rtl/>
          <w:lang w:bidi="fa-IR"/>
        </w:rPr>
        <w:t>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آذربا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tl/>
          <w:lang w:bidi="fa-IR"/>
        </w:rPr>
        <w:t xml:space="preserve"> به مشهد مقدس مشرّف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ده روز در تبر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اقامت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در مسجد جامع تبر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منبر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آذربا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tl/>
          <w:lang w:bidi="fa-IR"/>
        </w:rPr>
        <w:t xml:space="preserve">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روز مجالس دهگ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قمر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هاشم متوسّل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33304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دربند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 نهم اعلام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من فردا روضه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ابوالفضل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خوانم، در هر خانه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صعب العلاج هست که دکترها جواب کرده اند،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ماران</w:t>
      </w:r>
      <w:r>
        <w:rPr>
          <w:rtl/>
          <w:lang w:bidi="fa-IR"/>
        </w:rPr>
        <w:t xml:space="preserve"> سرپا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ده ها و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صدها نفر بوده اند،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 فراز تخته آوردند و در کنار هم قرار دادند، 27 نفر بودند.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شوشتر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مسجد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شوند، به کنار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چند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تحمّل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الآن شفا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را از ارباب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بر</w:t>
      </w:r>
      <w:r>
        <w:rPr>
          <w:rtl/>
          <w:lang w:bidi="fa-IR"/>
        </w:rPr>
        <w:t xml:space="preserve"> فراز منبر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روضه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جالب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که ده ها نفر غش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خطاب</w:t>
      </w:r>
      <w:r>
        <w:rPr>
          <w:rtl/>
          <w:lang w:bidi="fa-IR"/>
        </w:rPr>
        <w:t xml:space="preserve"> به حضرت قمر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هاشم عرضه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دارد: مولاجان! من به اعتماد شما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ها قول دادم،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دانستم که شما آبرودار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نوکر شما آبرو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به خطر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27 نفر در مجلس بهبود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ابند</w:t>
      </w:r>
      <w:r>
        <w:rPr>
          <w:rtl/>
          <w:lang w:bidi="fa-IR"/>
        </w:rPr>
        <w:t xml:space="preserve"> و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تخت شان را خود بر دوش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33304E">
      <w:pPr>
        <w:pStyle w:val="Heading1"/>
        <w:rPr>
          <w:rtl/>
          <w:lang w:bidi="fa-IR"/>
        </w:rPr>
      </w:pPr>
      <w:bookmarkStart w:id="93" w:name="_Toc525386464"/>
      <w:r>
        <w:rPr>
          <w:rFonts w:hint="eastAsia"/>
          <w:rtl/>
          <w:lang w:bidi="fa-IR"/>
        </w:rPr>
        <w:t>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حضرت ابوالفضل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راننده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bookmarkEnd w:id="93"/>
    </w:p>
    <w:p w:rsidR="00160F70" w:rsidRDefault="00160F70" w:rsidP="0033304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حدود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سال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(فرورد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1373 شمس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صله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ارحام عازم بندرعباس بودم. در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بندرعباس با مسجد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باشکوه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مسجد حضرت ابوالفضل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مصادف شدم که مسجد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با مراکز درمان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ساختمان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عام المنفعه در اطراف مسجد و وقف بر مسجد بو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دو پمپ بنز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دو طرف جاده با کاش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 وجود داشت.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خدمه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 داستان مسجد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عظمت در وسط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را 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شدم، گفتند: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مسجد داستان جالب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و آن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رانندگان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نقطه عبور کرده،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لحظه خوابش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و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جادّه خارج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در سراش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طرف </w:t>
      </w:r>
      <w:r>
        <w:rPr>
          <w:rtl/>
          <w:lang w:bidi="fa-IR"/>
        </w:rPr>
        <w:lastRenderedPageBreak/>
        <w:t>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کاملاً از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فاصله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 راننده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خود را در کام مرگ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زند: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أبالفضل العباس!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همان لحظه مشاهده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دو دست در فضا ظاهر شد و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طرف جادّه هُل داد، چرخ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بازگشت و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صورت اعجازآم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تحت کنترل راننده درآمد.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راننده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آن نقطه را علامت 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به شهر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رود، اموال منقول 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رمنقول</w:t>
      </w:r>
      <w:r>
        <w:rPr>
          <w:rtl/>
          <w:lang w:bidi="fa-IR"/>
        </w:rPr>
        <w:t xml:space="preserve"> خود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فروشد و به تأس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مسجد و ساختمان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تابعه اقدام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با انتشار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خبر،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افراد خ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تا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مجتمع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وسط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ساخته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  <w:r w:rsidRPr="0033304E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33304E">
      <w:pPr>
        <w:pStyle w:val="Heading1"/>
        <w:rPr>
          <w:rtl/>
          <w:lang w:bidi="fa-IR"/>
        </w:rPr>
      </w:pPr>
      <w:bookmarkStart w:id="94" w:name="_Toc525386465"/>
      <w:r>
        <w:rPr>
          <w:rFonts w:hint="eastAsia"/>
          <w:rtl/>
          <w:lang w:bidi="fa-IR"/>
        </w:rPr>
        <w:t>شفا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جوان آل کبّه با توسّل به قمر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هاشم </w:t>
      </w:r>
      <w:r w:rsidRPr="00160F70">
        <w:rPr>
          <w:rStyle w:val="libAlaemChar"/>
          <w:rtl/>
        </w:rPr>
        <w:t>عليه‌السلام</w:t>
      </w:r>
      <w:bookmarkEnd w:id="94"/>
      <w:r w:rsidRPr="00160F70">
        <w:rPr>
          <w:rStyle w:val="libAlaemChar"/>
          <w:rtl/>
        </w:rPr>
        <w:t xml:space="preserve"> 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خانواده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معروف نجف اشرف خاندان آل کبّه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خانواده در عنفوان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ناشناخته مبتلا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وفات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فرزند دوّم و سوّم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خانواده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همان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فوت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سپس</w:t>
      </w:r>
      <w:r>
        <w:rPr>
          <w:rtl/>
          <w:lang w:bidi="fa-IR"/>
        </w:rPr>
        <w:t xml:space="preserve"> خداوند فرزند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آنها عطا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همان سن و سال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رسد، به همان مرض مبتلا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در ظرف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هفته بدن تحل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رفته و به سرمنزل وفات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33304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جوان به حرم مطهر حضرت ابوالفضل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مشرّف شده،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فرزندش متوسّل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160F70" w:rsidRDefault="0033304E" w:rsidP="0033304E">
      <w:pPr>
        <w:pStyle w:val="libLine"/>
        <w:rPr>
          <w:rtl/>
          <w:lang w:bidi="fa-IR"/>
        </w:rPr>
      </w:pPr>
      <w:r>
        <w:rPr>
          <w:lang w:bidi="fa-IR"/>
        </w:rPr>
        <w:t>_____________________________________</w:t>
      </w:r>
    </w:p>
    <w:p w:rsidR="00160F70" w:rsidRDefault="00160F70" w:rsidP="0033304E">
      <w:pPr>
        <w:pStyle w:val="libFootnote0"/>
        <w:rPr>
          <w:rtl/>
          <w:lang w:bidi="fa-IR"/>
        </w:rPr>
      </w:pPr>
      <w:r>
        <w:rPr>
          <w:rtl/>
          <w:lang w:bidi="fa-IR"/>
        </w:rPr>
        <w:t>1- 1.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داستان را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محمد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محمود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نقل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نجانب</w:t>
      </w:r>
      <w:r>
        <w:rPr>
          <w:rtl/>
          <w:lang w:bidi="fa-IR"/>
        </w:rPr>
        <w:t xml:space="preserve"> در کتاب کرامات العباس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ص 120 نقل کرده است.</w:t>
      </w:r>
    </w:p>
    <w:p w:rsidR="0033304E" w:rsidRDefault="0033304E" w:rsidP="00160F70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33304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منزل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آل کبّه در کربلا داشتند، در عالم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در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محضر حضرت ابوالفضل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است، حضرت ابوالفضل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محضر رسول خدا </w:t>
      </w:r>
      <w:r w:rsidR="003B3682" w:rsidRPr="003B3682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فرستد و از آن حضرت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جوان درخواست دعا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33304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شخص خود را در محضر رسول اکرم </w:t>
      </w:r>
      <w:r w:rsidR="003B3682" w:rsidRPr="003B3682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مشاهده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آن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به محضر آن حضرت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حضرت ابوالفضل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ابلاغ نمود.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به عبّاسم بگو که عمر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جوان به سر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امشب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جوان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خواهد رفت.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33304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صحنه</w:t>
      </w:r>
      <w:r>
        <w:rPr>
          <w:rtl/>
          <w:lang w:bidi="fa-IR"/>
        </w:rPr>
        <w:t xml:space="preserve"> عوض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خود را در محضر حضرت ابوالفضل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حضرت ابوالفضل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آن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را به محضر رسول خدا </w:t>
      </w:r>
      <w:r w:rsidR="003B3682" w:rsidRPr="003B3682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روانه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به حضرت رسول عرض کن که مادرِ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جوان به من متوسّل شده، من جواب مادر او را چه بدهم؟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3B3682" w:rsidRPr="003B3682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مرگ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جوان از تقد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گذشته،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مورد اصرار نکن.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قمر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هاشم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به حضرت عرض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خدا بخواهد که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جوان شفا دهد و عمر تازه عطا کند،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هر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صلاح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دانند لقب «باب الحوائج» بودن را از من بردارند،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مردم به من مراجعه نکنند.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آن هنگام رسول اکرم </w:t>
      </w:r>
      <w:r w:rsidR="003B3682" w:rsidRPr="003B3682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دست ها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 برافراشته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جوان آل کبّه دعا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33304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شخص از خواب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شده، مطمئن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آن جوان شفا خواهد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افت،</w:t>
      </w:r>
      <w:r>
        <w:rPr>
          <w:rtl/>
          <w:lang w:bidi="fa-IR"/>
        </w:rPr>
        <w:t xml:space="preserve"> در صدد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به در خانه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آل کبّه رفته، به آنها بشارت بدهد،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چون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 بوده، منتظر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تا اذان صبح از گلدسته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حرم پخش</w:t>
      </w:r>
      <w:r w:rsidR="0033304E">
        <w:rPr>
          <w:lang w:bidi="fa-IR"/>
        </w:rPr>
        <w:t xml:space="preserve">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به در خانه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آل کبّه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رود، 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مرتبه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همان جوان که اول شب او را رو به قبله کرده بودند، در را باز کرد،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چهره به کلّ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عوض شده، صورتش کاملاً گل انداخته، بدن به تحل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رفته کاملاً به حال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هفته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قبل برگشته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داستان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عبدالحس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واعظ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منزل ما بر فراز منبر گفت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حاج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محمد کاظم قزو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منزل ما بر فراز منبر نقل کرد.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هر بار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فضلا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مجلس حضور داشتند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خانواده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شناختند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داستان مطّلع بودند.</w:t>
      </w:r>
    </w:p>
    <w:p w:rsidR="00160F70" w:rsidRDefault="0033304E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33304E">
      <w:pPr>
        <w:pStyle w:val="Heading1"/>
        <w:rPr>
          <w:rtl/>
          <w:lang w:bidi="fa-IR"/>
        </w:rPr>
      </w:pPr>
      <w:bookmarkStart w:id="95" w:name="_Toc525386466"/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مادر و فرزند با توسّل به قمر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هاشم </w:t>
      </w:r>
      <w:r w:rsidRPr="00160F70">
        <w:rPr>
          <w:rStyle w:val="libAlaemChar"/>
          <w:rtl/>
        </w:rPr>
        <w:t>عليه‌السلام</w:t>
      </w:r>
      <w:bookmarkEnd w:id="95"/>
      <w:r w:rsidRPr="00160F70">
        <w:rPr>
          <w:rStyle w:val="libAlaemChar"/>
          <w:rtl/>
        </w:rPr>
        <w:t xml:space="preserve"> 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ارجمند حضرت حجه الاسلام والمسلم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غلامرضا اسد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من سال ها در دزفول اقامت داشتم، در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تنها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پسر به نام «عنبر» داشت، که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رک</w:t>
      </w:r>
      <w:r>
        <w:rPr>
          <w:rtl/>
          <w:lang w:bidi="fa-IR"/>
        </w:rPr>
        <w:t xml:space="preserve"> بود و پدرش مشهد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محمد نقّاش نام داشت، من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خانواده آشنا بودم و رفت و </w:t>
      </w:r>
      <w:r>
        <w:rPr>
          <w:rFonts w:hint="eastAsia"/>
          <w:rtl/>
          <w:lang w:bidi="fa-IR"/>
        </w:rPr>
        <w:t>آمد</w:t>
      </w:r>
      <w:r>
        <w:rPr>
          <w:rtl/>
          <w:lang w:bidi="fa-IR"/>
        </w:rPr>
        <w:t xml:space="preserve"> داشتم.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بلوغ عنبر پدرش فوت کرد، پس از درگذشت پدر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علّت نامعلوم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خانه رفت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برنگشت.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مادر</w:t>
      </w:r>
      <w:r>
        <w:rPr>
          <w:rtl/>
          <w:lang w:bidi="fa-IR"/>
        </w:rPr>
        <w:t xml:space="preserve"> در فراق فرزندش همواره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نالان بود.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گذشت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سال از مفقود شدن عنبر، مادرش با دو زن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رهسپار عتبات شدند.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33304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سه خانم به حرم مطهّر حضرت ابوالفضل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مشرّف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شوند، مادر عنبر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حضرت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عرض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من پسرم را از شما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آنقدر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از هوش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رود، او را به هوش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آوردند، باز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حالش بحران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همراهانش او را سوار تاکس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که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</w:t>
      </w:r>
      <w:r>
        <w:rPr>
          <w:rtl/>
          <w:lang w:bidi="fa-IR"/>
        </w:rPr>
        <w:t xml:space="preserve"> ببرند.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راننده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پرسد که چرا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قدر مضطرب است، داستان را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پرسد: اهل کجا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دزفول،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پرسد: از کدام محلّه؟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فلان محلّه،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پرسد: نام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خانم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نام او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راننده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اشکش سراز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بود،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متوقّف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من «عنبر» هستم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مادر من است. مادر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شناسد، دست در گردن 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اندازند، آنها را به خانه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و مادرش را چند ماه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</w:t>
      </w:r>
      <w:r w:rsidRPr="0033304E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33304E">
      <w:pPr>
        <w:pStyle w:val="Heading1"/>
        <w:rPr>
          <w:rtl/>
          <w:lang w:bidi="fa-IR"/>
        </w:rPr>
      </w:pPr>
      <w:bookmarkStart w:id="96" w:name="_Toc525386467"/>
      <w:r>
        <w:rPr>
          <w:rFonts w:hint="eastAsia"/>
          <w:rtl/>
          <w:lang w:bidi="fa-IR"/>
        </w:rPr>
        <w:t>شفا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نذر قربان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ابوالفضل </w:t>
      </w:r>
      <w:r w:rsidRPr="00160F70">
        <w:rPr>
          <w:rStyle w:val="libAlaemChar"/>
          <w:rtl/>
        </w:rPr>
        <w:t>عليه‌السلام</w:t>
      </w:r>
      <w:bookmarkEnd w:id="96"/>
      <w:r w:rsidRPr="00160F70">
        <w:rPr>
          <w:rStyle w:val="libAlaemChar"/>
          <w:rtl/>
        </w:rPr>
        <w:t xml:space="preserve"> </w:t>
      </w:r>
    </w:p>
    <w:p w:rsidR="00160F70" w:rsidRDefault="00160F70" w:rsidP="0033304E">
      <w:pPr>
        <w:pStyle w:val="libNormal"/>
        <w:rPr>
          <w:rtl/>
          <w:lang w:bidi="fa-IR"/>
        </w:rPr>
      </w:pPr>
      <w:r>
        <w:rPr>
          <w:rtl/>
          <w:lang w:bidi="fa-IR"/>
        </w:rPr>
        <w:t>1) روز شنبه 20 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حجه الحرام 4/8/92 = 1434، حضرت حجه الاسلام والمسلم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الرّئ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کرمان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کردند که حدوداً پنجاه سال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درد پهلو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عارض شد، در کرمان، تهران و قم به چند دکتر مراجعه نمودم و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نگرفتم. در حدود دو سال طول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پزشکان گفت: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نمونه بردار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من آمادگ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نداشتم، به قم رفته، در حرم حضرت معصومه </w:t>
      </w:r>
      <w:r w:rsidR="00B83331" w:rsidRPr="00B83331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متوسّل شدم.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33304E" w:rsidRDefault="00160F70" w:rsidP="0033304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در عالم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گوسفند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کنارش بود، به من گفت: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گوسفند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ابوالفضل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نذر کن، نگو که خواب حجّت</w:t>
      </w:r>
      <w:r w:rsidR="0033304E" w:rsidRPr="0033304E">
        <w:rPr>
          <w:rFonts w:hint="eastAsia"/>
          <w:rtl/>
          <w:lang w:bidi="fa-IR"/>
        </w:rPr>
        <w:t xml:space="preserve"> </w:t>
      </w:r>
      <w:r w:rsidR="0033304E">
        <w:rPr>
          <w:rFonts w:hint="eastAsia"/>
          <w:rtl/>
          <w:lang w:bidi="fa-IR"/>
        </w:rPr>
        <w:t>ن</w:t>
      </w:r>
      <w:r w:rsidR="0033304E">
        <w:rPr>
          <w:rFonts w:hint="cs"/>
          <w:rtl/>
          <w:lang w:bidi="fa-IR"/>
        </w:rPr>
        <w:t>ی</w:t>
      </w:r>
      <w:r w:rsidR="0033304E">
        <w:rPr>
          <w:rFonts w:hint="eastAsia"/>
          <w:rtl/>
          <w:lang w:bidi="fa-IR"/>
        </w:rPr>
        <w:t>ست</w:t>
      </w:r>
      <w:r w:rsidR="0033304E">
        <w:rPr>
          <w:rtl/>
          <w:lang w:bidi="fa-IR"/>
        </w:rPr>
        <w:t>.</w:t>
      </w:r>
    </w:p>
    <w:p w:rsidR="00160F70" w:rsidRDefault="00160F70" w:rsidP="0033304E">
      <w:pPr>
        <w:pStyle w:val="libNormal"/>
        <w:rPr>
          <w:rtl/>
          <w:lang w:bidi="fa-IR"/>
        </w:rPr>
      </w:pPr>
    </w:p>
    <w:p w:rsidR="00160F70" w:rsidRDefault="0033304E" w:rsidP="0033304E">
      <w:pPr>
        <w:pStyle w:val="libLine"/>
        <w:rPr>
          <w:rtl/>
          <w:lang w:bidi="fa-IR"/>
        </w:rPr>
      </w:pPr>
      <w:r>
        <w:rPr>
          <w:lang w:bidi="fa-IR"/>
        </w:rPr>
        <w:t>___________________________________</w:t>
      </w:r>
    </w:p>
    <w:p w:rsidR="0033304E" w:rsidRDefault="00160F70" w:rsidP="0033304E">
      <w:pPr>
        <w:pStyle w:val="libLine"/>
        <w:rPr>
          <w:rtl/>
          <w:lang w:bidi="fa-IR"/>
        </w:rPr>
      </w:pPr>
      <w:r>
        <w:rPr>
          <w:rtl/>
          <w:lang w:bidi="fa-IR"/>
        </w:rPr>
        <w:t>1- 1. اسد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گلستان معارف، ج 3، ص 176.</w:t>
      </w:r>
    </w:p>
    <w:p w:rsidR="00160F70" w:rsidRDefault="0033304E" w:rsidP="0033304E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خواب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شدم، نذر کردم، همان لحظه درد پهلو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خوب 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منبر به روستا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در» رفته بودم، آنجا گفتند: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فقط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گوسفند کم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گفتم: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گوسفند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آوردند،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قاً</w:t>
      </w:r>
      <w:r>
        <w:rPr>
          <w:rtl/>
          <w:lang w:bidi="fa-IR"/>
        </w:rPr>
        <w:t xml:space="preserve"> همان گوسفند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عالم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بودم، آن را به 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تومان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و ذبح نمودم.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542F3F">
      <w:pPr>
        <w:pStyle w:val="libNormal"/>
        <w:rPr>
          <w:rtl/>
          <w:lang w:bidi="fa-IR"/>
        </w:rPr>
      </w:pPr>
      <w:r>
        <w:rPr>
          <w:rtl/>
          <w:lang w:bidi="fa-IR"/>
        </w:rPr>
        <w:t>2) در همان جلسه فرمودند: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پسرم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محمود غذا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خورد، قطعه گوشت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گلو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کرد، خفه شد، رنگش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شد، دست بردم که آن را درآورم دهانش قفل شد، مادرش گفت: اجازه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ابوالفضل </w:t>
      </w:r>
      <w:r w:rsidRPr="00160F70">
        <w:rPr>
          <w:rStyle w:val="libAlaemChar"/>
          <w:rtl/>
        </w:rPr>
        <w:t xml:space="preserve">عليه‌السلام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گوسفند نذر کنم؟ گفتم: بکن، او نذر کرد و همان ل</w:t>
      </w:r>
      <w:r>
        <w:rPr>
          <w:rFonts w:hint="eastAsia"/>
          <w:rtl/>
          <w:lang w:bidi="fa-IR"/>
        </w:rPr>
        <w:t>حظه</w:t>
      </w:r>
      <w:r>
        <w:rPr>
          <w:rtl/>
          <w:lang w:bidi="fa-IR"/>
        </w:rPr>
        <w:t xml:space="preserve"> گوشت از گلو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پر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نجات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542F3F">
      <w:pPr>
        <w:pStyle w:val="Heading1"/>
        <w:rPr>
          <w:rtl/>
          <w:lang w:bidi="fa-IR"/>
        </w:rPr>
      </w:pPr>
      <w:bookmarkStart w:id="97" w:name="_Toc525386468"/>
      <w:r>
        <w:rPr>
          <w:rFonts w:hint="eastAsia"/>
          <w:rtl/>
          <w:lang w:bidi="fa-IR"/>
        </w:rPr>
        <w:t>پنجه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 حضرت ابوالفضل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هند</w:t>
      </w:r>
      <w:bookmarkEnd w:id="97"/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حاج آقا 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طباطبا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شهر لکنهو، واقع در شمال هند،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ارتگاه</w:t>
      </w:r>
      <w:r>
        <w:rPr>
          <w:rtl/>
          <w:lang w:bidi="fa-IR"/>
        </w:rPr>
        <w:t xml:space="preserve"> مخصوص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به مناسبت وجود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پنجه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فلزّ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آن، محل رفت و آمد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542F3F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حجّاج هند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مکّه حضرت ابوالفضل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در خواب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حضرت او را به محل دفن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در کربلا راهنما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فرمود.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کربلا مشرّف شد،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پنجه را در آنجا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در بازگشت آن را به نزد نوّاب آصف الدّوله، حاکم وقت لکنهو آورد.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نوّاب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ارتگاه</w:t>
      </w:r>
      <w:r>
        <w:rPr>
          <w:rtl/>
          <w:lang w:bidi="fa-IR"/>
        </w:rPr>
        <w:t xml:space="preserve"> مخصوص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پنجه درست کرد و 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آن را به همان حاج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آن را از کربلا آورده بود واگذار کرد.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مدّت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سعادت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شد و شفا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و پس از بهبود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درگاه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پنجه ساخت.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آن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به بعد همه ساله روز پنجم محرم الحرام، مردم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محلّ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عَلَم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پنجه متبرّک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تعداد</w:t>
      </w:r>
      <w:r>
        <w:rPr>
          <w:rtl/>
          <w:lang w:bidi="fa-IR"/>
        </w:rPr>
        <w:t xml:space="preserve"> عَلَم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تبرّک جستن به محلّ «پنجه»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آورند، به 40 _ 50 هزار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رسد.</w:t>
      </w:r>
      <w:r w:rsidRPr="00542F3F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آقا محمد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س،</w:t>
      </w:r>
      <w:r>
        <w:rPr>
          <w:rtl/>
          <w:lang w:bidi="fa-IR"/>
        </w:rPr>
        <w:t xml:space="preserve"> روز شنبه 4/8/83 برابر 20 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حجه الحرام 1434 ق. نقل کردند که مدّت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داشتم، بر موتور که سوار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شدم، به شدّت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درد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از چشم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اشک سراز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پزشکان</w:t>
      </w:r>
      <w:r>
        <w:rPr>
          <w:rtl/>
          <w:lang w:bidi="fa-IR"/>
        </w:rPr>
        <w:t xml:space="preserve"> گفتند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عمل شود، من آمادگ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نداشتم،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دنبال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رفتم که مربوط به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بود، گفتم: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!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تم</w:t>
      </w:r>
      <w:r>
        <w:rPr>
          <w:rtl/>
          <w:lang w:bidi="fa-IR"/>
        </w:rPr>
        <w:t xml:space="preserve"> خوب شود. سوار موتور شد</w:t>
      </w:r>
      <w:r w:rsidR="00542F3F">
        <w:rPr>
          <w:rFonts w:hint="cs"/>
          <w:rtl/>
          <w:lang w:bidi="fa-IR"/>
        </w:rPr>
        <w:t>م</w:t>
      </w:r>
      <w:r>
        <w:rPr>
          <w:rtl/>
          <w:lang w:bidi="fa-IR"/>
        </w:rPr>
        <w:t xml:space="preserve"> به دنبال کار رفتم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خبر و اثر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گفتند: من مدّت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درد دل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مبتلا بودم، سر سفره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نشستم از شدّت درد دل به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مجلس روضه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بودم، سفره پهن شد، آبگوشت نذر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آوردند،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شدّت از آبگوشت ممنوع بودم، سر سفره نشستم و از آن آبگوشت به ن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استشفاء خوردم،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دل درد به سراغم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Pr="00542F3F" w:rsidRDefault="00542F3F" w:rsidP="00542F3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</w:t>
      </w:r>
    </w:p>
    <w:p w:rsidR="00160F70" w:rsidRDefault="00160F70" w:rsidP="00542F3F">
      <w:pPr>
        <w:pStyle w:val="libFootnote0"/>
        <w:rPr>
          <w:rtl/>
          <w:lang w:bidi="fa-IR"/>
        </w:rPr>
      </w:pPr>
      <w:r>
        <w:rPr>
          <w:rtl/>
          <w:lang w:bidi="fa-IR"/>
        </w:rPr>
        <w:t>1- 1. طباطبائ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کربلا، ج 2، ص 192.</w:t>
      </w:r>
    </w:p>
    <w:p w:rsidR="00542F3F" w:rsidRDefault="00542F3F" w:rsidP="00542F3F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98" w:name="_Toc525386469"/>
      <w:r>
        <w:rPr>
          <w:rFonts w:hint="eastAsia"/>
          <w:rtl/>
          <w:lang w:bidi="fa-IR"/>
        </w:rPr>
        <w:lastRenderedPageBreak/>
        <w:t>گوشه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حضرت ابوالفضل </w:t>
      </w:r>
      <w:r w:rsidRPr="00160F70">
        <w:rPr>
          <w:rStyle w:val="libAlaemChar"/>
          <w:rtl/>
        </w:rPr>
        <w:t>عليه‌السلام</w:t>
      </w:r>
      <w:bookmarkEnd w:id="98"/>
      <w:r w:rsidRPr="00160F70">
        <w:rPr>
          <w:rStyle w:val="libAlaemChar"/>
          <w:rtl/>
        </w:rPr>
        <w:t xml:space="preserve"> </w:t>
      </w:r>
    </w:p>
    <w:p w:rsidR="00160F70" w:rsidRDefault="00160F70" w:rsidP="00542F3F">
      <w:pPr>
        <w:pStyle w:val="libNormal"/>
        <w:rPr>
          <w:rtl/>
          <w:lang w:bidi="fa-IR"/>
        </w:rPr>
      </w:pPr>
      <w:r>
        <w:rPr>
          <w:rtl/>
          <w:lang w:bidi="fa-IR"/>
        </w:rPr>
        <w:t>1)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حسن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ملاّزاده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(1303 _ 1387 شمس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مستأجر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به شدّت در رنج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در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خانه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چهار هزار تومان فروختند. من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مشتاق بودم که آن خانه از آنِ من باشد،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حتّ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تومان هم ذخ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نداشت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به حضرت ابوالفضل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متوسّل شدم، شب در عالم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محضر مقدّس آن حضرت شرف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شدم، حضرت دست مبارک خود را بر شانه ام نهادند و سه بار فرمودند: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آنِ توست.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چند</w:t>
      </w:r>
      <w:r>
        <w:rPr>
          <w:rtl/>
          <w:lang w:bidi="fa-IR"/>
        </w:rPr>
        <w:t xml:space="preserve"> روز بعد صاحب خانه مرا صدا کرد و گفت: آن معامله به دلا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هم خورده است، اگر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معامله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گفتم</w:t>
      </w:r>
      <w:r>
        <w:rPr>
          <w:rtl/>
          <w:lang w:bidi="fa-IR"/>
        </w:rPr>
        <w:t>: من به دو هزار تومان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خرم، گفت: امکان ندارد.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 آمدند و او را به 2400 تومان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کردند، معامله انجام شد. ما هر چه اساس خانه 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با جه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همسرم، فروخت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خانه را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به برکت توسّل به قمر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هاشم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از مستأجر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راحت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  <w:r w:rsidRPr="00542F3F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2) مرحوم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بازرگان اهل ماکو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مبتلا شدم. به کلّ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شدم و در خانه بستر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صبح چوپان ما آمد و گفت: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شما را در خواب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از رو به 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گفتم: مواظب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گفت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نه، حضرت قمر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هاشم شفا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داده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آن حال،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گرفتم گوسفند مشخّص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قربان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</w:t>
      </w:r>
    </w:p>
    <w:p w:rsidR="00160F70" w:rsidRPr="00542F3F" w:rsidRDefault="00542F3F" w:rsidP="00542F3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160F70" w:rsidRDefault="00160F70" w:rsidP="00542F3F">
      <w:pPr>
        <w:pStyle w:val="libFootnote0"/>
        <w:rPr>
          <w:rtl/>
          <w:lang w:bidi="fa-IR"/>
        </w:rPr>
      </w:pPr>
      <w:r>
        <w:rPr>
          <w:rtl/>
          <w:lang w:bidi="fa-IR"/>
        </w:rPr>
        <w:t>1- 1.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کرامات و حکا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پندآموز، ص 62.</w:t>
      </w:r>
    </w:p>
    <w:p w:rsidR="00160F70" w:rsidRDefault="00542F3F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از</w:t>
      </w:r>
      <w:r w:rsidR="00160F70">
        <w:rPr>
          <w:rtl/>
          <w:lang w:bidi="fa-IR"/>
        </w:rPr>
        <w:t xml:space="preserve"> خواب ب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دار</w:t>
      </w:r>
      <w:r w:rsidR="00160F70">
        <w:rPr>
          <w:rtl/>
          <w:lang w:bidi="fa-IR"/>
        </w:rPr>
        <w:t xml:space="preserve"> شدم و آن گوسفند را آوردم. چوپان آن گوسفند را قربان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کرد و من همان روز از بستر ب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مار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رها</w:t>
      </w:r>
      <w:r w:rsidR="00160F70">
        <w:rPr>
          <w:rFonts w:hint="cs"/>
          <w:rtl/>
          <w:lang w:bidi="fa-IR"/>
        </w:rPr>
        <w:t>یی</w:t>
      </w:r>
      <w:r w:rsidR="00160F70">
        <w:rPr>
          <w:rtl/>
          <w:lang w:bidi="fa-IR"/>
        </w:rPr>
        <w:t xml:space="preserve"> 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افتم</w:t>
      </w:r>
      <w:r w:rsidR="00160F70">
        <w:rPr>
          <w:rtl/>
          <w:lang w:bidi="fa-IR"/>
        </w:rPr>
        <w:t>.</w:t>
      </w:r>
      <w:r w:rsidR="00160F70" w:rsidRPr="00542F3F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3) در کرمانشاه، شخص فلج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مجلس روضه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آورند و در مقابل منبر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نشانند. در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جلسه همه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زند،</w:t>
      </w:r>
      <w:r>
        <w:rPr>
          <w:rtl/>
          <w:lang w:bidi="fa-IR"/>
        </w:rPr>
        <w:t xml:space="preserve"> دم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و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ابالفضل»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شخص فلج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نشسته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ابالفضل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حال، شخص بزرگوار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مقابل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 ظاهر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تو چرا نشسته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تو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>. عرض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من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توانم، من فلج هستم.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بار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برخ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ز،</w:t>
      </w:r>
      <w:r>
        <w:rPr>
          <w:rtl/>
          <w:lang w:bidi="fa-IR"/>
        </w:rPr>
        <w:t xml:space="preserve"> عرض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کند: پس دستت را بده تا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و برخ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مگر نشن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کربلا دست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قطع کرده اند؟!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مرد از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جمله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هوش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متوجّه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سلامت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را باز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است</w:t>
      </w:r>
      <w:r w:rsidRPr="00542F3F">
        <w:rPr>
          <w:rStyle w:val="libFootnotenumChar"/>
          <w:rtl/>
        </w:rPr>
        <w:t>.(2)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542F3F">
      <w:pPr>
        <w:pStyle w:val="libNormal"/>
        <w:rPr>
          <w:rtl/>
          <w:lang w:bidi="fa-IR"/>
        </w:rPr>
      </w:pPr>
      <w:r>
        <w:rPr>
          <w:rtl/>
          <w:lang w:bidi="fa-IR"/>
        </w:rPr>
        <w:t>4)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کردن کار به تهران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رود، چند روز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 و کار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حضرت ابوالفضل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متوسّل شده، عرضه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دارد: شما </w:t>
      </w:r>
      <w:r>
        <w:rPr>
          <w:rtl/>
          <w:lang w:bidi="fa-IR"/>
        </w:rPr>
        <w:lastRenderedPageBreak/>
        <w:t>به دختران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وعده آب داد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سّر</w:t>
      </w:r>
      <w:r>
        <w:rPr>
          <w:rtl/>
          <w:lang w:bidi="fa-IR"/>
        </w:rPr>
        <w:t xml:space="preserve"> نشد، پس از افتادن از اسب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نخواست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ها منتقل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من به خانواده ام وعده نان داده ام، چگونه با دست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برگردم،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مرگ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نجات.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صبح</w:t>
      </w:r>
      <w:r>
        <w:rPr>
          <w:rtl/>
          <w:lang w:bidi="fa-IR"/>
        </w:rPr>
        <w:t xml:space="preserve"> آن روز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پرسد: چه کار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کار</w:t>
      </w:r>
      <w:r>
        <w:rPr>
          <w:rtl/>
          <w:lang w:bidi="fa-IR"/>
        </w:rPr>
        <w:t xml:space="preserve"> هستم، از سوادش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خواندن و نوشتن بلد هستم.</w:t>
      </w:r>
    </w:p>
    <w:p w:rsidR="00160F70" w:rsidRPr="00542F3F" w:rsidRDefault="00542F3F" w:rsidP="00542F3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160F70" w:rsidRDefault="00160F70" w:rsidP="00542F3F">
      <w:pPr>
        <w:pStyle w:val="libFootnote0"/>
        <w:rPr>
          <w:rtl/>
          <w:lang w:bidi="fa-IR"/>
        </w:rPr>
      </w:pPr>
      <w:r>
        <w:rPr>
          <w:rtl/>
          <w:lang w:bidi="fa-IR"/>
        </w:rPr>
        <w:t>1- 1. همان، ص 65.</w:t>
      </w:r>
    </w:p>
    <w:p w:rsidR="00160F70" w:rsidRDefault="00160F70" w:rsidP="00542F3F">
      <w:pPr>
        <w:pStyle w:val="libFootnote0"/>
        <w:rPr>
          <w:rtl/>
          <w:lang w:bidi="fa-IR"/>
        </w:rPr>
      </w:pPr>
      <w:r>
        <w:rPr>
          <w:rtl/>
          <w:lang w:bidi="fa-IR"/>
        </w:rPr>
        <w:t>2- 2. همان.</w:t>
      </w:r>
    </w:p>
    <w:p w:rsidR="00160F70" w:rsidRDefault="00542F3F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قلم</w:t>
      </w:r>
      <w:r w:rsidR="00160F70">
        <w:rPr>
          <w:rtl/>
          <w:lang w:bidi="fa-IR"/>
        </w:rPr>
        <w:t xml:space="preserve"> و کاغذ به دستش داده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گو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د</w:t>
      </w:r>
      <w:r w:rsidR="00160F70">
        <w:rPr>
          <w:rtl/>
          <w:lang w:bidi="fa-IR"/>
        </w:rPr>
        <w:t>: جلو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ا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ن</w:t>
      </w:r>
      <w:r w:rsidR="00160F70">
        <w:rPr>
          <w:rtl/>
          <w:lang w:bidi="fa-IR"/>
        </w:rPr>
        <w:t xml:space="preserve"> مغازه بنش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ن</w:t>
      </w:r>
      <w:r w:rsidR="00160F70">
        <w:rPr>
          <w:rtl/>
          <w:lang w:bidi="fa-IR"/>
        </w:rPr>
        <w:t xml:space="preserve"> و کتابت کن.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شخص کتابت را آغاز کرده،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نامه پنج تومان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کارش رونق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صاحب ثروت 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  <w:r w:rsidRPr="00542F3F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5) مرحوم کربلا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از اهال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تازه محله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شهرستان خو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مرد ساده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بود،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متوجّه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عدّه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عازم عتبات هستند. منقلب شده و بدون تدارک سفر با آنها به راه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542F3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کربلا پولش تمام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به حرم حضرت ابوالفضل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>مشرّف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عرض حال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نزد دوستانش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تو کجا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قاسم چند بار به سراغ تو آمده؟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542F3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آن حال مشهد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قاسم وارد شده پول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 سرانجام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حواله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ابوالفضل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است،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برگشت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محله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شهانق، در فلان کوچه به من پس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کربلا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پول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گردد، به آن آدرس 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مراجعه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از آن شخص نشان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  <w:r w:rsidRPr="00542F3F">
        <w:rPr>
          <w:rStyle w:val="libFootnotenumChar"/>
          <w:rtl/>
        </w:rPr>
        <w:t>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6) حاج حسن چوب فروش که شخص مورد اعتماد است،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کند: به کربلا مشرّف شدم. در کربلا به شدت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شدم. از خواب و خوراک ماندم، پس از چند روز به دکتر مراجعه کردم،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آن که داروها را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رم،</w:t>
      </w:r>
      <w:r>
        <w:rPr>
          <w:rtl/>
          <w:lang w:bidi="fa-IR"/>
        </w:rPr>
        <w:t xml:space="preserve"> به حرم حضرت ابوالفضل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مشرف شدم و عرض کردم: مولاجان! من </w:t>
      </w:r>
      <w:r>
        <w:rPr>
          <w:rFonts w:hint="eastAsia"/>
          <w:rtl/>
          <w:lang w:bidi="fa-IR"/>
        </w:rPr>
        <w:t>اشتباه</w:t>
      </w:r>
      <w:r>
        <w:rPr>
          <w:rtl/>
          <w:lang w:bidi="fa-IR"/>
        </w:rPr>
        <w:t xml:space="preserve"> کردم که به دکتر مراجعه کردم، شفا دست شماست، آنگاه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از هوش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رود.</w:t>
      </w:r>
    </w:p>
    <w:p w:rsidR="00160F70" w:rsidRPr="00542F3F" w:rsidRDefault="00542F3F" w:rsidP="00542F3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160F70" w:rsidRDefault="00160F70" w:rsidP="00542F3F">
      <w:pPr>
        <w:pStyle w:val="libFootnote0"/>
        <w:rPr>
          <w:rtl/>
          <w:lang w:bidi="fa-IR"/>
        </w:rPr>
      </w:pPr>
      <w:r>
        <w:rPr>
          <w:rtl/>
          <w:lang w:bidi="fa-IR"/>
        </w:rPr>
        <w:t>1- 1. همان، ص 67.</w:t>
      </w:r>
    </w:p>
    <w:p w:rsidR="00160F70" w:rsidRDefault="00160F70" w:rsidP="00542F3F">
      <w:pPr>
        <w:pStyle w:val="libFootnote0"/>
        <w:rPr>
          <w:rtl/>
          <w:lang w:bidi="fa-IR"/>
        </w:rPr>
      </w:pPr>
      <w:r>
        <w:rPr>
          <w:rtl/>
          <w:lang w:bidi="fa-IR"/>
        </w:rPr>
        <w:t>2- 2. همان، ص 68.</w:t>
      </w:r>
    </w:p>
    <w:p w:rsidR="00160F70" w:rsidRDefault="00542F3F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cs"/>
          <w:rtl/>
          <w:lang w:bidi="fa-IR"/>
        </w:rPr>
        <w:lastRenderedPageBreak/>
        <w:t>ی</w:t>
      </w:r>
      <w:r w:rsidR="00160F70">
        <w:rPr>
          <w:rFonts w:hint="eastAsia"/>
          <w:rtl/>
          <w:lang w:bidi="fa-IR"/>
        </w:rPr>
        <w:t>ک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از همسفرها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ش</w:t>
      </w:r>
      <w:r w:rsidR="00160F70">
        <w:rPr>
          <w:rtl/>
          <w:lang w:bidi="fa-IR"/>
        </w:rPr>
        <w:t xml:space="preserve"> او را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ب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ند،</w:t>
      </w:r>
      <w:r w:rsidR="00160F70">
        <w:rPr>
          <w:rtl/>
          <w:lang w:bidi="fa-IR"/>
        </w:rPr>
        <w:t xml:space="preserve"> به منزل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آورد، مقدار کم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غذا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خورد و سلامت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اش را باز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ابد</w:t>
      </w:r>
      <w:r w:rsidR="00160F70">
        <w:rPr>
          <w:rtl/>
          <w:lang w:bidi="fa-IR"/>
        </w:rPr>
        <w:t>.</w:t>
      </w:r>
      <w:r w:rsidR="00160F70" w:rsidRPr="00542F3F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7)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محمود مجتهد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(متوفّا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16 رمضان 1414 قمر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نجانب</w:t>
      </w:r>
      <w:r>
        <w:rPr>
          <w:rtl/>
          <w:lang w:bidi="fa-IR"/>
        </w:rPr>
        <w:t xml:space="preserve"> نقل فرمود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به شدّت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شد، به گونه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ماه در حال جان کندن بود.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دوستان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موضوع ناراحت بودند،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خبرها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آورد، از او استفسار نمودم، گفت: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شخص گوسفند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ابوالفضل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نذر کرده، آن را فراموش کرده و انجام نداده است اگر به نذرش عمل کند، خوب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برادرش گفتم، گفت: شما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برادرم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را در راه خاندان عصمت و طهارت </w:t>
      </w:r>
      <w:r w:rsidRPr="00160F70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خرج کرده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گفتم</w:t>
      </w:r>
      <w:r>
        <w:rPr>
          <w:rtl/>
          <w:lang w:bidi="fa-IR"/>
        </w:rPr>
        <w:t>: به هر حال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انجام شود.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رفت، گوسفند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به منزل برادرش برد تا در آنجا ذبح کند،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برادرش نشسته مشغول غذا خوردن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معلوم</w:t>
      </w:r>
      <w:r>
        <w:rPr>
          <w:rtl/>
          <w:lang w:bidi="fa-IR"/>
        </w:rPr>
        <w:t xml:space="preserve"> شد که همان لحظه که او گوسفند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کرده، در همان لحظه او بلند شده و پس از 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سر سفره غذا نشسته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داستان را شادروان خلخال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نقل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نجانب</w:t>
      </w:r>
      <w:r>
        <w:rPr>
          <w:rtl/>
          <w:lang w:bidi="fa-IR"/>
        </w:rPr>
        <w:t xml:space="preserve"> نقل کرده است.</w:t>
      </w:r>
      <w:r w:rsidRPr="00542F3F">
        <w:rPr>
          <w:rStyle w:val="libFootnotenumChar"/>
          <w:rtl/>
        </w:rPr>
        <w:t>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542F3F">
      <w:pPr>
        <w:pStyle w:val="Heading1"/>
        <w:rPr>
          <w:rtl/>
          <w:lang w:bidi="fa-IR"/>
        </w:rPr>
      </w:pPr>
      <w:bookmarkStart w:id="99" w:name="_Toc525386470"/>
      <w:r>
        <w:rPr>
          <w:rFonts w:hint="eastAsia"/>
          <w:rtl/>
          <w:lang w:bidi="fa-IR"/>
        </w:rPr>
        <w:t>مهر</w:t>
      </w:r>
      <w:r>
        <w:rPr>
          <w:rtl/>
          <w:lang w:bidi="fa-IR"/>
        </w:rPr>
        <w:t xml:space="preserve"> و قهر حضرت ابوالفضل </w:t>
      </w:r>
      <w:r w:rsidRPr="00160F70">
        <w:rPr>
          <w:rStyle w:val="libAlaemChar"/>
          <w:rtl/>
        </w:rPr>
        <w:t>عليه‌السلام</w:t>
      </w:r>
      <w:bookmarkEnd w:id="99"/>
      <w:r w:rsidRPr="00160F70">
        <w:rPr>
          <w:rStyle w:val="libAlaemChar"/>
          <w:rtl/>
        </w:rPr>
        <w:t xml:space="preserve"> 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1) روز سه شنبه 25 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قعده الحرام 1434 قمر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مشهد مقدس خدمت</w:t>
      </w:r>
    </w:p>
    <w:p w:rsidR="00160F70" w:rsidRPr="00542F3F" w:rsidRDefault="00542F3F" w:rsidP="00542F3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160F70" w:rsidRDefault="00160F70" w:rsidP="00542F3F">
      <w:pPr>
        <w:pStyle w:val="libFootnote0"/>
        <w:rPr>
          <w:rtl/>
          <w:lang w:bidi="fa-IR"/>
        </w:rPr>
      </w:pPr>
      <w:r>
        <w:rPr>
          <w:rtl/>
          <w:lang w:bidi="fa-IR"/>
        </w:rPr>
        <w:t>1- 1. همان.</w:t>
      </w:r>
    </w:p>
    <w:p w:rsidR="00160F70" w:rsidRDefault="00160F70" w:rsidP="00542F3F">
      <w:pPr>
        <w:pStyle w:val="libFootnote0"/>
        <w:rPr>
          <w:rtl/>
          <w:lang w:bidi="fa-IR"/>
        </w:rPr>
      </w:pPr>
      <w:r>
        <w:rPr>
          <w:rtl/>
          <w:lang w:bidi="fa-IR"/>
        </w:rPr>
        <w:t>2- 2. ربّان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خلخال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چهره درخشان قمر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هاشم، ج 1، ص 492.</w:t>
      </w:r>
    </w:p>
    <w:p w:rsidR="00160F70" w:rsidRDefault="00542F3F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آ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ه</w:t>
      </w:r>
      <w:r w:rsidR="00160F70">
        <w:rPr>
          <w:rtl/>
          <w:lang w:bidi="fa-IR"/>
        </w:rPr>
        <w:t xml:space="preserve"> اللّه حاج س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د</w:t>
      </w:r>
      <w:r w:rsidR="00160F70">
        <w:rPr>
          <w:rtl/>
          <w:lang w:bidi="fa-IR"/>
        </w:rPr>
        <w:t xml:space="preserve"> مهد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خلخال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،</w:t>
      </w:r>
      <w:r w:rsidR="00160F70">
        <w:rPr>
          <w:rtl/>
          <w:lang w:bidi="fa-IR"/>
        </w:rPr>
        <w:t xml:space="preserve"> موءلّف «فقه الشّ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عه»</w:t>
      </w:r>
      <w:r w:rsidR="00160F70">
        <w:rPr>
          <w:rtl/>
          <w:lang w:bidi="fa-IR"/>
        </w:rPr>
        <w:t xml:space="preserve"> در ده مجلّد، تقر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رات</w:t>
      </w:r>
      <w:r w:rsidR="00160F70">
        <w:rPr>
          <w:rtl/>
          <w:lang w:bidi="fa-IR"/>
        </w:rPr>
        <w:t xml:space="preserve"> درس مرحوم آ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ه</w:t>
      </w:r>
      <w:r w:rsidR="00160F70">
        <w:rPr>
          <w:rtl/>
          <w:lang w:bidi="fa-IR"/>
        </w:rPr>
        <w:t xml:space="preserve"> اللّه خو</w:t>
      </w:r>
      <w:r w:rsidR="00160F70">
        <w:rPr>
          <w:rFonts w:hint="cs"/>
          <w:rtl/>
          <w:lang w:bidi="fa-IR"/>
        </w:rPr>
        <w:t>یی</w:t>
      </w:r>
      <w:r w:rsidR="00160F70">
        <w:rPr>
          <w:rtl/>
          <w:lang w:bidi="fa-IR"/>
        </w:rPr>
        <w:t xml:space="preserve"> </w:t>
      </w:r>
      <w:r w:rsidR="003F1FD4" w:rsidRPr="003F1FD4">
        <w:rPr>
          <w:rStyle w:val="libAlaemChar"/>
          <w:rtl/>
        </w:rPr>
        <w:t xml:space="preserve">قدس‌سره </w:t>
      </w:r>
      <w:r w:rsidR="00160F70">
        <w:rPr>
          <w:rtl/>
          <w:lang w:bidi="fa-IR"/>
        </w:rPr>
        <w:t>، از مادربزرگش، مرحومه خد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جه</w:t>
      </w:r>
      <w:r w:rsidR="00160F70">
        <w:rPr>
          <w:rtl/>
          <w:lang w:bidi="fa-IR"/>
        </w:rPr>
        <w:t xml:space="preserve"> خانم نقل کرد که گفت: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صورت کاروان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عازم عتبات 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در گردنه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اسدآباد سارقان مسلّح به ما حمله کردند، زائران را از مرکب ها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کردند و هر چه همراه زائران بود، غارت نمودند.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زن با بچّه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رخوارش</w:t>
      </w:r>
      <w:r>
        <w:rPr>
          <w:rtl/>
          <w:lang w:bidi="fa-IR"/>
        </w:rPr>
        <w:t xml:space="preserve"> سوار اسب بود، هر کار کردند که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اسب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شود و اسبش را تحو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دهد، قبول نکرد و با دزدان درگ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بچه اش از اسب افتاد و به قعر درّه پرت شد.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خانم با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برآورد: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ابوالفضل من بچّه ام را از شما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همان لحظه 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دزدان که بر اسب سوار بود، اسبش رم کرد و صاحبش را بر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انداخت،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در رکاب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اسب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سر صاحبش بر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دزدان دوستانش را صدا زد که مرا نجات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آمدند و او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زحمت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نجات دادند.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آنگاه</w:t>
      </w:r>
      <w:r>
        <w:rPr>
          <w:rtl/>
          <w:lang w:bidi="fa-IR"/>
        </w:rPr>
        <w:t xml:space="preserve"> دوستانش را جمع کرد و گفت: حضرت ابوالفضل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ما اشاره کرد، هر کس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زائران هر چه گرفته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پس بدهد.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آنها</w:t>
      </w:r>
      <w:r>
        <w:rPr>
          <w:rtl/>
          <w:lang w:bidi="fa-IR"/>
        </w:rPr>
        <w:t xml:space="preserve"> اطاعت کردند، مرکب ها را پس دادند و آنچه از زائران گرفته بودند، به آنها پس دادند.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خانم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بچه اش به درّه پرت شده بود، گفت: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بچّه ام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دزدان به افرادش دستور داد که به درّه سراز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شوند و بچّه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9223B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آنها</w:t>
      </w:r>
      <w:r>
        <w:rPr>
          <w:rtl/>
          <w:lang w:bidi="fa-IR"/>
        </w:rPr>
        <w:t xml:space="preserve"> رفتند و بچّه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در قعر درّه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بدون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صدمه و آس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ده،</w:t>
      </w:r>
      <w:r>
        <w:rPr>
          <w:rtl/>
          <w:lang w:bidi="fa-IR"/>
        </w:rPr>
        <w:t xml:space="preserve"> حتّ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خراش برنداشته است، بچّه را آوردند و به مادرش</w:t>
      </w:r>
      <w:r w:rsidR="009223B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دادند.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نشانه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از قهر حضرت ابوالفضل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نسبت به 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دزدان و مهر آن حضرت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زائر.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خلخال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مورد مادربزرگش (مادرِ مادرش)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من بچّه بودم، همراه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حرم حضرت ابوالفضل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مشرّف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شدم، در مواقع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حرم خلوت بود، از درِ صحن تا کنار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به طور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حرکت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تا به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2) در زمان رژ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سابق،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پاسگاه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اطراف اروم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چند نفر سرباز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نظر فرمانده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مشغول خدمت سرباز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سربازان را به مأمور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فرستند و او برنم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گردد. نفر دوّم را از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فرستند،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گردد، نفر سوم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فرستند، او در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خود به اطراف روستا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رسد، از 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قوم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طلبد که شب مهمان او گردد،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سرباز را به منزل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از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پرسد که زبان ما را بلد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نه،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بلد بود.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آنگاه</w:t>
      </w:r>
      <w:r>
        <w:rPr>
          <w:rtl/>
          <w:lang w:bidi="fa-IR"/>
        </w:rPr>
        <w:t xml:space="preserve"> جلاّد گردن کلفت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مأمور قتل سرباز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آن جلاّد به دوستش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تفنگ آن دو نفر را تو برداشت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تفنگ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سرباز مال من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خنجرش</w:t>
      </w:r>
      <w:r>
        <w:rPr>
          <w:rtl/>
          <w:lang w:bidi="fa-IR"/>
        </w:rPr>
        <w:t xml:space="preserve"> را برداشته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سرباز حمله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سرباز به دست و پا افتاده به حضرت عباس قسمش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ملعون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بگو حضرت عباس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تو را نجات دهد و چاقو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پهلو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چپش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آن لحظه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شامل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پزشک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افسر و چند سرباز از راه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رسد، در مقابل خانه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 xml:space="preserve"> و به صاحب خانه مشکوک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صاحب</w:t>
      </w:r>
      <w:r>
        <w:rPr>
          <w:rtl/>
          <w:lang w:bidi="fa-IR"/>
        </w:rPr>
        <w:t xml:space="preserve"> خانه لحاف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سرباز انداخته،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افسر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لحاف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احساس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لحاف است، لحاف را کنار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سرباز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لحاف ها مخف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اند، بلافاصله سرباز را از دست آنها نجات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و آنها را دستگ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  <w:r w:rsidRPr="009223B8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نشانه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مِهر حضرت قمر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هاشم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نسبت به آن سرباز و قهر آن حضرت به جلاّدان خون آشام بود.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9223B8">
      <w:pPr>
        <w:pStyle w:val="Heading1"/>
        <w:rPr>
          <w:rtl/>
          <w:lang w:bidi="fa-IR"/>
        </w:rPr>
      </w:pPr>
      <w:bookmarkStart w:id="100" w:name="_Toc525386471"/>
      <w:r>
        <w:rPr>
          <w:rFonts w:hint="eastAsia"/>
          <w:rtl/>
          <w:lang w:bidi="fa-IR"/>
        </w:rPr>
        <w:t>نشان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آتش غضب قمر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هاشم </w:t>
      </w:r>
      <w:r w:rsidRPr="00160F70">
        <w:rPr>
          <w:rStyle w:val="libAlaemChar"/>
          <w:rtl/>
        </w:rPr>
        <w:t>عليه‌السلام</w:t>
      </w:r>
      <w:bookmarkEnd w:id="100"/>
      <w:r w:rsidRPr="00160F70">
        <w:rPr>
          <w:rStyle w:val="libAlaemChar"/>
          <w:rtl/>
        </w:rPr>
        <w:t xml:space="preserve"> 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حاج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مرجع 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قدر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نقل فرمودند که در زمان صدّام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تخته قال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نف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حرم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بود. صدّام به آن طمع کرد و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مأمور کرد که به حرم حضرت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دالشهدا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رفته و آن قال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اورند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خواب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ددار</w:t>
      </w:r>
      <w:r>
        <w:rPr>
          <w:rtl/>
          <w:lang w:bidi="fa-IR"/>
        </w:rPr>
        <w:t xml:space="preserve"> آمد و امر فرمود که آن قال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حرم حضرت ابوالفضل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منتقل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انجام داد.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مأمور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صدّام آمدند و آن قال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خواستند،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ددار</w:t>
      </w:r>
      <w:r>
        <w:rPr>
          <w:rtl/>
          <w:lang w:bidi="fa-IR"/>
        </w:rPr>
        <w:t xml:space="preserve"> گفت: آن قال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حرم حضرت ابوالفضل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مأموران</w:t>
      </w:r>
      <w:r>
        <w:rPr>
          <w:rtl/>
          <w:lang w:bidi="fa-IR"/>
        </w:rPr>
        <w:t xml:space="preserve"> به حرم قمر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هاشم رفتند و گفتند: برخ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قال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جمع کن و به ما بده.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ددار</w:t>
      </w:r>
      <w:r>
        <w:rPr>
          <w:rtl/>
          <w:lang w:bidi="fa-IR"/>
        </w:rPr>
        <w:t xml:space="preserve"> گفت: من جرأت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کنم، هر کس جرأت دارد،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جمع کند.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مأمور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شجاع و تنومند بود، با نخوت و غرور جلو رفت و</w:t>
      </w:r>
    </w:p>
    <w:p w:rsidR="00160F70" w:rsidRPr="009223B8" w:rsidRDefault="009223B8" w:rsidP="009223B8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160F70" w:rsidRDefault="00160F70" w:rsidP="009223B8">
      <w:pPr>
        <w:pStyle w:val="libFootnote0"/>
        <w:rPr>
          <w:rtl/>
          <w:lang w:bidi="fa-IR"/>
        </w:rPr>
      </w:pPr>
      <w:r>
        <w:rPr>
          <w:rtl/>
          <w:lang w:bidi="fa-IR"/>
        </w:rPr>
        <w:t>1- 1.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کرامات و حکا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پندآموز، ص 64.</w:t>
      </w:r>
    </w:p>
    <w:p w:rsidR="009223B8" w:rsidRDefault="009223B8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لوله کرد و از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بلند کرد و بر دوش خود نهاد.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مرتبه از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کنده شد، در هوا قطعه قطعه شده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افتاد.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مأمور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خدّام حرم تعهّد گرفتند که هرگز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خبر به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شود و لذا تا صدّام زنده بود،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خبر منتشر نشد، پس از هلاکت صدّام توسط خدّام،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خبر انتشار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9223B8">
      <w:pPr>
        <w:pStyle w:val="Heading1"/>
        <w:rPr>
          <w:rtl/>
          <w:lang w:bidi="fa-IR"/>
        </w:rPr>
      </w:pPr>
      <w:bookmarkStart w:id="101" w:name="_Toc525386472"/>
      <w:r>
        <w:rPr>
          <w:rFonts w:hint="eastAsia"/>
          <w:rtl/>
          <w:lang w:bidi="fa-IR"/>
        </w:rPr>
        <w:t>قهر</w:t>
      </w:r>
      <w:r>
        <w:rPr>
          <w:rtl/>
          <w:lang w:bidi="fa-IR"/>
        </w:rPr>
        <w:t xml:space="preserve"> قمر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هاشم </w:t>
      </w:r>
      <w:r w:rsidRPr="00160F70">
        <w:rPr>
          <w:rStyle w:val="libAlaemChar"/>
          <w:rtl/>
        </w:rPr>
        <w:t>عليه‌السلام</w:t>
      </w:r>
      <w:bookmarkEnd w:id="101"/>
      <w:r w:rsidRPr="00160F70">
        <w:rPr>
          <w:rStyle w:val="libAlaemChar"/>
          <w:rtl/>
        </w:rPr>
        <w:t xml:space="preserve"> 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اهل</w:t>
      </w:r>
      <w:r>
        <w:rPr>
          <w:rtl/>
          <w:lang w:bidi="fa-IR"/>
        </w:rPr>
        <w:t xml:space="preserve"> عراق، به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اهال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کربلا، ده ها مورد از موارد قهر حضرت ابوالفضل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مشاهده کرده اند که عمدتاً در مورد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رخ داده که در حرم آن حضرت قسم دروغ خورده اند: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1)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حسن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حاج محمد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زرگر نقل کرده که گفت: به هنگام بازگشت از مکه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معظمه به عتبات 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مشرف شدم.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مقام حضرت ابوالفضل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کاسب تبر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حاج عبّاس آشنا شدم.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حوال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صبح در دکّان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بودم که ناگهان صدا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بلند شد و غوغا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وجود آمد و همگان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حرم مطهّر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دند،</w:t>
      </w:r>
      <w:r>
        <w:rPr>
          <w:rtl/>
          <w:lang w:bidi="fa-IR"/>
        </w:rPr>
        <w:t xml:space="preserve"> صاحب مغازه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 </w:t>
      </w:r>
      <w:r>
        <w:rPr>
          <w:rtl/>
          <w:lang w:bidi="fa-IR"/>
        </w:rPr>
        <w:lastRenderedPageBreak/>
        <w:t>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آن سر و صدا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حرم 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پشت سر او 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چون وارد صحن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جنازه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مردم به حالت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که کاملاً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شده بود. همگان اظهار شاد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مسرّت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کردند، شعار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دادند و رجز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خواندند و از آن متوفّ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اظهار تنفّر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قض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گفتند: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فرد با دو نفر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قتل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داده، دستگ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شده اند و انکار کرده اند و کار به سوگند منته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9223B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پنج شنبه اول صبح هر سه متّهم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سوگند به حرم مطهّر حضرت ابوالفضل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آوردند.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که جسورتر بود، جلو آمده، با دست خود به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مطهّر اشاره کرده و به دروغ قسم خورده که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قتل خبر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همان لحظه به سمت بالا پرتاب شده، بر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خورده و هلاک شده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</w:t>
      </w:r>
      <w:r>
        <w:rPr>
          <w:rtl/>
          <w:lang w:bidi="fa-IR"/>
        </w:rPr>
        <w:t xml:space="preserve"> نفر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با مشاهده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معجزه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باهره، از ترس جان خود به جرم خود اقرار کردند.</w:t>
      </w:r>
      <w:r w:rsidRPr="009223B8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2) در روستا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ملاکند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توابع شهرستان اهر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دو نفر اختلاف مِلْک 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صاحب</w:t>
      </w:r>
      <w:r>
        <w:rPr>
          <w:rtl/>
          <w:lang w:bidi="fa-IR"/>
        </w:rPr>
        <w:t xml:space="preserve"> ملک به طرف مقابل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دستت را بر سر بچّه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دوازده ساله ات که در مجلس حضور دارد بگذار و به مرگ او قسم بخور.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بچّه اش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نه، من به حضرت ابوالفضل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قسم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مراسم</w:t>
      </w:r>
      <w:r>
        <w:rPr>
          <w:rtl/>
          <w:lang w:bidi="fa-IR"/>
        </w:rPr>
        <w:t xml:space="preserve"> سوگند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غروب آفتاب آن پسر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رود.</w:t>
      </w:r>
      <w:r w:rsidRPr="009223B8">
        <w:rPr>
          <w:rStyle w:val="libFootnotenumChar"/>
          <w:rtl/>
        </w:rPr>
        <w:t>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3) در روستا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نظرعل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توابع شهرستان ماکو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داستان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در آنجا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غروب آفتاب بچّه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 w:rsidRPr="009223B8">
        <w:rPr>
          <w:rStyle w:val="libFootnotenumChar"/>
          <w:rtl/>
        </w:rPr>
        <w:t>.(3)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4)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مرحوم حاج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محدّث از پدر خانمش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حاج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باقر مجتهد (1261 _ 1346 قمر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که از بزرگان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پرسد:</w:t>
      </w:r>
    </w:p>
    <w:p w:rsidR="00160F70" w:rsidRPr="009223B8" w:rsidRDefault="009223B8" w:rsidP="009223B8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160F70" w:rsidRDefault="00160F70" w:rsidP="009223B8">
      <w:pPr>
        <w:pStyle w:val="libFootnote0"/>
        <w:rPr>
          <w:rtl/>
          <w:lang w:bidi="fa-IR"/>
        </w:rPr>
      </w:pPr>
      <w:r>
        <w:rPr>
          <w:rtl/>
          <w:lang w:bidi="fa-IR"/>
        </w:rPr>
        <w:t>1- 1. همان، ص 55.</w:t>
      </w:r>
    </w:p>
    <w:p w:rsidR="00160F70" w:rsidRDefault="00160F70" w:rsidP="009223B8">
      <w:pPr>
        <w:pStyle w:val="libFootnote0"/>
        <w:rPr>
          <w:rtl/>
          <w:lang w:bidi="fa-IR"/>
        </w:rPr>
      </w:pPr>
      <w:r>
        <w:rPr>
          <w:rtl/>
          <w:lang w:bidi="fa-IR"/>
        </w:rPr>
        <w:t>2- 2. همان، ص 56.</w:t>
      </w:r>
    </w:p>
    <w:p w:rsidR="00160F70" w:rsidRDefault="00160F70" w:rsidP="009223B8">
      <w:pPr>
        <w:pStyle w:val="libFootnote0"/>
        <w:rPr>
          <w:rtl/>
          <w:lang w:bidi="fa-IR"/>
        </w:rPr>
      </w:pPr>
      <w:r>
        <w:rPr>
          <w:rtl/>
          <w:lang w:bidi="fa-IR"/>
        </w:rPr>
        <w:t>3- 3. همان.</w:t>
      </w:r>
    </w:p>
    <w:p w:rsidR="00160F70" w:rsidRDefault="009223B8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در</w:t>
      </w:r>
      <w:r w:rsidR="00160F70">
        <w:rPr>
          <w:rtl/>
          <w:lang w:bidi="fa-IR"/>
        </w:rPr>
        <w:t xml:space="preserve"> ا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ام</w:t>
      </w:r>
      <w:r w:rsidR="00160F70">
        <w:rPr>
          <w:rtl/>
          <w:lang w:bidi="fa-IR"/>
        </w:rPr>
        <w:t xml:space="preserve"> اقامت خود در عتبات عال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ات،</w:t>
      </w:r>
      <w:r w:rsidR="00160F70">
        <w:rPr>
          <w:rtl/>
          <w:lang w:bidi="fa-IR"/>
        </w:rPr>
        <w:t xml:space="preserve"> چه کرامت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از آن بزرگواران مشاهده کرد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؟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دو خانواده معروف در کربلا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وصلت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پس از شش ماه اختلاف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دختر به خانه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پدر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 و آشنا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هر چه وساطت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کنند،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واقع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سال بعد پدر و مادر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دختر به نجف اشرف مهاجرت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دختر در کربلا تنها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پسر به سراغ دختر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با وعده و وع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او را قانع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وارد خانه شده و با او همبستر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داماد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به سراغ دختر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دختر حامله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پسر مطّلع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ادّعا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ناموس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خانواده</w:t>
      </w:r>
      <w:r>
        <w:rPr>
          <w:rtl/>
          <w:lang w:bidi="fa-IR"/>
        </w:rPr>
        <w:t xml:space="preserve"> دختر از دختر ماجرا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پرسند و او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داماد انکار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برادران</w:t>
      </w:r>
      <w:r>
        <w:rPr>
          <w:rtl/>
          <w:lang w:bidi="fa-IR"/>
        </w:rPr>
        <w:t xml:space="preserve"> دختر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که خواهرشان را به قتل برسانند، دختر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اگر دست من به دامن پسر برسد، من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اثبات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خانواده</w:t>
      </w:r>
      <w:r>
        <w:rPr>
          <w:rtl/>
          <w:lang w:bidi="fa-IR"/>
        </w:rPr>
        <w:t xml:space="preserve"> پسر و دختر، او را به زور به خانه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دختر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آوردند، هر چه دختر او را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دختر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او را کشان کشان به حرم مطهّر حضرت ابوالفضل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علاوه</w:t>
      </w:r>
      <w:r>
        <w:rPr>
          <w:rtl/>
          <w:lang w:bidi="fa-IR"/>
        </w:rPr>
        <w:t xml:space="preserve"> بر خانواده دختر و پسر، مردم کوچه و بازار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دنبال آنها راه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95418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دختر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دست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گرفته بود، با دست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حضرت ابوالفضل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عرض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کند: اگر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آبرو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و</w:t>
      </w:r>
      <w:r w:rsidR="0095418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خانواده</w:t>
      </w:r>
      <w:r>
        <w:rPr>
          <w:rtl/>
          <w:lang w:bidi="fa-IR"/>
        </w:rPr>
        <w:t xml:space="preserve"> ام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برود،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جوان عص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انگر</w:t>
      </w:r>
      <w:r>
        <w:rPr>
          <w:rtl/>
          <w:lang w:bidi="fa-IR"/>
        </w:rPr>
        <w:t xml:space="preserve"> داور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ناگهان</w:t>
      </w:r>
      <w:r>
        <w:rPr>
          <w:rtl/>
          <w:lang w:bidi="fa-IR"/>
        </w:rPr>
        <w:t xml:space="preserve">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به حرکت درم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جوان بدبخت چند متر به هوا پرتاب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به هلاکت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بر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خدّام</w:t>
      </w:r>
      <w:r>
        <w:rPr>
          <w:rtl/>
          <w:lang w:bidi="fa-IR"/>
        </w:rPr>
        <w:t xml:space="preserve"> حرم و مردم حاضر در صحنه،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بندند و جسد نحس او را در شهر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گردانند.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خبر در شهرها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عراق پخش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وال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بغداد که از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دولت عثمان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حاکم عراق بود، داستان را به استانبول مخابره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دولت عثمان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 از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دستور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که سران و درجه داران ارتش به کربلا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مشرّف شده، دسته دسته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حرم مطهر شرف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شوند.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افراد به هنگام تشرّف به حرم اشعار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ترک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زمزمه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آن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بابان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جنّتده گوزلر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پاک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سنلن تفاخر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لر</w:t>
      </w:r>
      <w:r>
        <w:rPr>
          <w:rtl/>
          <w:lang w:bidi="fa-IR"/>
        </w:rPr>
        <w:t xml:space="preserve"> او آرکا داشلار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پدرت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کرّار در بهشت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دگانش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روشن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او به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دوستانش با وجود تو افتخار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  <w:r w:rsidRPr="00954184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5) مرحوم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ربابا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موءمن و صاحب کمال بود، نقل کرد که در روس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دو نفر اختلاف 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آمد و منجر به شکا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95418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مدّع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دادگاه گفت: اگر منکر هفت قدم به طرف قبله بردارد و در قدم هفتم به حضرت ابوالفضل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قسم بخورد، من از ادّعا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صرف نظر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دادگاه که مسلمان نبود، موضوع را متوجّه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او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دهند، قبول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160F70" w:rsidRPr="00954184" w:rsidRDefault="00954184" w:rsidP="0095418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160F70" w:rsidRDefault="00160F70" w:rsidP="00954184">
      <w:pPr>
        <w:pStyle w:val="libFootnote0"/>
        <w:rPr>
          <w:rtl/>
          <w:lang w:bidi="fa-IR"/>
        </w:rPr>
      </w:pPr>
      <w:r>
        <w:rPr>
          <w:rtl/>
          <w:lang w:bidi="fa-IR"/>
        </w:rPr>
        <w:t>1- 1. همان، ص 57.</w:t>
      </w:r>
    </w:p>
    <w:p w:rsidR="00160F70" w:rsidRDefault="00954184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منکر</w:t>
      </w:r>
      <w:r w:rsidR="00160F70">
        <w:rPr>
          <w:rtl/>
          <w:lang w:bidi="fa-IR"/>
        </w:rPr>
        <w:t xml:space="preserve"> در اطاق قاض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هفت قدم برداشته، مه</w:t>
      </w:r>
      <w:r w:rsidR="00160F70">
        <w:rPr>
          <w:rFonts w:hint="cs"/>
          <w:rtl/>
          <w:lang w:bidi="fa-IR"/>
        </w:rPr>
        <w:t>یّ</w:t>
      </w:r>
      <w:r w:rsidR="00160F70">
        <w:rPr>
          <w:rFonts w:hint="eastAsia"/>
          <w:rtl/>
          <w:lang w:bidi="fa-IR"/>
        </w:rPr>
        <w:t>ا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سوگند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شود، ناگهان به زم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ن</w:t>
      </w:r>
      <w:r w:rsidR="00160F70">
        <w:rPr>
          <w:rtl/>
          <w:lang w:bidi="fa-IR"/>
        </w:rPr>
        <w:t xml:space="preserve">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افتد و هلاک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شود.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مرکز گزارش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در مطبوعات اعلام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که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پس هرگز در دادگاه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دادگاه حضرت عبّاس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نخواهد شد.</w:t>
      </w:r>
      <w:r w:rsidRPr="00954184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954184">
      <w:pPr>
        <w:pStyle w:val="libNormal"/>
        <w:rPr>
          <w:rtl/>
          <w:lang w:bidi="fa-IR"/>
        </w:rPr>
      </w:pPr>
      <w:r>
        <w:rPr>
          <w:rtl/>
          <w:lang w:bidi="fa-IR"/>
        </w:rPr>
        <w:t>6) در روستا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چند نفر اختلاف مرز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رخ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که منجر به سوگند به حضرت ابوالفضل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هفت قدم به طرف قبله بردارد و قسم بخورد، در قدم چهارم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خورده، هلاک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مانند ذغال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آن محل به نام: «ا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اولن»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محل مرگ سگ، مشهور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  <w:r w:rsidRPr="00714153">
        <w:rPr>
          <w:rStyle w:val="libFootnotenumChar"/>
          <w:rtl/>
        </w:rPr>
        <w:t>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7)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افشار، 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پاسگاه ژاندارمر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واوغل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(در 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لومتر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شمال شرق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شهرستان خو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به ارسباران منتقل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در آنجا با فرد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پرونده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بدهکار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شخص موءمن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مبلغ چهار تومان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فرد در دادگاه محکوم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آن مبلغ را پرداخت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خطاب به افشار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من قضاوت را به حضرت عباس حواله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افشار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مانع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آن حضرت هر 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انجام بدهد. سپس سوار موتور شده راه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افتد، در فاصله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کوتاه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تصادف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دکتر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خو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نبوده و دکتر شف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عمل او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به همان</w:t>
      </w:r>
    </w:p>
    <w:p w:rsidR="00160F70" w:rsidRPr="00714153" w:rsidRDefault="00714153" w:rsidP="0071415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160F70" w:rsidRDefault="00160F70" w:rsidP="00714153">
      <w:pPr>
        <w:pStyle w:val="libFootnote0"/>
        <w:rPr>
          <w:rtl/>
          <w:lang w:bidi="fa-IR"/>
        </w:rPr>
      </w:pPr>
      <w:r>
        <w:rPr>
          <w:rtl/>
          <w:lang w:bidi="fa-IR"/>
        </w:rPr>
        <w:t>1- 1. همان، ص 58.</w:t>
      </w:r>
    </w:p>
    <w:p w:rsidR="00160F70" w:rsidRDefault="00160F70" w:rsidP="00714153">
      <w:pPr>
        <w:pStyle w:val="libFootnote0"/>
        <w:rPr>
          <w:rtl/>
          <w:lang w:bidi="fa-IR"/>
        </w:rPr>
      </w:pPr>
      <w:r>
        <w:rPr>
          <w:rtl/>
          <w:lang w:bidi="fa-IR"/>
        </w:rPr>
        <w:t>2- 2. همان، ص 59.</w:t>
      </w:r>
    </w:p>
    <w:p w:rsidR="00160F70" w:rsidRDefault="00714153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حال</w:t>
      </w:r>
      <w:r w:rsidR="00160F70">
        <w:rPr>
          <w:rtl/>
          <w:lang w:bidi="fa-IR"/>
        </w:rPr>
        <w:t xml:space="preserve"> زجرکش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شود و به سزا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عمل خود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رسد</w:t>
      </w:r>
      <w:r w:rsidR="00160F70" w:rsidRPr="00714153">
        <w:rPr>
          <w:rStyle w:val="libFootnotenumChar"/>
          <w:rtl/>
        </w:rPr>
        <w:t>.(1)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8) مرحوم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حسن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بر فراز منبر نقل کرد که پس از ورود متّفق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سال 1320 شمس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رفتن رضاخان، در شهر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اندوآب</w:t>
      </w:r>
      <w:r>
        <w:rPr>
          <w:rtl/>
          <w:lang w:bidi="fa-IR"/>
        </w:rPr>
        <w:t xml:space="preserve"> بچه ها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و علم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سرباز</w:t>
      </w:r>
      <w:r>
        <w:rPr>
          <w:rtl/>
          <w:lang w:bidi="fa-IR"/>
        </w:rPr>
        <w:t xml:space="preserve"> خائن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طرفدار رضاخان بوده، متعرّض بچه ها شده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عَلَم را از دست آنها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بچّه ها عَلَم را محکم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عَلَم حضرت ابوالفضل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سرباز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او عَلَم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ندارد، من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متکّا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پارچه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دارم و عَلَم را به زور از دست بچّه 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بچّه</w:t>
      </w:r>
      <w:r>
        <w:rPr>
          <w:rtl/>
          <w:lang w:bidi="fa-IR"/>
        </w:rPr>
        <w:t xml:space="preserve"> ها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آورند: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ابالفضل!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ابالفضل!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همان حال سرباز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خورده، رنگش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شده و هلاک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</w:t>
      </w:r>
      <w:r w:rsidRPr="00714153">
        <w:rPr>
          <w:rStyle w:val="libFootnotenumChar"/>
          <w:rtl/>
        </w:rPr>
        <w:t>.(2)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9) صد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ارجمند، خط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ارزشمند، مرحوم حاج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محمود وحدت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رضاخان در کوچه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به نام مرحوم حاج فخر (در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عباس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>) مشهور است، پاسبان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چادر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بردارد، او </w:t>
      </w:r>
      <w:r>
        <w:rPr>
          <w:rtl/>
          <w:lang w:bidi="fa-IR"/>
        </w:rPr>
        <w:lastRenderedPageBreak/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شدّت امتناع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به او التماس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دفعه از من بگذر، من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او قبول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71415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اثناء مرحوم حاج فخر دوزدوزان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خانه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به طرف زن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که او را نجات دهد،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مرتبه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شنود که آن زن پاسبان را به حضرت ابوالفضل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قسم داد،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گردد.</w:t>
      </w:r>
    </w:p>
    <w:p w:rsidR="00160F70" w:rsidRPr="00714153" w:rsidRDefault="00714153" w:rsidP="0071415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160F70" w:rsidRDefault="00160F70" w:rsidP="00714153">
      <w:pPr>
        <w:pStyle w:val="libFootnote0"/>
        <w:rPr>
          <w:rtl/>
          <w:lang w:bidi="fa-IR"/>
        </w:rPr>
      </w:pPr>
      <w:r>
        <w:rPr>
          <w:rtl/>
          <w:lang w:bidi="fa-IR"/>
        </w:rPr>
        <w:t>1- 1. همان.</w:t>
      </w:r>
    </w:p>
    <w:p w:rsidR="00160F70" w:rsidRDefault="00160F70" w:rsidP="00714153">
      <w:pPr>
        <w:pStyle w:val="libFootnote0"/>
        <w:rPr>
          <w:rtl/>
          <w:lang w:bidi="fa-IR"/>
        </w:rPr>
      </w:pPr>
      <w:r>
        <w:rPr>
          <w:rtl/>
          <w:lang w:bidi="fa-IR"/>
        </w:rPr>
        <w:t>2- 2. همان، ص 60.</w:t>
      </w:r>
    </w:p>
    <w:p w:rsidR="00160F70" w:rsidRDefault="00714153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مردم</w:t>
      </w:r>
      <w:r w:rsidR="00160F70">
        <w:rPr>
          <w:rtl/>
          <w:lang w:bidi="fa-IR"/>
        </w:rPr>
        <w:t xml:space="preserve">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پرسند که چرا برگشت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د؟</w:t>
      </w:r>
      <w:r w:rsidR="00160F70">
        <w:rPr>
          <w:rtl/>
          <w:lang w:bidi="fa-IR"/>
        </w:rPr>
        <w:t xml:space="preserve"> ا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شان</w:t>
      </w:r>
      <w:r w:rsidR="00160F70">
        <w:rPr>
          <w:rtl/>
          <w:lang w:bidi="fa-IR"/>
        </w:rPr>
        <w:t xml:space="preserve">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فرما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د</w:t>
      </w:r>
      <w:r w:rsidR="00160F70">
        <w:rPr>
          <w:rtl/>
          <w:lang w:bidi="fa-IR"/>
        </w:rPr>
        <w:t>: او را به جا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بزرگ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قسم داد، آنجا د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گر</w:t>
      </w:r>
      <w:r w:rsidR="00160F70">
        <w:rPr>
          <w:rtl/>
          <w:lang w:bidi="fa-IR"/>
        </w:rPr>
        <w:t xml:space="preserve"> جولانگاه من ن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ست</w:t>
      </w:r>
      <w:r w:rsidR="00160F70"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آن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دار که پاسبان از چادر زن گرفته بود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زن با تمام قدرت چادر را گرفته بود و رها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پاسبان تکان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خورد، از تفنگ او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چانه اش وارد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در دم جان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سپارد و آن زن چادرش را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و صحنه را ترک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10) مرد ثروتمند کم اعتقاد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ممقان، از شهرها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آذربا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tl/>
          <w:lang w:bidi="fa-IR"/>
        </w:rPr>
        <w:t xml:space="preserve"> شرق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مکرّر به حضرت ابوالفضل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دروغ قسم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خورد، مردم او را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منع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گفتند: مورد غضب قرار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اما او در پاسخ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سر آن بزرگوار به 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شلوغ است که تا پنجاه سال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به من نوبت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رسد، من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مدّت کارم را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آنگاه</w:t>
      </w:r>
      <w:r>
        <w:rPr>
          <w:rtl/>
          <w:lang w:bidi="fa-IR"/>
        </w:rPr>
        <w:t xml:space="preserve"> برخاسته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گوسفندانش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شهر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رود،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صاعقه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سوزاند و خاکستر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  <w:r w:rsidRPr="00714153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714153">
      <w:pPr>
        <w:pStyle w:val="libNormal"/>
        <w:rPr>
          <w:rtl/>
          <w:lang w:bidi="fa-IR"/>
        </w:rPr>
      </w:pPr>
      <w:r>
        <w:rPr>
          <w:rtl/>
          <w:lang w:bidi="fa-IR"/>
        </w:rPr>
        <w:t>11)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حسن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جل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منصرف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در قفقاز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آشنا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ناراحت است. از علت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شدم، گفت: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فلان کمون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در قهوه خانه به حضرت ابوالفضل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اهانت کرد، من ناراحت شدم و گفتم: اگر او مورد قهر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غضب قرار 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کافر خواهم 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جل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اگر او تا چهل روز به سزا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عملش نرسد،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روحان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خود را ترک خواهم کرد.</w:t>
      </w:r>
    </w:p>
    <w:p w:rsidR="00160F70" w:rsidRPr="00714153" w:rsidRDefault="00714153" w:rsidP="0071415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160F70" w:rsidRDefault="00160F70" w:rsidP="00714153">
      <w:pPr>
        <w:pStyle w:val="libFootnote0"/>
        <w:rPr>
          <w:rtl/>
          <w:lang w:bidi="fa-IR"/>
        </w:rPr>
      </w:pPr>
      <w:r>
        <w:rPr>
          <w:rtl/>
          <w:lang w:bidi="fa-IR"/>
        </w:rPr>
        <w:t>1- 1. همان، ص 65.</w:t>
      </w:r>
    </w:p>
    <w:p w:rsidR="00160F70" w:rsidRDefault="00714153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بعد</w:t>
      </w:r>
      <w:r w:rsidR="00160F70">
        <w:rPr>
          <w:rtl/>
          <w:lang w:bidi="fa-IR"/>
        </w:rPr>
        <w:t xml:space="preserve"> از چند روز آن کمون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ست</w:t>
      </w:r>
      <w:r w:rsidR="00160F70">
        <w:rPr>
          <w:rtl/>
          <w:lang w:bidi="fa-IR"/>
        </w:rPr>
        <w:t xml:space="preserve"> را د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دم</w:t>
      </w:r>
      <w:r w:rsidR="00160F70">
        <w:rPr>
          <w:rtl/>
          <w:lang w:bidi="fa-IR"/>
        </w:rPr>
        <w:t xml:space="preserve"> که سر و صورتش را کاملاً بسته، فقط چشمانش د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ده</w:t>
      </w:r>
      <w:r w:rsidR="00160F70">
        <w:rPr>
          <w:rtl/>
          <w:lang w:bidi="fa-IR"/>
        </w:rPr>
        <w:t xml:space="preserve">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شود. از علّتش پرس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دم</w:t>
      </w:r>
      <w:r w:rsidR="00160F70">
        <w:rPr>
          <w:rtl/>
          <w:lang w:bidi="fa-IR"/>
        </w:rPr>
        <w:t>. معلوم شد که دهان و زبانش کج شده، قدرت سخن گفتن ندارد و ق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افه</w:t>
      </w:r>
      <w:r w:rsidR="00160F70">
        <w:rPr>
          <w:rtl/>
          <w:lang w:bidi="fa-IR"/>
        </w:rPr>
        <w:t xml:space="preserve"> اش به کلّ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دگرگون شده است.</w:t>
      </w:r>
      <w:r w:rsidR="00160F70" w:rsidRPr="00714153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714153">
      <w:pPr>
        <w:pStyle w:val="libNormal"/>
        <w:rPr>
          <w:rtl/>
          <w:lang w:bidi="fa-IR"/>
        </w:rPr>
      </w:pPr>
      <w:r>
        <w:rPr>
          <w:rtl/>
          <w:lang w:bidi="fa-IR"/>
        </w:rPr>
        <w:t>12) مرحوم کربلا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رضا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متد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عتبات 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مشرّف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در کربلا پولش گُم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به همسفرها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من پولم را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محل نبرده ام، پول من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گُم شده است، همه اظهار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اطّلاع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کنند، سرانجام به طور دسته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حضرت ابوالفضل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قسم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همسفرها همان روز درد شکم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لش</w:t>
      </w:r>
      <w:r>
        <w:rPr>
          <w:rtl/>
          <w:lang w:bidi="fa-IR"/>
        </w:rPr>
        <w:t xml:space="preserve"> را جمع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کنند،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و پول مفقود شده را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  <w:r w:rsidRPr="00714153">
        <w:rPr>
          <w:rStyle w:val="libFootnotenumChar"/>
          <w:rtl/>
        </w:rPr>
        <w:t>(2)</w:t>
      </w:r>
    </w:p>
    <w:p w:rsidR="00160F70" w:rsidRDefault="00714153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714153">
      <w:pPr>
        <w:pStyle w:val="Heading1"/>
        <w:rPr>
          <w:rtl/>
          <w:lang w:bidi="fa-IR"/>
        </w:rPr>
      </w:pPr>
      <w:bookmarkStart w:id="102" w:name="_Toc525386473"/>
      <w:r>
        <w:rPr>
          <w:rFonts w:hint="eastAsia"/>
          <w:rtl/>
          <w:lang w:bidi="fa-IR"/>
        </w:rPr>
        <w:t>عمر</w:t>
      </w:r>
      <w:r>
        <w:rPr>
          <w:rtl/>
          <w:lang w:bidi="fa-IR"/>
        </w:rPr>
        <w:t xml:space="preserve"> تازه با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حضرت ابوالفضل </w:t>
      </w:r>
      <w:r w:rsidRPr="00160F70">
        <w:rPr>
          <w:rStyle w:val="libAlaemChar"/>
          <w:rtl/>
        </w:rPr>
        <w:t>عليه‌السلام</w:t>
      </w:r>
      <w:bookmarkEnd w:id="102"/>
      <w:r w:rsidRPr="00160F70">
        <w:rPr>
          <w:rStyle w:val="libAlaemChar"/>
          <w:rtl/>
        </w:rPr>
        <w:t xml:space="preserve"> 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حاج نق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دبّاغ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مرحوم پدرش حاج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اکبر دبّاغ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کرد که گفت: در حرم قمر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هاشم زائر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به حضرت عرض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کرد: آقاجان 28 سال از عمر من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مانده، از خدا بخواه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28 سال معص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نکنم.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حرم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آمد، داستانش را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حاضر نبود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کند، پس از اصرار گفت: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</w:t>
      </w:r>
      <w:r>
        <w:rPr>
          <w:rtl/>
          <w:lang w:bidi="fa-IR"/>
        </w:rPr>
        <w:t xml:space="preserve"> سال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به شدّت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شدم. دکترها جوابم کردند،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حالت نزع روح افتادم،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خانواده در اطراف بسترم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</w:p>
    <w:p w:rsidR="00160F70" w:rsidRPr="00714153" w:rsidRDefault="00714153" w:rsidP="0071415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160F70" w:rsidRDefault="00160F70" w:rsidP="00714153">
      <w:pPr>
        <w:pStyle w:val="libFootnote0"/>
        <w:rPr>
          <w:rtl/>
          <w:lang w:bidi="fa-IR"/>
        </w:rPr>
      </w:pPr>
      <w:r>
        <w:rPr>
          <w:rtl/>
          <w:lang w:bidi="fa-IR"/>
        </w:rPr>
        <w:t>1- 1. همان، ص 66.</w:t>
      </w:r>
    </w:p>
    <w:p w:rsidR="00160F70" w:rsidRDefault="00160F70" w:rsidP="00714153">
      <w:pPr>
        <w:pStyle w:val="libFootnote0"/>
        <w:rPr>
          <w:rtl/>
          <w:lang w:bidi="fa-IR"/>
        </w:rPr>
      </w:pPr>
      <w:r>
        <w:rPr>
          <w:rtl/>
          <w:lang w:bidi="fa-IR"/>
        </w:rPr>
        <w:t>2- 2. همان، ص 69.</w:t>
      </w:r>
    </w:p>
    <w:p w:rsidR="00160F70" w:rsidRDefault="00714153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مرتبه</w:t>
      </w:r>
      <w:r w:rsidR="00160F70">
        <w:rPr>
          <w:rtl/>
          <w:lang w:bidi="fa-IR"/>
        </w:rPr>
        <w:t xml:space="preserve"> شخص</w:t>
      </w:r>
      <w:r w:rsidR="00160F70">
        <w:rPr>
          <w:rFonts w:hint="cs"/>
          <w:rtl/>
          <w:lang w:bidi="fa-IR"/>
        </w:rPr>
        <w:t>یّ</w:t>
      </w:r>
      <w:r w:rsidR="00160F70">
        <w:rPr>
          <w:rFonts w:hint="eastAsia"/>
          <w:rtl/>
          <w:lang w:bidi="fa-IR"/>
        </w:rPr>
        <w:t>ت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را د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دم</w:t>
      </w:r>
      <w:r w:rsidR="00160F70">
        <w:rPr>
          <w:rtl/>
          <w:lang w:bidi="fa-IR"/>
        </w:rPr>
        <w:t xml:space="preserve"> که به من فرمود: بلند شو. گفتم: قادر ن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ستم،</w:t>
      </w:r>
      <w:r w:rsidR="00160F70">
        <w:rPr>
          <w:rtl/>
          <w:lang w:bidi="fa-IR"/>
        </w:rPr>
        <w:t xml:space="preserve"> فرمود: چرا، حرکت کن.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حرکت کردم و به دنبال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راه افتادم.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منزل پاها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کنده شد، به طرف آسمان عروج کرد و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دنبالش صعود کردم.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تعداد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بزرگان جمع بودند،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مرا برد، به بزرگ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 جمع عرضه داشت: شفا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جوان را از خدا بخواه.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بزرگوار فرمود: عمرش تمام شده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عرض کرد: مادرِ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جوان در آشپزخانه صورتش را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نهاده به من متوسّل شده است. جواب او را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داد؟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بزرگوار که بعداً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وجود مقدّس رسول خدا بود، فرمود: من 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سال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از خدا عمر گرفتم. از آن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دو سال گذشته و 28 سال از عمرم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مرا بالا برد،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مرتبه عبا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کنار رفت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دست ندارد.</w:t>
      </w:r>
    </w:p>
    <w:p w:rsidR="00160F70" w:rsidRDefault="00714153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714153">
      <w:pPr>
        <w:pStyle w:val="Heading1"/>
        <w:rPr>
          <w:rtl/>
          <w:lang w:bidi="fa-IR"/>
        </w:rPr>
      </w:pPr>
      <w:bookmarkStart w:id="103" w:name="_Toc525386474"/>
      <w:r>
        <w:rPr>
          <w:rFonts w:hint="eastAsia"/>
          <w:rtl/>
          <w:lang w:bidi="fa-IR"/>
        </w:rPr>
        <w:t>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حضرت ابوالفضل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خانواده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bookmarkEnd w:id="103"/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1)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حسن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حسن هاتف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مسلمان شده بود و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نام مقدّس حضرت ابوالفضل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نوشته بود. از علّتش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دند،</w:t>
      </w:r>
      <w:r>
        <w:rPr>
          <w:rtl/>
          <w:lang w:bidi="fa-IR"/>
        </w:rPr>
        <w:t xml:space="preserve"> گفت: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خانواده ام سوار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بودم، به هنگام عبور از گردنه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قوشج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طرف درّه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چپ شد، ما در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ناام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 حضرت متوسّل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ظاهر شد و به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اشاره فرمود.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سنگ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برخورد کرد و متوقّف شد.</w:t>
      </w:r>
    </w:p>
    <w:p w:rsidR="00714153" w:rsidRDefault="00714153" w:rsidP="00160F70">
      <w:pPr>
        <w:pStyle w:val="libNormal"/>
        <w:rPr>
          <w:rFonts w:hint="cs"/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آن شخص را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خود، خانواده،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بار آن کاملاً سالم بود.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ماجرا</w:t>
      </w:r>
      <w:r>
        <w:rPr>
          <w:rtl/>
          <w:lang w:bidi="fa-IR"/>
        </w:rPr>
        <w:t xml:space="preserve"> را به صاحب بار که اهل تهران بود، نقل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ما را به محضر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بروجرد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F1FD4" w:rsidRPr="003F1FD4">
        <w:rPr>
          <w:rStyle w:val="libAlaemChar"/>
          <w:rtl/>
        </w:rPr>
        <w:t xml:space="preserve">قدس‌سره </w:t>
      </w:r>
      <w:r>
        <w:rPr>
          <w:rtl/>
          <w:lang w:bidi="fa-IR"/>
        </w:rPr>
        <w:t>برد، ما به دست آن بزرگوار مسلمان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از آن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با حضرت ابوالفضل بنا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مشارکت گذاشت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دو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آنها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 آن حضرت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با مساعدت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بروجرد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کربلا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مشرّف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  <w:r w:rsidRPr="00714153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714153">
      <w:pPr>
        <w:pStyle w:val="libNormal"/>
        <w:rPr>
          <w:rtl/>
          <w:lang w:bidi="fa-IR"/>
        </w:rPr>
      </w:pPr>
      <w:r>
        <w:rPr>
          <w:rtl/>
          <w:lang w:bidi="fa-IR"/>
        </w:rPr>
        <w:t>2)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حاج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اصغر صادق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(1312_ 1402 قمر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نقل فرمود: با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در صحن مطهر حضرت ابوالفضل </w:t>
      </w:r>
      <w:r w:rsidRPr="00160F70">
        <w:rPr>
          <w:rStyle w:val="libAlaemChar"/>
          <w:rtl/>
        </w:rPr>
        <w:lastRenderedPageBreak/>
        <w:t xml:space="preserve">عليه‌السلام </w:t>
      </w:r>
      <w:r>
        <w:rPr>
          <w:rtl/>
          <w:lang w:bidi="fa-IR"/>
        </w:rPr>
        <w:t>مشغول صحبت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بهت زده وارد شد و گفت: قبر امام عباس کجاست؟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او را ملامت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گفت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 اگر تو مسلمان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چرا امام را از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امام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و اگر مسلمان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چه کار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>: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در فلان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 حال غرق شدن بود، دستم از همه جا کوتاه شد،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ادم</w:t>
      </w:r>
      <w:r>
        <w:rPr>
          <w:rtl/>
          <w:lang w:bidi="fa-IR"/>
        </w:rPr>
        <w:t xml:space="preserve"> آمد که مسلمان ها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دستشان از همه جا کوتاه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به حضرت عبّاس پناهنده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شوند،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آن حضرت پناهنده شدم، ناگهان 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و از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بانم</w:t>
      </w:r>
      <w:r>
        <w:rPr>
          <w:rtl/>
          <w:lang w:bidi="fa-IR"/>
        </w:rPr>
        <w:t xml:space="preserve"> گرفت و در ساحل بر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گذاشت.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همانجا عهد کردم که پس از نجات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قبر آن حضرت مشرّف شوم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ام آمده ام.</w:t>
      </w:r>
      <w:r w:rsidRPr="00714153">
        <w:rPr>
          <w:rStyle w:val="libFootnotenumChar"/>
          <w:rtl/>
        </w:rPr>
        <w:t>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3) مرحوم حاج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رعابد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نقل کرد: روز تاسوعا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</w:t>
      </w:r>
      <w:r>
        <w:rPr>
          <w:rtl/>
          <w:lang w:bidi="fa-IR"/>
        </w:rPr>
        <w:t xml:space="preserve">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عازم تبر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بودم.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نگه داشت و مرا سوار کرد،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مقصد</w:t>
      </w:r>
    </w:p>
    <w:p w:rsidR="00160F70" w:rsidRPr="00714153" w:rsidRDefault="00714153" w:rsidP="0071415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160F70" w:rsidRDefault="00160F70" w:rsidP="00714153">
      <w:pPr>
        <w:pStyle w:val="libFootnote0"/>
        <w:rPr>
          <w:rtl/>
          <w:lang w:bidi="fa-IR"/>
        </w:rPr>
      </w:pPr>
      <w:r>
        <w:rPr>
          <w:rtl/>
          <w:lang w:bidi="fa-IR"/>
        </w:rPr>
        <w:t>1- 1. همان، ص 66.</w:t>
      </w:r>
    </w:p>
    <w:p w:rsidR="00160F70" w:rsidRDefault="00160F70" w:rsidP="00714153">
      <w:pPr>
        <w:pStyle w:val="libFootnote0"/>
        <w:rPr>
          <w:rtl/>
          <w:lang w:bidi="fa-IR"/>
        </w:rPr>
      </w:pPr>
      <w:r>
        <w:rPr>
          <w:rtl/>
          <w:lang w:bidi="fa-IR"/>
        </w:rPr>
        <w:t>2- 2. همان، ص 82.</w:t>
      </w:r>
    </w:p>
    <w:p w:rsidR="00160F70" w:rsidRDefault="00714153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رس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دم،</w:t>
      </w:r>
      <w:r w:rsidR="00160F70">
        <w:rPr>
          <w:rtl/>
          <w:lang w:bidi="fa-IR"/>
        </w:rPr>
        <w:t xml:space="preserve"> خواستم پول بدهم، قبول نکرد و گفت: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هستم، مشکل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داشتم، روز تاسوعا در مسجد متوسّل شدم،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گرفتم، با خود نذر کردم که در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تاسوعا 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</w:t>
      </w:r>
      <w:r>
        <w:rPr>
          <w:rtl/>
          <w:lang w:bidi="fa-IR"/>
        </w:rPr>
        <w:t xml:space="preserve"> کار کنم</w:t>
      </w:r>
      <w:r w:rsidRPr="00714153">
        <w:rPr>
          <w:rStyle w:val="libFootnotenumChar"/>
          <w:rtl/>
        </w:rPr>
        <w:t>.(1)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4)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صادق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شنبه 11/5/88 برابر دهم شعبان 1430 قمر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عفوف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جبل عامل نقل کردند که گفت: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حضرت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نب</w:t>
      </w:r>
      <w:r>
        <w:rPr>
          <w:rtl/>
          <w:lang w:bidi="fa-IR"/>
        </w:rPr>
        <w:t xml:space="preserve"> </w:t>
      </w:r>
      <w:r w:rsidR="00B83331" w:rsidRPr="00B83331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 xml:space="preserve"> به دمشق رفته بودم. به هنگام بازگشت،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راننده ها که در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جبل دمشق 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مصادف شدم.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عازم بعلبک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گفتم: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گفت: بفرما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آماده حرکت هستم.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دو نفر خانم صندل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عقب نشسته اند و من در صندل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جلو نشستم، بلافاصله حرکت کرد.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اثنا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راه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خانم ها گفت: داستان خود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آقا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کن.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خانم گفت: من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هستم. پس از ازدواج چند سال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 که صاحب فرزند نشدم، همسرم گفت: من علاقه به فرزند دارم، مجبورم تجد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فراش کنم،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که شما اذ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به اروپا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روم، آنجا همسر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انتخاب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که از او صاحب فرزند شوم.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به شدّت ناراحت شدم،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نگفتم، چون حقّش بود.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چند روز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خانه آمد، 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هواپ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را به من ارائه داد و گفت: فلان روز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شب تا صبح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کردم، بالش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سرم کاملاً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شده بود.</w:t>
      </w:r>
    </w:p>
    <w:p w:rsidR="00160F70" w:rsidRPr="005D7100" w:rsidRDefault="005D7100" w:rsidP="005D710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160F70" w:rsidRDefault="00160F70" w:rsidP="005D7100">
      <w:pPr>
        <w:pStyle w:val="libFootnote0"/>
        <w:rPr>
          <w:rtl/>
          <w:lang w:bidi="fa-IR"/>
        </w:rPr>
      </w:pPr>
      <w:r>
        <w:rPr>
          <w:rtl/>
          <w:lang w:bidi="fa-IR"/>
        </w:rPr>
        <w:t>1- 1. همان، ص 210.</w:t>
      </w:r>
    </w:p>
    <w:p w:rsidR="00160F70" w:rsidRDefault="005D710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اواخر</w:t>
      </w:r>
      <w:r w:rsidR="00160F70">
        <w:rPr>
          <w:rtl/>
          <w:lang w:bidi="fa-IR"/>
        </w:rPr>
        <w:t xml:space="preserve"> شب خوابم برد، در عالم روء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ا</w:t>
      </w:r>
      <w:r w:rsidR="00160F70">
        <w:rPr>
          <w:rtl/>
          <w:lang w:bidi="fa-IR"/>
        </w:rPr>
        <w:t xml:space="preserve"> د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دم</w:t>
      </w:r>
      <w:r w:rsidR="00160F70">
        <w:rPr>
          <w:rtl/>
          <w:lang w:bidi="fa-IR"/>
        </w:rPr>
        <w:t xml:space="preserve"> که شخص بس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ار</w:t>
      </w:r>
      <w:r w:rsidR="00160F70">
        <w:rPr>
          <w:rtl/>
          <w:lang w:bidi="fa-IR"/>
        </w:rPr>
        <w:t xml:space="preserve"> جل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ل</w:t>
      </w:r>
      <w:r w:rsidR="00160F70">
        <w:rPr>
          <w:rtl/>
          <w:lang w:bidi="fa-IR"/>
        </w:rPr>
        <w:t xml:space="preserve"> القدر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رو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اسب در بالکن خانه 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ما ا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ستاده</w:t>
      </w:r>
      <w:r w:rsidR="00160F70">
        <w:rPr>
          <w:rtl/>
          <w:lang w:bidi="fa-IR"/>
        </w:rPr>
        <w:t xml:space="preserve"> و به من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فرما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د</w:t>
      </w:r>
      <w:r w:rsidR="00160F70"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به تو فرزند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به شرط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نامش را نام پدر من بگذار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به تصور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او حضرت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است، گفتم: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شما</w:t>
      </w:r>
      <w:r>
        <w:rPr>
          <w:rtl/>
          <w:lang w:bidi="fa-IR"/>
        </w:rPr>
        <w:t xml:space="preserve"> که پدر 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فرمود</w:t>
      </w:r>
      <w:r>
        <w:rPr>
          <w:rtl/>
          <w:lang w:bidi="fa-IR"/>
        </w:rPr>
        <w:t>: من ابوالفضل هستم، پدرم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شدم، خوابم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شوهرم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کردم.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شوهرم</w:t>
      </w:r>
      <w:r>
        <w:rPr>
          <w:rtl/>
          <w:lang w:bidi="fa-IR"/>
        </w:rPr>
        <w:t xml:space="preserve"> گفت: من 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را کنسل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 اگر تو حامله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من مرض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ندارم که شما را رها کنم و همسر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انتخاب کنم.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چند</w:t>
      </w:r>
      <w:r>
        <w:rPr>
          <w:rtl/>
          <w:lang w:bidi="fa-IR"/>
        </w:rPr>
        <w:t xml:space="preserve"> روز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نگذشته بود که آثار حاملگ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ظاهر شد، به دکتر مراجعه کردم، گفت: حامله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 پسر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سرانجام</w:t>
      </w:r>
      <w:r>
        <w:rPr>
          <w:rtl/>
          <w:lang w:bidi="fa-IR"/>
        </w:rPr>
        <w:t xml:space="preserve"> پسرم به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آمد و او را «عل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نام نهادم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چهار ساله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محل خود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بالکن خانه اش را به من نشان داد و گفت: حضرت ابوالفضل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بالکن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بود.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چون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شد، پسرش را صدا کرد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بالکن خانه آمد.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همان فرزند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حضرت ابوالفضل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من عطا فرموده و من طبق فرمان، او را «عل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نام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5) روز چهارشنبه 9/6/84 برابر 25 رجب 1426 قمر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روضه 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اصفهان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رود، نقل کرد: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دهه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عاشورا در قائم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اصفهان منبر داشتم، راننده راه را اشتباه کرد،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اطعام مفصّل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هست، پرچم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زده اندکه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نوشته: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أبا الفضل العباس أدرکن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صل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تعجّب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شده از صل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گفتند: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خرج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دهد،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گفت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 کجاست؟ ما را به اتاق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راهنما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کردند که تنها نشسته بود و به ما اعتنا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نکرد.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گفتند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روضه خوان است، از قم آمده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مرتبه منقلب شد و همه اش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ابالفضل العبّاس،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قمر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هاشم.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آنگاه</w:t>
      </w:r>
      <w:r>
        <w:rPr>
          <w:rtl/>
          <w:lang w:bidi="fa-IR"/>
        </w:rPr>
        <w:t xml:space="preserve"> عکس حرم حضرت ابوالفضل را به ما نشان داد و گفت: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هر سال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خرج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روضه خوان دعوت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که در کنار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tl/>
          <w:lang w:bidi="fa-IR"/>
        </w:rPr>
        <w:t xml:space="preserve"> ها روضه بخواند. چند لحظه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ادم</w:t>
      </w:r>
      <w:r>
        <w:rPr>
          <w:rtl/>
          <w:lang w:bidi="fa-IR"/>
        </w:rPr>
        <w:t xml:space="preserve"> آمد که امسال روضه خوان دعوت نکرده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5D710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عکس حرم حضرت ابوالفضل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نگاه کردم و گفتم: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ممکن است امسال شما روضه خوان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بفرست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هنوز</w:t>
      </w:r>
      <w:r>
        <w:rPr>
          <w:rtl/>
          <w:lang w:bidi="fa-IR"/>
        </w:rPr>
        <w:t xml:space="preserve"> پنج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نشده که شما آمد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5D710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5D7100">
      <w:pPr>
        <w:pStyle w:val="Heading1"/>
        <w:rPr>
          <w:rtl/>
          <w:lang w:bidi="fa-IR"/>
        </w:rPr>
      </w:pPr>
      <w:bookmarkStart w:id="104" w:name="_Toc525386475"/>
      <w:r>
        <w:rPr>
          <w:rFonts w:hint="eastAsia"/>
          <w:rtl/>
          <w:lang w:bidi="fa-IR"/>
        </w:rPr>
        <w:t>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قمر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هاشم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وزنه بردار إباض</w:t>
      </w:r>
      <w:r>
        <w:rPr>
          <w:rFonts w:hint="cs"/>
          <w:rtl/>
          <w:lang w:bidi="fa-IR"/>
        </w:rPr>
        <w:t>ی</w:t>
      </w:r>
      <w:bookmarkEnd w:id="104"/>
    </w:p>
    <w:p w:rsidR="00160F70" w:rsidRDefault="00160F70" w:rsidP="005D710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چهارشنبه 21/77/88 برابر 25 صفر 1431 قمر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ارجمند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محمدباقر فال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مدرسه امام رضا در مشهد مقدس در حضور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اهل وِلا نقل کردند که در مسقط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تخت</w:t>
      </w:r>
      <w:r>
        <w:rPr>
          <w:rtl/>
          <w:lang w:bidi="fa-IR"/>
        </w:rPr>
        <w:t xml:space="preserve"> کشور عُمان، وزنه بردار</w:t>
      </w:r>
      <w:r w:rsidR="005D7100">
        <w:rPr>
          <w:rFonts w:hint="cs"/>
          <w:rtl/>
          <w:lang w:bidi="fa-IR"/>
        </w:rPr>
        <w:t xml:space="preserve">ی </w:t>
      </w:r>
      <w:r>
        <w:rPr>
          <w:rtl/>
          <w:lang w:bidi="fa-IR"/>
        </w:rPr>
        <w:t>معروف بود به نام «نب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ل»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tl/>
          <w:lang w:bidi="fa-IR"/>
        </w:rPr>
        <w:t xml:space="preserve"> مذهب اِباض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که قهرمان اول وزنه بردا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بود،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هنگام برداشتن وزنه رباطها</w:t>
      </w:r>
      <w:r>
        <w:rPr>
          <w:rFonts w:hint="cs"/>
          <w:rtl/>
          <w:lang w:bidi="fa-IR"/>
        </w:rPr>
        <w:t>ی</w:t>
      </w:r>
    </w:p>
    <w:p w:rsidR="00160F70" w:rsidRDefault="00160F70" w:rsidP="005D710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زانو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قطع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پاها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جمع کند، حداکثر تا زاو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قائمه جمع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دکترها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عمل شود و بعد از عمل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وزنه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بردارد.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5D710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مادرش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بود، به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به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متوسّل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او مسخره اش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5D710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مادر</w:t>
      </w:r>
      <w:r>
        <w:rPr>
          <w:rtl/>
          <w:lang w:bidi="fa-IR"/>
        </w:rPr>
        <w:t xml:space="preserve"> به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و به هنگام دعا به حضرت ابوالفضل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متوسّل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5D710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خانه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به 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دعا کردم وبه حضرت ابوالفضل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متوسّل شدم.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الرّسم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ممنون،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5D710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فردا</w:t>
      </w:r>
      <w:r>
        <w:rPr>
          <w:rtl/>
          <w:lang w:bidi="fa-IR"/>
        </w:rPr>
        <w:t xml:space="preserve"> به تمر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وزنه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نود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دارد، در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شخص بزرگوار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در پشت سرش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داست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پَر در کلاه خود دارد،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آنچه در شما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حضرت ابوالفض</w:t>
      </w:r>
      <w:r w:rsidR="005D7100">
        <w:rPr>
          <w:rFonts w:hint="cs"/>
          <w:rtl/>
          <w:lang w:bidi="fa-IR"/>
        </w:rPr>
        <w:t>ل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جرأت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برگردد و به پشت سرش نگاه کند،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احساس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وزنه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نود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مثل پَر برداشته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آنگاه</w:t>
      </w:r>
      <w:r>
        <w:rPr>
          <w:rtl/>
          <w:lang w:bidi="fa-IR"/>
        </w:rPr>
        <w:t xml:space="preserve"> وزنه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130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180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سپس 210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که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راحت و بدون فشار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زانوها به 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بعد به نزد دکتر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من وزنه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210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برداشتم، دکتر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تعجب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روز بعد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عمل وقت گرفته بود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عمل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5D710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من تقر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اول و تقر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دوم دکتر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به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گفتم که به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</w:t>
      </w:r>
      <w:r>
        <w:rPr>
          <w:rtl/>
          <w:lang w:bidi="fa-IR"/>
        </w:rPr>
        <w:t xml:space="preserve"> را با خود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اورد</w:t>
      </w:r>
      <w:r>
        <w:rPr>
          <w:rtl/>
          <w:lang w:bidi="fa-IR"/>
        </w:rPr>
        <w:t>. شب تقر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</w:t>
      </w:r>
      <w:r>
        <w:rPr>
          <w:rtl/>
          <w:lang w:bidi="fa-IR"/>
        </w:rPr>
        <w:t xml:space="preserve"> را آورد و آنها را به</w:t>
      </w:r>
      <w:r w:rsidR="005D710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مردم</w:t>
      </w:r>
      <w:r>
        <w:rPr>
          <w:rtl/>
          <w:lang w:bidi="fa-IR"/>
        </w:rPr>
        <w:t xml:space="preserve"> نشان دادم و به او گفتم که برخ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>. برخاست، همگان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که راحت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شخص معروف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اهل مجلس شناخته شده بود. پس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قمر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هاشم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هفده تن از اقوامش که همگ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«اِباض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بودند، به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تش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مشرّف شدند.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جالب</w:t>
      </w:r>
      <w:r>
        <w:rPr>
          <w:rtl/>
          <w:lang w:bidi="fa-IR"/>
        </w:rPr>
        <w:t xml:space="preserve"> توجّه است که 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با هز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مَلِک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</w:t>
      </w:r>
      <w:r>
        <w:rPr>
          <w:rtl/>
          <w:lang w:bidi="fa-IR"/>
        </w:rPr>
        <w:t xml:space="preserve"> مراجعه کرده بود.</w:t>
      </w:r>
    </w:p>
    <w:p w:rsidR="00160F70" w:rsidRDefault="005D710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5D7100">
      <w:pPr>
        <w:pStyle w:val="Heading1"/>
        <w:rPr>
          <w:rtl/>
          <w:lang w:bidi="fa-IR"/>
        </w:rPr>
      </w:pPr>
      <w:bookmarkStart w:id="105" w:name="_Toc525386476"/>
      <w:r>
        <w:rPr>
          <w:rFonts w:hint="eastAsia"/>
          <w:rtl/>
          <w:lang w:bidi="fa-IR"/>
        </w:rPr>
        <w:t>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اکبر و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اصغر </w:t>
      </w:r>
      <w:r w:rsidR="005D7100" w:rsidRPr="005D7100">
        <w:rPr>
          <w:rStyle w:val="libAlaemChar"/>
          <w:rFonts w:eastAsiaTheme="minorHAnsi"/>
          <w:rtl/>
        </w:rPr>
        <w:t>عليهما‌السلام</w:t>
      </w:r>
      <w:bookmarkEnd w:id="105"/>
    </w:p>
    <w:p w:rsidR="00160F70" w:rsidRDefault="00160F70" w:rsidP="005D7100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جمعه 24/12/80 برابر 30 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حجه الحرام 1422 قمر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با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بذرافشان از قم به اصفهان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بذرافشان در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نقل کردند که پارسال 12/11/79 به عتبات مشرّف شدم و روز 21/11/79 به اصفهان بازگشتم، به شدّت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شدم و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</w:t>
      </w:r>
      <w:r>
        <w:rPr>
          <w:rtl/>
          <w:lang w:bidi="fa-IR"/>
        </w:rPr>
        <w:t xml:space="preserve"> بستر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اش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سرم بودم و وضع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5D710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حضرت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دالشهداء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متوسّل شدم و عرض کردم که زائر شما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وضع مانده است!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5D710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در عالم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به عتبات مشرّف شده، به حرم مطهّر حضرت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دالشهداء</w:t>
      </w:r>
      <w:r>
        <w:rPr>
          <w:rtl/>
          <w:lang w:bidi="fa-IR"/>
        </w:rPr>
        <w:t xml:space="preserve"> وارد شدم، درب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باز شد،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وسط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خواستم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فتم،</w:t>
      </w:r>
      <w:r>
        <w:rPr>
          <w:rtl/>
          <w:lang w:bidi="fa-IR"/>
        </w:rPr>
        <w:t xml:space="preserve"> اجازه نفرمودند. خواستم به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پا متوجّه شوم، اجازه نفرمودند.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عرض</w:t>
      </w:r>
      <w:r>
        <w:rPr>
          <w:rtl/>
          <w:lang w:bidi="fa-IR"/>
        </w:rPr>
        <w:t xml:space="preserve"> کردم چرا اجازه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فرمودند: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شما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مقصّر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چرا در فلان جا فلان حرف را زد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نام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اکبر را برد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مقام او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بذرافشان گفت: من آن سخن را از باب شوخ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گفته بودم و لذا التماس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کردم</w:t>
      </w:r>
      <w:r>
        <w:rPr>
          <w:rtl/>
          <w:lang w:bidi="fa-IR"/>
        </w:rPr>
        <w:t xml:space="preserve"> که از تقص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من بگذرد، اظهار ندامت کردم و حضرت گذشت.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که مشغول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تضرّع بودم، از خواب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شدم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ساعت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حالم</w:t>
      </w:r>
      <w:r>
        <w:rPr>
          <w:rtl/>
          <w:lang w:bidi="fa-IR"/>
        </w:rPr>
        <w:t xml:space="preserve">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دو نفر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بغلم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تا بتوانم حرکت کنم،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احساس کردم که سبک شده ام. سِرُم را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گرفتم، بدون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از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کمک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رم،</w:t>
      </w:r>
      <w:r>
        <w:rPr>
          <w:rtl/>
          <w:lang w:bidi="fa-IR"/>
        </w:rPr>
        <w:t xml:space="preserve"> به دستشو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رفتم.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صبح</w:t>
      </w:r>
      <w:r>
        <w:rPr>
          <w:rtl/>
          <w:lang w:bidi="fa-IR"/>
        </w:rPr>
        <w:t xml:space="preserve"> که دکتر آمد، گفتم: مرا مرخّص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گفت: امکان ندارد،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بدنت را چرک فرا گرفته، حدّاقل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هفته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نتوانستم</w:t>
      </w:r>
      <w:r>
        <w:rPr>
          <w:rtl/>
          <w:lang w:bidi="fa-IR"/>
        </w:rPr>
        <w:t xml:space="preserve"> به او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چه اتّفاق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افتاده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ظهر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ابطح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زنگ زد، خودم پاسخ دادم،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شما 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احتمال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که خودم باشم. بالاخره روز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مرخّص شدم.</w:t>
      </w:r>
    </w:p>
    <w:p w:rsidR="00160F70" w:rsidRDefault="00802078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802078">
      <w:pPr>
        <w:pStyle w:val="Heading1"/>
        <w:rPr>
          <w:rtl/>
          <w:lang w:bidi="fa-IR"/>
        </w:rPr>
      </w:pPr>
      <w:bookmarkStart w:id="106" w:name="_Toc525386477"/>
      <w:r>
        <w:rPr>
          <w:rFonts w:hint="eastAsia"/>
          <w:rtl/>
          <w:lang w:bidi="fa-IR"/>
        </w:rPr>
        <w:t>کرامت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اکبر </w:t>
      </w:r>
      <w:r w:rsidRPr="00160F70">
        <w:rPr>
          <w:rStyle w:val="libAlaemChar"/>
          <w:rtl/>
        </w:rPr>
        <w:t>عليه‌السلام</w:t>
      </w:r>
      <w:bookmarkEnd w:id="106"/>
      <w:r w:rsidRPr="00160F70">
        <w:rPr>
          <w:rStyle w:val="libAlaemChar"/>
          <w:rtl/>
        </w:rPr>
        <w:t xml:space="preserve"> </w:t>
      </w:r>
    </w:p>
    <w:p w:rsidR="00160F70" w:rsidRDefault="00160F70" w:rsidP="0080207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اکبر در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</w:t>
      </w:r>
      <w:r>
        <w:rPr>
          <w:rtl/>
          <w:lang w:bidi="fa-IR"/>
        </w:rPr>
        <w:t xml:space="preserve"> و صورت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مردمان به خاتم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</w:t>
      </w:r>
      <w:r w:rsidR="003B3682" w:rsidRPr="003B3682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و از نظر صولت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نبرد،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ادآور</w:t>
      </w:r>
      <w:r>
        <w:rPr>
          <w:rtl/>
          <w:lang w:bidi="fa-IR"/>
        </w:rPr>
        <w:t xml:space="preserve"> دلاور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کرّار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رموءمنان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بود</w:t>
      </w:r>
      <w:r w:rsidRPr="00802078">
        <w:rPr>
          <w:rStyle w:val="libFootnotenumChar"/>
          <w:rtl/>
        </w:rPr>
        <w:t>.(1)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80207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لاد</w:t>
      </w:r>
      <w:r>
        <w:rPr>
          <w:rtl/>
          <w:lang w:bidi="fa-IR"/>
        </w:rPr>
        <w:t xml:space="preserve"> مسعود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اکبر روز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ازدهم</w:t>
      </w:r>
      <w:r>
        <w:rPr>
          <w:rtl/>
          <w:lang w:bidi="fa-IR"/>
        </w:rPr>
        <w:t xml:space="preserve"> شعبان سال 33 هجر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(2) و سن مبارکش به هنگام شهادت 27 سال بود و به اتّفاق مورّخان از امام سجّاد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از نظر سِنّ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تر بود.</w:t>
      </w:r>
      <w:r w:rsidRPr="00802078">
        <w:rPr>
          <w:rStyle w:val="libFootnotenumChar"/>
          <w:rtl/>
        </w:rPr>
        <w:t>(3)</w:t>
      </w:r>
    </w:p>
    <w:p w:rsidR="00160F70" w:rsidRPr="00802078" w:rsidRDefault="00802078" w:rsidP="00802078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160F70" w:rsidRDefault="00160F70" w:rsidP="00802078">
      <w:pPr>
        <w:pStyle w:val="libFootnote0"/>
        <w:rPr>
          <w:rtl/>
          <w:lang w:bidi="fa-IR"/>
        </w:rPr>
      </w:pPr>
      <w:r>
        <w:rPr>
          <w:rtl/>
          <w:lang w:bidi="fa-IR"/>
        </w:rPr>
        <w:t>1- 1.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ابن طاووس، لهوف، ص 63.</w:t>
      </w:r>
    </w:p>
    <w:p w:rsidR="00160F70" w:rsidRDefault="00160F70" w:rsidP="00802078">
      <w:pPr>
        <w:pStyle w:val="libFootnote0"/>
        <w:rPr>
          <w:rtl/>
          <w:lang w:bidi="fa-IR"/>
        </w:rPr>
      </w:pPr>
      <w:r>
        <w:rPr>
          <w:rtl/>
          <w:lang w:bidi="fa-IR"/>
        </w:rPr>
        <w:t>2- 2. مقرّم،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الاکبر، ص 12.</w:t>
      </w:r>
    </w:p>
    <w:p w:rsidR="00160F70" w:rsidRDefault="00160F70" w:rsidP="00802078">
      <w:pPr>
        <w:pStyle w:val="libFootnote0"/>
        <w:rPr>
          <w:rtl/>
          <w:lang w:bidi="fa-IR"/>
        </w:rPr>
      </w:pPr>
      <w:r>
        <w:rPr>
          <w:rtl/>
          <w:lang w:bidi="fa-IR"/>
        </w:rPr>
        <w:t>3- 3. ابن ادر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س،</w:t>
      </w:r>
      <w:r>
        <w:rPr>
          <w:rtl/>
          <w:lang w:bidi="fa-IR"/>
        </w:rPr>
        <w:t xml:space="preserve"> سرائر، ج 1 ص 654 656.</w:t>
      </w:r>
    </w:p>
    <w:p w:rsidR="00160F70" w:rsidRDefault="00802078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مادرش</w:t>
      </w:r>
      <w:r w:rsidR="00160F70">
        <w:rPr>
          <w:rtl/>
          <w:lang w:bidi="fa-IR"/>
        </w:rPr>
        <w:t xml:space="preserve"> «ل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لا»</w:t>
      </w:r>
      <w:r w:rsidR="00160F70">
        <w:rPr>
          <w:rtl/>
          <w:lang w:bidi="fa-IR"/>
        </w:rPr>
        <w:t xml:space="preserve"> دختر ابومرّه بن عروه بن مسعود ثقف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،</w:t>
      </w:r>
      <w:r w:rsidR="00160F70">
        <w:rPr>
          <w:rtl/>
          <w:lang w:bidi="fa-IR"/>
        </w:rPr>
        <w:t xml:space="preserve"> از 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ک</w:t>
      </w:r>
      <w:r w:rsidR="00160F70">
        <w:rPr>
          <w:rtl/>
          <w:lang w:bidi="fa-IR"/>
        </w:rPr>
        <w:t xml:space="preserve"> خاندان اص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ل</w:t>
      </w:r>
      <w:r w:rsidR="00160F70">
        <w:rPr>
          <w:rtl/>
          <w:lang w:bidi="fa-IR"/>
        </w:rPr>
        <w:t xml:space="preserve"> و شر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ف</w:t>
      </w:r>
      <w:r w:rsidR="00160F70">
        <w:rPr>
          <w:rtl/>
          <w:lang w:bidi="fa-IR"/>
        </w:rPr>
        <w:t xml:space="preserve"> بود، که از رسول خدا روا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ات</w:t>
      </w:r>
      <w:r w:rsidR="00160F70">
        <w:rPr>
          <w:rtl/>
          <w:lang w:bidi="fa-IR"/>
        </w:rPr>
        <w:t xml:space="preserve"> فراوان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در شرافت و جلالت قدر عروه بن مسعود رس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ده</w:t>
      </w:r>
      <w:r w:rsidR="00160F70">
        <w:rPr>
          <w:rtl/>
          <w:lang w:bidi="fa-IR"/>
        </w:rPr>
        <w:t xml:space="preserve"> است.</w:t>
      </w:r>
      <w:r w:rsidR="00160F70" w:rsidRPr="00802078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عروه</w:t>
      </w:r>
      <w:r>
        <w:rPr>
          <w:rtl/>
          <w:lang w:bidi="fa-IR"/>
        </w:rPr>
        <w:t xml:space="preserve"> بن مسعود شخص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برجسته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بود که در قرآن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او اشاره شده، آنجا که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گفتند: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802078" w:rsidP="00802078">
      <w:pPr>
        <w:pStyle w:val="libNormal"/>
        <w:rPr>
          <w:rtl/>
          <w:lang w:bidi="fa-IR"/>
        </w:rPr>
      </w:pPr>
      <w:r w:rsidRPr="00802078">
        <w:rPr>
          <w:rStyle w:val="libAlaemChar"/>
          <w:rFonts w:hint="cs"/>
          <w:rtl/>
        </w:rPr>
        <w:t>(</w:t>
      </w:r>
      <w:r w:rsidR="00160F70" w:rsidRPr="00802078">
        <w:rPr>
          <w:rStyle w:val="libAieChar"/>
          <w:rFonts w:hint="eastAsia"/>
          <w:rtl/>
        </w:rPr>
        <w:t>لَوْلاَ</w:t>
      </w:r>
      <w:r w:rsidR="00160F70" w:rsidRPr="00802078">
        <w:rPr>
          <w:rStyle w:val="libAieChar"/>
          <w:rtl/>
        </w:rPr>
        <w:t xml:space="preserve"> نُزِّلَ هَذَا الْقُرْآنُ عَلَ</w:t>
      </w:r>
      <w:r w:rsidR="00160F70" w:rsidRPr="00802078">
        <w:rPr>
          <w:rStyle w:val="libAieChar"/>
          <w:rFonts w:hint="cs"/>
          <w:rtl/>
        </w:rPr>
        <w:t>ی</w:t>
      </w:r>
      <w:r w:rsidR="00160F70" w:rsidRPr="00802078">
        <w:rPr>
          <w:rStyle w:val="libAieChar"/>
          <w:rtl/>
        </w:rPr>
        <w:t xml:space="preserve"> رَجُلٍ مِّنَ الْقَرْ</w:t>
      </w:r>
      <w:r w:rsidR="00160F70" w:rsidRPr="00802078">
        <w:rPr>
          <w:rStyle w:val="libAieChar"/>
          <w:rFonts w:hint="cs"/>
          <w:rtl/>
        </w:rPr>
        <w:t>یَ</w:t>
      </w:r>
      <w:r w:rsidR="00160F70" w:rsidRPr="00802078">
        <w:rPr>
          <w:rStyle w:val="libAieChar"/>
          <w:rFonts w:hint="eastAsia"/>
          <w:rtl/>
        </w:rPr>
        <w:t>تَ</w:t>
      </w:r>
      <w:r w:rsidR="00160F70" w:rsidRPr="00802078">
        <w:rPr>
          <w:rStyle w:val="libAieChar"/>
          <w:rFonts w:hint="cs"/>
          <w:rtl/>
        </w:rPr>
        <w:t>یْ</w:t>
      </w:r>
      <w:r w:rsidR="00160F70" w:rsidRPr="00802078">
        <w:rPr>
          <w:rStyle w:val="libAieChar"/>
          <w:rFonts w:hint="eastAsia"/>
          <w:rtl/>
        </w:rPr>
        <w:t>نِ</w:t>
      </w:r>
      <w:r w:rsidR="00160F70" w:rsidRPr="00802078">
        <w:rPr>
          <w:rStyle w:val="libAieChar"/>
          <w:rtl/>
        </w:rPr>
        <w:t xml:space="preserve"> عَظِ</w:t>
      </w:r>
      <w:r w:rsidR="00160F70" w:rsidRPr="00802078">
        <w:rPr>
          <w:rStyle w:val="libAieChar"/>
          <w:rFonts w:hint="cs"/>
          <w:rtl/>
        </w:rPr>
        <w:t>ی</w:t>
      </w:r>
      <w:r w:rsidR="00160F70" w:rsidRPr="00802078">
        <w:rPr>
          <w:rStyle w:val="libAieChar"/>
          <w:rFonts w:hint="eastAsia"/>
          <w:rtl/>
        </w:rPr>
        <w:t>مٍ</w:t>
      </w:r>
      <w:r w:rsidRPr="00802078">
        <w:rPr>
          <w:rStyle w:val="libAlaemChar"/>
          <w:rFonts w:hint="cs"/>
          <w:rtl/>
        </w:rPr>
        <w:t>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چرا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قرآن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 مرد بزرگ از دو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نازل نشده؟</w:t>
      </w:r>
      <w:r w:rsidRPr="00802078">
        <w:rPr>
          <w:rStyle w:val="libFootnotenumChar"/>
          <w:rtl/>
        </w:rPr>
        <w:t>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منظور 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بن مغ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از مکه و عروه بن مسعود از طائف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Pr="00802078">
        <w:rPr>
          <w:rStyle w:val="libFootnotenumChar"/>
          <w:rtl/>
        </w:rPr>
        <w:t>.(3)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صلح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صلح نامه را او امضا کرد.</w:t>
      </w:r>
      <w:r w:rsidRPr="00802078">
        <w:rPr>
          <w:rStyle w:val="libFootnotenumChar"/>
          <w:rtl/>
        </w:rPr>
        <w:t>(4)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اکبر بدون ترد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ازدواج کرده بود و صاحب فرزند بود.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امام رضا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از همسر آن حضرت «امّ ولد» تعب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شده</w:t>
      </w:r>
      <w:r w:rsidRPr="00802078">
        <w:rPr>
          <w:rStyle w:val="libFootnotenumChar"/>
          <w:rtl/>
        </w:rPr>
        <w:t xml:space="preserve">(5) </w:t>
      </w:r>
      <w:r>
        <w:rPr>
          <w:rtl/>
          <w:lang w:bidi="fa-IR"/>
        </w:rPr>
        <w:t>و آن اشاره است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او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صاحب فرزند بود.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مأثور که با سند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از امام صادق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ده،</w:t>
      </w:r>
      <w:r>
        <w:rPr>
          <w:rtl/>
          <w:lang w:bidi="fa-IR"/>
        </w:rPr>
        <w:t xml:space="preserve"> آمده است: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عترتک وأهل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تک</w:t>
      </w:r>
      <w:r>
        <w:rPr>
          <w:rtl/>
          <w:lang w:bidi="fa-IR"/>
        </w:rPr>
        <w:t xml:space="preserve"> وآبائک وأبنائک؛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درود بفرستد بر تو و عترت تو و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تو و پدران و فرزندان تو..</w:t>
      </w:r>
      <w:r w:rsidRPr="00802078">
        <w:rPr>
          <w:rStyle w:val="libFootnotenumChar"/>
          <w:rtl/>
        </w:rPr>
        <w:t>.(6)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فراز صراحت دارد که آن حضرت فرزندان و همسر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همسران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است. در فراز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ارتنامه</w:t>
      </w:r>
      <w:r>
        <w:rPr>
          <w:rtl/>
          <w:lang w:bidi="fa-IR"/>
        </w:rPr>
        <w:t xml:space="preserve"> آمده است:</w:t>
      </w:r>
    </w:p>
    <w:p w:rsidR="00160F70" w:rsidRPr="00802078" w:rsidRDefault="00802078" w:rsidP="00802078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160F70" w:rsidRDefault="00160F70" w:rsidP="00802078">
      <w:pPr>
        <w:pStyle w:val="libFootnote0"/>
        <w:rPr>
          <w:rtl/>
          <w:lang w:bidi="fa-IR"/>
        </w:rPr>
      </w:pPr>
      <w:r>
        <w:rPr>
          <w:rtl/>
          <w:lang w:bidi="fa-IR"/>
        </w:rPr>
        <w:t>1- 1. ابن حجر، الإصابه، ج 4، ص 238.</w:t>
      </w:r>
    </w:p>
    <w:p w:rsidR="00160F70" w:rsidRDefault="00160F70" w:rsidP="00802078">
      <w:pPr>
        <w:pStyle w:val="libFootnote0"/>
        <w:rPr>
          <w:rtl/>
          <w:lang w:bidi="fa-IR"/>
        </w:rPr>
      </w:pPr>
      <w:r>
        <w:rPr>
          <w:rtl/>
          <w:lang w:bidi="fa-IR"/>
        </w:rPr>
        <w:t>2- 2. سوره زخرف،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31.</w:t>
      </w:r>
    </w:p>
    <w:p w:rsidR="00160F70" w:rsidRDefault="00160F70" w:rsidP="00802078">
      <w:pPr>
        <w:pStyle w:val="libFootnote0"/>
        <w:rPr>
          <w:rtl/>
          <w:lang w:bidi="fa-IR"/>
        </w:rPr>
      </w:pPr>
      <w:r>
        <w:rPr>
          <w:rtl/>
          <w:lang w:bidi="fa-IR"/>
        </w:rPr>
        <w:t>3- 3. بحران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البرهان، ج 8، ص 552.</w:t>
      </w:r>
    </w:p>
    <w:p w:rsidR="00160F70" w:rsidRDefault="00160F70" w:rsidP="00802078">
      <w:pPr>
        <w:pStyle w:val="libFootnote0"/>
        <w:rPr>
          <w:rtl/>
          <w:lang w:bidi="fa-IR"/>
        </w:rPr>
      </w:pPr>
      <w:r>
        <w:rPr>
          <w:rtl/>
          <w:lang w:bidi="fa-IR"/>
        </w:rPr>
        <w:t>4- 4. ابن حجر، الإصابه، ج 4، ص 238.</w:t>
      </w:r>
    </w:p>
    <w:p w:rsidR="00160F70" w:rsidRDefault="00160F70" w:rsidP="00802078">
      <w:pPr>
        <w:pStyle w:val="libFootnote0"/>
        <w:rPr>
          <w:rtl/>
          <w:lang w:bidi="fa-IR"/>
        </w:rPr>
      </w:pPr>
      <w:r>
        <w:rPr>
          <w:rtl/>
          <w:lang w:bidi="fa-IR"/>
        </w:rPr>
        <w:t>5- 5.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5، ص 361؛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طوس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الأحکام، ج 7، ص 449.</w:t>
      </w:r>
    </w:p>
    <w:p w:rsidR="00160F70" w:rsidRDefault="00160F70" w:rsidP="00802078">
      <w:pPr>
        <w:pStyle w:val="libFootnote0"/>
        <w:rPr>
          <w:rtl/>
          <w:lang w:bidi="fa-IR"/>
        </w:rPr>
      </w:pPr>
      <w:r>
        <w:rPr>
          <w:rtl/>
          <w:lang w:bidi="fa-IR"/>
        </w:rPr>
        <w:t>6- 6. ابن قولو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کامل الزّ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ارات،</w:t>
      </w:r>
      <w:r>
        <w:rPr>
          <w:rtl/>
          <w:lang w:bidi="fa-IR"/>
        </w:rPr>
        <w:t xml:space="preserve"> ص 239.</w:t>
      </w:r>
    </w:p>
    <w:p w:rsidR="00160F70" w:rsidRDefault="00802078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صل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اللّه عل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ک</w:t>
      </w:r>
      <w:r w:rsidR="00160F70">
        <w:rPr>
          <w:rtl/>
          <w:lang w:bidi="fa-IR"/>
        </w:rPr>
        <w:t xml:space="preserve"> 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ا</w:t>
      </w:r>
      <w:r w:rsidR="00160F70">
        <w:rPr>
          <w:rtl/>
          <w:lang w:bidi="fa-IR"/>
        </w:rPr>
        <w:t xml:space="preserve"> أبا الحسن؛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درود</w:t>
      </w:r>
      <w:r>
        <w:rPr>
          <w:rtl/>
          <w:lang w:bidi="fa-IR"/>
        </w:rPr>
        <w:t xml:space="preserve"> خداوند بر تو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اباالحسن</w:t>
      </w:r>
      <w:r w:rsidRPr="00802078">
        <w:rPr>
          <w:rStyle w:val="libFootnotenumChar"/>
          <w:rtl/>
        </w:rPr>
        <w:t>.(1)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اساس،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«ابوالحسن»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و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فرزندان آن حضرت «حسن» باشد.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فراز 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مخصوص روز اوّل رجب، تعب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حق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اکبر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کار رفته که صراحت در عصمت آن حضرت دارد.</w:t>
      </w:r>
      <w:r w:rsidRPr="00802078">
        <w:rPr>
          <w:rStyle w:val="libFootnotenumChar"/>
          <w:rtl/>
        </w:rPr>
        <w:t>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80207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اکبر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نزد پدر بزرگوارش آن قدر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بود که در دوران صباوت در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موسمش از پدرش انگور طلب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اعجاز 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سقف، از کنار ستون مسجد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انگور عطا نمود</w:t>
      </w:r>
      <w:r w:rsidRPr="00802078">
        <w:rPr>
          <w:rStyle w:val="libFootnotenumChar"/>
          <w:rtl/>
        </w:rPr>
        <w:t>.(3)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بود که روز عاشورا از پدر بزرگوارش آب مطالبه نمود،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انتظار داشت که آن حضرت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اعجاز او را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راب</w:t>
      </w:r>
      <w:r>
        <w:rPr>
          <w:rtl/>
          <w:lang w:bidi="fa-IR"/>
        </w:rPr>
        <w:t xml:space="preserve"> کند، تا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بازگشته و با دشمنان خدا بهتر نبرد کند.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اکبر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نخست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خاندان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امبراکرم</w:t>
      </w:r>
      <w:r>
        <w:rPr>
          <w:rtl/>
          <w:lang w:bidi="fa-IR"/>
        </w:rPr>
        <w:t xml:space="preserve"> </w:t>
      </w:r>
      <w:r w:rsidR="003B3682" w:rsidRPr="003B3682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در روز عاشورا بود</w:t>
      </w:r>
      <w:r w:rsidRPr="00802078">
        <w:rPr>
          <w:rStyle w:val="libFootnotenumChar"/>
          <w:rtl/>
        </w:rPr>
        <w:t>.(4)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رهگذر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آمده است: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السّلام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اوّل قت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من نسل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من سلاله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ل؛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سلام</w:t>
      </w:r>
      <w:r>
        <w:rPr>
          <w:rtl/>
          <w:lang w:bidi="fa-IR"/>
        </w:rPr>
        <w:t xml:space="preserve"> بر تو،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نسل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خاندان، از تبار حضرت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.</w:t>
      </w:r>
      <w:r w:rsidRPr="00802078">
        <w:rPr>
          <w:rStyle w:val="libFootnotenumChar"/>
          <w:rtl/>
        </w:rPr>
        <w:t>(5)</w:t>
      </w:r>
    </w:p>
    <w:p w:rsidR="00160F70" w:rsidRPr="00802078" w:rsidRDefault="00802078" w:rsidP="00802078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160F70" w:rsidRDefault="00160F70" w:rsidP="00802078">
      <w:pPr>
        <w:pStyle w:val="libFootnote0"/>
        <w:rPr>
          <w:rtl/>
          <w:lang w:bidi="fa-IR"/>
        </w:rPr>
      </w:pPr>
      <w:r>
        <w:rPr>
          <w:rtl/>
          <w:lang w:bidi="fa-IR"/>
        </w:rPr>
        <w:t>1- 1. همان، ص 240.</w:t>
      </w:r>
    </w:p>
    <w:p w:rsidR="00160F70" w:rsidRDefault="00160F70" w:rsidP="00802078">
      <w:pPr>
        <w:pStyle w:val="libFootnote0"/>
        <w:rPr>
          <w:rtl/>
          <w:lang w:bidi="fa-IR"/>
        </w:rPr>
      </w:pPr>
      <w:r>
        <w:rPr>
          <w:rtl/>
          <w:lang w:bidi="fa-IR"/>
        </w:rPr>
        <w:t>2- 2.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اول، المزار، ص 174.</w:t>
      </w:r>
    </w:p>
    <w:p w:rsidR="00160F70" w:rsidRDefault="00160F70" w:rsidP="00802078">
      <w:pPr>
        <w:pStyle w:val="libFootnote0"/>
        <w:rPr>
          <w:rtl/>
          <w:lang w:bidi="fa-IR"/>
        </w:rPr>
      </w:pPr>
      <w:r>
        <w:rPr>
          <w:rtl/>
          <w:lang w:bidi="fa-IR"/>
        </w:rPr>
        <w:t>3- 3. محلاّت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فرسان اله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جاء،</w:t>
      </w:r>
      <w:r>
        <w:rPr>
          <w:rtl/>
          <w:lang w:bidi="fa-IR"/>
        </w:rPr>
        <w:t xml:space="preserve"> ج 1، ص 299.</w:t>
      </w:r>
    </w:p>
    <w:p w:rsidR="00160F70" w:rsidRDefault="00160F70" w:rsidP="00802078">
      <w:pPr>
        <w:pStyle w:val="libFootnote0"/>
        <w:rPr>
          <w:rtl/>
          <w:lang w:bidi="fa-IR"/>
        </w:rPr>
      </w:pPr>
      <w:r>
        <w:rPr>
          <w:rtl/>
          <w:lang w:bidi="fa-IR"/>
        </w:rPr>
        <w:t>4- 4. ابن الأث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الکامل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خ،</w:t>
      </w:r>
      <w:r>
        <w:rPr>
          <w:rtl/>
          <w:lang w:bidi="fa-IR"/>
        </w:rPr>
        <w:t xml:space="preserve"> ج 4، ص 74.</w:t>
      </w:r>
    </w:p>
    <w:p w:rsidR="00160F70" w:rsidRDefault="00160F70" w:rsidP="00802078">
      <w:pPr>
        <w:pStyle w:val="libFootnote0"/>
        <w:rPr>
          <w:rtl/>
          <w:lang w:bidi="fa-IR"/>
        </w:rPr>
      </w:pPr>
      <w:r>
        <w:rPr>
          <w:rtl/>
          <w:lang w:bidi="fa-IR"/>
        </w:rPr>
        <w:t>5- 5. ابن المشهد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المزار الکب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ص 485.</w:t>
      </w:r>
    </w:p>
    <w:p w:rsidR="00160F70" w:rsidRDefault="00802078" w:rsidP="0080207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ا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ن</w:t>
      </w:r>
      <w:r w:rsidR="00160F70">
        <w:rPr>
          <w:rtl/>
          <w:lang w:bidi="fa-IR"/>
        </w:rPr>
        <w:t xml:space="preserve"> ز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ارتنامه</w:t>
      </w:r>
      <w:r w:rsidR="00160F70">
        <w:rPr>
          <w:rtl/>
          <w:lang w:bidi="fa-IR"/>
        </w:rPr>
        <w:t xml:space="preserve"> از سو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امام هاد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</w:t>
      </w:r>
      <w:r w:rsidR="00160F70" w:rsidRPr="00160F70">
        <w:rPr>
          <w:rStyle w:val="libAlaemChar"/>
          <w:rtl/>
        </w:rPr>
        <w:t xml:space="preserve">عليه‌السلام </w:t>
      </w:r>
      <w:r w:rsidR="00160F70">
        <w:rPr>
          <w:rtl/>
          <w:lang w:bidi="fa-IR"/>
        </w:rPr>
        <w:t>به سال 252 قمر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صادر شده و به ز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ارت</w:t>
      </w:r>
      <w:r w:rsidR="00160F70">
        <w:rPr>
          <w:rtl/>
          <w:lang w:bidi="fa-IR"/>
        </w:rPr>
        <w:t xml:space="preserve"> ناح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ه</w:t>
      </w:r>
      <w:r w:rsidR="00160F70">
        <w:rPr>
          <w:rtl/>
          <w:lang w:bidi="fa-IR"/>
        </w:rPr>
        <w:t xml:space="preserve"> 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مقدسه معروف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باشد</w:t>
      </w:r>
      <w:r w:rsidR="00160F70" w:rsidRPr="00802078">
        <w:rPr>
          <w:rStyle w:val="libFootnotenumChar"/>
          <w:rtl/>
        </w:rPr>
        <w:t>.(1)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80207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اکبر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کرامات فراوان مشاهده شده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مورد آن به صورت مستند به ما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ده،</w:t>
      </w:r>
      <w:r>
        <w:rPr>
          <w:rtl/>
          <w:lang w:bidi="fa-IR"/>
        </w:rPr>
        <w:t xml:space="preserve"> آن را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حدود شصت سال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نام: «س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مون»،</w:t>
      </w:r>
      <w:r>
        <w:rPr>
          <w:rtl/>
          <w:lang w:bidi="fa-IR"/>
        </w:rPr>
        <w:t xml:space="preserve"> قسمت نجّار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شرکت مهمّ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حصارک کرج بر عهده داشت.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80207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پزشک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آن شرکت 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شما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اکبر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آورد و از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مون</w:t>
      </w:r>
      <w:r>
        <w:rPr>
          <w:rtl/>
          <w:lang w:bidi="fa-IR"/>
        </w:rPr>
        <w:t xml:space="preserve"> خواست که آن را قاب کند.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مون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پزشک در حدّ اطّلاعات خود، شمّه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مناقب آن حضرت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برشمرد.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مون</w:t>
      </w:r>
      <w:r>
        <w:rPr>
          <w:rtl/>
          <w:lang w:bidi="fa-IR"/>
        </w:rPr>
        <w:t xml:space="preserve"> به شدّت به آن شما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دلبستگ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کرد، آن را قاب کرده و در مقابلش نصب کرد.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هنگام صرف غذا،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غذا را در مقابل آن شما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قرار داد و مشغول غذا 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بطر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شراب را آورد، درش را باز کرد،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را پُر کرد و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نهاد،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طرف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دست برد، آن را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>!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دست</w:t>
      </w:r>
      <w:r>
        <w:rPr>
          <w:rtl/>
          <w:lang w:bidi="fa-IR"/>
        </w:rPr>
        <w:t xml:space="preserve"> به طرف بطر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و آن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>!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متوجّه شد که صاحب شما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نخواسته او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آلوده شود و لذا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بروز داده است.</w:t>
      </w:r>
    </w:p>
    <w:p w:rsidR="00160F70" w:rsidRPr="00802078" w:rsidRDefault="00802078" w:rsidP="00802078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160F70" w:rsidRDefault="00160F70" w:rsidP="00802078">
      <w:pPr>
        <w:pStyle w:val="libFootnote0"/>
        <w:rPr>
          <w:rtl/>
          <w:lang w:bidi="fa-IR"/>
        </w:rPr>
      </w:pPr>
      <w:r>
        <w:rPr>
          <w:rtl/>
          <w:lang w:bidi="fa-IR"/>
        </w:rPr>
        <w:t>1- 1. نگارنده، نبراس الزائر، ص 134.</w:t>
      </w:r>
    </w:p>
    <w:p w:rsidR="00802078" w:rsidRDefault="00802078" w:rsidP="00160F70">
      <w:pPr>
        <w:pStyle w:val="libNormal"/>
        <w:rPr>
          <w:rFonts w:hint="cs"/>
          <w:rtl/>
          <w:lang w:bidi="fa-IR"/>
        </w:rPr>
      </w:pPr>
    </w:p>
    <w:p w:rsidR="00160F70" w:rsidRDefault="00802078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س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مون</w:t>
      </w:r>
      <w:r w:rsidR="00160F70">
        <w:rPr>
          <w:rtl/>
          <w:lang w:bidi="fa-IR"/>
        </w:rPr>
        <w:t xml:space="preserve"> به شدّت تحت تأث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ر</w:t>
      </w:r>
      <w:r w:rsidR="00160F70">
        <w:rPr>
          <w:rtl/>
          <w:lang w:bidi="fa-IR"/>
        </w:rPr>
        <w:t xml:space="preserve"> قرار گرفت، بدنش لرز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د،</w:t>
      </w:r>
      <w:r w:rsidR="00160F70">
        <w:rPr>
          <w:rtl/>
          <w:lang w:bidi="fa-IR"/>
        </w:rPr>
        <w:t xml:space="preserve"> به خدمت س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د</w:t>
      </w:r>
      <w:r w:rsidR="00160F70">
        <w:rPr>
          <w:rtl/>
          <w:lang w:bidi="fa-IR"/>
        </w:rPr>
        <w:t xml:space="preserve"> محمد تق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اشرف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رفت و از او راه تشرّف به اسلام را فرا گرفت و مسلمان 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کرامت باهره را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نور الدّ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(1335 1425 قمر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بدون واسطه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محمد 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نگارنده نقل فرمود.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محمد 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فرزند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عبدالغفّار مازندران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متوفا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1365 قمر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اسات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بزرگ نجف اشرف، از شاگردان آخوند خراسان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از استوانه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زمان خود بود</w:t>
      </w:r>
      <w:r w:rsidRPr="00802078">
        <w:rPr>
          <w:rStyle w:val="libFootnotenumChar"/>
          <w:rtl/>
        </w:rPr>
        <w:t>.(1)</w:t>
      </w:r>
    </w:p>
    <w:p w:rsidR="00160F70" w:rsidRDefault="00802078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802078">
      <w:pPr>
        <w:pStyle w:val="Heading1"/>
        <w:rPr>
          <w:rtl/>
          <w:lang w:bidi="fa-IR"/>
        </w:rPr>
      </w:pPr>
      <w:bookmarkStart w:id="107" w:name="_Toc525386478"/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به چشم خود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آرام جانم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</w:t>
      </w:r>
      <w:bookmarkEnd w:id="107"/>
    </w:p>
    <w:p w:rsidR="00160F70" w:rsidRDefault="00160F70" w:rsidP="0080207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شهادت</w:t>
      </w:r>
      <w:r>
        <w:rPr>
          <w:rtl/>
          <w:lang w:bidi="fa-IR"/>
        </w:rPr>
        <w:t xml:space="preserve">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اکبر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آن قدر بر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سخت بود که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جعفر شوشتر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 در مص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اکبر سه مرتبه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بود امام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قالب 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مورد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ابوالحسن اصفهان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شده: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فرزندش را سر 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دند،</w:t>
      </w:r>
      <w:r>
        <w:rPr>
          <w:rtl/>
          <w:lang w:bidi="fa-IR"/>
        </w:rPr>
        <w:t xml:space="preserve"> چون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 که توطئه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کار است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خواهند در نجف اشرف اختلاف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کنند،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با متانت رفتار کرد، در مراسم تش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و مجالس ترح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خود را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صبور و 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نشا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داد، قاتل را عفو کرد،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 ها در پشت بام منزلش ناله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جانسوز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 و همه اش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6"/>
        <w:gridCol w:w="269"/>
        <w:gridCol w:w="3307"/>
      </w:tblGrid>
      <w:tr w:rsidR="00AD0F83" w:rsidTr="00B96023">
        <w:trPr>
          <w:trHeight w:val="350"/>
        </w:trPr>
        <w:tc>
          <w:tcPr>
            <w:tcW w:w="3920" w:type="dxa"/>
            <w:shd w:val="clear" w:color="auto" w:fill="auto"/>
          </w:tcPr>
          <w:p w:rsidR="00AD0F83" w:rsidRDefault="00AD0F83" w:rsidP="00B9602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داغ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که حس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از غم اکبر به جگر داشت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D0F83" w:rsidRDefault="00AD0F83" w:rsidP="00B9602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D0F83" w:rsidRDefault="00AD0F83" w:rsidP="00B96023">
            <w:pPr>
              <w:pStyle w:val="libPoem"/>
            </w:pPr>
            <w:r>
              <w:rPr>
                <w:rtl/>
                <w:lang w:bidi="fa-IR"/>
              </w:rPr>
              <w:t>جز خالق اکبر ز دل او که خبر داشت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60F70" w:rsidRPr="00AD0F83" w:rsidRDefault="00AD0F83" w:rsidP="00AD0F8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</w:t>
      </w:r>
    </w:p>
    <w:p w:rsidR="00160F70" w:rsidRDefault="00160F70" w:rsidP="00AD0F83">
      <w:pPr>
        <w:pStyle w:val="libFootnote0"/>
        <w:rPr>
          <w:rtl/>
          <w:lang w:bidi="fa-IR"/>
        </w:rPr>
      </w:pPr>
      <w:r>
        <w:rPr>
          <w:rtl/>
          <w:lang w:bidi="fa-IR"/>
        </w:rPr>
        <w:t>1- 1.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آغا بزرگ تهران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نقباء البشر، ج 3، ص 1144.</w:t>
      </w:r>
    </w:p>
    <w:p w:rsidR="00AD0F83" w:rsidRDefault="00AD0F83" w:rsidP="00160F70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AD0F83" w:rsidRDefault="00AD0F83" w:rsidP="00AD0F83">
      <w:pPr>
        <w:pStyle w:val="Heading1"/>
        <w:rPr>
          <w:rtl/>
          <w:lang w:bidi="fa-IR"/>
        </w:rPr>
      </w:pPr>
      <w:bookmarkStart w:id="108" w:name="_Toc525386479"/>
      <w:r>
        <w:rPr>
          <w:rFonts w:hint="eastAsia"/>
          <w:rtl/>
          <w:lang w:bidi="fa-IR"/>
        </w:rPr>
        <w:t>نام</w:t>
      </w:r>
      <w:r>
        <w:rPr>
          <w:rtl/>
          <w:lang w:bidi="fa-IR"/>
        </w:rPr>
        <w:t xml:space="preserve"> نام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اصغر </w:t>
      </w:r>
      <w:r w:rsidRPr="00160F70">
        <w:rPr>
          <w:rStyle w:val="libAlaemChar"/>
          <w:rtl/>
        </w:rPr>
        <w:t>عليه‌السلام</w:t>
      </w:r>
      <w:bookmarkEnd w:id="108"/>
      <w:r w:rsidRPr="00160F70">
        <w:rPr>
          <w:rStyle w:val="libAlaemChar"/>
          <w:rtl/>
        </w:rPr>
        <w:t xml:space="preserve"> </w:t>
      </w:r>
    </w:p>
    <w:p w:rsidR="00AD0F83" w:rsidRDefault="00AD0F83" w:rsidP="00160F70">
      <w:pPr>
        <w:pStyle w:val="libNormal"/>
        <w:rPr>
          <w:rFonts w:hint="cs"/>
          <w:rtl/>
          <w:lang w:bidi="fa-IR"/>
        </w:rPr>
      </w:pPr>
    </w:p>
    <w:p w:rsidR="00160F70" w:rsidRDefault="00160F70" w:rsidP="00AD0F8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اساس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ق،</w:t>
      </w:r>
      <w:r>
        <w:rPr>
          <w:rtl/>
          <w:lang w:bidi="fa-IR"/>
        </w:rPr>
        <w:t xml:space="preserve"> از حضرت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دالشّهداء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دو طفل رض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در روز عاشورا به شهادت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که عبارتند از: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1)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اصغر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2) عبداللّه رض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اصغر شش ماهه بود، مادرش رباب بود، خواهرش حضرت سک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بود، قاتلش حرمله بود، محلّ شهادتش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جنگ و در آغوش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D0F8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عبداللّه رض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روز عاشورا به هنگام ظهر متولّد شد، مادرش امّ اسحاق، خواهرش رق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قاتلش عبداللّه بن عُقبه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غَنَو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محل شهادتش در مقابل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ها در آغوش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دالشهداء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به کتاب «فرسان اله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جاء»</w:t>
      </w:r>
      <w:r>
        <w:rPr>
          <w:rtl/>
          <w:lang w:bidi="fa-IR"/>
        </w:rPr>
        <w:t xml:space="preserve"> مراجعه شود</w:t>
      </w:r>
      <w:r w:rsidRPr="00AD0F83">
        <w:rPr>
          <w:rStyle w:val="libFootnotenumChar"/>
          <w:rtl/>
        </w:rPr>
        <w:t>.(1)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D0F8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: «عبداللّه» و «طفل رض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ع»</w:t>
      </w:r>
      <w:r>
        <w:rPr>
          <w:rtl/>
          <w:lang w:bidi="fa-IR"/>
        </w:rPr>
        <w:t xml:space="preserve">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مقدّسه که در سال 252 قمر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صادر شده، آمده است: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السلام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عبداللّه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الطِّفل الرَّض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ع؛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درود</w:t>
      </w:r>
      <w:r>
        <w:rPr>
          <w:rtl/>
          <w:lang w:bidi="fa-IR"/>
        </w:rPr>
        <w:t xml:space="preserve"> بر عبداللّه، فرزند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طفل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رخوار</w:t>
      </w:r>
      <w:r w:rsidRPr="00AD0F83">
        <w:rPr>
          <w:rStyle w:val="libFootnotenumChar"/>
          <w:rtl/>
        </w:rPr>
        <w:t>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نام</w:t>
      </w:r>
      <w:r>
        <w:rPr>
          <w:rtl/>
          <w:lang w:bidi="fa-IR"/>
        </w:rPr>
        <w:t xml:space="preserve"> نام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اصغر»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ارتنامه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ابن طاووس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 عاشورا نقل کرده، آمده است: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وعل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ولدک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الأصغر الّذ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فُجِعتَ به؛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درود</w:t>
      </w:r>
      <w:r>
        <w:rPr>
          <w:rtl/>
          <w:lang w:bidi="fa-IR"/>
        </w:rPr>
        <w:t xml:space="preserve"> خداوند بر شما و بر آنان و بر فرزندت «عل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اصغر» که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داغدار شد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  <w:r w:rsidRPr="00AD0F83">
        <w:rPr>
          <w:rStyle w:val="libFootnotenumChar"/>
          <w:rtl/>
        </w:rPr>
        <w:t xml:space="preserve"> (3)</w:t>
      </w:r>
    </w:p>
    <w:p w:rsidR="00160F70" w:rsidRPr="00AD0F83" w:rsidRDefault="00AD0F83" w:rsidP="00AD0F8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160F70" w:rsidRDefault="00160F70" w:rsidP="00AD0F83">
      <w:pPr>
        <w:pStyle w:val="libFootnote0"/>
        <w:rPr>
          <w:rtl/>
          <w:lang w:bidi="fa-IR"/>
        </w:rPr>
      </w:pPr>
      <w:r>
        <w:rPr>
          <w:rtl/>
          <w:lang w:bidi="fa-IR"/>
        </w:rPr>
        <w:t>1- 1. محلاّت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فرسان اله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جاء،</w:t>
      </w:r>
      <w:r>
        <w:rPr>
          <w:rtl/>
          <w:lang w:bidi="fa-IR"/>
        </w:rPr>
        <w:t xml:space="preserve"> ج 1، ص 242 274.</w:t>
      </w:r>
    </w:p>
    <w:p w:rsidR="00160F70" w:rsidRDefault="00160F70" w:rsidP="00AD0F83">
      <w:pPr>
        <w:pStyle w:val="libFootnote0"/>
        <w:rPr>
          <w:rtl/>
          <w:lang w:bidi="fa-IR"/>
        </w:rPr>
      </w:pPr>
      <w:r>
        <w:rPr>
          <w:rtl/>
          <w:lang w:bidi="fa-IR"/>
        </w:rPr>
        <w:t>2- 2. ابن مشهد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مزار 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ص 488؛ نگارنده نبراس الزّائر، ص 135.</w:t>
      </w:r>
    </w:p>
    <w:p w:rsidR="00160F70" w:rsidRDefault="00160F70" w:rsidP="00AD0F83">
      <w:pPr>
        <w:pStyle w:val="libFootnote0"/>
        <w:rPr>
          <w:rtl/>
          <w:lang w:bidi="fa-IR"/>
        </w:rPr>
      </w:pPr>
      <w:r>
        <w:rPr>
          <w:rtl/>
          <w:lang w:bidi="fa-IR"/>
        </w:rPr>
        <w:t>3- 3.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ابن طاووس، اقبال الأعمال، ج 3، ص 71؛ مجلس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بحارالانوار، ج 101، ص 314.</w:t>
      </w:r>
    </w:p>
    <w:p w:rsidR="00160F70" w:rsidRDefault="00AD0F83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بر</w:t>
      </w:r>
      <w:r w:rsidR="00160F70">
        <w:rPr>
          <w:rtl/>
          <w:lang w:bidi="fa-IR"/>
        </w:rPr>
        <w:t xml:space="preserve"> اساس ا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ن</w:t>
      </w:r>
      <w:r w:rsidR="00160F70">
        <w:rPr>
          <w:rtl/>
          <w:lang w:bidi="fa-IR"/>
        </w:rPr>
        <w:t xml:space="preserve"> تحق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ق</w:t>
      </w:r>
      <w:r w:rsidR="00160F70">
        <w:rPr>
          <w:rtl/>
          <w:lang w:bidi="fa-IR"/>
        </w:rPr>
        <w:t xml:space="preserve"> آنچه در مقاتل اختلاف در محلّ شهادت، نام قاتل و غ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ره</w:t>
      </w:r>
      <w:r w:rsidR="00160F70">
        <w:rPr>
          <w:rtl/>
          <w:lang w:bidi="fa-IR"/>
        </w:rPr>
        <w:t xml:space="preserve"> وجود دارد، حل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شود.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D0F8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توجّه به آنچه از امام سجاد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شده، که پدرم آن قدر به پدرش علاقه داشت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اگر خداوند به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کصد</w:t>
      </w:r>
      <w:r>
        <w:rPr>
          <w:rtl/>
          <w:lang w:bidi="fa-IR"/>
        </w:rPr>
        <w:t xml:space="preserve"> فرزند پسر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کند، همه اش را «عل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نام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گذارم، احتمال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که طفل رض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به نامگذار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باشد، لذا به عنوان «عبداللّه» معروف شد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باشد و اگر از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انتخاب شده باشد، به دست ما نرس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باشد.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: «رض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ع»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رخواره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 اساس فهم عُرف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مادرش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نداشت که به او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دهد و در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ها آب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که با آب فرات کامش را بردارند،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رهگذر تعب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تعب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مسامحه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باشد، جز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مأثور از معصوم آمده اس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D0F8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اساس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امام محمد باقر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فرزند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رخوارش</w:t>
      </w:r>
      <w:r>
        <w:rPr>
          <w:rtl/>
          <w:lang w:bidi="fa-IR"/>
        </w:rPr>
        <w:t xml:space="preserve"> را در آغوش گرفته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قوم عنود آورد، پس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او اصابت کرد، خون آن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سراز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شد،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کف دستش را از خون فرزندش پُر کرد،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 پاش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عرضه </w:t>
      </w:r>
      <w:r>
        <w:rPr>
          <w:rFonts w:hint="eastAsia"/>
          <w:rtl/>
          <w:lang w:bidi="fa-IR"/>
        </w:rPr>
        <w:t>داشت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بار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! اگر امروز نصرت خود را از ما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آن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آنچه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است قرار بده، انتقام ما را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ستمگران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.</w:t>
      </w:r>
      <w:r w:rsidRPr="00AD0F83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D0F8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حضرت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اصغر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قاً</w:t>
      </w:r>
      <w:r>
        <w:rPr>
          <w:rtl/>
          <w:lang w:bidi="fa-IR"/>
        </w:rPr>
        <w:t xml:space="preserve"> شش ماهه بود و مادرش رباب دختر امرء الق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س،</w:t>
      </w:r>
      <w:r>
        <w:rPr>
          <w:rtl/>
          <w:lang w:bidi="fa-IR"/>
        </w:rPr>
        <w:t xml:space="preserve"> از بانوان با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 xml:space="preserve"> و مورد علاقه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خاص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بود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دو فرزند آورد:</w:t>
      </w:r>
    </w:p>
    <w:p w:rsidR="00160F70" w:rsidRPr="00AD0F83" w:rsidRDefault="00AD0F83" w:rsidP="00AD0F8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160F70" w:rsidRDefault="00160F70" w:rsidP="00AD0F83">
      <w:pPr>
        <w:pStyle w:val="libFootnote0"/>
        <w:rPr>
          <w:rtl/>
          <w:lang w:bidi="fa-IR"/>
        </w:rPr>
      </w:pPr>
      <w:r>
        <w:rPr>
          <w:rtl/>
          <w:lang w:bidi="fa-IR"/>
        </w:rPr>
        <w:t>1- 1. طبر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الامم والملوک، ج 4، ص 644.</w:t>
      </w:r>
    </w:p>
    <w:p w:rsidR="00160F70" w:rsidRDefault="00AD0F83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tl/>
          <w:lang w:bidi="fa-IR"/>
        </w:rPr>
        <w:lastRenderedPageBreak/>
        <w:t>1) حضرت سک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نه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2)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اصغر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D0F8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محقّق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مورّخان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شش فرزند ذکور نوشته اند: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1)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اکبر </w:t>
      </w:r>
      <w:r w:rsidRPr="00160F70">
        <w:rPr>
          <w:rStyle w:val="libAlaemChar"/>
          <w:rtl/>
        </w:rPr>
        <w:t xml:space="preserve">عليه‌السلام 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2)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اوسط (امام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العابد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3)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اصغر </w:t>
      </w:r>
      <w:r w:rsidRPr="00160F70">
        <w:rPr>
          <w:rStyle w:val="libAlaemChar"/>
          <w:rtl/>
        </w:rPr>
        <w:t xml:space="preserve">عليه‌السلام 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4) محمد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5) عبداللّه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6) جعفر</w:t>
      </w:r>
      <w:r w:rsidRPr="00AD0F83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به نام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اصغر تصر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شده و در کنار آن از عبداللّه نام برده شده و آمده است: گفته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عبداللّه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 پدرش به شهادت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 w:rsidRPr="00AD0F83">
        <w:rPr>
          <w:rStyle w:val="libFootnotenumChar"/>
          <w:rtl/>
        </w:rPr>
        <w:t>.(2)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سبط</w:t>
      </w:r>
      <w:r>
        <w:rPr>
          <w:rtl/>
          <w:lang w:bidi="fa-IR"/>
        </w:rPr>
        <w:t xml:space="preserve"> ابن جوز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D0F8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فرزندش را مشاهده کرد که از تشنگ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و پا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زند، آن را به دست گرفت و مقابل لشکر آورد و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لشکر! اگر به من رحم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طفل رحم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گلو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خورد و گلو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D0F8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امام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عرضه داشت: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بار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!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قوم داور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 که ما را دعوت کردند که ما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را کشتند!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ندا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آسمان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160F70" w:rsidRPr="00AD0F83" w:rsidRDefault="00AD0F83" w:rsidP="00AD0F8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160F70" w:rsidRDefault="00160F70" w:rsidP="00AD0F83">
      <w:pPr>
        <w:pStyle w:val="libFootnote0"/>
        <w:rPr>
          <w:rtl/>
          <w:lang w:bidi="fa-IR"/>
        </w:rPr>
      </w:pPr>
      <w:r>
        <w:rPr>
          <w:rtl/>
          <w:lang w:bidi="fa-IR"/>
        </w:rPr>
        <w:t>1- 1. ابن طلحه، مطالب السّوءول، ص 257.</w:t>
      </w:r>
    </w:p>
    <w:p w:rsidR="00160F70" w:rsidRDefault="00160F70" w:rsidP="00AD0F83">
      <w:pPr>
        <w:pStyle w:val="libFootnote0"/>
        <w:rPr>
          <w:rtl/>
          <w:lang w:bidi="fa-IR"/>
        </w:rPr>
      </w:pPr>
      <w:r>
        <w:rPr>
          <w:rtl/>
          <w:lang w:bidi="fa-IR"/>
        </w:rPr>
        <w:t>2- 2. همان.</w:t>
      </w:r>
    </w:p>
    <w:p w:rsidR="00160F70" w:rsidRDefault="00AD0F83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ا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حس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ن</w:t>
      </w:r>
      <w:r w:rsidR="00160F70">
        <w:rPr>
          <w:rtl/>
          <w:lang w:bidi="fa-IR"/>
        </w:rPr>
        <w:t>! او را فروگذار که برا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او در بهشت دا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ه</w:t>
      </w:r>
      <w:r w:rsidR="00160F70">
        <w:rPr>
          <w:rtl/>
          <w:lang w:bidi="fa-IR"/>
        </w:rPr>
        <w:t xml:space="preserve"> ا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در نظر گرفته شده است.</w:t>
      </w:r>
      <w:r w:rsidR="00160F70" w:rsidRPr="00AD0F83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D0F8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ابن</w:t>
      </w:r>
      <w:r>
        <w:rPr>
          <w:rtl/>
          <w:lang w:bidi="fa-IR"/>
        </w:rPr>
        <w:t xml:space="preserve"> طلحه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 xml:space="preserve"> که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فرزندش قبر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نوک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کند، بر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کرش</w:t>
      </w:r>
      <w:r>
        <w:rPr>
          <w:rtl/>
          <w:lang w:bidi="fa-IR"/>
        </w:rPr>
        <w:t xml:space="preserve"> نماز خواند، سپس آن را در قبر نهاده و دفن کرد.</w:t>
      </w:r>
      <w:r w:rsidRPr="00AD0F83">
        <w:rPr>
          <w:rStyle w:val="libFootnotenumChar"/>
          <w:rtl/>
        </w:rPr>
        <w:t>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D0F83">
      <w:pPr>
        <w:pStyle w:val="Heading1"/>
        <w:rPr>
          <w:rtl/>
          <w:lang w:bidi="fa-IR"/>
        </w:rPr>
      </w:pPr>
      <w:bookmarkStart w:id="109" w:name="_Toc525386480"/>
      <w:r>
        <w:rPr>
          <w:rFonts w:hint="eastAsia"/>
          <w:rtl/>
          <w:lang w:bidi="fa-IR"/>
        </w:rPr>
        <w:t>محل</w:t>
      </w:r>
      <w:r>
        <w:rPr>
          <w:rtl/>
          <w:lang w:bidi="fa-IR"/>
        </w:rPr>
        <w:t xml:space="preserve"> دفن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اصغر </w:t>
      </w:r>
      <w:r w:rsidRPr="00160F70">
        <w:rPr>
          <w:rStyle w:val="libAlaemChar"/>
          <w:rtl/>
        </w:rPr>
        <w:t>عليه‌السلام</w:t>
      </w:r>
      <w:bookmarkEnd w:id="109"/>
      <w:r w:rsidRPr="00160F70">
        <w:rPr>
          <w:rStyle w:val="libAlaemChar"/>
          <w:rtl/>
        </w:rPr>
        <w:t xml:space="preserve"> 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(1268 _ 1323 قمر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که محل دفن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اصغر کجاست؟ به شدت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فرمود: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دانم، فردا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ان شاءاللّه پاسخ قانع کننده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در عالم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محضر مقدس سالار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حضرت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چرا</w:t>
      </w:r>
      <w:r>
        <w:rPr>
          <w:rtl/>
          <w:lang w:bidi="fa-IR"/>
        </w:rPr>
        <w:t xml:space="preserve"> پاسخ زائران مرا نداد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عرض</w:t>
      </w:r>
      <w:r>
        <w:rPr>
          <w:rtl/>
          <w:lang w:bidi="fa-IR"/>
        </w:rPr>
        <w:t xml:space="preserve"> کرد: مولا جان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دانستم، چه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  <w:r>
        <w:rPr>
          <w:rtl/>
          <w:lang w:bidi="fa-IR"/>
        </w:rPr>
        <w:t xml:space="preserve">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بدان</w:t>
      </w:r>
      <w:r>
        <w:rPr>
          <w:rtl/>
          <w:lang w:bidi="fa-IR"/>
        </w:rPr>
        <w:t xml:space="preserve"> و به آنها بگو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زم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D0F8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نقل موء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ابوخل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است که در نزد مختار از دفن آن حضرت توسط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پشت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ها خبر داد، در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گفت: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به</w:t>
      </w:r>
      <w:r>
        <w:rPr>
          <w:rtl/>
          <w:lang w:bidi="fa-IR"/>
        </w:rPr>
        <w:t xml:space="preserve"> ابوا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وب</w:t>
      </w:r>
      <w:r>
        <w:rPr>
          <w:rtl/>
          <w:lang w:bidi="fa-IR"/>
        </w:rPr>
        <w:t xml:space="preserve"> غنو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سرکرده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داران، 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شهدا نرس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دستور داد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کربلا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رو کردند و جسد آن طفل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کردند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آوردند.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سپس</w:t>
      </w:r>
      <w:r>
        <w:rPr>
          <w:rtl/>
          <w:lang w:bidi="fa-IR"/>
        </w:rPr>
        <w:t xml:space="preserve"> ابوخل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در حضور ابن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سر مقدس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اصغر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با رأس مطهر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طشت بود</w:t>
      </w:r>
      <w:r w:rsidRPr="00AD0F83">
        <w:rPr>
          <w:rStyle w:val="libFootnotenumChar"/>
          <w:rtl/>
        </w:rPr>
        <w:t>.(3)</w:t>
      </w:r>
    </w:p>
    <w:p w:rsidR="00160F70" w:rsidRPr="00AD0F83" w:rsidRDefault="00AD0F83" w:rsidP="00AD0F8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160F70" w:rsidRDefault="00160F70" w:rsidP="00AD0F83">
      <w:pPr>
        <w:pStyle w:val="libFootnote0"/>
        <w:rPr>
          <w:rtl/>
          <w:lang w:bidi="fa-IR"/>
        </w:rPr>
      </w:pPr>
      <w:r>
        <w:rPr>
          <w:rtl/>
          <w:lang w:bidi="fa-IR"/>
        </w:rPr>
        <w:t>1- 1. سبط، تذکره الخواص، ج 2، ص 164.</w:t>
      </w:r>
    </w:p>
    <w:p w:rsidR="00160F70" w:rsidRDefault="00160F70" w:rsidP="00AD0F83">
      <w:pPr>
        <w:pStyle w:val="libFootnote0"/>
        <w:rPr>
          <w:rtl/>
          <w:lang w:bidi="fa-IR"/>
        </w:rPr>
      </w:pPr>
      <w:r>
        <w:rPr>
          <w:rtl/>
          <w:lang w:bidi="fa-IR"/>
        </w:rPr>
        <w:t>2- 2. ابن طلحه، همان، ص 256.</w:t>
      </w:r>
    </w:p>
    <w:p w:rsidR="00160F70" w:rsidRDefault="00160F70" w:rsidP="00AD0F83">
      <w:pPr>
        <w:pStyle w:val="libFootnote0"/>
        <w:rPr>
          <w:rtl/>
          <w:lang w:bidi="fa-IR"/>
        </w:rPr>
      </w:pPr>
      <w:r>
        <w:rPr>
          <w:rtl/>
          <w:lang w:bidi="fa-IR"/>
        </w:rPr>
        <w:t>3- 3. اسماع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سحاب رحمت، ص 547.</w:t>
      </w:r>
    </w:p>
    <w:p w:rsidR="00160F70" w:rsidRDefault="00AD0F83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شرح</w:t>
      </w:r>
      <w:r w:rsidR="00160F70">
        <w:rPr>
          <w:rtl/>
          <w:lang w:bidi="fa-IR"/>
        </w:rPr>
        <w:t xml:space="preserve"> حال مرحوم س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د</w:t>
      </w:r>
      <w:r w:rsidR="00160F70">
        <w:rPr>
          <w:rtl/>
          <w:lang w:bidi="fa-IR"/>
        </w:rPr>
        <w:t xml:space="preserve"> مرتض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کشم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ر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در کتاب ارزشمند «نجوم السّماء» آمده است.(1)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D0F83">
      <w:pPr>
        <w:pStyle w:val="Heading1"/>
        <w:rPr>
          <w:rtl/>
          <w:lang w:bidi="fa-IR"/>
        </w:rPr>
      </w:pPr>
      <w:bookmarkStart w:id="110" w:name="_Toc525386481"/>
      <w:r>
        <w:rPr>
          <w:rFonts w:hint="eastAsia"/>
          <w:rtl/>
          <w:lang w:bidi="fa-IR"/>
        </w:rPr>
        <w:t>تولد</w:t>
      </w:r>
      <w:r>
        <w:rPr>
          <w:rtl/>
          <w:lang w:bidi="fa-IR"/>
        </w:rPr>
        <w:t xml:space="preserve">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اصغر </w:t>
      </w:r>
      <w:r w:rsidRPr="00160F70">
        <w:rPr>
          <w:rStyle w:val="libAlaemChar"/>
          <w:rtl/>
        </w:rPr>
        <w:t>عليه‌السلام</w:t>
      </w:r>
      <w:bookmarkEnd w:id="110"/>
      <w:r w:rsidRPr="00160F70">
        <w:rPr>
          <w:rStyle w:val="libAlaemChar"/>
          <w:rtl/>
        </w:rPr>
        <w:t xml:space="preserve"> 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اصغر روز عاشورا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قاً</w:t>
      </w:r>
      <w:r>
        <w:rPr>
          <w:rtl/>
          <w:lang w:bidi="fa-IR"/>
        </w:rPr>
        <w:t xml:space="preserve"> شش ماهه باشند، ولادت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با روز دهم رجب سال 60 قمر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مصادف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لذا مرحوم نجم الممالک در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خود روز دهم رجب را روز تولّد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اصغر ثبت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فتگان</w:t>
      </w:r>
      <w:r>
        <w:rPr>
          <w:rtl/>
          <w:lang w:bidi="fa-IR"/>
        </w:rPr>
        <w:t xml:space="preserve">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 نام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اکبر تبر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امام رضا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تقاضا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به من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رش</w:t>
      </w:r>
      <w:r>
        <w:rPr>
          <w:rtl/>
          <w:lang w:bidi="fa-IR"/>
        </w:rPr>
        <w:t xml:space="preserve"> به همه برسد.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شروع</w:t>
      </w:r>
      <w:r>
        <w:rPr>
          <w:rtl/>
          <w:lang w:bidi="fa-IR"/>
        </w:rPr>
        <w:t xml:space="preserve"> به توسّل و تضرّع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جل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کنارش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گذرد، او را به اسم صدا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شب نهم ماه رجب را که تولّد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اصغر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باشد، جشن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رش</w:t>
      </w:r>
      <w:r>
        <w:rPr>
          <w:rtl/>
          <w:lang w:bidi="fa-IR"/>
        </w:rPr>
        <w:t xml:space="preserve"> به همه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D021CE">
      <w:pPr>
        <w:pStyle w:val="Heading1"/>
        <w:rPr>
          <w:rtl/>
          <w:lang w:bidi="fa-IR"/>
        </w:rPr>
      </w:pPr>
      <w:bookmarkStart w:id="111" w:name="_Toc525386482"/>
      <w:r>
        <w:rPr>
          <w:rFonts w:hint="eastAsia"/>
          <w:rtl/>
          <w:lang w:bidi="fa-IR"/>
        </w:rPr>
        <w:t>پرده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صحنه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عاشورا</w:t>
      </w:r>
      <w:bookmarkEnd w:id="111"/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غلامرضا زنجان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متوفا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29 رجب 1392 برابر 17/6/51 شمس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صحنه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کربلا را عصر عاشورا توسط بچّه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خردسال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احضار کرده بود.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بچه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من آقا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که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اسب است،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 به چهره اش نگاه کنم.</w:t>
      </w:r>
    </w:p>
    <w:p w:rsidR="00160F70" w:rsidRPr="00D021CE" w:rsidRDefault="00D021CE" w:rsidP="00D021CE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D021CE" w:rsidRDefault="00160F70" w:rsidP="00D021CE">
      <w:pPr>
        <w:pStyle w:val="libFootnote0"/>
        <w:rPr>
          <w:rtl/>
          <w:lang w:bidi="fa-IR"/>
        </w:rPr>
      </w:pPr>
      <w:r>
        <w:rPr>
          <w:rtl/>
          <w:lang w:bidi="fa-IR"/>
        </w:rPr>
        <w:t>1- 1. لکهنو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نجوم السّماء، ج 2، ص 219 248.</w:t>
      </w:r>
    </w:p>
    <w:p w:rsidR="00160F70" w:rsidRDefault="00D021CE" w:rsidP="00D021CE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بچّه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رخوار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آغوش گرفته که از گلو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بچّه خون فوران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پرندگان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با آن خون رنگ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قطره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خون آن بچّه بر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D021CE">
      <w:pPr>
        <w:pStyle w:val="Heading1"/>
        <w:rPr>
          <w:rtl/>
          <w:lang w:bidi="fa-IR"/>
        </w:rPr>
      </w:pPr>
      <w:bookmarkStart w:id="112" w:name="_Toc525386483"/>
      <w:r>
        <w:rPr>
          <w:rFonts w:hint="eastAsia"/>
          <w:rtl/>
          <w:lang w:bidi="fa-IR"/>
        </w:rPr>
        <w:t>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الملل</w:t>
      </w:r>
      <w:bookmarkEnd w:id="112"/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واعظ</w:t>
      </w:r>
      <w:r>
        <w:rPr>
          <w:rtl/>
          <w:lang w:bidi="fa-IR"/>
        </w:rPr>
        <w:t xml:space="preserve">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خط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آذربا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جان،</w:t>
      </w:r>
      <w:r>
        <w:rPr>
          <w:rtl/>
          <w:lang w:bidi="fa-IR"/>
        </w:rPr>
        <w:t xml:space="preserve"> مرحوم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حسن ناصرزاده، متوفا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11 شوال 1400 قمر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برابر 31/5/59 شمس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بر فراز منبر نقل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عاشورا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منزل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خانواده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دعوت شدم.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مجلس شدم،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صدها بانو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مجلس حضور دارند و قنداقه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بچه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رخواره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وسط مجلس گذاشته اند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مجلس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بچّه برگزار شده است که دکترها جواب کرده اند.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و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و مباحث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مطرح کردم،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وقت روضه شد، با خود فکر کردم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اجتماع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چه روضه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بخوانم؟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ادم</w:t>
      </w:r>
      <w:r>
        <w:rPr>
          <w:rtl/>
          <w:lang w:bidi="fa-IR"/>
        </w:rPr>
        <w:t xml:space="preserve"> آمد که 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الملل</w:t>
      </w:r>
      <w:r w:rsidR="00D021CE"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او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اصغر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است،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در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بچّه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رخواره</w:t>
      </w:r>
      <w:r>
        <w:rPr>
          <w:rtl/>
          <w:lang w:bidi="fa-IR"/>
        </w:rPr>
        <w:t xml:space="preserve"> مقصّر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روضه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اصغر خواندم،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</w:t>
      </w:r>
      <w:r>
        <w:rPr>
          <w:rtl/>
          <w:lang w:bidi="fa-IR"/>
        </w:rPr>
        <w:t xml:space="preserve"> و مجلس باحال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فردا</w:t>
      </w:r>
      <w:r>
        <w:rPr>
          <w:rtl/>
          <w:lang w:bidi="fa-IR"/>
        </w:rPr>
        <w:t xml:space="preserve"> صبح صاحب خانه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دست لباس کامل شامل: عمامه، پارچه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قبا،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راهن،</w:t>
      </w:r>
      <w:r>
        <w:rPr>
          <w:rtl/>
          <w:lang w:bidi="fa-IR"/>
        </w:rPr>
        <w:t xml:space="preserve"> جوراب و کفش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آورد و گفت: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نذر</w:t>
      </w:r>
      <w:r>
        <w:rPr>
          <w:rtl/>
          <w:lang w:bidi="fa-IR"/>
        </w:rPr>
        <w:t xml:space="preserve"> ما قبول 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D021CE">
      <w:pPr>
        <w:pStyle w:val="Heading1"/>
        <w:rPr>
          <w:rtl/>
          <w:lang w:bidi="fa-IR"/>
        </w:rPr>
      </w:pPr>
      <w:bookmarkStart w:id="113" w:name="_Toc525386484"/>
      <w:r>
        <w:rPr>
          <w:rFonts w:hint="eastAsia"/>
          <w:rtl/>
          <w:lang w:bidi="fa-IR"/>
        </w:rPr>
        <w:t>شفا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tl/>
          <w:lang w:bidi="fa-IR"/>
        </w:rPr>
        <w:t xml:space="preserve"> سرطان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توسّل به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اصغر </w:t>
      </w:r>
      <w:r w:rsidRPr="00160F70">
        <w:rPr>
          <w:rStyle w:val="libAlaemChar"/>
          <w:rtl/>
        </w:rPr>
        <w:t>عليه‌السلام</w:t>
      </w:r>
      <w:bookmarkEnd w:id="113"/>
      <w:r w:rsidRPr="00160F70">
        <w:rPr>
          <w:rStyle w:val="libAlaemChar"/>
          <w:rtl/>
        </w:rPr>
        <w:t xml:space="preserve"> 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حدود چهل سال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خدمت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مراجع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بزرگ</w:t>
      </w:r>
      <w:r>
        <w:rPr>
          <w:rtl/>
          <w:lang w:bidi="fa-IR"/>
        </w:rPr>
        <w:t xml:space="preserve"> تقل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آمد و گفت: من آمده ام که در محضر شما به اسلام و تش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مشرّف شوم.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چه عامل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سبب شده که شما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مسلمان بشو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پاسخ گفت: من مدّت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به سرطان مِر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مبتلا بودم، تا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قطره آب به 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گلو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دکتر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تهران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مراجعه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به من گفت: منزل شما در جنوب تهران است، شما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شمال تهران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هوا رق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تر باشد و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راحت تر نفس بکش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خانه ام را اجاره داده و در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شهر آپارتمان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اجاره کردم.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</w:t>
      </w:r>
      <w:r>
        <w:rPr>
          <w:rtl/>
          <w:lang w:bidi="fa-IR"/>
        </w:rPr>
        <w:t xml:space="preserve"> که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 من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هستم، در زد و گفت: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! ما امروز روضه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خدمت شما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با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 آشنا بشوم، در ساعت مع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واحد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رفتم، منبر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و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صحبت کرد و به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اصغر توسّل کرد و گفت: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اصغر کودک است و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 برنم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او با انگشتان کوچکش گره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همانجا نذر کردم که اگر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آقازاده مرا شفا دهد، من به شرف اسلام مشرّف شوم.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روضه</w:t>
      </w:r>
      <w:r>
        <w:rPr>
          <w:rtl/>
          <w:lang w:bidi="fa-IR"/>
        </w:rPr>
        <w:t xml:space="preserve"> تمام شد، 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آوردند، من برنداشتم، صاحب خانه اصرار کرد، گفتم: من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هستم،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توانم. گفت: به ن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استشفاء بخور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D021C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برداشتم، به لبم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کردم که لب تر کنم، احساس کردم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 بخورم، آرام آرام خوردم و استکان تمام شد. به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نگفتم. به منزل رفتم که در طبقه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همان آپارتمان قرار داشت،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منزل نبود، به</w:t>
      </w:r>
      <w:r w:rsidR="00D021C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سراغ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خچال</w:t>
      </w:r>
      <w:r>
        <w:rPr>
          <w:rtl/>
          <w:lang w:bidi="fa-IR"/>
        </w:rPr>
        <w:t xml:space="preserve"> رفتم، هر چه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عات</w:t>
      </w:r>
      <w:r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خچال</w:t>
      </w:r>
      <w:r>
        <w:rPr>
          <w:rtl/>
          <w:lang w:bidi="fa-IR"/>
        </w:rPr>
        <w:t xml:space="preserve"> بود، خوردم. 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ماه بود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قطره آب به 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گلو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پرونده</w:t>
      </w:r>
      <w:r>
        <w:rPr>
          <w:rtl/>
          <w:lang w:bidi="fa-IR"/>
        </w:rPr>
        <w:t xml:space="preserve"> پزشک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را برداشتم و به سراغ دکتر رفتم. دکتر تا مرا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گفت: فلان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شما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دارو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همان نسخه ات را استفاده کن.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گفتم</w:t>
      </w:r>
      <w:r>
        <w:rPr>
          <w:rtl/>
          <w:lang w:bidi="fa-IR"/>
        </w:rPr>
        <w:t xml:space="preserve">: آمدم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مرا معا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گفت: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ندارد. گفتم: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که 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دارد، شما پول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گلو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نگاه کرد،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آمر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tl/>
          <w:lang w:bidi="fa-IR"/>
        </w:rPr>
        <w:t xml:space="preserve"> رفته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گفتم: نه، انگلستان رفته 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گفتم: نه.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>: پس کجا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را معالجه کرد؟ گفتم: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>: لابد حضرت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به سراغت آمده است!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گفتم</w:t>
      </w:r>
      <w:r>
        <w:rPr>
          <w:rtl/>
          <w:lang w:bidi="fa-IR"/>
        </w:rPr>
        <w:t>: بزرگ تر از حضرت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ح،</w:t>
      </w:r>
      <w:r>
        <w:rPr>
          <w:rtl/>
          <w:lang w:bidi="fa-IR"/>
        </w:rPr>
        <w:t xml:space="preserve"> گفت: چه کس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گفتم: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اصغر، نور چشم حضرت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دالشهداء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ارجمندم حجه السلام والمسلم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غلامحس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 مجلس حضور داشت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داستان را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نجانب</w:t>
      </w:r>
      <w:r>
        <w:rPr>
          <w:rtl/>
          <w:lang w:bidi="fa-IR"/>
        </w:rPr>
        <w:t xml:space="preserve"> نقل کرد.</w:t>
      </w:r>
    </w:p>
    <w:p w:rsidR="00160F70" w:rsidRDefault="00D021CE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D021CE">
      <w:pPr>
        <w:pStyle w:val="Heading1"/>
        <w:rPr>
          <w:rtl/>
          <w:lang w:bidi="fa-IR"/>
        </w:rPr>
      </w:pPr>
      <w:bookmarkStart w:id="114" w:name="_Toc525386485"/>
      <w:r>
        <w:rPr>
          <w:rFonts w:hint="eastAsia"/>
          <w:rtl/>
          <w:lang w:bidi="fa-IR"/>
        </w:rPr>
        <w:t>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اصغر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آقا نجف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قوچان</w:t>
      </w:r>
      <w:r>
        <w:rPr>
          <w:rFonts w:hint="cs"/>
          <w:rtl/>
          <w:lang w:bidi="fa-IR"/>
        </w:rPr>
        <w:t>ی</w:t>
      </w:r>
      <w:bookmarkEnd w:id="114"/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سه شنبه 20/12/81 برابر 7 محرم 1424 قمر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ارجمند خط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توانا، حضرت حجه الاسلام والمسلم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حسن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اصفهان از کتاب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غرب مرحوم آقا نجف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قوچان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کردند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نوشته است: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D021C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: </w:t>
      </w:r>
      <w:r w:rsidR="00D021CE" w:rsidRPr="00D021CE">
        <w:rPr>
          <w:rStyle w:val="libAlaemChar"/>
          <w:rFonts w:hint="cs"/>
          <w:rtl/>
        </w:rPr>
        <w:t>(</w:t>
      </w:r>
      <w:r w:rsidRPr="00D021CE">
        <w:rPr>
          <w:rStyle w:val="libAieChar"/>
          <w:rFonts w:hint="cs"/>
          <w:rtl/>
        </w:rPr>
        <w:t>ی</w:t>
      </w:r>
      <w:r w:rsidRPr="00D021CE">
        <w:rPr>
          <w:rStyle w:val="libAieChar"/>
          <w:rFonts w:hint="eastAsia"/>
          <w:rtl/>
        </w:rPr>
        <w:t>ا</w:t>
      </w:r>
      <w:r w:rsidRPr="00D021CE">
        <w:rPr>
          <w:rStyle w:val="libAieChar"/>
          <w:rtl/>
        </w:rPr>
        <w:t xml:space="preserve"> ا</w:t>
      </w:r>
      <w:r w:rsidRPr="00D021CE">
        <w:rPr>
          <w:rStyle w:val="libAieChar"/>
          <w:rFonts w:hint="cs"/>
          <w:rtl/>
        </w:rPr>
        <w:t>ی</w:t>
      </w:r>
      <w:r w:rsidRPr="00D021CE">
        <w:rPr>
          <w:rStyle w:val="libAieChar"/>
          <w:rFonts w:hint="eastAsia"/>
          <w:rtl/>
        </w:rPr>
        <w:t>ها</w:t>
      </w:r>
      <w:r w:rsidRPr="00D021CE">
        <w:rPr>
          <w:rStyle w:val="libAieChar"/>
          <w:rtl/>
        </w:rPr>
        <w:t xml:space="preserve"> المدّثر</w:t>
      </w:r>
      <w:r w:rsidR="00D021CE" w:rsidRPr="00D021CE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را به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اصغر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کردم و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ترجمه نمود: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قُنداق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شده!»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آن حضرت را در عالم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فرمود: چون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به من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کاخ را به شما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D021CE">
      <w:pPr>
        <w:pStyle w:val="Heading1"/>
        <w:rPr>
          <w:rtl/>
          <w:lang w:bidi="fa-IR"/>
        </w:rPr>
      </w:pPr>
      <w:bookmarkStart w:id="115" w:name="_Toc525386486"/>
      <w:r>
        <w:rPr>
          <w:rFonts w:hint="eastAsia"/>
          <w:rtl/>
          <w:lang w:bidi="fa-IR"/>
        </w:rPr>
        <w:t>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اصغر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عبّاس سقّا</w:t>
      </w:r>
      <w:bookmarkEnd w:id="115"/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ارجمند، خط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توانمند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معاون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شب 14 صفر 1428 قمر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منزل حاج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کرد که در کاشان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ئت</w:t>
      </w:r>
      <w:r>
        <w:rPr>
          <w:rtl/>
          <w:lang w:bidi="fa-IR"/>
        </w:rPr>
        <w:t xml:space="preserve">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اصغر در آنجا برگزار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اگر در آنجا صدا بزن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اصغر!» ده ها نفر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چون اعضا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ئت</w:t>
      </w:r>
      <w:r>
        <w:rPr>
          <w:rtl/>
          <w:lang w:bidi="fa-IR"/>
        </w:rPr>
        <w:t xml:space="preserve"> عشق سرشار به </w:t>
      </w: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اصغر دارند، در اغلب خانه ها فرزند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اصغر دارند.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دهه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عاشورا قرار بود آنجا منبر بروم،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: هر شهر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دارد، روال شما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تا من به آن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توسّل کنم؟ گفتند: شما همه شب به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اصغر توسّل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گفتم: چگونه؟ گفتند: جد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آنگاه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افراد گفتند: داستان پدربزرگ خود را بگو.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>: من پدربزرگ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داشتم مشهور به: «عباس سقّا»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پدرم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ساله بود، با پدرم عازم عتبات بودند، هر کس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هر کس بخواهد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من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در کفشدار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جناب حب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به سراغم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متوجه منظور او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نجف اشرف به شدّت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به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قدرت تشرف به حرم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به پدرم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پنجره را باز کن و مرا به دم پنجره ببر.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چشمش به گنبد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رموءمنان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افتد، عرض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کند: من به شما</w:t>
      </w:r>
    </w:p>
    <w:p w:rsidR="00160F70" w:rsidRDefault="00160F70" w:rsidP="00D021C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عشق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ورزم،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فرزندت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قرار و مدار دارم.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سپس</w:t>
      </w:r>
      <w:r>
        <w:rPr>
          <w:rtl/>
          <w:lang w:bidi="fa-IR"/>
        </w:rPr>
        <w:t xml:space="preserve"> به پدرم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کمکم کن به حرم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پدرم کمکش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به حرم مشرّف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حالش خوب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پس 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رهسپار کربلا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بعد</w:t>
      </w:r>
      <w:r>
        <w:rPr>
          <w:rtl/>
          <w:lang w:bidi="fa-IR"/>
        </w:rPr>
        <w:t xml:space="preserve"> 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سالار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به منزل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رود، استراحت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صبح صدا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کنند، جواب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و معلوم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درگذشته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چند</w:t>
      </w:r>
      <w:r>
        <w:rPr>
          <w:rtl/>
          <w:lang w:bidi="fa-IR"/>
        </w:rPr>
        <w:t xml:space="preserve"> نفر از زائران کاشان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کنند، او را غسل و کفن کرده،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برند. دمِ درِ ورود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صحن مطهّر جنازه را بر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فرد متشخّص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جنازه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زائر کاشان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عبّاس سقّا.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من با فلان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عقد اخوّت دارم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عقد اخوّت دارد.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لحظه به بعد کار تجه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من مربوط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D021C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جنازه</w:t>
      </w:r>
      <w:r>
        <w:rPr>
          <w:rtl/>
          <w:lang w:bidi="fa-IR"/>
        </w:rPr>
        <w:t xml:space="preserve"> را به حرم برده طواف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دهند، سپس به تول</w:t>
      </w:r>
      <w:r>
        <w:rPr>
          <w:rFonts w:hint="cs"/>
          <w:rtl/>
          <w:lang w:bidi="fa-IR"/>
        </w:rPr>
        <w:t>ی</w:t>
      </w:r>
      <w:r w:rsidR="00D021CE">
        <w:rPr>
          <w:rFonts w:hint="cs"/>
          <w:rtl/>
          <w:lang w:bidi="fa-IR"/>
        </w:rPr>
        <w:t>ت</w:t>
      </w:r>
      <w:r>
        <w:rPr>
          <w:rtl/>
          <w:lang w:bidi="fa-IR"/>
        </w:rPr>
        <w:t xml:space="preserve"> حرم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جنازه برادر من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هر کجا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صحن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دفن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انتخاب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کنند، قبر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کنند، جنازه را وارد قبر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کنند، هنوز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جنازه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قبر بوده که 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داخل حرم در کفشدار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قبر حب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کردم. پس جنازه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آورده و در محل کفشدار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دفن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تازه</w:t>
      </w:r>
      <w:r>
        <w:rPr>
          <w:rtl/>
          <w:lang w:bidi="fa-IR"/>
        </w:rPr>
        <w:t xml:space="preserve"> معلوم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عبّاس سقّا با توسّل به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اصغر در خواب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ملهم شده بود که در آن نقطه دفن خواهد شد و لذا به همگان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هر کس بخواهد مرا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در کفشدار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به سراغم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D021CE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D021CE">
      <w:pPr>
        <w:pStyle w:val="Heading1"/>
        <w:rPr>
          <w:rtl/>
          <w:lang w:bidi="fa-IR"/>
        </w:rPr>
      </w:pPr>
      <w:bookmarkStart w:id="116" w:name="_Toc525386487"/>
      <w:r>
        <w:rPr>
          <w:rFonts w:hint="eastAsia"/>
          <w:rtl/>
          <w:lang w:bidi="fa-IR"/>
        </w:rPr>
        <w:t>گله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اصغر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از مرحوم کرمانشاه</w:t>
      </w:r>
      <w:r>
        <w:rPr>
          <w:rFonts w:hint="cs"/>
          <w:rtl/>
          <w:lang w:bidi="fa-IR"/>
        </w:rPr>
        <w:t>ی</w:t>
      </w:r>
      <w:bookmarkEnd w:id="116"/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عبدالرح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کرمانشاه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جدّ خاندان جل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کرمانشاه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لحظات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فرزندانش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مطالبه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آنها همه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کرمانشاه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گردند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دست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در مقابل پدر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هست.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پرسند: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از کجا؟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پس از رفتن شما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اکرم،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رموءمنان،</w:t>
      </w:r>
      <w:r>
        <w:rPr>
          <w:rtl/>
          <w:lang w:bidi="fa-IR"/>
        </w:rPr>
        <w:t xml:space="preserve"> حضرت فاطمه و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به بال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آمدند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را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لطف کردند و فرمودند: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پسرم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اصغر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فرستاد و گِله کرد که چرا در کتاب مقتل خود مصا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ننوشت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عرض</w:t>
      </w:r>
      <w:r>
        <w:rPr>
          <w:rtl/>
          <w:lang w:bidi="fa-IR"/>
        </w:rPr>
        <w:t xml:space="preserve"> کردم تنها علّتش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هر وقت خواستم مصا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سم،</w:t>
      </w:r>
      <w:r>
        <w:rPr>
          <w:rtl/>
          <w:lang w:bidi="fa-IR"/>
        </w:rPr>
        <w:t xml:space="preserve"> آنقدر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کردم که نوشته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رفت.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سپس</w:t>
      </w:r>
      <w:r>
        <w:rPr>
          <w:rtl/>
          <w:lang w:bidi="fa-IR"/>
        </w:rPr>
        <w:t xml:space="preserve"> به فرزندان وص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مقتلش را چاپ کنند،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معلوم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مورد نظر حضرت قرار گرفته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مطلب را واعظ ارجمند جناب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شب دوشنبه 6/8/87 برابر 27 شوال 1429 قمر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بر فراز منبر نقل کردند.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D021CE">
      <w:pPr>
        <w:pStyle w:val="Heading1"/>
        <w:rPr>
          <w:rtl/>
          <w:lang w:bidi="fa-IR"/>
        </w:rPr>
      </w:pPr>
      <w:bookmarkStart w:id="117" w:name="_Toc525386488"/>
      <w:r>
        <w:rPr>
          <w:rFonts w:hint="eastAsia"/>
          <w:rtl/>
          <w:lang w:bidi="fa-IR"/>
        </w:rPr>
        <w:t>گوشه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دختر سه ساله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bookmarkEnd w:id="117"/>
      <w:r w:rsidRPr="00160F70">
        <w:rPr>
          <w:rStyle w:val="libAlaemChar"/>
          <w:rtl/>
        </w:rPr>
        <w:t xml:space="preserve"> </w:t>
      </w:r>
    </w:p>
    <w:p w:rsidR="00160F70" w:rsidRDefault="00160F70" w:rsidP="00D021CE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حاج جعفر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زاده</w:t>
      </w:r>
      <w:r>
        <w:rPr>
          <w:rtl/>
          <w:lang w:bidi="fa-IR"/>
        </w:rPr>
        <w:t xml:space="preserve"> از دوستان 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نجانب</w:t>
      </w:r>
      <w:r>
        <w:rPr>
          <w:rtl/>
          <w:lang w:bidi="fa-IR"/>
        </w:rPr>
        <w:t xml:space="preserve"> بود. برادر خانمش آقا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شب شنبه 2/9/81 برابر 18 رمضان 1423 قمر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نقل کرد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وقت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زاده</w:t>
      </w:r>
      <w:r>
        <w:rPr>
          <w:rtl/>
          <w:lang w:bidi="fa-IR"/>
        </w:rPr>
        <w:t xml:space="preserve"> به شدّت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خواهرم نگران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به اتاق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رفته، به حضرت رق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متوسّل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گوسف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به عنوان قربان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نذر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اتاق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برخاسته و نشسته است!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پرسد: که چطور شد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چگونه توانست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>!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بودم، دختر خردسال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و به من گفت: برخ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>. گفتم: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tl/>
          <w:lang w:bidi="fa-IR"/>
        </w:rPr>
        <w:t xml:space="preserve"> هستم، قدرت برخاستن ندارم.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جلو</w:t>
      </w:r>
      <w:r>
        <w:rPr>
          <w:rtl/>
          <w:lang w:bidi="fa-IR"/>
        </w:rPr>
        <w:t xml:space="preserve"> آمد، دست مرا گرفت، مرا بلند کرد و نشان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در آن لحظه از خواب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همش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(همسر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زاده</w:t>
      </w:r>
      <w:r>
        <w:rPr>
          <w:rtl/>
          <w:lang w:bidi="fa-IR"/>
        </w:rPr>
        <w:t>) گفت: او حضرت رق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بود، من در آن اطاق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متوسّل شدم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گوسفند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نذر کردم.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683B95">
      <w:pPr>
        <w:pStyle w:val="Heading1"/>
        <w:rPr>
          <w:rtl/>
          <w:lang w:bidi="fa-IR"/>
        </w:rPr>
      </w:pPr>
      <w:bookmarkStart w:id="118" w:name="_Toc525386489"/>
      <w:r>
        <w:rPr>
          <w:rFonts w:hint="eastAsia"/>
          <w:rtl/>
          <w:lang w:bidi="fa-IR"/>
        </w:rPr>
        <w:t>شفا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سرطان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حضرت رق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 w:rsidR="00B83331" w:rsidRPr="00B83331">
        <w:rPr>
          <w:rStyle w:val="libAlaemChar"/>
          <w:rtl/>
        </w:rPr>
        <w:t>عليها‌السلام</w:t>
      </w:r>
      <w:bookmarkEnd w:id="118"/>
      <w:r w:rsidR="00B83331" w:rsidRPr="00B83331">
        <w:rPr>
          <w:rStyle w:val="libAlaemChar"/>
          <w:rtl/>
        </w:rPr>
        <w:t xml:space="preserve"> 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شنبه 13/1/91 برابر 9 جماد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1433 قمر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مداح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</w:p>
    <w:p w:rsidR="00160F70" w:rsidRDefault="00160F70" w:rsidP="00683B9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جناب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محمدخان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مدرسه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رضا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حضور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اهل ولا نقل کرد: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ئت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افراد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ئت</w:t>
      </w:r>
      <w:r>
        <w:rPr>
          <w:rtl/>
          <w:lang w:bidi="fa-IR"/>
        </w:rPr>
        <w:t xml:space="preserve"> به نام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صفّار که در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مغازه دارد، گفت: امسال به ما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ئت</w:t>
      </w:r>
      <w:r>
        <w:rPr>
          <w:rtl/>
          <w:lang w:bidi="fa-IR"/>
        </w:rPr>
        <w:t xml:space="preserve"> نده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هستم.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زنگ زد و گفت: جلسه را به ما هم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ئت</w:t>
      </w:r>
      <w:r>
        <w:rPr>
          <w:rtl/>
          <w:lang w:bidi="fa-IR"/>
        </w:rPr>
        <w:t xml:space="preserve"> در منزل او بود، برخاست و به اهل مجلس خطاب کرد و گفت: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مبتلا به سرطان بودم،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قطره آب از گلو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683B9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حضرت رق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متوسّل شدم، در عالم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در محضر حضرت ابوالفضل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حضور دارد، به حضرت عرض کرد: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عمو</w:t>
      </w:r>
      <w:r>
        <w:rPr>
          <w:rtl/>
          <w:lang w:bidi="fa-IR"/>
        </w:rPr>
        <w:t xml:space="preserve"> جان!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قطره آب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فرمود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که دست ندارم، خودتان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قطره آب به من داد، تا آن را خوردم از خواب پر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اثر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683B95">
      <w:pPr>
        <w:pStyle w:val="Heading1"/>
        <w:rPr>
          <w:rtl/>
          <w:lang w:bidi="fa-IR"/>
        </w:rPr>
      </w:pPr>
      <w:bookmarkStart w:id="119" w:name="_Toc525386490"/>
      <w:r>
        <w:rPr>
          <w:rFonts w:hint="eastAsia"/>
          <w:rtl/>
          <w:lang w:bidi="fa-IR"/>
        </w:rPr>
        <w:t>دختر</w:t>
      </w:r>
      <w:r>
        <w:rPr>
          <w:rtl/>
          <w:lang w:bidi="fa-IR"/>
        </w:rPr>
        <w:t xml:space="preserve"> سه ساله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bookmarkEnd w:id="119"/>
      <w:r w:rsidRPr="00160F70">
        <w:rPr>
          <w:rStyle w:val="libAlaemChar"/>
          <w:rtl/>
        </w:rPr>
        <w:t xml:space="preserve"> 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شمار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آمده است: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قتل</w:t>
      </w:r>
      <w:r>
        <w:rPr>
          <w:rtl/>
          <w:lang w:bidi="fa-IR"/>
        </w:rPr>
        <w:t xml:space="preserve"> اللّه من قتلک بالأ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والألسن؛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Pr="00683B95" w:rsidRDefault="00160F70" w:rsidP="00160F70">
      <w:pPr>
        <w:pStyle w:val="libNormal"/>
        <w:rPr>
          <w:rStyle w:val="libFootnotenumChar"/>
          <w:rtl/>
        </w:rPr>
      </w:pP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بکشد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تو را با دست ها و زبان ها کشت</w:t>
      </w:r>
      <w:r w:rsidRPr="00683B95">
        <w:rPr>
          <w:rStyle w:val="libFootnotenumChar"/>
          <w:rtl/>
        </w:rPr>
        <w:t>.(1)</w:t>
      </w:r>
    </w:p>
    <w:p w:rsidR="00160F70" w:rsidRPr="00683B95" w:rsidRDefault="00683B95" w:rsidP="00683B9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160F70" w:rsidRDefault="00160F70" w:rsidP="00683B95">
      <w:pPr>
        <w:pStyle w:val="libFootnote0"/>
        <w:rPr>
          <w:rtl/>
          <w:lang w:bidi="fa-IR"/>
        </w:rPr>
      </w:pPr>
    </w:p>
    <w:p w:rsidR="00160F70" w:rsidRDefault="00160F70" w:rsidP="00683B95">
      <w:pPr>
        <w:pStyle w:val="libFootnote0"/>
        <w:rPr>
          <w:rtl/>
          <w:lang w:bidi="fa-IR"/>
        </w:rPr>
      </w:pPr>
      <w:r>
        <w:rPr>
          <w:rtl/>
          <w:lang w:bidi="fa-IR"/>
        </w:rPr>
        <w:t>1- 1. علامه مجلس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بحارالأنوار، ج 101، ص 149 و 170.</w:t>
      </w:r>
    </w:p>
    <w:p w:rsidR="00160F70" w:rsidRDefault="00683B95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در</w:t>
      </w:r>
      <w:r w:rsidR="00160F70">
        <w:rPr>
          <w:rtl/>
          <w:lang w:bidi="fa-IR"/>
        </w:rPr>
        <w:t xml:space="preserve"> ز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ارت</w:t>
      </w:r>
      <w:r w:rsidR="00160F70">
        <w:rPr>
          <w:rtl/>
          <w:lang w:bidi="fa-IR"/>
        </w:rPr>
        <w:t xml:space="preserve"> نامه 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حضرت رضا </w:t>
      </w:r>
      <w:r w:rsidR="00160F70" w:rsidRPr="00160F70">
        <w:rPr>
          <w:rStyle w:val="libAlaemChar"/>
          <w:rtl/>
        </w:rPr>
        <w:t xml:space="preserve">عليه‌السلام </w:t>
      </w:r>
      <w:r w:rsidR="00160F70">
        <w:rPr>
          <w:rtl/>
          <w:lang w:bidi="fa-IR"/>
        </w:rPr>
        <w:t xml:space="preserve"> ن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ز</w:t>
      </w:r>
      <w:r w:rsidR="00160F70">
        <w:rPr>
          <w:rtl/>
          <w:lang w:bidi="fa-IR"/>
        </w:rPr>
        <w:t xml:space="preserve"> همان تعب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ر</w:t>
      </w:r>
      <w:r w:rsidR="00160F70">
        <w:rPr>
          <w:rtl/>
          <w:lang w:bidi="fa-IR"/>
        </w:rPr>
        <w:t xml:space="preserve"> آمده است</w:t>
      </w:r>
      <w:r w:rsidR="00160F70" w:rsidRPr="00683B95">
        <w:rPr>
          <w:rStyle w:val="libFootnotenumChar"/>
          <w:rtl/>
        </w:rPr>
        <w:t>.(1)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آمده است: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قتل</w:t>
      </w:r>
      <w:r>
        <w:rPr>
          <w:rtl/>
          <w:lang w:bidi="fa-IR"/>
        </w:rPr>
        <w:t xml:space="preserve"> اللّه من قتلکم بالأ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والألس؛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Pr="00683B95" w:rsidRDefault="00160F70" w:rsidP="00160F70">
      <w:pPr>
        <w:pStyle w:val="libNormal"/>
        <w:rPr>
          <w:rStyle w:val="libFootnotenumChar"/>
          <w:rtl/>
        </w:rPr>
      </w:pP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بکشد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شما را با دست ها و زبان ها کشت.</w:t>
      </w:r>
      <w:r w:rsidRPr="00683B95">
        <w:rPr>
          <w:rStyle w:val="libFootnotenumChar"/>
          <w:rtl/>
        </w:rPr>
        <w:t>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مصاد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بارز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حضرت رق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 w:rsidR="00B83331" w:rsidRPr="00B83331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 xml:space="preserve"> است که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کربلا، کوفه و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کوفه تا شام بر بدن نازن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 دختر سه ساله شلاق زدند و او را از پا درآوردند، تا در خرابه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شام به شهادت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انکار وجود مقدّس آن نازدانه با زبانشان آن حضرت را کش</w:t>
      </w:r>
      <w:r>
        <w:rPr>
          <w:rFonts w:hint="eastAsia"/>
          <w:rtl/>
          <w:lang w:bidi="fa-IR"/>
        </w:rPr>
        <w:t>تند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چهارده</w:t>
      </w:r>
      <w:r>
        <w:rPr>
          <w:rtl/>
          <w:lang w:bidi="fa-IR"/>
        </w:rPr>
        <w:t xml:space="preserve"> قرن تمام است که قبر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آن حضرت در شام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عادگاه</w:t>
      </w:r>
      <w:r>
        <w:rPr>
          <w:rtl/>
          <w:lang w:bidi="fa-IR"/>
        </w:rPr>
        <w:t xml:space="preserve"> عاشقان است، ارادتمندان خاندان عصمت و طهارت به عتبه بوس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شرف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حاجت روا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بن عَم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از اصحاب امام صادق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که در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 قرن دوم هجر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چکامه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107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دارد که متن کامل آن در منتخب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آمده است: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از حضرت رق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نام برده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ورق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رقّ الحسود لضعفها وغدا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عذّرها</w:t>
      </w:r>
      <w:r>
        <w:rPr>
          <w:rtl/>
          <w:lang w:bidi="fa-IR"/>
        </w:rPr>
        <w:t xml:space="preserve"> الّذ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عذّر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رق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حسودان، دلشان سوخت، به جهت ضعف و ناتوان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او، او را معذور دانستند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را معذور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دانستند.</w:t>
      </w:r>
      <w:r w:rsidRPr="00683B95">
        <w:rPr>
          <w:rStyle w:val="libFootnotenumChar"/>
          <w:rtl/>
        </w:rPr>
        <w:t>(3)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سپس</w:t>
      </w:r>
      <w:r>
        <w:rPr>
          <w:rtl/>
          <w:lang w:bidi="fa-IR"/>
        </w:rPr>
        <w:t xml:space="preserve"> در مورد حضرت ام اکلثوم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</w:t>
      </w:r>
    </w:p>
    <w:p w:rsidR="00160F70" w:rsidRPr="00683B95" w:rsidRDefault="00683B95" w:rsidP="00683B9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160F70" w:rsidRDefault="00160F70" w:rsidP="00683B95">
      <w:pPr>
        <w:pStyle w:val="libFootnote0"/>
        <w:rPr>
          <w:rtl/>
          <w:lang w:bidi="fa-IR"/>
        </w:rPr>
      </w:pPr>
      <w:r>
        <w:rPr>
          <w:rtl/>
          <w:lang w:bidi="fa-IR"/>
        </w:rPr>
        <w:t>1- 1. همان، ج 102، ص 47.</w:t>
      </w:r>
    </w:p>
    <w:p w:rsidR="00160F70" w:rsidRDefault="00160F70" w:rsidP="00683B95">
      <w:pPr>
        <w:pStyle w:val="libFootnote0"/>
        <w:rPr>
          <w:rtl/>
          <w:lang w:bidi="fa-IR"/>
        </w:rPr>
      </w:pPr>
      <w:r>
        <w:rPr>
          <w:rtl/>
          <w:lang w:bidi="fa-IR"/>
        </w:rPr>
        <w:t>2- 2. همان، ج 101، ص 184.</w:t>
      </w:r>
    </w:p>
    <w:p w:rsidR="00160F70" w:rsidRDefault="00160F70" w:rsidP="00683B95">
      <w:pPr>
        <w:pStyle w:val="libFootnote0"/>
        <w:rPr>
          <w:rtl/>
          <w:lang w:bidi="fa-IR"/>
        </w:rPr>
      </w:pPr>
      <w:r>
        <w:rPr>
          <w:rtl/>
          <w:lang w:bidi="fa-IR"/>
        </w:rPr>
        <w:t>3- 3.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منتخب، ج 2، ص 447.</w:t>
      </w:r>
    </w:p>
    <w:p w:rsidR="00160F70" w:rsidRDefault="00683B95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لم</w:t>
      </w:r>
      <w:r w:rsidR="00160F70">
        <w:rPr>
          <w:rtl/>
          <w:lang w:bidi="fa-IR"/>
        </w:rPr>
        <w:t xml:space="preserve"> أنسها وسک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نه</w:t>
      </w:r>
      <w:r w:rsidR="00160F70">
        <w:rPr>
          <w:rtl/>
          <w:lang w:bidi="fa-IR"/>
        </w:rPr>
        <w:t xml:space="preserve"> ورق</w:t>
      </w:r>
      <w:r w:rsidR="00160F70">
        <w:rPr>
          <w:rFonts w:hint="cs"/>
          <w:rtl/>
          <w:lang w:bidi="fa-IR"/>
        </w:rPr>
        <w:t>یّ</w:t>
      </w:r>
      <w:r w:rsidR="00160F70">
        <w:rPr>
          <w:rFonts w:hint="eastAsia"/>
          <w:rtl/>
          <w:lang w:bidi="fa-IR"/>
        </w:rPr>
        <w:t>ه</w:t>
      </w:r>
      <w:r w:rsidR="00160F70">
        <w:rPr>
          <w:rtl/>
          <w:lang w:bidi="fa-IR"/>
        </w:rPr>
        <w:t xml:space="preserve"> 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بک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نه</w:t>
      </w:r>
      <w:r w:rsidR="00160F70">
        <w:rPr>
          <w:rtl/>
          <w:lang w:bidi="fa-IR"/>
        </w:rPr>
        <w:t xml:space="preserve"> بتحسّر وتزّفر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من او را هرگز فراموش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کنم، که حضرت سک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 حضرت رق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با چه حسرت و آه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</w:t>
      </w:r>
      <w:r w:rsidRPr="00683B95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شاعر</w:t>
      </w:r>
      <w:r>
        <w:rPr>
          <w:rtl/>
          <w:lang w:bidi="fa-IR"/>
        </w:rPr>
        <w:t xml:space="preserve"> «س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بن عَم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ره»</w:t>
      </w:r>
      <w:r>
        <w:rPr>
          <w:rtl/>
          <w:lang w:bidi="fa-IR"/>
        </w:rPr>
        <w:t xml:space="preserve"> نام دارد، از شاگردان امام صادق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از راو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عاشوراست.</w:t>
      </w:r>
      <w:r w:rsidRPr="00683B95">
        <w:rPr>
          <w:rStyle w:val="libFootnotenumChar"/>
          <w:rtl/>
        </w:rPr>
        <w:t>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نجاش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شتاز</w:t>
      </w:r>
      <w:r>
        <w:rPr>
          <w:rtl/>
          <w:lang w:bidi="fa-IR"/>
        </w:rPr>
        <w:t xml:space="preserve">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رجال او را توث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نموده، فرموده: او ثقه است و صاحب کتاب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  <w:r w:rsidRPr="00683B95">
        <w:rPr>
          <w:rStyle w:val="libFootnotenumChar"/>
          <w:rtl/>
        </w:rPr>
        <w:t>(3)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نام نام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رق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 قرن دوم هجر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مطرح بوده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شاعر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دو بار از او نام برده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شخص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برجسته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جهان تش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در قرن هفتم، عماد الدّ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متوفا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675 ق. در کتاب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«کامل بهائ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مشروح شهادت حضرت رق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 w:rsidR="00B83331" w:rsidRPr="00B83331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 xml:space="preserve"> را در خرابه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شام نقل کرده است.</w:t>
      </w:r>
      <w:r w:rsidRPr="00683B95">
        <w:rPr>
          <w:rStyle w:val="libFootnotenumChar"/>
          <w:rtl/>
        </w:rPr>
        <w:t>(4)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اجازه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فرزند او داده، از پدرش عمادالدّ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عنوان: امام، عالم، فاضل، زاهد، عابد، پارسا،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طائفه، رکن اسلام و عماد موءمنان تعب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کرده است</w:t>
      </w:r>
      <w:r w:rsidRPr="00683B95">
        <w:rPr>
          <w:rStyle w:val="libFootnotenumChar"/>
          <w:rtl/>
        </w:rPr>
        <w:t>.(5)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محدّث</w:t>
      </w:r>
      <w:r>
        <w:rPr>
          <w:rtl/>
          <w:lang w:bidi="fa-IR"/>
        </w:rPr>
        <w:t xml:space="preserve">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متن کامل داستان شهادت آن حضرت را به تفص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از کتاب کامل بهائ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کرده است.</w:t>
      </w:r>
      <w:r w:rsidRPr="00683B95">
        <w:rPr>
          <w:rStyle w:val="libFootnotenumChar"/>
          <w:rtl/>
        </w:rPr>
        <w:t>(6)</w:t>
      </w:r>
    </w:p>
    <w:p w:rsidR="00160F70" w:rsidRPr="00683B95" w:rsidRDefault="00683B95" w:rsidP="00683B9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</w:t>
      </w:r>
    </w:p>
    <w:p w:rsidR="00160F70" w:rsidRDefault="00160F70" w:rsidP="00683B95">
      <w:pPr>
        <w:pStyle w:val="libFootnote0"/>
        <w:rPr>
          <w:rtl/>
          <w:lang w:bidi="fa-IR"/>
        </w:rPr>
      </w:pPr>
      <w:r>
        <w:rPr>
          <w:rtl/>
          <w:lang w:bidi="fa-IR"/>
        </w:rPr>
        <w:t>1- 1. همان.</w:t>
      </w:r>
    </w:p>
    <w:p w:rsidR="00160F70" w:rsidRDefault="00160F70" w:rsidP="00683B95">
      <w:pPr>
        <w:pStyle w:val="libFootnote0"/>
        <w:rPr>
          <w:rtl/>
          <w:lang w:bidi="fa-IR"/>
        </w:rPr>
      </w:pPr>
      <w:r>
        <w:rPr>
          <w:rtl/>
          <w:lang w:bidi="fa-IR"/>
        </w:rPr>
        <w:t>2- 2.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طوس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مصباح المتهجّد، ص 777.</w:t>
      </w:r>
    </w:p>
    <w:p w:rsidR="00160F70" w:rsidRDefault="00160F70" w:rsidP="00683B95">
      <w:pPr>
        <w:pStyle w:val="libFootnote0"/>
        <w:rPr>
          <w:rtl/>
          <w:lang w:bidi="fa-IR"/>
        </w:rPr>
      </w:pPr>
      <w:r>
        <w:rPr>
          <w:rtl/>
          <w:lang w:bidi="fa-IR"/>
        </w:rPr>
        <w:t>3- 3. نجاش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رجال، ص 189.</w:t>
      </w:r>
    </w:p>
    <w:p w:rsidR="00160F70" w:rsidRDefault="00160F70" w:rsidP="00683B95">
      <w:pPr>
        <w:pStyle w:val="libFootnote0"/>
        <w:rPr>
          <w:rtl/>
          <w:lang w:bidi="fa-IR"/>
        </w:rPr>
      </w:pPr>
      <w:r>
        <w:rPr>
          <w:rtl/>
          <w:lang w:bidi="fa-IR"/>
        </w:rPr>
        <w:t>4- 4. طبر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کامل بهائ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2، ص 179.</w:t>
      </w:r>
    </w:p>
    <w:p w:rsidR="00160F70" w:rsidRDefault="00160F70" w:rsidP="00683B95">
      <w:pPr>
        <w:pStyle w:val="libFootnote0"/>
        <w:rPr>
          <w:rtl/>
          <w:lang w:bidi="fa-IR"/>
        </w:rPr>
      </w:pPr>
      <w:r>
        <w:rPr>
          <w:rtl/>
          <w:lang w:bidi="fa-IR"/>
        </w:rPr>
        <w:t>5- 5. تهران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طبقات اعلام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عه،</w:t>
      </w:r>
      <w:r>
        <w:rPr>
          <w:rtl/>
          <w:lang w:bidi="fa-IR"/>
        </w:rPr>
        <w:t xml:space="preserve"> قرن هشتم، ص 42.</w:t>
      </w:r>
    </w:p>
    <w:p w:rsidR="00160F70" w:rsidRDefault="00160F70" w:rsidP="00683B95">
      <w:pPr>
        <w:pStyle w:val="libFootnote0"/>
        <w:rPr>
          <w:rtl/>
          <w:lang w:bidi="fa-IR"/>
        </w:rPr>
      </w:pPr>
      <w:r>
        <w:rPr>
          <w:rtl/>
          <w:lang w:bidi="fa-IR"/>
        </w:rPr>
        <w:t>6- 6. محدث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نفس المهموم، ص 416.</w:t>
      </w:r>
    </w:p>
    <w:p w:rsidR="00160F70" w:rsidRDefault="00683B95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طبر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ن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ز</w:t>
      </w:r>
      <w:r w:rsidR="00160F70">
        <w:rPr>
          <w:rtl/>
          <w:lang w:bidi="fa-IR"/>
        </w:rPr>
        <w:t xml:space="preserve"> آن را از کتاب «الحاو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ه»</w:t>
      </w:r>
      <w:r w:rsidR="00160F70">
        <w:rPr>
          <w:rtl/>
          <w:lang w:bidi="fa-IR"/>
        </w:rPr>
        <w:t xml:space="preserve"> تأل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ف</w:t>
      </w:r>
      <w:r w:rsidR="00160F70">
        <w:rPr>
          <w:rtl/>
          <w:lang w:bidi="fa-IR"/>
        </w:rPr>
        <w:t xml:space="preserve"> قاسم بن محمد بن احمد مأمون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روا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ت</w:t>
      </w:r>
      <w:r w:rsidR="00160F70">
        <w:rPr>
          <w:rtl/>
          <w:lang w:bidi="fa-IR"/>
        </w:rPr>
        <w:t xml:space="preserve"> کرده است. 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ابن</w:t>
      </w:r>
      <w:r>
        <w:rPr>
          <w:rtl/>
          <w:lang w:bidi="fa-IR"/>
        </w:rPr>
        <w:t xml:space="preserve"> شهر اشوب، متوفا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588 ق.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سه دختر، به اسام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سک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نه،</w:t>
      </w:r>
      <w:r>
        <w:rPr>
          <w:rtl/>
          <w:lang w:bidi="fa-IR"/>
        </w:rPr>
        <w:t xml:space="preserve"> فاطمه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نب</w:t>
      </w:r>
      <w:r>
        <w:rPr>
          <w:rtl/>
          <w:lang w:bidi="fa-IR"/>
        </w:rPr>
        <w:t xml:space="preserve"> نام برده است.(2)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683B9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اربل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متوفا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693ق. از کمال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683B95">
        <w:rPr>
          <w:rtl/>
          <w:lang w:bidi="fa-IR"/>
        </w:rPr>
        <w:t xml:space="preserve"> محمد بن طلحه</w:t>
      </w:r>
      <w:r>
        <w:rPr>
          <w:rtl/>
          <w:lang w:bidi="fa-IR"/>
        </w:rPr>
        <w:t xml:space="preserve"> نقل کرده که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چهار دختر داشته است، آنگاه از سه دختر به نام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سک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نه،</w:t>
      </w:r>
      <w:r>
        <w:rPr>
          <w:rtl/>
          <w:lang w:bidi="fa-IR"/>
        </w:rPr>
        <w:t xml:space="preserve"> فاطمه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نب</w:t>
      </w:r>
      <w:r>
        <w:rPr>
          <w:rtl/>
          <w:lang w:bidi="fa-IR"/>
        </w:rPr>
        <w:t xml:space="preserve"> نام برده، از چهارم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نام نبرده است.</w:t>
      </w:r>
      <w:r w:rsidRPr="00683B95">
        <w:rPr>
          <w:rStyle w:val="libFootnotenumChar"/>
          <w:rtl/>
        </w:rPr>
        <w:t>(3)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محمدطاهر سماو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متوفا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حدود 1320 ق.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چهار دختر به نام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سک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نه،</w:t>
      </w:r>
      <w:r>
        <w:rPr>
          <w:rtl/>
          <w:lang w:bidi="fa-IR"/>
        </w:rPr>
        <w:t xml:space="preserve"> فاطمه،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نب</w:t>
      </w:r>
      <w:r>
        <w:rPr>
          <w:rtl/>
          <w:lang w:bidi="fa-IR"/>
        </w:rPr>
        <w:t xml:space="preserve"> و رق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داشت</w:t>
      </w:r>
      <w:r w:rsidRPr="00683B95">
        <w:rPr>
          <w:rStyle w:val="libFootnotenumChar"/>
          <w:rtl/>
        </w:rPr>
        <w:t>.(4)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683B9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ابوالحسن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القاسم بن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هق</w:t>
      </w:r>
      <w:r>
        <w:rPr>
          <w:rFonts w:hint="cs"/>
          <w:rtl/>
          <w:lang w:bidi="fa-IR"/>
        </w:rPr>
        <w:t>ی</w:t>
      </w:r>
      <w:r w:rsidR="00683B95">
        <w:rPr>
          <w:rtl/>
          <w:lang w:bidi="fa-IR"/>
        </w:rPr>
        <w:t xml:space="preserve"> (493</w:t>
      </w:r>
      <w:r>
        <w:rPr>
          <w:rtl/>
          <w:lang w:bidi="fa-IR"/>
        </w:rPr>
        <w:t xml:space="preserve"> 565 ق) مشهور به «ابن فندق» در کتاب انساب خود در مورد فرزندان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فرزندان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جز امام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العابد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فاطمه، سک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 رق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نماند.</w:t>
      </w:r>
      <w:r w:rsidRPr="00683B95">
        <w:rPr>
          <w:rStyle w:val="libFootnotenumChar"/>
          <w:rtl/>
        </w:rPr>
        <w:t>(5)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ابن</w:t>
      </w:r>
      <w:r>
        <w:rPr>
          <w:rtl/>
          <w:lang w:bidi="fa-IR"/>
        </w:rPr>
        <w:t xml:space="preserve"> فندق از بزرگان اصحاب و از اجلّه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ابن شهر اشوب بود.</w:t>
      </w:r>
      <w:r w:rsidRPr="00683B95">
        <w:rPr>
          <w:rStyle w:val="libFootnotenumChar"/>
          <w:rtl/>
        </w:rPr>
        <w:t>(6)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همه منابع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دختر سه ساله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ترد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شخص منصف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مدرک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آن حضرت نبود، بروز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همه کرامات در حرم</w:t>
      </w:r>
    </w:p>
    <w:p w:rsidR="00160F70" w:rsidRPr="00683B95" w:rsidRDefault="00683B95" w:rsidP="00683B9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160F70" w:rsidRDefault="00160F70" w:rsidP="00683B95">
      <w:pPr>
        <w:pStyle w:val="libFootnote0"/>
        <w:rPr>
          <w:rtl/>
          <w:lang w:bidi="fa-IR"/>
        </w:rPr>
      </w:pPr>
      <w:r>
        <w:rPr>
          <w:rtl/>
          <w:lang w:bidi="fa-IR"/>
        </w:rPr>
        <w:t>1- 1. همو، فوائد رضو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ص 112.</w:t>
      </w:r>
    </w:p>
    <w:p w:rsidR="00160F70" w:rsidRDefault="00160F70" w:rsidP="00683B95">
      <w:pPr>
        <w:pStyle w:val="libFootnote0"/>
        <w:rPr>
          <w:rtl/>
          <w:lang w:bidi="fa-IR"/>
        </w:rPr>
      </w:pPr>
      <w:r>
        <w:rPr>
          <w:rtl/>
          <w:lang w:bidi="fa-IR"/>
        </w:rPr>
        <w:t>2- 2. ابن شهر اشوب، مناقب آل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طالب، ج 4، ص 85.</w:t>
      </w:r>
    </w:p>
    <w:p w:rsidR="00160F70" w:rsidRDefault="00160F70" w:rsidP="00683B95">
      <w:pPr>
        <w:pStyle w:val="libFootnote0"/>
        <w:rPr>
          <w:rtl/>
          <w:lang w:bidi="fa-IR"/>
        </w:rPr>
      </w:pPr>
      <w:r>
        <w:rPr>
          <w:rtl/>
          <w:lang w:bidi="fa-IR"/>
        </w:rPr>
        <w:t>3- 3. اربل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کشف الغمه، ج 2 ص 250.</w:t>
      </w:r>
    </w:p>
    <w:p w:rsidR="00160F70" w:rsidRDefault="00160F70" w:rsidP="00683B95">
      <w:pPr>
        <w:pStyle w:val="libFootnote0"/>
        <w:rPr>
          <w:rtl/>
          <w:lang w:bidi="fa-IR"/>
        </w:rPr>
      </w:pPr>
      <w:r>
        <w:rPr>
          <w:rtl/>
          <w:lang w:bidi="fa-IR"/>
        </w:rPr>
        <w:t>4- 4. سماو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موجز توار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اهل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ص 161.</w:t>
      </w:r>
    </w:p>
    <w:p w:rsidR="00160F70" w:rsidRDefault="00160F70" w:rsidP="00683B95">
      <w:pPr>
        <w:pStyle w:val="libFootnote0"/>
        <w:rPr>
          <w:rtl/>
          <w:lang w:bidi="fa-IR"/>
        </w:rPr>
      </w:pPr>
      <w:r>
        <w:rPr>
          <w:rtl/>
          <w:lang w:bidi="fa-IR"/>
        </w:rPr>
        <w:t>5- 5. ابن فندق، لباب الأسناب، ج 1، ص 355.</w:t>
      </w:r>
    </w:p>
    <w:p w:rsidR="00160F70" w:rsidRDefault="00160F70" w:rsidP="00683B95">
      <w:pPr>
        <w:pStyle w:val="libFootnote0"/>
        <w:rPr>
          <w:rtl/>
          <w:lang w:bidi="fa-IR"/>
        </w:rPr>
      </w:pPr>
      <w:r>
        <w:rPr>
          <w:rtl/>
          <w:lang w:bidi="fa-IR"/>
        </w:rPr>
        <w:t>6- 6. افند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اض</w:t>
      </w:r>
      <w:r>
        <w:rPr>
          <w:rtl/>
          <w:lang w:bidi="fa-IR"/>
        </w:rPr>
        <w:t xml:space="preserve"> العلماء، ج 6، ص 448.</w:t>
      </w:r>
    </w:p>
    <w:p w:rsidR="00683B95" w:rsidRDefault="00683B95" w:rsidP="00160F70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باصفا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نازدانه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اثبات وجودش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شدن جسد مطهّرش بعد از 1200 سال خود کرامت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داستان را مرحوم حاج ملا هاشم خراسان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کتاب ارزشمند «منتخب التوار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خ»</w:t>
      </w:r>
      <w:r>
        <w:rPr>
          <w:rtl/>
          <w:lang w:bidi="fa-IR"/>
        </w:rPr>
        <w:t xml:space="preserve"> از شاهدان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کرده است.</w:t>
      </w:r>
      <w:r w:rsidRPr="00A11B5C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مشروح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داستان را ما در کتاب «اجساد جاو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دان»</w:t>
      </w:r>
      <w:r>
        <w:rPr>
          <w:rtl/>
          <w:lang w:bidi="fa-IR"/>
        </w:rPr>
        <w:t xml:space="preserve"> آورده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  <w:r w:rsidRPr="00A11B5C">
        <w:rPr>
          <w:rStyle w:val="libFootnotenumChar"/>
          <w:rtl/>
        </w:rPr>
        <w:t>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حادثه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شگفت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حدود سال 1280 ق. رخ داده است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مرحوم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زاده در کتاب «هشت بهشت» نقل کرده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بدن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آن نازدانه پس از آن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مشاهده شده، آنگاه از شاهدان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کرده که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بدن کبود بود و آثار ضربات دشمن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کرش</w:t>
      </w:r>
      <w:r>
        <w:rPr>
          <w:rtl/>
          <w:lang w:bidi="fa-IR"/>
        </w:rPr>
        <w:t xml:space="preserve"> مشهود بود.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11B5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حاج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جواد تبر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F1FD4" w:rsidRPr="003F1FD4">
        <w:rPr>
          <w:rStyle w:val="libAlaemChar"/>
          <w:rtl/>
        </w:rPr>
        <w:t xml:space="preserve">قدس‌سره </w:t>
      </w:r>
      <w:r>
        <w:rPr>
          <w:rtl/>
          <w:lang w:bidi="fa-IR"/>
        </w:rPr>
        <w:t>در حرم حضرت رق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 w:rsidR="00B83331" w:rsidRPr="00B83331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در مورد آن حرم مطهّر سوءال شد، آن مرجع بزرگ به تفص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سخن گفتند، از جمله فرمودند: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11B5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مقام</w:t>
      </w:r>
      <w:r>
        <w:rPr>
          <w:rtl/>
          <w:lang w:bidi="fa-IR"/>
        </w:rPr>
        <w:t xml:space="preserve"> و مزار حضرت رق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که از اوّل مشهور بود،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دالشهداء،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نشان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خود در شام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ادگار</w:t>
      </w:r>
      <w:r>
        <w:rPr>
          <w:rtl/>
          <w:lang w:bidi="fa-IR"/>
        </w:rPr>
        <w:t xml:space="preserve"> سپرده است که </w:t>
      </w:r>
      <w:r>
        <w:rPr>
          <w:rtl/>
          <w:lang w:bidi="fa-IR"/>
        </w:rPr>
        <w:lastRenderedPageBreak/>
        <w:t>فردا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نشوند که به انکار اسارت خاندان طهارت و حوادث آن بپردازند.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دختر خردسال گواه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حتّ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دختران خردسال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بوده اند. ما ملتزم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بر دفن حضرت رق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 w:rsidR="00B83331" w:rsidRPr="00B83331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مکان شهرت قائم است.</w:t>
      </w:r>
      <w:r w:rsidRPr="00A11B5C">
        <w:rPr>
          <w:rStyle w:val="libFootnotenumChar"/>
          <w:rtl/>
        </w:rPr>
        <w:t>(3)</w:t>
      </w:r>
    </w:p>
    <w:p w:rsidR="00160F70" w:rsidRPr="00A11B5C" w:rsidRDefault="00A11B5C" w:rsidP="00A11B5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160F70" w:rsidRDefault="00160F70" w:rsidP="00A11B5C">
      <w:pPr>
        <w:pStyle w:val="libFootnote0"/>
        <w:rPr>
          <w:rtl/>
          <w:lang w:bidi="fa-IR"/>
        </w:rPr>
      </w:pPr>
      <w:r>
        <w:rPr>
          <w:rtl/>
          <w:lang w:bidi="fa-IR"/>
        </w:rPr>
        <w:t>1- 1. خراسان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منتخب التّوار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خ،</w:t>
      </w:r>
      <w:r>
        <w:rPr>
          <w:rtl/>
          <w:lang w:bidi="fa-IR"/>
        </w:rPr>
        <w:t xml:space="preserve"> ص 282.</w:t>
      </w:r>
    </w:p>
    <w:p w:rsidR="00160F70" w:rsidRDefault="00160F70" w:rsidP="00A11B5C">
      <w:pPr>
        <w:pStyle w:val="libFootnote0"/>
        <w:rPr>
          <w:rtl/>
          <w:lang w:bidi="fa-IR"/>
        </w:rPr>
      </w:pPr>
      <w:r>
        <w:rPr>
          <w:rtl/>
          <w:lang w:bidi="fa-IR"/>
        </w:rPr>
        <w:t>2- 2. نگارنده، اجساد جاو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دان،</w:t>
      </w:r>
      <w:r>
        <w:rPr>
          <w:rtl/>
          <w:lang w:bidi="fa-IR"/>
        </w:rPr>
        <w:t xml:space="preserve"> ص 59 _ 68.</w:t>
      </w:r>
    </w:p>
    <w:p w:rsidR="00160F70" w:rsidRDefault="00160F70" w:rsidP="00A11B5C">
      <w:pPr>
        <w:pStyle w:val="libFootnote0"/>
        <w:rPr>
          <w:rtl/>
          <w:lang w:bidi="fa-IR"/>
        </w:rPr>
      </w:pPr>
      <w:r>
        <w:rPr>
          <w:rtl/>
          <w:lang w:bidi="fa-IR"/>
        </w:rPr>
        <w:t>3- 3. تبر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و پژوهش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رامون</w:t>
      </w:r>
      <w:r>
        <w:rPr>
          <w:rtl/>
          <w:lang w:bidi="fa-IR"/>
        </w:rPr>
        <w:t xml:space="preserve"> حضرت رق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ص 20.</w:t>
      </w:r>
    </w:p>
    <w:p w:rsidR="00160F70" w:rsidRDefault="00A11B5C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از</w:t>
      </w:r>
      <w:r w:rsidR="00160F70">
        <w:rPr>
          <w:rtl/>
          <w:lang w:bidi="fa-IR"/>
        </w:rPr>
        <w:t xml:space="preserve"> مرحوم م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رزا</w:t>
      </w:r>
      <w:r w:rsidR="00160F70">
        <w:rPr>
          <w:rtl/>
          <w:lang w:bidi="fa-IR"/>
        </w:rPr>
        <w:t xml:space="preserve"> عل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محدّث زاده، فرزند مرحوم ش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خ</w:t>
      </w:r>
      <w:r w:rsidR="00160F70">
        <w:rPr>
          <w:rtl/>
          <w:lang w:bidi="fa-IR"/>
        </w:rPr>
        <w:t xml:space="preserve"> عباس قم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نقل شده که در 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ک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از سال ها</w:t>
      </w:r>
      <w:r w:rsidR="00160F70">
        <w:rPr>
          <w:rFonts w:hint="cs"/>
          <w:rtl/>
          <w:lang w:bidi="fa-IR"/>
        </w:rPr>
        <w:t>یی</w:t>
      </w:r>
      <w:r w:rsidR="00160F70">
        <w:rPr>
          <w:rtl/>
          <w:lang w:bidi="fa-IR"/>
        </w:rPr>
        <w:t xml:space="preserve"> که در تهران منبر م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رفتم، برا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دهه 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محرم به چند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ن</w:t>
      </w:r>
      <w:r w:rsidR="00160F70">
        <w:rPr>
          <w:rtl/>
          <w:lang w:bidi="fa-IR"/>
        </w:rPr>
        <w:t xml:space="preserve"> مجلس وعده داده بودم، در آستانه 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محرّم الحرام تارها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صوت</w:t>
      </w:r>
      <w:r w:rsidR="00160F70">
        <w:rPr>
          <w:rFonts w:hint="cs"/>
          <w:rtl/>
          <w:lang w:bidi="fa-IR"/>
        </w:rPr>
        <w:t>ی</w:t>
      </w:r>
      <w:r w:rsidR="00160F70">
        <w:rPr>
          <w:rtl/>
          <w:lang w:bidi="fa-IR"/>
        </w:rPr>
        <w:t xml:space="preserve"> ام دچار مشکل شد، به پزشک مراجعه کردم، گفت: مطلقاً نبا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د</w:t>
      </w:r>
      <w:r w:rsidR="00160F70">
        <w:rPr>
          <w:rtl/>
          <w:lang w:bidi="fa-IR"/>
        </w:rPr>
        <w:t xml:space="preserve"> صحبت </w:t>
      </w:r>
      <w:r w:rsidR="00160F70">
        <w:rPr>
          <w:rFonts w:hint="eastAsia"/>
          <w:rtl/>
          <w:lang w:bidi="fa-IR"/>
        </w:rPr>
        <w:t>کن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د</w:t>
      </w:r>
      <w:r w:rsidR="00160F70"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11B5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اول ماه به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متوسّل شدم، در عالم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 و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دارند،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موجود در مجلس امر فرمودند که روضه بخواند، او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چه روضه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بخوانم؟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فرمود</w:t>
      </w:r>
      <w:r>
        <w:rPr>
          <w:rtl/>
          <w:lang w:bidi="fa-IR"/>
        </w:rPr>
        <w:t xml:space="preserve">: روضه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دخترم رق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11B5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شخص شروع به روضه کرد و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و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حاضران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شدم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تارها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مشکل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و به برکت توسّل به آن حضرت، دهه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محرّم به مجالس رفتم و بدون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مشکل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وعده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عمل کردم.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حاج آقا حسن امام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معروف تهران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دهه به اصفهان دعوت شد، در شب سوّم حضرت رق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منکر شد، شب چهارم بر فراز منبر نشست، بسم اللّه گفت،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ادش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امد،</w:t>
      </w:r>
      <w:r>
        <w:rPr>
          <w:rtl/>
          <w:lang w:bidi="fa-IR"/>
        </w:rPr>
        <w:t xml:space="preserve"> از منبر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آمد و رفت به تهران.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11B5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سوم محرم الحرام 1434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چهره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معروف تهران در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جمهور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مورد وجود آن حضرت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کرد و در همان ا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به سکته مبتلا شد. فرزندانش از همه تقاضا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دعا کنند و به حضرت رق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متوسّل شوند،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کسالت به مرگ او منته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اظهار</w:t>
      </w:r>
      <w:r w:rsidR="00A11B5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ندامت</w:t>
      </w:r>
      <w:r>
        <w:rPr>
          <w:rtl/>
          <w:lang w:bidi="fa-IR"/>
        </w:rPr>
        <w:t xml:space="preserve"> سود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11B5C">
      <w:pPr>
        <w:pStyle w:val="Heading1"/>
        <w:rPr>
          <w:rtl/>
          <w:lang w:bidi="fa-IR"/>
        </w:rPr>
      </w:pPr>
      <w:bookmarkStart w:id="120" w:name="_Toc525386491"/>
      <w:r>
        <w:rPr>
          <w:rFonts w:hint="eastAsia"/>
          <w:rtl/>
          <w:lang w:bidi="fa-IR"/>
        </w:rPr>
        <w:t>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حضرت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نب</w:t>
      </w:r>
      <w:r>
        <w:rPr>
          <w:rtl/>
          <w:lang w:bidi="fa-IR"/>
        </w:rPr>
        <w:t xml:space="preserve"> </w:t>
      </w:r>
      <w:r w:rsidR="00B83331" w:rsidRPr="00B83331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شاعر متعهّد</w:t>
      </w:r>
      <w:bookmarkEnd w:id="120"/>
    </w:p>
    <w:p w:rsidR="00160F70" w:rsidRDefault="00160F70" w:rsidP="00A11B5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شاعر</w:t>
      </w:r>
      <w:r>
        <w:rPr>
          <w:rtl/>
          <w:lang w:bidi="fa-IR"/>
        </w:rPr>
        <w:t xml:space="preserve"> دوزبانه شادروان حاج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حسن خوش</w:t>
      </w:r>
      <w:r w:rsidR="00A11B5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زاد، اشعار ناب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مورد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عصمت و طهارت </w:t>
      </w:r>
      <w:r w:rsidRPr="00160F70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 xml:space="preserve">دارد.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قطعه شعر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رامون</w:t>
      </w:r>
      <w:r>
        <w:rPr>
          <w:rtl/>
          <w:lang w:bidi="fa-IR"/>
        </w:rPr>
        <w:t xml:space="preserve">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العرب حضرت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نب</w:t>
      </w:r>
      <w:r>
        <w:rPr>
          <w:rtl/>
          <w:lang w:bidi="fa-IR"/>
        </w:rPr>
        <w:t xml:space="preserve"> کبر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83331" w:rsidRPr="00B83331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دارد که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آخر آن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«از رطب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نب</w:t>
      </w:r>
      <w:r>
        <w:rPr>
          <w:rtl/>
          <w:lang w:bidi="fa-IR"/>
        </w:rPr>
        <w:t xml:space="preserve"> است».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چکامه را در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پاچنار مشهد مقدس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بودم،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منظور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متوجّه نبودم، تا در روز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شنبه 3/6/92 برابر 17 شوال 1434 قمر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سن 64 سالگ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درگذشت.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شرکت در تش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جنازه به مشهد مشرف شدم، در مجلس ترح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مداح با اخلاص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صالح آن قطعه را خواند و گفت: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11B5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خوش</w:t>
      </w:r>
      <w:r w:rsidR="00A11B5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زاد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پس از ارتحال پدرم (حاج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محمد خوشزاد، بن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انگذار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پاچنار)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اندوهناک بودم، تا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نب</w:t>
      </w:r>
      <w:r>
        <w:rPr>
          <w:rtl/>
          <w:lang w:bidi="fa-IR"/>
        </w:rPr>
        <w:t xml:space="preserve"> کبر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83331" w:rsidRPr="00B83331">
        <w:rPr>
          <w:rStyle w:val="libAlaemChar"/>
          <w:rtl/>
        </w:rPr>
        <w:lastRenderedPageBreak/>
        <w:t xml:space="preserve">عليها‌السلام </w:t>
      </w:r>
      <w:r>
        <w:rPr>
          <w:rtl/>
          <w:lang w:bidi="fa-IR"/>
        </w:rPr>
        <w:t>را در عالم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عدد رطب به من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فرمود. از آن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>
        <w:rPr>
          <w:rtl/>
          <w:lang w:bidi="fa-IR"/>
        </w:rPr>
        <w:t xml:space="preserve"> ام به کار افتاد و لذا در آن چکامه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من هر چه دارم از رطب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نب</w:t>
      </w:r>
      <w:r>
        <w:rPr>
          <w:rtl/>
          <w:lang w:bidi="fa-IR"/>
        </w:rPr>
        <w:t xml:space="preserve">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آنگاه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صالح افزود: مرحوم خوش</w:t>
      </w:r>
      <w:r w:rsidR="00A11B5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زاد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به من گفت،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تا من زنده هستم،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آنرا به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مرحوم خوش</w:t>
      </w:r>
      <w:r w:rsidR="00A11B5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زاد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ارزشمند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«قفل شکسته» چاپ شده است.</w:t>
      </w:r>
    </w:p>
    <w:p w:rsidR="00160F70" w:rsidRDefault="00A11B5C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A11B5C">
      <w:pPr>
        <w:pStyle w:val="Heading1"/>
        <w:rPr>
          <w:rtl/>
          <w:lang w:bidi="fa-IR"/>
        </w:rPr>
      </w:pPr>
      <w:bookmarkStart w:id="121" w:name="_Toc525386492"/>
      <w:r>
        <w:rPr>
          <w:rFonts w:hint="eastAsia"/>
          <w:rtl/>
          <w:lang w:bidi="fa-IR"/>
        </w:rPr>
        <w:t>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حضرت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نب</w:t>
      </w:r>
      <w:r>
        <w:rPr>
          <w:rtl/>
          <w:lang w:bidi="fa-IR"/>
        </w:rPr>
        <w:t xml:space="preserve"> </w:t>
      </w:r>
      <w:r w:rsidR="00B83331" w:rsidRPr="00B83331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 xml:space="preserve"> به شاعران مرث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سرا</w:t>
      </w:r>
      <w:r>
        <w:rPr>
          <w:rFonts w:hint="cs"/>
          <w:rtl/>
          <w:lang w:bidi="fa-IR"/>
        </w:rPr>
        <w:t>ی</w:t>
      </w:r>
      <w:bookmarkEnd w:id="121"/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شنبه 4/8/92 برابر 20 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حجه الحرام 1434 ق. حضرت حجه الاسلام والمسلم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عبّاس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11B5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چهار هزار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چکامه سرودم و 200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مخصوص حضرت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نب</w:t>
      </w:r>
      <w:r>
        <w:rPr>
          <w:rtl/>
          <w:lang w:bidi="fa-IR"/>
        </w:rPr>
        <w:t xml:space="preserve"> </w:t>
      </w:r>
      <w:r w:rsidR="00B83331" w:rsidRPr="00B83331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سرودم.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موقع</w:t>
      </w:r>
      <w:r>
        <w:rPr>
          <w:rtl/>
          <w:lang w:bidi="fa-IR"/>
        </w:rPr>
        <w:t xml:space="preserve"> سرودن آن اشعار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و آن اشعار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سرودم.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11B5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عالم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محضر مقدّس حضرت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نب</w:t>
      </w:r>
      <w:r>
        <w:rPr>
          <w:rtl/>
          <w:lang w:bidi="fa-IR"/>
        </w:rPr>
        <w:t xml:space="preserve"> </w:t>
      </w:r>
      <w:r w:rsidR="00B83331" w:rsidRPr="00B83331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ثواب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اربع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خودم را به تو اهداء کردم.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الرّئ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فرمود: من آن را تأ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وصول کاروان اسرا به کربلا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معلا در روز اربع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طبعاً اربع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اوّل، به شمار آوردم.</w:t>
      </w:r>
    </w:p>
    <w:p w:rsidR="00160F70" w:rsidRDefault="00A11B5C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A11B5C">
      <w:pPr>
        <w:pStyle w:val="Heading1"/>
        <w:rPr>
          <w:rtl/>
          <w:lang w:bidi="fa-IR"/>
        </w:rPr>
      </w:pPr>
      <w:bookmarkStart w:id="122" w:name="_Toc525386493"/>
      <w:r>
        <w:rPr>
          <w:rFonts w:hint="eastAsia"/>
          <w:rtl/>
          <w:lang w:bidi="fa-IR"/>
        </w:rPr>
        <w:t>شفاعت</w:t>
      </w:r>
      <w:r>
        <w:rPr>
          <w:rtl/>
          <w:lang w:bidi="fa-IR"/>
        </w:rPr>
        <w:t xml:space="preserve"> جناب حرّ در محضر حضرت</w:t>
      </w:r>
      <w:bookmarkEnd w:id="122"/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پنج شنبه سوم محرم الحرام 1422 برابر 9/1/80 شمس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توانا، حجه الاسلام والمسلم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اصفهان،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موحّد ابطح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کرد که طلبه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همسرش پا به ماه بود. همسرش را به اصفهان آورده، در نزد پدر و مادرش گذاشت و به عتبات برگشت.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11B5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کربلا، در حرم حضرت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دالشهداء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خواست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همسرش دعا کند، خجالت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در حرم قمر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هاشم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خجالت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در حرم جناب حرّ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متوسّل شد و عرضه داشت: شما درمحضر 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شفاعت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راحت و بدون مشکل انجام شود.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مدرسه رفته در حجره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طلاّب استراحت کرد.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عالم روء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در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هست،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بزرگوار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دارد</w:t>
      </w:r>
      <w:r>
        <w:rPr>
          <w:rtl/>
          <w:lang w:bidi="fa-IR"/>
        </w:rPr>
        <w:t xml:space="preserve"> و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بزرگان هستند.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شد، همه احترامش کردند، نامه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بزرگ مجلس تقد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کرد،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طرف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طلبه توجه نمود و سر مبارکش را تکان داد.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11B5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طلبه از بغل 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آن بزرگوار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گفتند: حضرت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دالشهداء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شهدا هستند و آن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آور جناب حرّ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چند</w:t>
      </w:r>
      <w:r>
        <w:rPr>
          <w:rtl/>
          <w:lang w:bidi="fa-IR"/>
        </w:rPr>
        <w:t xml:space="preserve"> روز بعد نامه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توسّط مسافر به دستش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معلوم شد که در همان لحظه خداوند پسر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او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همسرش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مشکل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امده</w:t>
      </w:r>
      <w:r>
        <w:rPr>
          <w:rtl/>
          <w:lang w:bidi="fa-IR"/>
        </w:rPr>
        <w:t xml:space="preserve">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11B5C">
      <w:pPr>
        <w:pStyle w:val="Heading1"/>
        <w:rPr>
          <w:rtl/>
          <w:lang w:bidi="fa-IR"/>
        </w:rPr>
      </w:pPr>
      <w:bookmarkStart w:id="123" w:name="_Toc525386494"/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کرامات حضرت مسلم </w:t>
      </w:r>
      <w:r w:rsidRPr="00160F70">
        <w:rPr>
          <w:rStyle w:val="libAlaemChar"/>
          <w:rtl/>
        </w:rPr>
        <w:t>عليه‌السلام</w:t>
      </w:r>
      <w:bookmarkEnd w:id="123"/>
      <w:r w:rsidRPr="00160F70">
        <w:rPr>
          <w:rStyle w:val="libAlaemChar"/>
          <w:rtl/>
        </w:rPr>
        <w:t xml:space="preserve"> </w:t>
      </w:r>
    </w:p>
    <w:p w:rsidR="00160F70" w:rsidRDefault="00160F70" w:rsidP="00A11B5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حجه الاسلام والمسلم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سرپرست کتابخانه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حرم مطهّر حضرت ابوالفضل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روز جمعه 19 جماد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الثان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1433 ق. در دفتر کتابخانه نقل کرد که در نجف اشرف واعظ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برجسته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به نام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صالح دج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وت</w:t>
      </w:r>
      <w:r>
        <w:rPr>
          <w:rtl/>
          <w:lang w:bidi="fa-IR"/>
        </w:rPr>
        <w:t xml:space="preserve"> مراجع منبر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پسرش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جعفر دج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داستان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که من از پسرش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او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گفت: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پدرم</w:t>
      </w:r>
      <w:r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دهه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عاشورا به شدّت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بود،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مجالس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وعده داده بود، با آن حال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11B5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چهارم محرّم که شب حضرت مسلم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است، در اوج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مسجد طوس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رفت. دو نفر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بغلش را گرفتند و او را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زحمت بر فراز منبر قرار دادند.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پدرم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تا گفتم: السلام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اللّه، السلام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رالموءمن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از هوش رفتم،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هوش آمدم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مردم در حال خروج از مسجد هستند.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شدّت شرمندگ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عرق کردم، خواستم خود را به بزرگان مجلس برسانم و عذرخواه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کنم، پاها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11B5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اوّل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گفتم: ببخش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گفت: نه، امشب واقعاً غوغا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مورد حضرت مسلم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مطالب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هرگز از احد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بودم. نفر دوم و سوم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همان عبارت را گفتند.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بدون واسطه از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جعفر و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پدرش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صالح دج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کرده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11B5C">
      <w:pPr>
        <w:pStyle w:val="Heading1"/>
        <w:rPr>
          <w:rtl/>
          <w:lang w:bidi="fa-IR"/>
        </w:rPr>
      </w:pPr>
      <w:bookmarkStart w:id="124" w:name="_Toc525386495"/>
      <w:r>
        <w:rPr>
          <w:rFonts w:hint="eastAsia"/>
          <w:rtl/>
          <w:lang w:bidi="fa-IR"/>
        </w:rPr>
        <w:t>زه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بن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bookmarkEnd w:id="124"/>
    </w:p>
    <w:p w:rsidR="00160F70" w:rsidRDefault="00160F70" w:rsidP="00A11B5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بن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عثمان داشت. به هنگام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منازل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نزد او فرستاد و از او دعوت کرد، او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با حضرت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کند. با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همسرش به محضر حضرت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در چند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دگرگون شد، به نزد همسرش رفت،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اش را در هم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به کاروان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ملحق 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او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: چه شد که در چند لحظه دگرگون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>!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گفت</w:t>
      </w:r>
      <w:r>
        <w:rPr>
          <w:rtl/>
          <w:lang w:bidi="fa-IR"/>
        </w:rPr>
        <w:t>: من در فتح آذربا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شادمان بودم، جناب سلمان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شادمان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>!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گفتم</w:t>
      </w:r>
      <w:r>
        <w:rPr>
          <w:rtl/>
          <w:lang w:bidi="fa-IR"/>
        </w:rPr>
        <w:t>: چرا شادمان نباشم، موفّق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ها را مسلمان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سلمان</w:t>
      </w:r>
      <w:r>
        <w:rPr>
          <w:rtl/>
          <w:lang w:bidi="fa-IR"/>
        </w:rPr>
        <w:t xml:space="preserve"> فرمود: اگر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مسلمان ها جمع شده با فرزند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بجنگند، اگر آن روز در رکاب فرزند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شادمان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سخن سلمان را فراموش کرده بودم، امروز تا به محضر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سخن سلمان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آوردم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دگرگون 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11B5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منزل ذوحسم پس از خطابه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پرشور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زه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عرض کرد: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مولا</w:t>
      </w:r>
      <w:r>
        <w:rPr>
          <w:rtl/>
          <w:lang w:bidi="fa-IR"/>
        </w:rPr>
        <w:t xml:space="preserve"> جان! اگر ما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جاو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باز هم ترج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در کنار شما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از شما جدا نشو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11B5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شب عاشورا که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خود را از شما برداشتم.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قمر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هاشم، زه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برخاست و عرضه داشت: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کاش هزار جان داشتم و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را در راه تو فدا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عاشورا پس از شهادت جناب حب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ب،</w:t>
      </w:r>
      <w:r>
        <w:rPr>
          <w:rtl/>
          <w:lang w:bidi="fa-IR"/>
        </w:rPr>
        <w:t xml:space="preserve"> زه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تسلّ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و عرضه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داشت: مگر 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ما بر حق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مرگ هراس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  <w:r w:rsidRPr="00C45242">
        <w:rPr>
          <w:rStyle w:val="libFootnotenumChar"/>
          <w:rtl/>
        </w:rPr>
        <w:t>(1)</w:t>
      </w:r>
    </w:p>
    <w:p w:rsidR="00160F70" w:rsidRPr="00C45242" w:rsidRDefault="00C45242" w:rsidP="00C4524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160F70" w:rsidRDefault="00160F70" w:rsidP="00C45242">
      <w:pPr>
        <w:pStyle w:val="libFootnote0"/>
        <w:rPr>
          <w:rtl/>
          <w:lang w:bidi="fa-IR"/>
        </w:rPr>
      </w:pPr>
      <w:r>
        <w:rPr>
          <w:rtl/>
          <w:lang w:bidi="fa-IR"/>
        </w:rPr>
        <w:t>1- 1. محلاّت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فرسان اله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جاء،</w:t>
      </w:r>
      <w:r>
        <w:rPr>
          <w:rtl/>
          <w:lang w:bidi="fa-IR"/>
        </w:rPr>
        <w:t xml:space="preserve"> ج 1، ص 142 153.</w:t>
      </w:r>
    </w:p>
    <w:p w:rsidR="00C45242" w:rsidRDefault="00C45242" w:rsidP="00160F70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C45242">
      <w:pPr>
        <w:pStyle w:val="Heading1"/>
        <w:rPr>
          <w:rtl/>
          <w:lang w:bidi="fa-IR"/>
        </w:rPr>
      </w:pPr>
      <w:bookmarkStart w:id="125" w:name="_Toc525386496"/>
      <w:r>
        <w:rPr>
          <w:rFonts w:hint="eastAsia"/>
          <w:rtl/>
          <w:lang w:bidi="fa-IR"/>
        </w:rPr>
        <w:t>اکس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شفا</w:t>
      </w:r>
      <w:bookmarkEnd w:id="125"/>
    </w:p>
    <w:p w:rsidR="00160F70" w:rsidRDefault="00160F70" w:rsidP="00C45242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160F70" w:rsidRDefault="00160F70" w:rsidP="00C452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محمد</w:t>
      </w:r>
      <w:r>
        <w:rPr>
          <w:rtl/>
          <w:lang w:bidi="fa-IR"/>
        </w:rPr>
        <w:t xml:space="preserve"> بن مسلم از امام باقر و امام صادق </w:t>
      </w:r>
      <w:r w:rsidR="00C45242" w:rsidRPr="00C45242">
        <w:rPr>
          <w:rStyle w:val="libAlaemChar"/>
          <w:rFonts w:eastAsiaTheme="minorHAnsi"/>
          <w:rtl/>
        </w:rPr>
        <w:t>عليهما‌السلام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که فرمودند: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C452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منّان در مقابل شهادت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1) امامت را در نسل او قرار داده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2) شفا را در تربت او قرار داده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3) استجابت دعا را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گنبد او قرار داده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4)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و شدزائران از عمر آنها محسوب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  <w:r w:rsidRPr="00C45242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C452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رامون</w:t>
      </w:r>
      <w:r>
        <w:rPr>
          <w:rtl/>
          <w:lang w:bidi="fa-IR"/>
        </w:rPr>
        <w:t xml:space="preserve"> تربت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فراوان از امام صادق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که از آن جمله است: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C45242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C45242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تربت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شفا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درد و اکس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اعظم است</w:t>
      </w:r>
      <w:r w:rsidRPr="00C45242">
        <w:rPr>
          <w:rStyle w:val="libFootnotenumChar"/>
          <w:rtl/>
        </w:rPr>
        <w:t>.(2)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C45242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C45242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تا هفتاد ذراع از اطراف قبر آن حضرت تربت برداشته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  <w:r w:rsidRPr="00C45242">
        <w:rPr>
          <w:rStyle w:val="libFootnotenumChar"/>
          <w:rtl/>
        </w:rPr>
        <w:t>(3)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C45242">
      <w:pPr>
        <w:pStyle w:val="libNormal"/>
        <w:rPr>
          <w:rtl/>
          <w:lang w:bidi="fa-IR"/>
        </w:rPr>
      </w:pPr>
      <w:r w:rsidRPr="00C45242">
        <w:rPr>
          <w:b/>
          <w:bCs/>
          <w:rtl/>
          <w:lang w:bidi="fa-IR"/>
        </w:rPr>
        <w:lastRenderedPageBreak/>
        <w:t>3</w:t>
      </w:r>
      <w:r w:rsidR="00C45242">
        <w:rPr>
          <w:rFonts w:hint="cs"/>
          <w:b/>
          <w:bCs/>
          <w:rtl/>
          <w:lang w:bidi="fa-IR"/>
        </w:rPr>
        <w:t xml:space="preserve"> -</w:t>
      </w:r>
      <w:r>
        <w:rPr>
          <w:rtl/>
          <w:lang w:bidi="fa-IR"/>
        </w:rPr>
        <w:t xml:space="preserve"> هر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که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بداند و حرمت آن حضرت را نگهدارد، اگر به مقدار سرِ سوزن از تربت به او داده شود، بهبود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 w:rsidRPr="00C45242">
        <w:rPr>
          <w:rStyle w:val="libFootnotenumChar"/>
          <w:rtl/>
        </w:rPr>
        <w:t>.(4)</w:t>
      </w:r>
    </w:p>
    <w:p w:rsidR="00160F70" w:rsidRPr="00C45242" w:rsidRDefault="00C45242" w:rsidP="00C4524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</w:t>
      </w:r>
    </w:p>
    <w:p w:rsidR="00160F70" w:rsidRDefault="00160F70" w:rsidP="00C45242">
      <w:pPr>
        <w:pStyle w:val="libFootnote0"/>
        <w:rPr>
          <w:rtl/>
          <w:lang w:bidi="fa-IR"/>
        </w:rPr>
      </w:pPr>
      <w:r>
        <w:rPr>
          <w:rtl/>
          <w:lang w:bidi="fa-IR"/>
        </w:rPr>
        <w:t>1- 1. علامه مجلس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بحارالأنوار، ج 44، ص 221.</w:t>
      </w:r>
    </w:p>
    <w:p w:rsidR="00160F70" w:rsidRDefault="00160F70" w:rsidP="00C45242">
      <w:pPr>
        <w:pStyle w:val="libFootnote0"/>
        <w:rPr>
          <w:rtl/>
          <w:lang w:bidi="fa-IR"/>
        </w:rPr>
      </w:pPr>
      <w:r>
        <w:rPr>
          <w:rtl/>
          <w:lang w:bidi="fa-IR"/>
        </w:rPr>
        <w:t>2- 2.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طوس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الأحکام، ج 6، ص 74.</w:t>
      </w:r>
    </w:p>
    <w:p w:rsidR="00160F70" w:rsidRDefault="00160F70" w:rsidP="00C45242">
      <w:pPr>
        <w:pStyle w:val="libFootnote0"/>
        <w:rPr>
          <w:rtl/>
          <w:lang w:bidi="fa-IR"/>
        </w:rPr>
      </w:pPr>
      <w:r>
        <w:rPr>
          <w:rtl/>
          <w:lang w:bidi="fa-IR"/>
        </w:rPr>
        <w:t>3- 3.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4، ص 588.</w:t>
      </w:r>
    </w:p>
    <w:p w:rsidR="00C45242" w:rsidRDefault="00160F70" w:rsidP="00C45242">
      <w:pPr>
        <w:pStyle w:val="libFootnote0"/>
        <w:rPr>
          <w:rtl/>
          <w:lang w:bidi="fa-IR"/>
        </w:rPr>
      </w:pPr>
      <w:r>
        <w:rPr>
          <w:rtl/>
          <w:lang w:bidi="fa-IR"/>
        </w:rPr>
        <w:t>4- 4.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طوس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مصباح المتهجّد، ص 732.</w:t>
      </w:r>
    </w:p>
    <w:p w:rsidR="00160F70" w:rsidRDefault="00C45242" w:rsidP="00C4524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C45242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C45242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فرزندان خود را با تربت کامشان را بردار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موجب امان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  <w:r w:rsidRPr="00C45242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C45242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C45242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سجده بر تربت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حجاب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هفت گانه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شکافد.</w:t>
      </w:r>
      <w:r w:rsidRPr="00C45242">
        <w:rPr>
          <w:rStyle w:val="libFootnotenumChar"/>
          <w:rtl/>
        </w:rPr>
        <w:t>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C452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امام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العابد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از دفن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فارغ شد،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مشت از خاک قبر آن حضرت برداشت، از آن مُهر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سجده و تسب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ساخت که به هنگام ورود به کاخ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 را در دست داشت</w:t>
      </w:r>
      <w:r w:rsidRPr="00C45242">
        <w:rPr>
          <w:rStyle w:val="libFootnotenumChar"/>
          <w:rtl/>
        </w:rPr>
        <w:t>.(3)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C452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جعفر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با اعجاز امامت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جنازه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طه</w:t>
      </w:r>
      <w:r>
        <w:rPr>
          <w:rtl/>
          <w:lang w:bidi="fa-IR"/>
        </w:rPr>
        <w:t xml:space="preserve"> به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شابور</w:t>
      </w:r>
      <w:r>
        <w:rPr>
          <w:rtl/>
          <w:lang w:bidi="fa-IR"/>
        </w:rPr>
        <w:t xml:space="preserve">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فرما شدند و از خاک قبر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 جنازه او پاش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</w:t>
      </w:r>
      <w:r w:rsidRPr="00C45242">
        <w:rPr>
          <w:rStyle w:val="libFootnotenumChar"/>
          <w:rtl/>
        </w:rPr>
        <w:t>(4)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آمده است که قرار دادن تربت در قبر موءمن موجب امان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Pr="00C45242">
        <w:rPr>
          <w:rStyle w:val="libFootnotenumChar"/>
          <w:rtl/>
        </w:rPr>
        <w:t>.(5)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C452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است که حور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بهشت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فرشته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هدف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نزول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کنند، از آنها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طلبند که از خاک قبر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اورند</w:t>
      </w:r>
      <w:r>
        <w:rPr>
          <w:rtl/>
          <w:lang w:bidi="fa-IR"/>
        </w:rPr>
        <w:t>.</w:t>
      </w:r>
      <w:r w:rsidRPr="00C45242">
        <w:rPr>
          <w:rStyle w:val="libFootnotenumChar"/>
          <w:rtl/>
        </w:rPr>
        <w:t>(6)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C452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هرگز به جز بر تربت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سجده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Pr="00C45242">
        <w:rPr>
          <w:rStyle w:val="libFootnotenumChar"/>
          <w:rtl/>
        </w:rPr>
        <w:t>.(7)</w:t>
      </w:r>
    </w:p>
    <w:p w:rsidR="00160F70" w:rsidRDefault="00C45242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C45242">
      <w:pPr>
        <w:pStyle w:val="Heading1"/>
        <w:rPr>
          <w:rtl/>
          <w:lang w:bidi="fa-IR"/>
        </w:rPr>
      </w:pPr>
      <w:bookmarkStart w:id="126" w:name="_Toc525386497"/>
      <w:r>
        <w:rPr>
          <w:rFonts w:hint="eastAsia"/>
          <w:rtl/>
          <w:lang w:bidi="fa-IR"/>
        </w:rPr>
        <w:t>نجات</w:t>
      </w:r>
      <w:r>
        <w:rPr>
          <w:rtl/>
          <w:lang w:bidi="fa-IR"/>
        </w:rPr>
        <w:t xml:space="preserve"> از مرگ به برکت تربت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bookmarkEnd w:id="126"/>
      <w:r w:rsidRPr="00160F70">
        <w:rPr>
          <w:rStyle w:val="libAlaemChar"/>
          <w:rtl/>
        </w:rPr>
        <w:t xml:space="preserve"> </w:t>
      </w:r>
    </w:p>
    <w:p w:rsidR="00160F70" w:rsidRDefault="00160F70" w:rsidP="00C452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حجه الاسلام والمسلم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سرپرست کتابخانه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حرم مطهر حضرت ابوالفضل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روز جمعه 19 جماد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الثان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1433 ق. در دفتر</w:t>
      </w:r>
    </w:p>
    <w:p w:rsidR="00160F70" w:rsidRPr="00C45242" w:rsidRDefault="00C45242" w:rsidP="00C4524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C45242">
      <w:pPr>
        <w:pStyle w:val="libFootnote0"/>
        <w:rPr>
          <w:rtl/>
          <w:lang w:bidi="fa-IR"/>
        </w:rPr>
      </w:pPr>
      <w:r>
        <w:rPr>
          <w:rtl/>
          <w:lang w:bidi="fa-IR"/>
        </w:rPr>
        <w:t>1- 1. همو، 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الأحکام، ج 6، ص 74.</w:t>
      </w:r>
    </w:p>
    <w:p w:rsidR="00160F70" w:rsidRDefault="00160F70" w:rsidP="00C45242">
      <w:pPr>
        <w:pStyle w:val="libFootnote0"/>
        <w:rPr>
          <w:rtl/>
          <w:lang w:bidi="fa-IR"/>
        </w:rPr>
      </w:pPr>
      <w:r>
        <w:rPr>
          <w:rtl/>
          <w:lang w:bidi="fa-IR"/>
        </w:rPr>
        <w:t>2- 2. کاشف الغطاء، الأرض والتّربه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ص 31.</w:t>
      </w:r>
    </w:p>
    <w:p w:rsidR="00160F70" w:rsidRDefault="00160F70" w:rsidP="00C45242">
      <w:pPr>
        <w:pStyle w:val="libFootnote0"/>
        <w:rPr>
          <w:rtl/>
          <w:lang w:bidi="fa-IR"/>
        </w:rPr>
      </w:pPr>
      <w:r>
        <w:rPr>
          <w:rtl/>
          <w:lang w:bidi="fa-IR"/>
        </w:rPr>
        <w:t>3- 3. همان.</w:t>
      </w:r>
    </w:p>
    <w:p w:rsidR="00160F70" w:rsidRDefault="00160F70" w:rsidP="00C45242">
      <w:pPr>
        <w:pStyle w:val="libFootnote0"/>
        <w:rPr>
          <w:rtl/>
          <w:lang w:bidi="fa-IR"/>
        </w:rPr>
      </w:pPr>
      <w:r>
        <w:rPr>
          <w:rtl/>
          <w:lang w:bidi="fa-IR"/>
        </w:rPr>
        <w:t>4- 4. ابن حمزه، الثّاقب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المناقب، ص 111.</w:t>
      </w:r>
    </w:p>
    <w:p w:rsidR="00160F70" w:rsidRDefault="00160F70" w:rsidP="00C45242">
      <w:pPr>
        <w:pStyle w:val="libFootnote0"/>
        <w:rPr>
          <w:rtl/>
          <w:lang w:bidi="fa-IR"/>
        </w:rPr>
      </w:pPr>
      <w:r>
        <w:rPr>
          <w:rtl/>
          <w:lang w:bidi="fa-IR"/>
        </w:rPr>
        <w:t>5- 5.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ابن طاووس، فلاح السّائل، ص 45.</w:t>
      </w:r>
    </w:p>
    <w:p w:rsidR="00160F70" w:rsidRDefault="00160F70" w:rsidP="00C45242">
      <w:pPr>
        <w:pStyle w:val="libFootnote0"/>
        <w:rPr>
          <w:rtl/>
          <w:lang w:bidi="fa-IR"/>
        </w:rPr>
      </w:pPr>
      <w:r>
        <w:rPr>
          <w:rtl/>
          <w:lang w:bidi="fa-IR"/>
        </w:rPr>
        <w:t>6- 6. مجلس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بحارالأنوار، ج 101، ص 134.</w:t>
      </w:r>
    </w:p>
    <w:p w:rsidR="00160F70" w:rsidRDefault="00160F70" w:rsidP="00C45242">
      <w:pPr>
        <w:pStyle w:val="libFootnote0"/>
        <w:rPr>
          <w:rtl/>
          <w:lang w:bidi="fa-IR"/>
        </w:rPr>
      </w:pPr>
      <w:r>
        <w:rPr>
          <w:rtl/>
          <w:lang w:bidi="fa-IR"/>
        </w:rPr>
        <w:t>7- 7. محدّث نور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مستدرک وسائل، ج 10، ص 344.</w:t>
      </w:r>
    </w:p>
    <w:p w:rsidR="00C45242" w:rsidRDefault="00C45242" w:rsidP="00160F70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کتابخانه،</w:t>
      </w:r>
      <w:r>
        <w:rPr>
          <w:rtl/>
          <w:lang w:bidi="fa-IR"/>
        </w:rPr>
        <w:t xml:space="preserve"> از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کاظم انوار نقل کرد که با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طلاب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</w:t>
      </w:r>
      <w:r>
        <w:rPr>
          <w:rtl/>
          <w:lang w:bidi="fa-IR"/>
        </w:rPr>
        <w:t xml:space="preserve"> به: «کنگو» رفته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در آنجا ما را 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گرفتند، در حدود پانزده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لومتر</w:t>
      </w:r>
      <w:r>
        <w:rPr>
          <w:rtl/>
          <w:lang w:bidi="fa-IR"/>
        </w:rPr>
        <w:t xml:space="preserve"> ما را بردند تا به روستا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ما را به 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خود تحو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دادند و گفتند: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به دشمنان ما کمک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کردند، 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را 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گرفته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هر قدر اصرار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ما مسلمان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ارشاد قوم شما آمده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نپذ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رفتند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آنها ما را به اطاق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که در آن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در حال کُما بود.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پدر من است، سه روز است که در حال کُما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باشد، تا صبح به شما مهلت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دهم، از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پدرم خوب شود.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پدرم تا صبح خوب شود، ما همه مسلمان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إلاّ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شروع کرد،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حاجت خواند.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همراهان ما پزشک بود، او در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افع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کرد.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صبح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ادم</w:t>
      </w:r>
      <w:r>
        <w:rPr>
          <w:rtl/>
          <w:lang w:bidi="fa-IR"/>
        </w:rPr>
        <w:t xml:space="preserve"> آمد که تربت همراه دارم، از آن تربت بر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خون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از آن فوّاره زد، در همان لحظه چشم باز کرد و گفت: من تشنه هستم.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دکتر</w:t>
      </w:r>
      <w:r>
        <w:rPr>
          <w:rtl/>
          <w:lang w:bidi="fa-IR"/>
        </w:rPr>
        <w:t xml:space="preserve"> گفت: آب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خوب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C452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دا</w:t>
      </w:r>
      <w:r w:rsidR="00C45242">
        <w:rPr>
          <w:rFonts w:hint="cs"/>
          <w:rtl/>
          <w:lang w:bidi="fa-IR"/>
        </w:rPr>
        <w:t>دند</w:t>
      </w:r>
      <w:r>
        <w:rPr>
          <w:rtl/>
          <w:lang w:bidi="fa-IR"/>
        </w:rPr>
        <w:t xml:space="preserve"> و در ظرف چند ساعت حالش خوب خوب شد و کلّ اهال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روستا مسلمان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شدند.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C45242">
      <w:pPr>
        <w:pStyle w:val="Heading1"/>
        <w:rPr>
          <w:rtl/>
          <w:lang w:bidi="fa-IR"/>
        </w:rPr>
      </w:pPr>
      <w:bookmarkStart w:id="127" w:name="_Toc525386498"/>
      <w:r>
        <w:rPr>
          <w:rFonts w:hint="eastAsia"/>
          <w:rtl/>
          <w:lang w:bidi="fa-IR"/>
        </w:rPr>
        <w:t>شفا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افتگان</w:t>
      </w:r>
      <w:r>
        <w:rPr>
          <w:rtl/>
          <w:lang w:bidi="fa-IR"/>
        </w:rPr>
        <w:t xml:space="preserve"> با تربت حضرت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دالشهداء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bookmarkEnd w:id="127"/>
      <w:r w:rsidRPr="00160F70">
        <w:rPr>
          <w:rStyle w:val="libAlaemChar"/>
          <w:rtl/>
        </w:rPr>
        <w:t xml:space="preserve"> 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1) روز شنبه 11/8/92 برابر با 27 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حجّه</w:t>
      </w:r>
      <w:r>
        <w:rPr>
          <w:rtl/>
          <w:lang w:bidi="fa-IR"/>
        </w:rPr>
        <w:t xml:space="preserve"> الحرام 1434 ق.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حاج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</w:p>
    <w:p w:rsidR="00160F70" w:rsidRDefault="00160F70" w:rsidP="00C452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صادق</w:t>
      </w:r>
      <w:r>
        <w:rPr>
          <w:rtl/>
          <w:lang w:bidi="fa-IR"/>
        </w:rPr>
        <w:t xml:space="preserve"> روحان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فرمودند: پس از انتشار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مجلدات «فقه الصادق»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F1FD4" w:rsidRPr="003F1FD4">
        <w:rPr>
          <w:rStyle w:val="libAlaemChar"/>
          <w:rtl/>
        </w:rPr>
        <w:t xml:space="preserve">قدس‌سره </w:t>
      </w:r>
      <w:r>
        <w:rPr>
          <w:rtl/>
          <w:lang w:bidi="fa-IR"/>
        </w:rPr>
        <w:t>نامه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نوشتند و مرقوم فرمودند: من از تقد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اثر ارزشمند ناتوانم، لذا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تربت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که خودم از قبر مطهّر آن حضرت برداشته ام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ارسال نمودم.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وقت محمود (س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محمود خسروشاه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نوه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>)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شد، دکترها جواب کردند.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خسروشاه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من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 تحمل کنم.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رفت.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ادم</w:t>
      </w:r>
      <w:r>
        <w:rPr>
          <w:rtl/>
          <w:lang w:bidi="fa-IR"/>
        </w:rPr>
        <w:t xml:space="preserve"> آمد که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تربت هست، آن را در آب حل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با زحمت دهان محمود را باز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در دهانش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همان لحظه بلند شد و نشست.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2) روز پنج شنبه 11 شوال 1422 برابر 6/12/80 ش.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جعفر تبر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فرزند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حاج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جواد تبر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منزل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حضور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دوس،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باعث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نقل کرد که با تربت شفا گرفته اند، از جمله برادرش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دکتر کاظم که در بنگلادش عارضه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چشمش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پزشکان جواب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کنند، به محضر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اللّه تبر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تلفن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من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مشکل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دارم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ران،</w:t>
      </w:r>
      <w:r>
        <w:rPr>
          <w:rtl/>
          <w:lang w:bidi="fa-IR"/>
        </w:rPr>
        <w:t xml:space="preserve"> پس از قطع تلفن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پرسد: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 که بنگلادش برود؟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ع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نواز عازم بنگلادش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باشد،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تربت توسط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فرستد، شب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دکتر کاظم آن را بر چشم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نهد، صبح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اثر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عارضه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به دکتر معالج خود مراجعه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دستگاه من جواب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3)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همان مجلس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سنّ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سخن گفت که دست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آن پزشک بود و سال ها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اولاددار شدن تلاش کرده بود و به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نرس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بود، به</w:t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تربت، اولاددار شد و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اش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شدند.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4) روز پنج شنبه 27 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قعده</w:t>
      </w:r>
      <w:r>
        <w:rPr>
          <w:rtl/>
          <w:lang w:bidi="fa-IR"/>
        </w:rPr>
        <w:t xml:space="preserve"> الحرام 1434 برابر 11/7/92 ش.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محسن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مدّاح با اخلاص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نقل کرد که چند سال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درِ </w:t>
      </w:r>
      <w:r>
        <w:rPr>
          <w:rtl/>
          <w:lang w:bidi="fa-IR"/>
        </w:rPr>
        <w:lastRenderedPageBreak/>
        <w:t>نوشابه را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مرتبه درِ نوشابه با شتاب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چشمم خورد و چشمم به شدّت مجروح شد،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اهش</w:t>
      </w:r>
      <w:r>
        <w:rPr>
          <w:rtl/>
          <w:lang w:bidi="fa-IR"/>
        </w:rPr>
        <w:t xml:space="preserve"> به هم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خت،</w:t>
      </w:r>
      <w:r>
        <w:rPr>
          <w:rtl/>
          <w:lang w:bidi="fa-IR"/>
        </w:rPr>
        <w:t xml:space="preserve"> همه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خانواده ناراحت شدند، به مادرم گفتم: تربت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گفت: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تربت اصل دارم.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تربت آورد، آن را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قاشق 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آب حل کردم و به چشمم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ختم،</w:t>
      </w:r>
      <w:r>
        <w:rPr>
          <w:rtl/>
          <w:lang w:bidi="fa-IR"/>
        </w:rPr>
        <w:t xml:space="preserve"> در چند لحظه چشمم به حالت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برگشت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اش را 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افت،</w:t>
      </w:r>
      <w:r>
        <w:rPr>
          <w:rtl/>
          <w:lang w:bidi="fa-IR"/>
        </w:rPr>
        <w:t xml:space="preserve"> فقط قرمز ماند.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C452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عصر</w:t>
      </w:r>
      <w:r>
        <w:rPr>
          <w:rtl/>
          <w:lang w:bidi="fa-IR"/>
        </w:rPr>
        <w:t xml:space="preserve"> به نزد دکتر زمرّد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رفتم و گفتم: امروز ظهر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حادثه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رخ داد. دکتر گفت: مرا سر کار گذاشته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اقّلاً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ماه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خونر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کرده، خوب شده است. گفتم: نه،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امروز واقع شده است. گفت: امکان ندارد. گفتم: تربت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وضع درآمده است. از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خود</w:t>
      </w:r>
      <w:r>
        <w:rPr>
          <w:rtl/>
          <w:lang w:bidi="fa-IR"/>
        </w:rPr>
        <w:t xml:space="preserve"> برخاست،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را بوس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گفت: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چشم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درمان ندارد، فقط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آرامش دل خانواده تان قطره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</w:t>
      </w:r>
      <w:r>
        <w:rPr>
          <w:rtl/>
          <w:lang w:bidi="fa-IR"/>
        </w:rPr>
        <w:t xml:space="preserve"> و گرنه با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رفع مشکل شده است.</w:t>
      </w:r>
    </w:p>
    <w:p w:rsidR="00160F70" w:rsidRDefault="00C45242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C45242">
      <w:pPr>
        <w:pStyle w:val="Heading1"/>
        <w:rPr>
          <w:rtl/>
          <w:lang w:bidi="fa-IR"/>
        </w:rPr>
      </w:pPr>
      <w:bookmarkStart w:id="128" w:name="_Toc525386499"/>
      <w:r>
        <w:rPr>
          <w:rFonts w:hint="eastAsia"/>
          <w:rtl/>
          <w:lang w:bidi="fa-IR"/>
        </w:rPr>
        <w:t>محدوده</w:t>
      </w:r>
      <w:r>
        <w:rPr>
          <w:rtl/>
          <w:lang w:bidi="fa-IR"/>
        </w:rPr>
        <w:t xml:space="preserve"> حائر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bookmarkEnd w:id="128"/>
      <w:r w:rsidRPr="00160F70">
        <w:rPr>
          <w:rStyle w:val="libAlaemChar"/>
          <w:rtl/>
        </w:rPr>
        <w:t xml:space="preserve"> </w:t>
      </w:r>
    </w:p>
    <w:p w:rsidR="00160F70" w:rsidRDefault="00160F70" w:rsidP="00C4524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منّان استجابت دعا را در تحت قبّه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قرار داده است</w:t>
      </w:r>
      <w:r w:rsidRPr="00C45242">
        <w:rPr>
          <w:rStyle w:val="libFootnotenumChar"/>
          <w:rtl/>
        </w:rPr>
        <w:t>.(1)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ابن اسباط که از اصحاب امام رضا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بود در کتاب «نوادر»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</w:t>
      </w:r>
    </w:p>
    <w:p w:rsidR="00160F70" w:rsidRPr="00C45242" w:rsidRDefault="00C45242" w:rsidP="00C4524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160F70" w:rsidRDefault="00160F70" w:rsidP="00C45242">
      <w:pPr>
        <w:pStyle w:val="libFootnote0"/>
        <w:rPr>
          <w:rtl/>
          <w:lang w:bidi="fa-IR"/>
        </w:rPr>
      </w:pPr>
      <w:r>
        <w:rPr>
          <w:rtl/>
          <w:lang w:bidi="fa-IR"/>
        </w:rPr>
        <w:t>1- 1.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طوس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الأمال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1، ص 317.</w:t>
      </w:r>
    </w:p>
    <w:p w:rsidR="00160F70" w:rsidRDefault="00C45242" w:rsidP="00C4524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پس</w:t>
      </w:r>
      <w:r w:rsidR="00160F70">
        <w:rPr>
          <w:rtl/>
          <w:lang w:bidi="fa-IR"/>
        </w:rPr>
        <w:t xml:space="preserve"> از انتشار خبر شهادت جانگداز امام حس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ن</w:t>
      </w:r>
      <w:r w:rsidR="00160F70">
        <w:rPr>
          <w:rtl/>
          <w:lang w:bidi="fa-IR"/>
        </w:rPr>
        <w:t xml:space="preserve"> </w:t>
      </w:r>
      <w:r w:rsidR="00160F70" w:rsidRPr="00160F70">
        <w:rPr>
          <w:rStyle w:val="libAlaemChar"/>
          <w:rtl/>
        </w:rPr>
        <w:t xml:space="preserve">عليه‌السلام 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ک</w:t>
      </w:r>
      <w:r w:rsidR="00160F70">
        <w:rPr>
          <w:rtl/>
          <w:lang w:bidi="fa-IR"/>
        </w:rPr>
        <w:t xml:space="preserve"> صد هزار زن نازا، از اقطار و اکناف جهان اسلام به ز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ارت</w:t>
      </w:r>
      <w:r w:rsidR="00160F70">
        <w:rPr>
          <w:rtl/>
          <w:lang w:bidi="fa-IR"/>
        </w:rPr>
        <w:t xml:space="preserve"> قبر شر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ف</w:t>
      </w:r>
      <w:r w:rsidR="00160F70">
        <w:rPr>
          <w:rtl/>
          <w:lang w:bidi="fa-IR"/>
        </w:rPr>
        <w:t xml:space="preserve"> آن حضرت آمدند، متوسّل شدند و همه شان به برکت توسّل به آن حضرت صاحب فرزند شدند</w:t>
      </w:r>
      <w:r w:rsidR="00160F70" w:rsidRPr="00A9507D">
        <w:rPr>
          <w:rStyle w:val="libFootnotenumChar"/>
          <w:rtl/>
        </w:rPr>
        <w:t>.(1)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نجاش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وثاقت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تأک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نموده است.</w:t>
      </w:r>
      <w:r w:rsidRPr="00A9507D">
        <w:rPr>
          <w:rStyle w:val="libFootnotenumChar"/>
          <w:rtl/>
        </w:rPr>
        <w:t>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9507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هر وقت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حائر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بفرست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  <w:r w:rsidRPr="00A9507D">
        <w:rPr>
          <w:rStyle w:val="libFootnotenumChar"/>
          <w:rtl/>
        </w:rPr>
        <w:t>(3)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9507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ابوهاشم</w:t>
      </w:r>
      <w:r>
        <w:rPr>
          <w:rtl/>
          <w:lang w:bidi="fa-IR"/>
        </w:rPr>
        <w:t xml:space="preserve"> جعفر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امام 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بود، من و محمد بن حمزه به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</w:t>
      </w:r>
      <w:r>
        <w:rPr>
          <w:rtl/>
          <w:lang w:bidi="fa-IR"/>
        </w:rPr>
        <w:t xml:space="preserve">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به ما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حائر بفرست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9507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چون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محمد بن حمزه به من گفت: امام 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خود امام مفترض الطّاعه همانند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را به حائر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فرستد.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به خدمت حضرت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را به حضرت عرض کردم، فرمود: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9507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خداوند بقعه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دارد که دوست دارد که در آنها عبادت شود،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بقعه ها حائر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  <w:r w:rsidRPr="00A9507D">
        <w:rPr>
          <w:rStyle w:val="libFootnotenumChar"/>
          <w:rtl/>
        </w:rPr>
        <w:t>(4)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9507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قدر</w:t>
      </w:r>
      <w:r>
        <w:rPr>
          <w:rtl/>
          <w:lang w:bidi="fa-IR"/>
        </w:rPr>
        <w:t xml:space="preserve"> مسلّم از حائر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گنبد و اطراف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آن حضرت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باشد، که حدوداً از هر طرف ده متر (ب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ذراع)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Pr="00A9507D">
        <w:rPr>
          <w:rStyle w:val="libFootnotenumChar"/>
          <w:rtl/>
        </w:rPr>
        <w:t>.(5)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9507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امام صادق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پنج ذراع از هر طرف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شده</w:t>
      </w:r>
      <w:r w:rsidRPr="00A9507D">
        <w:rPr>
          <w:rStyle w:val="libFootnotenumChar"/>
          <w:rtl/>
        </w:rPr>
        <w:t>(6)</w:t>
      </w:r>
      <w:r>
        <w:rPr>
          <w:rtl/>
          <w:lang w:bidi="fa-IR"/>
        </w:rPr>
        <w:t xml:space="preserve"> ، که شامل حرم مطهر تا حدود قبر جناب حب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از طرف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و قبور</w:t>
      </w:r>
    </w:p>
    <w:p w:rsidR="00160F70" w:rsidRPr="00A9507D" w:rsidRDefault="00A9507D" w:rsidP="00A9507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160F70" w:rsidRDefault="00160F70" w:rsidP="00A9507D">
      <w:pPr>
        <w:pStyle w:val="libFootnote0"/>
        <w:rPr>
          <w:rtl/>
          <w:lang w:bidi="fa-IR"/>
        </w:rPr>
      </w:pPr>
      <w:r>
        <w:rPr>
          <w:rtl/>
          <w:lang w:bidi="fa-IR"/>
        </w:rPr>
        <w:t>1- 1.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ابن اسباط، النّوادر، ص 123. (در ضمن الاصول السّتّه عشر).</w:t>
      </w:r>
    </w:p>
    <w:p w:rsidR="00160F70" w:rsidRDefault="00160F70" w:rsidP="00A9507D">
      <w:pPr>
        <w:pStyle w:val="libFootnote0"/>
        <w:rPr>
          <w:rtl/>
          <w:lang w:bidi="fa-IR"/>
        </w:rPr>
      </w:pPr>
      <w:r>
        <w:rPr>
          <w:rtl/>
          <w:lang w:bidi="fa-IR"/>
        </w:rPr>
        <w:t>2- 2. نجاش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الرجال، ص 252.</w:t>
      </w:r>
    </w:p>
    <w:p w:rsidR="00160F70" w:rsidRDefault="00160F70" w:rsidP="00A9507D">
      <w:pPr>
        <w:pStyle w:val="libFootnote0"/>
        <w:rPr>
          <w:rtl/>
          <w:lang w:bidi="fa-IR"/>
        </w:rPr>
      </w:pPr>
      <w:r>
        <w:rPr>
          <w:rtl/>
          <w:lang w:bidi="fa-IR"/>
        </w:rPr>
        <w:t>3- 3.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4، ص 567.</w:t>
      </w:r>
    </w:p>
    <w:p w:rsidR="00160F70" w:rsidRDefault="00160F70" w:rsidP="00A9507D">
      <w:pPr>
        <w:pStyle w:val="libFootnote0"/>
        <w:rPr>
          <w:rtl/>
          <w:lang w:bidi="fa-IR"/>
        </w:rPr>
      </w:pPr>
      <w:r>
        <w:rPr>
          <w:rtl/>
          <w:lang w:bidi="fa-IR"/>
        </w:rPr>
        <w:t>4- 4. ابن قولو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کامل الز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ارات،</w:t>
      </w:r>
      <w:r>
        <w:rPr>
          <w:rtl/>
          <w:lang w:bidi="fa-IR"/>
        </w:rPr>
        <w:t xml:space="preserve"> ص 274.</w:t>
      </w:r>
    </w:p>
    <w:p w:rsidR="00160F70" w:rsidRDefault="00160F70" w:rsidP="00A9507D">
      <w:pPr>
        <w:pStyle w:val="libFootnote0"/>
        <w:rPr>
          <w:rtl/>
          <w:lang w:bidi="fa-IR"/>
        </w:rPr>
      </w:pPr>
      <w:r>
        <w:rPr>
          <w:rtl/>
          <w:lang w:bidi="fa-IR"/>
        </w:rPr>
        <w:t>5- 5.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طوس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الأحکام، ج 6، ص 72.</w:t>
      </w:r>
    </w:p>
    <w:p w:rsidR="00160F70" w:rsidRDefault="00160F70" w:rsidP="00A9507D">
      <w:pPr>
        <w:pStyle w:val="libFootnote0"/>
        <w:rPr>
          <w:rtl/>
          <w:lang w:bidi="fa-IR"/>
        </w:rPr>
      </w:pPr>
      <w:r>
        <w:rPr>
          <w:rtl/>
          <w:lang w:bidi="fa-IR"/>
        </w:rPr>
        <w:t>6- 6. ابن قولو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همان.</w:t>
      </w:r>
    </w:p>
    <w:p w:rsidR="00A9507D" w:rsidRDefault="00A9507D" w:rsidP="00160F70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شهدا</w:t>
      </w:r>
      <w:r>
        <w:rPr>
          <w:rtl/>
          <w:lang w:bidi="fa-IR"/>
        </w:rPr>
        <w:t xml:space="preserve"> از طرف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9507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قبر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فرسخ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فرسخ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شده و آن مساحت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هنگام ورود به کربلا آن قسمت را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</w:t>
      </w:r>
      <w:r w:rsidRPr="00A9507D">
        <w:rPr>
          <w:rStyle w:val="libFootnotenumChar"/>
          <w:rtl/>
        </w:rPr>
        <w:t>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اساس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گنبد اشرف بقاع عالم است و محدوده حرم در رتبه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دوم و شهر کربلا در رتبه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سوم، شرافت خاصّ خودش را دارد.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اساس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هر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محدوده دفن شود، از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عذاب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عالم برزخ در امان خواهد بود</w:t>
      </w:r>
      <w:r w:rsidRPr="00A9507D">
        <w:rPr>
          <w:rStyle w:val="libFootnotenumChar"/>
          <w:rtl/>
        </w:rPr>
        <w:t>.(2)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9507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اساس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از طرف راست عرش خدا به قتلگاهش نظر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به زائرانش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Pr="00A9507D">
        <w:rPr>
          <w:rStyle w:val="libFootnotenumChar"/>
          <w:rtl/>
        </w:rPr>
        <w:t xml:space="preserve">(3) </w:t>
      </w:r>
      <w:r>
        <w:rPr>
          <w:rtl/>
          <w:lang w:bidi="fa-IR"/>
        </w:rPr>
        <w:t>به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کن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توجّه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استغفار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  <w:r w:rsidRPr="00A9507D">
        <w:rPr>
          <w:rStyle w:val="libFootnotenumChar"/>
          <w:rtl/>
        </w:rPr>
        <w:t>(4)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علامه</w:t>
      </w:r>
      <w:r>
        <w:rPr>
          <w:rtl/>
          <w:lang w:bidi="fa-IR"/>
        </w:rPr>
        <w:t xml:space="preserve"> سماو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کتاب «مجال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اللّطف»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جالب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رامون</w:t>
      </w:r>
      <w:r>
        <w:rPr>
          <w:rtl/>
          <w:lang w:bidi="fa-IR"/>
        </w:rPr>
        <w:t xml:space="preserve"> محدوده حائر دارد که از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عتبه عباس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چاپ و منتشر شده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9507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حائر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چند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دارد: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A950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1) نماز مسافر در حائر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160F70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مخ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تمام و قصر است.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 w:rsidR="003F1FD4" w:rsidRPr="003F1FD4">
        <w:rPr>
          <w:rStyle w:val="libAlaemChar"/>
          <w:rtl/>
        </w:rPr>
        <w:t xml:space="preserve">قدس‌سره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اصل در نماز مسافر قصر است،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اساس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</w:t>
      </w:r>
      <w:r>
        <w:rPr>
          <w:rtl/>
          <w:lang w:bidi="fa-IR"/>
        </w:rPr>
        <w:t xml:space="preserve"> در چهار مکان مسافر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نمازش را تمام بخواند،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موارد قصر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اتمام افضل است</w:t>
      </w:r>
      <w:r w:rsidRPr="00A9507D">
        <w:rPr>
          <w:rStyle w:val="libFootnotenumChar"/>
          <w:rtl/>
        </w:rPr>
        <w:t>.(5)</w:t>
      </w:r>
    </w:p>
    <w:p w:rsidR="00160F70" w:rsidRPr="00A9507D" w:rsidRDefault="00A9507D" w:rsidP="00A9507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</w:t>
      </w:r>
    </w:p>
    <w:p w:rsidR="00160F70" w:rsidRDefault="00160F70" w:rsidP="00A9507D">
      <w:pPr>
        <w:pStyle w:val="libFootnote0"/>
        <w:rPr>
          <w:rtl/>
          <w:lang w:bidi="fa-IR"/>
        </w:rPr>
      </w:pPr>
      <w:r>
        <w:rPr>
          <w:rtl/>
          <w:lang w:bidi="fa-IR"/>
        </w:rPr>
        <w:t>1- 1. محدث نور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مستدرک وسائل، ج 10، ص 321.</w:t>
      </w:r>
    </w:p>
    <w:p w:rsidR="00160F70" w:rsidRDefault="00160F70" w:rsidP="00A9507D">
      <w:pPr>
        <w:pStyle w:val="libFootnote0"/>
        <w:rPr>
          <w:rtl/>
          <w:lang w:bidi="fa-IR"/>
        </w:rPr>
      </w:pPr>
      <w:r>
        <w:rPr>
          <w:rtl/>
          <w:lang w:bidi="fa-IR"/>
        </w:rPr>
        <w:t>2- 2.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صدوق، الأمال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 118.</w:t>
      </w:r>
    </w:p>
    <w:p w:rsidR="00160F70" w:rsidRDefault="00160F70" w:rsidP="00A9507D">
      <w:pPr>
        <w:pStyle w:val="libFootnote0"/>
        <w:rPr>
          <w:rtl/>
          <w:lang w:bidi="fa-IR"/>
        </w:rPr>
      </w:pPr>
      <w:r>
        <w:rPr>
          <w:rtl/>
          <w:lang w:bidi="fa-IR"/>
        </w:rPr>
        <w:t>3- 3. علامه مجلس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بحارالأنوار، ج 44/281.</w:t>
      </w:r>
    </w:p>
    <w:p w:rsidR="00160F70" w:rsidRDefault="00160F70" w:rsidP="00A9507D">
      <w:pPr>
        <w:pStyle w:val="libFootnote0"/>
        <w:rPr>
          <w:rtl/>
          <w:lang w:bidi="fa-IR"/>
        </w:rPr>
      </w:pPr>
      <w:r>
        <w:rPr>
          <w:rtl/>
          <w:lang w:bidi="fa-IR"/>
        </w:rPr>
        <w:t>4- 4.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طوس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الأمال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1، ص 55.</w:t>
      </w:r>
    </w:p>
    <w:p w:rsidR="00160F70" w:rsidRDefault="00160F70" w:rsidP="00A9507D">
      <w:pPr>
        <w:pStyle w:val="libFootnote0"/>
        <w:rPr>
          <w:rtl/>
          <w:lang w:bidi="fa-IR"/>
        </w:rPr>
      </w:pPr>
      <w:r>
        <w:rPr>
          <w:rtl/>
          <w:lang w:bidi="fa-IR"/>
        </w:rPr>
        <w:t>5- 5.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المزار، ص 119.</w:t>
      </w:r>
    </w:p>
    <w:p w:rsidR="00160F70" w:rsidRDefault="00A9507D" w:rsidP="00A9507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160F70">
        <w:rPr>
          <w:rFonts w:hint="eastAsia"/>
          <w:rtl/>
          <w:lang w:bidi="fa-IR"/>
        </w:rPr>
        <w:lastRenderedPageBreak/>
        <w:t>ا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ن</w:t>
      </w:r>
      <w:r w:rsidR="00160F70">
        <w:rPr>
          <w:rtl/>
          <w:lang w:bidi="fa-IR"/>
        </w:rPr>
        <w:t xml:space="preserve"> چهار مکان عبارتند از: مسجدالحرام، مسجدالنّب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،</w:t>
      </w:r>
      <w:r w:rsidR="00160F70">
        <w:rPr>
          <w:rtl/>
          <w:lang w:bidi="fa-IR"/>
        </w:rPr>
        <w:t xml:space="preserve"> مسجد کوفه و حرم امام حس</w:t>
      </w:r>
      <w:r w:rsidR="00160F70">
        <w:rPr>
          <w:rFonts w:hint="cs"/>
          <w:rtl/>
          <w:lang w:bidi="fa-IR"/>
        </w:rPr>
        <w:t>ی</w:t>
      </w:r>
      <w:r w:rsidR="00160F70">
        <w:rPr>
          <w:rFonts w:hint="eastAsia"/>
          <w:rtl/>
          <w:lang w:bidi="fa-IR"/>
        </w:rPr>
        <w:t>ن</w:t>
      </w:r>
      <w:r w:rsidR="00160F70">
        <w:rPr>
          <w:rtl/>
          <w:lang w:bidi="fa-IR"/>
        </w:rPr>
        <w:t xml:space="preserve"> </w:t>
      </w:r>
      <w:r w:rsidR="00160F70" w:rsidRPr="00160F70">
        <w:rPr>
          <w:rStyle w:val="libAlaemChar"/>
          <w:rtl/>
        </w:rPr>
        <w:t xml:space="preserve">عليه‌السلام </w:t>
      </w:r>
      <w:r w:rsidR="00160F70" w:rsidRPr="00A9507D">
        <w:rPr>
          <w:rStyle w:val="libFootnotenumChar"/>
          <w:rtl/>
        </w:rPr>
        <w:t>.(1)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2) خاک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آن مکان برداشته شود، اکس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شفا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باشد، حجاب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هفتگانه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شکافد، موجب قبول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موجب امان از هر خوف و امان از عذاب قبر و عالم برزخ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خاک</w:t>
      </w:r>
      <w:r>
        <w:rPr>
          <w:rtl/>
          <w:lang w:bidi="fa-IR"/>
        </w:rPr>
        <w:t xml:space="preserve"> شفا از اطراف حرم مطهّر تا فاصله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هفتاد ذراع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برداشته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  <w:r w:rsidRPr="00A9507D">
        <w:rPr>
          <w:rStyle w:val="libFootnotenumChar"/>
          <w:rtl/>
        </w:rPr>
        <w:t>(2)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tl/>
          <w:lang w:bidi="fa-IR"/>
        </w:rPr>
        <w:t>3) دعا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گنبد مستجاب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و آن به عوض شهادت آن حضرت است.(3)</w:t>
      </w:r>
    </w:p>
    <w:p w:rsidR="00160F70" w:rsidRPr="00A9507D" w:rsidRDefault="00A9507D" w:rsidP="00A9507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</w:t>
      </w:r>
    </w:p>
    <w:p w:rsidR="00160F70" w:rsidRDefault="00160F70" w:rsidP="00A9507D">
      <w:pPr>
        <w:pStyle w:val="libFootnote0"/>
        <w:rPr>
          <w:rtl/>
          <w:lang w:bidi="fa-IR"/>
        </w:rPr>
      </w:pPr>
      <w:r>
        <w:rPr>
          <w:rtl/>
          <w:lang w:bidi="fa-IR"/>
        </w:rPr>
        <w:t>1- 1.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4، ص 587.</w:t>
      </w:r>
    </w:p>
    <w:p w:rsidR="00160F70" w:rsidRDefault="00160F70" w:rsidP="00A9507D">
      <w:pPr>
        <w:pStyle w:val="libFootnote0"/>
        <w:rPr>
          <w:rtl/>
          <w:lang w:bidi="fa-IR"/>
        </w:rPr>
      </w:pPr>
      <w:r>
        <w:rPr>
          <w:rtl/>
          <w:lang w:bidi="fa-IR"/>
        </w:rPr>
        <w:t>2- 2. همان، ص 588.</w:t>
      </w:r>
    </w:p>
    <w:p w:rsidR="00160F70" w:rsidRDefault="00160F70" w:rsidP="00A9507D">
      <w:pPr>
        <w:pStyle w:val="libFootnote0"/>
        <w:rPr>
          <w:rtl/>
          <w:lang w:bidi="fa-IR"/>
        </w:rPr>
      </w:pPr>
      <w:r>
        <w:rPr>
          <w:rtl/>
          <w:lang w:bidi="fa-IR"/>
        </w:rPr>
        <w:t>3- 3.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طوس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الأمال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1، ص 317.</w:t>
      </w:r>
    </w:p>
    <w:p w:rsidR="00A9507D" w:rsidRDefault="00A9507D" w:rsidP="00160F70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اَللّهُمَّ</w:t>
      </w:r>
      <w:r>
        <w:rPr>
          <w:rtl/>
          <w:lang w:bidi="fa-IR"/>
        </w:rPr>
        <w:t xml:space="preserve"> هذا دِ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نُکَ</w:t>
      </w:r>
      <w:r>
        <w:rPr>
          <w:rtl/>
          <w:lang w:bidi="fa-IR"/>
        </w:rPr>
        <w:t xml:space="preserve"> أَصْبَحَ باکِ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اً</w:t>
      </w:r>
      <w:r>
        <w:rPr>
          <w:rtl/>
          <w:lang w:bidi="fa-IR"/>
        </w:rPr>
        <w:t xml:space="preserve"> لِفَقْدِ وَلِ</w:t>
      </w:r>
      <w:r>
        <w:rPr>
          <w:rFonts w:hint="cs"/>
          <w:rtl/>
          <w:lang w:bidi="fa-IR"/>
        </w:rPr>
        <w:t>یِّ</w:t>
      </w:r>
      <w:r>
        <w:rPr>
          <w:rFonts w:hint="eastAsia"/>
          <w:rtl/>
          <w:lang w:bidi="fa-IR"/>
        </w:rPr>
        <w:t>کَ،</w:t>
      </w:r>
      <w:r>
        <w:rPr>
          <w:rtl/>
          <w:lang w:bidi="fa-IR"/>
        </w:rPr>
        <w:t xml:space="preserve"> فَصَلِّ عَل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مُحَمَّدٍ وَ آلِ مُحَمَّدٍ وَ عَجِّلْ فَرَجَ وَلِ</w:t>
      </w:r>
      <w:r>
        <w:rPr>
          <w:rFonts w:hint="cs"/>
          <w:rtl/>
          <w:lang w:bidi="fa-IR"/>
        </w:rPr>
        <w:t>یِّ</w:t>
      </w:r>
      <w:r>
        <w:rPr>
          <w:rFonts w:hint="eastAsia"/>
          <w:rtl/>
          <w:lang w:bidi="fa-IR"/>
        </w:rPr>
        <w:t>کَ</w:t>
      </w:r>
      <w:r>
        <w:rPr>
          <w:rtl/>
          <w:lang w:bidi="fa-IR"/>
        </w:rPr>
        <w:t xml:space="preserve"> رَحْمَهً لِدِ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نِکَ؛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اَللّهُمَّ</w:t>
      </w:r>
      <w:r>
        <w:rPr>
          <w:rtl/>
          <w:lang w:bidi="fa-IR"/>
        </w:rPr>
        <w:t xml:space="preserve"> هذا کِتابُکَ أصْبَحَ باکِ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اً</w:t>
      </w:r>
      <w:r>
        <w:rPr>
          <w:rtl/>
          <w:lang w:bidi="fa-IR"/>
        </w:rPr>
        <w:t xml:space="preserve"> لِفَقْدِ وَلِ</w:t>
      </w:r>
      <w:r>
        <w:rPr>
          <w:rFonts w:hint="cs"/>
          <w:rtl/>
          <w:lang w:bidi="fa-IR"/>
        </w:rPr>
        <w:t>یِّ</w:t>
      </w:r>
      <w:r>
        <w:rPr>
          <w:rFonts w:hint="eastAsia"/>
          <w:rtl/>
          <w:lang w:bidi="fa-IR"/>
        </w:rPr>
        <w:t>کَ،</w:t>
      </w:r>
      <w:r>
        <w:rPr>
          <w:rtl/>
          <w:lang w:bidi="fa-IR"/>
        </w:rPr>
        <w:t xml:space="preserve"> فَصَلِّ عَل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مُحَمَّدٍ وَ آلِ مُحَمَّدٍ وَ عَجِّلْ فَرَجَ وَلِ</w:t>
      </w:r>
      <w:r>
        <w:rPr>
          <w:rFonts w:hint="cs"/>
          <w:rtl/>
          <w:lang w:bidi="fa-IR"/>
        </w:rPr>
        <w:t>یِّ</w:t>
      </w:r>
      <w:r>
        <w:rPr>
          <w:rFonts w:hint="eastAsia"/>
          <w:rtl/>
          <w:lang w:bidi="fa-IR"/>
        </w:rPr>
        <w:t>کَ</w:t>
      </w:r>
      <w:r>
        <w:rPr>
          <w:rtl/>
          <w:lang w:bidi="fa-IR"/>
        </w:rPr>
        <w:t xml:space="preserve"> رَحْمَهً لِکِتابِکَ؛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اَللّهُمَّ</w:t>
      </w:r>
      <w:r>
        <w:rPr>
          <w:rtl/>
          <w:lang w:bidi="fa-IR"/>
        </w:rPr>
        <w:t xml:space="preserve"> وَ هذا أَعْ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نُ</w:t>
      </w:r>
      <w:r>
        <w:rPr>
          <w:rtl/>
          <w:lang w:bidi="fa-IR"/>
        </w:rPr>
        <w:t xml:space="preserve"> الْمُؤْمِن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 xml:space="preserve"> أَصْبَحْتَ باکِ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اً</w:t>
      </w:r>
      <w:r>
        <w:rPr>
          <w:rtl/>
          <w:lang w:bidi="fa-IR"/>
        </w:rPr>
        <w:t xml:space="preserve"> لِفَقْدِ وَلِ</w:t>
      </w:r>
      <w:r>
        <w:rPr>
          <w:rFonts w:hint="cs"/>
          <w:rtl/>
          <w:lang w:bidi="fa-IR"/>
        </w:rPr>
        <w:t>یِّ</w:t>
      </w:r>
      <w:r>
        <w:rPr>
          <w:rFonts w:hint="eastAsia"/>
          <w:rtl/>
          <w:lang w:bidi="fa-IR"/>
        </w:rPr>
        <w:t>کَ،</w:t>
      </w:r>
      <w:r>
        <w:rPr>
          <w:rtl/>
          <w:lang w:bidi="fa-IR"/>
        </w:rPr>
        <w:t xml:space="preserve"> فَصَلِّ عَل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مُحَمَّدٍ وَ آلِ مُحَمَّدٍ وَ عَجِّلْ فَرَجَ وَلِ</w:t>
      </w:r>
      <w:r>
        <w:rPr>
          <w:rFonts w:hint="cs"/>
          <w:rtl/>
          <w:lang w:bidi="fa-IR"/>
        </w:rPr>
        <w:t>یِّ</w:t>
      </w:r>
      <w:r>
        <w:rPr>
          <w:rFonts w:hint="eastAsia"/>
          <w:rtl/>
          <w:lang w:bidi="fa-IR"/>
        </w:rPr>
        <w:t>کَ</w:t>
      </w:r>
      <w:r>
        <w:rPr>
          <w:rtl/>
          <w:lang w:bidi="fa-IR"/>
        </w:rPr>
        <w:t xml:space="preserve"> رَحْمَهً لِلْمُؤمِن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نَ؛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خداوندا</w:t>
      </w:r>
      <w:r>
        <w:rPr>
          <w:rtl/>
          <w:lang w:bidi="fa-IR"/>
        </w:rPr>
        <w:t>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تست که در نبود ول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است، پس بر محمد و آل محمد درود بفرست و در فرج ول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از باب ترحم بر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تعج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فرما.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خداوندا</w:t>
      </w:r>
      <w:r>
        <w:rPr>
          <w:rtl/>
          <w:lang w:bidi="fa-IR"/>
        </w:rPr>
        <w:t>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تست که در نبود ول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است، بر محمد و آل محمد درود بفرست و از باب ترحم بر کتاب خود، در فرج ول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فرما.</w:t>
      </w:r>
    </w:p>
    <w:p w:rsidR="00160F70" w:rsidRDefault="00160F70" w:rsidP="00160F70">
      <w:pPr>
        <w:pStyle w:val="libNormal"/>
        <w:rPr>
          <w:rtl/>
          <w:lang w:bidi="fa-IR"/>
        </w:rPr>
      </w:pPr>
    </w:p>
    <w:p w:rsidR="00160F70" w:rsidRDefault="00160F70" w:rsidP="00160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خداوندا</w:t>
      </w:r>
      <w:r>
        <w:rPr>
          <w:rtl/>
          <w:lang w:bidi="fa-IR"/>
        </w:rPr>
        <w:t>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دگان</w:t>
      </w:r>
      <w:r>
        <w:rPr>
          <w:rtl/>
          <w:lang w:bidi="fa-IR"/>
        </w:rPr>
        <w:t xml:space="preserve"> مؤمنان است که در نبود ول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است، بر محمد و آل محمد درود بفرست و از باب ترحم بر مؤمنان، در فرج ول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فرما.</w:t>
      </w:r>
      <w:r w:rsidRPr="00A9507D">
        <w:rPr>
          <w:rStyle w:val="libFootnotenumChar"/>
          <w:rtl/>
        </w:rPr>
        <w:t>(1)</w:t>
      </w:r>
    </w:p>
    <w:p w:rsidR="00160F70" w:rsidRPr="00A9507D" w:rsidRDefault="00A9507D" w:rsidP="00A9507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160F70" w:rsidRDefault="00160F70" w:rsidP="00A9507D">
      <w:pPr>
        <w:pStyle w:val="libFootnote0"/>
        <w:rPr>
          <w:rtl/>
          <w:lang w:bidi="fa-IR"/>
        </w:rPr>
      </w:pPr>
      <w:r>
        <w:rPr>
          <w:rtl/>
          <w:lang w:bidi="fa-IR"/>
        </w:rPr>
        <w:t>1- 1. رک، نگارنده، تنها ره رها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 78.</w:t>
      </w:r>
    </w:p>
    <w:p w:rsidR="008F24C2" w:rsidRDefault="00A9507D" w:rsidP="00A9507D">
      <w:pPr>
        <w:pStyle w:val="Heading1Cente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  <w:bookmarkStart w:id="129" w:name="_Toc525386500"/>
      <w:r>
        <w:rPr>
          <w:rFonts w:hint="cs"/>
          <w:rtl/>
          <w:lang w:bidi="fa-IR"/>
        </w:rPr>
        <w:lastRenderedPageBreak/>
        <w:t>فهرست مطالب</w:t>
      </w:r>
      <w:bookmarkEnd w:id="129"/>
    </w:p>
    <w:sdt>
      <w:sdtPr>
        <w:id w:val="620606392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3F14D3" w:rsidRDefault="003F14D3" w:rsidP="003F14D3">
          <w:pPr>
            <w:pStyle w:val="TOCHeading"/>
          </w:pPr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5386371" w:history="1">
            <w:r w:rsidRPr="00676776">
              <w:rPr>
                <w:rStyle w:val="Hyperlink"/>
                <w:noProof/>
                <w:rtl/>
                <w:lang w:bidi="fa-IR"/>
              </w:rPr>
              <w:t>پ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ش گفتار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Toc525386371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372" w:history="1">
            <w:r w:rsidRPr="00676776">
              <w:rPr>
                <w:rStyle w:val="Hyperlink"/>
                <w:noProof/>
                <w:rtl/>
                <w:lang w:bidi="fa-IR"/>
              </w:rPr>
              <w:t>زنده جاو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Toc525386372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373" w:history="1">
            <w:r w:rsidRPr="00676776">
              <w:rPr>
                <w:rStyle w:val="Hyperlink"/>
                <w:noProof/>
                <w:rtl/>
                <w:lang w:bidi="fa-IR"/>
              </w:rPr>
              <w:t>جاودانگ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نهضت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ن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Toc525386373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374" w:history="1">
            <w:r w:rsidRPr="00676776">
              <w:rPr>
                <w:rStyle w:val="Hyperlink"/>
                <w:noProof/>
                <w:rtl/>
                <w:lang w:bidi="fa-IR"/>
              </w:rPr>
              <w:t>امام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676776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676776">
              <w:rPr>
                <w:rStyle w:val="Hyperlink"/>
                <w:noProof/>
                <w:rtl/>
                <w:lang w:bidi="fa-IR"/>
              </w:rPr>
              <w:t>راز خلقت جهان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Toc525386374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375" w:history="1">
            <w:r w:rsidRPr="00676776">
              <w:rPr>
                <w:rStyle w:val="Hyperlink"/>
                <w:noProof/>
                <w:rtl/>
                <w:lang w:bidi="fa-IR"/>
              </w:rPr>
              <w:t>کشت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نجات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Toc525386375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376" w:history="1">
            <w:r w:rsidRPr="00676776">
              <w:rPr>
                <w:rStyle w:val="Hyperlink"/>
                <w:noProof/>
                <w:rtl/>
                <w:lang w:bidi="fa-IR"/>
              </w:rPr>
              <w:t>کرامات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ن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Toc525386376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377" w:history="1">
            <w:r w:rsidRPr="00676776">
              <w:rPr>
                <w:rStyle w:val="Hyperlink"/>
                <w:noProof/>
                <w:rtl/>
                <w:lang w:bidi="fa-IR"/>
              </w:rPr>
              <w:t>عنا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ت حضرت ول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عصر </w:t>
            </w:r>
            <w:r w:rsidRPr="00676776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676776">
              <w:rPr>
                <w:rStyle w:val="Hyperlink"/>
                <w:noProof/>
                <w:rtl/>
                <w:lang w:bidi="fa-IR"/>
              </w:rPr>
              <w:t>به تأس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س مجالس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ن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Toc525386377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378" w:history="1">
            <w:r w:rsidRPr="00676776">
              <w:rPr>
                <w:rStyle w:val="Hyperlink"/>
                <w:noProof/>
                <w:rtl/>
                <w:lang w:bidi="fa-IR"/>
              </w:rPr>
              <w:t>عنا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ت امام زمان </w:t>
            </w:r>
            <w:r w:rsidRPr="00676776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به مجالس عزادار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Toc525386378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379" w:history="1">
            <w:r w:rsidRPr="00676776">
              <w:rPr>
                <w:rStyle w:val="Hyperlink"/>
                <w:noProof/>
                <w:rtl/>
                <w:lang w:bidi="fa-IR"/>
              </w:rPr>
              <w:t>عنا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ت حضرت فاطمه </w:t>
            </w:r>
            <w:r w:rsidRPr="00676776">
              <w:rPr>
                <w:rStyle w:val="Hyperlink"/>
                <w:rFonts w:eastAsiaTheme="minorHAnsi" w:cs="Rafed Alaem"/>
                <w:noProof/>
                <w:rtl/>
              </w:rPr>
              <w:t>عليها‌السلام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به مجالس عزادار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Toc525386379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380" w:history="1">
            <w:r w:rsidRPr="00676776">
              <w:rPr>
                <w:rStyle w:val="Hyperlink"/>
                <w:noProof/>
                <w:rtl/>
                <w:lang w:bidi="fa-IR"/>
              </w:rPr>
              <w:t>عنا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ت امام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676776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به علامه 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ام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ن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Toc525386380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381" w:history="1">
            <w:r w:rsidRPr="00676776">
              <w:rPr>
                <w:rStyle w:val="Hyperlink"/>
                <w:noProof/>
                <w:rtl/>
                <w:lang w:bidi="fa-IR"/>
              </w:rPr>
              <w:t>عنا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ت خاص امام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676776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به مرحوم دربند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Toc525386381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382" w:history="1">
            <w:r w:rsidRPr="00676776">
              <w:rPr>
                <w:rStyle w:val="Hyperlink"/>
                <w:noProof/>
                <w:rtl/>
                <w:lang w:bidi="fa-IR"/>
              </w:rPr>
              <w:t>عنا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ت امام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676776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به مرحوم مولو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قندهار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Toc525386382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383" w:history="1">
            <w:r w:rsidRPr="00676776">
              <w:rPr>
                <w:rStyle w:val="Hyperlink"/>
                <w:noProof/>
                <w:rtl/>
                <w:lang w:bidi="fa-IR"/>
              </w:rPr>
              <w:t>عنا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ت امام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676776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به مرحوم م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رزا عل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ش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راز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Toc525386383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384" w:history="1">
            <w:r w:rsidRPr="00676776">
              <w:rPr>
                <w:rStyle w:val="Hyperlink"/>
                <w:noProof/>
                <w:rtl/>
                <w:lang w:bidi="fa-IR"/>
              </w:rPr>
              <w:t>عنا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ت امام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676776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به مرحوم ش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خ مهد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مازندران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Toc525386384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385" w:history="1">
            <w:r w:rsidRPr="00676776">
              <w:rPr>
                <w:rStyle w:val="Hyperlink"/>
                <w:noProof/>
                <w:rtl/>
                <w:lang w:bidi="fa-IR"/>
              </w:rPr>
              <w:t>عنا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ت امام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676776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به مرحوم اسد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ش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راز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Toc525386385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386" w:history="1">
            <w:r w:rsidRPr="00676776">
              <w:rPr>
                <w:rStyle w:val="Hyperlink"/>
                <w:noProof/>
                <w:rtl/>
                <w:lang w:bidi="fa-IR"/>
              </w:rPr>
              <w:t>عنا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ت امام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676776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به نظام رشت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Toc525386386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387" w:history="1">
            <w:r w:rsidRPr="00676776">
              <w:rPr>
                <w:rStyle w:val="Hyperlink"/>
                <w:noProof/>
                <w:rtl/>
                <w:lang w:bidi="fa-IR"/>
              </w:rPr>
              <w:t>شفا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سرطان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با عنا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ت امام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Toc525386387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388" w:history="1">
            <w:r w:rsidRPr="00676776">
              <w:rPr>
                <w:rStyle w:val="Hyperlink"/>
                <w:noProof/>
                <w:rtl/>
                <w:lang w:bidi="fa-IR"/>
              </w:rPr>
              <w:t>تربت امام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676776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به راست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اکس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ر اعظم است.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Toc525386388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389" w:history="1">
            <w:r w:rsidRPr="00676776">
              <w:rPr>
                <w:rStyle w:val="Hyperlink"/>
                <w:noProof/>
                <w:rtl/>
                <w:lang w:bidi="fa-IR"/>
              </w:rPr>
              <w:t>شفا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ب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ماران سرطان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با توسّل به سالار شه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Toc525386389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390" w:history="1">
            <w:r w:rsidRPr="00676776">
              <w:rPr>
                <w:rStyle w:val="Hyperlink"/>
                <w:noProof/>
                <w:rtl/>
                <w:lang w:bidi="fa-IR"/>
              </w:rPr>
              <w:t>شفا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مرگ مغز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با توسل به امام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Toc525386390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391" w:history="1">
            <w:r w:rsidRPr="00676776">
              <w:rPr>
                <w:rStyle w:val="Hyperlink"/>
                <w:noProof/>
                <w:rtl/>
                <w:lang w:bidi="fa-IR"/>
              </w:rPr>
              <w:t>شفا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مفلوج با توسّل به امام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Toc525386391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392" w:history="1">
            <w:r w:rsidRPr="00676776">
              <w:rPr>
                <w:rStyle w:val="Hyperlink"/>
                <w:noProof/>
                <w:rtl/>
                <w:lang w:bidi="fa-IR"/>
              </w:rPr>
              <w:t>نجات حاج ماشاء اللّه از مرگ حتم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با عنا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ت امام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Toc525386392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393" w:history="1">
            <w:r w:rsidRPr="00676776">
              <w:rPr>
                <w:rStyle w:val="Hyperlink"/>
                <w:noProof/>
                <w:rtl/>
                <w:lang w:bidi="fa-IR"/>
              </w:rPr>
              <w:t>عمر دوباره با توسل به امام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Toc525386393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394" w:history="1">
            <w:r w:rsidRPr="00676776">
              <w:rPr>
                <w:rStyle w:val="Hyperlink"/>
                <w:noProof/>
                <w:rtl/>
                <w:lang w:bidi="fa-IR"/>
              </w:rPr>
              <w:t>نجات از مرگ با توسل به امام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Toc525386394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395" w:history="1">
            <w:r w:rsidRPr="00676776">
              <w:rPr>
                <w:rStyle w:val="Hyperlink"/>
                <w:noProof/>
                <w:rtl/>
                <w:lang w:bidi="fa-IR"/>
              </w:rPr>
              <w:t>عنا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ت امام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به شاعران مرث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ه سرا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Toc525386395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396" w:history="1">
            <w:r w:rsidRPr="00676776">
              <w:rPr>
                <w:rStyle w:val="Hyperlink"/>
                <w:noProof/>
                <w:rtl/>
                <w:lang w:bidi="fa-IR"/>
              </w:rPr>
              <w:t>عنا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ت امام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676776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به مد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حه سرا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Toc525386396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397" w:history="1">
            <w:r w:rsidRPr="00676776">
              <w:rPr>
                <w:rStyle w:val="Hyperlink"/>
                <w:noProof/>
                <w:rtl/>
                <w:lang w:bidi="fa-IR"/>
              </w:rPr>
              <w:t>عنا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ت امام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676776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به 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ک روضه خوان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Toc525386397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398" w:history="1">
            <w:r w:rsidRPr="00676776">
              <w:rPr>
                <w:rStyle w:val="Hyperlink"/>
                <w:noProof/>
                <w:rtl/>
                <w:lang w:bidi="fa-IR"/>
              </w:rPr>
              <w:t>عنا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ت و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ژه به روضه خوان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Toc525386398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399" w:history="1">
            <w:r w:rsidRPr="00676776">
              <w:rPr>
                <w:rStyle w:val="Hyperlink"/>
                <w:noProof/>
                <w:rtl/>
                <w:lang w:bidi="fa-IR"/>
              </w:rPr>
              <w:t xml:space="preserve">اخلاص 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ک ذاکر امام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Toc525386399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00" w:history="1">
            <w:r w:rsidRPr="00676776">
              <w:rPr>
                <w:rStyle w:val="Hyperlink"/>
                <w:noProof/>
                <w:rtl/>
                <w:lang w:bidi="fa-IR"/>
              </w:rPr>
              <w:t>عنا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ت خاص امام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676776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به عزاداران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01" w:history="1">
            <w:r w:rsidRPr="00676776">
              <w:rPr>
                <w:rStyle w:val="Hyperlink"/>
                <w:noProof/>
                <w:rtl/>
                <w:lang w:bidi="fa-IR"/>
              </w:rPr>
              <w:t>توسل به ه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ئآت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ن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02" w:history="1">
            <w:r w:rsidRPr="00676776">
              <w:rPr>
                <w:rStyle w:val="Hyperlink"/>
                <w:noProof/>
                <w:rtl/>
                <w:lang w:bidi="fa-IR"/>
              </w:rPr>
              <w:t xml:space="preserve">دفع بلا با گلبانگ 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ا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03" w:history="1">
            <w:r w:rsidRPr="00676776">
              <w:rPr>
                <w:rStyle w:val="Hyperlink"/>
                <w:noProof/>
                <w:rtl/>
                <w:lang w:bidi="fa-IR"/>
              </w:rPr>
              <w:t>صاحب فرزند شدن به عنا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ت امام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04" w:history="1">
            <w:r w:rsidRPr="00676776">
              <w:rPr>
                <w:rStyle w:val="Hyperlink"/>
                <w:noProof/>
                <w:rtl/>
                <w:lang w:bidi="fa-IR"/>
              </w:rPr>
              <w:t>عمر دوباره به برکت توسّل به امام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05" w:history="1">
            <w:r w:rsidRPr="00676776">
              <w:rPr>
                <w:rStyle w:val="Hyperlink"/>
                <w:noProof/>
                <w:rtl/>
                <w:lang w:bidi="fa-IR"/>
              </w:rPr>
              <w:t xml:space="preserve">نغمه 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: «ولد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ا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ن»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06" w:history="1">
            <w:r w:rsidRPr="00676776">
              <w:rPr>
                <w:rStyle w:val="Hyperlink"/>
                <w:noProof/>
                <w:rtl/>
                <w:lang w:bidi="fa-IR"/>
              </w:rPr>
              <w:t>گوشه 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از عنا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ات امام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07" w:history="1">
            <w:r w:rsidRPr="00676776">
              <w:rPr>
                <w:rStyle w:val="Hyperlink"/>
                <w:noProof/>
                <w:rtl/>
                <w:lang w:bidi="fa-IR"/>
              </w:rPr>
              <w:t>دفع وبا با توسّل به حضرت 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دالشهداء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08" w:history="1">
            <w:r w:rsidRPr="00676776">
              <w:rPr>
                <w:rStyle w:val="Hyperlink"/>
                <w:noProof/>
                <w:rtl/>
                <w:lang w:bidi="fa-IR"/>
              </w:rPr>
              <w:t>عنا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ت خاص امام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676776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به 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ک بانو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09" w:history="1">
            <w:r w:rsidRPr="00676776">
              <w:rPr>
                <w:rStyle w:val="Hyperlink"/>
                <w:noProof/>
                <w:rtl/>
                <w:lang w:bidi="fa-IR"/>
              </w:rPr>
              <w:t>عنا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ت امام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676776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به 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ک فرد مس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ح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10" w:history="1">
            <w:r w:rsidRPr="00676776">
              <w:rPr>
                <w:rStyle w:val="Hyperlink"/>
                <w:noProof/>
                <w:rtl/>
                <w:lang w:bidi="fa-IR"/>
              </w:rPr>
              <w:t>عزادار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برا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امام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11" w:history="1">
            <w:r w:rsidRPr="00676776">
              <w:rPr>
                <w:rStyle w:val="Hyperlink"/>
                <w:noProof/>
                <w:rtl/>
                <w:lang w:bidi="fa-IR"/>
              </w:rPr>
              <w:t>ختم ز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ارت عاشورا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12" w:history="1">
            <w:r w:rsidRPr="00676776">
              <w:rPr>
                <w:rStyle w:val="Hyperlink"/>
                <w:noProof/>
                <w:rtl/>
                <w:lang w:bidi="fa-IR"/>
              </w:rPr>
              <w:t>1 - .ختومات و جا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گاه آنها در اسلام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13" w:history="1">
            <w:r w:rsidRPr="00676776">
              <w:rPr>
                <w:rStyle w:val="Hyperlink"/>
                <w:noProof/>
                <w:rtl/>
                <w:lang w:bidi="fa-IR"/>
              </w:rPr>
              <w:t>2 - ختم ادع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ه و اذکار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14" w:history="1">
            <w:r w:rsidRPr="00676776">
              <w:rPr>
                <w:rStyle w:val="Hyperlink"/>
                <w:noProof/>
                <w:rtl/>
                <w:lang w:bidi="fa-IR"/>
              </w:rPr>
              <w:t>3 - توسّلات چهل روزه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15" w:history="1">
            <w:r w:rsidRPr="00676776">
              <w:rPr>
                <w:rStyle w:val="Hyperlink"/>
                <w:noProof/>
                <w:rtl/>
                <w:lang w:bidi="fa-IR"/>
              </w:rPr>
              <w:t>4 - قداست عدد چهل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16" w:history="1">
            <w:r w:rsidRPr="00676776">
              <w:rPr>
                <w:rStyle w:val="Hyperlink"/>
                <w:noProof/>
                <w:rtl/>
                <w:lang w:bidi="fa-IR"/>
              </w:rPr>
              <w:t>5 - ختم ز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ارت عاشورا از د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دگاه معصوم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676776">
              <w:rPr>
                <w:rStyle w:val="Hyperlink"/>
                <w:rFonts w:eastAsiaTheme="minorHAnsi" w:cs="Rafed Alaem"/>
                <w:noProof/>
                <w:rtl/>
              </w:rPr>
              <w:t>عليهم‌السلام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17" w:history="1">
            <w:r w:rsidRPr="00676776">
              <w:rPr>
                <w:rStyle w:val="Hyperlink"/>
                <w:noProof/>
                <w:rtl/>
                <w:lang w:bidi="fa-IR"/>
              </w:rPr>
              <w:t>6 - آداب ز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ارت عاشورا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18" w:history="1">
            <w:r w:rsidRPr="00676776">
              <w:rPr>
                <w:rStyle w:val="Hyperlink"/>
                <w:noProof/>
                <w:rtl/>
                <w:lang w:bidi="fa-IR"/>
              </w:rPr>
              <w:t>7 - د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گر آداب ختم ز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ارت عاشورا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19" w:history="1">
            <w:r w:rsidRPr="00676776">
              <w:rPr>
                <w:rStyle w:val="Hyperlink"/>
                <w:noProof/>
                <w:rtl/>
                <w:lang w:bidi="fa-IR"/>
              </w:rPr>
              <w:t>8 - سند ز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ارت عاشورا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20" w:history="1">
            <w:r w:rsidRPr="00676776">
              <w:rPr>
                <w:rStyle w:val="Hyperlink"/>
                <w:noProof/>
                <w:rtl/>
                <w:lang w:bidi="fa-IR"/>
              </w:rPr>
              <w:t>9 - همسو با قرآن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21" w:history="1">
            <w:r w:rsidRPr="00676776">
              <w:rPr>
                <w:rStyle w:val="Hyperlink"/>
                <w:noProof/>
                <w:rtl/>
                <w:lang w:bidi="fa-IR"/>
              </w:rPr>
              <w:t>10 - همسو با سنّت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22" w:history="1">
            <w:r w:rsidRPr="00676776">
              <w:rPr>
                <w:rStyle w:val="Hyperlink"/>
                <w:noProof/>
                <w:rtl/>
                <w:lang w:bidi="fa-IR"/>
              </w:rPr>
              <w:t>بازد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د امام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از زائران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23" w:history="1">
            <w:r w:rsidRPr="00676776">
              <w:rPr>
                <w:rStyle w:val="Hyperlink"/>
                <w:noProof/>
                <w:rtl/>
                <w:lang w:bidi="fa-IR"/>
              </w:rPr>
              <w:t>مرغ «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احس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ن» گو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24" w:history="1">
            <w:r w:rsidRPr="00676776">
              <w:rPr>
                <w:rStyle w:val="Hyperlink"/>
                <w:noProof/>
                <w:rtl/>
                <w:lang w:bidi="fa-IR"/>
              </w:rPr>
              <w:t>آزمون انب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ا و اول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اءدر مورد امام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25" w:history="1">
            <w:r w:rsidRPr="00676776">
              <w:rPr>
                <w:rStyle w:val="Hyperlink"/>
                <w:noProof/>
                <w:rtl/>
                <w:lang w:bidi="fa-IR"/>
              </w:rPr>
              <w:t>عنا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ت امام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676776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به مجالس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ن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26" w:history="1">
            <w:r w:rsidRPr="00676776">
              <w:rPr>
                <w:rStyle w:val="Hyperlink"/>
                <w:noProof/>
                <w:rtl/>
                <w:lang w:bidi="fa-IR"/>
              </w:rPr>
              <w:t>عنا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ت امام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676776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به عزاداران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27" w:history="1">
            <w:r w:rsidRPr="00676776">
              <w:rPr>
                <w:rStyle w:val="Hyperlink"/>
                <w:noProof/>
                <w:rtl/>
                <w:lang w:bidi="fa-IR"/>
              </w:rPr>
              <w:t>عنا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ات امام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676776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به زائران 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یّ</w:t>
            </w:r>
            <w:r w:rsidRPr="00676776">
              <w:rPr>
                <w:rStyle w:val="Hyperlink"/>
                <w:noProof/>
                <w:rtl/>
                <w:lang w:bidi="fa-IR"/>
              </w:rPr>
              <w:t>ام عاشورا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28" w:history="1">
            <w:r w:rsidRPr="00676776">
              <w:rPr>
                <w:rStyle w:val="Hyperlink"/>
                <w:noProof/>
                <w:rtl/>
                <w:lang w:bidi="fa-IR"/>
              </w:rPr>
              <w:t xml:space="preserve">حضور حضرت فاطمه </w:t>
            </w:r>
            <w:r w:rsidRPr="00676776">
              <w:rPr>
                <w:rStyle w:val="Hyperlink"/>
                <w:rFonts w:cs="Rafed Alaem"/>
                <w:noProof/>
                <w:rtl/>
              </w:rPr>
              <w:t xml:space="preserve">عليها‌السلام 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برا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زائران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29" w:history="1">
            <w:r w:rsidRPr="00676776">
              <w:rPr>
                <w:rStyle w:val="Hyperlink"/>
                <w:noProof/>
                <w:rtl/>
                <w:lang w:bidi="fa-IR"/>
              </w:rPr>
              <w:t>ز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ارت امام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30" w:history="1">
            <w:r w:rsidRPr="00676776">
              <w:rPr>
                <w:rStyle w:val="Hyperlink"/>
                <w:noProof/>
                <w:rtl/>
                <w:lang w:bidi="fa-IR"/>
              </w:rPr>
              <w:t>1 - وجوب ز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ارت امام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31" w:history="1">
            <w:r w:rsidRPr="00676776">
              <w:rPr>
                <w:rStyle w:val="Hyperlink"/>
                <w:noProof/>
                <w:rtl/>
                <w:lang w:bidi="fa-IR"/>
              </w:rPr>
              <w:t>2 - جا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گاه رف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ع حرم امام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32" w:history="1">
            <w:r w:rsidRPr="00676776">
              <w:rPr>
                <w:rStyle w:val="Hyperlink"/>
                <w:noProof/>
                <w:rtl/>
                <w:lang w:bidi="fa-IR"/>
              </w:rPr>
              <w:t>3 - آثار ز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ارت امام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676776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در دن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33" w:history="1">
            <w:r w:rsidRPr="00676776">
              <w:rPr>
                <w:rStyle w:val="Hyperlink"/>
                <w:noProof/>
                <w:rtl/>
                <w:lang w:bidi="fa-IR"/>
              </w:rPr>
              <w:t>4 - آثار ز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ارت امام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در آخرت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34" w:history="1">
            <w:r w:rsidRPr="00676776">
              <w:rPr>
                <w:rStyle w:val="Hyperlink"/>
                <w:noProof/>
                <w:rtl/>
                <w:lang w:bidi="fa-IR"/>
              </w:rPr>
              <w:t>5 - پاداش ز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ارت امام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35" w:history="1">
            <w:r w:rsidRPr="00676776">
              <w:rPr>
                <w:rStyle w:val="Hyperlink"/>
                <w:noProof/>
                <w:rtl/>
                <w:lang w:bidi="fa-IR"/>
              </w:rPr>
              <w:t>6 - حسرت ترک ز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ارت امام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36" w:history="1">
            <w:r w:rsidRPr="00676776">
              <w:rPr>
                <w:rStyle w:val="Hyperlink"/>
                <w:noProof/>
                <w:rtl/>
                <w:lang w:bidi="fa-IR"/>
              </w:rPr>
              <w:t>8 - اوقات ز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ارت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خاصّ امام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37" w:history="1">
            <w:r w:rsidRPr="00676776">
              <w:rPr>
                <w:rStyle w:val="Hyperlink"/>
                <w:noProof/>
                <w:rtl/>
                <w:lang w:bidi="fa-IR"/>
              </w:rPr>
              <w:t>پاداش ز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ارت پ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اده امام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38" w:history="1">
            <w:r w:rsidRPr="00676776">
              <w:rPr>
                <w:rStyle w:val="Hyperlink"/>
                <w:noProof/>
                <w:rtl/>
                <w:lang w:bidi="fa-IR"/>
              </w:rPr>
              <w:t>عنا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ت امام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676776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به زائران پ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اده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39" w:history="1">
            <w:r w:rsidRPr="00676776">
              <w:rPr>
                <w:rStyle w:val="Hyperlink"/>
                <w:noProof/>
                <w:rtl/>
                <w:lang w:bidi="fa-IR"/>
              </w:rPr>
              <w:t>ز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ارت عاشورا و آثار معجزه آسا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40" w:history="1"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اد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از لب تشنه 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امام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41" w:history="1">
            <w:r w:rsidRPr="00676776">
              <w:rPr>
                <w:rStyle w:val="Hyperlink"/>
                <w:noProof/>
                <w:rtl/>
                <w:lang w:bidi="fa-IR"/>
              </w:rPr>
              <w:t>سپاس امام عصر ارواحنا فداه از مرحوم آ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ه اللّه محلاّت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42" w:history="1">
            <w:r w:rsidRPr="00676776">
              <w:rPr>
                <w:rStyle w:val="Hyperlink"/>
                <w:noProof/>
                <w:rtl/>
                <w:lang w:bidi="fa-IR"/>
              </w:rPr>
              <w:t>د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دار 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ار با عنا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ت سالار شه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43" w:history="1">
            <w:r w:rsidRPr="00676776">
              <w:rPr>
                <w:rStyle w:val="Hyperlink"/>
                <w:noProof/>
                <w:rtl/>
                <w:lang w:bidi="fa-IR"/>
              </w:rPr>
              <w:t>مسجد داش آغل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44" w:history="1">
            <w:r w:rsidRPr="00676776">
              <w:rPr>
                <w:rStyle w:val="Hyperlink"/>
                <w:noProof/>
                <w:rtl/>
                <w:lang w:bidi="fa-IR"/>
              </w:rPr>
              <w:t>رعا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ت حر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م عاشورا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امام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45" w:history="1">
            <w:r w:rsidRPr="00676776">
              <w:rPr>
                <w:rStyle w:val="Hyperlink"/>
                <w:noProof/>
                <w:rtl/>
                <w:lang w:bidi="fa-IR"/>
              </w:rPr>
              <w:t>ب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اعتنا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به مجالس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ن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46" w:history="1">
            <w:r w:rsidRPr="00676776">
              <w:rPr>
                <w:rStyle w:val="Hyperlink"/>
                <w:noProof/>
                <w:rtl/>
                <w:lang w:bidi="fa-IR"/>
              </w:rPr>
              <w:t>هشدار به روضه خوان 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47" w:history="1">
            <w:r w:rsidRPr="00676776">
              <w:rPr>
                <w:rStyle w:val="Hyperlink"/>
                <w:noProof/>
                <w:rtl/>
                <w:lang w:bidi="fa-IR"/>
              </w:rPr>
              <w:t>هشدار به وعّاظ و خطباء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48" w:history="1">
            <w:r w:rsidRPr="00676776">
              <w:rPr>
                <w:rStyle w:val="Hyperlink"/>
                <w:noProof/>
                <w:rtl/>
                <w:lang w:bidi="fa-IR"/>
              </w:rPr>
              <w:t>عروس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در شب عاشورا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49" w:history="1">
            <w:r w:rsidRPr="00676776">
              <w:rPr>
                <w:rStyle w:val="Hyperlink"/>
                <w:noProof/>
                <w:rtl/>
                <w:lang w:bidi="fa-IR"/>
              </w:rPr>
              <w:t>اظهار شاد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در روز عاشورا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50" w:history="1">
            <w:r w:rsidRPr="00676776">
              <w:rPr>
                <w:rStyle w:val="Hyperlink"/>
                <w:noProof/>
                <w:rtl/>
                <w:lang w:bidi="fa-IR"/>
              </w:rPr>
              <w:t>مسخره عزاداران در روز عاشورا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51" w:history="1">
            <w:r w:rsidRPr="00676776">
              <w:rPr>
                <w:rStyle w:val="Hyperlink"/>
                <w:noProof/>
                <w:rtl/>
                <w:lang w:bidi="fa-IR"/>
              </w:rPr>
              <w:t>لعنت بر قاتلان امام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52" w:history="1">
            <w:r w:rsidRPr="00676776">
              <w:rPr>
                <w:rStyle w:val="Hyperlink"/>
                <w:noProof/>
                <w:rtl/>
                <w:lang w:bidi="fa-IR"/>
              </w:rPr>
              <w:t>سکه 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که خدا به نام امام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676776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زد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53" w:history="1">
            <w:r w:rsidRPr="00676776">
              <w:rPr>
                <w:rStyle w:val="Hyperlink"/>
                <w:noProof/>
                <w:rtl/>
                <w:lang w:bidi="fa-IR"/>
              </w:rPr>
              <w:t xml:space="preserve">دل سوخته 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امام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54" w:history="1">
            <w:r w:rsidRPr="00676776">
              <w:rPr>
                <w:rStyle w:val="Hyperlink"/>
                <w:noProof/>
                <w:rtl/>
                <w:lang w:bidi="fa-IR"/>
              </w:rPr>
              <w:t>شه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د علقمه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55" w:history="1">
            <w:r w:rsidRPr="00676776">
              <w:rPr>
                <w:rStyle w:val="Hyperlink"/>
                <w:noProof/>
                <w:rtl/>
                <w:lang w:bidi="fa-IR"/>
              </w:rPr>
              <w:t>ح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رت دشمن از شهامت حضرت ابوالفضل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56" w:history="1">
            <w:r w:rsidRPr="00676776">
              <w:rPr>
                <w:rStyle w:val="Hyperlink"/>
                <w:noProof/>
                <w:rtl/>
                <w:lang w:bidi="fa-IR"/>
              </w:rPr>
              <w:t>نام نام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و 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اد گرام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حضرت ابوالفضل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57" w:history="1">
            <w:r w:rsidRPr="00676776">
              <w:rPr>
                <w:rStyle w:val="Hyperlink"/>
                <w:noProof/>
                <w:rtl/>
                <w:lang w:bidi="fa-IR"/>
              </w:rPr>
              <w:t xml:space="preserve">دفع بلا با گلبانگ 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ا ابالفضل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58" w:history="1">
            <w:r w:rsidRPr="00676776">
              <w:rPr>
                <w:rStyle w:val="Hyperlink"/>
                <w:noProof/>
                <w:rtl/>
                <w:lang w:bidi="fa-IR"/>
              </w:rPr>
              <w:t>کرامات ب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شمار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59" w:history="1">
            <w:r w:rsidRPr="00676776">
              <w:rPr>
                <w:rStyle w:val="Hyperlink"/>
                <w:noProof/>
                <w:rtl/>
                <w:lang w:bidi="fa-IR"/>
              </w:rPr>
              <w:t>شفا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ک دختر سرطان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با توسل به قمر بن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هاشم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60" w:history="1">
            <w:r w:rsidRPr="00676776">
              <w:rPr>
                <w:rStyle w:val="Hyperlink"/>
                <w:noProof/>
                <w:rtl/>
                <w:lang w:bidi="fa-IR"/>
              </w:rPr>
              <w:t>شفا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ک ب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مار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مزمن با عنا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ت حضرت ابوالفضل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61" w:history="1">
            <w:r w:rsidRPr="00676776">
              <w:rPr>
                <w:rStyle w:val="Hyperlink"/>
                <w:noProof/>
                <w:rtl/>
                <w:lang w:bidi="fa-IR"/>
              </w:rPr>
              <w:t>شفا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ناب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نا در حرم حضرت ابوالفضل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62" w:history="1">
            <w:r w:rsidRPr="00676776">
              <w:rPr>
                <w:rStyle w:val="Hyperlink"/>
                <w:noProof/>
                <w:rtl/>
                <w:lang w:bidi="fa-IR"/>
              </w:rPr>
              <w:t>شفا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بچه 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مفلوج با عنا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ت حضرت قمربن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هاشم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63" w:history="1">
            <w:r w:rsidRPr="00676776">
              <w:rPr>
                <w:rStyle w:val="Hyperlink"/>
                <w:noProof/>
                <w:rtl/>
                <w:lang w:bidi="fa-IR"/>
              </w:rPr>
              <w:t>شفا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ب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ماران صعب العلاج در پرتو توسّل به قمر من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ر بن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هاشم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64" w:history="1">
            <w:r w:rsidRPr="00676776">
              <w:rPr>
                <w:rStyle w:val="Hyperlink"/>
                <w:noProof/>
                <w:rtl/>
                <w:lang w:bidi="fa-IR"/>
              </w:rPr>
              <w:t>عنا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ت حضرت ابوالفضل </w:t>
            </w:r>
            <w:r w:rsidRPr="00676776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به 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ک راننده تر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ل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65" w:history="1">
            <w:r w:rsidRPr="00676776">
              <w:rPr>
                <w:rStyle w:val="Hyperlink"/>
                <w:noProof/>
                <w:rtl/>
                <w:lang w:bidi="fa-IR"/>
              </w:rPr>
              <w:t>شفا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جوان آل کبّه با توسّل به قمر من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ر بن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هاشم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66" w:history="1">
            <w:r w:rsidRPr="00676776">
              <w:rPr>
                <w:rStyle w:val="Hyperlink"/>
                <w:noProof/>
                <w:rtl/>
                <w:lang w:bidi="fa-IR"/>
              </w:rPr>
              <w:t>د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دار مادر و فرزند با توسّل به قمر بن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هاشم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67" w:history="1">
            <w:r w:rsidRPr="00676776">
              <w:rPr>
                <w:rStyle w:val="Hyperlink"/>
                <w:noProof/>
                <w:rtl/>
                <w:lang w:bidi="fa-IR"/>
              </w:rPr>
              <w:t>شفا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ب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مار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با نذر قربان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برا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حضرت ابوالفضل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68" w:history="1">
            <w:r w:rsidRPr="00676776">
              <w:rPr>
                <w:rStyle w:val="Hyperlink"/>
                <w:noProof/>
                <w:rtl/>
                <w:lang w:bidi="fa-IR"/>
              </w:rPr>
              <w:t xml:space="preserve">پنجه 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علم حضرت ابوالفضل </w:t>
            </w:r>
            <w:r w:rsidRPr="00676776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در هند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69" w:history="1">
            <w:r w:rsidRPr="00676776">
              <w:rPr>
                <w:rStyle w:val="Hyperlink"/>
                <w:noProof/>
                <w:rtl/>
                <w:lang w:bidi="fa-IR"/>
              </w:rPr>
              <w:t>گوشه 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از عنا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ت حضرت ابوالفضل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70" w:history="1">
            <w:r w:rsidRPr="00676776">
              <w:rPr>
                <w:rStyle w:val="Hyperlink"/>
                <w:noProof/>
                <w:rtl/>
                <w:lang w:bidi="fa-IR"/>
              </w:rPr>
              <w:t xml:space="preserve">مهر و قهر حضرت ابوالفضل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71" w:history="1">
            <w:r w:rsidRPr="00676776">
              <w:rPr>
                <w:rStyle w:val="Hyperlink"/>
                <w:noProof/>
                <w:rtl/>
                <w:lang w:bidi="fa-IR"/>
              </w:rPr>
              <w:t>نشان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از آتش غضب قمر بن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هاشم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72" w:history="1">
            <w:r w:rsidRPr="00676776">
              <w:rPr>
                <w:rStyle w:val="Hyperlink"/>
                <w:noProof/>
                <w:rtl/>
                <w:lang w:bidi="fa-IR"/>
              </w:rPr>
              <w:t>قهر قمر من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ر بن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هاشم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73" w:history="1">
            <w:r w:rsidRPr="00676776">
              <w:rPr>
                <w:rStyle w:val="Hyperlink"/>
                <w:noProof/>
                <w:rtl/>
                <w:lang w:bidi="fa-IR"/>
              </w:rPr>
              <w:t>عمر تازه با عنا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ت حضرت ابوالفضل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74" w:history="1">
            <w:r w:rsidRPr="00676776">
              <w:rPr>
                <w:rStyle w:val="Hyperlink"/>
                <w:noProof/>
                <w:rtl/>
                <w:lang w:bidi="fa-IR"/>
              </w:rPr>
              <w:t>عنا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ت حضرت ابوالفضل </w:t>
            </w:r>
            <w:r w:rsidRPr="00676776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به 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ک خانواده مس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ح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75" w:history="1">
            <w:r w:rsidRPr="00676776">
              <w:rPr>
                <w:rStyle w:val="Hyperlink"/>
                <w:noProof/>
                <w:rtl/>
                <w:lang w:bidi="fa-IR"/>
              </w:rPr>
              <w:t>عنا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ت قمر بن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هاشم </w:t>
            </w:r>
            <w:r w:rsidRPr="00676776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به 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ک وزنه بردار إباض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76" w:history="1">
            <w:r w:rsidRPr="00676776">
              <w:rPr>
                <w:rStyle w:val="Hyperlink"/>
                <w:noProof/>
                <w:rtl/>
                <w:lang w:bidi="fa-IR"/>
              </w:rPr>
              <w:t>جا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گاه رف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ع حضرت عل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اکبر و حضرت عل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اصغر </w:t>
            </w:r>
            <w:r w:rsidRPr="00676776">
              <w:rPr>
                <w:rStyle w:val="Hyperlink"/>
                <w:rFonts w:eastAsiaTheme="minorHAnsi" w:cs="Rafed Alaem"/>
                <w:noProof/>
                <w:rtl/>
              </w:rPr>
              <w:t>عليهما‌السلام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77" w:history="1">
            <w:r w:rsidRPr="00676776">
              <w:rPr>
                <w:rStyle w:val="Hyperlink"/>
                <w:noProof/>
                <w:rtl/>
                <w:lang w:bidi="fa-IR"/>
              </w:rPr>
              <w:t>کرامت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از حضرت عل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اکبر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78" w:history="1">
            <w:r w:rsidRPr="00676776">
              <w:rPr>
                <w:rStyle w:val="Hyperlink"/>
                <w:noProof/>
                <w:rtl/>
                <w:lang w:bidi="fa-IR"/>
              </w:rPr>
              <w:t>من به چشم خود د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دم که آرام جانم م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رود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79" w:history="1">
            <w:r w:rsidRPr="00676776">
              <w:rPr>
                <w:rStyle w:val="Hyperlink"/>
                <w:noProof/>
                <w:rtl/>
                <w:lang w:bidi="fa-IR"/>
              </w:rPr>
              <w:t>نام نام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و 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اد گرام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حضرت عل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اصغر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80" w:history="1">
            <w:r w:rsidRPr="00676776">
              <w:rPr>
                <w:rStyle w:val="Hyperlink"/>
                <w:noProof/>
                <w:rtl/>
                <w:lang w:bidi="fa-IR"/>
              </w:rPr>
              <w:t>محل دفن حضرت عل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اصغر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81" w:history="1">
            <w:r w:rsidRPr="00676776">
              <w:rPr>
                <w:rStyle w:val="Hyperlink"/>
                <w:noProof/>
                <w:rtl/>
                <w:lang w:bidi="fa-IR"/>
              </w:rPr>
              <w:t>تولد حضرت عل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اصغر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82" w:history="1">
            <w:r w:rsidRPr="00676776">
              <w:rPr>
                <w:rStyle w:val="Hyperlink"/>
                <w:noProof/>
                <w:rtl/>
                <w:lang w:bidi="fa-IR"/>
              </w:rPr>
              <w:t>پرده 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از صحنه 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عاشورا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83" w:history="1">
            <w:r w:rsidRPr="00676776">
              <w:rPr>
                <w:rStyle w:val="Hyperlink"/>
                <w:noProof/>
                <w:rtl/>
                <w:lang w:bidi="fa-IR"/>
              </w:rPr>
              <w:t>شه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د ب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ن الملل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84" w:history="1">
            <w:r w:rsidRPr="00676776">
              <w:rPr>
                <w:rStyle w:val="Hyperlink"/>
                <w:noProof/>
                <w:rtl/>
                <w:lang w:bidi="fa-IR"/>
              </w:rPr>
              <w:t>شفا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ب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مار سرطان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با توسّل به حضرت عل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اصغر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85" w:history="1">
            <w:r w:rsidRPr="00676776">
              <w:rPr>
                <w:rStyle w:val="Hyperlink"/>
                <w:noProof/>
                <w:rtl/>
                <w:lang w:bidi="fa-IR"/>
              </w:rPr>
              <w:t>عنا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ت حضرت عل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اصغر </w:t>
            </w:r>
            <w:r w:rsidRPr="00676776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به آقا نجف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قوچان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86" w:history="1">
            <w:r w:rsidRPr="00676776">
              <w:rPr>
                <w:rStyle w:val="Hyperlink"/>
                <w:noProof/>
                <w:rtl/>
                <w:lang w:bidi="fa-IR"/>
              </w:rPr>
              <w:t>عنا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ت حضرت عل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اصغر </w:t>
            </w:r>
            <w:r w:rsidRPr="00676776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به عبّاس سقّا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87" w:history="1">
            <w:r w:rsidRPr="00676776">
              <w:rPr>
                <w:rStyle w:val="Hyperlink"/>
                <w:noProof/>
                <w:rtl/>
                <w:lang w:bidi="fa-IR"/>
              </w:rPr>
              <w:t xml:space="preserve">گله 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حضرت عل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اصغر </w:t>
            </w:r>
            <w:r w:rsidRPr="00676776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از مرحوم کرمانشاه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88" w:history="1">
            <w:r w:rsidRPr="00676776">
              <w:rPr>
                <w:rStyle w:val="Hyperlink"/>
                <w:noProof/>
                <w:rtl/>
                <w:lang w:bidi="fa-IR"/>
              </w:rPr>
              <w:t>گوشه 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از عنا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ت دختر سه ساله 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امام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89" w:history="1">
            <w:r w:rsidRPr="00676776">
              <w:rPr>
                <w:rStyle w:val="Hyperlink"/>
                <w:noProof/>
                <w:rtl/>
                <w:lang w:bidi="fa-IR"/>
              </w:rPr>
              <w:t>شفا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سرطان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با عنا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ت حضرت رق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ه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عليها‌السلام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90" w:history="1">
            <w:r w:rsidRPr="00676776">
              <w:rPr>
                <w:rStyle w:val="Hyperlink"/>
                <w:noProof/>
                <w:rtl/>
                <w:lang w:bidi="fa-IR"/>
              </w:rPr>
              <w:t xml:space="preserve">دختر سه ساله 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امام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91" w:history="1">
            <w:r w:rsidRPr="00676776">
              <w:rPr>
                <w:rStyle w:val="Hyperlink"/>
                <w:noProof/>
                <w:rtl/>
                <w:lang w:bidi="fa-IR"/>
              </w:rPr>
              <w:t>عنا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ت حضرت ز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نب </w:t>
            </w:r>
            <w:r w:rsidRPr="00676776">
              <w:rPr>
                <w:rStyle w:val="Hyperlink"/>
                <w:rFonts w:cs="Rafed Alaem"/>
                <w:noProof/>
                <w:rtl/>
              </w:rPr>
              <w:t xml:space="preserve">عليها‌السلام 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به 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ک شاعر متعهّد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92" w:history="1">
            <w:r w:rsidRPr="00676776">
              <w:rPr>
                <w:rStyle w:val="Hyperlink"/>
                <w:noProof/>
                <w:rtl/>
                <w:lang w:bidi="fa-IR"/>
              </w:rPr>
              <w:t>عنا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ت حضرت ز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نب </w:t>
            </w:r>
            <w:r w:rsidRPr="00676776">
              <w:rPr>
                <w:rStyle w:val="Hyperlink"/>
                <w:rFonts w:cs="Rafed Alaem"/>
                <w:noProof/>
                <w:rtl/>
              </w:rPr>
              <w:t xml:space="preserve">عليها‌السلام 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 به شاعران مرث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ه سرا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93" w:history="1">
            <w:r w:rsidRPr="00676776">
              <w:rPr>
                <w:rStyle w:val="Hyperlink"/>
                <w:noProof/>
                <w:rtl/>
                <w:lang w:bidi="fa-IR"/>
              </w:rPr>
              <w:t>شفاعت جناب حرّ در محضر حضرت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94" w:history="1">
            <w:r w:rsidRPr="00676776">
              <w:rPr>
                <w:rStyle w:val="Hyperlink"/>
                <w:noProof/>
                <w:rtl/>
                <w:lang w:bidi="fa-IR"/>
              </w:rPr>
              <w:t xml:space="preserve">از کرامات حضرت مسلم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95" w:history="1">
            <w:r w:rsidRPr="00676776">
              <w:rPr>
                <w:rStyle w:val="Hyperlink"/>
                <w:noProof/>
                <w:rtl/>
                <w:lang w:bidi="fa-IR"/>
              </w:rPr>
              <w:t>زه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ر بن ق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96" w:history="1">
            <w:r w:rsidRPr="00676776">
              <w:rPr>
                <w:rStyle w:val="Hyperlink"/>
                <w:noProof/>
                <w:rtl/>
                <w:lang w:bidi="fa-IR"/>
              </w:rPr>
              <w:t>اکس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ر شفا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97" w:history="1">
            <w:r w:rsidRPr="00676776">
              <w:rPr>
                <w:rStyle w:val="Hyperlink"/>
                <w:noProof/>
                <w:rtl/>
                <w:lang w:bidi="fa-IR"/>
              </w:rPr>
              <w:t>نجات از مرگ به برکت تربت امام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98" w:history="1">
            <w:r w:rsidRPr="00676776">
              <w:rPr>
                <w:rStyle w:val="Hyperlink"/>
                <w:noProof/>
                <w:rtl/>
                <w:lang w:bidi="fa-IR"/>
              </w:rPr>
              <w:t>شفا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>افتگان با تربت حضرت 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یّ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دالشهداء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499" w:history="1">
            <w:r w:rsidRPr="00676776">
              <w:rPr>
                <w:rStyle w:val="Hyperlink"/>
                <w:noProof/>
                <w:rtl/>
                <w:lang w:bidi="fa-IR"/>
              </w:rPr>
              <w:t>محدوده حائر امام حس</w:t>
            </w:r>
            <w:r w:rsidRPr="0067677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676776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Pr="00676776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Toc525386499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5386500" w:history="1">
            <w:r w:rsidRPr="00676776">
              <w:rPr>
                <w:rStyle w:val="Hyperlink"/>
                <w:noProof/>
                <w:rtl/>
                <w:lang w:bidi="fa-IR"/>
              </w:rPr>
              <w:t>فهرست 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Toc525386500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F14D3" w:rsidRDefault="003F14D3">
          <w:r>
            <w:fldChar w:fldCharType="end"/>
          </w:r>
        </w:p>
      </w:sdtContent>
    </w:sdt>
    <w:p w:rsidR="00A9507D" w:rsidRPr="00B300E7" w:rsidRDefault="00A9507D" w:rsidP="00A9507D">
      <w:pPr>
        <w:pStyle w:val="libNormal"/>
        <w:rPr>
          <w:lang w:bidi="fa-IR"/>
        </w:rPr>
      </w:pPr>
    </w:p>
    <w:sectPr w:rsidR="00A9507D" w:rsidRPr="00B300E7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F41" w:rsidRDefault="00B73F41">
      <w:r>
        <w:separator/>
      </w:r>
    </w:p>
  </w:endnote>
  <w:endnote w:type="continuationSeparator" w:id="0">
    <w:p w:rsidR="00B73F41" w:rsidRDefault="00B73F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184" w:rsidRDefault="00954184">
    <w:pPr>
      <w:pStyle w:val="Footer"/>
    </w:pPr>
    <w:fldSimple w:instr=" PAGE   \* MERGEFORMAT ">
      <w:r w:rsidR="003F14D3">
        <w:rPr>
          <w:noProof/>
          <w:rtl/>
        </w:rPr>
        <w:t>400</w:t>
      </w:r>
    </w:fldSimple>
  </w:p>
  <w:p w:rsidR="00954184" w:rsidRDefault="0095418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184" w:rsidRDefault="00954184">
    <w:pPr>
      <w:pStyle w:val="Footer"/>
    </w:pPr>
    <w:fldSimple w:instr=" PAGE   \* MERGEFORMAT ">
      <w:r w:rsidR="003F14D3">
        <w:rPr>
          <w:noProof/>
          <w:rtl/>
        </w:rPr>
        <w:t>399</w:t>
      </w:r>
    </w:fldSimple>
  </w:p>
  <w:p w:rsidR="00954184" w:rsidRDefault="0095418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184" w:rsidRDefault="00954184">
    <w:pPr>
      <w:pStyle w:val="Footer"/>
    </w:pPr>
    <w:fldSimple w:instr=" PAGE   \* MERGEFORMAT ">
      <w:r w:rsidR="003F14D3">
        <w:rPr>
          <w:noProof/>
          <w:rtl/>
        </w:rPr>
        <w:t>1</w:t>
      </w:r>
    </w:fldSimple>
  </w:p>
  <w:p w:rsidR="00954184" w:rsidRDefault="0095418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F41" w:rsidRDefault="00B73F41">
      <w:r>
        <w:separator/>
      </w:r>
    </w:p>
  </w:footnote>
  <w:footnote w:type="continuationSeparator" w:id="0">
    <w:p w:rsidR="00B73F41" w:rsidRDefault="00B73F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1057"/>
    <w:rsid w:val="00005A19"/>
    <w:rsid w:val="00010942"/>
    <w:rsid w:val="000217A6"/>
    <w:rsid w:val="00024AA0"/>
    <w:rsid w:val="000267FE"/>
    <w:rsid w:val="00030622"/>
    <w:rsid w:val="00040272"/>
    <w:rsid w:val="00040798"/>
    <w:rsid w:val="00040C6F"/>
    <w:rsid w:val="00043023"/>
    <w:rsid w:val="000536E1"/>
    <w:rsid w:val="00054406"/>
    <w:rsid w:val="0006216A"/>
    <w:rsid w:val="00067F84"/>
    <w:rsid w:val="00071C97"/>
    <w:rsid w:val="000761F7"/>
    <w:rsid w:val="00076A3A"/>
    <w:rsid w:val="00087E00"/>
    <w:rsid w:val="00092805"/>
    <w:rsid w:val="00092A0C"/>
    <w:rsid w:val="00096C12"/>
    <w:rsid w:val="000A7750"/>
    <w:rsid w:val="000B3A56"/>
    <w:rsid w:val="000B77AC"/>
    <w:rsid w:val="000C0A89"/>
    <w:rsid w:val="000C7722"/>
    <w:rsid w:val="000D0932"/>
    <w:rsid w:val="000D180B"/>
    <w:rsid w:val="000D1BDF"/>
    <w:rsid w:val="000D1D47"/>
    <w:rsid w:val="000D71B7"/>
    <w:rsid w:val="000E105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27089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0"/>
    <w:rsid w:val="00160F76"/>
    <w:rsid w:val="00163D83"/>
    <w:rsid w:val="00164767"/>
    <w:rsid w:val="00164810"/>
    <w:rsid w:val="001660BF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0F6"/>
    <w:rsid w:val="001B07B7"/>
    <w:rsid w:val="001B16FD"/>
    <w:rsid w:val="001B21ED"/>
    <w:rsid w:val="001B577F"/>
    <w:rsid w:val="001B702D"/>
    <w:rsid w:val="001B7407"/>
    <w:rsid w:val="001C5A89"/>
    <w:rsid w:val="001C5EDB"/>
    <w:rsid w:val="001D41A1"/>
    <w:rsid w:val="001D60DA"/>
    <w:rsid w:val="001D67C0"/>
    <w:rsid w:val="001E25DC"/>
    <w:rsid w:val="001E4B5F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31449"/>
    <w:rsid w:val="00233CD7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B7B06"/>
    <w:rsid w:val="002C1009"/>
    <w:rsid w:val="002C26F7"/>
    <w:rsid w:val="002C3E3A"/>
    <w:rsid w:val="002C4FEF"/>
    <w:rsid w:val="002C5C66"/>
    <w:rsid w:val="002C6427"/>
    <w:rsid w:val="002D0E5C"/>
    <w:rsid w:val="002D19A9"/>
    <w:rsid w:val="002D2485"/>
    <w:rsid w:val="002D4021"/>
    <w:rsid w:val="002D4CD3"/>
    <w:rsid w:val="002D580E"/>
    <w:rsid w:val="002D5DD6"/>
    <w:rsid w:val="002E19EE"/>
    <w:rsid w:val="002E4D3D"/>
    <w:rsid w:val="002E5CA1"/>
    <w:rsid w:val="002E6022"/>
    <w:rsid w:val="002F3626"/>
    <w:rsid w:val="002F7748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04E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770BD"/>
    <w:rsid w:val="003854C8"/>
    <w:rsid w:val="0038683D"/>
    <w:rsid w:val="003963F3"/>
    <w:rsid w:val="0039787F"/>
    <w:rsid w:val="00397DC2"/>
    <w:rsid w:val="003A1475"/>
    <w:rsid w:val="003A15F0"/>
    <w:rsid w:val="003A3298"/>
    <w:rsid w:val="003A4587"/>
    <w:rsid w:val="003A661E"/>
    <w:rsid w:val="003A6B2A"/>
    <w:rsid w:val="003B0913"/>
    <w:rsid w:val="003B20C5"/>
    <w:rsid w:val="003B3682"/>
    <w:rsid w:val="003B5031"/>
    <w:rsid w:val="003B6720"/>
    <w:rsid w:val="003B775B"/>
    <w:rsid w:val="003B7FA9"/>
    <w:rsid w:val="003C7C08"/>
    <w:rsid w:val="003D2459"/>
    <w:rsid w:val="003D28ED"/>
    <w:rsid w:val="003D3107"/>
    <w:rsid w:val="003D4E3A"/>
    <w:rsid w:val="003E148D"/>
    <w:rsid w:val="003E33A9"/>
    <w:rsid w:val="003E3600"/>
    <w:rsid w:val="003F14D3"/>
    <w:rsid w:val="003F1FD4"/>
    <w:rsid w:val="003F33DE"/>
    <w:rsid w:val="003F52A9"/>
    <w:rsid w:val="003F5490"/>
    <w:rsid w:val="00402C65"/>
    <w:rsid w:val="004035D1"/>
    <w:rsid w:val="00404EB7"/>
    <w:rsid w:val="00407D56"/>
    <w:rsid w:val="00416E2B"/>
    <w:rsid w:val="004172DC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48EC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6BCF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20645"/>
    <w:rsid w:val="005254BC"/>
    <w:rsid w:val="005261CF"/>
    <w:rsid w:val="00526724"/>
    <w:rsid w:val="005358E7"/>
    <w:rsid w:val="00542EEF"/>
    <w:rsid w:val="00542F3F"/>
    <w:rsid w:val="005475B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3B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B7CFD"/>
    <w:rsid w:val="005C0E2F"/>
    <w:rsid w:val="005C504A"/>
    <w:rsid w:val="005D2C72"/>
    <w:rsid w:val="005D316A"/>
    <w:rsid w:val="005D7100"/>
    <w:rsid w:val="005E2913"/>
    <w:rsid w:val="005E4DD0"/>
    <w:rsid w:val="005E7821"/>
    <w:rsid w:val="005E7940"/>
    <w:rsid w:val="00613E8E"/>
    <w:rsid w:val="00614301"/>
    <w:rsid w:val="00620B12"/>
    <w:rsid w:val="006210F4"/>
    <w:rsid w:val="006224EE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3B95"/>
    <w:rsid w:val="00684527"/>
    <w:rsid w:val="0068652E"/>
    <w:rsid w:val="00687928"/>
    <w:rsid w:val="0069163F"/>
    <w:rsid w:val="00691DBB"/>
    <w:rsid w:val="00697257"/>
    <w:rsid w:val="006A77BD"/>
    <w:rsid w:val="006A7833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0595"/>
    <w:rsid w:val="00701353"/>
    <w:rsid w:val="0070524C"/>
    <w:rsid w:val="00710619"/>
    <w:rsid w:val="00713634"/>
    <w:rsid w:val="00713B2B"/>
    <w:rsid w:val="00714153"/>
    <w:rsid w:val="007166B4"/>
    <w:rsid w:val="00717AB1"/>
    <w:rsid w:val="00717C64"/>
    <w:rsid w:val="00721FA0"/>
    <w:rsid w:val="0072296B"/>
    <w:rsid w:val="00723983"/>
    <w:rsid w:val="00723D07"/>
    <w:rsid w:val="00725377"/>
    <w:rsid w:val="00725F9E"/>
    <w:rsid w:val="0073042E"/>
    <w:rsid w:val="00730E45"/>
    <w:rsid w:val="00731AD7"/>
    <w:rsid w:val="007355A7"/>
    <w:rsid w:val="00735A8E"/>
    <w:rsid w:val="00740DAD"/>
    <w:rsid w:val="00740E80"/>
    <w:rsid w:val="007421E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3D2"/>
    <w:rsid w:val="007B5CD8"/>
    <w:rsid w:val="007B6D51"/>
    <w:rsid w:val="007C23F4"/>
    <w:rsid w:val="007C3DC9"/>
    <w:rsid w:val="007D1D2B"/>
    <w:rsid w:val="007D4810"/>
    <w:rsid w:val="007D48CE"/>
    <w:rsid w:val="007D5FD1"/>
    <w:rsid w:val="007E2EBF"/>
    <w:rsid w:val="007E6DD9"/>
    <w:rsid w:val="007F4190"/>
    <w:rsid w:val="007F4E53"/>
    <w:rsid w:val="0080155A"/>
    <w:rsid w:val="00802078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461F6"/>
    <w:rsid w:val="00850983"/>
    <w:rsid w:val="008541F2"/>
    <w:rsid w:val="00856941"/>
    <w:rsid w:val="0085698F"/>
    <w:rsid w:val="00857A7C"/>
    <w:rsid w:val="0086345B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1A24"/>
    <w:rsid w:val="008F24C2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23B8"/>
    <w:rsid w:val="0092388A"/>
    <w:rsid w:val="009257A0"/>
    <w:rsid w:val="00927601"/>
    <w:rsid w:val="00927D62"/>
    <w:rsid w:val="00931D57"/>
    <w:rsid w:val="00932192"/>
    <w:rsid w:val="0094272F"/>
    <w:rsid w:val="00943412"/>
    <w:rsid w:val="00943B2E"/>
    <w:rsid w:val="00945D11"/>
    <w:rsid w:val="009503E2"/>
    <w:rsid w:val="009523FD"/>
    <w:rsid w:val="00952FD2"/>
    <w:rsid w:val="00954184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95F94"/>
    <w:rsid w:val="00997147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1B5C"/>
    <w:rsid w:val="00A16415"/>
    <w:rsid w:val="00A2056B"/>
    <w:rsid w:val="00A209AB"/>
    <w:rsid w:val="00A21090"/>
    <w:rsid w:val="00A22363"/>
    <w:rsid w:val="00A2310F"/>
    <w:rsid w:val="00A2642A"/>
    <w:rsid w:val="00A26AD5"/>
    <w:rsid w:val="00A30F05"/>
    <w:rsid w:val="00A33796"/>
    <w:rsid w:val="00A3598A"/>
    <w:rsid w:val="00A35A84"/>
    <w:rsid w:val="00A35EDE"/>
    <w:rsid w:val="00A36CA9"/>
    <w:rsid w:val="00A371C7"/>
    <w:rsid w:val="00A400F4"/>
    <w:rsid w:val="00A40FA4"/>
    <w:rsid w:val="00A44704"/>
    <w:rsid w:val="00A478DC"/>
    <w:rsid w:val="00A50FBD"/>
    <w:rsid w:val="00A51FCA"/>
    <w:rsid w:val="00A6076B"/>
    <w:rsid w:val="00A60B19"/>
    <w:rsid w:val="00A60E7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507D"/>
    <w:rsid w:val="00A971B5"/>
    <w:rsid w:val="00AA378D"/>
    <w:rsid w:val="00AA4CE3"/>
    <w:rsid w:val="00AA6959"/>
    <w:rsid w:val="00AB0435"/>
    <w:rsid w:val="00AB1F96"/>
    <w:rsid w:val="00AB49D8"/>
    <w:rsid w:val="00AB5AFC"/>
    <w:rsid w:val="00AB5B22"/>
    <w:rsid w:val="00AC214F"/>
    <w:rsid w:val="00AC225D"/>
    <w:rsid w:val="00AC28CD"/>
    <w:rsid w:val="00AC6146"/>
    <w:rsid w:val="00AC64A5"/>
    <w:rsid w:val="00AD0F7D"/>
    <w:rsid w:val="00AD0F83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D50"/>
    <w:rsid w:val="00AF6FBA"/>
    <w:rsid w:val="00B01257"/>
    <w:rsid w:val="00B1002E"/>
    <w:rsid w:val="00B10CA1"/>
    <w:rsid w:val="00B11AF5"/>
    <w:rsid w:val="00B129E5"/>
    <w:rsid w:val="00B12ED2"/>
    <w:rsid w:val="00B17010"/>
    <w:rsid w:val="00B24ABA"/>
    <w:rsid w:val="00B300E7"/>
    <w:rsid w:val="00B37FEA"/>
    <w:rsid w:val="00B426ED"/>
    <w:rsid w:val="00B42E0C"/>
    <w:rsid w:val="00B47827"/>
    <w:rsid w:val="00B50444"/>
    <w:rsid w:val="00B506FA"/>
    <w:rsid w:val="00B629FE"/>
    <w:rsid w:val="00B65134"/>
    <w:rsid w:val="00B70AEE"/>
    <w:rsid w:val="00B71ADF"/>
    <w:rsid w:val="00B73110"/>
    <w:rsid w:val="00B731F9"/>
    <w:rsid w:val="00B73F41"/>
    <w:rsid w:val="00B7501C"/>
    <w:rsid w:val="00B76530"/>
    <w:rsid w:val="00B76B70"/>
    <w:rsid w:val="00B77EF4"/>
    <w:rsid w:val="00B81F23"/>
    <w:rsid w:val="00B82A3A"/>
    <w:rsid w:val="00B83331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32C4"/>
    <w:rsid w:val="00BE5940"/>
    <w:rsid w:val="00BE7ED8"/>
    <w:rsid w:val="00BF3B5E"/>
    <w:rsid w:val="00C005CF"/>
    <w:rsid w:val="00C07E02"/>
    <w:rsid w:val="00C121B4"/>
    <w:rsid w:val="00C1570C"/>
    <w:rsid w:val="00C22361"/>
    <w:rsid w:val="00C26D89"/>
    <w:rsid w:val="00C31833"/>
    <w:rsid w:val="00C33018"/>
    <w:rsid w:val="00C33B4D"/>
    <w:rsid w:val="00C34E44"/>
    <w:rsid w:val="00C35A49"/>
    <w:rsid w:val="00C36AF1"/>
    <w:rsid w:val="00C37458"/>
    <w:rsid w:val="00C37AF7"/>
    <w:rsid w:val="00C45242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3891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C4FE6"/>
    <w:rsid w:val="00CD1FC1"/>
    <w:rsid w:val="00CD66FF"/>
    <w:rsid w:val="00CD72D4"/>
    <w:rsid w:val="00CE30CD"/>
    <w:rsid w:val="00CE5590"/>
    <w:rsid w:val="00CF00F5"/>
    <w:rsid w:val="00CF137D"/>
    <w:rsid w:val="00D021CE"/>
    <w:rsid w:val="00D0599C"/>
    <w:rsid w:val="00D10971"/>
    <w:rsid w:val="00D20EAE"/>
    <w:rsid w:val="00D212D5"/>
    <w:rsid w:val="00D24B24"/>
    <w:rsid w:val="00D24EB0"/>
    <w:rsid w:val="00D25987"/>
    <w:rsid w:val="00D33A32"/>
    <w:rsid w:val="00D40BA9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7747D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2422"/>
    <w:rsid w:val="00E14435"/>
    <w:rsid w:val="00E146D5"/>
    <w:rsid w:val="00E206F5"/>
    <w:rsid w:val="00E21598"/>
    <w:rsid w:val="00E259BC"/>
    <w:rsid w:val="00E25F24"/>
    <w:rsid w:val="00E264A4"/>
    <w:rsid w:val="00E40FCC"/>
    <w:rsid w:val="00E43122"/>
    <w:rsid w:val="00E44003"/>
    <w:rsid w:val="00E456A5"/>
    <w:rsid w:val="00E50FF4"/>
    <w:rsid w:val="00E52E50"/>
    <w:rsid w:val="00E5512D"/>
    <w:rsid w:val="00E574E5"/>
    <w:rsid w:val="00E6232E"/>
    <w:rsid w:val="00E63C51"/>
    <w:rsid w:val="00E71139"/>
    <w:rsid w:val="00E74F63"/>
    <w:rsid w:val="00E7602E"/>
    <w:rsid w:val="00E90664"/>
    <w:rsid w:val="00E917D6"/>
    <w:rsid w:val="00E935C9"/>
    <w:rsid w:val="00E93A84"/>
    <w:rsid w:val="00E9529D"/>
    <w:rsid w:val="00E96F05"/>
    <w:rsid w:val="00EA340E"/>
    <w:rsid w:val="00EA3B1F"/>
    <w:rsid w:val="00EB55D0"/>
    <w:rsid w:val="00EB5646"/>
    <w:rsid w:val="00EB5ADB"/>
    <w:rsid w:val="00EB61F4"/>
    <w:rsid w:val="00EC0F78"/>
    <w:rsid w:val="00EC1A32"/>
    <w:rsid w:val="00EC1A39"/>
    <w:rsid w:val="00EC381F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2253"/>
    <w:rsid w:val="00F1517E"/>
    <w:rsid w:val="00F16678"/>
    <w:rsid w:val="00F16834"/>
    <w:rsid w:val="00F26388"/>
    <w:rsid w:val="00F3089C"/>
    <w:rsid w:val="00F31BE3"/>
    <w:rsid w:val="00F34B21"/>
    <w:rsid w:val="00F34CA5"/>
    <w:rsid w:val="00F41E90"/>
    <w:rsid w:val="00F436BF"/>
    <w:rsid w:val="00F515B7"/>
    <w:rsid w:val="00F51E87"/>
    <w:rsid w:val="00F53507"/>
    <w:rsid w:val="00F55327"/>
    <w:rsid w:val="00F571FE"/>
    <w:rsid w:val="00F638A5"/>
    <w:rsid w:val="00F65587"/>
    <w:rsid w:val="00F715FC"/>
    <w:rsid w:val="00F71859"/>
    <w:rsid w:val="00F7322D"/>
    <w:rsid w:val="00F74FDC"/>
    <w:rsid w:val="00F82A57"/>
    <w:rsid w:val="00F83A2C"/>
    <w:rsid w:val="00F83E9D"/>
    <w:rsid w:val="00F86C5B"/>
    <w:rsid w:val="00F94147"/>
    <w:rsid w:val="00F97A32"/>
    <w:rsid w:val="00FA10BF"/>
    <w:rsid w:val="00FA3B58"/>
    <w:rsid w:val="00FA5484"/>
    <w:rsid w:val="00FA6127"/>
    <w:rsid w:val="00FB1A72"/>
    <w:rsid w:val="00FB3EBB"/>
    <w:rsid w:val="00FB4C28"/>
    <w:rsid w:val="00FB7CFB"/>
    <w:rsid w:val="00FC002F"/>
    <w:rsid w:val="00FC7297"/>
    <w:rsid w:val="00FD04E0"/>
    <w:rsid w:val="00FD2AA4"/>
    <w:rsid w:val="00FD3E49"/>
    <w:rsid w:val="00FD686B"/>
    <w:rsid w:val="00FE01AC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D0F83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725F9E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C225D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25F9E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link w:val="libCenterBold1Char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link w:val="libCenterBold2Char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F16834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24C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F24C2"/>
    <w:rPr>
      <w:color w:val="0000FF" w:themeColor="hyperlink"/>
      <w:u w:val="single"/>
    </w:rPr>
  </w:style>
  <w:style w:type="paragraph" w:customStyle="1" w:styleId="libTitr1">
    <w:name w:val="libTitr1"/>
    <w:basedOn w:val="libCenterBold1"/>
    <w:link w:val="libTitr1Char"/>
    <w:qFormat/>
    <w:rsid w:val="00F515B7"/>
  </w:style>
  <w:style w:type="paragraph" w:customStyle="1" w:styleId="libTitr2">
    <w:name w:val="libTitr2"/>
    <w:basedOn w:val="libCenterBold2"/>
    <w:link w:val="libTitr2Char"/>
    <w:qFormat/>
    <w:rsid w:val="00F515B7"/>
  </w:style>
  <w:style w:type="character" w:customStyle="1" w:styleId="libCenterBold1Char">
    <w:name w:val="libCenterBold1 Char"/>
    <w:basedOn w:val="libNormal0Char"/>
    <w:link w:val="libCenterBold1"/>
    <w:rsid w:val="00F515B7"/>
    <w:rPr>
      <w:rFonts w:ascii="B Badr" w:eastAsia="B Badr" w:hAnsi="B Badr" w:cs="B Badr"/>
      <w:b/>
      <w:bCs/>
      <w:sz w:val="40"/>
      <w:szCs w:val="40"/>
    </w:rPr>
  </w:style>
  <w:style w:type="character" w:customStyle="1" w:styleId="libTitr1Char">
    <w:name w:val="libTitr1 Char"/>
    <w:basedOn w:val="libCenterBold1Char"/>
    <w:link w:val="libTitr1"/>
    <w:rsid w:val="00F515B7"/>
  </w:style>
  <w:style w:type="character" w:customStyle="1" w:styleId="libCenterBold2Char">
    <w:name w:val="libCenterBold2 Char"/>
    <w:basedOn w:val="libNormal0Char"/>
    <w:link w:val="libCenterBold2"/>
    <w:rsid w:val="00F515B7"/>
    <w:rPr>
      <w:rFonts w:cs="B Badr"/>
      <w:b/>
      <w:bCs/>
      <w:sz w:val="30"/>
      <w:szCs w:val="30"/>
    </w:rPr>
  </w:style>
  <w:style w:type="character" w:customStyle="1" w:styleId="libTitr2Char">
    <w:name w:val="libTitr2 Char"/>
    <w:basedOn w:val="libCenterBold2Char"/>
    <w:link w:val="libTitr2"/>
    <w:rsid w:val="00F515B7"/>
  </w:style>
  <w:style w:type="paragraph" w:styleId="TOC6">
    <w:name w:val="toc 6"/>
    <w:basedOn w:val="Normal"/>
    <w:next w:val="Normal"/>
    <w:autoRedefine/>
    <w:uiPriority w:val="39"/>
    <w:unhideWhenUsed/>
    <w:rsid w:val="00A9507D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A9507D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A9507D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A9507D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p%201440\Template%20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233BF-C064-405A-B0FB-F8AEF0B33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Persian.dotx</Template>
  <TotalTime>509</TotalTime>
  <Pages>406</Pages>
  <Words>42901</Words>
  <Characters>244541</Characters>
  <Application>Microsoft Office Word</Application>
  <DocSecurity>0</DocSecurity>
  <Lines>2037</Lines>
  <Paragraphs>573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286869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Windows User</cp:lastModifiedBy>
  <cp:revision>14</cp:revision>
  <cp:lastPrinted>1601-01-01T00:00:00Z</cp:lastPrinted>
  <dcterms:created xsi:type="dcterms:W3CDTF">2018-09-15T07:40:00Z</dcterms:created>
  <dcterms:modified xsi:type="dcterms:W3CDTF">2018-09-22T09:59:00Z</dcterms:modified>
</cp:coreProperties>
</file>