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79" w:rsidRDefault="00847E79" w:rsidP="00847E79">
      <w:pPr>
        <w:pStyle w:val="libNotice"/>
        <w:rPr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="00512164" w:rsidRPr="00512164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47E79" w:rsidRDefault="00847E79" w:rsidP="00847E79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0372C6" w:rsidRDefault="00960B28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421B28">
      <w:pPr>
        <w:pStyle w:val="libTitr1"/>
        <w:rPr>
          <w:rtl/>
          <w:lang w:bidi="fa-IR"/>
        </w:rPr>
      </w:pPr>
      <w:r w:rsidRPr="000372C6">
        <w:rPr>
          <w:rtl/>
          <w:lang w:bidi="fa-IR"/>
        </w:rPr>
        <w:t>دانستن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</w:p>
    <w:p w:rsidR="000372C6" w:rsidRPr="000372C6" w:rsidRDefault="000372C6" w:rsidP="00421B28">
      <w:pPr>
        <w:pStyle w:val="libTitr1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سنده</w:t>
      </w:r>
      <w:r w:rsidR="000261F0">
        <w:rPr>
          <w:rtl/>
          <w:lang w:bidi="fa-IR"/>
        </w:rPr>
        <w:t>:</w:t>
      </w:r>
      <w:r w:rsidR="00D3783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رضا اکرم</w:t>
      </w:r>
      <w:r w:rsidRPr="000372C6">
        <w:rPr>
          <w:rFonts w:hint="cs"/>
          <w:rtl/>
          <w:lang w:bidi="fa-IR"/>
        </w:rPr>
        <w:t>ی</w:t>
      </w:r>
    </w:p>
    <w:p w:rsidR="000372C6" w:rsidRPr="000372C6" w:rsidRDefault="00421B28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421B28">
      <w:pPr>
        <w:pStyle w:val="Heading2"/>
        <w:rPr>
          <w:rtl/>
          <w:lang w:bidi="fa-IR"/>
        </w:rPr>
      </w:pPr>
      <w:bookmarkStart w:id="0" w:name="_Toc526764119"/>
      <w:r w:rsidRPr="000372C6">
        <w:rPr>
          <w:rFonts w:hint="eastAsia"/>
          <w:rtl/>
          <w:lang w:bidi="fa-IR"/>
        </w:rPr>
        <w:t>مقدمه</w:t>
      </w:r>
      <w:bookmarkEnd w:id="0"/>
    </w:p>
    <w:p w:rsidR="00421B28" w:rsidRDefault="000372C6" w:rsidP="00D37839">
      <w:pPr>
        <w:pStyle w:val="libCenter"/>
        <w:rPr>
          <w:rtl/>
          <w:lang w:bidi="fa-IR"/>
        </w:rPr>
      </w:pPr>
      <w:r w:rsidRPr="000372C6">
        <w:rPr>
          <w:rtl/>
          <w:lang w:bidi="fa-IR"/>
        </w:rPr>
        <w:t>(پژوهش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کربلا)</w:t>
      </w:r>
    </w:p>
    <w:p w:rsidR="000372C6" w:rsidRPr="000372C6" w:rsidRDefault="000372C6" w:rsidP="00421B28">
      <w:pPr>
        <w:pStyle w:val="libBold1"/>
        <w:rPr>
          <w:rtl/>
          <w:lang w:bidi="fa-IR"/>
        </w:rPr>
      </w:pPr>
      <w:r w:rsidRPr="000372C6">
        <w:rPr>
          <w:rtl/>
          <w:lang w:bidi="fa-IR"/>
        </w:rPr>
        <w:t>محمد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پور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حسن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</w:p>
    <w:p w:rsidR="00421B28" w:rsidRDefault="000372C6" w:rsidP="00D37839">
      <w:pPr>
        <w:pStyle w:val="libBold2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بسمه</w:t>
      </w:r>
      <w:r w:rsidRPr="000372C6">
        <w:rPr>
          <w:rtl/>
          <w:lang w:bidi="fa-IR"/>
        </w:rPr>
        <w:t xml:space="preserve"> تعال</w:t>
      </w:r>
      <w:r w:rsidRPr="000372C6">
        <w:rPr>
          <w:rFonts w:hint="cs"/>
          <w:rtl/>
          <w:lang w:bidi="fa-IR"/>
        </w:rPr>
        <w:t>ی</w:t>
      </w:r>
    </w:p>
    <w:p w:rsidR="000261F0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پربحث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واقعه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طف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از جوانب مختلف مورد 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و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محققان قرار گرفته و تاکنون آثار و دست آوردها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گران بها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ارائه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 و با حرکت زمان پژوهش</w:t>
      </w:r>
      <w:r w:rsidR="00421B28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ارزنده تر و جامع و کامل تر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جامعه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پژوهشگ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سخت کوش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گردد و از جمله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قات</w:t>
      </w:r>
      <w:r w:rsidRPr="000372C6">
        <w:rPr>
          <w:rtl/>
          <w:lang w:bidi="fa-IR"/>
        </w:rPr>
        <w:t xml:space="preserve"> ارزنده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محقق فاضل و نستوه جناب عمده الأعزه آقا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محمد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پورام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فضلا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="00B6510E">
        <w:rPr>
          <w:rFonts w:hint="cs"/>
          <w:rtl/>
          <w:lang w:bidi="fa-IR"/>
        </w:rPr>
        <w:t xml:space="preserve">ه </w:t>
      </w:r>
      <w:r w:rsidRPr="000372C6">
        <w:rPr>
          <w:rtl/>
          <w:lang w:bidi="fa-IR"/>
        </w:rPr>
        <w:t xml:space="preserve">نام حوزه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قم انجام داده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جدا قابل استفاده و بهره مند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قت</w:t>
      </w:r>
      <w:r w:rsidRPr="000372C6">
        <w:rPr>
          <w:rtl/>
          <w:lang w:bidi="fa-IR"/>
        </w:rPr>
        <w:t xml:space="preserve"> جو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قرار گرفته و در طل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قات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مورد توجه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باشد وفقه الله لمرضاته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بروحه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Fonts w:hint="cs"/>
          <w:rtl/>
          <w:lang w:bidi="fa-IR"/>
        </w:rPr>
        <w:t>.</w:t>
      </w:r>
    </w:p>
    <w:p w:rsidR="000261F0" w:rsidRDefault="000372C6" w:rsidP="000261F0">
      <w:pPr>
        <w:pStyle w:val="libLeftBold"/>
        <w:rPr>
          <w:rtl/>
          <w:lang w:bidi="fa-IR"/>
        </w:rPr>
      </w:pPr>
      <w:r w:rsidRPr="000372C6">
        <w:rPr>
          <w:rtl/>
          <w:lang w:bidi="fa-IR"/>
        </w:rPr>
        <w:t>قم - محمد هاد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معرفت</w:t>
      </w:r>
    </w:p>
    <w:p w:rsidR="000372C6" w:rsidRPr="000372C6" w:rsidRDefault="008A37BF" w:rsidP="000261F0">
      <w:pPr>
        <w:pStyle w:val="libLeftBold"/>
        <w:rPr>
          <w:rtl/>
          <w:lang w:bidi="fa-IR"/>
        </w:rPr>
      </w:pPr>
      <w:r>
        <w:rPr>
          <w:rtl/>
          <w:lang w:bidi="fa-IR"/>
        </w:rPr>
        <w:t>1</w:t>
      </w:r>
      <w:r w:rsidR="00EA4950">
        <w:rPr>
          <w:rtl/>
          <w:lang w:bidi="fa-IR"/>
        </w:rPr>
        <w:t>5</w:t>
      </w:r>
      <w:r w:rsidR="000261F0">
        <w:rPr>
          <w:rtl/>
          <w:lang w:bidi="fa-IR"/>
        </w:rPr>
        <w:t xml:space="preserve"> محرم </w:t>
      </w:r>
      <w:r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>
        <w:rPr>
          <w:rtl/>
          <w:lang w:bidi="fa-IR"/>
        </w:rPr>
        <w:t>2</w:t>
      </w:r>
      <w:r w:rsidR="00EA4950">
        <w:rPr>
          <w:rtl/>
          <w:lang w:bidi="fa-IR"/>
        </w:rPr>
        <w:t>4</w:t>
      </w:r>
    </w:p>
    <w:p w:rsidR="000372C6" w:rsidRPr="000372C6" w:rsidRDefault="000261F0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0261F0">
      <w:pPr>
        <w:pStyle w:val="Heading2"/>
        <w:rPr>
          <w:rtl/>
          <w:lang w:bidi="fa-IR"/>
        </w:rPr>
      </w:pPr>
      <w:bookmarkStart w:id="1" w:name="_Toc526764120"/>
      <w:r w:rsidRPr="000372C6">
        <w:rPr>
          <w:rFonts w:hint="eastAsia"/>
          <w:rtl/>
          <w:lang w:bidi="fa-IR"/>
        </w:rPr>
        <w:t>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شگفتار</w:t>
      </w:r>
      <w:bookmarkEnd w:id="1"/>
    </w:p>
    <w:p w:rsidR="00A56779" w:rsidRDefault="000372C6" w:rsidP="0061337A">
      <w:pPr>
        <w:pStyle w:val="libBold2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بسم</w:t>
      </w:r>
      <w:r w:rsidRPr="000372C6">
        <w:rPr>
          <w:rtl/>
          <w:lang w:bidi="fa-IR"/>
        </w:rPr>
        <w:t xml:space="preserve"> الله الرحمن الرح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</w:p>
    <w:p w:rsidR="00E77C7A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نهضت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زوا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گوناگون قابل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ط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اجتماع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روز و موشکاف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انات</w:t>
      </w:r>
      <w:r w:rsidRPr="000372C6">
        <w:rPr>
          <w:rtl/>
          <w:lang w:bidi="fa-IR"/>
        </w:rPr>
        <w:t xml:space="preserve"> بستر ساز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نقش آفر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نظ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سالار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cs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وفادار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نقش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پس از شهادت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تأث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رگذار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 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ن العابد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cs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کبر</w:t>
      </w:r>
      <w:r w:rsidRPr="000372C6">
        <w:rPr>
          <w:rFonts w:hint="cs"/>
          <w:rtl/>
          <w:lang w:bidi="fa-IR"/>
        </w:rPr>
        <w:t>ی</w:t>
      </w:r>
      <w:r w:rsidR="003A4028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در تداوم نهضت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الگو گشتن آن در راستا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حرکت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و ده ها موضوع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ذهن کاوشگران و اند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پژوهشگران را به خود مشغول ساخته و</w:t>
      </w:r>
      <w:r w:rsidR="00675D6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از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رباز</w:t>
      </w:r>
      <w:r w:rsidRPr="000372C6">
        <w:rPr>
          <w:rtl/>
          <w:lang w:bidi="fa-IR"/>
        </w:rPr>
        <w:t xml:space="preserve"> تاکنون هر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به فراخور ظرف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استعداد و درک و برداشت خود مطالب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گردآو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کرده و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تحل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مسائل پرداخته اند</w:t>
      </w:r>
      <w:r w:rsidR="00E77C7A">
        <w:rPr>
          <w:rFonts w:hint="cs"/>
          <w:rtl/>
          <w:lang w:bidi="fa-IR"/>
        </w:rPr>
        <w:t>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از قرن اول تاکنون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ده ها تن از دانشمندان و مورخان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نگارش کتاب مقتل الامام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</w:t>
      </w:r>
      <w:r w:rsidR="001E1592">
        <w:rPr>
          <w:rFonts w:hint="cs"/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در ضمن بحث</w:t>
      </w:r>
      <w:r w:rsidR="002C1673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فاجعه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فراموش نشدن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را آورده و به ذکر وقا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آن برآمده اند مسئله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ت</w:t>
      </w:r>
      <w:r w:rsidR="006E34EF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و از آن جا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مسائل مهم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نهضت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و چون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مشکلات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همراه دارد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هر سال به هنگامه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ماه صفر و تجد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خاطره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 سر زبانها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افتد و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چگونگ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و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نف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اثبات آن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پردازند و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ساکت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نظر از کنار آن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گذرند</w:t>
      </w:r>
      <w:r w:rsidR="00E757FE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از آن جا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داد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پراهم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است و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بزرگان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قلم زده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لذا ما را به نقد و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نظرات و نگارش مطالب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رامون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مهم واداشت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دوارم</w:t>
      </w:r>
      <w:r w:rsidRPr="000372C6">
        <w:rPr>
          <w:rtl/>
          <w:lang w:bidi="fa-IR"/>
        </w:rPr>
        <w:t xml:space="preserve"> که از نقطه نظرات ص</w:t>
      </w:r>
      <w:r w:rsidRPr="000372C6">
        <w:rPr>
          <w:rFonts w:hint="eastAsia"/>
          <w:rtl/>
          <w:lang w:bidi="fa-IR"/>
        </w:rPr>
        <w:t>احب</w:t>
      </w:r>
      <w:r w:rsidRPr="000372C6">
        <w:rPr>
          <w:rtl/>
          <w:lang w:bidi="fa-IR"/>
        </w:rPr>
        <w:t xml:space="preserve"> نظران و انتقادات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بهره مند شوم</w:t>
      </w:r>
      <w:r w:rsidR="001E1592">
        <w:rPr>
          <w:rFonts w:hint="cs"/>
          <w:rtl/>
          <w:lang w:bidi="fa-IR"/>
        </w:rPr>
        <w:t>.</w:t>
      </w:r>
    </w:p>
    <w:p w:rsidR="000372C6" w:rsidRPr="000372C6" w:rsidRDefault="000372C6" w:rsidP="001E1592">
      <w:pPr>
        <w:pStyle w:val="libLeftBold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محمد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پورام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</w:p>
    <w:p w:rsidR="000372C6" w:rsidRPr="000372C6" w:rsidRDefault="008A37BF" w:rsidP="001E1592">
      <w:pPr>
        <w:pStyle w:val="libLeftBold"/>
        <w:rPr>
          <w:rtl/>
          <w:lang w:bidi="fa-IR"/>
        </w:rPr>
      </w:pPr>
      <w:r>
        <w:rPr>
          <w:rtl/>
          <w:lang w:bidi="fa-IR"/>
        </w:rPr>
        <w:t>2</w:t>
      </w:r>
      <w:r w:rsidR="004E092C">
        <w:rPr>
          <w:rtl/>
          <w:lang w:bidi="fa-IR"/>
        </w:rPr>
        <w:t>9</w:t>
      </w:r>
      <w:r w:rsidR="000372C6" w:rsidRPr="000372C6">
        <w:rPr>
          <w:rtl/>
          <w:lang w:bidi="fa-IR"/>
        </w:rPr>
        <w:t xml:space="preserve"> / صفر المظفر </w:t>
      </w:r>
      <w:r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>
        <w:rPr>
          <w:rtl/>
          <w:lang w:bidi="fa-IR"/>
        </w:rPr>
        <w:t>23</w:t>
      </w:r>
      <w:r w:rsidR="000372C6" w:rsidRPr="000372C6">
        <w:rPr>
          <w:rtl/>
          <w:lang w:bidi="fa-IR"/>
        </w:rPr>
        <w:t xml:space="preserve"> برابر با </w:t>
      </w:r>
      <w:r>
        <w:rPr>
          <w:rtl/>
          <w:lang w:bidi="fa-IR"/>
        </w:rPr>
        <w:t>12</w:t>
      </w:r>
      <w:r w:rsidR="000372C6" w:rsidRPr="000372C6">
        <w:rPr>
          <w:rtl/>
          <w:lang w:bidi="fa-IR"/>
        </w:rPr>
        <w:t xml:space="preserve"> ارد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بهشت</w:t>
      </w:r>
      <w:r w:rsidR="000372C6" w:rsidRPr="000372C6">
        <w:rPr>
          <w:rtl/>
          <w:lang w:bidi="fa-IR"/>
        </w:rPr>
        <w:t xml:space="preserve"> ماه </w:t>
      </w:r>
      <w:r>
        <w:rPr>
          <w:rtl/>
          <w:lang w:bidi="fa-IR"/>
        </w:rPr>
        <w:t>13</w:t>
      </w:r>
      <w:r w:rsidR="004E092C">
        <w:rPr>
          <w:rtl/>
          <w:lang w:bidi="fa-IR"/>
        </w:rPr>
        <w:t>8</w:t>
      </w:r>
      <w:r>
        <w:rPr>
          <w:rtl/>
          <w:lang w:bidi="fa-IR"/>
        </w:rPr>
        <w:t>1</w:t>
      </w:r>
    </w:p>
    <w:p w:rsidR="000372C6" w:rsidRPr="000372C6" w:rsidRDefault="001E159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1E1592">
      <w:pPr>
        <w:pStyle w:val="Heading2"/>
        <w:rPr>
          <w:rtl/>
          <w:lang w:bidi="fa-IR"/>
        </w:rPr>
      </w:pPr>
      <w:bookmarkStart w:id="2" w:name="_Toc526764121"/>
      <w:r w:rsidRPr="000372C6">
        <w:rPr>
          <w:rFonts w:hint="eastAsia"/>
          <w:rtl/>
          <w:lang w:bidi="fa-IR"/>
        </w:rPr>
        <w:t>شوق</w:t>
      </w:r>
      <w:r w:rsidRPr="000372C6">
        <w:rPr>
          <w:rtl/>
          <w:lang w:bidi="fa-IR"/>
        </w:rPr>
        <w:t xml:space="preserve"> لقا</w:t>
      </w:r>
      <w:bookmarkEnd w:id="2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مرقد پاک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دارا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بلند و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رف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و از خصوص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منحصر به فرد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برخوردار است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بخش با بهره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زوا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گوناگون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بحث خواه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پرداخت</w:t>
      </w:r>
      <w:r w:rsidR="008C3889">
        <w:rPr>
          <w:rFonts w:hint="cs"/>
          <w:rtl/>
          <w:lang w:bidi="fa-IR"/>
        </w:rPr>
        <w:t>.</w:t>
      </w:r>
    </w:p>
    <w:p w:rsidR="000372C6" w:rsidRPr="000372C6" w:rsidRDefault="000372C6" w:rsidP="000E2BAF">
      <w:pPr>
        <w:pStyle w:val="libBold1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؟</w:t>
      </w:r>
    </w:p>
    <w:p w:rsid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ابن</w:t>
      </w:r>
      <w:r w:rsidRPr="000372C6">
        <w:rPr>
          <w:rtl/>
          <w:lang w:bidi="fa-IR"/>
        </w:rPr>
        <w:t xml:space="preserve"> نما حل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ابن عا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 که سل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بن قته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عدو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سه روز پس از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کربلا عبور کرد و چون نگاهش بر جا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قتلگاه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افتاد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بر اسب عرب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نمود 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را سرود</w:t>
      </w:r>
      <w:r w:rsidR="000261F0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97"/>
        <w:gridCol w:w="288"/>
        <w:gridCol w:w="3959"/>
      </w:tblGrid>
      <w:tr w:rsidR="00A52352" w:rsidTr="00A60DD4">
        <w:trPr>
          <w:trHeight w:val="350"/>
        </w:trPr>
        <w:tc>
          <w:tcPr>
            <w:tcW w:w="3798" w:type="dxa"/>
            <w:shd w:val="clear" w:color="auto" w:fill="auto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مررت</w:t>
            </w:r>
            <w:r w:rsidRPr="000372C6">
              <w:rPr>
                <w:rtl/>
                <w:lang w:bidi="fa-IR"/>
              </w:rPr>
              <w:t xml:space="preserve">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أب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ات</w:t>
            </w:r>
            <w:r w:rsidRPr="000372C6">
              <w:rPr>
                <w:rtl/>
                <w:lang w:bidi="fa-IR"/>
              </w:rPr>
              <w:t xml:space="preserve"> آل محمد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  <w:shd w:val="clear" w:color="auto" w:fill="auto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  <w:shd w:val="clear" w:color="auto" w:fill="auto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فلم</w:t>
            </w:r>
            <w:r w:rsidRPr="000372C6">
              <w:rPr>
                <w:rtl/>
                <w:lang w:bidi="fa-IR"/>
              </w:rPr>
              <w:t xml:space="preserve"> أرها أمثالها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وم</w:t>
            </w:r>
            <w:r w:rsidRPr="000372C6">
              <w:rPr>
                <w:rtl/>
                <w:lang w:bidi="fa-IR"/>
              </w:rPr>
              <w:t xml:space="preserve"> حلت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ألم</w:t>
            </w:r>
            <w:r w:rsidRPr="000372C6">
              <w:rPr>
                <w:rtl/>
                <w:lang w:bidi="fa-IR"/>
              </w:rPr>
              <w:t xml:space="preserve"> تر أن الشمس أضحت مر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ضه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لفقد</w:t>
            </w:r>
            <w:r w:rsidRPr="000372C6">
              <w:rPr>
                <w:rtl/>
                <w:lang w:bidi="fa-IR"/>
              </w:rPr>
              <w:t xml:space="preserve"> الحس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ن</w:t>
            </w:r>
            <w:r w:rsidRPr="000372C6">
              <w:rPr>
                <w:rtl/>
                <w:lang w:bidi="fa-IR"/>
              </w:rPr>
              <w:t xml:space="preserve"> و البلاد اقشعرت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کانوا رجاءا ثم أضحوا رز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ه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لقد</w:t>
            </w:r>
            <w:r w:rsidRPr="000372C6">
              <w:rPr>
                <w:rtl/>
                <w:lang w:bidi="fa-IR"/>
              </w:rPr>
              <w:t xml:space="preserve"> عظمت تلک الرزا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</w:t>
            </w:r>
            <w:r w:rsidRPr="000372C6">
              <w:rPr>
                <w:rtl/>
                <w:lang w:bidi="fa-IR"/>
              </w:rPr>
              <w:t xml:space="preserve"> و جلت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تسألنا ق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س</w:t>
            </w:r>
            <w:r w:rsidRPr="000372C6">
              <w:rPr>
                <w:rtl/>
                <w:lang w:bidi="fa-IR"/>
              </w:rPr>
              <w:t xml:space="preserve"> فنعط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فقرها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تقتلنا ق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س</w:t>
            </w:r>
            <w:r w:rsidRPr="000372C6">
              <w:rPr>
                <w:rtl/>
                <w:lang w:bidi="fa-IR"/>
              </w:rPr>
              <w:t xml:space="preserve"> اذا النعل زلت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834720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عند غن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قطره من دم</w:t>
            </w:r>
            <w:r>
              <w:rPr>
                <w:rFonts w:hint="cs"/>
                <w:rtl/>
                <w:lang w:bidi="fa-IR"/>
              </w:rPr>
              <w:t>أ</w:t>
            </w:r>
            <w:r w:rsidRPr="000372C6">
              <w:rPr>
                <w:rtl/>
                <w:lang w:bidi="fa-IR"/>
              </w:rPr>
              <w:t>نا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سنطلبهم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وم</w:t>
            </w:r>
            <w:r w:rsidRPr="000372C6">
              <w:rPr>
                <w:rtl/>
                <w:lang w:bidi="fa-IR"/>
              </w:rPr>
              <w:t xml:space="preserve"> بها ح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ث</w:t>
            </w:r>
            <w:r w:rsidRPr="000372C6">
              <w:rPr>
                <w:rtl/>
                <w:lang w:bidi="fa-IR"/>
              </w:rPr>
              <w:t xml:space="preserve"> حلت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فلا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بعد</w:t>
            </w:r>
            <w:r w:rsidRPr="000372C6">
              <w:rPr>
                <w:rtl/>
                <w:lang w:bidi="fa-IR"/>
              </w:rPr>
              <w:t xml:space="preserve"> الله الد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ار</w:t>
            </w:r>
            <w:r w:rsidRPr="000372C6">
              <w:rPr>
                <w:rtl/>
                <w:lang w:bidi="fa-IR"/>
              </w:rPr>
              <w:t xml:space="preserve"> و أهلها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ان أصبحت منهم برغم تخلت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فان</w:t>
            </w:r>
            <w:r w:rsidRPr="000372C6">
              <w:rPr>
                <w:rtl/>
                <w:lang w:bidi="fa-IR"/>
              </w:rPr>
              <w:t xml:space="preserve"> قت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ل</w:t>
            </w:r>
            <w:r w:rsidRPr="000372C6">
              <w:rPr>
                <w:rtl/>
                <w:lang w:bidi="fa-IR"/>
              </w:rPr>
              <w:t xml:space="preserve"> الطف من آل هاشم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أذل</w:t>
            </w:r>
            <w:r w:rsidRPr="000372C6">
              <w:rPr>
                <w:rtl/>
                <w:lang w:bidi="fa-IR"/>
              </w:rPr>
              <w:t xml:space="preserve"> رقاب المسلم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ن</w:t>
            </w:r>
            <w:r w:rsidRPr="000372C6">
              <w:rPr>
                <w:rtl/>
                <w:lang w:bidi="fa-IR"/>
              </w:rPr>
              <w:t xml:space="preserve"> فذلت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352" w:rsidTr="00A60DD4">
        <w:tblPrEx>
          <w:tblLook w:val="04A0"/>
        </w:tblPrEx>
        <w:trPr>
          <w:trHeight w:val="350"/>
        </w:trPr>
        <w:tc>
          <w:tcPr>
            <w:tcW w:w="3798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قد أعولت تبک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النساء لفقده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52352" w:rsidRDefault="00A52352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A52352" w:rsidRDefault="0083472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أنجمنا ناحت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ه</w:t>
            </w:r>
            <w:r w:rsidRPr="000372C6">
              <w:rPr>
                <w:rtl/>
                <w:lang w:bidi="fa-IR"/>
              </w:rPr>
              <w:t xml:space="preserve"> و صلت</w:t>
            </w:r>
            <w:r w:rsidR="00686026">
              <w:rPr>
                <w:rFonts w:hint="cs"/>
                <w:rtl/>
                <w:lang w:bidi="fa-IR"/>
              </w:rPr>
              <w:t xml:space="preserve"> </w:t>
            </w:r>
            <w:r w:rsidR="00686026" w:rsidRPr="008C3889">
              <w:rPr>
                <w:rStyle w:val="libFootnotenumChar"/>
                <w:rtl/>
              </w:rPr>
              <w:t>(</w:t>
            </w:r>
            <w:r w:rsidR="008A37BF">
              <w:rPr>
                <w:rStyle w:val="libFootnotenumChar"/>
                <w:rtl/>
              </w:rPr>
              <w:t>1</w:t>
            </w:r>
            <w:r w:rsidR="00686026" w:rsidRPr="008C3889">
              <w:rPr>
                <w:rStyle w:val="libFootnotenumChar"/>
                <w:rtl/>
              </w:rPr>
              <w:t>)</w:t>
            </w:r>
            <w:r w:rsidR="002774D1">
              <w:rPr>
                <w:rFonts w:hint="cs"/>
                <w:rtl/>
                <w:lang w:bidi="fa-IR"/>
              </w:rPr>
              <w:t xml:space="preserve"> </w:t>
            </w:r>
            <w:r w:rsidR="00A5235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8602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ممکن</w:t>
      </w:r>
      <w:r w:rsidRPr="000372C6">
        <w:rPr>
          <w:rtl/>
          <w:lang w:bidi="fa-IR"/>
        </w:rPr>
        <w:t xml:space="preserve"> است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بنابر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 را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سل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بن قته دانست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سخن با توجه به مطالب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قابل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رش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:</w:t>
      </w:r>
    </w:p>
    <w:p w:rsidR="00686026" w:rsidRDefault="00686026" w:rsidP="000372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0372C6" w:rsidRPr="000372C6">
        <w:rPr>
          <w:rtl/>
          <w:lang w:bidi="fa-IR"/>
        </w:rPr>
        <w:t xml:space="preserve"> تاکنون کس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او را به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عنوان نشناخته و نشناسانده است</w:t>
      </w:r>
      <w:r w:rsidR="002774D1">
        <w:rPr>
          <w:rFonts w:hint="cs"/>
          <w:rtl/>
          <w:lang w:bidi="fa-IR"/>
        </w:rPr>
        <w:t>.</w:t>
      </w:r>
    </w:p>
    <w:p w:rsidR="008C3889" w:rsidRDefault="00686026" w:rsidP="008C388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2.</w:t>
      </w:r>
      <w:r w:rsidR="000372C6" w:rsidRPr="000372C6">
        <w:rPr>
          <w:rtl/>
          <w:lang w:bidi="fa-IR"/>
        </w:rPr>
        <w:t xml:space="preserve"> نقل با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خصوص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را تنها ابن نما نقل کرده است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در حال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برخ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به ذکر مرث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و اشعار او در کربلا بسنده نموده اند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بدون آن که زمان آن را مع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سازند</w:t>
      </w:r>
      <w:r>
        <w:rPr>
          <w:rFonts w:hint="cs"/>
          <w:rtl/>
          <w:lang w:bidi="fa-IR"/>
        </w:rPr>
        <w:t xml:space="preserve"> </w:t>
      </w:r>
      <w:r w:rsidRPr="008C3889">
        <w:rPr>
          <w:rStyle w:val="libFootnotenumChar"/>
          <w:rtl/>
        </w:rPr>
        <w:t>(</w:t>
      </w:r>
      <w:r w:rsidR="008A37BF">
        <w:rPr>
          <w:rStyle w:val="libFootnotenumChar"/>
          <w:rtl/>
        </w:rPr>
        <w:t>2</w:t>
      </w:r>
      <w:r w:rsidRPr="008C3889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و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شتر</w:t>
      </w:r>
      <w:r w:rsidR="008C3889"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تنها اب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ات</w:t>
      </w:r>
      <w:r w:rsidR="000372C6" w:rsidRPr="000372C6">
        <w:rPr>
          <w:rtl/>
          <w:lang w:bidi="fa-IR"/>
        </w:rPr>
        <w:t xml:space="preserve"> او را نقل کرده اند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بدون آن که به مکان و زمان آن تصر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ح</w:t>
      </w:r>
      <w:r w:rsidR="000372C6" w:rsidRPr="000372C6">
        <w:rPr>
          <w:rtl/>
          <w:lang w:bidi="fa-IR"/>
        </w:rPr>
        <w:t xml:space="preserve"> نما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ند</w:t>
      </w:r>
      <w:r w:rsidR="008C3889">
        <w:rPr>
          <w:rFonts w:hint="cs"/>
          <w:rtl/>
          <w:lang w:bidi="fa-IR"/>
        </w:rPr>
        <w:t xml:space="preserve">. </w:t>
      </w:r>
      <w:r w:rsidRPr="008C3889">
        <w:rPr>
          <w:rStyle w:val="libFootnotenumChar"/>
          <w:rtl/>
        </w:rPr>
        <w:t>(</w:t>
      </w:r>
      <w:r w:rsidR="008A37BF">
        <w:rPr>
          <w:rStyle w:val="libFootnotenumChar"/>
          <w:rtl/>
        </w:rPr>
        <w:t>3</w:t>
      </w:r>
      <w:r w:rsidRPr="008C3889">
        <w:rPr>
          <w:rStyle w:val="libFootnotenumChar"/>
          <w:rtl/>
        </w:rPr>
        <w:t>)</w:t>
      </w:r>
      <w:r w:rsidR="008C3889">
        <w:rPr>
          <w:rFonts w:hint="cs"/>
          <w:rtl/>
          <w:lang w:bidi="fa-IR"/>
        </w:rPr>
        <w:t xml:space="preserve"> </w:t>
      </w:r>
    </w:p>
    <w:p w:rsidR="008A37BF" w:rsidRDefault="00686026" w:rsidP="000E2BA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ناظر به عبور سل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مان</w:t>
      </w:r>
      <w:r w:rsidR="000372C6" w:rsidRPr="000372C6">
        <w:rPr>
          <w:rtl/>
          <w:lang w:bidi="fa-IR"/>
        </w:rPr>
        <w:t xml:space="preserve"> از کربلاست 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با عنوان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فرق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چون عبارت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ابن نما آورده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:</w:t>
      </w:r>
      <w:r w:rsidR="000372C6" w:rsidRPr="000372C6">
        <w:rPr>
          <w:rtl/>
          <w:lang w:bidi="fa-IR"/>
        </w:rPr>
        <w:t xml:space="preserve"> </w:t>
      </w:r>
      <w:r w:rsidR="000E2BAF">
        <w:rPr>
          <w:rFonts w:hint="cs"/>
          <w:rtl/>
          <w:lang w:bidi="fa-IR"/>
        </w:rPr>
        <w:t>«</w:t>
      </w:r>
      <w:r w:rsidR="000372C6" w:rsidRPr="000E2BAF">
        <w:rPr>
          <w:rStyle w:val="libHadeesChar"/>
          <w:rtl/>
        </w:rPr>
        <w:t>مر سل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Fonts w:hint="eastAsia"/>
          <w:rtl/>
        </w:rPr>
        <w:t>مان</w:t>
      </w:r>
      <w:r w:rsidR="000372C6" w:rsidRPr="000E2BAF">
        <w:rPr>
          <w:rStyle w:val="libHadeesChar"/>
          <w:rtl/>
        </w:rPr>
        <w:t xml:space="preserve"> بن قته العدو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tl/>
        </w:rPr>
        <w:t xml:space="preserve"> مول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tl/>
        </w:rPr>
        <w:t xml:space="preserve"> بن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tl/>
        </w:rPr>
        <w:t xml:space="preserve"> تم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Fonts w:hint="eastAsia"/>
          <w:rtl/>
        </w:rPr>
        <w:t>م</w:t>
      </w:r>
      <w:r w:rsidR="000372C6" w:rsidRPr="000E2BAF">
        <w:rPr>
          <w:rStyle w:val="libHadeesChar"/>
          <w:rtl/>
        </w:rPr>
        <w:t xml:space="preserve"> بکربلاء بعد قتل ال</w:t>
      </w:r>
      <w:r w:rsidR="000372C6" w:rsidRPr="000E2BAF">
        <w:rPr>
          <w:rStyle w:val="libHadeesChar"/>
          <w:rFonts w:hint="eastAsia"/>
          <w:rtl/>
        </w:rPr>
        <w:t>حس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Fonts w:hint="eastAsia"/>
          <w:rtl/>
        </w:rPr>
        <w:t>ن</w:t>
      </w:r>
      <w:r w:rsidR="00FE4825" w:rsidRPr="000E2BAF">
        <w:rPr>
          <w:rStyle w:val="libHadeesChar"/>
          <w:rFonts w:hint="eastAsia"/>
          <w:rtl/>
        </w:rPr>
        <w:t xml:space="preserve"> </w:t>
      </w:r>
      <w:r w:rsidR="00E13185" w:rsidRPr="000E2BAF">
        <w:rPr>
          <w:rStyle w:val="libAlaemChar"/>
          <w:rFonts w:hint="eastAsia"/>
          <w:rtl/>
        </w:rPr>
        <w:t>عليه‌السلام</w:t>
      </w:r>
      <w:r w:rsidR="000372C6" w:rsidRPr="000E2BAF">
        <w:rPr>
          <w:rStyle w:val="libHadeesChar"/>
          <w:rtl/>
        </w:rPr>
        <w:t xml:space="preserve"> بثلاث</w:t>
      </w:r>
      <w:r w:rsidR="000261F0" w:rsidRPr="000E2BAF">
        <w:rPr>
          <w:rStyle w:val="libHadeesChar"/>
          <w:rtl/>
        </w:rPr>
        <w:t>،</w:t>
      </w:r>
      <w:r w:rsidR="000372C6" w:rsidRPr="000E2BAF">
        <w:rPr>
          <w:rStyle w:val="libHadeesChar"/>
          <w:rtl/>
        </w:rPr>
        <w:t xml:space="preserve"> فنظر ال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tl/>
        </w:rPr>
        <w:t xml:space="preserve"> مصارعهم</w:t>
      </w:r>
      <w:r w:rsidR="000261F0" w:rsidRPr="000E2BAF">
        <w:rPr>
          <w:rStyle w:val="libHadeesChar"/>
          <w:rtl/>
        </w:rPr>
        <w:t>،</w:t>
      </w:r>
      <w:r w:rsidR="000372C6" w:rsidRPr="000E2BAF">
        <w:rPr>
          <w:rStyle w:val="libHadeesChar"/>
          <w:rtl/>
        </w:rPr>
        <w:t xml:space="preserve"> فاتکأ عل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tl/>
        </w:rPr>
        <w:t xml:space="preserve"> فرس له عرب</w:t>
      </w:r>
      <w:r w:rsidR="000372C6" w:rsidRPr="000E2BAF">
        <w:rPr>
          <w:rStyle w:val="libHadeesChar"/>
          <w:rFonts w:hint="cs"/>
          <w:rtl/>
        </w:rPr>
        <w:t>ی</w:t>
      </w:r>
      <w:r w:rsidR="000372C6" w:rsidRPr="000E2BAF">
        <w:rPr>
          <w:rStyle w:val="libHadeesChar"/>
          <w:rFonts w:hint="eastAsia"/>
          <w:rtl/>
        </w:rPr>
        <w:t>ه</w:t>
      </w:r>
      <w:r w:rsidR="000261F0" w:rsidRPr="000E2BAF">
        <w:rPr>
          <w:rStyle w:val="libHadeesChar"/>
          <w:rtl/>
        </w:rPr>
        <w:t>،</w:t>
      </w:r>
      <w:r w:rsidR="000372C6" w:rsidRPr="000E2BAF">
        <w:rPr>
          <w:rStyle w:val="libHadeesChar"/>
          <w:rtl/>
        </w:rPr>
        <w:t xml:space="preserve"> و أنشأ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سل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مان</w:t>
      </w:r>
      <w:r w:rsidR="000372C6" w:rsidRPr="000372C6">
        <w:rPr>
          <w:rtl/>
          <w:lang w:bidi="fa-IR"/>
        </w:rPr>
        <w:t xml:space="preserve"> بن قته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عدو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پس از گذشت سه روز از شهادت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از کربلا گذشت و به جا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گاه</w:t>
      </w:r>
      <w:r w:rsidR="000372C6" w:rsidRPr="000372C6">
        <w:rPr>
          <w:rtl/>
          <w:lang w:bidi="fa-IR"/>
        </w:rPr>
        <w:t xml:space="preserve"> شهادتشان نگاه افکند و درحال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به اسب عرب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خود تک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نموده بود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سرود</w:t>
      </w:r>
      <w:r w:rsidR="000261F0">
        <w:rPr>
          <w:rtl/>
          <w:lang w:bidi="fa-IR"/>
        </w:rPr>
        <w:t>.</w:t>
      </w:r>
      <w:r w:rsidR="000E2BAF">
        <w:rPr>
          <w:rFonts w:hint="cs"/>
          <w:rtl/>
          <w:lang w:bidi="fa-IR"/>
        </w:rPr>
        <w:t xml:space="preserve">» </w:t>
      </w:r>
      <w:r w:rsidRPr="000E2BAF">
        <w:rPr>
          <w:rStyle w:val="libFootnotenumChar"/>
          <w:rtl/>
        </w:rPr>
        <w:t>(</w:t>
      </w:r>
      <w:r w:rsidR="00EA4950">
        <w:rPr>
          <w:rStyle w:val="libFootnotenumChar"/>
          <w:rtl/>
        </w:rPr>
        <w:t>4</w:t>
      </w:r>
      <w:r w:rsidRPr="000E2BAF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6929A4" w:rsidRDefault="000372C6" w:rsidP="006929A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و عبور 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آن مکان مقدس اعم از آن است که به قصد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باشد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نباشد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از عمل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به قصد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آن حضرت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رنج سفر را بر خود هموار سازد و عواقب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را به جان بخرد</w:t>
      </w:r>
      <w:r w:rsidR="006929A4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با توجه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حال 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دالله</w:t>
      </w:r>
      <w:r w:rsidRPr="000372C6">
        <w:rPr>
          <w:rtl/>
          <w:lang w:bidi="fa-IR"/>
        </w:rPr>
        <w:t xml:space="preserve"> بن حر جعف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روشن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او که دعوت شخص ام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رفته</w:t>
      </w:r>
      <w:r w:rsidRPr="000372C6">
        <w:rPr>
          <w:rtl/>
          <w:lang w:bidi="fa-IR"/>
        </w:rPr>
        <w:t xml:space="preserve"> بود و به گمان خود با زرنگ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توانسته بود رعا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نموده و از حضور در لشکر 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سرباز زند</w:t>
      </w:r>
      <w:r w:rsidR="006929A4">
        <w:rPr>
          <w:rFonts w:hint="cs"/>
          <w:rtl/>
          <w:lang w:bidi="fa-IR"/>
        </w:rPr>
        <w:t>.</w:t>
      </w:r>
    </w:p>
    <w:p w:rsidR="00440E7D" w:rsidRDefault="000372C6" w:rsidP="006929A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پس از واقعه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جانگداز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از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بازخواست 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 جان خود ترس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از کوفه فرار کر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به کربلا آمد و با نها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پش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نرساندن به فرزند رسول خدا</w:t>
      </w:r>
      <w:r w:rsidR="008A37BF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اشعار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سرود</w:t>
      </w:r>
      <w:r w:rsidR="00440E7D">
        <w:rPr>
          <w:rFonts w:hint="cs"/>
          <w:rtl/>
          <w:lang w:bidi="fa-IR"/>
        </w:rPr>
        <w:t>.</w:t>
      </w:r>
      <w:r w:rsidR="00EA4950">
        <w:rPr>
          <w:rFonts w:hint="cs"/>
          <w:rtl/>
          <w:lang w:bidi="fa-IR"/>
        </w:rPr>
        <w:t xml:space="preserve"> </w:t>
      </w:r>
      <w:r w:rsidR="00686026" w:rsidRPr="00A939F4">
        <w:rPr>
          <w:rStyle w:val="libFootnotenumChar"/>
          <w:rtl/>
        </w:rPr>
        <w:t>(</w:t>
      </w:r>
      <w:r w:rsidR="00EA4950" w:rsidRPr="00A939F4">
        <w:rPr>
          <w:rStyle w:val="libFootnotenumChar"/>
          <w:rtl/>
          <w:lang w:bidi="fa-IR"/>
        </w:rPr>
        <w:t>5</w:t>
      </w:r>
      <w:r w:rsidR="00686026" w:rsidRPr="00A939F4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E1070D" w:rsidRDefault="000372C6" w:rsidP="006929A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باز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عنوان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«</w:t>
      </w:r>
      <w:r w:rsidRPr="00A939F4">
        <w:rPr>
          <w:rStyle w:val="libBold1Char"/>
          <w:rtl/>
        </w:rPr>
        <w:t>زائر</w:t>
      </w:r>
      <w:r w:rsidRPr="000372C6">
        <w:rPr>
          <w:rtl/>
          <w:lang w:bidi="fa-IR"/>
        </w:rPr>
        <w:t>» را بر او منطبق ساخت افزون بر آن زمان حضور او را در کربلا دق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«</w:t>
      </w:r>
      <w:r w:rsidRPr="00A939F4">
        <w:rPr>
          <w:rStyle w:val="libBold1Char"/>
          <w:rtl/>
        </w:rPr>
        <w:t>ز</w:t>
      </w:r>
      <w:r w:rsidRPr="00A939F4">
        <w:rPr>
          <w:rStyle w:val="libBold1Char"/>
          <w:rFonts w:hint="cs"/>
          <w:rtl/>
        </w:rPr>
        <w:t>ی</w:t>
      </w:r>
      <w:r w:rsidRPr="00A939F4">
        <w:rPr>
          <w:rStyle w:val="libBold1Char"/>
          <w:rFonts w:hint="eastAsia"/>
          <w:rtl/>
        </w:rPr>
        <w:t>ارت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تنها پس ا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دفن جسد مطهر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آن و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أسد را که توف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دفن اجساد مطهر را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داخل در عنوان فوق دانست با توجه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مطالب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دانست که شرافت کسب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عنوان را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</w:t>
      </w:r>
      <w:r w:rsidRPr="000372C6">
        <w:rPr>
          <w:rtl/>
          <w:lang w:bidi="fa-IR"/>
        </w:rPr>
        <w:t xml:space="preserve"> نموده است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چون او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که به قصد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سالار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أباعبدالله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توجه به کهولت سن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و با در نظر گرفتن شرا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ط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سخت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روز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به کربلا آمد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چنان که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بزرگان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نموده اند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440E7D" w:rsidRDefault="00440E7D" w:rsidP="006929A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440E7D">
        <w:rPr>
          <w:rStyle w:val="libHadeesChar"/>
          <w:rtl/>
        </w:rPr>
        <w:t>و ف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ال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وم</w:t>
      </w:r>
      <w:r w:rsidR="000372C6" w:rsidRPr="00440E7D">
        <w:rPr>
          <w:rStyle w:val="libHadeesChar"/>
          <w:rtl/>
        </w:rPr>
        <w:t xml:space="preserve"> العشر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ن</w:t>
      </w:r>
      <w:r w:rsidR="000372C6" w:rsidRPr="00440E7D">
        <w:rPr>
          <w:rStyle w:val="libHadeesChar"/>
          <w:rtl/>
        </w:rPr>
        <w:t xml:space="preserve"> منه - صفر -</w:t>
      </w:r>
      <w:r w:rsidR="000261F0" w:rsidRPr="00440E7D">
        <w:rPr>
          <w:rStyle w:val="libHadeesChar"/>
          <w:rtl/>
        </w:rPr>
        <w:t>.</w:t>
      </w:r>
      <w:r w:rsidR="000372C6" w:rsidRPr="00440E7D">
        <w:rPr>
          <w:rStyle w:val="libHadeesChar"/>
          <w:rtl/>
        </w:rPr>
        <w:t xml:space="preserve"> هو ال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وم</w:t>
      </w:r>
      <w:r w:rsidR="000372C6" w:rsidRPr="00440E7D">
        <w:rPr>
          <w:rStyle w:val="libHadeesChar"/>
          <w:rtl/>
        </w:rPr>
        <w:t xml:space="preserve"> الذ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ورد ف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ه</w:t>
      </w:r>
      <w:r w:rsidR="000372C6" w:rsidRPr="00440E7D">
        <w:rPr>
          <w:rStyle w:val="libHadeesChar"/>
          <w:rtl/>
        </w:rPr>
        <w:t xml:space="preserve"> جابر بن عبدالله الأنصار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صاحب رسول الله</w:t>
      </w:r>
      <w:r w:rsidRPr="00440E7D">
        <w:rPr>
          <w:rStyle w:val="libHadeesChar"/>
          <w:rFonts w:hint="cs"/>
          <w:rtl/>
        </w:rPr>
        <w:t xml:space="preserve"> </w:t>
      </w:r>
      <w:r w:rsidR="00B7771E" w:rsidRPr="00B7771E">
        <w:rPr>
          <w:rStyle w:val="libAlaemChar"/>
          <w:rFonts w:eastAsia="KFGQPC Uthman Taha Naskh"/>
          <w:rtl/>
        </w:rPr>
        <w:t>صلى‌الله‌عليه‌وآله‌وسلم</w:t>
      </w:r>
      <w:r w:rsidR="000372C6" w:rsidRPr="00440E7D">
        <w:rPr>
          <w:rStyle w:val="libHadeesChar"/>
          <w:rtl/>
        </w:rPr>
        <w:t xml:space="preserve"> و رض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الله تعال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عنه من المد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نه</w:t>
      </w:r>
      <w:r w:rsidR="000372C6" w:rsidRPr="00440E7D">
        <w:rPr>
          <w:rStyle w:val="libHadeesChar"/>
          <w:rtl/>
        </w:rPr>
        <w:t xml:space="preserve"> ال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کربلاء</w:t>
      </w:r>
      <w:r w:rsidR="000261F0" w:rsidRPr="00440E7D">
        <w:rPr>
          <w:rStyle w:val="libHadeesChar"/>
          <w:rtl/>
        </w:rPr>
        <w:t>،</w:t>
      </w:r>
      <w:r w:rsidR="000372C6" w:rsidRPr="00440E7D">
        <w:rPr>
          <w:rStyle w:val="libHadeesChar"/>
          <w:rtl/>
        </w:rPr>
        <w:t xml:space="preserve"> لز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اره</w:t>
      </w:r>
      <w:r w:rsidR="000372C6" w:rsidRPr="00440E7D">
        <w:rPr>
          <w:rStyle w:val="libHadeesChar"/>
          <w:rtl/>
        </w:rPr>
        <w:t xml:space="preserve"> قبر س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Fonts w:hint="eastAsia"/>
          <w:rtl/>
        </w:rPr>
        <w:t>دنا</w:t>
      </w:r>
      <w:r w:rsidR="000372C6" w:rsidRPr="00440E7D">
        <w:rPr>
          <w:rStyle w:val="libHadeesChar"/>
          <w:rtl/>
        </w:rPr>
        <w:t xml:space="preserve"> أب</w:t>
      </w:r>
      <w:r w:rsidR="000372C6" w:rsidRPr="00440E7D">
        <w:rPr>
          <w:rStyle w:val="libHadeesChar"/>
          <w:rFonts w:hint="cs"/>
          <w:rtl/>
        </w:rPr>
        <w:t>ی</w:t>
      </w:r>
      <w:r w:rsidR="000372C6" w:rsidRPr="00440E7D">
        <w:rPr>
          <w:rStyle w:val="libHadeesChar"/>
          <w:rtl/>
        </w:rPr>
        <w:t xml:space="preserve"> عبدالله</w:t>
      </w:r>
      <w:r w:rsidR="00FE4825" w:rsidRPr="00440E7D">
        <w:rPr>
          <w:rStyle w:val="libHadeesChar"/>
          <w:rtl/>
        </w:rPr>
        <w:t xml:space="preserve"> </w:t>
      </w:r>
      <w:r w:rsidR="00E13185" w:rsidRPr="00440E7D">
        <w:rPr>
          <w:rStyle w:val="libAlaemChar"/>
          <w:rtl/>
        </w:rPr>
        <w:t>عليه‌السلام</w:t>
      </w:r>
      <w:r w:rsidR="000261F0" w:rsidRPr="00440E7D">
        <w:rPr>
          <w:rStyle w:val="libHadeesChar"/>
          <w:rtl/>
        </w:rPr>
        <w:t>،</w:t>
      </w:r>
      <w:r w:rsidR="000372C6" w:rsidRPr="00440E7D">
        <w:rPr>
          <w:rStyle w:val="libHadeesChar"/>
          <w:rtl/>
        </w:rPr>
        <w:t xml:space="preserve"> فکان أول من زاره من الناس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ماه صفر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روز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که جابر بن عبدال</w:t>
      </w:r>
      <w:r w:rsidR="000372C6" w:rsidRPr="000372C6">
        <w:rPr>
          <w:rFonts w:hint="eastAsia"/>
          <w:rtl/>
          <w:lang w:bidi="fa-IR"/>
        </w:rPr>
        <w:t>له</w:t>
      </w:r>
      <w:r w:rsidR="000372C6" w:rsidRPr="000372C6">
        <w:rPr>
          <w:rtl/>
          <w:lang w:bidi="fa-IR"/>
        </w:rPr>
        <w:t xml:space="preserve"> انصار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</w:t>
      </w:r>
      <w:r w:rsidR="000372C6" w:rsidRPr="000372C6">
        <w:rPr>
          <w:rtl/>
          <w:lang w:bidi="fa-IR"/>
        </w:rPr>
        <w:t xml:space="preserve"> رسول خدا</w:t>
      </w:r>
      <w:r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به قصد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حضرت أباعبدالله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از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به کربلا رفت و او نخست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که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آن حضرت شتافت</w:t>
      </w:r>
      <w:r>
        <w:rPr>
          <w:rFonts w:hint="cs"/>
          <w:rtl/>
          <w:lang w:bidi="fa-IR"/>
        </w:rPr>
        <w:t xml:space="preserve">.» </w:t>
      </w:r>
      <w:r w:rsidR="00686026" w:rsidRPr="00440E7D">
        <w:rPr>
          <w:rStyle w:val="libFootnotenumChar"/>
          <w:rtl/>
        </w:rPr>
        <w:t>(</w:t>
      </w:r>
      <w:r w:rsidRPr="00440E7D">
        <w:rPr>
          <w:rStyle w:val="libFootnotenumChar"/>
          <w:rtl/>
          <w:lang w:bidi="fa-IR"/>
        </w:rPr>
        <w:t>6</w:t>
      </w:r>
      <w:r w:rsidR="00686026" w:rsidRPr="00440E7D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0372C6" w:rsidRPr="000372C6" w:rsidRDefault="000372C6" w:rsidP="00440E7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</w:t>
      </w:r>
      <w:r w:rsidR="00440E7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عالمان و دانشمندان نقل کرده اند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="004E092C">
        <w:rPr>
          <w:rFonts w:hint="cs"/>
          <w:rtl/>
          <w:lang w:bidi="fa-IR"/>
        </w:rPr>
        <w:t xml:space="preserve"> </w:t>
      </w:r>
      <w:r w:rsidR="00686026" w:rsidRPr="004E092C">
        <w:rPr>
          <w:rStyle w:val="libFootnotenumChar"/>
          <w:rtl/>
        </w:rPr>
        <w:t>(</w:t>
      </w:r>
      <w:r w:rsidR="004E092C" w:rsidRPr="004E092C">
        <w:rPr>
          <w:rStyle w:val="libFootnotenumChar"/>
          <w:rtl/>
          <w:lang w:bidi="fa-IR"/>
        </w:rPr>
        <w:t>7</w:t>
      </w:r>
      <w:r w:rsidR="00686026" w:rsidRPr="004E092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علامه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حل</w:t>
      </w:r>
      <w:r w:rsidRPr="000372C6">
        <w:rPr>
          <w:rFonts w:hint="cs"/>
          <w:rtl/>
          <w:lang w:bidi="fa-IR"/>
        </w:rPr>
        <w:t>ی</w:t>
      </w:r>
      <w:r w:rsidR="004E092C">
        <w:rPr>
          <w:rFonts w:hint="cs"/>
          <w:rtl/>
          <w:lang w:bidi="fa-IR"/>
        </w:rPr>
        <w:t xml:space="preserve"> </w:t>
      </w:r>
      <w:r w:rsidR="00686026" w:rsidRPr="004E092C">
        <w:rPr>
          <w:rStyle w:val="libFootnotenumChar"/>
          <w:rtl/>
        </w:rPr>
        <w:t>(</w:t>
      </w:r>
      <w:r w:rsidR="004E092C" w:rsidRPr="004E092C">
        <w:rPr>
          <w:rStyle w:val="libFootnotenumChar"/>
          <w:rtl/>
          <w:lang w:bidi="fa-IR"/>
        </w:rPr>
        <w:t>8</w:t>
      </w:r>
      <w:r w:rsidR="00686026" w:rsidRPr="004E092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رض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وسف</w:t>
      </w:r>
      <w:r w:rsidRPr="000372C6">
        <w:rPr>
          <w:rtl/>
          <w:lang w:bidi="fa-IR"/>
        </w:rPr>
        <w:t xml:space="preserve"> بن مطهر حل</w:t>
      </w:r>
      <w:r w:rsidRPr="000372C6">
        <w:rPr>
          <w:rFonts w:hint="cs"/>
          <w:rtl/>
          <w:lang w:bidi="fa-IR"/>
        </w:rPr>
        <w:t>ی</w:t>
      </w:r>
      <w:r w:rsidR="004E092C">
        <w:rPr>
          <w:rFonts w:hint="cs"/>
          <w:rtl/>
          <w:lang w:bidi="fa-IR"/>
        </w:rPr>
        <w:t xml:space="preserve"> </w:t>
      </w:r>
      <w:r w:rsidR="00686026" w:rsidRPr="004E092C">
        <w:rPr>
          <w:rStyle w:val="libFootnotenumChar"/>
          <w:rtl/>
        </w:rPr>
        <w:t>(</w:t>
      </w:r>
      <w:r w:rsidR="004E092C" w:rsidRPr="004E092C">
        <w:rPr>
          <w:rStyle w:val="libFootnotenumChar"/>
          <w:rtl/>
          <w:lang w:bidi="fa-IR"/>
        </w:rPr>
        <w:t>9</w:t>
      </w:r>
      <w:r w:rsidR="00686026" w:rsidRPr="004E092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کفعم</w:t>
      </w:r>
      <w:r w:rsidRPr="000372C6">
        <w:rPr>
          <w:rFonts w:hint="cs"/>
          <w:rtl/>
          <w:lang w:bidi="fa-IR"/>
        </w:rPr>
        <w:t>ی</w:t>
      </w:r>
      <w:r w:rsidR="004E092C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8A37BF" w:rsidRPr="00B3235C">
        <w:rPr>
          <w:rStyle w:val="libFootnotenumChar"/>
          <w:rtl/>
        </w:rPr>
        <w:t>1</w:t>
      </w:r>
      <w:r w:rsidR="004E092C" w:rsidRPr="00B3235C">
        <w:rPr>
          <w:rStyle w:val="libFootnotenumChar"/>
          <w:rtl/>
        </w:rPr>
        <w:t>0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علامه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مجلس</w:t>
      </w:r>
      <w:r w:rsidRPr="000372C6">
        <w:rPr>
          <w:rFonts w:hint="cs"/>
          <w:rtl/>
          <w:lang w:bidi="fa-IR"/>
        </w:rPr>
        <w:t>ی</w:t>
      </w:r>
      <w:r w:rsidR="004E092C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8A37BF" w:rsidRPr="00B3235C">
        <w:rPr>
          <w:rStyle w:val="libFootnotenumChar"/>
          <w:rtl/>
        </w:rPr>
        <w:t>11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جمله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دانشمندان اند</w:t>
      </w:r>
      <w:r w:rsidR="004E092C">
        <w:rPr>
          <w:rFonts w:hint="cs"/>
          <w:rtl/>
          <w:lang w:bidi="fa-IR"/>
        </w:rPr>
        <w:t>.</w:t>
      </w:r>
    </w:p>
    <w:p w:rsidR="000372C6" w:rsidRPr="000372C6" w:rsidRDefault="00E1070D" w:rsidP="00E1070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E1070D">
      <w:pPr>
        <w:pStyle w:val="Heading2"/>
        <w:rPr>
          <w:rtl/>
          <w:lang w:bidi="fa-IR"/>
        </w:rPr>
      </w:pPr>
      <w:bookmarkStart w:id="3" w:name="_Toc526764122"/>
      <w:r w:rsidRPr="000372C6">
        <w:rPr>
          <w:rFonts w:hint="eastAsia"/>
          <w:rtl/>
          <w:lang w:bidi="fa-IR"/>
        </w:rPr>
        <w:t>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جابر بن عبدالله الانصار</w:t>
      </w:r>
      <w:r w:rsidRPr="000372C6">
        <w:rPr>
          <w:rFonts w:hint="cs"/>
          <w:rtl/>
          <w:lang w:bidi="fa-IR"/>
        </w:rPr>
        <w:t>ی</w:t>
      </w:r>
      <w:bookmarkEnd w:id="3"/>
    </w:p>
    <w:p w:rsidR="00672997" w:rsidRDefault="000372C6" w:rsidP="0067299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جابر</w:t>
      </w:r>
      <w:r w:rsidRPr="000372C6">
        <w:rPr>
          <w:rtl/>
          <w:lang w:bidi="fa-IR"/>
        </w:rPr>
        <w:t xml:space="preserve"> بن عبدالله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A04F36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برجسته و محترم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اسلام است که از موضع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="00B3235C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خوب فکر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برخوردار بوده است کس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او از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شتازان</w:t>
      </w:r>
      <w:r w:rsidRPr="000372C6">
        <w:rPr>
          <w:rtl/>
          <w:lang w:bidi="fa-IR"/>
        </w:rPr>
        <w:t xml:space="preserve"> گرد آمده اطراف وجود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D93860" w:rsidRPr="00B3235C">
        <w:rPr>
          <w:rStyle w:val="libFootnotenumChar"/>
          <w:rFonts w:hint="cs"/>
          <w:rtl/>
        </w:rPr>
        <w:t>12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جزء گروه هفتاد نفر</w:t>
      </w:r>
      <w:r w:rsidR="007D5A3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D93860" w:rsidRPr="00B3235C">
        <w:rPr>
          <w:rStyle w:val="libFootnotenumChar"/>
          <w:rFonts w:hint="cs"/>
          <w:rtl/>
        </w:rPr>
        <w:t>13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آخر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کس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مانده</w:t>
      </w:r>
      <w:r w:rsidRPr="000372C6">
        <w:rPr>
          <w:rtl/>
          <w:lang w:bidi="fa-IR"/>
        </w:rPr>
        <w:t xml:space="preserve"> از اصحاب رسول خدا</w:t>
      </w:r>
      <w:r w:rsidR="00D93860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و از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روان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D93860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بود او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عمامه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سر 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مسجد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نشست و صدا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باقر العلم</w:t>
      </w:r>
      <w:r w:rsidR="000261F0">
        <w:rPr>
          <w:rtl/>
          <w:lang w:bidi="fa-IR"/>
        </w:rPr>
        <w:t>!</w:t>
      </w:r>
      <w:r w:rsidR="00672997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D93860" w:rsidRPr="00B3235C">
        <w:rPr>
          <w:rStyle w:val="libFootnotenumChar"/>
          <w:rFonts w:hint="cs"/>
          <w:rtl/>
        </w:rPr>
        <w:t>14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672997" w:rsidRDefault="000372C6" w:rsidP="00672997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در</w:t>
      </w:r>
      <w:r w:rsidR="00672997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تک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بر عصا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زده بود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کوچه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گشت 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Pr="00672997">
        <w:rPr>
          <w:rStyle w:val="libBold1Char"/>
          <w:rtl/>
        </w:rPr>
        <w:t>عل</w:t>
      </w:r>
      <w:r w:rsidRPr="00672997">
        <w:rPr>
          <w:rStyle w:val="libBold1Char"/>
          <w:rFonts w:hint="cs"/>
          <w:rtl/>
        </w:rPr>
        <w:t>ی</w:t>
      </w:r>
      <w:r w:rsidRPr="00672997">
        <w:rPr>
          <w:rStyle w:val="libBold1Char"/>
          <w:rtl/>
        </w:rPr>
        <w:t xml:space="preserve"> خ</w:t>
      </w:r>
      <w:r w:rsidRPr="00672997">
        <w:rPr>
          <w:rStyle w:val="libBold1Char"/>
          <w:rFonts w:hint="cs"/>
          <w:rtl/>
        </w:rPr>
        <w:t>ی</w:t>
      </w:r>
      <w:r w:rsidRPr="00672997">
        <w:rPr>
          <w:rStyle w:val="libBold1Char"/>
          <w:rFonts w:hint="eastAsia"/>
          <w:rtl/>
        </w:rPr>
        <w:t>ر</w:t>
      </w:r>
      <w:r w:rsidRPr="00672997">
        <w:rPr>
          <w:rStyle w:val="libBold1Char"/>
          <w:rtl/>
        </w:rPr>
        <w:t xml:space="preserve"> البشر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بشر است</w:t>
      </w:r>
      <w:r w:rsidR="00672997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72997" w:rsidRPr="00B3235C">
        <w:rPr>
          <w:rStyle w:val="libFootnotenumChar"/>
          <w:rFonts w:hint="cs"/>
          <w:rtl/>
        </w:rPr>
        <w:t>15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چون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رمرد</w:t>
      </w:r>
      <w:r w:rsidRPr="000372C6">
        <w:rPr>
          <w:rtl/>
          <w:lang w:bidi="fa-IR"/>
        </w:rPr>
        <w:t xml:space="preserve"> شده بود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حجاج کار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او نداشت</w:t>
      </w:r>
      <w:r w:rsidR="00672997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672997" w:rsidRPr="00B3235C">
        <w:rPr>
          <w:rStyle w:val="libFootnotenumChar"/>
          <w:rFonts w:hint="cs"/>
          <w:rtl/>
        </w:rPr>
        <w:t>16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0C7139" w:rsidRDefault="000372C6" w:rsidP="000C713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او از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شتازان</w:t>
      </w:r>
      <w:r w:rsidRPr="000372C6">
        <w:rPr>
          <w:rtl/>
          <w:lang w:bidi="fa-IR"/>
        </w:rPr>
        <w:t xml:space="preserve"> گرد آمده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اطراف وجود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حامل سلام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0C7139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 باقر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و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 قبر أباعبدالله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گر خبر لوح</w:t>
      </w:r>
      <w:r w:rsidR="000C713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(دربردارنده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نص خداوند بر امامت امامان) بود و او تنها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0C7139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بود که آن لوح را نزد فاطمه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زهرا</w:t>
      </w:r>
      <w:r w:rsidR="000C7139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tl/>
        </w:rPr>
        <w:t>عليهما‌السلام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بود او دارا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مناقب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و فضا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شمار بود</w:t>
      </w:r>
      <w:r w:rsidR="000C7139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0C7139" w:rsidRPr="00B3235C">
        <w:rPr>
          <w:rStyle w:val="libFootnotenumChar"/>
          <w:rFonts w:hint="cs"/>
          <w:rtl/>
        </w:rPr>
        <w:t>17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0F2324" w:rsidRDefault="000372C6" w:rsidP="000C713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محدث قم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او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جل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القدر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tl/>
          <w:lang w:bidi="fa-IR"/>
        </w:rPr>
        <w:t xml:space="preserve"> بود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وستگ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به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0F2324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و جلالت او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مشهورتر از آن است که ذکر شود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سال </w:t>
      </w:r>
      <w:r w:rsidR="004E092C">
        <w:rPr>
          <w:rtl/>
          <w:lang w:bidi="fa-IR"/>
        </w:rPr>
        <w:t>78</w:t>
      </w:r>
      <w:r w:rsidRPr="000372C6">
        <w:rPr>
          <w:rtl/>
          <w:lang w:bidi="fa-IR"/>
        </w:rPr>
        <w:t xml:space="preserve"> از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رفت 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دلالت بر فضل او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.</w:t>
      </w:r>
    </w:p>
    <w:p w:rsidR="00E20C5E" w:rsidRDefault="000372C6" w:rsidP="000F232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از أسدالغالب منقول است که او هجده جنگ را در رکاب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1F6D0B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</w:t>
      </w:r>
      <w:r w:rsidR="001F6D0B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جنگ صف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در رکاب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مؤمنان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حاضر شد و در آخر عمر کور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  <w:r w:rsidR="000F2324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0F2324" w:rsidRPr="00B3235C">
        <w:rPr>
          <w:rStyle w:val="libFootnotenumChar"/>
          <w:rFonts w:hint="cs"/>
          <w:rtl/>
        </w:rPr>
        <w:t>18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CE4A7B" w:rsidRDefault="000372C6" w:rsidP="00FA294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</w:t>
      </w:r>
      <w:r w:rsidR="00E20C5E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الله خو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او جنگ بدر</w:t>
      </w:r>
      <w:r w:rsidR="00E20C5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E20C5E" w:rsidRPr="00B3235C">
        <w:rPr>
          <w:rStyle w:val="libFootnotenumChar"/>
          <w:rFonts w:hint="cs"/>
          <w:rtl/>
        </w:rPr>
        <w:t>19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هجده غزوه را همراه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E20C5E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حاضر شد و از اصحاب رسول خدا</w:t>
      </w:r>
      <w:r w:rsidR="00FA294D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و از بهتر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Pr="000372C6">
        <w:rPr>
          <w:rtl/>
          <w:lang w:bidi="fa-IR"/>
        </w:rPr>
        <w:t xml:space="preserve"> و از جمله شرطه الخم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</w:t>
      </w:r>
      <w:r w:rsidRPr="000372C6">
        <w:rPr>
          <w:rtl/>
          <w:lang w:bidi="fa-IR"/>
        </w:rPr>
        <w:t xml:space="preserve"> بود و</w:t>
      </w:r>
      <w:r w:rsidRPr="000372C6">
        <w:rPr>
          <w:rFonts w:hint="cs"/>
          <w:rtl/>
          <w:lang w:bidi="fa-IR"/>
        </w:rPr>
        <w:t>ی</w:t>
      </w:r>
      <w:r w:rsidR="00FA294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امام حسن و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امام سجاد و امام باقر</w:t>
      </w:r>
      <w:r w:rsidR="00CE4A7B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و جل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القدر بود</w:t>
      </w:r>
      <w:r w:rsidR="000261F0">
        <w:rPr>
          <w:rtl/>
          <w:lang w:bidi="fa-IR"/>
        </w:rPr>
        <w:t>.</w:t>
      </w:r>
    </w:p>
    <w:p w:rsidR="001F6D0B" w:rsidRDefault="000372C6" w:rsidP="001F6D0B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کل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سند صح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خود از امام باقر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سخن را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گاه جابر دروغ نگفته است</w:t>
      </w:r>
      <w:r w:rsidR="00CE4A7B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CE4A7B" w:rsidRPr="00B3235C">
        <w:rPr>
          <w:rStyle w:val="libFootnotenumChar"/>
          <w:rFonts w:hint="cs"/>
          <w:rtl/>
        </w:rPr>
        <w:t>20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جا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فضا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و برجستگ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جابر بن عبدال</w:t>
      </w:r>
      <w:r w:rsidRPr="000372C6">
        <w:rPr>
          <w:rFonts w:hint="eastAsia"/>
          <w:rtl/>
          <w:lang w:bidi="fa-IR"/>
        </w:rPr>
        <w:t>له</w:t>
      </w:r>
      <w:r w:rsidRPr="000372C6">
        <w:rPr>
          <w:rtl/>
          <w:lang w:bidi="fa-IR"/>
        </w:rPr>
        <w:t xml:space="preserve">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شمار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8778F5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8778F5" w:rsidRPr="00B3235C">
        <w:rPr>
          <w:rStyle w:val="libFootnotenumChar"/>
          <w:rFonts w:hint="cs"/>
          <w:rtl/>
        </w:rPr>
        <w:t>21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- او و پدرش هر دو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رسول خدا بودند</w:t>
      </w:r>
      <w:r w:rsidR="001F6D0B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22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E069C7" w:rsidRDefault="000372C6" w:rsidP="00414D7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رضوان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از شاهدان شب دوم عقبه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از حاضران در جنگ خندق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عت</w:t>
      </w:r>
      <w:r w:rsidRPr="000372C6">
        <w:rPr>
          <w:rtl/>
          <w:lang w:bidi="fa-IR"/>
        </w:rPr>
        <w:t xml:space="preserve"> شجره بوده است</w:t>
      </w:r>
      <w:r w:rsidR="001F6D0B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در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عقبه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او که کودک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نبود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همراه پدر در جمله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هفتاد تن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 که در آن </w:t>
      </w:r>
      <w:r w:rsidRPr="000372C6">
        <w:rPr>
          <w:rFonts w:hint="eastAsia"/>
          <w:rtl/>
          <w:lang w:bidi="fa-IR"/>
        </w:rPr>
        <w:t>جا</w:t>
      </w:r>
      <w:r w:rsidRPr="000372C6">
        <w:rPr>
          <w:rtl/>
          <w:lang w:bidi="fa-IR"/>
        </w:rPr>
        <w:t xml:space="preserve"> با رسول خدا</w:t>
      </w:r>
      <w:r w:rsidR="001F6D0B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عت</w:t>
      </w:r>
      <w:r w:rsidRPr="000372C6">
        <w:rPr>
          <w:rtl/>
          <w:lang w:bidi="fa-IR"/>
        </w:rPr>
        <w:t xml:space="preserve"> نمودند</w:t>
      </w:r>
      <w:r w:rsidR="001F6D0B">
        <w:rPr>
          <w:rFonts w:hint="cs"/>
          <w:rtl/>
          <w:lang w:bidi="fa-IR"/>
        </w:rPr>
        <w:t>.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24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E069C7" w:rsidRDefault="000372C6" w:rsidP="00414D7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او کهنسال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رسول خدا</w:t>
      </w:r>
      <w:r w:rsidR="001F6D0B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و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Pr="000372C6">
        <w:rPr>
          <w:rtl/>
          <w:lang w:bidi="fa-IR"/>
        </w:rPr>
        <w:t xml:space="preserve"> و امام حسن و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امام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العابد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امام باقر</w:t>
      </w:r>
      <w:r w:rsidR="001F6D0B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شمرده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1F6D0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25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به هنگام مرگ حدود </w:t>
      </w:r>
      <w:r w:rsidR="004E092C">
        <w:rPr>
          <w:rtl/>
          <w:lang w:bidi="fa-IR"/>
        </w:rPr>
        <w:t>90</w:t>
      </w:r>
      <w:r w:rsidRPr="000372C6">
        <w:rPr>
          <w:rtl/>
          <w:lang w:bidi="fa-IR"/>
        </w:rPr>
        <w:t xml:space="preserve"> سال داشت</w:t>
      </w:r>
      <w:r w:rsidR="00E069C7">
        <w:rPr>
          <w:rFonts w:hint="cs"/>
          <w:rtl/>
          <w:lang w:bidi="fa-IR"/>
        </w:rPr>
        <w:t>.</w:t>
      </w:r>
      <w:r w:rsidR="001F6D0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26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E069C7" w:rsidRDefault="000372C6" w:rsidP="00414D7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او از </w:t>
      </w:r>
      <w:r w:rsidRPr="000372C6">
        <w:rPr>
          <w:rFonts w:hint="eastAsia"/>
          <w:rtl/>
          <w:lang w:bidi="fa-IR"/>
        </w:rPr>
        <w:t>راو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عده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نقل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نموده اند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احاد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تا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54</w:t>
      </w:r>
      <w:r w:rsidR="004E092C">
        <w:rPr>
          <w:rtl/>
          <w:lang w:bidi="fa-IR"/>
        </w:rPr>
        <w:t>0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شمرده اند</w:t>
      </w:r>
      <w:r w:rsidR="001F6D0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عنوان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کنند که از جمله مکثر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و حافظان سنن بوده است</w:t>
      </w:r>
      <w:r w:rsidR="002A69CA">
        <w:rPr>
          <w:rFonts w:hint="cs"/>
          <w:rtl/>
          <w:lang w:bidi="fa-IR"/>
        </w:rPr>
        <w:t>.</w:t>
      </w:r>
      <w:r w:rsidR="001F6D0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28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0372C6" w:rsidRPr="000372C6" w:rsidRDefault="000372C6" w:rsidP="008170A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ابن عقده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منقطع به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1F6D0B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معرف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نموده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29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برق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را از اصف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داند</w:t>
      </w:r>
      <w:r w:rsidR="00686026" w:rsidRPr="00B3235C">
        <w:rPr>
          <w:rStyle w:val="libFootnotenumChar"/>
          <w:rtl/>
        </w:rPr>
        <w:t>(</w:t>
      </w:r>
      <w:r w:rsidR="001F6D0B" w:rsidRPr="00B3235C">
        <w:rPr>
          <w:rStyle w:val="libFootnotenumChar"/>
          <w:rFonts w:hint="cs"/>
          <w:rtl/>
        </w:rPr>
        <w:t>30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- برجستگ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="00414D7E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به</w:t>
      </w:r>
      <w:r w:rsidRPr="000372C6">
        <w:rPr>
          <w:rtl/>
          <w:lang w:bidi="fa-IR"/>
        </w:rPr>
        <w:t xml:space="preserve"> حد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ذهب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را فق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مفت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در زمان خود معرف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نموده</w:t>
      </w:r>
      <w:r w:rsidR="008170A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8170AE" w:rsidRPr="00B3235C">
        <w:rPr>
          <w:rStyle w:val="libFootnotenumChar"/>
          <w:rFonts w:hint="cs"/>
          <w:rtl/>
        </w:rPr>
        <w:t>31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مرحوم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از اجلا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مفسران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داند</w:t>
      </w:r>
      <w:r w:rsidR="000510B4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8170AE" w:rsidRPr="00B3235C">
        <w:rPr>
          <w:rStyle w:val="libFootnotenumChar"/>
          <w:rFonts w:hint="cs"/>
          <w:rtl/>
        </w:rPr>
        <w:t>32</w:t>
      </w:r>
      <w:r w:rsidR="00686026" w:rsidRPr="00B3235C">
        <w:rPr>
          <w:rStyle w:val="libFootnotenumChar"/>
          <w:rtl/>
        </w:rPr>
        <w:t>)</w:t>
      </w:r>
    </w:p>
    <w:p w:rsidR="000372C6" w:rsidRPr="000372C6" w:rsidRDefault="00E069C7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Default="000372C6" w:rsidP="002A69CA">
      <w:pPr>
        <w:pStyle w:val="Heading2"/>
        <w:rPr>
          <w:rtl/>
          <w:lang w:bidi="fa-IR"/>
        </w:rPr>
      </w:pPr>
      <w:bookmarkStart w:id="4" w:name="_Toc526764123"/>
      <w:r w:rsidRPr="000372C6">
        <w:rPr>
          <w:rFonts w:hint="eastAsia"/>
          <w:rtl/>
          <w:lang w:bidi="fa-IR"/>
        </w:rPr>
        <w:t>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بن سعد عوف</w:t>
      </w:r>
      <w:r w:rsidRPr="000372C6">
        <w:rPr>
          <w:rFonts w:hint="cs"/>
          <w:rtl/>
          <w:lang w:bidi="fa-IR"/>
        </w:rPr>
        <w:t>ی</w:t>
      </w:r>
      <w:bookmarkEnd w:id="4"/>
    </w:p>
    <w:p w:rsidR="00F7021D" w:rsidRDefault="000372C6" w:rsidP="00FC225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ابوحسن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بن سعد بن جناده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عوف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دانشمندان بنام اسلام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از مفسران قرآن کر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توف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همراه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جابر را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أباعبدالله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افته</w:t>
      </w:r>
      <w:r w:rsidRPr="000372C6">
        <w:rPr>
          <w:rtl/>
          <w:lang w:bidi="fa-IR"/>
        </w:rPr>
        <w:t xml:space="preserve"> است 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او را دوم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C2256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زائر</w:t>
      </w:r>
      <w:r w:rsidRPr="000372C6">
        <w:rPr>
          <w:rtl/>
          <w:lang w:bidi="fa-IR"/>
        </w:rPr>
        <w:t xml:space="preserve"> آن حضرت دانست مرحوم محدث قم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F7021D" w:rsidRDefault="000372C6" w:rsidP="00F7021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«عط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عوف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مردان علم و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است که اعمش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گران</w:t>
      </w:r>
      <w:r w:rsidRPr="000372C6">
        <w:rPr>
          <w:rtl/>
          <w:lang w:bidi="fa-IR"/>
        </w:rPr>
        <w:t xml:space="preserve"> از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نقل نموده اند و از او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فض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لت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نقل شده است» </w:t>
      </w:r>
      <w:r w:rsidR="00686026" w:rsidRPr="00B3235C">
        <w:rPr>
          <w:rStyle w:val="libFootnotenumChar"/>
          <w:rtl/>
        </w:rPr>
        <w:t>(</w:t>
      </w:r>
      <w:r w:rsidR="00F7021D" w:rsidRPr="00B3235C">
        <w:rPr>
          <w:rStyle w:val="libFootnotenumChar"/>
          <w:rFonts w:hint="cs"/>
          <w:rtl/>
        </w:rPr>
        <w:t>33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فضا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بزرگ عبارت است از</w:t>
      </w:r>
      <w:r w:rsidR="000261F0">
        <w:rPr>
          <w:rtl/>
          <w:lang w:bidi="fa-IR"/>
        </w:rPr>
        <w:t>:</w:t>
      </w:r>
    </w:p>
    <w:p w:rsidR="00722052" w:rsidRDefault="000372C6" w:rsidP="0059203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انتخاب نام </w:t>
      </w:r>
      <w:r w:rsidRPr="000372C6">
        <w:rPr>
          <w:rFonts w:hint="eastAsia"/>
          <w:rtl/>
          <w:lang w:bidi="fa-IR"/>
        </w:rPr>
        <w:t>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توسط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ولادت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پدرش به آن حضرت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پسر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من به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آمده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او بگذار آن حضرت فرمود</w:t>
      </w:r>
      <w:r w:rsidR="000261F0">
        <w:rPr>
          <w:rtl/>
          <w:lang w:bidi="fa-IR"/>
        </w:rPr>
        <w:t>:</w:t>
      </w:r>
    </w:p>
    <w:p w:rsidR="000372C6" w:rsidRPr="000372C6" w:rsidRDefault="00A24D93" w:rsidP="00AF74B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A24D93">
        <w:rPr>
          <w:rStyle w:val="libHadeesChar"/>
          <w:rtl/>
        </w:rPr>
        <w:t>هذا عط</w:t>
      </w:r>
      <w:r w:rsidR="000372C6" w:rsidRPr="00A24D93">
        <w:rPr>
          <w:rStyle w:val="libHadeesChar"/>
          <w:rFonts w:hint="cs"/>
          <w:rtl/>
        </w:rPr>
        <w:t>ی</w:t>
      </w:r>
      <w:r w:rsidR="000372C6" w:rsidRPr="00A24D93">
        <w:rPr>
          <w:rStyle w:val="libHadeesChar"/>
          <w:rFonts w:hint="eastAsia"/>
          <w:rtl/>
        </w:rPr>
        <w:t>ه</w:t>
      </w:r>
      <w:r w:rsidR="000372C6" w:rsidRPr="00A24D93">
        <w:rPr>
          <w:rStyle w:val="libHadeesChar"/>
          <w:rtl/>
        </w:rPr>
        <w:t xml:space="preserve"> الله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او داده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خداوند است از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او را </w:t>
      </w:r>
      <w:r w:rsidR="00AF74B9">
        <w:rPr>
          <w:rFonts w:hint="cs"/>
          <w:rtl/>
          <w:lang w:bidi="fa-IR"/>
        </w:rPr>
        <w:t>(</w:t>
      </w:r>
      <w:r w:rsidR="000372C6" w:rsidRPr="000372C6">
        <w:rPr>
          <w:rtl/>
          <w:lang w:bidi="fa-IR"/>
        </w:rPr>
        <w:t>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AF74B9">
        <w:rPr>
          <w:rFonts w:hint="cs"/>
          <w:rtl/>
          <w:lang w:bidi="fa-IR"/>
        </w:rPr>
        <w:t>)</w:t>
      </w:r>
      <w:r w:rsidR="000372C6" w:rsidRPr="000372C6">
        <w:rPr>
          <w:rtl/>
          <w:lang w:bidi="fa-IR"/>
        </w:rPr>
        <w:t xml:space="preserve"> نام نهادند</w:t>
      </w:r>
      <w:r>
        <w:rPr>
          <w:rFonts w:hint="cs"/>
          <w:rtl/>
          <w:lang w:bidi="fa-IR"/>
        </w:rPr>
        <w:t>»</w:t>
      </w:r>
      <w:r w:rsidR="000372C6" w:rsidRPr="000372C6">
        <w:rPr>
          <w:rtl/>
          <w:lang w:bidi="fa-IR"/>
        </w:rPr>
        <w:t xml:space="preserve"> توف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ق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دالشهدا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هم</w:t>
      </w:r>
      <w:r w:rsidR="000372C6" w:rsidRPr="000372C6">
        <w:rPr>
          <w:rFonts w:hint="eastAsia"/>
          <w:rtl/>
          <w:lang w:bidi="fa-IR"/>
        </w:rPr>
        <w:t>راه</w:t>
      </w:r>
      <w:r w:rsidR="000372C6" w:rsidRPr="000372C6">
        <w:rPr>
          <w:rtl/>
          <w:lang w:bidi="fa-IR"/>
        </w:rPr>
        <w:t xml:space="preserve"> جابر بن عبدالله انصار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(</w:t>
      </w:r>
      <w:r w:rsidR="000372C6" w:rsidRPr="000372C6">
        <w:rPr>
          <w:rtl/>
          <w:lang w:bidi="fa-IR"/>
        </w:rPr>
        <w:t>پس از خروج ابن اشعث و فرار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به فارس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حجاج به محمد بن قاسم ثقف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نوشت که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را فراخوان اگر اوعل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بن اب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طالب را لعن کرد که 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وگرنه به او چهارصد ضربه شلاق بزن و مو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سر و 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</w:t>
      </w:r>
      <w:r w:rsidR="000372C6" w:rsidRPr="000372C6">
        <w:rPr>
          <w:rtl/>
          <w:lang w:bidi="fa-IR"/>
        </w:rPr>
        <w:t xml:space="preserve"> او را بزن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پس از احضار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از انجام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کار سر باز زد و ضربات شلاق و تحمل اهانت را در ولا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مولا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خود به جان خر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) </w:t>
      </w:r>
      <w:r w:rsidR="000372C6" w:rsidRPr="000372C6">
        <w:rPr>
          <w:rtl/>
          <w:lang w:bidi="fa-IR"/>
        </w:rPr>
        <w:t>او دارا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تفس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قرآن در پنج جزء بود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سخن از اوست</w:t>
      </w:r>
      <w:r w:rsidR="000261F0">
        <w:rPr>
          <w:rtl/>
          <w:lang w:bidi="fa-IR"/>
        </w:rPr>
        <w:t>:</w:t>
      </w:r>
      <w:r w:rsidR="00592033">
        <w:rPr>
          <w:rtl/>
          <w:lang w:bidi="fa-IR"/>
        </w:rPr>
        <w:t>«</w:t>
      </w:r>
      <w:r w:rsidR="000372C6" w:rsidRPr="000372C6">
        <w:rPr>
          <w:rtl/>
          <w:lang w:bidi="fa-IR"/>
        </w:rPr>
        <w:t>من قرآن را سه بار با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تفس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هفتاد بار با نگاه قرائت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بر ابن عباس عرضه داشتم» </w:t>
      </w:r>
      <w:r w:rsidR="00686026" w:rsidRPr="00B3235C">
        <w:rPr>
          <w:rStyle w:val="libFootnotenumChar"/>
          <w:rtl/>
        </w:rPr>
        <w:t>(</w:t>
      </w:r>
      <w:r w:rsidR="00592033" w:rsidRPr="00B3235C">
        <w:rPr>
          <w:rStyle w:val="libFootnotenumChar"/>
          <w:rFonts w:hint="cs"/>
          <w:rtl/>
        </w:rPr>
        <w:t>34</w:t>
      </w:r>
      <w:r w:rsidR="00686026" w:rsidRPr="00B3235C">
        <w:rPr>
          <w:rStyle w:val="libFootnotenumChar"/>
          <w:rtl/>
        </w:rPr>
        <w:t>)</w:t>
      </w:r>
    </w:p>
    <w:p w:rsidR="000372C6" w:rsidRPr="000372C6" w:rsidRDefault="0072205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722052">
      <w:pPr>
        <w:pStyle w:val="Heading2"/>
        <w:rPr>
          <w:rtl/>
          <w:lang w:bidi="fa-IR"/>
        </w:rPr>
      </w:pPr>
      <w:bookmarkStart w:id="5" w:name="_Toc526764124"/>
      <w:r w:rsidRPr="000372C6">
        <w:rPr>
          <w:rFonts w:hint="eastAsia"/>
          <w:rtl/>
          <w:lang w:bidi="fa-IR"/>
        </w:rPr>
        <w:t>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bookmarkEnd w:id="5"/>
    </w:p>
    <w:p w:rsidR="00AF74B9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ابوجعفر محمد بن 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القاسم محمد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سندش از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عوف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نقل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همراه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قصد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طالب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tl/>
          <w:lang w:bidi="fa-IR"/>
        </w:rPr>
        <w:t xml:space="preserve"> آمد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کربلا وارد شد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جابر خود را به کنار فرات رساند و غسل کرد لنگ به </w:t>
      </w:r>
      <w:r w:rsidRPr="000372C6">
        <w:rPr>
          <w:rFonts w:hint="eastAsia"/>
          <w:rtl/>
          <w:lang w:bidi="fa-IR"/>
        </w:rPr>
        <w:t>کمر</w:t>
      </w:r>
      <w:r w:rsidRPr="000372C6">
        <w:rPr>
          <w:rtl/>
          <w:lang w:bidi="fa-IR"/>
        </w:rPr>
        <w:t xml:space="preserve"> بسته و حوله را بر دوش انداخت و خود را خوشبو ساخت هر 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 ذکر خدا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تا آن گاه که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قبر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به من گفت</w:t>
      </w:r>
      <w:r w:rsidR="000261F0">
        <w:rPr>
          <w:rtl/>
          <w:lang w:bidi="fa-IR"/>
        </w:rPr>
        <w:t>:</w:t>
      </w:r>
    </w:p>
    <w:p w:rsidR="00AF74B9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دستانم را بر قبر او بگذار چنان کردم خود را بر قبر مطهر انداخت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هوش افتاد قدر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آب بر او پاش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هوش آمد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سه بار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«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>»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سپس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AF74B9">
        <w:rPr>
          <w:rFonts w:hint="cs"/>
          <w:rtl/>
          <w:lang w:bidi="fa-IR"/>
        </w:rPr>
        <w:t>«</w:t>
      </w:r>
      <w:r w:rsidRPr="00AF74B9">
        <w:rPr>
          <w:rStyle w:val="libHadeesChar"/>
          <w:rtl/>
        </w:rPr>
        <w:t>حب</w:t>
      </w:r>
      <w:r w:rsidRPr="00AF74B9">
        <w:rPr>
          <w:rStyle w:val="libHadeesChar"/>
          <w:rFonts w:hint="cs"/>
          <w:rtl/>
        </w:rPr>
        <w:t>ی</w:t>
      </w:r>
      <w:r w:rsidRPr="00AF74B9">
        <w:rPr>
          <w:rStyle w:val="libHadeesChar"/>
          <w:rFonts w:hint="eastAsia"/>
          <w:rtl/>
        </w:rPr>
        <w:t>ب</w:t>
      </w:r>
      <w:r w:rsidRPr="00AF74B9">
        <w:rPr>
          <w:rStyle w:val="libHadeesChar"/>
          <w:rtl/>
        </w:rPr>
        <w:t xml:space="preserve"> لا </w:t>
      </w:r>
      <w:r w:rsidRPr="00AF74B9">
        <w:rPr>
          <w:rStyle w:val="libHadeesChar"/>
          <w:rFonts w:hint="cs"/>
          <w:rtl/>
        </w:rPr>
        <w:t>ی</w:t>
      </w:r>
      <w:r w:rsidRPr="00AF74B9">
        <w:rPr>
          <w:rStyle w:val="libHadeesChar"/>
          <w:rFonts w:hint="eastAsia"/>
          <w:rtl/>
        </w:rPr>
        <w:t>ج</w:t>
      </w:r>
      <w:r w:rsidRPr="00AF74B9">
        <w:rPr>
          <w:rStyle w:val="libHadeesChar"/>
          <w:rFonts w:hint="cs"/>
          <w:rtl/>
        </w:rPr>
        <w:t>ی</w:t>
      </w:r>
      <w:r w:rsidRPr="00AF74B9">
        <w:rPr>
          <w:rStyle w:val="libHadeesChar"/>
          <w:rFonts w:hint="eastAsia"/>
          <w:rtl/>
        </w:rPr>
        <w:t>ب</w:t>
      </w:r>
      <w:r w:rsidRPr="00AF74B9">
        <w:rPr>
          <w:rStyle w:val="libHadeesChar"/>
          <w:rtl/>
        </w:rPr>
        <w:t xml:space="preserve"> احب</w:t>
      </w:r>
      <w:r w:rsidRPr="00AF74B9">
        <w:rPr>
          <w:rStyle w:val="libHadeesChar"/>
          <w:rFonts w:hint="cs"/>
          <w:rtl/>
        </w:rPr>
        <w:t>ی</w:t>
      </w:r>
      <w:r w:rsidRPr="00AF74B9">
        <w:rPr>
          <w:rStyle w:val="libHadeesChar"/>
          <w:rFonts w:hint="eastAsia"/>
          <w:rtl/>
        </w:rPr>
        <w:t>به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دوست پاسخ دوستش 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دهد</w:t>
      </w:r>
      <w:r w:rsidR="000261F0">
        <w:rPr>
          <w:rtl/>
          <w:lang w:bidi="fa-IR"/>
        </w:rPr>
        <w:t>؟</w:t>
      </w:r>
      <w:r w:rsidR="00AF74B9">
        <w:rPr>
          <w:rFonts w:hint="cs"/>
          <w:rtl/>
          <w:lang w:bidi="fa-IR"/>
        </w:rPr>
        <w:t>»</w:t>
      </w:r>
      <w:r w:rsidRPr="000372C6">
        <w:rPr>
          <w:rtl/>
          <w:lang w:bidi="fa-IR"/>
        </w:rPr>
        <w:t xml:space="preserve"> آن گاه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چگونه پاسخ ده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حال آن که رگها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گردنت بر پشت و شانه ات آو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خته</w:t>
      </w:r>
      <w:r w:rsidRPr="000372C6">
        <w:rPr>
          <w:rtl/>
          <w:lang w:bidi="fa-IR"/>
        </w:rPr>
        <w:t xml:space="preserve">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بدن و سرت جدا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افتاده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پس از آن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 حضرت را با کلمات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نشان از کمال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دارد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:</w:t>
      </w:r>
    </w:p>
    <w:p w:rsidR="000372C6" w:rsidRPr="000372C6" w:rsidRDefault="00AF74B9" w:rsidP="00AF74B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7A3AAC">
        <w:rPr>
          <w:rStyle w:val="libHadeesChar"/>
          <w:rtl/>
        </w:rPr>
        <w:t>فأشهد أنک ابن خاتم النب</w:t>
      </w:r>
      <w:r w:rsidR="000372C6" w:rsidRPr="007A3AAC">
        <w:rPr>
          <w:rStyle w:val="libHadeesChar"/>
          <w:rFonts w:hint="cs"/>
          <w:rtl/>
        </w:rPr>
        <w:t>یی</w:t>
      </w:r>
      <w:r w:rsidR="000372C6" w:rsidRPr="007A3AAC">
        <w:rPr>
          <w:rStyle w:val="libHadeesChar"/>
          <w:rFonts w:hint="eastAsia"/>
          <w:rtl/>
        </w:rPr>
        <w:t>ن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ابن س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د</w:t>
      </w:r>
      <w:r w:rsidR="000372C6" w:rsidRPr="007A3AAC">
        <w:rPr>
          <w:rStyle w:val="libHadeesChar"/>
          <w:rtl/>
        </w:rPr>
        <w:t xml:space="preserve"> المؤمن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ن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ابن حل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ف</w:t>
      </w:r>
      <w:r w:rsidR="000372C6" w:rsidRPr="007A3AAC">
        <w:rPr>
          <w:rStyle w:val="libHadeesChar"/>
          <w:rtl/>
        </w:rPr>
        <w:t xml:space="preserve"> التقو</w:t>
      </w:r>
      <w:r w:rsidR="000372C6" w:rsidRPr="007A3AAC">
        <w:rPr>
          <w:rStyle w:val="libHadeesChar"/>
          <w:rFonts w:hint="cs"/>
          <w:rtl/>
        </w:rPr>
        <w:t>ی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سل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ل</w:t>
      </w:r>
      <w:r w:rsidR="000372C6" w:rsidRPr="007A3AAC">
        <w:rPr>
          <w:rStyle w:val="libHadeesChar"/>
          <w:rtl/>
        </w:rPr>
        <w:t xml:space="preserve"> الهد</w:t>
      </w:r>
      <w:r w:rsidR="000372C6" w:rsidRPr="007A3AAC">
        <w:rPr>
          <w:rStyle w:val="libHadeesChar"/>
          <w:rFonts w:hint="cs"/>
          <w:rtl/>
        </w:rPr>
        <w:t>ی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خامس أصحاب الکساء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ابن س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د</w:t>
      </w:r>
      <w:r w:rsidR="000372C6" w:rsidRPr="007A3AAC">
        <w:rPr>
          <w:rStyle w:val="libHadeesChar"/>
          <w:rtl/>
        </w:rPr>
        <w:t xml:space="preserve"> النقباء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ابن فاطمه س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ده</w:t>
      </w:r>
      <w:r w:rsidR="000372C6" w:rsidRPr="007A3AAC">
        <w:rPr>
          <w:rStyle w:val="libHadeesChar"/>
          <w:rtl/>
        </w:rPr>
        <w:t xml:space="preserve"> النساء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ما لک لا تکون هکذا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قد غذتک کف س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د</w:t>
      </w:r>
      <w:r w:rsidR="000372C6" w:rsidRPr="007A3AAC">
        <w:rPr>
          <w:rStyle w:val="libHadeesChar"/>
          <w:rtl/>
        </w:rPr>
        <w:t xml:space="preserve"> المرسل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ن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رب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ت</w:t>
      </w:r>
      <w:r w:rsidR="000372C6" w:rsidRPr="007A3AAC">
        <w:rPr>
          <w:rStyle w:val="libHadeesChar"/>
          <w:rtl/>
        </w:rPr>
        <w:t xml:space="preserve"> ف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tl/>
        </w:rPr>
        <w:t xml:space="preserve"> حجر المتق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ن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رضعت من ثد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tl/>
        </w:rPr>
        <w:t xml:space="preserve"> الا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مان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فطمت بالاسلام</w:t>
      </w:r>
      <w:r w:rsidR="000372C6" w:rsidRPr="007A3AAC">
        <w:rPr>
          <w:rStyle w:val="libHadeesChar"/>
          <w:rFonts w:hint="eastAsia"/>
          <w:rtl/>
        </w:rPr>
        <w:t>،</w:t>
      </w:r>
      <w:r w:rsidR="000372C6" w:rsidRPr="007A3AAC">
        <w:rPr>
          <w:rStyle w:val="libHadeesChar"/>
          <w:rtl/>
        </w:rPr>
        <w:t xml:space="preserve"> فطبت ح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ا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طبت م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تا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غ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ر</w:t>
      </w:r>
      <w:r w:rsidR="000372C6" w:rsidRPr="007A3AAC">
        <w:rPr>
          <w:rStyle w:val="libHadeesChar"/>
          <w:rtl/>
        </w:rPr>
        <w:t xml:space="preserve"> أن قلوب المؤمن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ن</w:t>
      </w:r>
      <w:r w:rsidR="000372C6" w:rsidRPr="007A3AAC">
        <w:rPr>
          <w:rStyle w:val="libHadeesChar"/>
          <w:rtl/>
        </w:rPr>
        <w:t xml:space="preserve"> غ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ر</w:t>
      </w:r>
      <w:r w:rsidR="000372C6" w:rsidRPr="007A3AAC">
        <w:rPr>
          <w:rStyle w:val="libHadeesChar"/>
          <w:rtl/>
        </w:rPr>
        <w:t xml:space="preserve"> ط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به</w:t>
      </w:r>
      <w:r w:rsidR="000372C6" w:rsidRPr="007A3AAC">
        <w:rPr>
          <w:rStyle w:val="libHadeesChar"/>
          <w:rtl/>
        </w:rPr>
        <w:t xml:space="preserve"> لفراقک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لا شاکه ف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tl/>
        </w:rPr>
        <w:t xml:space="preserve"> الخ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ره</w:t>
      </w:r>
      <w:r w:rsidR="000372C6" w:rsidRPr="007A3AAC">
        <w:rPr>
          <w:rStyle w:val="libHadeesChar"/>
          <w:rtl/>
        </w:rPr>
        <w:t xml:space="preserve"> لک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فعل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ک</w:t>
      </w:r>
      <w:r w:rsidR="000372C6" w:rsidRPr="007A3AAC">
        <w:rPr>
          <w:rStyle w:val="libHadeesChar"/>
          <w:rtl/>
        </w:rPr>
        <w:t xml:space="preserve"> سلام الله و رضوانه</w:t>
      </w:r>
      <w:r w:rsidR="000261F0" w:rsidRPr="007A3AAC">
        <w:rPr>
          <w:rStyle w:val="libHadeesChar"/>
          <w:rtl/>
        </w:rPr>
        <w:t>،</w:t>
      </w:r>
      <w:r w:rsidR="000372C6" w:rsidRPr="007A3AAC">
        <w:rPr>
          <w:rStyle w:val="libHadeesChar"/>
          <w:rtl/>
        </w:rPr>
        <w:t xml:space="preserve"> و أشهد أنک مض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ت</w:t>
      </w:r>
      <w:r w:rsidR="000372C6" w:rsidRPr="007A3AAC">
        <w:rPr>
          <w:rStyle w:val="libHadeesChar"/>
          <w:rtl/>
        </w:rPr>
        <w:t xml:space="preserve"> عل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tl/>
        </w:rPr>
        <w:t xml:space="preserve"> ما مض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tl/>
        </w:rPr>
        <w:t xml:space="preserve"> عل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ه</w:t>
      </w:r>
      <w:r w:rsidR="000372C6" w:rsidRPr="007A3AAC">
        <w:rPr>
          <w:rStyle w:val="libHadeesChar"/>
          <w:rtl/>
        </w:rPr>
        <w:t xml:space="preserve"> أخوک 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ح</w:t>
      </w:r>
      <w:r w:rsidR="000372C6" w:rsidRPr="007A3AAC">
        <w:rPr>
          <w:rStyle w:val="libHadeesChar"/>
          <w:rFonts w:hint="cs"/>
          <w:rtl/>
        </w:rPr>
        <w:t>یی</w:t>
      </w:r>
      <w:r w:rsidR="000372C6" w:rsidRPr="007A3AAC">
        <w:rPr>
          <w:rStyle w:val="libHadeesChar"/>
          <w:rtl/>
        </w:rPr>
        <w:t xml:space="preserve"> بن زکر</w:t>
      </w:r>
      <w:r w:rsidR="000372C6" w:rsidRPr="007A3AAC">
        <w:rPr>
          <w:rStyle w:val="libHadeesChar"/>
          <w:rFonts w:hint="cs"/>
          <w:rtl/>
        </w:rPr>
        <w:t>ی</w:t>
      </w:r>
      <w:r w:rsidR="000372C6" w:rsidRPr="007A3AAC">
        <w:rPr>
          <w:rStyle w:val="libHadeesChar"/>
          <w:rFonts w:hint="eastAsia"/>
          <w:rtl/>
        </w:rPr>
        <w:t>ا</w:t>
      </w:r>
      <w:r w:rsidR="000261F0">
        <w:rPr>
          <w:rtl/>
          <w:lang w:bidi="fa-IR"/>
        </w:rPr>
        <w:t>؛</w:t>
      </w:r>
    </w:p>
    <w:p w:rsidR="007A3AAC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شهادت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دهم که تو فرزند خاتم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مؤمنان هست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تو هم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پره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زکار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نت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هدا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پنجم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اصحاب کسا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و تو فرزند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بان</w:t>
      </w:r>
      <w:r w:rsidRPr="000372C6">
        <w:rPr>
          <w:rtl/>
          <w:lang w:bidi="fa-IR"/>
        </w:rPr>
        <w:t xml:space="preserve"> و زاده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فاطمه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بانوان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چگونه چنان نباش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حال آن که دستان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مرسلان غذا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داد و در دامن پره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زکاران</w:t>
      </w:r>
      <w:r w:rsidRPr="000372C6">
        <w:rPr>
          <w:rtl/>
          <w:lang w:bidi="fa-IR"/>
        </w:rPr>
        <w:t xml:space="preserve"> پرورش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از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خورد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با اسلام از آن جدا گشت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 خوب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خوب به لقا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گر چه دلها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مؤمنان از فراق تو آرامش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شک و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در انتخاب صح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تو و آنچه که در آن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و صلاح توست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خود راه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دهد</w:t>
      </w:r>
      <w:r w:rsidR="007A3AAC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پس بر تو سلام و رضوان خدا باد و گواه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دهم که تو بر همان راه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قرار گرفت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برادرت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Fonts w:hint="cs"/>
          <w:rtl/>
          <w:lang w:bidi="fa-IR"/>
        </w:rPr>
        <w:t>یی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فرزند زکر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 آن قدم نهاد</w:t>
      </w:r>
      <w:r w:rsidR="007A3AAC">
        <w:rPr>
          <w:rFonts w:hint="cs"/>
          <w:rtl/>
          <w:lang w:bidi="fa-IR"/>
        </w:rPr>
        <w:t>.»</w:t>
      </w:r>
    </w:p>
    <w:p w:rsidR="007A3AAC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آن گاه نگاهش را به اطراف قبر مطهر دوخت و خطاب به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گلدشت کربلا گفت</w:t>
      </w:r>
      <w:r w:rsidR="000261F0">
        <w:rPr>
          <w:rtl/>
          <w:lang w:bidi="fa-IR"/>
        </w:rPr>
        <w:t>:</w:t>
      </w:r>
    </w:p>
    <w:p w:rsidR="007A3AAC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ارواح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اطراف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رحل افکند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.!</w:t>
      </w:r>
      <w:r w:rsidRPr="000372C6">
        <w:rPr>
          <w:rtl/>
          <w:lang w:bidi="fa-IR"/>
        </w:rPr>
        <w:t xml:space="preserve"> شهادت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دهم که شما ن</w:t>
      </w:r>
      <w:r w:rsidRPr="000372C6">
        <w:rPr>
          <w:rFonts w:hint="eastAsia"/>
          <w:rtl/>
          <w:lang w:bidi="fa-IR"/>
        </w:rPr>
        <w:t>ماز</w:t>
      </w:r>
      <w:r w:rsidRPr="000372C6">
        <w:rPr>
          <w:rtl/>
          <w:lang w:bidi="fa-IR"/>
        </w:rPr>
        <w:t xml:space="preserve"> را به پا داشت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زکات را پرداخت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امر به معروف نمود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نه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منکر 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با کافران به جنگ برخاست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خدا را بندگ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تا آن که به حد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7A3AAC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قسم به آن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محمد را به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خت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که ما در آنچه که انجام داد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هست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7A3AAC">
        <w:rPr>
          <w:rFonts w:hint="cs"/>
          <w:rtl/>
          <w:lang w:bidi="fa-IR"/>
        </w:rPr>
        <w:t>.</w:t>
      </w:r>
    </w:p>
    <w:p w:rsidR="00465418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به او گفتم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جابر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چگونه ما با آنان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حال آن که کار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نه در دشت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فرود آمد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نه بر کوه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بالا رفت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نه جنگ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نان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سرها و بدنهاشان جدا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افتاد و فرزندانشان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زنانشان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سرپرست شدند</w:t>
      </w:r>
      <w:r w:rsidR="000261F0">
        <w:rPr>
          <w:rtl/>
          <w:lang w:bidi="fa-IR"/>
        </w:rPr>
        <w:t>!؟</w:t>
      </w:r>
    </w:p>
    <w:p w:rsidR="00465418" w:rsidRDefault="000372C6" w:rsidP="00465418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جابر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خودم ر</w:t>
      </w:r>
      <w:r w:rsidRPr="000372C6">
        <w:rPr>
          <w:rFonts w:hint="eastAsia"/>
          <w:rtl/>
          <w:lang w:bidi="fa-IR"/>
        </w:rPr>
        <w:t>سول</w:t>
      </w:r>
      <w:r w:rsidRPr="000372C6">
        <w:rPr>
          <w:rtl/>
          <w:lang w:bidi="fa-IR"/>
        </w:rPr>
        <w:t xml:space="preserve"> خدا</w:t>
      </w:r>
      <w:r w:rsidR="00465418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فرمود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>«</w:t>
      </w:r>
      <w:r w:rsidRPr="00465418">
        <w:rPr>
          <w:rStyle w:val="libHadeesChar"/>
          <w:rtl/>
        </w:rPr>
        <w:t>هر کس که قوم</w:t>
      </w:r>
      <w:r w:rsidRPr="00465418">
        <w:rPr>
          <w:rStyle w:val="libHadeesChar"/>
          <w:rFonts w:hint="cs"/>
          <w:rtl/>
        </w:rPr>
        <w:t>ی</w:t>
      </w:r>
      <w:r w:rsidRPr="00465418">
        <w:rPr>
          <w:rStyle w:val="libHadeesChar"/>
          <w:rtl/>
        </w:rPr>
        <w:t xml:space="preserve"> را دوست بدارد</w:t>
      </w:r>
      <w:r w:rsidR="000261F0" w:rsidRPr="00465418">
        <w:rPr>
          <w:rStyle w:val="libHadeesChar"/>
          <w:rtl/>
        </w:rPr>
        <w:t>،</w:t>
      </w:r>
      <w:r w:rsidRPr="00465418">
        <w:rPr>
          <w:rStyle w:val="libHadeesChar"/>
          <w:rtl/>
        </w:rPr>
        <w:t xml:space="preserve"> با آنان محشور گردد و هر کس که کار قوم</w:t>
      </w:r>
      <w:r w:rsidRPr="00465418">
        <w:rPr>
          <w:rStyle w:val="libHadeesChar"/>
          <w:rFonts w:hint="cs"/>
          <w:rtl/>
        </w:rPr>
        <w:t>ی</w:t>
      </w:r>
      <w:r w:rsidRPr="00465418">
        <w:rPr>
          <w:rStyle w:val="libHadeesChar"/>
          <w:rtl/>
        </w:rPr>
        <w:t xml:space="preserve"> را دوست بدارد در عملشان شر</w:t>
      </w:r>
      <w:r w:rsidRPr="00465418">
        <w:rPr>
          <w:rStyle w:val="libHadeesChar"/>
          <w:rFonts w:hint="cs"/>
          <w:rtl/>
        </w:rPr>
        <w:t>ی</w:t>
      </w:r>
      <w:r w:rsidRPr="00465418">
        <w:rPr>
          <w:rStyle w:val="libHadeesChar"/>
          <w:rFonts w:hint="eastAsia"/>
          <w:rtl/>
        </w:rPr>
        <w:t>ک</w:t>
      </w:r>
      <w:r w:rsidRPr="00465418">
        <w:rPr>
          <w:rStyle w:val="libHadeesChar"/>
          <w:rtl/>
        </w:rPr>
        <w:t xml:space="preserve"> گردد</w:t>
      </w:r>
      <w:r w:rsidRPr="000372C6">
        <w:rPr>
          <w:rtl/>
          <w:lang w:bidi="fa-IR"/>
        </w:rPr>
        <w:t>» قسم به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محمد را به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خت</w:t>
      </w:r>
      <w:r w:rsidRPr="000372C6">
        <w:rPr>
          <w:rtl/>
          <w:lang w:bidi="fa-IR"/>
        </w:rPr>
        <w:t xml:space="preserve"> که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من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من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قصد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مرا به سمت خانه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کوفه ببر</w:t>
      </w:r>
      <w:r w:rsidR="000261F0">
        <w:rPr>
          <w:rtl/>
          <w:lang w:bidi="fa-IR"/>
        </w:rPr>
        <w:t>.</w:t>
      </w:r>
      <w:r w:rsidR="00465418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465418" w:rsidRPr="00B3235C">
        <w:rPr>
          <w:rStyle w:val="libFootnotenumChar"/>
          <w:rFonts w:hint="cs"/>
          <w:rtl/>
        </w:rPr>
        <w:t>35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465418" w:rsidRDefault="000372C6" w:rsidP="00465418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به خوب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وضع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جابر را روشن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سازد چرا که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طرف ژرفا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شناخت و معرفت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نسبت به آل محمد</w:t>
      </w:r>
      <w:r w:rsidR="00465418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روشن و ادب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او را آشکار ساخته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از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دشمنان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ملحدان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نان</w:t>
      </w:r>
      <w:r w:rsidRPr="000372C6">
        <w:rPr>
          <w:rtl/>
          <w:lang w:bidi="fa-IR"/>
        </w:rPr>
        <w:t xml:space="preserve"> معرف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نموده است و به خوب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زان</w:t>
      </w:r>
      <w:r w:rsidRPr="000372C6">
        <w:rPr>
          <w:rtl/>
          <w:lang w:bidi="fa-IR"/>
        </w:rPr>
        <w:t xml:space="preserve"> تول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تبر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آشکار ساخته است</w:t>
      </w:r>
      <w:r w:rsidR="00465418">
        <w:rPr>
          <w:rFonts w:hint="cs"/>
          <w:rtl/>
          <w:lang w:bidi="fa-IR"/>
        </w:rPr>
        <w:t>.</w:t>
      </w:r>
    </w:p>
    <w:p w:rsidR="004B01C0" w:rsidRDefault="000372C6" w:rsidP="004B01C0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چگونگ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را با تفص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به نقل از عطا</w:t>
      </w:r>
      <w:r w:rsidR="004B01C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4B01C0" w:rsidRPr="00B3235C">
        <w:rPr>
          <w:rStyle w:val="libFootnotenumChar"/>
          <w:rFonts w:hint="cs"/>
          <w:rtl/>
        </w:rPr>
        <w:t>36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آورده است</w:t>
      </w:r>
      <w:r w:rsidR="000261F0">
        <w:rPr>
          <w:rtl/>
          <w:lang w:bidi="fa-IR"/>
        </w:rPr>
        <w:t>:</w:t>
      </w:r>
    </w:p>
    <w:p w:rsidR="00624BF7" w:rsidRDefault="000372C6" w:rsidP="00677F6F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من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 با</w:t>
      </w:r>
      <w:r w:rsidR="004B01C0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جابر</w:t>
      </w:r>
      <w:r w:rsidRPr="000372C6">
        <w:rPr>
          <w:rtl/>
          <w:lang w:bidi="fa-IR"/>
        </w:rPr>
        <w:t xml:space="preserve"> بن عبدالله همراه بودم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غاضر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نهر آب غسل کرد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راهن</w:t>
      </w:r>
      <w:r w:rsidRPr="000372C6">
        <w:rPr>
          <w:rtl/>
          <w:lang w:bidi="fa-IR"/>
        </w:rPr>
        <w:t xml:space="preserve"> پاک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همراه داشت به تن کرد</w:t>
      </w:r>
      <w:r w:rsidR="00624BF7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پس به من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مواد خوشبو کننده همراه دار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؟</w:t>
      </w:r>
    </w:p>
    <w:p w:rsidR="00624BF7" w:rsidRDefault="000372C6" w:rsidP="00677F6F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گفتم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سعد</w:t>
      </w:r>
      <w:r w:rsidR="00677F6F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77F6F" w:rsidRPr="00B3235C">
        <w:rPr>
          <w:rStyle w:val="libFootnotenumChar"/>
          <w:rFonts w:hint="cs"/>
          <w:rtl/>
        </w:rPr>
        <w:t>37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دارم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مقدار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آن را بر سر و تن خود قرار داد و با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برهنه به راه افتا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در برابر سر مبارک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ستاد</w:t>
      </w:r>
      <w:r w:rsidRPr="000372C6">
        <w:rPr>
          <w:rtl/>
          <w:lang w:bidi="fa-IR"/>
        </w:rPr>
        <w:t xml:space="preserve"> و سه بار تکب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گفت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هوش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افتاد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هوش آمد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</w:t>
      </w:r>
      <w:r w:rsidR="000261F0">
        <w:rPr>
          <w:rtl/>
          <w:lang w:bidi="fa-IR"/>
        </w:rPr>
        <w:t>:</w:t>
      </w:r>
    </w:p>
    <w:p w:rsidR="000372C6" w:rsidRPr="000372C6" w:rsidRDefault="00624BF7" w:rsidP="00624BF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آل الله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صفوه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اخ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ره</w:t>
      </w:r>
      <w:r w:rsidR="000372C6" w:rsidRPr="008C148C">
        <w:rPr>
          <w:rStyle w:val="libBold2Char"/>
          <w:rtl/>
        </w:rPr>
        <w:t xml:space="preserve"> الله من خلقه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سادهالسادات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</w:t>
      </w:r>
      <w:r w:rsidR="000372C6" w:rsidRPr="008C148C">
        <w:rPr>
          <w:rStyle w:val="libBold2Char"/>
          <w:rFonts w:hint="eastAsia"/>
          <w:rtl/>
        </w:rPr>
        <w:t>م</w:t>
      </w:r>
      <w:r w:rsidR="000372C6" w:rsidRPr="008C148C">
        <w:rPr>
          <w:rStyle w:val="libBold2Char"/>
          <w:rtl/>
        </w:rPr>
        <w:t xml:space="preserve">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وث</w:t>
      </w:r>
      <w:r w:rsidR="000372C6" w:rsidRPr="008C148C">
        <w:rPr>
          <w:rStyle w:val="libBold2Char"/>
          <w:rtl/>
        </w:rPr>
        <w:t xml:space="preserve"> الغابات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سف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نه</w:t>
      </w:r>
      <w:r w:rsidR="000372C6" w:rsidRPr="008C148C">
        <w:rPr>
          <w:rStyle w:val="libBold2Char"/>
          <w:rtl/>
        </w:rPr>
        <w:t xml:space="preserve"> النجاه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أباعبدالله و رحمه الله و برکاته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علم الأنب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اء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آدم صفوه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نوح نب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ابراه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م</w:t>
      </w:r>
      <w:r w:rsidR="000372C6" w:rsidRPr="008C148C">
        <w:rPr>
          <w:rStyle w:val="libBold2Char"/>
          <w:rtl/>
        </w:rPr>
        <w:t xml:space="preserve"> خل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</w:t>
      </w:r>
      <w:r w:rsidR="000372C6" w:rsidRPr="008C148C">
        <w:rPr>
          <w:rStyle w:val="libBold2Char"/>
          <w:rtl/>
        </w:rPr>
        <w:t xml:space="preserve">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</w:t>
      </w:r>
      <w:r w:rsidR="000372C6" w:rsidRPr="008C148C">
        <w:rPr>
          <w:rStyle w:val="libBold2Char"/>
          <w:rFonts w:hint="eastAsia"/>
          <w:rtl/>
        </w:rPr>
        <w:t>ام</w:t>
      </w:r>
      <w:r w:rsidR="000372C6" w:rsidRPr="008C148C">
        <w:rPr>
          <w:rStyle w:val="libBold2Char"/>
          <w:rtl/>
        </w:rPr>
        <w:t xml:space="preserve">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اسماع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</w:t>
      </w:r>
      <w:r w:rsidR="000372C6" w:rsidRPr="008C148C">
        <w:rPr>
          <w:rStyle w:val="libBold2Char"/>
          <w:rtl/>
        </w:rPr>
        <w:t xml:space="preserve"> ذب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ح</w:t>
      </w:r>
      <w:r w:rsidR="000372C6" w:rsidRPr="008C148C">
        <w:rPr>
          <w:rStyle w:val="libBold2Char"/>
          <w:rtl/>
        </w:rPr>
        <w:t xml:space="preserve">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موس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کل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م</w:t>
      </w:r>
      <w:r w:rsidR="000372C6" w:rsidRPr="008C148C">
        <w:rPr>
          <w:rStyle w:val="libBold2Char"/>
          <w:rtl/>
        </w:rPr>
        <w:t xml:space="preserve">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وارث 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روح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ابن محمد المصطف</w:t>
      </w:r>
      <w:r w:rsidR="000372C6" w:rsidRPr="008C148C">
        <w:rPr>
          <w:rStyle w:val="libBold2Char"/>
          <w:rFonts w:hint="cs"/>
          <w:rtl/>
        </w:rPr>
        <w:t>ی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ابن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المرتض</w:t>
      </w:r>
      <w:r w:rsidR="000372C6" w:rsidRPr="008C148C">
        <w:rPr>
          <w:rStyle w:val="libBold2Char"/>
          <w:rFonts w:hint="cs"/>
          <w:rtl/>
        </w:rPr>
        <w:t>ی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ابن فاطمه الزهراء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شه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بن الشه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>ا قت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</w:t>
      </w:r>
      <w:r w:rsidR="000372C6" w:rsidRPr="008C148C">
        <w:rPr>
          <w:rStyle w:val="libBold2Char"/>
          <w:rtl/>
        </w:rPr>
        <w:t xml:space="preserve"> بن القت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ول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 و ابن ول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حجه الله و ابن حجته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خلقه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أشهد أنک قد أقمت الصلاه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آت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ت</w:t>
      </w:r>
      <w:r w:rsidR="000372C6" w:rsidRPr="008C148C">
        <w:rPr>
          <w:rStyle w:val="libBold2Char"/>
          <w:rtl/>
        </w:rPr>
        <w:t xml:space="preserve"> الزکاه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Fonts w:hint="cs"/>
          <w:rtl/>
        </w:rPr>
        <w:t xml:space="preserve"> </w:t>
      </w:r>
      <w:r w:rsidR="000372C6" w:rsidRPr="008C148C">
        <w:rPr>
          <w:rStyle w:val="libBold2Char"/>
          <w:rFonts w:hint="eastAsia"/>
          <w:rtl/>
        </w:rPr>
        <w:t>و</w:t>
      </w:r>
      <w:r w:rsidR="000372C6" w:rsidRPr="008C148C">
        <w:rPr>
          <w:rStyle w:val="libBold2Char"/>
          <w:rtl/>
        </w:rPr>
        <w:t xml:space="preserve"> أمرت بالمعروف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نه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ت</w:t>
      </w:r>
      <w:r w:rsidR="000372C6" w:rsidRPr="008C148C">
        <w:rPr>
          <w:rStyle w:val="libBold2Char"/>
          <w:rtl/>
        </w:rPr>
        <w:t xml:space="preserve"> عن المنکر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بررت والد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جاهدت عدوک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أشهد أنک تسمع الکلام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ترد الجواب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أنک حب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ب</w:t>
      </w:r>
      <w:r w:rsidR="000372C6" w:rsidRPr="008C148C">
        <w:rPr>
          <w:rStyle w:val="libBold2Char"/>
          <w:rtl/>
        </w:rPr>
        <w:t xml:space="preserve"> الله و خل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له</w:t>
      </w:r>
      <w:r w:rsidR="000372C6" w:rsidRPr="008C148C">
        <w:rPr>
          <w:rStyle w:val="libBold2Char"/>
          <w:rtl/>
        </w:rPr>
        <w:t xml:space="preserve"> و نج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به</w:t>
      </w:r>
      <w:r w:rsidR="000372C6" w:rsidRPr="008C148C">
        <w:rPr>
          <w:rStyle w:val="libBold2Char"/>
          <w:rtl/>
        </w:rPr>
        <w:t xml:space="preserve"> و صف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و ابن صف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زرتک مشتاقا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فکن 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شف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عا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Fonts w:hint="cs"/>
          <w:rtl/>
        </w:rPr>
        <w:t>ی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أستشفع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 بجدک 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النب</w:t>
      </w:r>
      <w:r w:rsidR="000372C6" w:rsidRPr="008C148C">
        <w:rPr>
          <w:rStyle w:val="libBold2Char"/>
          <w:rFonts w:hint="cs"/>
          <w:rtl/>
        </w:rPr>
        <w:t>یی</w:t>
      </w:r>
      <w:r w:rsidR="000372C6" w:rsidRPr="008C148C">
        <w:rPr>
          <w:rStyle w:val="libBold2Char"/>
          <w:rFonts w:hint="eastAsia"/>
          <w:rtl/>
        </w:rPr>
        <w:t>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بأب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الو</w:t>
      </w:r>
      <w:r w:rsidR="000372C6" w:rsidRPr="008C148C">
        <w:rPr>
          <w:rStyle w:val="libBold2Char"/>
          <w:rFonts w:hint="eastAsia"/>
          <w:rtl/>
        </w:rPr>
        <w:t>ص</w:t>
      </w:r>
      <w:r w:rsidR="000372C6" w:rsidRPr="008C148C">
        <w:rPr>
          <w:rStyle w:val="libBold2Char"/>
          <w:rFonts w:hint="cs"/>
          <w:rtl/>
        </w:rPr>
        <w:t>یی</w:t>
      </w:r>
      <w:r w:rsidR="000372C6" w:rsidRPr="008C148C">
        <w:rPr>
          <w:rStyle w:val="libBold2Char"/>
          <w:rFonts w:hint="eastAsia"/>
          <w:rtl/>
        </w:rPr>
        <w:t>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بأمک 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ده</w:t>
      </w:r>
      <w:r w:rsidR="000372C6" w:rsidRPr="008C148C">
        <w:rPr>
          <w:rStyle w:val="libBold2Char"/>
          <w:rtl/>
        </w:rPr>
        <w:t xml:space="preserve"> نساء العالم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لعن الله قاتل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و ظالم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و شانئ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و مبغض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</w:t>
      </w:r>
      <w:r w:rsidR="000372C6" w:rsidRPr="008C148C">
        <w:rPr>
          <w:rStyle w:val="libBold2Char"/>
          <w:rtl/>
        </w:rPr>
        <w:t xml:space="preserve"> من الأول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و الآخر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261F0">
        <w:rPr>
          <w:rtl/>
          <w:lang w:bidi="fa-IR"/>
        </w:rPr>
        <w:t>؛</w:t>
      </w:r>
      <w:r>
        <w:rPr>
          <w:rFonts w:hint="cs"/>
          <w:rtl/>
          <w:lang w:bidi="fa-IR"/>
        </w:rPr>
        <w:t>»</w:t>
      </w:r>
    </w:p>
    <w:p w:rsidR="00C8738A" w:rsidRDefault="000372C6" w:rsidP="00640843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سلام</w:t>
      </w:r>
      <w:r w:rsidRPr="000372C6">
        <w:rPr>
          <w:rtl/>
          <w:lang w:bidi="fa-IR"/>
        </w:rPr>
        <w:t xml:space="preserve">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آل الله 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دگان</w:t>
      </w:r>
      <w:r w:rsidRPr="000372C6">
        <w:rPr>
          <w:rtl/>
          <w:lang w:bidi="fa-IR"/>
        </w:rPr>
        <w:t xml:space="preserve"> خدا</w:t>
      </w:r>
      <w:r w:rsidR="0016155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خداوند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از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خلق خود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16155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سروران سرورها</w:t>
      </w:r>
      <w:r w:rsidR="0016155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جنگلها</w:t>
      </w:r>
      <w:r w:rsidR="005778D5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شما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کشت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نجات</w:t>
      </w:r>
      <w:r w:rsidR="005778D5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اباعبدالله و رحمت و برکت خداوند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تو باد</w:t>
      </w:r>
      <w:r w:rsidR="000261F0">
        <w:rPr>
          <w:rtl/>
          <w:lang w:bidi="fa-IR"/>
        </w:rPr>
        <w:t>!</w:t>
      </w:r>
      <w:r w:rsidR="00161553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سلام</w:t>
      </w:r>
      <w:r w:rsidRPr="000372C6">
        <w:rPr>
          <w:rtl/>
          <w:lang w:bidi="fa-IR"/>
        </w:rPr>
        <w:t xml:space="preserve">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علم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="005778D5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آدم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</w:t>
      </w:r>
      <w:r w:rsidR="00D71674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نوح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tl/>
          <w:lang w:bidi="fa-IR"/>
        </w:rPr>
        <w:t xml:space="preserve"> خدا</w:t>
      </w:r>
      <w:r w:rsidR="00D71674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ابراه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خل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الله</w:t>
      </w:r>
      <w:r w:rsidR="00D71674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اسماع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ذب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الله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موس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الله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وارث 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روح الله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بر تو </w:t>
      </w:r>
      <w:r w:rsidRPr="000372C6">
        <w:rPr>
          <w:rtl/>
          <w:lang w:bidi="fa-IR"/>
        </w:rPr>
        <w:lastRenderedPageBreak/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فرزند محمد مصطف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فرزند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مرتض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فرزند فاطمه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زهرا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فرزند</w:t>
      </w:r>
      <w:r w:rsidR="00161553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کشته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فرزند کشته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سلام بر تو</w:t>
      </w:r>
      <w:r w:rsidR="00624BF7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 و فرزند حجت او بر خلقش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گواه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دهم که تو نماز را به پا داشت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زکات را پرداخت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امر به معروف و نه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منکر نمود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به پدر و مادرت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روا داشت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تو با دشمنت به جهاد برخاست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شهادت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دهم که تو سخن من 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شنو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پاسخ من 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و تو 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دوست و 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خداوند و فرزند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هست</w:t>
      </w:r>
      <w:r w:rsidRPr="000372C6">
        <w:rPr>
          <w:rFonts w:hint="cs"/>
          <w:rtl/>
          <w:lang w:bidi="fa-IR"/>
        </w:rPr>
        <w:t>ی</w:t>
      </w:r>
      <w:r w:rsidR="00640843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با حالت اشت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اق</w:t>
      </w:r>
      <w:r w:rsidRPr="000372C6">
        <w:rPr>
          <w:rtl/>
          <w:lang w:bidi="fa-IR"/>
        </w:rPr>
        <w:t xml:space="preserve">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تو شتافتم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پس به درگاه خداوند شف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من باش آقا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من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من به واسطه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Pr="000372C6">
        <w:rPr>
          <w:rtl/>
          <w:lang w:bidi="fa-IR"/>
        </w:rPr>
        <w:t xml:space="preserve"> و پدر تو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و مادر تو سرور زنان جهان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شفاعت را خواهانم</w:t>
      </w:r>
      <w:r w:rsidR="00650519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خداوند لعنت کند کشند</w:t>
      </w:r>
      <w:r w:rsidRPr="000372C6">
        <w:rPr>
          <w:rFonts w:hint="eastAsia"/>
          <w:rtl/>
          <w:lang w:bidi="fa-IR"/>
        </w:rPr>
        <w:t>گان</w:t>
      </w:r>
      <w:r w:rsidRPr="000372C6">
        <w:rPr>
          <w:rtl/>
          <w:lang w:bidi="fa-IR"/>
        </w:rPr>
        <w:t xml:space="preserve"> و ستمکاران و بدگو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و دشمنان تو را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اول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تا آخرشان</w:t>
      </w:r>
      <w:r w:rsidR="00C8738A">
        <w:rPr>
          <w:rFonts w:hint="cs"/>
          <w:rtl/>
          <w:lang w:bidi="fa-IR"/>
        </w:rPr>
        <w:t>؛</w:t>
      </w:r>
    </w:p>
    <w:p w:rsidR="004B4AED" w:rsidRDefault="000372C6" w:rsidP="0064084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آن گاه خود را بر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انداخت و دو گونه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را بر آن نهاد و سپس چهار رکعت نماز خواند و به سمت قبر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اکبر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آمد و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4B4AED">
        <w:rPr>
          <w:rFonts w:hint="cs"/>
          <w:rtl/>
          <w:lang w:bidi="fa-IR"/>
        </w:rPr>
        <w:t>«</w:t>
      </w:r>
      <w:r w:rsidRPr="008C148C">
        <w:rPr>
          <w:rStyle w:val="libBold2Char"/>
          <w:rtl/>
        </w:rPr>
        <w:t>السلام عل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ک</w:t>
      </w:r>
      <w:r w:rsidRPr="008C148C">
        <w:rPr>
          <w:rStyle w:val="libBold2Char"/>
          <w:rtl/>
        </w:rPr>
        <w:t xml:space="preserve"> 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ا</w:t>
      </w:r>
      <w:r w:rsidRPr="008C148C">
        <w:rPr>
          <w:rStyle w:val="libBold2Char"/>
          <w:rtl/>
        </w:rPr>
        <w:t xml:space="preserve"> مولا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و ابن مولا</w:t>
      </w:r>
      <w:r w:rsidRPr="008C148C">
        <w:rPr>
          <w:rStyle w:val="libBold2Char"/>
          <w:rFonts w:hint="cs"/>
          <w:rtl/>
        </w:rPr>
        <w:t>ی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لعن الله قاتلک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لعن </w:t>
      </w:r>
      <w:r w:rsidRPr="008C148C">
        <w:rPr>
          <w:rStyle w:val="libBold2Char"/>
          <w:rFonts w:hint="eastAsia"/>
          <w:rtl/>
        </w:rPr>
        <w:t>الله</w:t>
      </w:r>
      <w:r w:rsidRPr="008C148C">
        <w:rPr>
          <w:rStyle w:val="libBold2Char"/>
          <w:rtl/>
        </w:rPr>
        <w:t xml:space="preserve"> ظالمک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أتقرب ال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الله بمحبتکم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و أبرأ ال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الله من عدوکم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مولا و فرزند مولا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خدا لعنت کند کشنده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 را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خدا لعنت کند ستم کننده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تو را</w:t>
      </w:r>
      <w:r w:rsidR="000261F0">
        <w:rPr>
          <w:rtl/>
          <w:lang w:bidi="fa-IR"/>
        </w:rPr>
        <w:t>!</w:t>
      </w:r>
      <w:r w:rsidRPr="000372C6">
        <w:rPr>
          <w:rtl/>
          <w:lang w:bidi="fa-IR"/>
        </w:rPr>
        <w:t xml:space="preserve"> با دوست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شما به خداوند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شوم و از دشمنانتان نزد خداوند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4B4AED">
        <w:rPr>
          <w:rFonts w:hint="cs"/>
          <w:rtl/>
          <w:lang w:bidi="fa-IR"/>
        </w:rPr>
        <w:t>.»</w:t>
      </w:r>
    </w:p>
    <w:p w:rsidR="00574A43" w:rsidRDefault="000372C6" w:rsidP="00574A4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سپس قبر را بوس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دو رکعت نماز خواند و رو به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نمود و گفت:</w:t>
      </w:r>
    </w:p>
    <w:p w:rsidR="00574A43" w:rsidRDefault="00574A43" w:rsidP="00574A4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الأرواح المن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خه</w:t>
      </w:r>
      <w:r w:rsidR="000372C6" w:rsidRPr="008C148C">
        <w:rPr>
          <w:rStyle w:val="libBold2Char"/>
          <w:rtl/>
        </w:rPr>
        <w:t xml:space="preserve"> بقبر أب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عبدالله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ش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عه</w:t>
      </w:r>
      <w:r w:rsidR="000372C6" w:rsidRPr="008C148C">
        <w:rPr>
          <w:rStyle w:val="libBold2Char"/>
          <w:rtl/>
        </w:rPr>
        <w:t xml:space="preserve"> الله و ش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عه</w:t>
      </w:r>
      <w:r w:rsidR="000372C6" w:rsidRPr="008C148C">
        <w:rPr>
          <w:rStyle w:val="libBold2Char"/>
          <w:rtl/>
        </w:rPr>
        <w:t xml:space="preserve"> رسوله و ش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عه</w:t>
      </w:r>
      <w:r w:rsidR="000372C6" w:rsidRPr="008C148C">
        <w:rPr>
          <w:rStyle w:val="libBold2Char"/>
          <w:rtl/>
        </w:rPr>
        <w:t xml:space="preserve"> أم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رالمؤمن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و الحسن و 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طاهرون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مهد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ون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السلام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</w:t>
      </w:r>
      <w:r w:rsidR="000372C6" w:rsidRPr="008C148C">
        <w:rPr>
          <w:rStyle w:val="libBold2Char"/>
          <w:rtl/>
        </w:rPr>
        <w:t xml:space="preserve"> أبرار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الس</w:t>
      </w:r>
      <w:r w:rsidR="000372C6" w:rsidRPr="008C148C">
        <w:rPr>
          <w:rStyle w:val="libBold2Char"/>
          <w:rFonts w:hint="eastAsia"/>
          <w:rtl/>
        </w:rPr>
        <w:t>لام</w:t>
      </w:r>
      <w:r w:rsidR="000372C6" w:rsidRPr="008C148C">
        <w:rPr>
          <w:rStyle w:val="libBold2Char"/>
          <w:rtl/>
        </w:rPr>
        <w:t xml:space="preserve">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کم</w:t>
      </w:r>
      <w:r w:rsidR="000372C6" w:rsidRPr="008C148C">
        <w:rPr>
          <w:rStyle w:val="libBold2Char"/>
          <w:rtl/>
        </w:rPr>
        <w:t xml:space="preserve"> و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ملائکه الله الحاف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بقبورکم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جمعن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 و ا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اکم</w:t>
      </w:r>
      <w:r w:rsidR="000372C6" w:rsidRPr="008C148C">
        <w:rPr>
          <w:rStyle w:val="libBold2Char"/>
          <w:rtl/>
        </w:rPr>
        <w:t xml:space="preserve">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مستقر رحمته تحت عرشه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سلام بر ارواح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گرداگرد قبر اباعبدالله رحل افکنده اند سلام بر شما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372C6" w:rsidRPr="000372C6">
        <w:rPr>
          <w:rtl/>
          <w:lang w:bidi="fa-IR"/>
        </w:rPr>
        <w:t xml:space="preserve"> خدا و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روان</w:t>
      </w:r>
      <w:r w:rsidR="000372C6" w:rsidRPr="000372C6">
        <w:rPr>
          <w:rtl/>
          <w:lang w:bidi="fa-IR"/>
        </w:rPr>
        <w:t xml:space="preserve"> فرستاده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او و تابعان 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رمؤمنان</w:t>
      </w:r>
      <w:r w:rsidR="000372C6" w:rsidRPr="000372C6">
        <w:rPr>
          <w:rtl/>
          <w:lang w:bidi="fa-IR"/>
        </w:rPr>
        <w:t xml:space="preserve"> و حسن و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سلام بر شما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پاکان سلام بر شما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هدا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گران سلام بر شما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کان</w:t>
      </w:r>
      <w:r w:rsidR="000372C6" w:rsidRPr="000372C6">
        <w:rPr>
          <w:rtl/>
          <w:lang w:bidi="fa-IR"/>
        </w:rPr>
        <w:t xml:space="preserve"> سلام بر شما و بر فرشتگان خداوند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بر گرد قبرها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تان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گردند خداوند من و شما را در جا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گاه</w:t>
      </w:r>
      <w:r w:rsidR="000372C6" w:rsidRPr="000372C6">
        <w:rPr>
          <w:rtl/>
          <w:lang w:bidi="fa-IR"/>
        </w:rPr>
        <w:t xml:space="preserve"> رحمت و در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عرش خود به هم رساند</w:t>
      </w:r>
      <w:r>
        <w:rPr>
          <w:rFonts w:hint="cs"/>
          <w:rtl/>
          <w:lang w:bidi="fa-IR"/>
        </w:rPr>
        <w:t>.»</w:t>
      </w:r>
    </w:p>
    <w:p w:rsidR="005035F9" w:rsidRDefault="000372C6" w:rsidP="00574A4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پس از آن به سمت قبر عباس فرزند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="00574A43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آمد و در حال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ستاده</w:t>
      </w:r>
      <w:r w:rsidRPr="000372C6">
        <w:rPr>
          <w:rtl/>
          <w:lang w:bidi="fa-IR"/>
        </w:rPr>
        <w:t xml:space="preserve"> گفت</w:t>
      </w:r>
      <w:r w:rsidR="000261F0">
        <w:rPr>
          <w:rtl/>
          <w:lang w:bidi="fa-IR"/>
        </w:rPr>
        <w:t>:</w:t>
      </w:r>
    </w:p>
    <w:p w:rsidR="005035F9" w:rsidRDefault="005035F9" w:rsidP="005035F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C16278">
        <w:rPr>
          <w:rStyle w:val="libBold1Char"/>
          <w:rtl/>
        </w:rPr>
        <w:t>السلام عل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ک</w:t>
      </w:r>
      <w:r w:rsidR="000372C6" w:rsidRPr="00C16278">
        <w:rPr>
          <w:rStyle w:val="libBold1Char"/>
          <w:rtl/>
        </w:rPr>
        <w:t xml:space="preserve"> 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ا</w:t>
      </w:r>
      <w:r w:rsidR="000372C6" w:rsidRPr="00C16278">
        <w:rPr>
          <w:rStyle w:val="libBold1Char"/>
          <w:rtl/>
        </w:rPr>
        <w:t xml:space="preserve"> أباالقاسم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السلام عل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ک</w:t>
      </w:r>
      <w:r w:rsidR="000372C6" w:rsidRPr="00C16278">
        <w:rPr>
          <w:rStyle w:val="libBold1Char"/>
          <w:rtl/>
        </w:rPr>
        <w:t xml:space="preserve"> 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ا</w:t>
      </w:r>
      <w:r w:rsidR="000372C6" w:rsidRPr="00C16278">
        <w:rPr>
          <w:rStyle w:val="libBold1Char"/>
          <w:rtl/>
        </w:rPr>
        <w:t xml:space="preserve"> عباس بن عل</w:t>
      </w:r>
      <w:r w:rsidR="000372C6" w:rsidRPr="00C16278">
        <w:rPr>
          <w:rStyle w:val="libBold1Char"/>
          <w:rFonts w:hint="cs"/>
          <w:rtl/>
        </w:rPr>
        <w:t>ی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السلام عل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ک</w:t>
      </w:r>
      <w:r w:rsidR="000372C6" w:rsidRPr="00C16278">
        <w:rPr>
          <w:rStyle w:val="libBold1Char"/>
          <w:rtl/>
        </w:rPr>
        <w:t xml:space="preserve"> 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ا</w:t>
      </w:r>
      <w:r w:rsidR="000372C6" w:rsidRPr="00C16278">
        <w:rPr>
          <w:rStyle w:val="libBold1Char"/>
          <w:rtl/>
        </w:rPr>
        <w:t xml:space="preserve"> ابن أم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رالمؤمن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ن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أشهد لقد بالغت ف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tl/>
        </w:rPr>
        <w:t xml:space="preserve"> النص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حه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و أد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ت</w:t>
      </w:r>
      <w:r w:rsidR="000372C6" w:rsidRPr="00C16278">
        <w:rPr>
          <w:rStyle w:val="libBold1Char"/>
          <w:rtl/>
        </w:rPr>
        <w:t xml:space="preserve"> الأمانه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و جاهدت عدوک و عدو أخ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ک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فصلوات الله عل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tl/>
        </w:rPr>
        <w:t xml:space="preserve"> روحک الط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به</w:t>
      </w:r>
      <w:r w:rsidR="000261F0" w:rsidRPr="00C16278">
        <w:rPr>
          <w:rStyle w:val="libBold1Char"/>
          <w:rtl/>
        </w:rPr>
        <w:t>،</w:t>
      </w:r>
      <w:r w:rsidR="000372C6" w:rsidRPr="00C16278">
        <w:rPr>
          <w:rStyle w:val="libBold1Char"/>
          <w:rtl/>
        </w:rPr>
        <w:t xml:space="preserve"> و جزاک الله من أخ خ</w:t>
      </w:r>
      <w:r w:rsidR="000372C6" w:rsidRPr="00C16278">
        <w:rPr>
          <w:rStyle w:val="libBold1Char"/>
          <w:rFonts w:hint="cs"/>
          <w:rtl/>
        </w:rPr>
        <w:t>ی</w:t>
      </w:r>
      <w:r w:rsidR="000372C6" w:rsidRPr="00C16278">
        <w:rPr>
          <w:rStyle w:val="libBold1Char"/>
          <w:rFonts w:hint="eastAsia"/>
          <w:rtl/>
        </w:rPr>
        <w:t>را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سلام بر تو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ابوقاسم سلام بر تو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عباس بن 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س</w:t>
      </w:r>
      <w:r w:rsidR="000372C6" w:rsidRPr="000372C6">
        <w:rPr>
          <w:rFonts w:hint="eastAsia"/>
          <w:rtl/>
          <w:lang w:bidi="fa-IR"/>
        </w:rPr>
        <w:t>لام</w:t>
      </w:r>
      <w:r w:rsidR="000372C6" w:rsidRPr="000372C6">
        <w:rPr>
          <w:rtl/>
          <w:lang w:bidi="fa-IR"/>
        </w:rPr>
        <w:t xml:space="preserve"> بر تو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فرزند 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رمؤمنان</w:t>
      </w:r>
      <w:r w:rsidR="000372C6" w:rsidRPr="000372C6">
        <w:rPr>
          <w:rtl/>
          <w:lang w:bidi="fa-IR"/>
        </w:rPr>
        <w:t xml:space="preserve"> شهادت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دهم که تو نها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کوشش را در نص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حت</w:t>
      </w:r>
      <w:r w:rsidR="000372C6" w:rsidRPr="000372C6">
        <w:rPr>
          <w:rtl/>
          <w:lang w:bidi="fa-IR"/>
        </w:rPr>
        <w:t xml:space="preserve"> به کار بست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حق امانت را به جا آورد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بادشمن خود و برادرت به جهاد برخاست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پس درود خداوند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بر روح پاک تو</w:t>
      </w:r>
      <w:r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باد</w:t>
      </w:r>
      <w:r w:rsidR="000372C6" w:rsidRPr="000372C6">
        <w:rPr>
          <w:rtl/>
          <w:lang w:bidi="fa-IR"/>
        </w:rPr>
        <w:t xml:space="preserve"> و خداوند در برابر خدمت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به برادرت نمود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پاداش 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رت</w:t>
      </w:r>
      <w:r w:rsidR="000372C6" w:rsidRPr="000372C6">
        <w:rPr>
          <w:rtl/>
          <w:lang w:bidi="fa-IR"/>
        </w:rPr>
        <w:t xml:space="preserve"> دهد</w:t>
      </w:r>
      <w:r>
        <w:rPr>
          <w:rFonts w:hint="cs"/>
          <w:rtl/>
          <w:lang w:bidi="fa-IR"/>
        </w:rPr>
        <w:t>.»</w:t>
      </w:r>
    </w:p>
    <w:p w:rsidR="00C16278" w:rsidRDefault="000372C6" w:rsidP="00C16278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آن گاه دو رکعت نماز خواند و دعا کرد و برگشت</w:t>
      </w:r>
      <w:r w:rsidR="00C16278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C16278" w:rsidRPr="00B3235C">
        <w:rPr>
          <w:rStyle w:val="libFootnotenumChar"/>
          <w:rFonts w:hint="cs"/>
          <w:rtl/>
        </w:rPr>
        <w:t>38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137988" w:rsidRDefault="000372C6" w:rsidP="00137988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هر صورت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جابر همراه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به شرف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آمد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گر چه روشن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که چگونه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به جابر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وسته</w:t>
      </w:r>
      <w:r w:rsidRPr="000372C6">
        <w:rPr>
          <w:rtl/>
          <w:lang w:bidi="fa-IR"/>
        </w:rPr>
        <w:t xml:space="preserve"> و هم سفر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 و دو احتمال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جا وجود </w:t>
      </w:r>
      <w:r w:rsidRPr="000372C6">
        <w:rPr>
          <w:rFonts w:hint="eastAsia"/>
          <w:rtl/>
          <w:lang w:bidi="fa-IR"/>
        </w:rPr>
        <w:t>دارد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137988">
        <w:rPr>
          <w:rFonts w:hint="cs"/>
          <w:rtl/>
          <w:lang w:bidi="fa-IR"/>
        </w:rPr>
        <w:t>1.</w:t>
      </w:r>
      <w:r w:rsidRPr="000372C6">
        <w:rPr>
          <w:rtl/>
          <w:lang w:bidi="fa-IR"/>
        </w:rPr>
        <w:t xml:space="preserve">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در آن سال به حج مشرف شده باشد و همراه جابر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حجاز به سمت کربلا آمده باشد</w:t>
      </w:r>
      <w:r w:rsidR="00137988">
        <w:rPr>
          <w:rFonts w:hint="cs"/>
          <w:rtl/>
          <w:lang w:bidi="fa-IR"/>
        </w:rPr>
        <w:t>.</w:t>
      </w:r>
    </w:p>
    <w:p w:rsidR="000372C6" w:rsidRPr="000372C6" w:rsidRDefault="00137988" w:rsidP="0013798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0372C6" w:rsidRPr="000372C6">
        <w:rPr>
          <w:rtl/>
          <w:lang w:bidi="fa-IR"/>
        </w:rPr>
        <w:t xml:space="preserve"> جابر خود به کوفه آمده و از آن جا همراه 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کربلا مشرف شده باشد زمان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بر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ابن طاووس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روز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 بوده است ملاقات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با امام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العابد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372C6" w:rsidRPr="000372C6">
        <w:rPr>
          <w:rtl/>
          <w:lang w:bidi="fa-IR"/>
        </w:rPr>
        <w:t xml:space="preserve"> و همراهانشان را در 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چ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</w:t>
      </w:r>
      <w:r w:rsidR="000372C6" w:rsidRPr="000372C6">
        <w:rPr>
          <w:rtl/>
          <w:lang w:bidi="fa-IR"/>
        </w:rPr>
        <w:t xml:space="preserve"> از دو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طبر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ابن طاووس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0372C6" w:rsidRPr="000372C6">
        <w:rPr>
          <w:rtl/>
          <w:lang w:bidi="fa-IR"/>
        </w:rPr>
        <w:t xml:space="preserve"> 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نکته را در بحثها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نده</w:t>
      </w:r>
      <w:r w:rsidR="000372C6" w:rsidRPr="000372C6">
        <w:rPr>
          <w:rtl/>
          <w:lang w:bidi="fa-IR"/>
        </w:rPr>
        <w:t xml:space="preserve"> با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در نظر داشت</w:t>
      </w:r>
      <w:r w:rsidR="00C47A91">
        <w:rPr>
          <w:rFonts w:hint="cs"/>
          <w:rtl/>
          <w:lang w:bidi="fa-IR"/>
        </w:rPr>
        <w:t>.</w:t>
      </w:r>
    </w:p>
    <w:p w:rsidR="000372C6" w:rsidRPr="000372C6" w:rsidRDefault="004F2DFC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CB0B00">
      <w:pPr>
        <w:pStyle w:val="Heading2"/>
        <w:rPr>
          <w:rtl/>
          <w:lang w:bidi="fa-IR"/>
        </w:rPr>
      </w:pPr>
      <w:bookmarkStart w:id="6" w:name="_Toc526764125"/>
      <w:r w:rsidRPr="000372C6">
        <w:rPr>
          <w:rFonts w:hint="eastAsia"/>
          <w:rtl/>
          <w:lang w:bidi="fa-IR"/>
        </w:rPr>
        <w:t>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 آمدند</w:t>
      </w:r>
      <w:r w:rsidR="000261F0">
        <w:rPr>
          <w:rtl/>
          <w:lang w:bidi="fa-IR"/>
        </w:rPr>
        <w:t>؟</w:t>
      </w:r>
      <w:bookmarkEnd w:id="6"/>
    </w:p>
    <w:p w:rsidR="008E6D89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مسئله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ورود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قابل انکار چرا که افزون بر امکان آن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اصل واقعه در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کتب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 است ابن نما (م </w:t>
      </w:r>
      <w:r w:rsidR="00440E7D">
        <w:rPr>
          <w:rtl/>
          <w:lang w:bidi="fa-IR"/>
        </w:rPr>
        <w:t>6</w:t>
      </w:r>
      <w:r w:rsidR="00EA4950">
        <w:rPr>
          <w:rtl/>
          <w:lang w:bidi="fa-IR"/>
        </w:rPr>
        <w:t>45</w:t>
      </w:r>
      <w:r w:rsidRPr="000372C6">
        <w:rPr>
          <w:rtl/>
          <w:lang w:bidi="fa-IR"/>
        </w:rPr>
        <w:t>) آورده است</w:t>
      </w:r>
      <w:r w:rsidR="000261F0">
        <w:rPr>
          <w:rtl/>
          <w:lang w:bidi="fa-IR"/>
        </w:rPr>
        <w:t>:</w:t>
      </w:r>
    </w:p>
    <w:p w:rsidR="008E6D89" w:rsidRDefault="008E6D89" w:rsidP="008E6D8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E6D89">
        <w:rPr>
          <w:rStyle w:val="libHadeesChar"/>
          <w:rtl/>
        </w:rPr>
        <w:t>و لما مر ع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Fonts w:hint="eastAsia"/>
          <w:rtl/>
        </w:rPr>
        <w:t>ال</w:t>
      </w:r>
      <w:r w:rsidR="000372C6" w:rsidRPr="008E6D89">
        <w:rPr>
          <w:rStyle w:val="libHadeesChar"/>
          <w:rtl/>
        </w:rPr>
        <w:t xml:space="preserve"> الحس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Fonts w:hint="eastAsia"/>
          <w:rtl/>
        </w:rPr>
        <w:t>ن</w:t>
      </w:r>
      <w:r w:rsidR="00FE4825" w:rsidRPr="008E6D89">
        <w:rPr>
          <w:rStyle w:val="libHadeesChar"/>
          <w:rFonts w:hint="eastAsia"/>
          <w:rtl/>
        </w:rPr>
        <w:t xml:space="preserve"> </w:t>
      </w:r>
      <w:r w:rsidR="00E13185" w:rsidRPr="008E6D89">
        <w:rPr>
          <w:rStyle w:val="libAlaemChar"/>
          <w:rFonts w:hint="eastAsia"/>
          <w:rtl/>
        </w:rPr>
        <w:t>عليه‌السلام</w:t>
      </w:r>
      <w:r w:rsidR="000372C6" w:rsidRPr="008E6D89">
        <w:rPr>
          <w:rStyle w:val="libHadeesChar"/>
          <w:rtl/>
        </w:rPr>
        <w:t xml:space="preserve"> بکربلاء وجدوا جابر بن عبدالله الأنصار</w:t>
      </w:r>
      <w:r w:rsidR="000372C6" w:rsidRPr="008E6D89">
        <w:rPr>
          <w:rStyle w:val="libHadeesChar"/>
          <w:rFonts w:hint="cs"/>
          <w:rtl/>
        </w:rPr>
        <w:t>ی</w:t>
      </w:r>
      <w:r w:rsidR="000261F0" w:rsidRPr="008E6D89">
        <w:rPr>
          <w:rStyle w:val="libHadeesChar"/>
          <w:rtl/>
        </w:rPr>
        <w:t>،</w:t>
      </w:r>
      <w:r w:rsidR="000372C6" w:rsidRPr="008E6D89">
        <w:rPr>
          <w:rStyle w:val="libHadeesChar"/>
          <w:rtl/>
        </w:rPr>
        <w:t xml:space="preserve"> رحمه الله عل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Fonts w:hint="eastAsia"/>
          <w:rtl/>
        </w:rPr>
        <w:t>ه</w:t>
      </w:r>
      <w:r w:rsidR="000372C6" w:rsidRPr="008E6D89">
        <w:rPr>
          <w:rStyle w:val="libHadeesChar"/>
          <w:rtl/>
        </w:rPr>
        <w:t xml:space="preserve"> و جماعه من بن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tl/>
        </w:rPr>
        <w:t xml:space="preserve"> هاشم قدموا لز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Fonts w:hint="eastAsia"/>
          <w:rtl/>
        </w:rPr>
        <w:t>ارته</w:t>
      </w:r>
      <w:r w:rsidR="000372C6" w:rsidRPr="008E6D89">
        <w:rPr>
          <w:rStyle w:val="libHadeesChar"/>
          <w:rtl/>
        </w:rPr>
        <w:t xml:space="preserve"> ف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tl/>
        </w:rPr>
        <w:t xml:space="preserve"> وقت واحد</w:t>
      </w:r>
      <w:r w:rsidR="000261F0" w:rsidRPr="008E6D89">
        <w:rPr>
          <w:rStyle w:val="libHadeesChar"/>
          <w:rtl/>
        </w:rPr>
        <w:t>،</w:t>
      </w:r>
      <w:r w:rsidR="000372C6" w:rsidRPr="008E6D89">
        <w:rPr>
          <w:rStyle w:val="libHadeesChar"/>
          <w:rtl/>
        </w:rPr>
        <w:t xml:space="preserve"> فتلاقوا بالحزن و الاکتئاب و النوح عل</w:t>
      </w:r>
      <w:r w:rsidR="000372C6" w:rsidRPr="008E6D89">
        <w:rPr>
          <w:rStyle w:val="libHadeesChar"/>
          <w:rFonts w:hint="cs"/>
          <w:rtl/>
        </w:rPr>
        <w:t>ی</w:t>
      </w:r>
      <w:r w:rsidR="000372C6" w:rsidRPr="008E6D89">
        <w:rPr>
          <w:rStyle w:val="libHadeesChar"/>
          <w:rtl/>
        </w:rPr>
        <w:t xml:space="preserve"> هذا المصاب المقرح لأکباد الأحباب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و هنگام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به کربلا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جابر بن عبدالله انصار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گروه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هاشم را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افتند</w:t>
      </w:r>
      <w:r w:rsidR="000372C6" w:rsidRPr="000372C6">
        <w:rPr>
          <w:rtl/>
          <w:lang w:bidi="fa-IR"/>
        </w:rPr>
        <w:t xml:space="preserve"> که برا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آن حضرت آمده و هم زما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به هم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بودند آنان با حزن و اندوه و ناله بر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مص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بت</w:t>
      </w:r>
      <w:r w:rsidR="000372C6" w:rsidRPr="000372C6">
        <w:rPr>
          <w:rtl/>
          <w:lang w:bidi="fa-IR"/>
        </w:rPr>
        <w:t xml:space="preserve"> دلسوز گرد هم آمدند و به سوگوار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پرداختند</w:t>
      </w:r>
      <w:r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39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B3676B" w:rsidRDefault="000372C6" w:rsidP="00B3676B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ابن طاووس (م </w:t>
      </w:r>
      <w:r w:rsidR="00440E7D">
        <w:rPr>
          <w:rtl/>
          <w:lang w:bidi="fa-IR"/>
        </w:rPr>
        <w:t>66</w:t>
      </w:r>
      <w:r w:rsidR="00EA4950">
        <w:rPr>
          <w:rtl/>
          <w:lang w:bidi="fa-IR"/>
        </w:rPr>
        <w:t>4</w:t>
      </w:r>
      <w:r w:rsidRPr="000372C6">
        <w:rPr>
          <w:rtl/>
          <w:lang w:bidi="fa-IR"/>
        </w:rPr>
        <w:t>)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E727D3">
        <w:rPr>
          <w:rFonts w:hint="cs"/>
          <w:rtl/>
          <w:lang w:bidi="fa-IR"/>
        </w:rPr>
        <w:t>«</w:t>
      </w:r>
      <w:r w:rsidRPr="00E727D3">
        <w:rPr>
          <w:rStyle w:val="libHadeesChar"/>
          <w:rtl/>
        </w:rPr>
        <w:t>فوصلوا ال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tl/>
        </w:rPr>
        <w:t xml:space="preserve"> موضع المصرع</w:t>
      </w:r>
      <w:r w:rsidR="000261F0" w:rsidRPr="00E727D3">
        <w:rPr>
          <w:rStyle w:val="libHadeesChar"/>
          <w:rtl/>
        </w:rPr>
        <w:t>،</w:t>
      </w:r>
      <w:r w:rsidRPr="00E727D3">
        <w:rPr>
          <w:rStyle w:val="libHadeesChar"/>
          <w:rtl/>
        </w:rPr>
        <w:t xml:space="preserve"> فوجدوا جابر بن عبدالله الأنصار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tl/>
        </w:rPr>
        <w:t xml:space="preserve"> رحمه الله و جماعه من بن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tl/>
        </w:rPr>
        <w:t xml:space="preserve"> هاشم و رجالا من آل الرسول</w:t>
      </w:r>
      <w:r w:rsidR="00E727D3" w:rsidRPr="00E727D3">
        <w:rPr>
          <w:rStyle w:val="libHadeesChar"/>
          <w:rFonts w:hint="cs"/>
          <w:rtl/>
        </w:rPr>
        <w:t xml:space="preserve"> </w:t>
      </w:r>
      <w:r w:rsidR="00B7771E" w:rsidRPr="00B7771E">
        <w:rPr>
          <w:rStyle w:val="libAlaemChar"/>
          <w:rFonts w:eastAsia="KFGQPC Uthman Taha Naskh"/>
          <w:rtl/>
        </w:rPr>
        <w:t>صلى‌الله‌عليه‌وآله‌وسلم</w:t>
      </w:r>
      <w:r w:rsidRPr="00E727D3">
        <w:rPr>
          <w:rStyle w:val="libHadeesChar"/>
          <w:rtl/>
        </w:rPr>
        <w:t xml:space="preserve"> قد وردوا لز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Fonts w:hint="eastAsia"/>
          <w:rtl/>
        </w:rPr>
        <w:t>اره</w:t>
      </w:r>
      <w:r w:rsidRPr="00E727D3">
        <w:rPr>
          <w:rStyle w:val="libHadeesChar"/>
          <w:rtl/>
        </w:rPr>
        <w:t xml:space="preserve"> قبر الحس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Fonts w:hint="eastAsia"/>
          <w:rtl/>
        </w:rPr>
        <w:t>ن</w:t>
      </w:r>
      <w:r w:rsidR="00FE4825" w:rsidRPr="00E727D3">
        <w:rPr>
          <w:rStyle w:val="libHadeesChar"/>
          <w:rFonts w:hint="eastAsia"/>
          <w:rtl/>
        </w:rPr>
        <w:t xml:space="preserve"> </w:t>
      </w:r>
      <w:r w:rsidR="00E13185" w:rsidRPr="00E727D3">
        <w:rPr>
          <w:rStyle w:val="libAlaemChar"/>
          <w:rFonts w:hint="eastAsia"/>
          <w:rtl/>
        </w:rPr>
        <w:t>عليه‌السلام</w:t>
      </w:r>
      <w:r w:rsidR="000261F0" w:rsidRPr="00E727D3">
        <w:rPr>
          <w:rStyle w:val="libHadeesChar"/>
          <w:rtl/>
        </w:rPr>
        <w:t>،</w:t>
      </w:r>
      <w:r w:rsidRPr="00E727D3">
        <w:rPr>
          <w:rStyle w:val="libHadeesChar"/>
          <w:rtl/>
        </w:rPr>
        <w:t xml:space="preserve"> فوافوا ف</w:t>
      </w:r>
      <w:r w:rsidRPr="00E727D3">
        <w:rPr>
          <w:rStyle w:val="libHadeesChar"/>
          <w:rFonts w:hint="cs"/>
          <w:rtl/>
        </w:rPr>
        <w:t>ی</w:t>
      </w:r>
      <w:r w:rsidRPr="00E727D3">
        <w:rPr>
          <w:rStyle w:val="libHadeesChar"/>
          <w:rtl/>
        </w:rPr>
        <w:t xml:space="preserve"> وقت واحد</w:t>
      </w:r>
      <w:r w:rsidR="000261F0" w:rsidRPr="00E727D3">
        <w:rPr>
          <w:rStyle w:val="libHadeesChar"/>
          <w:rtl/>
        </w:rPr>
        <w:t>،</w:t>
      </w:r>
      <w:r w:rsidRPr="00E727D3">
        <w:rPr>
          <w:rStyle w:val="libHadeesChar"/>
          <w:rtl/>
        </w:rPr>
        <w:t xml:space="preserve"> و تلاقوا بالبکاء و الحزن و اللطم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پس به جا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گاه</w:t>
      </w:r>
      <w:r w:rsidRPr="000372C6">
        <w:rPr>
          <w:rtl/>
          <w:lang w:bidi="fa-IR"/>
        </w:rPr>
        <w:t xml:space="preserve">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و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گروه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هاشم و مردان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آل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D92573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را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هم زمان گرد هم آمده بودند و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اندوه سر داده و به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زدند</w:t>
      </w:r>
      <w:r w:rsidR="00E727D3"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="00B3676B" w:rsidRPr="00B3235C">
        <w:rPr>
          <w:rStyle w:val="libFootnotenumChar"/>
          <w:rFonts w:hint="cs"/>
          <w:rtl/>
        </w:rPr>
        <w:t>40</w:t>
      </w:r>
      <w:r w:rsidR="00686026" w:rsidRPr="00B3235C">
        <w:rPr>
          <w:rStyle w:val="libFootnotenumChar"/>
          <w:rtl/>
        </w:rPr>
        <w:t>)</w:t>
      </w:r>
      <w:r w:rsidR="00E727D3">
        <w:rPr>
          <w:rFonts w:hint="cs"/>
          <w:rtl/>
          <w:lang w:bidi="fa-IR"/>
        </w:rPr>
        <w:t xml:space="preserve"> </w:t>
      </w:r>
    </w:p>
    <w:p w:rsidR="00E727D3" w:rsidRDefault="00B3676B" w:rsidP="008E6D8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B3676B">
      <w:pPr>
        <w:pStyle w:val="Heading2"/>
        <w:rPr>
          <w:rtl/>
          <w:lang w:bidi="fa-IR"/>
        </w:rPr>
      </w:pPr>
      <w:bookmarkStart w:id="7" w:name="_Toc526764126"/>
      <w:r w:rsidRPr="000372C6">
        <w:rPr>
          <w:rtl/>
          <w:lang w:bidi="fa-IR"/>
        </w:rPr>
        <w:t>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بالاتر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مرحوم</w:t>
      </w:r>
      <w:bookmarkEnd w:id="7"/>
    </w:p>
    <w:p w:rsidR="00B3676B" w:rsidRDefault="000372C6" w:rsidP="00924BF4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صدوق به سند خود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فاطمه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بنت عل</w:t>
      </w:r>
      <w:r w:rsidRPr="000372C6">
        <w:rPr>
          <w:rFonts w:hint="cs"/>
          <w:rtl/>
          <w:lang w:bidi="fa-IR"/>
        </w:rPr>
        <w:t>ی</w:t>
      </w:r>
      <w:r w:rsidR="00B3676B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شام نقل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تا آن جا که فرمود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B3676B">
        <w:rPr>
          <w:rFonts w:hint="cs"/>
          <w:rtl/>
          <w:lang w:bidi="fa-IR"/>
        </w:rPr>
        <w:t>«</w:t>
      </w:r>
      <w:r w:rsidRPr="00B3676B">
        <w:rPr>
          <w:rStyle w:val="libHadeesChar"/>
          <w:rtl/>
        </w:rPr>
        <w:t>ال</w:t>
      </w:r>
      <w:r w:rsidRPr="00B3676B">
        <w:rPr>
          <w:rStyle w:val="libHadeesChar"/>
          <w:rFonts w:hint="cs"/>
          <w:rtl/>
        </w:rPr>
        <w:t>ی</w:t>
      </w:r>
      <w:r w:rsidRPr="00B3676B">
        <w:rPr>
          <w:rStyle w:val="libHadeesChar"/>
          <w:rtl/>
        </w:rPr>
        <w:t xml:space="preserve"> أن خرج عل</w:t>
      </w:r>
      <w:r w:rsidRPr="00B3676B">
        <w:rPr>
          <w:rStyle w:val="libHadeesChar"/>
          <w:rFonts w:hint="cs"/>
          <w:rtl/>
        </w:rPr>
        <w:t>ی</w:t>
      </w:r>
      <w:r w:rsidRPr="00B3676B">
        <w:rPr>
          <w:rStyle w:val="libHadeesChar"/>
          <w:rtl/>
        </w:rPr>
        <w:t xml:space="preserve"> بن الحس</w:t>
      </w:r>
      <w:r w:rsidRPr="00B3676B">
        <w:rPr>
          <w:rStyle w:val="libHadeesChar"/>
          <w:rFonts w:hint="cs"/>
          <w:rtl/>
        </w:rPr>
        <w:t>ی</w:t>
      </w:r>
      <w:r w:rsidRPr="00B3676B">
        <w:rPr>
          <w:rStyle w:val="libHadeesChar"/>
          <w:rFonts w:hint="eastAsia"/>
          <w:rtl/>
        </w:rPr>
        <w:t>ن</w:t>
      </w:r>
      <w:r w:rsidR="00FE4825" w:rsidRPr="00B3676B">
        <w:rPr>
          <w:rStyle w:val="libHadeesChar"/>
          <w:rFonts w:hint="eastAsia"/>
          <w:rtl/>
        </w:rPr>
        <w:t xml:space="preserve"> </w:t>
      </w:r>
      <w:r w:rsidR="00E13185" w:rsidRPr="00B3676B">
        <w:rPr>
          <w:rStyle w:val="libAlaemChar"/>
          <w:rFonts w:hint="eastAsia"/>
          <w:rtl/>
        </w:rPr>
        <w:t>عليه‌السلام</w:t>
      </w:r>
      <w:r w:rsidRPr="00B3676B">
        <w:rPr>
          <w:rStyle w:val="libHadeesChar"/>
          <w:rtl/>
        </w:rPr>
        <w:t xml:space="preserve"> بالنسوه و رد رأس الحس</w:t>
      </w:r>
      <w:r w:rsidRPr="00B3676B">
        <w:rPr>
          <w:rStyle w:val="libHadeesChar"/>
          <w:rFonts w:hint="cs"/>
          <w:rtl/>
        </w:rPr>
        <w:t>ی</w:t>
      </w:r>
      <w:r w:rsidRPr="00B3676B">
        <w:rPr>
          <w:rStyle w:val="libHadeesChar"/>
          <w:rFonts w:hint="eastAsia"/>
          <w:rtl/>
        </w:rPr>
        <w:t>ن</w:t>
      </w:r>
      <w:r w:rsidR="00FE4825" w:rsidRPr="00B3676B">
        <w:rPr>
          <w:rStyle w:val="libHadeesChar"/>
          <w:rtl/>
        </w:rPr>
        <w:t xml:space="preserve"> </w:t>
      </w:r>
      <w:r w:rsidR="00E13185" w:rsidRPr="00B3676B">
        <w:rPr>
          <w:rStyle w:val="libAlaemChar"/>
          <w:rtl/>
        </w:rPr>
        <w:t>عليه‌السلام</w:t>
      </w:r>
      <w:r w:rsidRPr="00B3676B">
        <w:rPr>
          <w:rStyle w:val="libHadeesChar"/>
          <w:rtl/>
        </w:rPr>
        <w:t xml:space="preserve"> ال</w:t>
      </w:r>
      <w:r w:rsidRPr="00B3676B">
        <w:rPr>
          <w:rStyle w:val="libHadeesChar"/>
          <w:rFonts w:hint="cs"/>
          <w:rtl/>
        </w:rPr>
        <w:t>ی</w:t>
      </w:r>
      <w:r w:rsidRPr="00B3676B">
        <w:rPr>
          <w:rStyle w:val="libHadeesChar"/>
          <w:rtl/>
        </w:rPr>
        <w:t xml:space="preserve"> کربلاء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تا آن گاه که حضرت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همر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زنان از شام خارج شد و سر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به کربلا بازگرداند</w:t>
      </w:r>
      <w:r w:rsidR="00B3676B">
        <w:rPr>
          <w:rFonts w:hint="cs"/>
          <w:rtl/>
          <w:lang w:bidi="fa-IR"/>
        </w:rPr>
        <w:t>.</w:t>
      </w:r>
      <w:r w:rsidR="00B3235C">
        <w:rPr>
          <w:rFonts w:hint="cs"/>
          <w:rtl/>
          <w:lang w:bidi="fa-IR"/>
        </w:rPr>
        <w:t>»</w:t>
      </w:r>
      <w:r w:rsidR="00B3676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924BF4" w:rsidRPr="00B3235C">
        <w:rPr>
          <w:rStyle w:val="libFootnotenumChar"/>
          <w:rFonts w:hint="cs"/>
          <w:rtl/>
        </w:rPr>
        <w:t>41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924BF4" w:rsidRDefault="000372C6" w:rsidP="00B3235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مرحوم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الله حاج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رزا</w:t>
      </w:r>
      <w:r w:rsidRPr="000372C6">
        <w:rPr>
          <w:rtl/>
          <w:lang w:bidi="fa-IR"/>
        </w:rPr>
        <w:t xml:space="preserve"> محمد اشراق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(ارباب)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به حسب عادت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آن قافله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دل شکسته که با اکراه و اضطرار از کربلا کوچ کردند و از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سوگوار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ممنوع شدند و اجساد </w:t>
      </w:r>
      <w:r w:rsidRPr="000372C6">
        <w:rPr>
          <w:rFonts w:hint="eastAsia"/>
          <w:rtl/>
          <w:lang w:bidi="fa-IR"/>
        </w:rPr>
        <w:t>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را مقابل آفتاب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بدون آگاه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حال مقابر مقدسه و اطلاع بر حال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رجوع کنند و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تربت مقدسه فائز نشده برگردند</w:t>
      </w:r>
      <w:r w:rsidR="00924BF4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924BF4" w:rsidRPr="00B3235C">
        <w:rPr>
          <w:rStyle w:val="libFootnotenumChar"/>
          <w:rFonts w:hint="cs"/>
          <w:rtl/>
        </w:rPr>
        <w:t>42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924BF4" w:rsidRDefault="000372C6" w:rsidP="00924BF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پرسش به ذهن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که چرا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علما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مسئله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نکرده اند</w:t>
      </w:r>
      <w:r w:rsidR="000261F0">
        <w:rPr>
          <w:rtl/>
          <w:lang w:bidi="fa-IR"/>
        </w:rPr>
        <w:t>؟</w:t>
      </w:r>
      <w:r w:rsidRPr="000372C6">
        <w:rPr>
          <w:rtl/>
          <w:lang w:bidi="fa-IR"/>
        </w:rPr>
        <w:t xml:space="preserve"> در پاسخ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اولا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دانشمندان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را ذکر 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در صفحات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نده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خواه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کرد ثان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عدم ذکر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مورخان و بزرگان به معنا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عدم حصول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واقعه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به صرف عدم ذکر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مسئله را انکار نمود</w:t>
      </w:r>
      <w:r w:rsidR="00924BF4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924BF4" w:rsidRPr="00B3235C">
        <w:rPr>
          <w:rStyle w:val="libFootnotenumChar"/>
          <w:rFonts w:hint="cs"/>
          <w:rtl/>
        </w:rPr>
        <w:t>43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642D9B" w:rsidRDefault="000372C6" w:rsidP="007D5412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بزرگان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تنها به حرکت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از شام به سمت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اشاره نموده اند و سخن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کربلا به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اورده</w:t>
      </w:r>
      <w:r w:rsidRPr="000372C6">
        <w:rPr>
          <w:rtl/>
          <w:lang w:bidi="fa-IR"/>
        </w:rPr>
        <w:t xml:space="preserve">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عبارتند از</w:t>
      </w:r>
      <w:r w:rsidR="000261F0">
        <w:rPr>
          <w:rtl/>
          <w:lang w:bidi="fa-IR"/>
        </w:rPr>
        <w:t>:</w:t>
      </w:r>
    </w:p>
    <w:p w:rsidR="00BE58C6" w:rsidRDefault="000372C6" w:rsidP="007D5412">
      <w:pPr>
        <w:pStyle w:val="libNormal"/>
        <w:rPr>
          <w:rtl/>
          <w:lang w:bidi="fa-IR"/>
        </w:rPr>
      </w:pPr>
      <w:r w:rsidRPr="00642D9B">
        <w:rPr>
          <w:rStyle w:val="libBold1Char"/>
          <w:rtl/>
        </w:rPr>
        <w:t>ش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خ</w:t>
      </w:r>
      <w:r w:rsidRPr="00642D9B">
        <w:rPr>
          <w:rStyle w:val="libBold1Char"/>
          <w:rtl/>
        </w:rPr>
        <w:t xml:space="preserve"> مف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C50F31">
        <w:rPr>
          <w:rFonts w:hint="cs"/>
          <w:rtl/>
          <w:lang w:bidi="fa-IR"/>
        </w:rPr>
        <w:t>«</w:t>
      </w:r>
      <w:r w:rsidRPr="00B3235C">
        <w:rPr>
          <w:rStyle w:val="libBold2Char"/>
          <w:rtl/>
        </w:rPr>
        <w:t>و ف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العشر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منه (الصفر) کان رجوع حرم 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دنا</w:t>
      </w:r>
      <w:r w:rsidRPr="00B3235C">
        <w:rPr>
          <w:rStyle w:val="libBold2Char"/>
          <w:rtl/>
        </w:rPr>
        <w:t xml:space="preserve"> و مولانا أب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عبدالله</w:t>
      </w:r>
      <w:r w:rsidR="00FE4825" w:rsidRPr="007D5412">
        <w:rPr>
          <w:rStyle w:val="libBold1Char"/>
          <w:rFonts w:hint="eastAsia"/>
          <w:rtl/>
        </w:rPr>
        <w:t xml:space="preserve"> </w:t>
      </w:r>
      <w:r w:rsidR="007D5412" w:rsidRPr="00E13185">
        <w:rPr>
          <w:rStyle w:val="libAlaemChar"/>
          <w:rFonts w:hint="eastAsia"/>
          <w:rtl/>
        </w:rPr>
        <w:t>عليه‌السلام</w:t>
      </w:r>
      <w:r w:rsidR="007D5412" w:rsidRPr="000372C6">
        <w:rPr>
          <w:rtl/>
          <w:lang w:bidi="fa-IR"/>
        </w:rPr>
        <w:t xml:space="preserve"> </w:t>
      </w:r>
      <w:r w:rsidRPr="00B3235C">
        <w:rPr>
          <w:rStyle w:val="libBold2Char"/>
          <w:rtl/>
        </w:rPr>
        <w:t>من الشام 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مد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نه</w:t>
      </w:r>
      <w:r w:rsidRPr="00B3235C">
        <w:rPr>
          <w:rStyle w:val="libBold2Char"/>
          <w:rtl/>
        </w:rPr>
        <w:t xml:space="preserve"> الرسول</w:t>
      </w:r>
      <w:r w:rsidR="00C50F31" w:rsidRPr="007D5412">
        <w:rPr>
          <w:rStyle w:val="libBold1Char"/>
          <w:rFonts w:eastAsia="KFGQPC Uthman Taha Naskh" w:hint="cs"/>
          <w:rtl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 روز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مولا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 اباعبدالله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شام به سمت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بود</w:t>
      </w:r>
      <w:r w:rsidR="00C50F31"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="00BE58C6" w:rsidRPr="00B3235C">
        <w:rPr>
          <w:rStyle w:val="libFootnotenumChar"/>
          <w:rFonts w:hint="cs"/>
          <w:rtl/>
        </w:rPr>
        <w:t>44</w:t>
      </w:r>
      <w:r w:rsidR="00686026" w:rsidRPr="00B3235C">
        <w:rPr>
          <w:rStyle w:val="libFootnotenumChar"/>
          <w:rtl/>
        </w:rPr>
        <w:t>)</w:t>
      </w:r>
      <w:r w:rsidR="00BE58C6">
        <w:rPr>
          <w:rtl/>
          <w:lang w:bidi="fa-IR"/>
        </w:rPr>
        <w:t xml:space="preserve"> </w:t>
      </w:r>
    </w:p>
    <w:p w:rsidR="00642D9B" w:rsidRDefault="000372C6" w:rsidP="00642D9B">
      <w:pPr>
        <w:pStyle w:val="libNormal"/>
        <w:rPr>
          <w:rtl/>
          <w:lang w:bidi="fa-IR"/>
        </w:rPr>
      </w:pPr>
      <w:r w:rsidRPr="00642D9B">
        <w:rPr>
          <w:rStyle w:val="libBold1Char"/>
          <w:rtl/>
        </w:rPr>
        <w:t>ش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خ</w:t>
      </w:r>
      <w:r w:rsidRPr="00642D9B">
        <w:rPr>
          <w:rStyle w:val="libBold1Char"/>
          <w:rtl/>
        </w:rPr>
        <w:t xml:space="preserve"> طوس</w:t>
      </w:r>
      <w:r w:rsidRPr="00642D9B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نگاشته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A84A09">
        <w:rPr>
          <w:rFonts w:hint="cs"/>
          <w:rtl/>
          <w:lang w:bidi="fa-IR"/>
        </w:rPr>
        <w:t>«</w:t>
      </w:r>
      <w:r w:rsidRPr="00B3235C">
        <w:rPr>
          <w:rStyle w:val="libBold2Char"/>
          <w:rtl/>
        </w:rPr>
        <w:t>و ف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وم</w:t>
      </w:r>
      <w:r w:rsidRPr="00B3235C">
        <w:rPr>
          <w:rStyle w:val="libBold2Char"/>
          <w:rtl/>
        </w:rPr>
        <w:t xml:space="preserve"> العشر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منه</w:t>
      </w:r>
      <w:r w:rsidR="007D5412" w:rsidRPr="00B3235C">
        <w:rPr>
          <w:rStyle w:val="libBold2Char"/>
          <w:rFonts w:eastAsia="KFGQPC Uthman Taha Naskh" w:hint="cs"/>
          <w:rtl/>
        </w:rPr>
        <w:t xml:space="preserve"> </w:t>
      </w:r>
      <w:r w:rsidR="007D5412" w:rsidRPr="00B3235C">
        <w:rPr>
          <w:rStyle w:val="libBold2Char"/>
          <w:rFonts w:eastAsia="KFGQPC Uthman Taha Naskh"/>
          <w:rtl/>
        </w:rPr>
        <w:t>(</w:t>
      </w:r>
      <w:r w:rsidRPr="00B3235C">
        <w:rPr>
          <w:rStyle w:val="libBold2Char"/>
          <w:rtl/>
        </w:rPr>
        <w:t>صفر) کان رجوع حرم 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دنا</w:t>
      </w:r>
      <w:r w:rsidRPr="00B3235C">
        <w:rPr>
          <w:rStyle w:val="libBold2Char"/>
          <w:rtl/>
        </w:rPr>
        <w:t xml:space="preserve"> أب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</w:t>
      </w:r>
      <w:r w:rsidRPr="00B3235C">
        <w:rPr>
          <w:rStyle w:val="libBold2Char"/>
          <w:rFonts w:hint="eastAsia"/>
          <w:rtl/>
        </w:rPr>
        <w:t>عبدالله</w:t>
      </w:r>
      <w:r w:rsidRPr="00B3235C">
        <w:rPr>
          <w:rStyle w:val="libBold2Char"/>
          <w:rtl/>
        </w:rPr>
        <w:t xml:space="preserve"> الحس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بن عل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بن اب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طالب</w:t>
      </w:r>
      <w:r w:rsidR="00FE4825" w:rsidRPr="007D5412">
        <w:rPr>
          <w:rStyle w:val="libBold1Char"/>
          <w:rtl/>
        </w:rPr>
        <w:t xml:space="preserve"> </w:t>
      </w:r>
      <w:r w:rsidR="007D5412" w:rsidRPr="00E13185">
        <w:rPr>
          <w:rStyle w:val="libAlaemChar"/>
          <w:rFonts w:hint="eastAsia"/>
          <w:rtl/>
        </w:rPr>
        <w:t>عليه‌السلام</w:t>
      </w:r>
      <w:r w:rsidR="007D5412" w:rsidRPr="00B3235C">
        <w:rPr>
          <w:rStyle w:val="libBold2Char"/>
          <w:rtl/>
        </w:rPr>
        <w:t xml:space="preserve"> </w:t>
      </w:r>
      <w:r w:rsidRPr="00B3235C">
        <w:rPr>
          <w:rStyle w:val="libBold2Char"/>
          <w:rtl/>
        </w:rPr>
        <w:t>من الشام 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مد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نه</w:t>
      </w:r>
      <w:r w:rsidRPr="00B3235C">
        <w:rPr>
          <w:rStyle w:val="libBold2Char"/>
          <w:rtl/>
        </w:rPr>
        <w:t xml:space="preserve"> الرسول</w:t>
      </w:r>
      <w:r w:rsidRPr="007D5412">
        <w:rPr>
          <w:rStyle w:val="libBold1Char"/>
          <w:rtl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ازماه صفر </w:t>
      </w:r>
      <w:r w:rsidRPr="000372C6">
        <w:rPr>
          <w:rtl/>
          <w:lang w:bidi="fa-IR"/>
        </w:rPr>
        <w:lastRenderedPageBreak/>
        <w:t>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ما اباعبدالله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طالب</w:t>
      </w:r>
      <w:r w:rsidR="00A84A09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tl/>
        </w:rPr>
        <w:t>عليهما‌السلام</w:t>
      </w:r>
      <w:r w:rsidRPr="000372C6">
        <w:rPr>
          <w:rtl/>
          <w:lang w:bidi="fa-IR"/>
        </w:rPr>
        <w:t xml:space="preserve"> از شام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بازگشتند</w:t>
      </w:r>
      <w:r w:rsidR="00A84A09"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="00642D9B" w:rsidRPr="00B3235C">
        <w:rPr>
          <w:rStyle w:val="libFootnotenumChar"/>
          <w:rFonts w:hint="cs"/>
          <w:rtl/>
        </w:rPr>
        <w:t>45</w:t>
      </w:r>
      <w:r w:rsidR="00686026" w:rsidRPr="00B3235C">
        <w:rPr>
          <w:rStyle w:val="libFootnotenumChar"/>
          <w:rtl/>
        </w:rPr>
        <w:t>)</w:t>
      </w:r>
      <w:r w:rsidR="00642D9B">
        <w:rPr>
          <w:rFonts w:hint="cs"/>
          <w:rtl/>
          <w:lang w:bidi="fa-IR"/>
        </w:rPr>
        <w:t xml:space="preserve"> </w:t>
      </w:r>
    </w:p>
    <w:p w:rsidR="00642D9B" w:rsidRDefault="000372C6" w:rsidP="00642D9B">
      <w:pPr>
        <w:pStyle w:val="libNormal"/>
        <w:rPr>
          <w:rtl/>
          <w:lang w:bidi="fa-IR"/>
        </w:rPr>
      </w:pPr>
      <w:r w:rsidRPr="00642D9B">
        <w:rPr>
          <w:rStyle w:val="libBold1Char"/>
          <w:rtl/>
        </w:rPr>
        <w:t>ش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خ</w:t>
      </w:r>
      <w:r w:rsidRPr="00642D9B">
        <w:rPr>
          <w:rStyle w:val="libBold1Char"/>
          <w:rtl/>
        </w:rPr>
        <w:t xml:space="preserve"> رض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tl/>
        </w:rPr>
        <w:t xml:space="preserve"> الد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ن</w:t>
      </w:r>
      <w:r w:rsidRPr="00642D9B">
        <w:rPr>
          <w:rStyle w:val="libBold1Char"/>
          <w:rtl/>
        </w:rPr>
        <w:t xml:space="preserve"> عل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tl/>
        </w:rPr>
        <w:t xml:space="preserve"> بن 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وسف</w:t>
      </w:r>
      <w:r w:rsidRPr="00642D9B">
        <w:rPr>
          <w:rStyle w:val="libBold1Char"/>
          <w:rtl/>
        </w:rPr>
        <w:t xml:space="preserve"> بن مطهر حل</w:t>
      </w:r>
      <w:r w:rsidRPr="00642D9B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آورده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642D9B">
        <w:rPr>
          <w:rFonts w:hint="cs"/>
          <w:rtl/>
          <w:lang w:bidi="fa-IR"/>
        </w:rPr>
        <w:t>«</w:t>
      </w:r>
      <w:r w:rsidRPr="00B3235C">
        <w:rPr>
          <w:rStyle w:val="libBold2Char"/>
          <w:rtl/>
        </w:rPr>
        <w:t>و ف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وم</w:t>
      </w:r>
      <w:r w:rsidRPr="00B3235C">
        <w:rPr>
          <w:rStyle w:val="libBold2Char"/>
          <w:rtl/>
        </w:rPr>
        <w:t xml:space="preserve"> العشر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من صفر سنه احد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و ست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أو اثن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و ست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عل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اختلاف الروا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ه</w:t>
      </w:r>
      <w:r w:rsidRPr="00B3235C">
        <w:rPr>
          <w:rStyle w:val="libBold2Char"/>
          <w:rtl/>
        </w:rPr>
        <w:t xml:space="preserve"> به ف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قتل مولانا الحس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="00FE4825" w:rsidRPr="00642D9B">
        <w:rPr>
          <w:rStyle w:val="libBold1Char"/>
          <w:rFonts w:hint="eastAsia"/>
          <w:rtl/>
        </w:rPr>
        <w:t xml:space="preserve"> </w:t>
      </w:r>
      <w:r w:rsidR="00E13185" w:rsidRPr="00642D9B">
        <w:rPr>
          <w:rStyle w:val="libAlaemChar"/>
          <w:rFonts w:hint="eastAsia"/>
          <w:rtl/>
        </w:rPr>
        <w:t>عليه‌السلام</w:t>
      </w:r>
      <w:r w:rsidR="000261F0" w:rsidRPr="00642D9B">
        <w:rPr>
          <w:rStyle w:val="libBold1Char"/>
          <w:rtl/>
        </w:rPr>
        <w:t>،</w:t>
      </w:r>
      <w:r w:rsidRPr="00642D9B">
        <w:rPr>
          <w:rStyle w:val="libBold1Char"/>
          <w:rtl/>
        </w:rPr>
        <w:t xml:space="preserve"> </w:t>
      </w:r>
      <w:r w:rsidRPr="00B3235C">
        <w:rPr>
          <w:rStyle w:val="libBold2Char"/>
          <w:rtl/>
        </w:rPr>
        <w:t>کان رجوع حرم مولانا أب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عبدالله الحس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="00FE4825" w:rsidRPr="00642D9B">
        <w:rPr>
          <w:rStyle w:val="libBold1Char"/>
          <w:rFonts w:hint="eastAsia"/>
          <w:rtl/>
        </w:rPr>
        <w:t xml:space="preserve"> </w:t>
      </w:r>
      <w:r w:rsidR="00E13185" w:rsidRPr="00642D9B">
        <w:rPr>
          <w:rStyle w:val="libAlaemChar"/>
          <w:rFonts w:hint="eastAsia"/>
          <w:rtl/>
        </w:rPr>
        <w:t>عليه‌السلام</w:t>
      </w:r>
      <w:r w:rsidRPr="00642D9B">
        <w:rPr>
          <w:rStyle w:val="libBold1Char"/>
          <w:rtl/>
        </w:rPr>
        <w:t xml:space="preserve"> </w:t>
      </w:r>
      <w:r w:rsidRPr="00B3235C">
        <w:rPr>
          <w:rStyle w:val="libBold2Char"/>
          <w:rtl/>
        </w:rPr>
        <w:t>من الشام 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مد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نه</w:t>
      </w:r>
      <w:r w:rsidRPr="00B3235C">
        <w:rPr>
          <w:rStyle w:val="libBold2Char"/>
          <w:rtl/>
        </w:rPr>
        <w:t xml:space="preserve"> الرسول</w:t>
      </w:r>
      <w:r w:rsidR="00642D9B" w:rsidRPr="00642D9B">
        <w:rPr>
          <w:rStyle w:val="libBold1Char"/>
          <w:rFonts w:hint="cs"/>
          <w:rtl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 سال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2</w:t>
      </w:r>
      <w:r w:rsidR="00642D9B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42D9B" w:rsidRPr="00B3235C">
        <w:rPr>
          <w:rStyle w:val="libFootnotenumChar"/>
          <w:rFonts w:hint="cs"/>
          <w:rtl/>
        </w:rPr>
        <w:t>46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بنابر اختلاف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مولا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 حضرت اباعبدالله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شام به سمت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صورت گرفت</w:t>
      </w:r>
      <w:r w:rsidR="00642D9B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642D9B" w:rsidRPr="00B3235C">
        <w:rPr>
          <w:rStyle w:val="libFootnotenumChar"/>
          <w:rFonts w:hint="cs"/>
          <w:rtl/>
        </w:rPr>
        <w:t>47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642D9B" w:rsidRDefault="000372C6" w:rsidP="00642D9B">
      <w:pPr>
        <w:pStyle w:val="libNormal"/>
        <w:rPr>
          <w:rtl/>
          <w:lang w:bidi="fa-IR"/>
        </w:rPr>
      </w:pPr>
      <w:r w:rsidRPr="00642D9B">
        <w:rPr>
          <w:rStyle w:val="libBold1Char"/>
          <w:rtl/>
        </w:rPr>
        <w:t>ش</w:t>
      </w:r>
      <w:r w:rsidRPr="00642D9B">
        <w:rPr>
          <w:rStyle w:val="libBold1Char"/>
          <w:rFonts w:hint="cs"/>
          <w:rtl/>
        </w:rPr>
        <w:t>ی</w:t>
      </w:r>
      <w:r w:rsidRPr="00642D9B">
        <w:rPr>
          <w:rStyle w:val="libBold1Char"/>
          <w:rFonts w:hint="eastAsia"/>
          <w:rtl/>
        </w:rPr>
        <w:t>خ</w:t>
      </w:r>
      <w:r w:rsidRPr="00642D9B">
        <w:rPr>
          <w:rStyle w:val="libBold1Char"/>
          <w:rtl/>
        </w:rPr>
        <w:t xml:space="preserve"> کفعم</w:t>
      </w:r>
      <w:r w:rsidRPr="00642D9B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در کتاب المصباح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642D9B">
        <w:rPr>
          <w:rFonts w:hint="cs"/>
          <w:rtl/>
          <w:lang w:bidi="fa-IR"/>
        </w:rPr>
        <w:t>«</w:t>
      </w:r>
      <w:r w:rsidRPr="00B3235C">
        <w:rPr>
          <w:rStyle w:val="libBold2Char"/>
          <w:rtl/>
        </w:rPr>
        <w:t>و ف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العشر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منه(الصفر) کان رجوع حرم </w:t>
      </w:r>
      <w:r w:rsidRPr="00B3235C">
        <w:rPr>
          <w:rStyle w:val="libBold2Char"/>
          <w:rFonts w:hint="eastAsia"/>
          <w:rtl/>
        </w:rPr>
        <w:t>الحس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</w:t>
      </w:r>
      <w:r w:rsidRPr="00B3235C">
        <w:rPr>
          <w:rStyle w:val="libBold2Char"/>
          <w:rtl/>
        </w:rPr>
        <w:t xml:space="preserve"> بن عل</w:t>
      </w:r>
      <w:r w:rsidRPr="00B3235C">
        <w:rPr>
          <w:rStyle w:val="libBold2Char"/>
          <w:rFonts w:hint="cs"/>
          <w:rtl/>
        </w:rPr>
        <w:t>ی</w:t>
      </w:r>
      <w:r w:rsidR="00FE4825" w:rsidRPr="00642D9B">
        <w:rPr>
          <w:rStyle w:val="libBold1Char"/>
          <w:rFonts w:hint="eastAsia"/>
          <w:rtl/>
        </w:rPr>
        <w:t xml:space="preserve"> </w:t>
      </w:r>
      <w:r w:rsidR="00E13185" w:rsidRPr="00642D9B">
        <w:rPr>
          <w:rStyle w:val="libAlaemChar"/>
          <w:rFonts w:hint="eastAsia"/>
          <w:rtl/>
        </w:rPr>
        <w:t>عليه‌السلام</w:t>
      </w:r>
      <w:r w:rsidRPr="00642D9B">
        <w:rPr>
          <w:rStyle w:val="libBold1Char"/>
          <w:rtl/>
        </w:rPr>
        <w:t xml:space="preserve"> </w:t>
      </w:r>
      <w:r w:rsidRPr="00B3235C">
        <w:rPr>
          <w:rStyle w:val="libBold2Char"/>
          <w:rtl/>
        </w:rPr>
        <w:t>ال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tl/>
        </w:rPr>
        <w:t xml:space="preserve"> المد</w:t>
      </w:r>
      <w:r w:rsidRPr="00B3235C">
        <w:rPr>
          <w:rStyle w:val="libBold2Char"/>
          <w:rFonts w:hint="cs"/>
          <w:rtl/>
        </w:rPr>
        <w:t>ی</w:t>
      </w:r>
      <w:r w:rsidRPr="00B3235C">
        <w:rPr>
          <w:rStyle w:val="libBold2Char"/>
          <w:rFonts w:hint="eastAsia"/>
          <w:rtl/>
        </w:rPr>
        <w:t>نه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در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از ماه صفر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سمت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بازگشتند</w:t>
      </w:r>
      <w:r w:rsidR="00642D9B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642D9B" w:rsidRPr="00B3235C">
        <w:rPr>
          <w:rStyle w:val="libFootnotenumChar"/>
          <w:rFonts w:hint="cs"/>
          <w:rtl/>
        </w:rPr>
        <w:t>48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در جا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کتاب آورده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642D9B">
        <w:rPr>
          <w:rFonts w:hint="cs"/>
          <w:rtl/>
          <w:lang w:bidi="fa-IR"/>
        </w:rPr>
        <w:t>«</w:t>
      </w:r>
      <w:r w:rsidRPr="008C148C">
        <w:rPr>
          <w:rStyle w:val="libBold2Char"/>
          <w:rtl/>
        </w:rPr>
        <w:t>و ف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هذا ال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وم</w:t>
      </w:r>
      <w:r w:rsidR="002968FB">
        <w:rPr>
          <w:rStyle w:val="libBold2Char"/>
          <w:rtl/>
        </w:rPr>
        <w:t>(</w:t>
      </w:r>
      <w:r w:rsidRPr="008C148C">
        <w:rPr>
          <w:rStyle w:val="libBold2Char"/>
          <w:rtl/>
        </w:rPr>
        <w:t>العشر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</w:t>
      </w:r>
      <w:r w:rsidRPr="008C148C">
        <w:rPr>
          <w:rStyle w:val="libBold2Char"/>
          <w:rtl/>
        </w:rPr>
        <w:t xml:space="preserve"> من صفر) کان رجوع حرم الحس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</w:t>
      </w:r>
      <w:r w:rsidR="00FE4825" w:rsidRPr="00642D9B">
        <w:rPr>
          <w:rStyle w:val="libBold1Char"/>
          <w:rFonts w:hint="eastAsia"/>
          <w:rtl/>
        </w:rPr>
        <w:t xml:space="preserve"> </w:t>
      </w:r>
      <w:r w:rsidR="00E13185" w:rsidRPr="00642D9B">
        <w:rPr>
          <w:rStyle w:val="libAlaemChar"/>
          <w:rFonts w:hint="eastAsia"/>
          <w:rtl/>
        </w:rPr>
        <w:t>عليه‌السلام</w:t>
      </w:r>
      <w:r w:rsidRPr="00642D9B">
        <w:rPr>
          <w:rStyle w:val="libBold1Char"/>
          <w:rtl/>
        </w:rPr>
        <w:t xml:space="preserve"> </w:t>
      </w:r>
      <w:r w:rsidRPr="008C148C">
        <w:rPr>
          <w:rStyle w:val="libBold2Char"/>
          <w:rtl/>
        </w:rPr>
        <w:t>من الشام ال</w:t>
      </w:r>
      <w:r w:rsidRPr="008C148C">
        <w:rPr>
          <w:rStyle w:val="libBold2Char"/>
          <w:rFonts w:hint="cs"/>
          <w:rtl/>
        </w:rPr>
        <w:t>ی</w:t>
      </w:r>
      <w:r w:rsidR="00642D9B" w:rsidRPr="008C148C">
        <w:rPr>
          <w:rStyle w:val="libBold2Char"/>
          <w:rFonts w:hint="cs"/>
          <w:rtl/>
        </w:rPr>
        <w:t xml:space="preserve"> </w:t>
      </w:r>
      <w:r w:rsidRPr="008C148C">
        <w:rPr>
          <w:rStyle w:val="libBold2Char"/>
          <w:rFonts w:hint="eastAsia"/>
          <w:rtl/>
        </w:rPr>
        <w:t>المد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نه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و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صفر)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بازگشتند</w:t>
      </w:r>
      <w:r w:rsidR="00642D9B"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="00642D9B" w:rsidRPr="00B3235C">
        <w:rPr>
          <w:rStyle w:val="libFootnotenumChar"/>
          <w:rFonts w:hint="cs"/>
          <w:rtl/>
        </w:rPr>
        <w:t>49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0372C6" w:rsidRPr="000372C6" w:rsidRDefault="000372C6" w:rsidP="00642D9B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بزرگان تنها در مقام مشخص ساختن روز خروج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از شام به قصد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بوده اند و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جا به مسئله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رفتن آنان به کربلا نظر نداشته اند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چه آن که مسئله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رفتن به کربلا بعدا مطرح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گرچه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را درخواست امام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العابد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بازگرداندن سر مطهر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بنابر مطالب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گفته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نت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جه</w:t>
      </w:r>
      <w:r w:rsidRPr="000372C6">
        <w:rPr>
          <w:rtl/>
          <w:lang w:bidi="fa-IR"/>
        </w:rPr>
        <w:t xml:space="preserve"> گرفت</w:t>
      </w:r>
      <w:r w:rsidR="000261F0">
        <w:rPr>
          <w:rtl/>
          <w:lang w:bidi="fa-IR"/>
        </w:rPr>
        <w:t>:</w:t>
      </w:r>
    </w:p>
    <w:p w:rsidR="00AE56C8" w:rsidRDefault="008C70E9" w:rsidP="00AE56C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1. </w:t>
      </w:r>
      <w:r w:rsidR="000372C6" w:rsidRPr="000372C6">
        <w:rPr>
          <w:rtl/>
          <w:lang w:bidi="fa-IR"/>
        </w:rPr>
        <w:t>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بزرگان را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توان از مخالفان مسئله شمرد</w:t>
      </w:r>
      <w:r w:rsidR="000261F0">
        <w:rPr>
          <w:rtl/>
          <w:lang w:bidi="fa-IR"/>
        </w:rPr>
        <w:t>؛</w:t>
      </w:r>
    </w:p>
    <w:p w:rsidR="00E6549C" w:rsidRDefault="00AE56C8" w:rsidP="00AE56C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2. </w:t>
      </w:r>
      <w:r w:rsidR="000372C6" w:rsidRPr="000372C6">
        <w:rPr>
          <w:rtl/>
          <w:lang w:bidi="fa-IR"/>
        </w:rPr>
        <w:t>بر طبق نقل آنان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زمان خروج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از شام به قصد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است 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قصد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منافات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با رفتن به کربلا ندارد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چون مرور از کربلا با قصد رفتن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که وطن اصل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قابل جمع است</w:t>
      </w:r>
      <w:r w:rsidR="00E6549C">
        <w:rPr>
          <w:rFonts w:hint="cs"/>
          <w:rtl/>
          <w:lang w:bidi="fa-IR"/>
        </w:rPr>
        <w:t>.</w:t>
      </w:r>
    </w:p>
    <w:p w:rsidR="000372C6" w:rsidRPr="000372C6" w:rsidRDefault="00E6549C" w:rsidP="00AE56C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3.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که بر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چون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ابن طاووس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از ظاهر عبارت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طوس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برداشت کرده اند که مقصود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در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اند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خلاف ظاهر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لااقل مجمل است ظاهر عبارت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از شام خارج شدند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نه آن که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چون کل</w:t>
      </w:r>
      <w:r w:rsidR="000372C6" w:rsidRPr="000372C6">
        <w:rPr>
          <w:rFonts w:hint="eastAsia"/>
          <w:rtl/>
          <w:lang w:bidi="fa-IR"/>
        </w:rPr>
        <w:t>مه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«</w:t>
      </w:r>
      <w:r w:rsidR="000372C6" w:rsidRPr="000372C6">
        <w:rPr>
          <w:rtl/>
          <w:lang w:bidi="fa-IR"/>
        </w:rPr>
        <w:t>رجوع»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از کلمه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«</w:t>
      </w:r>
      <w:r w:rsidR="000372C6" w:rsidRPr="000372C6">
        <w:rPr>
          <w:rtl/>
          <w:lang w:bidi="fa-IR"/>
        </w:rPr>
        <w:t>وصول» است و با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گر</w:t>
      </w:r>
      <w:r w:rsidR="000372C6" w:rsidRPr="000372C6">
        <w:rPr>
          <w:rtl/>
          <w:lang w:bidi="fa-IR"/>
        </w:rPr>
        <w:t xml:space="preserve"> مجال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استبعاد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ابن طاووس باق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ماند</w:t>
      </w:r>
      <w:r w:rsidR="007C6ACC">
        <w:rPr>
          <w:rFonts w:hint="cs"/>
          <w:rtl/>
          <w:lang w:bidi="fa-IR"/>
        </w:rPr>
        <w:t>.</w:t>
      </w:r>
    </w:p>
    <w:p w:rsidR="007C6ACC" w:rsidRDefault="007C6ACC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953FF4">
      <w:pPr>
        <w:pStyle w:val="Heading2"/>
        <w:rPr>
          <w:rtl/>
          <w:lang w:bidi="fa-IR"/>
        </w:rPr>
      </w:pPr>
      <w:bookmarkStart w:id="8" w:name="_Toc526764127"/>
      <w:r w:rsidRPr="000372C6">
        <w:rPr>
          <w:rFonts w:hint="eastAsia"/>
          <w:rtl/>
          <w:lang w:bidi="fa-IR"/>
        </w:rPr>
        <w:t>کدام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8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تع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سال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آن روز وارد کربلا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مباحث مهم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نهضت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از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رباز</w:t>
      </w:r>
      <w:r w:rsidRPr="000372C6">
        <w:rPr>
          <w:rtl/>
          <w:lang w:bidi="fa-IR"/>
        </w:rPr>
        <w:t xml:space="preserve"> ذهن و اند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دانشمندان را مشغول ساخته و موجب طرح نظر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و احتمالات گوناگون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به نف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اثبات آن وادار نموده است جا دارد که در آغاز مطالب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به عنوان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درآمد مطرح ساخته و آن گاه وارد اصل مسئله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3F0F52">
        <w:rPr>
          <w:rFonts w:hint="cs"/>
          <w:rtl/>
          <w:lang w:bidi="fa-IR"/>
        </w:rPr>
        <w:t>.</w:t>
      </w:r>
    </w:p>
    <w:p w:rsidR="000372C6" w:rsidRPr="000372C6" w:rsidRDefault="003F0F5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3F0F52">
      <w:pPr>
        <w:pStyle w:val="Heading2"/>
        <w:rPr>
          <w:rtl/>
          <w:lang w:bidi="fa-IR"/>
        </w:rPr>
      </w:pPr>
      <w:bookmarkStart w:id="9" w:name="_Toc526764128"/>
      <w:r w:rsidRPr="000372C6">
        <w:rPr>
          <w:rFonts w:hint="eastAsia"/>
          <w:rtl/>
          <w:lang w:bidi="fa-IR"/>
        </w:rPr>
        <w:t>اقوال</w:t>
      </w:r>
      <w:r w:rsidRPr="000372C6">
        <w:rPr>
          <w:rtl/>
          <w:lang w:bidi="fa-IR"/>
        </w:rPr>
        <w:t xml:space="preserve"> در زمان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</w:t>
      </w:r>
      <w:bookmarkEnd w:id="9"/>
    </w:p>
    <w:p w:rsidR="003F0F52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رابطه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زمان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3F0F52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به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سه نظر وجود دارد</w:t>
      </w:r>
      <w:r w:rsidR="000261F0">
        <w:rPr>
          <w:rtl/>
          <w:lang w:bidi="fa-IR"/>
        </w:rPr>
        <w:t>:</w:t>
      </w:r>
    </w:p>
    <w:p w:rsidR="003F0F52" w:rsidRDefault="003F0F52" w:rsidP="000372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0372C6" w:rsidRPr="000372C6">
        <w:rPr>
          <w:rtl/>
          <w:lang w:bidi="fa-IR"/>
        </w:rPr>
        <w:t xml:space="preserve"> آنان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 سال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1</w:t>
      </w:r>
      <w:r w:rsidR="000372C6" w:rsidRPr="000372C6">
        <w:rPr>
          <w:rtl/>
          <w:lang w:bidi="fa-IR"/>
        </w:rPr>
        <w:t xml:space="preserve"> هجر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کربلا آمدند</w:t>
      </w:r>
      <w:r>
        <w:rPr>
          <w:rFonts w:hint="cs"/>
          <w:rtl/>
          <w:lang w:bidi="fa-IR"/>
        </w:rPr>
        <w:t>.</w:t>
      </w:r>
    </w:p>
    <w:p w:rsidR="003F0F52" w:rsidRDefault="003F0F52" w:rsidP="000372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دوم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 سال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2</w:t>
      </w:r>
      <w:r w:rsidR="000372C6" w:rsidRPr="000372C6">
        <w:rPr>
          <w:rtl/>
          <w:lang w:bidi="fa-IR"/>
        </w:rPr>
        <w:t xml:space="preserve"> هجر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آمدند</w:t>
      </w:r>
      <w:r>
        <w:rPr>
          <w:rFonts w:hint="cs"/>
          <w:rtl/>
          <w:lang w:bidi="fa-IR"/>
        </w:rPr>
        <w:t>.</w:t>
      </w:r>
    </w:p>
    <w:p w:rsidR="000372C6" w:rsidRPr="000372C6" w:rsidRDefault="003F0F52" w:rsidP="003F0F5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0372C6" w:rsidRPr="000372C6">
        <w:rPr>
          <w:rtl/>
          <w:lang w:bidi="fa-IR"/>
        </w:rPr>
        <w:t xml:space="preserve"> آنان در زمان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از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دوتار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به کربلا مشر</w:t>
      </w:r>
      <w:r w:rsidR="000372C6" w:rsidRPr="000372C6">
        <w:rPr>
          <w:rFonts w:hint="eastAsia"/>
          <w:rtl/>
          <w:lang w:bidi="fa-IR"/>
        </w:rPr>
        <w:t>ف</w:t>
      </w:r>
      <w:r w:rsidR="000372C6" w:rsidRPr="000372C6">
        <w:rPr>
          <w:rtl/>
          <w:lang w:bidi="fa-IR"/>
        </w:rPr>
        <w:t xml:space="preserve"> شدند حق در بحث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مسئله دائر مدار قول اول و سوم است</w:t>
      </w:r>
      <w:r>
        <w:rPr>
          <w:rFonts w:hint="cs"/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گر چه برخ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سان</w:t>
      </w:r>
      <w:r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50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قول دوم را ذکر کرده اند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توان به آن اعتماد نمود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چون خال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استدلال و شواهد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و تنها براساس ظن و گمانه زن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بنابرا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مسئله را در دو محور ار</w:t>
      </w:r>
      <w:r w:rsidR="000372C6" w:rsidRPr="000372C6">
        <w:rPr>
          <w:rFonts w:hint="eastAsia"/>
          <w:rtl/>
          <w:lang w:bidi="fa-IR"/>
        </w:rPr>
        <w:t>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 و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آن قرار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به ذکر دلا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هر دو نظر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و نقد آن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پرداز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8C4E37">
        <w:rPr>
          <w:rFonts w:hint="cs"/>
          <w:rtl/>
          <w:lang w:bidi="fa-IR"/>
        </w:rPr>
        <w:t>.</w:t>
      </w:r>
    </w:p>
    <w:p w:rsidR="000372C6" w:rsidRDefault="008C4E37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8C4E37">
      <w:pPr>
        <w:pStyle w:val="Heading2"/>
        <w:rPr>
          <w:rtl/>
          <w:lang w:bidi="fa-IR"/>
        </w:rPr>
      </w:pPr>
      <w:bookmarkStart w:id="10" w:name="_Toc526764129"/>
      <w:r w:rsidRPr="000372C6">
        <w:rPr>
          <w:rFonts w:hint="eastAsia"/>
          <w:rtl/>
          <w:lang w:bidi="fa-IR"/>
        </w:rPr>
        <w:t>موافقان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</w:t>
      </w:r>
      <w:bookmarkEnd w:id="10"/>
    </w:p>
    <w:p w:rsidR="008C4E37" w:rsidRDefault="000372C6" w:rsidP="008C4E3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عده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بزرگان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نظر به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8C4E37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داده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دست کم از ظاهر کلام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معنا استفاده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0261F0">
        <w:rPr>
          <w:rtl/>
          <w:lang w:bidi="fa-IR"/>
        </w:rPr>
        <w:t>:</w:t>
      </w:r>
    </w:p>
    <w:p w:rsidR="00E76255" w:rsidRDefault="008C4E37" w:rsidP="009F7BC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0372C6" w:rsidRPr="000372C6">
        <w:rPr>
          <w:rtl/>
          <w:lang w:bidi="fa-IR"/>
        </w:rPr>
        <w:t xml:space="preserve"> </w:t>
      </w:r>
      <w:r w:rsidR="000372C6" w:rsidRPr="00E76255">
        <w:rPr>
          <w:rStyle w:val="libBold1Char"/>
          <w:rtl/>
        </w:rPr>
        <w:t>ابور</w:t>
      </w:r>
      <w:r w:rsidR="000372C6" w:rsidRPr="00E76255">
        <w:rPr>
          <w:rStyle w:val="libBold1Char"/>
          <w:rFonts w:hint="cs"/>
          <w:rtl/>
        </w:rPr>
        <w:t>ی</w:t>
      </w:r>
      <w:r w:rsidR="000372C6" w:rsidRPr="00E76255">
        <w:rPr>
          <w:rStyle w:val="libBold1Char"/>
          <w:rFonts w:hint="eastAsia"/>
          <w:rtl/>
        </w:rPr>
        <w:t>حان</w:t>
      </w:r>
      <w:r w:rsidR="000372C6" w:rsidRPr="00E76255">
        <w:rPr>
          <w:rStyle w:val="libBold1Char"/>
          <w:rtl/>
        </w:rPr>
        <w:t xml:space="preserve"> ب</w:t>
      </w:r>
      <w:r w:rsidR="000372C6" w:rsidRPr="00E76255">
        <w:rPr>
          <w:rStyle w:val="libBold1Char"/>
          <w:rFonts w:hint="cs"/>
          <w:rtl/>
        </w:rPr>
        <w:t>ی</w:t>
      </w:r>
      <w:r w:rsidR="000372C6" w:rsidRPr="00E76255">
        <w:rPr>
          <w:rStyle w:val="libBold1Char"/>
          <w:rFonts w:hint="eastAsia"/>
          <w:rtl/>
        </w:rPr>
        <w:t>رون</w:t>
      </w:r>
      <w:r w:rsidR="000372C6" w:rsidRPr="00E76255">
        <w:rPr>
          <w:rStyle w:val="libBold1Char"/>
          <w:rFonts w:hint="cs"/>
          <w:rtl/>
        </w:rPr>
        <w:t>ی</w:t>
      </w:r>
      <w:r w:rsidR="00E76255" w:rsidRPr="009F7BC2">
        <w:rPr>
          <w:rFonts w:hint="cs"/>
          <w:rtl/>
        </w:rPr>
        <w:t xml:space="preserve"> </w:t>
      </w:r>
      <w:r w:rsidR="000372C6" w:rsidRPr="000372C6">
        <w:rPr>
          <w:rtl/>
          <w:lang w:bidi="fa-IR"/>
        </w:rPr>
        <w:t xml:space="preserve">(م </w:t>
      </w:r>
      <w:r w:rsidR="00EA4950">
        <w:rPr>
          <w:rtl/>
          <w:lang w:bidi="fa-IR"/>
        </w:rPr>
        <w:t>44</w:t>
      </w:r>
      <w:r w:rsidR="004E092C">
        <w:rPr>
          <w:rtl/>
          <w:lang w:bidi="fa-IR"/>
        </w:rPr>
        <w:t>0</w:t>
      </w:r>
      <w:r w:rsidR="000372C6" w:rsidRPr="000372C6">
        <w:rPr>
          <w:rtl/>
          <w:lang w:bidi="fa-IR"/>
        </w:rPr>
        <w:t>)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در کتاب </w:t>
      </w:r>
      <w:r w:rsidR="000372C6" w:rsidRPr="00E76255">
        <w:rPr>
          <w:rStyle w:val="libBold1Char"/>
          <w:rtl/>
        </w:rPr>
        <w:t>الآثار الباق</w:t>
      </w:r>
      <w:r w:rsidR="000372C6" w:rsidRPr="00E76255">
        <w:rPr>
          <w:rStyle w:val="libBold1Char"/>
          <w:rFonts w:hint="cs"/>
          <w:rtl/>
        </w:rPr>
        <w:t>ی</w:t>
      </w:r>
      <w:r w:rsidR="000372C6" w:rsidRPr="00E76255">
        <w:rPr>
          <w:rStyle w:val="libBold1Char"/>
          <w:rFonts w:hint="eastAsia"/>
          <w:rtl/>
        </w:rPr>
        <w:t>ه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B13D00" w:rsidRDefault="00E76255" w:rsidP="00E7625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شهر صفر</w:t>
      </w:r>
      <w:r w:rsidR="000261F0" w:rsidRPr="008C148C">
        <w:rPr>
          <w:rStyle w:val="libBold2Char"/>
          <w:rtl/>
        </w:rPr>
        <w:t>؛</w:t>
      </w:r>
      <w:r w:rsidR="000372C6" w:rsidRPr="008C148C">
        <w:rPr>
          <w:rStyle w:val="libBold2Char"/>
          <w:rtl/>
        </w:rPr>
        <w:t xml:space="preserve">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الأول</w:t>
      </w:r>
      <w:r w:rsidR="000261F0" w:rsidRPr="008C148C">
        <w:rPr>
          <w:rStyle w:val="libBold2Char"/>
          <w:rtl/>
        </w:rPr>
        <w:t>:</w:t>
      </w:r>
      <w:r w:rsidR="000372C6" w:rsidRPr="008C148C">
        <w:rPr>
          <w:rStyle w:val="libBold2Char"/>
          <w:rtl/>
        </w:rPr>
        <w:t xml:space="preserve"> أدخل رأس الح</w:t>
      </w:r>
      <w:r w:rsidR="000372C6" w:rsidRPr="008C148C">
        <w:rPr>
          <w:rStyle w:val="libBold2Char"/>
          <w:rFonts w:hint="eastAsia"/>
          <w:rtl/>
        </w:rPr>
        <w:t>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FE4825" w:rsidRPr="003901DE">
        <w:rPr>
          <w:rStyle w:val="libBold1Char"/>
          <w:rFonts w:hint="eastAsia"/>
          <w:rtl/>
        </w:rPr>
        <w:t xml:space="preserve"> </w:t>
      </w:r>
      <w:r w:rsidR="00E13185" w:rsidRPr="003901DE">
        <w:rPr>
          <w:rStyle w:val="libAlaemChar"/>
          <w:rFonts w:hint="eastAsia"/>
          <w:rtl/>
        </w:rPr>
        <w:t>عليه‌السلام</w:t>
      </w:r>
      <w:r w:rsidR="000372C6" w:rsidRPr="003901DE">
        <w:rPr>
          <w:rStyle w:val="libBold1Char"/>
          <w:rtl/>
        </w:rPr>
        <w:t xml:space="preserve"> </w:t>
      </w:r>
      <w:r w:rsidR="000372C6" w:rsidRPr="008C148C">
        <w:rPr>
          <w:rStyle w:val="libBold2Char"/>
          <w:rtl/>
        </w:rPr>
        <w:t>مد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نه</w:t>
      </w:r>
      <w:r w:rsidR="000372C6" w:rsidRPr="008C148C">
        <w:rPr>
          <w:rStyle w:val="libBold2Char"/>
          <w:rtl/>
        </w:rPr>
        <w:t xml:space="preserve"> دمشق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فوضعه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ز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لعنه الله 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نقر ثنا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اه</w:t>
      </w:r>
      <w:r w:rsidR="000372C6" w:rsidRPr="008C148C">
        <w:rPr>
          <w:rStyle w:val="libBold2Char"/>
          <w:rtl/>
        </w:rPr>
        <w:t xml:space="preserve"> بقض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ب</w:t>
      </w:r>
      <w:r w:rsidR="000372C6" w:rsidRPr="008C148C">
        <w:rPr>
          <w:rStyle w:val="libBold2Char"/>
          <w:rtl/>
        </w:rPr>
        <w:t xml:space="preserve"> کان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ده</w:t>
      </w:r>
      <w:r w:rsidR="000372C6" w:rsidRPr="008C148C">
        <w:rPr>
          <w:rStyle w:val="libBold2Char"/>
          <w:rtl/>
        </w:rPr>
        <w:t xml:space="preserve"> و هو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قول</w:t>
      </w:r>
      <w:r w:rsidR="000261F0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97"/>
        <w:gridCol w:w="288"/>
        <w:gridCol w:w="3959"/>
      </w:tblGrid>
      <w:tr w:rsidR="00B13D00" w:rsidTr="00B13D00">
        <w:trPr>
          <w:trHeight w:val="350"/>
        </w:trPr>
        <w:tc>
          <w:tcPr>
            <w:tcW w:w="3798" w:type="dxa"/>
            <w:shd w:val="clear" w:color="auto" w:fill="auto"/>
          </w:tcPr>
          <w:p w:rsidR="00B13D00" w:rsidRDefault="00B13D00" w:rsidP="00BC210C">
            <w:pPr>
              <w:pStyle w:val="libPoem"/>
            </w:pPr>
            <w:r w:rsidRPr="000372C6">
              <w:rPr>
                <w:rtl/>
                <w:lang w:bidi="fa-IR"/>
              </w:rPr>
              <w:t>لست من خندف ان لم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0372C6">
              <w:rPr>
                <w:rFonts w:hint="eastAsia"/>
                <w:rtl/>
                <w:lang w:bidi="fa-IR"/>
              </w:rPr>
              <w:t>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  <w:shd w:val="clear" w:color="auto" w:fill="auto"/>
          </w:tcPr>
          <w:p w:rsidR="00B13D00" w:rsidRDefault="00B13D00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  <w:shd w:val="clear" w:color="auto" w:fill="auto"/>
          </w:tcPr>
          <w:p w:rsidR="00B13D00" w:rsidRDefault="00B13D00" w:rsidP="00BC210C">
            <w:pPr>
              <w:pStyle w:val="libPoem"/>
            </w:pPr>
            <w:r w:rsidRPr="000372C6">
              <w:rPr>
                <w:rtl/>
                <w:lang w:bidi="fa-IR"/>
              </w:rPr>
              <w:t>من بن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أحمد ما کان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0372C6">
              <w:rPr>
                <w:rtl/>
                <w:lang w:bidi="fa-IR"/>
              </w:rPr>
              <w:t>فعل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3D00" w:rsidTr="00B13D00">
        <w:tblPrEx>
          <w:tblLook w:val="04A0"/>
        </w:tblPrEx>
        <w:trPr>
          <w:trHeight w:val="350"/>
        </w:trPr>
        <w:tc>
          <w:tcPr>
            <w:tcW w:w="3798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ت</w:t>
            </w:r>
            <w:r w:rsidRPr="000372C6">
              <w:rPr>
                <w:rtl/>
                <w:lang w:bidi="fa-IR"/>
              </w:rPr>
              <w:t xml:space="preserve"> أش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اخ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ببدر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B13D00" w:rsidRDefault="00B13D00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tl/>
                <w:lang w:bidi="fa-IR"/>
              </w:rPr>
              <w:t>جزع الخزرج من وقع 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3D00" w:rsidTr="00B13D00">
        <w:tblPrEx>
          <w:tblLook w:val="04A0"/>
        </w:tblPrEx>
        <w:trPr>
          <w:trHeight w:val="350"/>
        </w:trPr>
        <w:tc>
          <w:tcPr>
            <w:tcW w:w="3798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فأهلوا</w:t>
            </w:r>
            <w:r w:rsidRPr="000372C6">
              <w:rPr>
                <w:rtl/>
                <w:lang w:bidi="fa-IR"/>
              </w:rPr>
              <w:t xml:space="preserve"> و استهلوا فرحا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B13D00" w:rsidRDefault="00B13D00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tl/>
                <w:lang w:bidi="fa-IR"/>
              </w:rPr>
              <w:t xml:space="preserve">ثم قالوا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ز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د</w:t>
            </w:r>
            <w:r w:rsidRPr="000372C6">
              <w:rPr>
                <w:rtl/>
                <w:lang w:bidi="fa-IR"/>
              </w:rPr>
              <w:t xml:space="preserve"> لا تشل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3D00" w:rsidTr="00B13D00">
        <w:tblPrEx>
          <w:tblLook w:val="04A0"/>
        </w:tblPrEx>
        <w:trPr>
          <w:trHeight w:val="350"/>
        </w:trPr>
        <w:tc>
          <w:tcPr>
            <w:tcW w:w="3798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قد</w:t>
            </w:r>
            <w:r w:rsidRPr="000372C6">
              <w:rPr>
                <w:rtl/>
                <w:lang w:bidi="fa-IR"/>
              </w:rPr>
              <w:t xml:space="preserve"> قتلنا القرم من أش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اخهم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B13D00" w:rsidRDefault="00B13D00" w:rsidP="00BC210C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B13D00" w:rsidRDefault="00B13D00" w:rsidP="00BC210C">
            <w:pPr>
              <w:pStyle w:val="libPoem"/>
            </w:pPr>
            <w:r w:rsidRPr="000372C6">
              <w:rPr>
                <w:rtl/>
                <w:lang w:bidi="fa-IR"/>
              </w:rPr>
              <w:t>و عدلناه ببدر فاعتدل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E67E9" w:rsidRDefault="000372C6" w:rsidP="008E67E9">
      <w:pPr>
        <w:pStyle w:val="libNormal"/>
        <w:rPr>
          <w:rtl/>
          <w:lang w:bidi="fa-IR"/>
        </w:rPr>
      </w:pPr>
      <w:r w:rsidRPr="008C148C">
        <w:rPr>
          <w:rStyle w:val="libBold2Char"/>
          <w:rFonts w:hint="eastAsia"/>
          <w:rtl/>
        </w:rPr>
        <w:t>و</w:t>
      </w:r>
      <w:r w:rsidRPr="008C148C">
        <w:rPr>
          <w:rStyle w:val="libBold2Char"/>
          <w:rtl/>
        </w:rPr>
        <w:t xml:space="preserve"> ف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العشر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</w:t>
      </w:r>
      <w:r w:rsidRPr="008C148C">
        <w:rPr>
          <w:rStyle w:val="libBold2Char"/>
          <w:rtl/>
        </w:rPr>
        <w:t xml:space="preserve"> رد رأس الحس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</w:t>
      </w:r>
      <w:r w:rsidRPr="008C148C">
        <w:rPr>
          <w:rStyle w:val="libBold2Char"/>
          <w:rtl/>
        </w:rPr>
        <w:t xml:space="preserve"> ال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مجثمه</w:t>
      </w:r>
      <w:r w:rsidR="009313B3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9313B3" w:rsidRPr="00B3235C">
        <w:rPr>
          <w:rStyle w:val="libFootnotenumChar"/>
          <w:rFonts w:hint="cs"/>
          <w:rtl/>
        </w:rPr>
        <w:t>51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  <w:r w:rsidRPr="008C148C">
        <w:rPr>
          <w:rStyle w:val="libBold2Char"/>
          <w:rtl/>
        </w:rPr>
        <w:t>حت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tl/>
        </w:rPr>
        <w:t xml:space="preserve"> دفن مع جثته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وف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ه</w:t>
      </w:r>
      <w:r w:rsidRPr="008C148C">
        <w:rPr>
          <w:rStyle w:val="libBold2Char"/>
          <w:rtl/>
        </w:rPr>
        <w:t xml:space="preserve"> ز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اره</w:t>
      </w:r>
      <w:r w:rsidRPr="008C148C">
        <w:rPr>
          <w:rStyle w:val="libBold2Char"/>
          <w:rtl/>
        </w:rPr>
        <w:t xml:space="preserve"> الأربع</w:t>
      </w:r>
      <w:r w:rsidRPr="008C148C">
        <w:rPr>
          <w:rStyle w:val="libBold2Char"/>
          <w:rFonts w:hint="cs"/>
          <w:rtl/>
        </w:rPr>
        <w:t>ی</w:t>
      </w:r>
      <w:r w:rsidRPr="008C148C">
        <w:rPr>
          <w:rStyle w:val="libBold2Char"/>
          <w:rFonts w:hint="eastAsia"/>
          <w:rtl/>
        </w:rPr>
        <w:t>ن</w:t>
      </w:r>
      <w:r w:rsidR="000261F0" w:rsidRPr="008C148C">
        <w:rPr>
          <w:rStyle w:val="libBold2Char"/>
          <w:rtl/>
        </w:rPr>
        <w:t>،</w:t>
      </w:r>
      <w:r w:rsidRPr="008C148C">
        <w:rPr>
          <w:rStyle w:val="libBold2Char"/>
          <w:rtl/>
        </w:rPr>
        <w:t xml:space="preserve"> و هم حرمه بعد انصرافهم من الشام</w:t>
      </w:r>
      <w:r w:rsidR="009313B3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9313B3" w:rsidRPr="00B3235C">
        <w:rPr>
          <w:rStyle w:val="libFootnotenumChar"/>
          <w:rFonts w:hint="cs"/>
          <w:rtl/>
        </w:rPr>
        <w:t>52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در روز اول ماه صفر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وارد دمشق نمودند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- که لعنت خدا بر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باد - آن را در مقابل خود نهاد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و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آن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را به بدنش ملحق کردند و در همان جا دفن نمودند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است و 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سبب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را«</w:t>
      </w:r>
      <w:r w:rsidRPr="008E67E9">
        <w:rPr>
          <w:rStyle w:val="libBold1Char"/>
          <w:rtl/>
        </w:rPr>
        <w:t>اربع</w:t>
      </w:r>
      <w:r w:rsidRPr="008E67E9">
        <w:rPr>
          <w:rStyle w:val="libBold1Char"/>
          <w:rFonts w:hint="cs"/>
          <w:rtl/>
        </w:rPr>
        <w:t>ی</w:t>
      </w:r>
      <w:r w:rsidRPr="008E67E9">
        <w:rPr>
          <w:rStyle w:val="libBold1Char"/>
          <w:rFonts w:hint="eastAsia"/>
          <w:rtl/>
        </w:rPr>
        <w:t>ن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</w:t>
      </w:r>
      <w:r w:rsidRPr="000372C6">
        <w:rPr>
          <w:rtl/>
          <w:lang w:bidi="fa-IR"/>
        </w:rPr>
        <w:t xml:space="preserve"> که چهل تن از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او پس از مراجعت از شام قبرش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کردند</w:t>
      </w:r>
      <w:r w:rsidR="000261F0">
        <w:rPr>
          <w:rtl/>
          <w:lang w:bidi="fa-IR"/>
        </w:rPr>
        <w:t>!</w:t>
      </w:r>
      <w:r w:rsidR="008E67E9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8E67E9" w:rsidRPr="00B3235C">
        <w:rPr>
          <w:rStyle w:val="libFootnotenumChar"/>
          <w:rFonts w:hint="cs"/>
          <w:rtl/>
        </w:rPr>
        <w:t>53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9F7BC2" w:rsidRDefault="008E67E9" w:rsidP="008E67E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0372C6" w:rsidRPr="000372C6">
        <w:rPr>
          <w:rtl/>
          <w:lang w:bidi="fa-IR"/>
        </w:rPr>
        <w:t xml:space="preserve"> </w:t>
      </w:r>
      <w:r w:rsidR="000372C6" w:rsidRPr="008E67E9">
        <w:rPr>
          <w:rStyle w:val="libBold1Char"/>
          <w:rtl/>
        </w:rPr>
        <w:t>قرطب</w:t>
      </w:r>
      <w:r w:rsidR="000372C6" w:rsidRPr="008E67E9">
        <w:rPr>
          <w:rStyle w:val="libBold1Char"/>
          <w:rFonts w:hint="cs"/>
          <w:rtl/>
        </w:rPr>
        <w:t>ی</w:t>
      </w:r>
      <w:r w:rsidR="000372C6" w:rsidRPr="000372C6">
        <w:rPr>
          <w:rtl/>
          <w:lang w:bidi="fa-IR"/>
        </w:rPr>
        <w:t xml:space="preserve">(م </w:t>
      </w:r>
      <w:r w:rsidR="00440E7D">
        <w:rPr>
          <w:rtl/>
          <w:lang w:bidi="fa-IR"/>
        </w:rPr>
        <w:t>6</w:t>
      </w:r>
      <w:r w:rsidR="004E092C">
        <w:rPr>
          <w:rtl/>
          <w:lang w:bidi="fa-IR"/>
        </w:rPr>
        <w:t>7</w:t>
      </w:r>
      <w:r w:rsidR="008A37BF">
        <w:rPr>
          <w:rtl/>
          <w:lang w:bidi="fa-IR"/>
        </w:rPr>
        <w:t>1</w:t>
      </w:r>
      <w:r w:rsidR="000372C6" w:rsidRPr="000372C6">
        <w:rPr>
          <w:rtl/>
          <w:lang w:bidi="fa-IR"/>
        </w:rPr>
        <w:t xml:space="preserve">) در </w:t>
      </w:r>
      <w:r w:rsidR="000372C6" w:rsidRPr="008E67E9">
        <w:rPr>
          <w:rStyle w:val="libBold1Char"/>
          <w:rtl/>
        </w:rPr>
        <w:t>تذکره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8E67E9" w:rsidRDefault="008E67E9" w:rsidP="008E67E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و الاما</w:t>
      </w:r>
      <w:r w:rsidR="000372C6" w:rsidRPr="008C148C">
        <w:rPr>
          <w:rStyle w:val="libBold2Char"/>
          <w:rFonts w:hint="eastAsia"/>
          <w:rtl/>
        </w:rPr>
        <w:t>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تقول ان الرأس أع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الجثه بکربلاء بعد 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وما</w:t>
      </w:r>
      <w:r w:rsidR="000372C6" w:rsidRPr="008C148C">
        <w:rPr>
          <w:rStyle w:val="libBold2Char"/>
          <w:rtl/>
        </w:rPr>
        <w:t xml:space="preserve"> من القتل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هو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معروف عندهم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سمون</w:t>
      </w:r>
      <w:r w:rsidR="000372C6" w:rsidRPr="008C148C">
        <w:rPr>
          <w:rStyle w:val="libBold2Char"/>
          <w:rtl/>
        </w:rPr>
        <w:t xml:space="preserve"> الز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اره</w:t>
      </w:r>
      <w:r w:rsidR="000372C6" w:rsidRPr="008C148C">
        <w:rPr>
          <w:rStyle w:val="libBold2Char"/>
          <w:rtl/>
        </w:rPr>
        <w:t xml:space="preserve">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ز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اره</w:t>
      </w:r>
      <w:r w:rsidR="000372C6" w:rsidRPr="008C148C">
        <w:rPr>
          <w:rStyle w:val="libBold2Char"/>
          <w:rtl/>
        </w:rPr>
        <w:t xml:space="preserve"> الأربع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امام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ند</w:t>
      </w:r>
      <w:r w:rsidR="000261F0">
        <w:rPr>
          <w:rtl/>
          <w:lang w:bidi="fa-IR"/>
        </w:rPr>
        <w:t>:</w:t>
      </w:r>
      <w:r w:rsidR="000372C6" w:rsidRPr="000372C6">
        <w:rPr>
          <w:rtl/>
          <w:lang w:bidi="fa-IR"/>
        </w:rPr>
        <w:t xml:space="preserve"> سر مقدس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پس از چهل روز به کربلا بازگردانده و به بدن ملحق شد 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نزد آنان معروف است و از آن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اد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کنند و مقصود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ارت«</w:t>
      </w:r>
      <w:r w:rsidR="000372C6" w:rsidRPr="008E67E9">
        <w:rPr>
          <w:rStyle w:val="libBold1Char"/>
          <w:rtl/>
        </w:rPr>
        <w:t>اربع</w:t>
      </w:r>
      <w:r w:rsidR="000372C6" w:rsidRPr="008E67E9">
        <w:rPr>
          <w:rStyle w:val="libBold1Char"/>
          <w:rFonts w:hint="cs"/>
          <w:rtl/>
        </w:rPr>
        <w:t>ی</w:t>
      </w:r>
      <w:r w:rsidR="000372C6" w:rsidRPr="008E67E9">
        <w:rPr>
          <w:rStyle w:val="libBold1Char"/>
          <w:rFonts w:hint="eastAsia"/>
          <w:rtl/>
        </w:rPr>
        <w:t>ن</w:t>
      </w:r>
      <w:r w:rsidR="000372C6" w:rsidRPr="000372C6">
        <w:rPr>
          <w:rFonts w:hint="eastAsia"/>
          <w:rtl/>
          <w:lang w:bidi="fa-IR"/>
        </w:rPr>
        <w:t>»</w:t>
      </w:r>
      <w:r w:rsidR="000372C6" w:rsidRPr="000372C6"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.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54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9F7BC2" w:rsidRDefault="008E67E9" w:rsidP="009F7BC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3. </w:t>
      </w:r>
      <w:r w:rsidR="000372C6" w:rsidRPr="009F7BC2">
        <w:rPr>
          <w:rStyle w:val="libBold1Char"/>
          <w:rtl/>
        </w:rPr>
        <w:t>زکر</w:t>
      </w:r>
      <w:r w:rsidR="000372C6" w:rsidRPr="009F7BC2">
        <w:rPr>
          <w:rStyle w:val="libBold1Char"/>
          <w:rFonts w:hint="cs"/>
          <w:rtl/>
        </w:rPr>
        <w:t>ی</w:t>
      </w:r>
      <w:r w:rsidR="000372C6" w:rsidRPr="009F7BC2">
        <w:rPr>
          <w:rStyle w:val="libBold1Char"/>
          <w:rFonts w:hint="eastAsia"/>
          <w:rtl/>
        </w:rPr>
        <w:t>ا</w:t>
      </w:r>
      <w:r w:rsidR="000372C6" w:rsidRPr="009F7BC2">
        <w:rPr>
          <w:rStyle w:val="libBold1Char"/>
          <w:rtl/>
        </w:rPr>
        <w:t xml:space="preserve"> بن محمد بن محمود قزو</w:t>
      </w:r>
      <w:r w:rsidR="000372C6" w:rsidRPr="009F7BC2">
        <w:rPr>
          <w:rStyle w:val="libBold1Char"/>
          <w:rFonts w:hint="cs"/>
          <w:rtl/>
        </w:rPr>
        <w:t>ی</w:t>
      </w:r>
      <w:r w:rsidR="000372C6" w:rsidRPr="009F7BC2">
        <w:rPr>
          <w:rStyle w:val="libBold1Char"/>
          <w:rFonts w:hint="eastAsia"/>
          <w:rtl/>
        </w:rPr>
        <w:t>ن</w:t>
      </w:r>
      <w:r w:rsidR="000372C6" w:rsidRPr="009F7BC2">
        <w:rPr>
          <w:rStyle w:val="libBold1Char"/>
          <w:rFonts w:hint="cs"/>
          <w:rtl/>
        </w:rPr>
        <w:t>ی</w:t>
      </w:r>
      <w:r w:rsidR="009F7BC2" w:rsidRPr="009F7BC2">
        <w:rPr>
          <w:rFonts w:hint="cs"/>
          <w:rtl/>
        </w:rPr>
        <w:t xml:space="preserve"> </w:t>
      </w:r>
      <w:r w:rsidR="000372C6" w:rsidRPr="000372C6">
        <w:rPr>
          <w:rtl/>
          <w:lang w:bidi="fa-IR"/>
        </w:rPr>
        <w:t xml:space="preserve">(م </w:t>
      </w:r>
      <w:r w:rsidR="00440E7D">
        <w:rPr>
          <w:rtl/>
          <w:lang w:bidi="fa-IR"/>
        </w:rPr>
        <w:t>6</w:t>
      </w:r>
      <w:r w:rsidR="004E092C">
        <w:rPr>
          <w:rtl/>
          <w:lang w:bidi="fa-IR"/>
        </w:rPr>
        <w:t>8</w:t>
      </w:r>
      <w:r w:rsidR="008A37BF">
        <w:rPr>
          <w:rtl/>
          <w:lang w:bidi="fa-IR"/>
        </w:rPr>
        <w:t>2</w:t>
      </w:r>
      <w:r w:rsidR="000372C6" w:rsidRPr="000372C6">
        <w:rPr>
          <w:rtl/>
          <w:lang w:bidi="fa-IR"/>
        </w:rPr>
        <w:t>)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در کتاب </w:t>
      </w:r>
      <w:r w:rsidR="000372C6" w:rsidRPr="009F7BC2">
        <w:rPr>
          <w:rStyle w:val="libBold1Char"/>
          <w:rtl/>
        </w:rPr>
        <w:t>عجائب المخلوقات و غرائب الموجودات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4C4995" w:rsidRDefault="009F7BC2" w:rsidP="009F7BC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الأول منه</w:t>
      </w:r>
      <w:r w:rsidR="000261F0" w:rsidRPr="008C148C">
        <w:rPr>
          <w:rStyle w:val="libBold2Char"/>
          <w:rtl/>
        </w:rPr>
        <w:t>:</w:t>
      </w:r>
      <w:r w:rsidR="000372C6" w:rsidRPr="008C148C">
        <w:rPr>
          <w:rStyle w:val="libBold2Char"/>
          <w:rtl/>
        </w:rPr>
        <w:t xml:space="preserve"> 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بن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أم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أدخلت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رأس</w:t>
      </w:r>
      <w:r w:rsidRPr="008C148C">
        <w:rPr>
          <w:rStyle w:val="libBold2Char"/>
          <w:rFonts w:hint="cs"/>
          <w:rtl/>
        </w:rPr>
        <w:t xml:space="preserve"> </w:t>
      </w:r>
      <w:r w:rsidR="000372C6" w:rsidRPr="008C148C">
        <w:rPr>
          <w:rStyle w:val="libBold2Char"/>
          <w:rFonts w:hint="eastAsia"/>
          <w:rtl/>
        </w:rPr>
        <w:t>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FE4825" w:rsidRPr="009F7BC2">
        <w:rPr>
          <w:rStyle w:val="libBold1Char"/>
          <w:rFonts w:hint="eastAsia"/>
          <w:rtl/>
        </w:rPr>
        <w:t xml:space="preserve"> </w:t>
      </w:r>
      <w:r w:rsidR="00E13185" w:rsidRPr="009F7BC2">
        <w:rPr>
          <w:rStyle w:val="libAlaemChar"/>
          <w:rFonts w:hint="eastAsia"/>
          <w:rtl/>
        </w:rPr>
        <w:t>عليه‌السلام</w:t>
      </w:r>
      <w:r w:rsidR="000372C6" w:rsidRPr="009F7BC2">
        <w:rPr>
          <w:rStyle w:val="libBold1Char"/>
          <w:rtl/>
        </w:rPr>
        <w:t xml:space="preserve"> </w:t>
      </w:r>
      <w:r w:rsidR="000372C6" w:rsidRPr="008C148C">
        <w:rPr>
          <w:rStyle w:val="libBold2Char"/>
          <w:rtl/>
        </w:rPr>
        <w:t>بدمشق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و العشرون منه ردت رأس 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جثته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اول ماه صفر 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چون در آن روز سر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را به دمشق وارد ساختند و در روز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آن ماه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سر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را به بدن بازگردانده شد</w:t>
      </w:r>
      <w:r>
        <w:rPr>
          <w:rFonts w:hint="cs"/>
          <w:rtl/>
          <w:lang w:bidi="fa-IR"/>
        </w:rPr>
        <w:t>.</w:t>
      </w:r>
      <w:r w:rsidR="004C4995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4C4995" w:rsidRPr="00B3235C">
        <w:rPr>
          <w:rStyle w:val="libFootnotenumChar"/>
          <w:rFonts w:hint="cs"/>
          <w:rtl/>
        </w:rPr>
        <w:t>5</w:t>
      </w:r>
      <w:r w:rsidR="00EA4950" w:rsidRPr="00B3235C">
        <w:rPr>
          <w:rStyle w:val="libFootnotenumChar"/>
          <w:rtl/>
        </w:rPr>
        <w:t>5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430E3A" w:rsidRDefault="004C4995" w:rsidP="009F7BC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="000372C6" w:rsidRPr="000372C6">
        <w:rPr>
          <w:rtl/>
          <w:lang w:bidi="fa-IR"/>
        </w:rPr>
        <w:t xml:space="preserve"> </w:t>
      </w:r>
      <w:r w:rsidR="000372C6" w:rsidRPr="00430E3A">
        <w:rPr>
          <w:rStyle w:val="libBold1Char"/>
          <w:rtl/>
        </w:rPr>
        <w:t>ش</w:t>
      </w:r>
      <w:r w:rsidR="000372C6" w:rsidRPr="00430E3A">
        <w:rPr>
          <w:rStyle w:val="libBold1Char"/>
          <w:rFonts w:hint="cs"/>
          <w:rtl/>
        </w:rPr>
        <w:t>ی</w:t>
      </w:r>
      <w:r w:rsidR="000372C6" w:rsidRPr="00430E3A">
        <w:rPr>
          <w:rStyle w:val="libBold1Char"/>
          <w:rFonts w:hint="eastAsia"/>
          <w:rtl/>
        </w:rPr>
        <w:t>خ</w:t>
      </w:r>
      <w:r w:rsidR="000372C6" w:rsidRPr="00430E3A">
        <w:rPr>
          <w:rStyle w:val="libBold1Char"/>
          <w:rtl/>
        </w:rPr>
        <w:t xml:space="preserve"> بها</w:t>
      </w:r>
      <w:r w:rsidR="000372C6" w:rsidRPr="00430E3A">
        <w:rPr>
          <w:rStyle w:val="libBold1Char"/>
          <w:rFonts w:hint="cs"/>
          <w:rtl/>
        </w:rPr>
        <w:t>یی</w:t>
      </w:r>
      <w:r w:rsidR="000372C6" w:rsidRPr="000372C6">
        <w:rPr>
          <w:rtl/>
          <w:lang w:bidi="fa-IR"/>
        </w:rPr>
        <w:t xml:space="preserve"> (م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="008A37BF">
        <w:rPr>
          <w:rtl/>
          <w:lang w:bidi="fa-IR"/>
        </w:rPr>
        <w:t>3</w:t>
      </w:r>
      <w:r w:rsidR="004E092C">
        <w:rPr>
          <w:rtl/>
          <w:lang w:bidi="fa-IR"/>
        </w:rPr>
        <w:t>0</w:t>
      </w:r>
      <w:r w:rsidR="000372C6" w:rsidRPr="000372C6">
        <w:rPr>
          <w:rtl/>
          <w:lang w:bidi="fa-IR"/>
        </w:rPr>
        <w:t>)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در کتاب </w:t>
      </w:r>
      <w:r w:rsidR="000372C6" w:rsidRPr="00430E3A">
        <w:rPr>
          <w:rStyle w:val="libBold1Char"/>
          <w:rtl/>
        </w:rPr>
        <w:t>توض</w:t>
      </w:r>
      <w:r w:rsidR="000372C6" w:rsidRPr="00430E3A">
        <w:rPr>
          <w:rStyle w:val="libBold1Char"/>
          <w:rFonts w:hint="cs"/>
          <w:rtl/>
        </w:rPr>
        <w:t>ی</w:t>
      </w:r>
      <w:r w:rsidR="000372C6" w:rsidRPr="00430E3A">
        <w:rPr>
          <w:rStyle w:val="libBold1Char"/>
          <w:rFonts w:hint="eastAsia"/>
          <w:rtl/>
        </w:rPr>
        <w:t>ح</w:t>
      </w:r>
      <w:r w:rsidR="000372C6" w:rsidRPr="00430E3A">
        <w:rPr>
          <w:rStyle w:val="libBold1Char"/>
          <w:rtl/>
        </w:rPr>
        <w:t xml:space="preserve"> المقاصد</w:t>
      </w:r>
      <w:r w:rsidR="000372C6" w:rsidRPr="000372C6">
        <w:rPr>
          <w:rtl/>
          <w:lang w:bidi="fa-IR"/>
        </w:rPr>
        <w:t xml:space="preserve">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آورده است</w:t>
      </w:r>
      <w:r w:rsidR="000261F0">
        <w:rPr>
          <w:rtl/>
          <w:lang w:bidi="fa-IR"/>
        </w:rPr>
        <w:t>:</w:t>
      </w:r>
    </w:p>
    <w:p w:rsidR="00430E3A" w:rsidRDefault="00430E3A" w:rsidP="00377F9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التاسع عشر</w:t>
      </w:r>
      <w:r w:rsidR="002968FB">
        <w:rPr>
          <w:rStyle w:val="libBold2Char"/>
          <w:rtl/>
        </w:rPr>
        <w:t>(</w:t>
      </w:r>
      <w:r w:rsidR="000372C6" w:rsidRPr="008C148C">
        <w:rPr>
          <w:rStyle w:val="libBold2Char"/>
          <w:rtl/>
        </w:rPr>
        <w:t>من الصفر)</w:t>
      </w:r>
      <w:r w:rsidR="000261F0" w:rsidRPr="008C148C">
        <w:rPr>
          <w:rStyle w:val="libBold2Char"/>
          <w:rtl/>
        </w:rPr>
        <w:t>؛</w:t>
      </w:r>
      <w:r w:rsidR="000372C6" w:rsidRPr="008C148C">
        <w:rPr>
          <w:rStyle w:val="libBold2Char"/>
          <w:rtl/>
        </w:rPr>
        <w:t xml:space="preserve">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ز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اره</w:t>
      </w:r>
      <w:r w:rsidR="000372C6" w:rsidRPr="008C148C">
        <w:rPr>
          <w:rStyle w:val="libBold2Char"/>
          <w:rtl/>
        </w:rPr>
        <w:t xml:space="preserve"> الأربع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لأب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عبدالله 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</w:t>
      </w:r>
      <w:r w:rsidR="000372C6" w:rsidRPr="008C148C">
        <w:rPr>
          <w:rStyle w:val="libBold2Char"/>
          <w:rtl/>
        </w:rPr>
        <w:t>وف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هذا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و هو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الأربع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من شهادته</w:t>
      </w:r>
      <w:r w:rsidR="00FE4825" w:rsidRPr="008C148C">
        <w:rPr>
          <w:rStyle w:val="libBold2Char"/>
          <w:rtl/>
        </w:rPr>
        <w:t xml:space="preserve"> </w:t>
      </w:r>
      <w:r w:rsidR="00E13185" w:rsidRPr="008C148C">
        <w:rPr>
          <w:rStyle w:val="libBold2Char"/>
          <w:rtl/>
        </w:rPr>
        <w:t>عليه‌السلام</w:t>
      </w:r>
      <w:r w:rsidR="000372C6" w:rsidRPr="008C148C">
        <w:rPr>
          <w:rStyle w:val="libBold2Char"/>
          <w:rtl/>
        </w:rPr>
        <w:t xml:space="preserve"> کان قدوم جابر الأنصار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رض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الله عنه لز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ارته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8C148C">
        <w:rPr>
          <w:rStyle w:val="libBold2Char"/>
          <w:rtl/>
        </w:rPr>
        <w:t>و اتفق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ذلک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ورود حرمه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372C6" w:rsidRPr="000372C6">
        <w:rPr>
          <w:rtl/>
          <w:lang w:bidi="fa-IR"/>
        </w:rPr>
        <w:t xml:space="preserve"> </w:t>
      </w:r>
      <w:r w:rsidR="000372C6" w:rsidRPr="008C148C">
        <w:rPr>
          <w:rStyle w:val="libBold2Char"/>
          <w:rtl/>
        </w:rPr>
        <w:t>من الشام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کربلاء</w:t>
      </w:r>
      <w:r w:rsidR="000261F0" w:rsidRPr="008C148C">
        <w:rPr>
          <w:rStyle w:val="libBold2Char"/>
          <w:rtl/>
        </w:rPr>
        <w:t>،</w:t>
      </w:r>
      <w:r w:rsidR="000372C6" w:rsidRPr="008C148C">
        <w:rPr>
          <w:rStyle w:val="libBold2Char"/>
          <w:rtl/>
        </w:rPr>
        <w:t xml:space="preserve"> قاصد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المد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نه</w:t>
      </w:r>
      <w:r w:rsidR="000372C6" w:rsidRPr="008C148C">
        <w:rPr>
          <w:rStyle w:val="libBold2Char"/>
          <w:rtl/>
        </w:rPr>
        <w:t xml:space="preserve">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ساکنه السلام و التح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روز نوزدهم ماه صفر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حضرت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.</w:t>
      </w:r>
      <w:r w:rsidR="000372C6" w:rsidRPr="000372C6">
        <w:rPr>
          <w:rtl/>
          <w:lang w:bidi="fa-IR"/>
        </w:rPr>
        <w:t xml:space="preserve"> و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که روز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روز ورود جابر بن عبدالله انصار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که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آن حضرت شتافت و آن روز با روز ورود اه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372C6" w:rsidRPr="000372C6">
        <w:rPr>
          <w:rtl/>
          <w:lang w:bidi="fa-IR"/>
        </w:rPr>
        <w:t xml:space="preserve"> از شام به کربلا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در حال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قصد عز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مت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را داشتند</w:t>
      </w:r>
      <w:r w:rsidR="008A5334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377F9E" w:rsidRPr="00B3235C">
        <w:rPr>
          <w:rStyle w:val="libFootnotenumChar"/>
          <w:rFonts w:hint="cs"/>
          <w:rtl/>
        </w:rPr>
        <w:t>56</w:t>
      </w:r>
      <w:r w:rsidR="00686026" w:rsidRPr="00B3235C">
        <w:rPr>
          <w:rStyle w:val="libFootnotenumChar"/>
          <w:rtl/>
        </w:rPr>
        <w:t>)</w:t>
      </w:r>
      <w:r w:rsidR="008A5334">
        <w:rPr>
          <w:rFonts w:hint="cs"/>
          <w:rtl/>
          <w:lang w:bidi="fa-IR"/>
        </w:rPr>
        <w:t xml:space="preserve"> </w:t>
      </w:r>
    </w:p>
    <w:p w:rsidR="007120FA" w:rsidRDefault="007120FA" w:rsidP="007120F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5.</w:t>
      </w:r>
      <w:r w:rsidR="000372C6" w:rsidRPr="000372C6">
        <w:rPr>
          <w:rtl/>
          <w:lang w:bidi="fa-IR"/>
        </w:rPr>
        <w:t xml:space="preserve"> </w:t>
      </w:r>
      <w:r w:rsidR="000372C6" w:rsidRPr="007120FA">
        <w:rPr>
          <w:rStyle w:val="libBold1Char"/>
          <w:rtl/>
        </w:rPr>
        <w:t>مناو</w:t>
      </w:r>
      <w:r w:rsidR="000372C6" w:rsidRPr="007120FA">
        <w:rPr>
          <w:rStyle w:val="libBold1Char"/>
          <w:rFonts w:hint="cs"/>
          <w:rtl/>
        </w:rPr>
        <w:t>ی</w:t>
      </w:r>
      <w:r>
        <w:rPr>
          <w:rStyle w:val="libBold1Char"/>
          <w:rFonts w:hint="cs"/>
          <w:rtl/>
        </w:rPr>
        <w:t xml:space="preserve"> </w:t>
      </w:r>
      <w:r w:rsidR="000372C6" w:rsidRPr="000372C6">
        <w:rPr>
          <w:rtl/>
          <w:lang w:bidi="fa-IR"/>
        </w:rPr>
        <w:t xml:space="preserve">(م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="008A37BF">
        <w:rPr>
          <w:rtl/>
          <w:lang w:bidi="fa-IR"/>
        </w:rPr>
        <w:t>31</w:t>
      </w:r>
      <w:r w:rsidR="000372C6" w:rsidRPr="000372C6">
        <w:rPr>
          <w:rtl/>
          <w:lang w:bidi="fa-IR"/>
        </w:rPr>
        <w:t xml:space="preserve">) در ضمن ذکر اقوال گوناگون درباره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محل دفن سر مطهر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916CAA" w:rsidRDefault="007120FA" w:rsidP="007120F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و الامام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قولون</w:t>
      </w:r>
      <w:r w:rsidR="000372C6" w:rsidRPr="008C148C">
        <w:rPr>
          <w:rStyle w:val="libBold2Char"/>
          <w:rtl/>
        </w:rPr>
        <w:t xml:space="preserve"> الرأس أع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الجثه و دفن بکرب</w:t>
      </w:r>
      <w:r w:rsidR="000372C6" w:rsidRPr="008C148C">
        <w:rPr>
          <w:rStyle w:val="libBold2Char"/>
          <w:rFonts w:hint="eastAsia"/>
          <w:rtl/>
        </w:rPr>
        <w:t>لاء</w:t>
      </w:r>
      <w:r w:rsidR="000372C6" w:rsidRPr="008C148C">
        <w:rPr>
          <w:rStyle w:val="libBold2Char"/>
          <w:rtl/>
        </w:rPr>
        <w:t xml:space="preserve"> بعد 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وما</w:t>
      </w:r>
      <w:r w:rsidR="000372C6" w:rsidRPr="008C148C">
        <w:rPr>
          <w:rStyle w:val="libBold2Char"/>
          <w:rtl/>
        </w:rPr>
        <w:t xml:space="preserve"> من القتل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امام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ند</w:t>
      </w:r>
      <w:r w:rsidR="000261F0">
        <w:rPr>
          <w:rtl/>
          <w:lang w:bidi="fa-IR"/>
        </w:rPr>
        <w:t>:</w:t>
      </w:r>
      <w:r w:rsidR="000372C6" w:rsidRPr="000372C6">
        <w:rPr>
          <w:rtl/>
          <w:lang w:bidi="fa-IR"/>
        </w:rPr>
        <w:t xml:space="preserve"> پس از چهل روز از شهادت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سر به بدن بازگردانده شد و در</w:t>
      </w:r>
      <w:r>
        <w:rPr>
          <w:rFonts w:hint="cs"/>
          <w:rtl/>
          <w:lang w:bidi="fa-IR"/>
        </w:rPr>
        <w:t xml:space="preserve"> </w:t>
      </w:r>
      <w:r w:rsidR="000372C6" w:rsidRPr="000372C6">
        <w:rPr>
          <w:rtl/>
          <w:lang w:bidi="fa-IR"/>
        </w:rPr>
        <w:t>کربلا دفن گرد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57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59422A" w:rsidRDefault="00916CAA" w:rsidP="007120F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6. </w:t>
      </w:r>
      <w:r w:rsidR="000372C6" w:rsidRPr="0059422A">
        <w:rPr>
          <w:rStyle w:val="libBold1Char"/>
          <w:rtl/>
        </w:rPr>
        <w:t xml:space="preserve">علامه </w:t>
      </w:r>
      <w:r w:rsidR="000372C6" w:rsidRPr="0059422A">
        <w:rPr>
          <w:rStyle w:val="libBold1Char"/>
          <w:rFonts w:hint="cs"/>
          <w:rtl/>
        </w:rPr>
        <w:t>ی</w:t>
      </w:r>
      <w:r w:rsidR="000372C6" w:rsidRPr="0059422A">
        <w:rPr>
          <w:rStyle w:val="libBold1Char"/>
          <w:rtl/>
        </w:rPr>
        <w:t xml:space="preserve"> مجلس</w:t>
      </w:r>
      <w:r w:rsidR="000372C6" w:rsidRPr="0059422A">
        <w:rPr>
          <w:rStyle w:val="libBold1Char"/>
          <w:rFonts w:hint="cs"/>
          <w:rtl/>
        </w:rPr>
        <w:t>ی</w:t>
      </w:r>
      <w:r w:rsidR="0059422A" w:rsidRPr="0059422A">
        <w:rPr>
          <w:rStyle w:val="libBold1Char"/>
          <w:rFonts w:hint="cs"/>
          <w:rtl/>
        </w:rPr>
        <w:t xml:space="preserve"> </w:t>
      </w:r>
      <w:r w:rsidR="000372C6" w:rsidRPr="000372C6">
        <w:rPr>
          <w:rtl/>
          <w:lang w:bidi="fa-IR"/>
        </w:rPr>
        <w:t xml:space="preserve">(م </w:t>
      </w:r>
      <w:r w:rsidR="008A37BF">
        <w:rPr>
          <w:rtl/>
          <w:lang w:bidi="fa-IR"/>
        </w:rPr>
        <w:t>111</w:t>
      </w:r>
      <w:r w:rsidR="004E092C">
        <w:rPr>
          <w:rtl/>
          <w:lang w:bidi="fa-IR"/>
        </w:rPr>
        <w:t>0</w:t>
      </w:r>
      <w:r w:rsidR="000372C6" w:rsidRPr="000372C6">
        <w:rPr>
          <w:rtl/>
          <w:lang w:bidi="fa-IR"/>
        </w:rPr>
        <w:t xml:space="preserve">) در رابطه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با علت</w:t>
      </w:r>
      <w:r w:rsidR="007120FA"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استحباب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دالشهداء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در روز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فرما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543B20" w:rsidRDefault="0059422A" w:rsidP="009D2EB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و المشهور ب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الأصحاب أن العله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ذلک رجوع حرم 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صلوات الله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ف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مثل ذلک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کربلاء عند رجوعهم من الشام و الحاق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بن الحس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صلوات الله عل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الرؤس بالأجساد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مشهور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اصحاب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eastAsia"/>
          <w:rtl/>
          <w:lang w:bidi="fa-IR"/>
        </w:rPr>
        <w:t>ست</w:t>
      </w:r>
      <w:r w:rsidR="000372C6" w:rsidRPr="000372C6">
        <w:rPr>
          <w:rtl/>
          <w:lang w:bidi="fa-IR"/>
        </w:rPr>
        <w:t xml:space="preserve"> که علت آن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بازگشت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در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کربلا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tl/>
          <w:lang w:bidi="fa-IR"/>
        </w:rPr>
        <w:lastRenderedPageBreak/>
        <w:t>هنگام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از شام باز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گشتند و 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بن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سرها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مقدس را به اجساد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ملحق ساخت</w:t>
      </w:r>
      <w:r w:rsidR="009D2EB8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9D2EB8" w:rsidRPr="00B3235C">
        <w:rPr>
          <w:rStyle w:val="libFootnotenumChar"/>
          <w:rFonts w:hint="cs"/>
          <w:rtl/>
        </w:rPr>
        <w:t>58</w:t>
      </w:r>
      <w:r w:rsidR="00686026" w:rsidRPr="00B3235C">
        <w:rPr>
          <w:rStyle w:val="libFootnotenumChar"/>
          <w:rtl/>
        </w:rPr>
        <w:t>)</w:t>
      </w:r>
      <w:r w:rsidR="00543B20">
        <w:rPr>
          <w:rFonts w:hint="cs"/>
          <w:rtl/>
          <w:lang w:bidi="fa-IR"/>
        </w:rPr>
        <w:t xml:space="preserve"> </w:t>
      </w:r>
    </w:p>
    <w:p w:rsidR="00543B20" w:rsidRDefault="000372C6" w:rsidP="00543B20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ظاهر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عبارت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برداشت کرده اند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شهرت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اصحاب را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باز</w:t>
      </w:r>
      <w:r w:rsidRPr="000372C6">
        <w:rPr>
          <w:rFonts w:hint="eastAsia"/>
          <w:rtl/>
          <w:lang w:bidi="fa-IR"/>
        </w:rPr>
        <w:t>گشت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بازگو نموده اند ممکن است گفته شود که متعلق شهرت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استحباب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نه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کربلا</w:t>
      </w:r>
      <w:r w:rsidR="000261F0">
        <w:rPr>
          <w:rtl/>
          <w:lang w:bidi="fa-IR"/>
        </w:rPr>
        <w:t>!</w:t>
      </w:r>
    </w:p>
    <w:p w:rsidR="00543B20" w:rsidRDefault="00543B20" w:rsidP="00543B2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7. </w:t>
      </w:r>
      <w:r w:rsidR="000372C6" w:rsidRPr="00543B20">
        <w:rPr>
          <w:rStyle w:val="libBold1Char"/>
          <w:rtl/>
        </w:rPr>
        <w:t>شبراو</w:t>
      </w:r>
      <w:r w:rsidR="000372C6" w:rsidRPr="00543B20">
        <w:rPr>
          <w:rStyle w:val="libBold1Char"/>
          <w:rFonts w:hint="cs"/>
          <w:rtl/>
        </w:rPr>
        <w:t>ی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543B20" w:rsidRDefault="00543B20" w:rsidP="00543B2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و ق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ل</w:t>
      </w:r>
      <w:r w:rsidR="000372C6" w:rsidRPr="008C148C">
        <w:rPr>
          <w:rStyle w:val="libBold2Char"/>
          <w:rtl/>
        </w:rPr>
        <w:t xml:space="preserve"> أع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الجثه بکربلاء بعد 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وما</w:t>
      </w:r>
      <w:r w:rsidR="000372C6" w:rsidRPr="008C148C">
        <w:rPr>
          <w:rStyle w:val="libBold2Char"/>
          <w:rtl/>
        </w:rPr>
        <w:t xml:space="preserve"> من مقتله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گفته شده است که سر به بدن آن حضرت بعد از چهل روز پس از شهادت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به بدن بازگردانده شد</w:t>
      </w:r>
      <w:r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59</w:t>
      </w:r>
      <w:r w:rsidR="00686026" w:rsidRPr="00B3235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2F25E3" w:rsidRDefault="00543B20" w:rsidP="002F25E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8.</w:t>
      </w:r>
      <w:r w:rsidR="000372C6" w:rsidRPr="000372C6">
        <w:rPr>
          <w:rtl/>
          <w:lang w:bidi="fa-IR"/>
        </w:rPr>
        <w:t xml:space="preserve"> </w:t>
      </w:r>
      <w:r w:rsidR="000372C6" w:rsidRPr="002F25E3">
        <w:rPr>
          <w:rStyle w:val="libBold1Char"/>
          <w:rtl/>
        </w:rPr>
        <w:t>شبلنج</w:t>
      </w:r>
      <w:r w:rsidR="000372C6" w:rsidRPr="002F25E3">
        <w:rPr>
          <w:rStyle w:val="libBold1Char"/>
          <w:rFonts w:hint="cs"/>
          <w:rtl/>
        </w:rPr>
        <w:t>ی</w:t>
      </w:r>
      <w:r w:rsidR="002F25E3">
        <w:rPr>
          <w:rtl/>
          <w:lang w:bidi="fa-IR"/>
        </w:rPr>
        <w:t>(</w:t>
      </w:r>
      <w:r w:rsidR="000372C6" w:rsidRPr="000372C6">
        <w:rPr>
          <w:rtl/>
          <w:lang w:bidi="fa-IR"/>
        </w:rPr>
        <w:t xml:space="preserve">م </w:t>
      </w:r>
      <w:r w:rsidR="008A37BF">
        <w:rPr>
          <w:rtl/>
          <w:lang w:bidi="fa-IR"/>
        </w:rPr>
        <w:t>1322</w:t>
      </w:r>
      <w:r w:rsidR="000372C6" w:rsidRPr="000372C6">
        <w:rPr>
          <w:rtl/>
          <w:lang w:bidi="fa-IR"/>
        </w:rPr>
        <w:t>)</w:t>
      </w:r>
      <w:r w:rsidR="002F25E3">
        <w:rPr>
          <w:rFonts w:hint="cs"/>
          <w:rtl/>
          <w:lang w:bidi="fa-IR"/>
        </w:rPr>
        <w:t xml:space="preserve"> </w:t>
      </w:r>
      <w:r w:rsidR="002F25E3" w:rsidRPr="00B3235C">
        <w:rPr>
          <w:rStyle w:val="libFootnotenumChar"/>
          <w:rFonts w:hint="cs"/>
          <w:rtl/>
        </w:rPr>
        <w:t>(60)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2F25E3" w:rsidRDefault="002F25E3" w:rsidP="002F25E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8C148C">
        <w:rPr>
          <w:rStyle w:val="libBold2Char"/>
          <w:rtl/>
        </w:rPr>
        <w:t>و ذهبت الامام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ه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أنه أع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د</w:t>
      </w:r>
      <w:r w:rsidR="000372C6" w:rsidRPr="008C148C">
        <w:rPr>
          <w:rStyle w:val="libBold2Char"/>
          <w:rtl/>
        </w:rPr>
        <w:t xml:space="preserve"> ال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tl/>
        </w:rPr>
        <w:t xml:space="preserve"> الجثه و دفن بکربلاء بعد أربع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ن</w:t>
      </w:r>
      <w:r w:rsidR="000372C6" w:rsidRPr="008C148C">
        <w:rPr>
          <w:rStyle w:val="libBold2Char"/>
          <w:rtl/>
        </w:rPr>
        <w:t xml:space="preserve"> </w:t>
      </w:r>
      <w:r w:rsidR="000372C6" w:rsidRPr="008C148C">
        <w:rPr>
          <w:rStyle w:val="libBold2Char"/>
          <w:rFonts w:hint="cs"/>
          <w:rtl/>
        </w:rPr>
        <w:t>ی</w:t>
      </w:r>
      <w:r w:rsidR="000372C6" w:rsidRPr="008C148C">
        <w:rPr>
          <w:rStyle w:val="libBold2Char"/>
          <w:rFonts w:hint="eastAsia"/>
          <w:rtl/>
        </w:rPr>
        <w:t>وما</w:t>
      </w:r>
      <w:r w:rsidR="000372C6" w:rsidRPr="008C148C">
        <w:rPr>
          <w:rStyle w:val="libBold2Char"/>
          <w:rtl/>
        </w:rPr>
        <w:t xml:space="preserve"> من المقتل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نظر امام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سر آن حضرت به بدن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مل</w:t>
      </w:r>
      <w:r w:rsidR="000372C6" w:rsidRPr="000372C6">
        <w:rPr>
          <w:rFonts w:hint="eastAsia"/>
          <w:rtl/>
          <w:lang w:bidi="fa-IR"/>
        </w:rPr>
        <w:t>حق</w:t>
      </w:r>
      <w:r w:rsidR="000372C6" w:rsidRPr="000372C6">
        <w:rPr>
          <w:rtl/>
          <w:lang w:bidi="fa-IR"/>
        </w:rPr>
        <w:t xml:space="preserve"> گرد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چهل روز پس از شهادت آن حضرت در کربلا به خاک سپرده شد</w:t>
      </w:r>
      <w:r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61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5E4252" w:rsidRDefault="002F25E3" w:rsidP="002F25E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9.</w:t>
      </w:r>
      <w:r w:rsidR="000372C6" w:rsidRPr="000372C6">
        <w:rPr>
          <w:rtl/>
          <w:lang w:bidi="fa-IR"/>
        </w:rPr>
        <w:t xml:space="preserve"> </w:t>
      </w:r>
      <w:r w:rsidR="000372C6" w:rsidRPr="002F25E3">
        <w:rPr>
          <w:rStyle w:val="libBold1Char"/>
          <w:rtl/>
        </w:rPr>
        <w:t>آ</w:t>
      </w:r>
      <w:r w:rsidR="000372C6" w:rsidRPr="002F25E3">
        <w:rPr>
          <w:rStyle w:val="libBold1Char"/>
          <w:rFonts w:hint="cs"/>
          <w:rtl/>
        </w:rPr>
        <w:t>ی</w:t>
      </w:r>
      <w:r w:rsidR="000372C6" w:rsidRPr="002F25E3">
        <w:rPr>
          <w:rStyle w:val="libBold1Char"/>
          <w:rFonts w:hint="eastAsia"/>
          <w:rtl/>
        </w:rPr>
        <w:t>ت</w:t>
      </w:r>
      <w:r w:rsidR="000372C6" w:rsidRPr="002F25E3">
        <w:rPr>
          <w:rStyle w:val="libBold1Char"/>
          <w:rtl/>
        </w:rPr>
        <w:t xml:space="preserve"> الله م</w:t>
      </w:r>
      <w:r w:rsidR="000372C6" w:rsidRPr="002F25E3">
        <w:rPr>
          <w:rStyle w:val="libBold1Char"/>
          <w:rFonts w:hint="cs"/>
          <w:rtl/>
        </w:rPr>
        <w:t>ی</w:t>
      </w:r>
      <w:r w:rsidR="000372C6" w:rsidRPr="002F25E3">
        <w:rPr>
          <w:rStyle w:val="libBold1Char"/>
          <w:rFonts w:hint="eastAsia"/>
          <w:rtl/>
        </w:rPr>
        <w:t>رزا</w:t>
      </w:r>
      <w:r w:rsidR="000372C6" w:rsidRPr="002F25E3">
        <w:rPr>
          <w:rStyle w:val="libBold1Char"/>
          <w:rtl/>
        </w:rPr>
        <w:t xml:space="preserve"> محمد اشراق</w:t>
      </w:r>
      <w:r w:rsidR="000372C6" w:rsidRPr="002F25E3">
        <w:rPr>
          <w:rStyle w:val="libBold1Char"/>
          <w:rFonts w:hint="cs"/>
          <w:rtl/>
        </w:rPr>
        <w:t>ی</w:t>
      </w:r>
      <w:r w:rsidRPr="002F25E3">
        <w:rPr>
          <w:rFonts w:hint="cs"/>
          <w:rtl/>
        </w:rPr>
        <w:t xml:space="preserve"> </w:t>
      </w:r>
      <w:r>
        <w:rPr>
          <w:rtl/>
          <w:lang w:bidi="fa-IR"/>
        </w:rPr>
        <w:t>(</w:t>
      </w:r>
      <w:r w:rsidR="000372C6" w:rsidRPr="000372C6">
        <w:rPr>
          <w:rtl/>
          <w:lang w:bidi="fa-IR"/>
        </w:rPr>
        <w:t xml:space="preserve">ارباب) </w:t>
      </w:r>
      <w:r w:rsidR="002968FB">
        <w:rPr>
          <w:rtl/>
          <w:lang w:bidi="fa-IR"/>
        </w:rPr>
        <w:t>(</w:t>
      </w:r>
      <w:r w:rsidR="000372C6" w:rsidRPr="000372C6">
        <w:rPr>
          <w:rtl/>
          <w:lang w:bidi="fa-IR"/>
        </w:rPr>
        <w:t xml:space="preserve">م </w:t>
      </w:r>
      <w:r w:rsidR="008A37BF">
        <w:rPr>
          <w:rtl/>
          <w:lang w:bidi="fa-IR"/>
        </w:rPr>
        <w:t>13</w:t>
      </w:r>
      <w:r w:rsidR="00EA4950">
        <w:rPr>
          <w:rtl/>
          <w:lang w:bidi="fa-IR"/>
        </w:rPr>
        <w:t>4</w:t>
      </w:r>
      <w:r w:rsidR="008A37BF">
        <w:rPr>
          <w:rtl/>
          <w:lang w:bidi="fa-IR"/>
        </w:rPr>
        <w:t>1</w:t>
      </w:r>
      <w:r w:rsidR="000372C6" w:rsidRPr="000372C6">
        <w:rPr>
          <w:rtl/>
          <w:lang w:bidi="fa-IR"/>
        </w:rPr>
        <w:t xml:space="preserve"> ق) پس از ذکر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</w:t>
      </w:r>
      <w:r w:rsidR="000372C6" w:rsidRPr="005E4252">
        <w:rPr>
          <w:rStyle w:val="libBold1Char"/>
          <w:rtl/>
        </w:rPr>
        <w:t>بشاره المصطف</w:t>
      </w:r>
      <w:r w:rsidR="000372C6" w:rsidRPr="005E4252">
        <w:rPr>
          <w:rStyle w:val="libBold1Char"/>
          <w:rFonts w:hint="cs"/>
          <w:rtl/>
        </w:rPr>
        <w:t>ی</w:t>
      </w:r>
      <w:r w:rsidR="000372C6" w:rsidRPr="005E4252">
        <w:rPr>
          <w:rStyle w:val="libBold1Char"/>
          <w:rtl/>
        </w:rPr>
        <w:t xml:space="preserve"> درباره </w:t>
      </w:r>
      <w:r w:rsidR="000372C6" w:rsidRPr="005E4252">
        <w:rPr>
          <w:rStyle w:val="libBold1Char"/>
          <w:rFonts w:hint="cs"/>
          <w:rtl/>
        </w:rPr>
        <w:t>ی</w:t>
      </w:r>
      <w:r w:rsidR="000372C6" w:rsidRPr="005E4252">
        <w:rPr>
          <w:rStyle w:val="libBold1Char"/>
          <w:rtl/>
        </w:rPr>
        <w:t xml:space="preserve"> ز</w:t>
      </w:r>
      <w:r w:rsidR="000372C6" w:rsidRPr="005E4252">
        <w:rPr>
          <w:rStyle w:val="libBold1Char"/>
          <w:rFonts w:hint="cs"/>
          <w:rtl/>
        </w:rPr>
        <w:t>ی</w:t>
      </w:r>
      <w:r w:rsidR="000372C6" w:rsidRPr="005E4252">
        <w:rPr>
          <w:rStyle w:val="libBold1Char"/>
          <w:rFonts w:hint="eastAsia"/>
          <w:rtl/>
        </w:rPr>
        <w:t>ارت</w:t>
      </w:r>
      <w:r w:rsidRPr="005E4252">
        <w:rPr>
          <w:rStyle w:val="libBold1Char"/>
          <w:rFonts w:hint="cs"/>
          <w:rtl/>
        </w:rPr>
        <w:t xml:space="preserve"> </w:t>
      </w:r>
      <w:r w:rsidR="000372C6" w:rsidRPr="005E4252">
        <w:rPr>
          <w:rStyle w:val="libBold1Char"/>
          <w:rFonts w:hint="eastAsia"/>
          <w:rtl/>
        </w:rPr>
        <w:t>جابر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680FA6" w:rsidRDefault="000372C6" w:rsidP="00C45BBB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معتبر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مذکور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بوده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روز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ذکر نشده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در سال اول شهادت بود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بعد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کن</w:t>
      </w:r>
      <w:r w:rsidRPr="000372C6">
        <w:rPr>
          <w:rtl/>
          <w:lang w:bidi="fa-IR"/>
        </w:rPr>
        <w:t xml:space="preserve"> مذکور در سا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کتب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تحقق هر دو امر است در هر حال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به کربلا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ذ</w:t>
      </w:r>
      <w:r w:rsidRPr="000372C6">
        <w:rPr>
          <w:rFonts w:hint="eastAsia"/>
          <w:rtl/>
          <w:lang w:bidi="fa-IR"/>
        </w:rPr>
        <w:t>کر</w:t>
      </w:r>
      <w:r w:rsidRPr="000372C6">
        <w:rPr>
          <w:rtl/>
          <w:lang w:bidi="fa-IR"/>
        </w:rPr>
        <w:t xml:space="preserve"> 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عامه و خاصه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مانند </w:t>
      </w:r>
      <w:r w:rsidRPr="00DE338E">
        <w:rPr>
          <w:rStyle w:val="libBold1Char"/>
          <w:rtl/>
        </w:rPr>
        <w:t>ابن نما و ابن طاووس و ابومخنف</w:t>
      </w:r>
      <w:r w:rsidRPr="000372C6">
        <w:rPr>
          <w:rtl/>
          <w:lang w:bidi="fa-IR"/>
        </w:rPr>
        <w:t xml:space="preserve"> و </w:t>
      </w:r>
      <w:r w:rsidRPr="00DE338E">
        <w:rPr>
          <w:rStyle w:val="libBold1Char"/>
          <w:rtl/>
        </w:rPr>
        <w:t>صاحب کتاب نورالع</w:t>
      </w:r>
      <w:r w:rsidRPr="00DE338E">
        <w:rPr>
          <w:rStyle w:val="libBold1Char"/>
          <w:rFonts w:hint="cs"/>
          <w:rtl/>
        </w:rPr>
        <w:t>ی</w:t>
      </w:r>
      <w:r w:rsidRPr="00DE338E">
        <w:rPr>
          <w:rStyle w:val="libBold1Char"/>
          <w:rFonts w:hint="eastAsia"/>
          <w:rtl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از عبارت امال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صدوق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ظاهر شود که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خرج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C45BBB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="00C45BBB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بالنسوه</w:t>
      </w:r>
      <w:r w:rsidRPr="000372C6">
        <w:rPr>
          <w:rtl/>
          <w:lang w:bidi="fa-IR"/>
        </w:rPr>
        <w:t xml:space="preserve"> و رد الرأس 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کربلاء</w:t>
      </w:r>
      <w:r w:rsidR="000261F0">
        <w:rPr>
          <w:rtl/>
          <w:lang w:bidi="fa-IR"/>
        </w:rPr>
        <w:t>.</w:t>
      </w:r>
    </w:p>
    <w:p w:rsidR="00680FA6" w:rsidRDefault="000372C6" w:rsidP="00C45BBB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و در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</w:t>
      </w:r>
      <w:r w:rsidRPr="000372C6">
        <w:rPr>
          <w:rtl/>
          <w:lang w:bidi="fa-IR"/>
        </w:rPr>
        <w:t xml:space="preserve"> و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محفوظ است که بعد از سال شهادت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مسافرت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عراق ننموده اند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پس از ذکر خلاصه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نظر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680FA6" w:rsidRDefault="000372C6" w:rsidP="00680FA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حاصل او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اده</w:t>
      </w:r>
      <w:r w:rsidRPr="000372C6">
        <w:rPr>
          <w:rtl/>
          <w:lang w:bidi="fa-IR"/>
        </w:rPr>
        <w:t xml:space="preserve"> بر استبعاد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و امور منقوله را نتوان به استغراب تکذ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کرد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اگر چه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با آن که خود او در کتاب لهوف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680FA6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80FA6" w:rsidRPr="00B3235C">
        <w:rPr>
          <w:rStyle w:val="libFootnotenumChar"/>
          <w:rFonts w:hint="cs"/>
          <w:rtl/>
        </w:rPr>
        <w:t>62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ذکر کرده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کتاب اقبال استبعاد نموده و هرگاه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تأمل و تتبع در وضع مسافرت اعراب و خصوصا در ازمنه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سابقه نموده باشد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داند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مسافت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خلاف عادت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خصوصا هر گ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قافله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شتاب داشته باشد و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قب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سرعت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="00680FA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(در) مسافرت بس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معهود است</w:t>
      </w:r>
      <w:r w:rsidR="000261F0">
        <w:rPr>
          <w:rtl/>
          <w:lang w:bidi="fa-IR"/>
        </w:rPr>
        <w:t>.</w:t>
      </w:r>
    </w:p>
    <w:p w:rsidR="007D4B29" w:rsidRDefault="000372C6" w:rsidP="00E13272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هر حال وجه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تکذ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680FA6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80FA6" w:rsidRPr="00B3235C">
        <w:rPr>
          <w:rStyle w:val="libFootnotenumChar"/>
          <w:rFonts w:hint="cs"/>
          <w:rtl/>
        </w:rPr>
        <w:t>63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ده </w:t>
      </w:r>
      <w:r w:rsidRPr="00E13272">
        <w:rPr>
          <w:rStyle w:val="libBold1Char"/>
          <w:rtl/>
        </w:rPr>
        <w:t>آ</w:t>
      </w:r>
      <w:r w:rsidRPr="00E13272">
        <w:rPr>
          <w:rStyle w:val="libBold1Char"/>
          <w:rFonts w:hint="cs"/>
          <w:rtl/>
        </w:rPr>
        <w:t>ی</w:t>
      </w:r>
      <w:r w:rsidRPr="00E13272">
        <w:rPr>
          <w:rStyle w:val="libBold1Char"/>
          <w:rFonts w:hint="eastAsia"/>
          <w:rtl/>
        </w:rPr>
        <w:t>ت</w:t>
      </w:r>
      <w:r w:rsidRPr="00E13272">
        <w:rPr>
          <w:rStyle w:val="libBold1Char"/>
          <w:rtl/>
        </w:rPr>
        <w:t xml:space="preserve"> الله شه</w:t>
      </w:r>
      <w:r w:rsidRPr="00E13272">
        <w:rPr>
          <w:rStyle w:val="libBold1Char"/>
          <w:rFonts w:hint="cs"/>
          <w:rtl/>
        </w:rPr>
        <w:t>ی</w:t>
      </w:r>
      <w:r w:rsidRPr="00E13272">
        <w:rPr>
          <w:rStyle w:val="libBold1Char"/>
          <w:rFonts w:hint="eastAsia"/>
          <w:rtl/>
        </w:rPr>
        <w:t>د</w:t>
      </w:r>
      <w:r w:rsidRPr="00E13272">
        <w:rPr>
          <w:rStyle w:val="libBold1Char"/>
          <w:rtl/>
        </w:rPr>
        <w:t xml:space="preserve"> قاض</w:t>
      </w:r>
      <w:r w:rsidRPr="00E13272">
        <w:rPr>
          <w:rStyle w:val="libBold1Char"/>
          <w:rFonts w:hint="cs"/>
          <w:rtl/>
        </w:rPr>
        <w:t>ی</w:t>
      </w:r>
      <w:r w:rsidRPr="00E13272">
        <w:rPr>
          <w:rStyle w:val="libBold1Char"/>
          <w:rtl/>
        </w:rPr>
        <w:t xml:space="preserve"> طباطبا</w:t>
      </w:r>
      <w:r w:rsidRPr="00E13272">
        <w:rPr>
          <w:rStyle w:val="libBold1Char"/>
          <w:rFonts w:hint="cs"/>
          <w:rtl/>
        </w:rPr>
        <w:t>یی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رنج فراوان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اثبات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E13272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مسئله</w:t>
      </w:r>
      <w:r w:rsidRPr="000372C6">
        <w:rPr>
          <w:rtl/>
          <w:lang w:bidi="fa-IR"/>
        </w:rPr>
        <w:t xml:space="preserve"> تحمل نمود و کتاب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باره گردآور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خلاصه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ادله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را به هنگام طرح ادله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آورد</w:t>
      </w:r>
      <w:r w:rsidR="00E13272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گفتن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گر چه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نقل</w:t>
      </w:r>
      <w:r w:rsidR="002E2CB4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فوق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تنها بازگرداندن سر مقدس به بدن طاهر آن حضرت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ذکر کرده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آن جا که </w:t>
      </w:r>
      <w:r w:rsidRPr="000372C6">
        <w:rPr>
          <w:rFonts w:hint="eastAsia"/>
          <w:rtl/>
          <w:lang w:bidi="fa-IR"/>
        </w:rPr>
        <w:t>مسئله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الحاق سر به بدن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مسئله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 جدا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بنابر قول مشهور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توسط امام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العابد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صورت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 سخن قرطب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پس از آن قزو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مناو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شبراو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شبلنج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آورد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2E2CB4">
        <w:rPr>
          <w:rFonts w:hint="cs"/>
          <w:rtl/>
          <w:lang w:bidi="fa-IR"/>
        </w:rPr>
        <w:t>.</w:t>
      </w:r>
    </w:p>
    <w:p w:rsidR="000372C6" w:rsidRPr="000372C6" w:rsidRDefault="007D4B29" w:rsidP="007D4B2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DE338E">
      <w:pPr>
        <w:pStyle w:val="Heading2"/>
        <w:rPr>
          <w:rtl/>
          <w:lang w:bidi="fa-IR"/>
        </w:rPr>
      </w:pPr>
      <w:bookmarkStart w:id="11" w:name="_Toc526764130"/>
      <w:r w:rsidRPr="000372C6">
        <w:rPr>
          <w:rFonts w:hint="eastAsia"/>
          <w:rtl/>
          <w:lang w:bidi="fa-IR"/>
        </w:rPr>
        <w:t>مخالفان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</w:t>
      </w:r>
      <w:bookmarkEnd w:id="11"/>
    </w:p>
    <w:p w:rsidR="00B53CC7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عده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دانشمندان نتوانسته اند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B53CC7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بپذ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رند</w:t>
      </w:r>
      <w:r w:rsidRPr="000372C6">
        <w:rPr>
          <w:rtl/>
          <w:lang w:bidi="fa-IR"/>
        </w:rPr>
        <w:t xml:space="preserve"> و آن را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محال دانسته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سخنان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آور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:</w:t>
      </w:r>
    </w:p>
    <w:p w:rsidR="007052E9" w:rsidRDefault="00B53CC7" w:rsidP="000372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Pr="007052E9">
        <w:rPr>
          <w:rStyle w:val="libBold1Char"/>
          <w:rFonts w:hint="cs"/>
          <w:rtl/>
        </w:rPr>
        <w:t>.</w:t>
      </w:r>
      <w:r w:rsidR="000372C6" w:rsidRPr="007052E9">
        <w:rPr>
          <w:rStyle w:val="libBold1Char"/>
          <w:rtl/>
        </w:rPr>
        <w:t xml:space="preserve"> س</w:t>
      </w:r>
      <w:r w:rsidR="000372C6" w:rsidRPr="007052E9">
        <w:rPr>
          <w:rStyle w:val="libBold1Char"/>
          <w:rFonts w:hint="cs"/>
          <w:rtl/>
        </w:rPr>
        <w:t>ی</w:t>
      </w:r>
      <w:r w:rsidR="000372C6" w:rsidRPr="007052E9">
        <w:rPr>
          <w:rStyle w:val="libBold1Char"/>
          <w:rFonts w:hint="eastAsia"/>
          <w:rtl/>
        </w:rPr>
        <w:t>د</w:t>
      </w:r>
      <w:r w:rsidR="000372C6" w:rsidRPr="007052E9">
        <w:rPr>
          <w:rStyle w:val="libBold1Char"/>
          <w:rtl/>
        </w:rPr>
        <w:t xml:space="preserve"> بن طاووس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ظاهرا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نخست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که به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مطلب خدشه وارد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سازد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با برداشت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خو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از کلام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طوس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دارد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بازگشت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را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دانسته است او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7052E9" w:rsidRDefault="007052E9" w:rsidP="007052E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DE1780">
        <w:rPr>
          <w:rStyle w:val="libBold2Char"/>
          <w:rtl/>
        </w:rPr>
        <w:t>و وجدت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المصباح أن حرم الحس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</w:t>
      </w:r>
      <w:r w:rsidR="000372C6" w:rsidRPr="00DE1780">
        <w:rPr>
          <w:rStyle w:val="libBold2Char"/>
          <w:rtl/>
        </w:rPr>
        <w:t>و صلوا المد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نه</w:t>
      </w:r>
      <w:r w:rsidR="000372C6" w:rsidRPr="00DE1780">
        <w:rPr>
          <w:rStyle w:val="libBold2Char"/>
          <w:rtl/>
        </w:rPr>
        <w:t xml:space="preserve"> مع مولانا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بن الحس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العشر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من صفر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غ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ر</w:t>
      </w:r>
      <w:r w:rsidR="000372C6" w:rsidRPr="00DE1780">
        <w:rPr>
          <w:rStyle w:val="libBold2Char"/>
          <w:rtl/>
        </w:rPr>
        <w:t xml:space="preserve"> المصباح أنهم وصلوا کربلاء أ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ضا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عودهم من الش</w:t>
      </w:r>
      <w:r w:rsidR="000372C6" w:rsidRPr="00DE1780">
        <w:rPr>
          <w:rStyle w:val="libBold2Char"/>
          <w:rFonts w:hint="eastAsia"/>
          <w:rtl/>
        </w:rPr>
        <w:t>ام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العشر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من صفر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کلاهما مستبعد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لأن عب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دالله</w:t>
      </w:r>
      <w:r w:rsidR="000372C6" w:rsidRPr="00DE1780">
        <w:rPr>
          <w:rStyle w:val="libBold2Char"/>
          <w:rtl/>
        </w:rPr>
        <w:t xml:space="preserve"> بن ز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اد</w:t>
      </w:r>
      <w:r w:rsidR="000372C6" w:rsidRPr="00DE1780">
        <w:rPr>
          <w:rStyle w:val="libBold2Char"/>
          <w:rtl/>
        </w:rPr>
        <w:t xml:space="preserve"> لعنه الله کتب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ز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د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عرفه</w:t>
      </w:r>
      <w:r w:rsidR="000372C6" w:rsidRPr="00DE1780">
        <w:rPr>
          <w:rStyle w:val="libBold2Char"/>
          <w:rtl/>
        </w:rPr>
        <w:t xml:space="preserve"> ما جر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و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ستأذنه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حملهم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لم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حملهم</w:t>
      </w:r>
      <w:r w:rsidR="000372C6" w:rsidRPr="00DE1780">
        <w:rPr>
          <w:rStyle w:val="libBold2Char"/>
          <w:rtl/>
        </w:rPr>
        <w:t xml:space="preserve"> حت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عاد الجواب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هذا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حتاج</w:t>
      </w:r>
      <w:r w:rsidR="000372C6" w:rsidRPr="00DE1780">
        <w:rPr>
          <w:rStyle w:val="libBold2Char"/>
          <w:rtl/>
        </w:rPr>
        <w:t xml:space="preserve">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نحو عشر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وما</w:t>
      </w:r>
      <w:r w:rsidR="000372C6" w:rsidRPr="00DE1780">
        <w:rPr>
          <w:rStyle w:val="libBold2Char"/>
          <w:rtl/>
        </w:rPr>
        <w:t xml:space="preserve"> أو أکثر منها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لأنه لما حملهم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الشام رو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أنهم أقاموا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ها</w:t>
      </w:r>
      <w:r w:rsidR="000372C6" w:rsidRPr="00DE1780">
        <w:rPr>
          <w:rStyle w:val="libBold2Char"/>
          <w:rtl/>
        </w:rPr>
        <w:t xml:space="preserve"> شهرا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eastAsia"/>
          <w:rtl/>
        </w:rPr>
        <w:t>موضع</w:t>
      </w:r>
      <w:r w:rsidR="000372C6" w:rsidRPr="00DE1780">
        <w:rPr>
          <w:rStyle w:val="libBold2Char"/>
          <w:rtl/>
        </w:rPr>
        <w:t xml:space="preserve"> لا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کنهم</w:t>
      </w:r>
      <w:r w:rsidR="000372C6" w:rsidRPr="00DE1780">
        <w:rPr>
          <w:rStyle w:val="libBold2Char"/>
          <w:rtl/>
        </w:rPr>
        <w:t xml:space="preserve"> من حر و لا برد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صوره الحال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قتض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أنهم تأخروا أکثر من أربع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وما</w:t>
      </w:r>
      <w:r w:rsidR="000372C6" w:rsidRPr="00DE1780">
        <w:rPr>
          <w:rStyle w:val="libBold2Char"/>
          <w:rtl/>
        </w:rPr>
        <w:t xml:space="preserve"> من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قتل</w:t>
      </w:r>
      <w:r w:rsidR="00FE4825" w:rsidRPr="00DE1780">
        <w:rPr>
          <w:rStyle w:val="libBold2Char"/>
          <w:rtl/>
        </w:rPr>
        <w:t xml:space="preserve"> </w:t>
      </w:r>
      <w:r w:rsidR="00E13185" w:rsidRPr="00DE1780">
        <w:rPr>
          <w:rStyle w:val="libBold2Char"/>
          <w:rtl/>
        </w:rPr>
        <w:t>عليه‌السلام</w:t>
      </w:r>
      <w:r w:rsidR="000372C6" w:rsidRPr="00DE1780">
        <w:rPr>
          <w:rStyle w:val="libBold2Char"/>
          <w:rtl/>
        </w:rPr>
        <w:t xml:space="preserve">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أن وصلوا العراق أو المد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نه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أما جوازهم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عودهم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کربلاء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مکن</w:t>
      </w:r>
      <w:r w:rsidR="000372C6" w:rsidRPr="00DE1780">
        <w:rPr>
          <w:rStyle w:val="libBold2Char"/>
          <w:rtl/>
        </w:rPr>
        <w:t xml:space="preserve"> ذلک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لکنه ما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کون</w:t>
      </w:r>
      <w:r w:rsidR="000372C6" w:rsidRPr="00DE1780">
        <w:rPr>
          <w:rStyle w:val="libBold2Char"/>
          <w:rtl/>
        </w:rPr>
        <w:t xml:space="preserve"> وصولهم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ها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العشر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من صفر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لأنهم اجتمعوا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ما رو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جابر بن عبدالله الأنصار</w:t>
      </w:r>
      <w:r w:rsidR="000372C6" w:rsidRPr="00DE1780">
        <w:rPr>
          <w:rStyle w:val="libBold2Char"/>
          <w:rFonts w:hint="cs"/>
          <w:rtl/>
        </w:rPr>
        <w:t>ی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فان کان جابر وصل زائرا من الحجاز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حتاج</w:t>
      </w:r>
      <w:r w:rsidR="000372C6" w:rsidRPr="00DE1780">
        <w:rPr>
          <w:rStyle w:val="libBold2Char"/>
          <w:rtl/>
        </w:rPr>
        <w:t xml:space="preserve"> وصول</w:t>
      </w:r>
      <w:r w:rsidRPr="00DE1780">
        <w:rPr>
          <w:rStyle w:val="libBold2Char"/>
          <w:rFonts w:hint="cs"/>
          <w:rtl/>
        </w:rPr>
        <w:t xml:space="preserve"> </w:t>
      </w:r>
      <w:r w:rsidR="000372C6" w:rsidRPr="00DE1780">
        <w:rPr>
          <w:rStyle w:val="libBold2Char"/>
          <w:rFonts w:hint="eastAsia"/>
          <w:rtl/>
        </w:rPr>
        <w:t>الخبر</w:t>
      </w:r>
      <w:r w:rsidR="000372C6" w:rsidRPr="00DE1780">
        <w:rPr>
          <w:rStyle w:val="libBold2Char"/>
          <w:rtl/>
        </w:rPr>
        <w:t xml:space="preserve">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</w:t>
      </w:r>
      <w:r w:rsidR="000372C6" w:rsidRPr="00DE1780">
        <w:rPr>
          <w:rStyle w:val="libBold2Char"/>
          <w:rtl/>
        </w:rPr>
        <w:t xml:space="preserve"> و مج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ئه</w:t>
      </w:r>
      <w:r w:rsidR="000372C6" w:rsidRPr="00DE1780">
        <w:rPr>
          <w:rStyle w:val="libBold2Char"/>
          <w:rtl/>
        </w:rPr>
        <w:t xml:space="preserve"> أکثر من أربع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وما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أن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کون</w:t>
      </w:r>
      <w:r w:rsidR="000372C6" w:rsidRPr="00DE1780">
        <w:rPr>
          <w:rStyle w:val="libBold2Char"/>
          <w:rtl/>
        </w:rPr>
        <w:t xml:space="preserve"> جابر وصل من غ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ر</w:t>
      </w:r>
      <w:r w:rsidR="000372C6" w:rsidRPr="00DE1780">
        <w:rPr>
          <w:rStyle w:val="libBold2Char"/>
          <w:rtl/>
        </w:rPr>
        <w:t xml:space="preserve"> الحجاز من الکوفه أو غ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رها</w:t>
      </w:r>
      <w:r w:rsidR="000261F0">
        <w:rPr>
          <w:rtl/>
          <w:lang w:bidi="fa-IR"/>
        </w:rPr>
        <w:t>؛</w:t>
      </w:r>
    </w:p>
    <w:p w:rsidR="007052E9" w:rsidRDefault="000372C6" w:rsidP="007052E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مصباح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همراه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و در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مصباح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افتم</w:t>
      </w:r>
      <w:r w:rsidRPr="000372C6">
        <w:rPr>
          <w:rtl/>
          <w:lang w:bidi="fa-IR"/>
        </w:rPr>
        <w:t xml:space="preserve"> که آنان به هنگام بازگشت از شام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همان روز به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و هر دو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که 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دالله</w:t>
      </w:r>
      <w:r w:rsidRPr="000372C6">
        <w:rPr>
          <w:rtl/>
          <w:lang w:bidi="fa-IR"/>
        </w:rPr>
        <w:t xml:space="preserve"> 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- لعنه الله - نامه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نوشت که در آن ماجرا را نوشته و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فرستادن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به شام کسب اجازه نمود و او تا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پاسخ را 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نکرد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اقدام به ارسال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ننمود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به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ازمند</w:t>
      </w:r>
      <w:r w:rsidRPr="000372C6">
        <w:rPr>
          <w:rtl/>
          <w:lang w:bidi="fa-IR"/>
        </w:rPr>
        <w:t xml:space="preserve"> است</w:t>
      </w:r>
      <w:r w:rsidR="007052E9">
        <w:rPr>
          <w:rFonts w:hint="cs"/>
          <w:rtl/>
          <w:lang w:bidi="fa-IR"/>
        </w:rPr>
        <w:t>.</w:t>
      </w:r>
    </w:p>
    <w:p w:rsidR="007052E9" w:rsidRDefault="000372C6" w:rsidP="007052E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همچن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است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به شام بردند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 در جا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بودند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از گرما و سرما بازنم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 و صورت قض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آنان پس از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عراق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="007052E9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اما عبور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از کربلا هنگ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بازگشت امکان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نبوده است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چرا که آنها - طبق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- با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ملاقات کردند و اگر جابر به عنوان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از حجاز آمده باشد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 xml:space="preserve"> خبر به او و آمدن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چهل روز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ازمند</w:t>
      </w:r>
      <w:r w:rsidRPr="000372C6">
        <w:rPr>
          <w:rtl/>
          <w:lang w:bidi="fa-IR"/>
        </w:rPr>
        <w:t xml:space="preserve"> است</w:t>
      </w:r>
      <w:r w:rsidR="007052E9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7052E9" w:rsidRPr="00B3235C">
        <w:rPr>
          <w:rStyle w:val="libFootnotenumChar"/>
          <w:rFonts w:hint="cs"/>
          <w:rtl/>
        </w:rPr>
        <w:t>64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4049F1" w:rsidRDefault="000372C6" w:rsidP="004049F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گفتن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آنچ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از کلام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مصباح المجتهد نقل کرده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عبارت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ما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کتاب آورد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4049F1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سازد آنچه در مصباح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است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:</w:t>
      </w:r>
    </w:p>
    <w:p w:rsidR="000A7B3A" w:rsidRDefault="001F41B5" w:rsidP="001F41B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DE1780">
        <w:rPr>
          <w:rStyle w:val="libBold2Char"/>
          <w:rtl/>
        </w:rPr>
        <w:t>و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العشر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منه کان رجوع حرم 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دنا</w:t>
      </w:r>
      <w:r w:rsidR="000372C6" w:rsidRPr="00DE1780">
        <w:rPr>
          <w:rStyle w:val="libBold2Char"/>
          <w:rtl/>
        </w:rPr>
        <w:t xml:space="preserve"> أب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عبدالله الحس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بن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بن اب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طالب</w:t>
      </w:r>
      <w:r w:rsidR="00FE4825" w:rsidRPr="001F41B5">
        <w:rPr>
          <w:rStyle w:val="libBold1Char"/>
          <w:rtl/>
        </w:rPr>
        <w:t xml:space="preserve"> </w:t>
      </w:r>
      <w:r w:rsidR="00E13185" w:rsidRPr="001F41B5">
        <w:rPr>
          <w:rStyle w:val="libAlaemChar"/>
          <w:rtl/>
        </w:rPr>
        <w:t>عليه‌السلام</w:t>
      </w:r>
      <w:r w:rsidR="000372C6" w:rsidRPr="001F41B5">
        <w:rPr>
          <w:rStyle w:val="libBold1Char"/>
          <w:rtl/>
        </w:rPr>
        <w:t xml:space="preserve"> </w:t>
      </w:r>
      <w:r w:rsidR="000372C6" w:rsidRPr="00DE1780">
        <w:rPr>
          <w:rStyle w:val="libBold2Char"/>
          <w:rtl/>
        </w:rPr>
        <w:t>من الشام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مد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نه</w:t>
      </w:r>
      <w:r w:rsidR="000372C6" w:rsidRPr="00DE1780">
        <w:rPr>
          <w:rStyle w:val="libBold2Char"/>
          <w:rtl/>
        </w:rPr>
        <w:t xml:space="preserve"> الرسول</w:t>
      </w:r>
      <w:r w:rsidR="004049F1" w:rsidRPr="001F41B5">
        <w:rPr>
          <w:rStyle w:val="libBold1Char"/>
          <w:rFonts w:hint="cs"/>
          <w:rtl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65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«رجوع» و بازگشت از شام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از «وصول» و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است در </w:t>
      </w:r>
      <w:r w:rsidR="000372C6" w:rsidRPr="000372C6">
        <w:rPr>
          <w:rFonts w:hint="eastAsia"/>
          <w:rtl/>
          <w:lang w:bidi="fa-IR"/>
        </w:rPr>
        <w:t>کلام</w:t>
      </w:r>
      <w:r w:rsidR="000372C6" w:rsidRPr="000372C6">
        <w:rPr>
          <w:rtl/>
          <w:lang w:bidi="fa-IR"/>
        </w:rPr>
        <w:t xml:space="preserve">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طوس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کلمه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وصول وجود ندارد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بنابرا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را با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برداشت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بن طاووس از کلام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دانست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که ما با برداشت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موافق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0372C6" w:rsidRPr="000372C6">
        <w:rPr>
          <w:rtl/>
          <w:lang w:bidi="fa-IR"/>
        </w:rPr>
        <w:t xml:space="preserve"> و با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دو امر بازگشت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و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به کربلا در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 سال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1</w:t>
      </w:r>
      <w:r w:rsidR="000372C6" w:rsidRPr="000372C6">
        <w:rPr>
          <w:rtl/>
          <w:lang w:bidi="fa-IR"/>
        </w:rPr>
        <w:t xml:space="preserve"> را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دانسته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امر او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موضوعا منتف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ول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در هر حال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با توجه به قرا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و مستندات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ذکر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بازگشت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را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 و حت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جابر بن عبدالله انصار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را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پذ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رد</w:t>
      </w:r>
      <w:r w:rsidR="000372C6" w:rsidRPr="000372C6">
        <w:rPr>
          <w:rtl/>
          <w:lang w:bidi="fa-IR"/>
        </w:rPr>
        <w:t xml:space="preserve"> و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شواهد را دل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قول خود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داند</w:t>
      </w:r>
      <w:r w:rsidR="000261F0">
        <w:rPr>
          <w:rtl/>
          <w:lang w:bidi="fa-IR"/>
        </w:rPr>
        <w:t>:</w:t>
      </w:r>
    </w:p>
    <w:p w:rsidR="000A7B3A" w:rsidRDefault="000372C6" w:rsidP="001F41B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الف</w:t>
      </w:r>
      <w:r w:rsidR="000A7B3A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دالله</w:t>
      </w:r>
      <w:r w:rsidRPr="000372C6">
        <w:rPr>
          <w:rtl/>
          <w:lang w:bidi="fa-IR"/>
        </w:rPr>
        <w:t xml:space="preserve"> 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کوفه ن</w:t>
      </w:r>
      <w:r w:rsidRPr="000372C6">
        <w:rPr>
          <w:rFonts w:hint="eastAsia"/>
          <w:rtl/>
          <w:lang w:bidi="fa-IR"/>
        </w:rPr>
        <w:t>امه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فرستاد و کسب تکل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کرد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رفت و برگشت نامه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حدود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لازم دارد</w:t>
      </w:r>
      <w:r w:rsidR="000A7B3A">
        <w:rPr>
          <w:rFonts w:hint="cs"/>
          <w:rtl/>
          <w:lang w:bidi="fa-IR"/>
        </w:rPr>
        <w:t>.</w:t>
      </w:r>
    </w:p>
    <w:p w:rsidR="00CC4D57" w:rsidRDefault="000372C6" w:rsidP="001F41B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</w:t>
      </w:r>
      <w:r w:rsidR="000A7B3A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است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حدود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 در شام در جا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نامناسب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از گرما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روز و از سرما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شب محافظت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نمود اقامت داشتند</w:t>
      </w:r>
      <w:r w:rsidR="00CC4D57">
        <w:rPr>
          <w:rFonts w:hint="cs"/>
          <w:rtl/>
          <w:lang w:bidi="fa-IR"/>
        </w:rPr>
        <w:t>.</w:t>
      </w:r>
    </w:p>
    <w:p w:rsidR="005140F3" w:rsidRDefault="000372C6" w:rsidP="0076494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ج</w:t>
      </w:r>
      <w:r w:rsidR="00CC4D57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جابر بن عبدالله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</w:t>
      </w:r>
      <w:r w:rsidRPr="000372C6">
        <w:rPr>
          <w:rFonts w:hint="eastAsia"/>
          <w:rtl/>
          <w:lang w:bidi="fa-IR"/>
        </w:rPr>
        <w:t>واند</w:t>
      </w:r>
      <w:r w:rsidRPr="000372C6">
        <w:rPr>
          <w:rtl/>
          <w:lang w:bidi="fa-IR"/>
        </w:rPr>
        <w:t xml:space="preserve"> در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خود را به کربلا برساند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چون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 xml:space="preserve"> خبر به حجاز و حرکت او از حجاز به سمت کربلا</w:t>
      </w:r>
      <w:r w:rsidR="0076494C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به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چهل روز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دارد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در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امکان عبور از کربلا و ملاقات با جابر را در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</w:t>
      </w:r>
      <w:r w:rsidR="005140F3">
        <w:rPr>
          <w:rFonts w:hint="cs"/>
          <w:rtl/>
          <w:lang w:bidi="fa-IR"/>
        </w:rPr>
        <w:t>.</w:t>
      </w:r>
    </w:p>
    <w:p w:rsidR="005140F3" w:rsidRDefault="000372C6" w:rsidP="0076494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</w:t>
      </w:r>
      <w:r w:rsidR="000261F0">
        <w:rPr>
          <w:rtl/>
          <w:lang w:bidi="fa-IR"/>
        </w:rPr>
        <w:t>:</w:t>
      </w:r>
      <w:r w:rsidR="00162F1E">
        <w:rPr>
          <w:rFonts w:hint="cs"/>
          <w:rtl/>
          <w:lang w:bidi="fa-IR"/>
        </w:rPr>
        <w:t xml:space="preserve"> </w:t>
      </w:r>
      <w:r w:rsidR="00162F1E">
        <w:rPr>
          <w:rtl/>
          <w:lang w:bidi="fa-IR"/>
        </w:rPr>
        <w:t>«</w:t>
      </w:r>
      <w:r w:rsidRPr="000372C6">
        <w:rPr>
          <w:rtl/>
          <w:lang w:bidi="fa-IR"/>
        </w:rPr>
        <w:t>چنانچه جابر در حجاز از شهادت آن حضرت آگاه شده و آن گاه رهسپار کربلا شده باشد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چهل روز وقت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خواهد</w:t>
      </w:r>
      <w:r w:rsidRPr="000372C6">
        <w:rPr>
          <w:rtl/>
          <w:lang w:bidi="fa-IR"/>
        </w:rPr>
        <w:t xml:space="preserve"> بود»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تمام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چون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در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سه بار به ضجه افتاد</w:t>
      </w:r>
      <w:r w:rsidR="000261F0">
        <w:rPr>
          <w:rtl/>
          <w:lang w:bidi="fa-IR"/>
        </w:rPr>
        <w:t>:</w:t>
      </w:r>
    </w:p>
    <w:p w:rsidR="00730036" w:rsidRDefault="008B1FA3" w:rsidP="0073003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1-</w:t>
      </w:r>
      <w:r w:rsidR="000372C6" w:rsidRPr="000372C6">
        <w:rPr>
          <w:rtl/>
          <w:lang w:bidi="fa-IR"/>
        </w:rPr>
        <w:t xml:space="preserve"> در روز عاشورا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ام سلمه خواب عج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امبر</w:t>
      </w:r>
      <w:r w:rsidR="0073003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="000372C6" w:rsidRPr="000372C6">
        <w:rPr>
          <w:rtl/>
          <w:lang w:bidi="fa-IR"/>
        </w:rPr>
        <w:t xml:space="preserve"> را غبار آلود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از او علت را پرس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خبر داد که من هم اکنون به شهادت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</w:t>
      </w:r>
      <w:r w:rsidR="000372C6" w:rsidRPr="000372C6">
        <w:rPr>
          <w:rtl/>
          <w:lang w:bidi="fa-IR"/>
        </w:rPr>
        <w:t xml:space="preserve">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را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دم</w:t>
      </w:r>
      <w:r w:rsidR="00730036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730036" w:rsidRPr="00B3235C">
        <w:rPr>
          <w:rStyle w:val="libFootnotenumChar"/>
          <w:rFonts w:hint="cs"/>
          <w:rtl/>
        </w:rPr>
        <w:t>66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730036" w:rsidRDefault="000372C6" w:rsidP="0073003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همچن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ن آن حضرت به ام سلمه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پر از خاک داده بود و فرموده بود که هر گاه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خاک رنگ خون به خود گرفت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بدان که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نم</w:t>
      </w:r>
      <w:r w:rsidRPr="000372C6">
        <w:rPr>
          <w:rtl/>
          <w:lang w:bidi="fa-IR"/>
        </w:rPr>
        <w:t xml:space="preserve"> به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</w:t>
      </w:r>
      <w:r w:rsidR="00730036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ام سلمه پس از آن خواب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سراغ آن خاک رفت و آن را چنان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که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73003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فرموده بود آن گاه چنان ضجه و فغان وناله سر داد که هجوم زن و مرد اهل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را در پ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از جمله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آنان ابن عباس بود</w:t>
      </w:r>
      <w:r w:rsidR="00730036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730036" w:rsidRPr="00B3235C">
        <w:rPr>
          <w:rStyle w:val="libFootnotenumChar"/>
          <w:rFonts w:hint="cs"/>
          <w:rtl/>
        </w:rPr>
        <w:t>67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730036" w:rsidRDefault="000372C6" w:rsidP="0073003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ماجرا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قاروره در کتب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و اهل سنت نقل شده است</w:t>
      </w:r>
      <w:r w:rsidR="000261F0">
        <w:rPr>
          <w:rtl/>
          <w:lang w:bidi="fa-IR"/>
        </w:rPr>
        <w:t>؛</w:t>
      </w:r>
      <w:r w:rsidR="00730036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730036" w:rsidRPr="00B3235C">
        <w:rPr>
          <w:rStyle w:val="libFootnotenumChar"/>
          <w:rFonts w:hint="cs"/>
          <w:rtl/>
        </w:rPr>
        <w:t>68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بعد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ندارد که جابر در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بوده و با آن معرفت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دارا بود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پس آگاه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افتن</w:t>
      </w:r>
      <w:r w:rsidRPr="000372C6">
        <w:rPr>
          <w:rtl/>
          <w:lang w:bidi="fa-IR"/>
        </w:rPr>
        <w:t xml:space="preserve"> از عمق فا</w:t>
      </w:r>
      <w:r w:rsidRPr="000372C6">
        <w:rPr>
          <w:rFonts w:hint="eastAsia"/>
          <w:rtl/>
          <w:lang w:bidi="fa-IR"/>
        </w:rPr>
        <w:t>جعه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دان سو رهسپار گردد</w:t>
      </w:r>
      <w:r w:rsidR="00730036">
        <w:rPr>
          <w:rFonts w:hint="cs"/>
          <w:rtl/>
          <w:lang w:bidi="fa-IR"/>
        </w:rPr>
        <w:t>.</w:t>
      </w:r>
    </w:p>
    <w:p w:rsidR="004F2243" w:rsidRDefault="008A37BF" w:rsidP="0073003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B1FA3">
        <w:rPr>
          <w:rFonts w:hint="cs"/>
          <w:rtl/>
          <w:lang w:bidi="fa-IR"/>
        </w:rPr>
        <w:t xml:space="preserve">- </w:t>
      </w:r>
      <w:r w:rsidR="000372C6" w:rsidRPr="000372C6">
        <w:rPr>
          <w:rtl/>
          <w:lang w:bidi="fa-IR"/>
        </w:rPr>
        <w:t xml:space="preserve">پس از فاجعه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کربلا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از سو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عاملان حکومت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خبر رسم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وال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و مردم اعلام شد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بنابرا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فرض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 توجه به وجود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چنانچه تا حوال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آخر محرم و ابتدا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صفر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خبر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باشد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باز حرکت جابر از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و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</w:t>
      </w:r>
      <w:r w:rsidR="000372C6" w:rsidRPr="000372C6">
        <w:rPr>
          <w:rtl/>
          <w:lang w:bidi="fa-IR"/>
        </w:rPr>
        <w:t xml:space="preserve"> او به کربلا در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ستم</w:t>
      </w:r>
      <w:r w:rsidR="000372C6" w:rsidRPr="000372C6">
        <w:rPr>
          <w:rtl/>
          <w:lang w:bidi="fa-IR"/>
        </w:rPr>
        <w:t xml:space="preserve"> صفر توج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پذ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خواهد بود</w:t>
      </w:r>
      <w:r w:rsidR="004F2243">
        <w:rPr>
          <w:rFonts w:hint="cs"/>
          <w:rtl/>
          <w:lang w:bidi="fa-IR"/>
        </w:rPr>
        <w:t>.</w:t>
      </w:r>
    </w:p>
    <w:p w:rsidR="008B1FA3" w:rsidRDefault="008B1FA3" w:rsidP="004F224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3-</w:t>
      </w:r>
      <w:r w:rsidR="000372C6" w:rsidRPr="000372C6">
        <w:rPr>
          <w:rtl/>
          <w:lang w:bidi="fa-IR"/>
        </w:rPr>
        <w:t xml:space="preserve"> به هنگام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</w:t>
      </w:r>
      <w:r w:rsidR="000372C6" w:rsidRPr="000372C6">
        <w:rPr>
          <w:rtl/>
          <w:lang w:bidi="fa-IR"/>
        </w:rPr>
        <w:t xml:space="preserve">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.</w:t>
      </w:r>
      <w:r w:rsidR="004F2243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4F2243" w:rsidRPr="00B3235C">
        <w:rPr>
          <w:rStyle w:val="libFootnotenumChar"/>
          <w:rFonts w:hint="cs"/>
          <w:rtl/>
        </w:rPr>
        <w:t>69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8B1FA3" w:rsidRDefault="008B1FA3" w:rsidP="004F224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2.</w:t>
      </w:r>
      <w:r w:rsidR="000372C6" w:rsidRPr="000372C6">
        <w:rPr>
          <w:rtl/>
          <w:lang w:bidi="fa-IR"/>
        </w:rPr>
        <w:t xml:space="preserve"> </w:t>
      </w:r>
      <w:r w:rsidR="000372C6" w:rsidRPr="008B1FA3">
        <w:rPr>
          <w:rStyle w:val="libBold1Char"/>
          <w:rtl/>
        </w:rPr>
        <w:t xml:space="preserve">علامه </w:t>
      </w:r>
      <w:r w:rsidR="000372C6" w:rsidRPr="008B1FA3">
        <w:rPr>
          <w:rStyle w:val="libBold1Char"/>
          <w:rFonts w:hint="cs"/>
          <w:rtl/>
        </w:rPr>
        <w:t>ی</w:t>
      </w:r>
      <w:r w:rsidR="000372C6" w:rsidRPr="008B1FA3">
        <w:rPr>
          <w:rStyle w:val="libBold1Char"/>
          <w:rtl/>
        </w:rPr>
        <w:t xml:space="preserve"> مجلس</w:t>
      </w:r>
      <w:r w:rsidR="000372C6" w:rsidRPr="008B1FA3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پس از ذکر قول مشهور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اصحاب درباره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بازگشت به کربلا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 و قول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گر</w:t>
      </w:r>
      <w:r w:rsidR="000372C6" w:rsidRPr="000372C6">
        <w:rPr>
          <w:rtl/>
          <w:lang w:bidi="fa-IR"/>
        </w:rPr>
        <w:t xml:space="preserve"> مبن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بر مراجعت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هر دو را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پذ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رد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و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</w:p>
    <w:p w:rsidR="008D54BE" w:rsidRDefault="008B1FA3" w:rsidP="002933D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DE1780">
        <w:rPr>
          <w:rStyle w:val="libBold2Char"/>
          <w:rtl/>
        </w:rPr>
        <w:t>اعلم أنه 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س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الأخبار ما العله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استحباب ز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ارته</w:t>
      </w:r>
      <w:r w:rsidR="000372C6" w:rsidRPr="00DE1780">
        <w:rPr>
          <w:rStyle w:val="libBold2Char"/>
          <w:rtl/>
        </w:rPr>
        <w:t xml:space="preserve"> صلوات الله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هذا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المشهور ب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الأصحاب أن العله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ذلک رجوع حرم الحس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صلوات الله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مثل ذلک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کربلاء عند رجوعهم من الشام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الحاق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بن الحس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</w:t>
      </w:r>
      <w:r w:rsidR="000372C6" w:rsidRPr="00DE1780">
        <w:rPr>
          <w:rStyle w:val="libBold2Char"/>
          <w:rtl/>
        </w:rPr>
        <w:t xml:space="preserve"> صلوات الله عل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ه</w:t>
      </w:r>
      <w:r w:rsidR="000372C6" w:rsidRPr="00DE1780">
        <w:rPr>
          <w:rStyle w:val="libBold2Char"/>
          <w:rtl/>
        </w:rPr>
        <w:t xml:space="preserve"> الرؤ</w:t>
      </w:r>
      <w:r w:rsidR="000372C6" w:rsidRPr="00DE1780">
        <w:rPr>
          <w:rStyle w:val="libBold2Char"/>
          <w:rFonts w:hint="eastAsia"/>
          <w:rtl/>
        </w:rPr>
        <w:t>وس</w:t>
      </w:r>
      <w:r w:rsidR="000372C6" w:rsidRPr="00DE1780">
        <w:rPr>
          <w:rStyle w:val="libBold2Char"/>
          <w:rtl/>
        </w:rPr>
        <w:t xml:space="preserve"> بالأجساد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ق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ل</w:t>
      </w:r>
      <w:r w:rsidR="000372C6" w:rsidRPr="00DE1780">
        <w:rPr>
          <w:rStyle w:val="libBold2Char"/>
          <w:rtl/>
        </w:rPr>
        <w:t xml:space="preserve">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مثل ذلک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وم</w:t>
      </w:r>
      <w:r w:rsidR="000372C6" w:rsidRPr="00DE1780">
        <w:rPr>
          <w:rStyle w:val="libBold2Char"/>
          <w:rtl/>
        </w:rPr>
        <w:t xml:space="preserve"> رجعوا ال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المد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نه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کلاهما مستبعدان جدا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لأن الزمان لا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سع</w:t>
      </w:r>
      <w:r w:rsidR="000372C6" w:rsidRPr="00DE1780">
        <w:rPr>
          <w:rStyle w:val="libBold2Char"/>
          <w:rtl/>
        </w:rPr>
        <w:t xml:space="preserve"> ذلک کما 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ظهر</w:t>
      </w:r>
      <w:r w:rsidR="000372C6" w:rsidRPr="00DE1780">
        <w:rPr>
          <w:rStyle w:val="libBold2Char"/>
          <w:rtl/>
        </w:rPr>
        <w:t xml:space="preserve"> من الأخبار و الآثار</w:t>
      </w:r>
      <w:r w:rsidR="000261F0" w:rsidRPr="00DE1780">
        <w:rPr>
          <w:rStyle w:val="libBold2Char"/>
          <w:rtl/>
        </w:rPr>
        <w:t>،</w:t>
      </w:r>
      <w:r w:rsidR="000372C6" w:rsidRPr="00DE1780">
        <w:rPr>
          <w:rStyle w:val="libBold2Char"/>
          <w:rtl/>
        </w:rPr>
        <w:t xml:space="preserve"> و کون ذلک ف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السنه الأخر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tl/>
        </w:rPr>
        <w:t xml:space="preserve"> أ</w:t>
      </w:r>
      <w:r w:rsidR="000372C6" w:rsidRPr="00DE1780">
        <w:rPr>
          <w:rStyle w:val="libBold2Char"/>
          <w:rFonts w:hint="cs"/>
          <w:rtl/>
        </w:rPr>
        <w:t>ی</w:t>
      </w:r>
      <w:r w:rsidR="000372C6" w:rsidRPr="00DE1780">
        <w:rPr>
          <w:rStyle w:val="libBold2Char"/>
          <w:rFonts w:hint="eastAsia"/>
          <w:rtl/>
        </w:rPr>
        <w:t>ضا</w:t>
      </w:r>
      <w:r w:rsidR="000372C6" w:rsidRPr="00DE1780">
        <w:rPr>
          <w:rStyle w:val="libBold2Char"/>
          <w:rtl/>
        </w:rPr>
        <w:t xml:space="preserve"> مستبعد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از اخبار و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علت استحباب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آن حضرت در روز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دانسته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</w:t>
      </w:r>
      <w:r w:rsidR="000372C6" w:rsidRPr="000372C6">
        <w:rPr>
          <w:rtl/>
          <w:lang w:bidi="fa-IR"/>
        </w:rPr>
        <w:t xml:space="preserve"> و مشهور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>ن اصحاب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علت آن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بازگشت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372C6" w:rsidRPr="000372C6">
        <w:rPr>
          <w:rtl/>
          <w:lang w:bidi="fa-IR"/>
        </w:rPr>
        <w:t xml:space="preserve"> در مثل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شام به کربلا و ملحق ساختن سرها به بدنها به دست 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بن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است و</w:t>
      </w:r>
      <w:r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گفته</w:t>
      </w:r>
      <w:r w:rsidR="000372C6" w:rsidRPr="000372C6">
        <w:rPr>
          <w:rtl/>
          <w:lang w:bidi="fa-IR"/>
        </w:rPr>
        <w:t xml:space="preserve"> شده است که در مثل چن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آنان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بازگشتند و هر دو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آن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چون زمان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گنجا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</w:t>
      </w:r>
      <w:r w:rsidR="000372C6" w:rsidRPr="000372C6">
        <w:rPr>
          <w:rtl/>
          <w:lang w:bidi="fa-IR"/>
        </w:rPr>
        <w:t xml:space="preserve"> آن را ندارد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همان گونه که از اخبار و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ات</w:t>
      </w:r>
      <w:r w:rsidR="000372C6" w:rsidRPr="000372C6">
        <w:rPr>
          <w:rtl/>
          <w:lang w:bidi="fa-IR"/>
        </w:rPr>
        <w:t xml:space="preserve"> دانسته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شود و اما آن که آنان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سال بعد به کربلا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باشند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آن هم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است</w:t>
      </w:r>
      <w:r w:rsidR="008D54BE">
        <w:rPr>
          <w:rFonts w:hint="cs"/>
          <w:rtl/>
          <w:lang w:bidi="fa-IR"/>
        </w:rPr>
        <w:t xml:space="preserve">.» </w:t>
      </w:r>
      <w:r w:rsidR="00686026" w:rsidRPr="00B3235C">
        <w:rPr>
          <w:rStyle w:val="libFootnotenumChar"/>
          <w:rtl/>
        </w:rPr>
        <w:t>(</w:t>
      </w:r>
      <w:r w:rsidR="002933D4" w:rsidRPr="00B3235C">
        <w:rPr>
          <w:rStyle w:val="libFootnotenumChar"/>
          <w:rFonts w:hint="cs"/>
          <w:rtl/>
        </w:rPr>
        <w:t>70</w:t>
      </w:r>
      <w:r w:rsidR="00686026" w:rsidRPr="00B3235C">
        <w:rPr>
          <w:rStyle w:val="libFootnotenumChar"/>
          <w:rtl/>
        </w:rPr>
        <w:t>)</w:t>
      </w:r>
      <w:r w:rsidR="008D54BE">
        <w:rPr>
          <w:rFonts w:hint="cs"/>
          <w:rtl/>
          <w:lang w:bidi="fa-IR"/>
        </w:rPr>
        <w:t xml:space="preserve"> </w:t>
      </w:r>
    </w:p>
    <w:p w:rsidR="008E728D" w:rsidRDefault="008D54BE" w:rsidP="008E728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0372C6" w:rsidRPr="000372C6">
        <w:rPr>
          <w:rtl/>
          <w:lang w:bidi="fa-IR"/>
        </w:rPr>
        <w:t xml:space="preserve"> </w:t>
      </w:r>
      <w:r w:rsidR="000372C6" w:rsidRPr="008D54BE">
        <w:rPr>
          <w:rStyle w:val="libBold1Char"/>
          <w:rtl/>
        </w:rPr>
        <w:t>محدث نور</w:t>
      </w:r>
      <w:r w:rsidR="000372C6" w:rsidRPr="008D54BE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eastAsia"/>
          <w:rtl/>
          <w:lang w:bidi="fa-IR"/>
        </w:rPr>
        <w:t>سئله</w:t>
      </w:r>
      <w:r w:rsidR="000372C6" w:rsidRPr="000372C6">
        <w:rPr>
          <w:rtl/>
          <w:lang w:bidi="fa-IR"/>
        </w:rPr>
        <w:t xml:space="preserve"> بازگشت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 را به طور کل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منکر شده است و ادله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قابل توجه دارد که ذهن عده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را به خود مشغول داشته است و تفص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کلام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خواهد آمد</w:t>
      </w:r>
      <w:r w:rsidR="008E728D">
        <w:rPr>
          <w:rFonts w:hint="cs"/>
          <w:rtl/>
          <w:lang w:bidi="fa-IR"/>
        </w:rPr>
        <w:t>.</w:t>
      </w:r>
    </w:p>
    <w:p w:rsidR="000372C6" w:rsidRPr="000372C6" w:rsidRDefault="008E728D" w:rsidP="008E728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="000372C6" w:rsidRPr="000372C6">
        <w:rPr>
          <w:rtl/>
          <w:lang w:bidi="fa-IR"/>
        </w:rPr>
        <w:t xml:space="preserve"> </w:t>
      </w:r>
      <w:r w:rsidR="000372C6" w:rsidRPr="008E728D">
        <w:rPr>
          <w:rStyle w:val="libBold1Char"/>
          <w:rtl/>
        </w:rPr>
        <w:t>محدث قم</w:t>
      </w:r>
      <w:r w:rsidR="000372C6" w:rsidRPr="008E728D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بازگشت در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اول را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دانسته و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سد</w:t>
      </w:r>
      <w:r w:rsidR="000261F0">
        <w:rPr>
          <w:rtl/>
          <w:lang w:bidi="fa-IR"/>
        </w:rPr>
        <w:t>:</w:t>
      </w:r>
    </w:p>
    <w:p w:rsidR="00251D75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مکشوف</w:t>
      </w:r>
      <w:r w:rsidRPr="000372C6">
        <w:rPr>
          <w:rtl/>
          <w:lang w:bidi="fa-IR"/>
        </w:rPr>
        <w:t xml:space="preserve"> باد که ثقات محدث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مورخ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متفق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بلکه خود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جل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طاووس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که بعد از شهادت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عمر سعد ملعون نخست سرها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شهدا را نزد</w:t>
      </w:r>
      <w:r w:rsidR="008D54BE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لع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روانه کرد و از پس آن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روز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به جانب کوفه برد و 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خب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بعد از شناعت و شماتت با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8D54BE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محبوس 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نامه به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معاو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فرستاد که در باب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سرها چه عمل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8D54BE">
        <w:rPr>
          <w:rFonts w:hint="cs"/>
          <w:rtl/>
          <w:lang w:bidi="fa-IR"/>
        </w:rPr>
        <w:t>.</w:t>
      </w:r>
    </w:p>
    <w:p w:rsidR="00251D75" w:rsidRDefault="000372C6" w:rsidP="00251D75">
      <w:pPr>
        <w:pStyle w:val="libNormal"/>
        <w:rPr>
          <w:rtl/>
          <w:lang w:bidi="fa-IR"/>
        </w:rPr>
      </w:pPr>
      <w:r w:rsidRPr="000372C6">
        <w:rPr>
          <w:rFonts w:hint="cs"/>
          <w:rtl/>
          <w:lang w:bidi="fa-IR"/>
        </w:rPr>
        <w:lastRenderedPageBreak/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لع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جواب نوشت که به جانب شام روان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داشت</w:t>
      </w:r>
      <w:r w:rsidR="00251D75">
        <w:rPr>
          <w:rFonts w:hint="cs"/>
          <w:rtl/>
          <w:lang w:bidi="fa-IR"/>
        </w:rPr>
        <w:t>؛</w:t>
      </w:r>
      <w:r w:rsidRPr="000372C6">
        <w:rPr>
          <w:rtl/>
          <w:lang w:bidi="fa-IR"/>
        </w:rPr>
        <w:t xml:space="preserve"> لاجرم 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ملعون ته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سفر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نموده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به جانب شا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فرستاد و آنچه از قضا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حکا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متفرقه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 جانب شام از کتب معتبره نقل شده چنان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از راه سلطان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قرا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غرب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فرات بوده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 هم قر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به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251D75">
        <w:rPr>
          <w:rFonts w:hint="cs"/>
          <w:rtl/>
          <w:lang w:bidi="fa-IR"/>
        </w:rPr>
        <w:t>.</w:t>
      </w:r>
    </w:p>
    <w:p w:rsidR="00251D75" w:rsidRDefault="00251D75" w:rsidP="00251D7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ان</w:t>
      </w:r>
      <w:r w:rsidR="000372C6" w:rsidRPr="000372C6">
        <w:rPr>
          <w:rtl/>
          <w:lang w:bidi="fa-IR"/>
        </w:rPr>
        <w:t>چه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کوفه و شام به خط مستق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0372C6" w:rsidRPr="000372C6">
        <w:rPr>
          <w:rtl/>
          <w:lang w:bidi="fa-IR"/>
        </w:rPr>
        <w:t xml:space="preserve">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7</w:t>
      </w:r>
      <w:r w:rsidR="00EA4950">
        <w:rPr>
          <w:rtl/>
          <w:lang w:bidi="fa-IR"/>
        </w:rPr>
        <w:t>5</w:t>
      </w:r>
      <w:r w:rsidR="000372C6" w:rsidRPr="000372C6">
        <w:rPr>
          <w:rtl/>
          <w:lang w:bidi="fa-IR"/>
        </w:rPr>
        <w:t xml:space="preserve"> فرسخ گفته شده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د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شام هم قر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</w:t>
      </w:r>
      <w:r w:rsidR="000372C6" w:rsidRPr="000372C6">
        <w:rPr>
          <w:rtl/>
          <w:lang w:bidi="fa-IR"/>
        </w:rPr>
        <w:t xml:space="preserve"> به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</w:t>
      </w:r>
      <w:r w:rsidR="000372C6" w:rsidRPr="000372C6">
        <w:rPr>
          <w:rtl/>
          <w:lang w:bidi="fa-IR"/>
        </w:rPr>
        <w:t xml:space="preserve"> ماه توقف کرده اند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چنان که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در </w:t>
      </w:r>
      <w:r w:rsidR="000372C6" w:rsidRPr="00251D75">
        <w:rPr>
          <w:rStyle w:val="libBold1Char"/>
          <w:rtl/>
        </w:rPr>
        <w:t>اقبال</w:t>
      </w:r>
      <w:r w:rsidR="000372C6" w:rsidRPr="000372C6">
        <w:rPr>
          <w:rtl/>
          <w:lang w:bidi="fa-IR"/>
        </w:rPr>
        <w:t xml:space="preserve"> فرموده</w:t>
      </w:r>
      <w:r w:rsidR="000261F0">
        <w:rPr>
          <w:rtl/>
          <w:lang w:bidi="fa-IR"/>
        </w:rPr>
        <w:t>.</w:t>
      </w:r>
    </w:p>
    <w:p w:rsidR="00251D75" w:rsidRDefault="000372C6" w:rsidP="00251D7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پس با ملاحظه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مطالب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مستبعد است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بعداز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همه قضا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از شام برگردند و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که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روز ورود جابر به کربلا بوده وارد شوند و خود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أجل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را در </w:t>
      </w:r>
      <w:r w:rsidRPr="000372C6">
        <w:rPr>
          <w:rFonts w:hint="eastAsia"/>
          <w:rtl/>
          <w:lang w:bidi="fa-IR"/>
        </w:rPr>
        <w:t>اقبال</w:t>
      </w:r>
      <w:r w:rsidRPr="000372C6">
        <w:rPr>
          <w:rtl/>
          <w:lang w:bidi="fa-IR"/>
        </w:rPr>
        <w:t xml:space="preserve"> مستبعد شمرده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علاوه آن که احد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أجلا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فن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و معتمد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اهل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و توار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در مقاتل و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</w:t>
      </w:r>
      <w:r w:rsidRPr="000372C6">
        <w:rPr>
          <w:rtl/>
          <w:lang w:bidi="fa-IR"/>
        </w:rPr>
        <w:t xml:space="preserve"> اشاره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نکرده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آن که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ذکر آن از جهات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سته</w:t>
      </w:r>
      <w:r w:rsidRPr="000372C6">
        <w:rPr>
          <w:rtl/>
          <w:lang w:bidi="fa-IR"/>
        </w:rPr>
        <w:t xml:space="preserve"> بوده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بلکه از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اق</w:t>
      </w:r>
      <w:r w:rsidRPr="000372C6">
        <w:rPr>
          <w:rtl/>
          <w:lang w:bidi="fa-IR"/>
        </w:rPr>
        <w:t xml:space="preserve"> کلام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انکار آن معلوم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چنان که از</w:t>
      </w:r>
      <w:r w:rsidR="00251D75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عبارت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باب ح</w:t>
      </w:r>
      <w:r w:rsidRPr="000372C6">
        <w:rPr>
          <w:rFonts w:hint="eastAsia"/>
          <w:rtl/>
          <w:lang w:bidi="fa-IR"/>
        </w:rPr>
        <w:t>رکت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سمت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قر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عبارت را ابن اث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و طبر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قرمان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گران</w:t>
      </w:r>
      <w:r w:rsidRPr="000372C6">
        <w:rPr>
          <w:rtl/>
          <w:lang w:bidi="fa-IR"/>
        </w:rPr>
        <w:t xml:space="preserve"> ذکر کرده اند و در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کدام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ذکر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سفر عراق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بلکه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کفعم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گفته اند که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حرم حضرت اباعبدالله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رجوع کردند</w:t>
      </w:r>
      <w:r w:rsidR="00251D75">
        <w:rPr>
          <w:rFonts w:hint="cs"/>
          <w:rtl/>
          <w:lang w:bidi="fa-IR"/>
        </w:rPr>
        <w:t>،</w:t>
      </w:r>
      <w:r w:rsidRPr="000372C6">
        <w:rPr>
          <w:rtl/>
          <w:lang w:bidi="fa-IR"/>
        </w:rPr>
        <w:t xml:space="preserve"> از شا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و در همان روز جابر بن عبدالله به جهت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کربلا آمد و اول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</w:t>
      </w:r>
      <w:r w:rsidR="000261F0">
        <w:rPr>
          <w:rtl/>
          <w:lang w:bidi="fa-IR"/>
        </w:rPr>
        <w:t>.</w:t>
      </w:r>
    </w:p>
    <w:p w:rsidR="00DF6109" w:rsidRDefault="000372C6" w:rsidP="00251D7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بعض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احتمال داده اند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251D75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در 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رفتن از کوفه به شام به کربلا آمده اند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احتمال به جهات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است و</w:t>
      </w:r>
      <w:r w:rsidR="00BC210C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هم احتمال داده شده که بعد از مراجعت از شام به کربلا آمده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کن</w:t>
      </w:r>
      <w:r w:rsidRPr="000372C6">
        <w:rPr>
          <w:rtl/>
          <w:lang w:bidi="fa-IR"/>
        </w:rPr>
        <w:t xml:space="preserve"> در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بوده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ابن نما که نقل کرده اند ورود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به کربلا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نساخته اند 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احتمال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ضع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سبب آن که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گران</w:t>
      </w:r>
      <w:r w:rsidRPr="000372C6">
        <w:rPr>
          <w:rtl/>
          <w:lang w:bidi="fa-IR"/>
        </w:rPr>
        <w:t xml:space="preserve"> مانند صاحب روضه </w:t>
      </w:r>
      <w:r w:rsidRPr="000372C6">
        <w:rPr>
          <w:rFonts w:hint="eastAsia"/>
          <w:rtl/>
          <w:lang w:bidi="fa-IR"/>
        </w:rPr>
        <w:t>الشهداء</w:t>
      </w:r>
      <w:r w:rsidRPr="000372C6">
        <w:rPr>
          <w:rtl/>
          <w:lang w:bidi="fa-IR"/>
        </w:rPr>
        <w:t xml:space="preserve"> و 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الس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و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</w:t>
      </w:r>
      <w:r w:rsidRPr="000372C6">
        <w:rPr>
          <w:rtl/>
          <w:lang w:bidi="fa-IR"/>
        </w:rPr>
        <w:t xml:space="preserve"> که نقل 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ساخته اند و از عبارت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ظاهر است که با جابر در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روز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وقت وارد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چنان که فرموده</w:t>
      </w:r>
      <w:r w:rsidR="000261F0">
        <w:rPr>
          <w:rtl/>
          <w:lang w:bidi="fa-IR"/>
        </w:rPr>
        <w:t>:</w:t>
      </w:r>
    </w:p>
    <w:p w:rsidR="002933D4" w:rsidRDefault="002933D4" w:rsidP="002933D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</w:t>
      </w:r>
      <w:r w:rsidR="000372C6" w:rsidRPr="002933D4">
        <w:rPr>
          <w:rStyle w:val="libHadeesChar"/>
          <w:rtl/>
        </w:rPr>
        <w:t>فوافوا ف</w:t>
      </w:r>
      <w:r w:rsidR="000372C6" w:rsidRPr="002933D4">
        <w:rPr>
          <w:rStyle w:val="libHadeesChar"/>
          <w:rFonts w:hint="cs"/>
          <w:rtl/>
        </w:rPr>
        <w:t>ی</w:t>
      </w:r>
      <w:r w:rsidR="000372C6" w:rsidRPr="002933D4">
        <w:rPr>
          <w:rStyle w:val="libHadeesChar"/>
          <w:rtl/>
        </w:rPr>
        <w:t xml:space="preserve"> وقت واحد</w:t>
      </w:r>
      <w:r w:rsidR="000372C6" w:rsidRPr="000372C6">
        <w:rPr>
          <w:rtl/>
          <w:lang w:bidi="fa-IR"/>
        </w:rPr>
        <w:t>»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مسلم است که ورود جابر به کربلا در روز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بوده و به علاوه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آنچه ذ</w:t>
      </w:r>
      <w:r w:rsidR="000372C6" w:rsidRPr="000372C6">
        <w:rPr>
          <w:rFonts w:hint="eastAsia"/>
          <w:rtl/>
          <w:lang w:bidi="fa-IR"/>
        </w:rPr>
        <w:t>کر</w:t>
      </w:r>
      <w:r w:rsidR="000372C6" w:rsidRPr="000372C6">
        <w:rPr>
          <w:rtl/>
          <w:lang w:bidi="fa-IR"/>
        </w:rPr>
        <w:t xml:space="preserve"> شد تفص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ورود جابر به کربلا در کتاب مصباح الزائر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بن طاووس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بشاره المصطف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هر دو از کتب معتبره است موجود است و ابدا ذکر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ورود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در آن هنگام نشده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با آن که به حسب مقام با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ذکر شود</w:t>
      </w:r>
      <w:r>
        <w:rPr>
          <w:rFonts w:hint="cs"/>
          <w:rtl/>
          <w:lang w:bidi="fa-IR"/>
        </w:rPr>
        <w:t>.</w:t>
      </w:r>
      <w:r w:rsidR="00DF6109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71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F441A1" w:rsidRDefault="000372C6" w:rsidP="002933D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مطلب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اضافه بر سخن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با پاسخ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آن جا داده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پاسخ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معلوم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گردد</w:t>
      </w:r>
      <w:r w:rsidR="00F441A1">
        <w:rPr>
          <w:rFonts w:hint="cs"/>
          <w:rtl/>
          <w:lang w:bidi="fa-IR"/>
        </w:rPr>
        <w:t>.</w:t>
      </w:r>
    </w:p>
    <w:p w:rsidR="002933D4" w:rsidRDefault="00F441A1" w:rsidP="002933D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5.</w:t>
      </w:r>
      <w:r w:rsidR="000372C6" w:rsidRPr="000372C6">
        <w:rPr>
          <w:rtl/>
          <w:lang w:bidi="fa-IR"/>
        </w:rPr>
        <w:t xml:space="preserve"> </w:t>
      </w:r>
      <w:r w:rsidR="000372C6" w:rsidRPr="008E728D">
        <w:rPr>
          <w:rStyle w:val="libBold1Char"/>
          <w:rtl/>
        </w:rPr>
        <w:t>مرحوم ش</w:t>
      </w:r>
      <w:r w:rsidR="000372C6" w:rsidRPr="008E728D">
        <w:rPr>
          <w:rStyle w:val="libBold1Char"/>
          <w:rFonts w:hint="cs"/>
          <w:rtl/>
        </w:rPr>
        <w:t>ی</w:t>
      </w:r>
      <w:r w:rsidR="000372C6" w:rsidRPr="008E728D">
        <w:rPr>
          <w:rStyle w:val="libBold1Char"/>
          <w:rFonts w:hint="eastAsia"/>
          <w:rtl/>
        </w:rPr>
        <w:t>خ</w:t>
      </w:r>
      <w:r w:rsidR="000372C6" w:rsidRPr="008E728D">
        <w:rPr>
          <w:rStyle w:val="libBold1Char"/>
          <w:rtl/>
        </w:rPr>
        <w:t xml:space="preserve"> محمد ابراه</w:t>
      </w:r>
      <w:r w:rsidR="000372C6" w:rsidRPr="008E728D">
        <w:rPr>
          <w:rStyle w:val="libBold1Char"/>
          <w:rFonts w:hint="cs"/>
          <w:rtl/>
        </w:rPr>
        <w:t>ی</w:t>
      </w:r>
      <w:r w:rsidR="000372C6" w:rsidRPr="008E728D">
        <w:rPr>
          <w:rStyle w:val="libBold1Char"/>
          <w:rFonts w:hint="eastAsia"/>
          <w:rtl/>
        </w:rPr>
        <w:t>م</w:t>
      </w:r>
      <w:r w:rsidR="000372C6" w:rsidRPr="008E728D">
        <w:rPr>
          <w:rStyle w:val="libBold1Char"/>
          <w:rtl/>
        </w:rPr>
        <w:t xml:space="preserve"> آ</w:t>
      </w:r>
      <w:r w:rsidR="000372C6" w:rsidRPr="008E728D">
        <w:rPr>
          <w:rStyle w:val="libBold1Char"/>
          <w:rFonts w:hint="cs"/>
          <w:rtl/>
        </w:rPr>
        <w:t>ی</w:t>
      </w:r>
      <w:r w:rsidR="000372C6" w:rsidRPr="008E728D">
        <w:rPr>
          <w:rStyle w:val="libBold1Char"/>
          <w:rFonts w:hint="eastAsia"/>
          <w:rtl/>
        </w:rPr>
        <w:t>ت</w:t>
      </w:r>
      <w:r w:rsidR="000372C6" w:rsidRPr="008E728D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منکر قض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شده است و آن را جزء افسانه 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شمرده است</w:t>
      </w:r>
      <w:r w:rsidR="000261F0">
        <w:rPr>
          <w:rtl/>
          <w:lang w:bidi="fa-IR"/>
        </w:rPr>
        <w:t>!</w:t>
      </w:r>
      <w:r w:rsidR="002933D4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933D4" w:rsidRPr="00B3235C">
        <w:rPr>
          <w:rStyle w:val="libFootnotenumChar"/>
          <w:rFonts w:hint="cs"/>
          <w:rtl/>
        </w:rPr>
        <w:t>72</w:t>
      </w:r>
      <w:r w:rsidR="00686026" w:rsidRPr="00B3235C">
        <w:rPr>
          <w:rStyle w:val="libFootnotenumChar"/>
          <w:rtl/>
        </w:rPr>
        <w:t>)</w:t>
      </w:r>
    </w:p>
    <w:p w:rsidR="006D63FC" w:rsidRDefault="002933D4" w:rsidP="006D63F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6.</w:t>
      </w:r>
      <w:r w:rsidR="000372C6" w:rsidRPr="000372C6">
        <w:rPr>
          <w:rtl/>
          <w:lang w:bidi="fa-IR"/>
        </w:rPr>
        <w:t xml:space="preserve"> </w:t>
      </w:r>
      <w:r w:rsidR="000372C6" w:rsidRPr="008E728D">
        <w:rPr>
          <w:rStyle w:val="libBold1Char"/>
          <w:rtl/>
        </w:rPr>
        <w:t>آ</w:t>
      </w:r>
      <w:r w:rsidR="000372C6" w:rsidRPr="008E728D">
        <w:rPr>
          <w:rStyle w:val="libBold1Char"/>
          <w:rFonts w:hint="cs"/>
          <w:rtl/>
        </w:rPr>
        <w:t>ی</w:t>
      </w:r>
      <w:r w:rsidR="000372C6" w:rsidRPr="008E728D">
        <w:rPr>
          <w:rStyle w:val="libBold1Char"/>
          <w:rFonts w:hint="eastAsia"/>
          <w:rtl/>
        </w:rPr>
        <w:t>ت</w:t>
      </w:r>
      <w:r w:rsidR="000372C6" w:rsidRPr="008E728D">
        <w:rPr>
          <w:rStyle w:val="libBold1Char"/>
          <w:rtl/>
        </w:rPr>
        <w:t xml:space="preserve"> الله شه</w:t>
      </w:r>
      <w:r w:rsidR="000372C6" w:rsidRPr="008E728D">
        <w:rPr>
          <w:rStyle w:val="libBold1Char"/>
          <w:rFonts w:hint="cs"/>
          <w:rtl/>
        </w:rPr>
        <w:t>ی</w:t>
      </w:r>
      <w:r w:rsidR="000372C6" w:rsidRPr="008E728D">
        <w:rPr>
          <w:rStyle w:val="libBold1Char"/>
          <w:rFonts w:hint="eastAsia"/>
          <w:rtl/>
        </w:rPr>
        <w:t>د</w:t>
      </w:r>
      <w:r w:rsidR="000372C6" w:rsidRPr="008E728D">
        <w:rPr>
          <w:rStyle w:val="libBold1Char"/>
          <w:rtl/>
        </w:rPr>
        <w:t xml:space="preserve"> مطهر</w:t>
      </w:r>
      <w:r w:rsidR="000372C6" w:rsidRPr="008E728D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خبر ملاقات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با جابر را منکر شده و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فرما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تنها کس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مطل</w:t>
      </w:r>
      <w:r w:rsidR="000372C6" w:rsidRPr="000372C6">
        <w:rPr>
          <w:rFonts w:hint="eastAsia"/>
          <w:rtl/>
          <w:lang w:bidi="fa-IR"/>
        </w:rPr>
        <w:t>ب</w:t>
      </w:r>
      <w:r w:rsidR="000372C6" w:rsidRPr="000372C6">
        <w:rPr>
          <w:rtl/>
          <w:lang w:bidi="fa-IR"/>
        </w:rPr>
        <w:t xml:space="preserve"> را نقل کرده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بن طاووس در لهوف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 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چ</w:t>
      </w:r>
      <w:r w:rsidR="000372C6" w:rsidRPr="000372C6">
        <w:rPr>
          <w:rtl/>
          <w:lang w:bidi="fa-IR"/>
        </w:rPr>
        <w:t xml:space="preserve"> کس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از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نقل نکرده است</w:t>
      </w:r>
      <w:r w:rsidR="000261F0">
        <w:rPr>
          <w:rtl/>
          <w:lang w:bidi="fa-IR"/>
        </w:rPr>
        <w:t>!</w:t>
      </w:r>
      <w:r w:rsidR="000372C6" w:rsidRPr="000372C6">
        <w:rPr>
          <w:rtl/>
          <w:lang w:bidi="fa-IR"/>
        </w:rPr>
        <w:t xml:space="preserve"> حت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خود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در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گر</w:t>
      </w:r>
      <w:r w:rsidR="008E728D"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کتابها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خود متعرض آن نگرد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است و دل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tl/>
          <w:lang w:bidi="fa-IR"/>
        </w:rPr>
        <w:t xml:space="preserve"> عقل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با آن سازگار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ندارد</w:t>
      </w:r>
      <w:r w:rsidR="00686026" w:rsidRPr="00B3235C">
        <w:rPr>
          <w:rStyle w:val="libFootnotenumChar"/>
          <w:rtl/>
        </w:rPr>
        <w:t>(</w:t>
      </w:r>
      <w:r w:rsidR="006D63FC" w:rsidRPr="00B3235C">
        <w:rPr>
          <w:rStyle w:val="libFootnotenumChar"/>
          <w:rFonts w:hint="cs"/>
          <w:rtl/>
        </w:rPr>
        <w:t>73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.</w:t>
      </w:r>
    </w:p>
    <w:p w:rsidR="00B332AF" w:rsidRDefault="000372C6" w:rsidP="00AF0501">
      <w:pPr>
        <w:pStyle w:val="libNormal"/>
        <w:rPr>
          <w:rtl/>
          <w:lang w:bidi="fa-IR"/>
        </w:rPr>
      </w:pPr>
      <w:r w:rsidRPr="00972C3E">
        <w:rPr>
          <w:rtl/>
          <w:lang w:bidi="fa-IR"/>
        </w:rPr>
        <w:t>گفتن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است که اگر مقصود 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شان</w:t>
      </w:r>
      <w:r w:rsidRPr="00972C3E">
        <w:rPr>
          <w:rtl/>
          <w:lang w:bidi="fa-IR"/>
        </w:rPr>
        <w:t xml:space="preserve"> از انکار خبر ملاقات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عدم حصول آن در خصوص روز اربع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ن</w:t>
      </w:r>
      <w:r w:rsidRPr="00972C3E">
        <w:rPr>
          <w:rtl/>
          <w:lang w:bidi="fa-IR"/>
        </w:rPr>
        <w:t xml:space="preserve"> است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که ظاهر عبارت 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شان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به و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ژه</w:t>
      </w:r>
      <w:r w:rsidRPr="00972C3E">
        <w:rPr>
          <w:rtl/>
          <w:lang w:bidi="fa-IR"/>
        </w:rPr>
        <w:t xml:space="preserve"> با ضم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مه</w:t>
      </w:r>
      <w:r w:rsidRPr="00972C3E">
        <w:rPr>
          <w:rtl/>
          <w:lang w:bidi="fa-IR"/>
        </w:rPr>
        <w:t xml:space="preserve"> 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دل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ل</w:t>
      </w:r>
      <w:r w:rsidRPr="00972C3E">
        <w:rPr>
          <w:rtl/>
          <w:lang w:bidi="fa-IR"/>
        </w:rPr>
        <w:t xml:space="preserve"> عقل</w:t>
      </w:r>
      <w:r w:rsidRPr="00972C3E">
        <w:rPr>
          <w:rFonts w:hint="cs"/>
          <w:rtl/>
          <w:lang w:bidi="fa-IR"/>
        </w:rPr>
        <w:t>ی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ن</w:t>
      </w:r>
      <w:r w:rsidRPr="00972C3E">
        <w:rPr>
          <w:rtl/>
          <w:lang w:bidi="fa-IR"/>
        </w:rPr>
        <w:t xml:space="preserve"> را م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نما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د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با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د</w:t>
      </w:r>
      <w:r w:rsidRPr="00972C3E">
        <w:rPr>
          <w:rtl/>
          <w:lang w:bidi="fa-IR"/>
        </w:rPr>
        <w:t xml:space="preserve"> گفت که س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د</w:t>
      </w:r>
      <w:r w:rsidRPr="00972C3E">
        <w:rPr>
          <w:rtl/>
          <w:lang w:bidi="fa-IR"/>
        </w:rPr>
        <w:t xml:space="preserve"> بن ط</w:t>
      </w:r>
      <w:r w:rsidRPr="00972C3E">
        <w:rPr>
          <w:rFonts w:hint="eastAsia"/>
          <w:rtl/>
          <w:lang w:bidi="fa-IR"/>
        </w:rPr>
        <w:t>اووس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حت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در کتاب لهوف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ن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ز</w:t>
      </w:r>
      <w:r w:rsidRPr="00972C3E">
        <w:rPr>
          <w:rtl/>
          <w:lang w:bidi="fa-IR"/>
        </w:rPr>
        <w:t xml:space="preserve"> چن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ن</w:t>
      </w:r>
      <w:r w:rsidRPr="00972C3E">
        <w:rPr>
          <w:rtl/>
          <w:lang w:bidi="fa-IR"/>
        </w:rPr>
        <w:t xml:space="preserve"> چ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ز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را نگفته است و اگر مقصود ا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شان</w:t>
      </w:r>
      <w:r w:rsidRPr="00972C3E">
        <w:rPr>
          <w:rtl/>
          <w:lang w:bidi="fa-IR"/>
        </w:rPr>
        <w:t xml:space="preserve"> انکار اصل ملاقات اهل ب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ت</w:t>
      </w:r>
      <w:r w:rsidRPr="00972C3E">
        <w:rPr>
          <w:rtl/>
          <w:lang w:bidi="fa-IR"/>
        </w:rPr>
        <w:t xml:space="preserve"> با جابر در کربلاست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س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د</w:t>
      </w:r>
      <w:r w:rsidRPr="00972C3E">
        <w:rPr>
          <w:rtl/>
          <w:lang w:bidi="fa-IR"/>
        </w:rPr>
        <w:t xml:space="preserve"> متفرد ن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ست</w:t>
      </w:r>
      <w:r w:rsidRPr="00972C3E">
        <w:rPr>
          <w:rtl/>
          <w:lang w:bidi="fa-IR"/>
        </w:rPr>
        <w:t xml:space="preserve"> و پ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ش</w:t>
      </w:r>
      <w:r w:rsidRPr="00972C3E">
        <w:rPr>
          <w:rtl/>
          <w:lang w:bidi="fa-IR"/>
        </w:rPr>
        <w:t xml:space="preserve"> از او ابن نما</w:t>
      </w:r>
      <w:r w:rsidR="00AF0501" w:rsidRPr="00972C3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AF0501" w:rsidRPr="00B3235C">
        <w:rPr>
          <w:rStyle w:val="libFootnotenumChar"/>
          <w:rFonts w:hint="cs"/>
          <w:rtl/>
        </w:rPr>
        <w:t>74</w:t>
      </w:r>
      <w:r w:rsidR="00686026" w:rsidRPr="00B3235C">
        <w:rPr>
          <w:rStyle w:val="libFootnotenumChar"/>
          <w:rtl/>
        </w:rPr>
        <w:t>)</w:t>
      </w:r>
      <w:r w:rsidRPr="00972C3E">
        <w:rPr>
          <w:rtl/>
          <w:lang w:bidi="fa-IR"/>
        </w:rPr>
        <w:t xml:space="preserve"> و پس از او</w:t>
      </w:r>
      <w:r w:rsidR="00DF6A92" w:rsidRPr="00972C3E">
        <w:rPr>
          <w:rFonts w:hint="cs"/>
          <w:rtl/>
          <w:lang w:bidi="fa-IR"/>
        </w:rPr>
        <w:t xml:space="preserve"> </w:t>
      </w:r>
      <w:r w:rsidRPr="00972C3E">
        <w:rPr>
          <w:rtl/>
          <w:lang w:bidi="fa-IR"/>
        </w:rPr>
        <w:t>ش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خ</w:t>
      </w:r>
      <w:r w:rsidRPr="00972C3E">
        <w:rPr>
          <w:rtl/>
          <w:lang w:bidi="fa-IR"/>
        </w:rPr>
        <w:t xml:space="preserve"> بها</w:t>
      </w:r>
      <w:r w:rsidRPr="00972C3E">
        <w:rPr>
          <w:rFonts w:hint="cs"/>
          <w:rtl/>
          <w:lang w:bidi="fa-IR"/>
        </w:rPr>
        <w:t>یی</w:t>
      </w:r>
      <w:r w:rsidR="00AF0501" w:rsidRPr="00972C3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AF0501" w:rsidRPr="00B3235C">
        <w:rPr>
          <w:rStyle w:val="libFootnotenumChar"/>
          <w:rFonts w:hint="cs"/>
          <w:rtl/>
        </w:rPr>
        <w:t>75</w:t>
      </w:r>
      <w:r w:rsidR="00686026" w:rsidRPr="00B3235C">
        <w:rPr>
          <w:rStyle w:val="libFootnotenumChar"/>
          <w:rtl/>
        </w:rPr>
        <w:t>)</w:t>
      </w:r>
      <w:r w:rsidRPr="00972C3E">
        <w:rPr>
          <w:rtl/>
          <w:lang w:bidi="fa-IR"/>
        </w:rPr>
        <w:t xml:space="preserve"> و س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د</w:t>
      </w:r>
      <w:r w:rsidRPr="00972C3E">
        <w:rPr>
          <w:rtl/>
          <w:lang w:bidi="fa-IR"/>
        </w:rPr>
        <w:t xml:space="preserve"> محمد بن اب</w:t>
      </w:r>
      <w:r w:rsidRPr="00972C3E">
        <w:rPr>
          <w:rFonts w:hint="cs"/>
          <w:rtl/>
          <w:lang w:bidi="fa-IR"/>
        </w:rPr>
        <w:t>ی</w:t>
      </w:r>
      <w:r w:rsidRPr="00972C3E">
        <w:rPr>
          <w:rtl/>
          <w:lang w:bidi="fa-IR"/>
        </w:rPr>
        <w:t xml:space="preserve"> طالب</w:t>
      </w:r>
      <w:r w:rsidR="00AF0501" w:rsidRPr="00972C3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AF0501" w:rsidRPr="00B3235C">
        <w:rPr>
          <w:rStyle w:val="libFootnotenumChar"/>
          <w:rFonts w:hint="cs"/>
          <w:rtl/>
        </w:rPr>
        <w:t>76</w:t>
      </w:r>
      <w:r w:rsidR="00686026" w:rsidRPr="00B3235C">
        <w:rPr>
          <w:rStyle w:val="libFootnotenumChar"/>
          <w:rtl/>
        </w:rPr>
        <w:t>)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علامه مجلس</w:t>
      </w:r>
      <w:r w:rsidRPr="00972C3E">
        <w:rPr>
          <w:rFonts w:hint="cs"/>
          <w:rtl/>
          <w:lang w:bidi="fa-IR"/>
        </w:rPr>
        <w:t>ی</w:t>
      </w:r>
      <w:r w:rsidR="00AF0501" w:rsidRPr="00972C3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AF0501" w:rsidRPr="00B3235C">
        <w:rPr>
          <w:rStyle w:val="libFootnotenumChar"/>
          <w:rFonts w:hint="cs"/>
          <w:rtl/>
        </w:rPr>
        <w:t>77</w:t>
      </w:r>
      <w:r w:rsidR="00686026" w:rsidRPr="00B3235C">
        <w:rPr>
          <w:rStyle w:val="libFootnotenumChar"/>
          <w:rtl/>
        </w:rPr>
        <w:t>)</w:t>
      </w:r>
      <w:r w:rsidR="000261F0" w:rsidRPr="00972C3E">
        <w:rPr>
          <w:rtl/>
          <w:lang w:bidi="fa-IR"/>
        </w:rPr>
        <w:t>،</w:t>
      </w:r>
      <w:r w:rsidRPr="00972C3E">
        <w:rPr>
          <w:rtl/>
          <w:lang w:bidi="fa-IR"/>
        </w:rPr>
        <w:t xml:space="preserve"> قندوز</w:t>
      </w:r>
      <w:r w:rsidRPr="00972C3E">
        <w:rPr>
          <w:rFonts w:hint="cs"/>
          <w:rtl/>
          <w:lang w:bidi="fa-IR"/>
        </w:rPr>
        <w:t>ی</w:t>
      </w:r>
      <w:r w:rsidR="00686026" w:rsidRPr="00B3235C">
        <w:rPr>
          <w:rStyle w:val="libFootnotenumChar"/>
          <w:rtl/>
        </w:rPr>
        <w:t>(</w:t>
      </w:r>
      <w:r w:rsidR="00AF0501" w:rsidRPr="00B3235C">
        <w:rPr>
          <w:rStyle w:val="libFootnotenumChar"/>
          <w:rFonts w:hint="cs"/>
          <w:rtl/>
        </w:rPr>
        <w:t>78</w:t>
      </w:r>
      <w:r w:rsidR="00686026" w:rsidRPr="00B3235C">
        <w:rPr>
          <w:rStyle w:val="libFootnotenumChar"/>
          <w:rtl/>
        </w:rPr>
        <w:t>)</w:t>
      </w:r>
      <w:r w:rsidRPr="00972C3E">
        <w:rPr>
          <w:rtl/>
          <w:lang w:bidi="fa-IR"/>
        </w:rPr>
        <w:t xml:space="preserve"> و د</w:t>
      </w:r>
      <w:r w:rsidRPr="00972C3E">
        <w:rPr>
          <w:rFonts w:hint="cs"/>
          <w:rtl/>
          <w:lang w:bidi="fa-IR"/>
        </w:rPr>
        <w:t>ی</w:t>
      </w:r>
      <w:r w:rsidRPr="00972C3E">
        <w:rPr>
          <w:rFonts w:hint="eastAsia"/>
          <w:rtl/>
          <w:lang w:bidi="fa-IR"/>
        </w:rPr>
        <w:t>گران</w:t>
      </w:r>
      <w:r w:rsidRPr="00972C3E">
        <w:rPr>
          <w:rtl/>
          <w:lang w:bidi="fa-IR"/>
        </w:rPr>
        <w:t xml:space="preserve"> گفته اند</w:t>
      </w:r>
      <w:r w:rsidR="00D162A7" w:rsidRPr="00972C3E">
        <w:rPr>
          <w:rFonts w:hint="cs"/>
          <w:rtl/>
          <w:lang w:bidi="fa-IR"/>
        </w:rPr>
        <w:t>.</w:t>
      </w:r>
    </w:p>
    <w:p w:rsidR="00D162A7" w:rsidRPr="00972C3E" w:rsidRDefault="00B332AF" w:rsidP="00AF050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B332AF">
      <w:pPr>
        <w:pStyle w:val="Heading2"/>
        <w:rPr>
          <w:rtl/>
          <w:lang w:bidi="fa-IR"/>
        </w:rPr>
      </w:pPr>
      <w:bookmarkStart w:id="12" w:name="_Toc526764131"/>
      <w:r w:rsidRPr="000372C6">
        <w:rPr>
          <w:rFonts w:hint="eastAsia"/>
          <w:rtl/>
          <w:lang w:bidi="fa-IR"/>
        </w:rPr>
        <w:t>متوقفان</w:t>
      </w:r>
      <w:bookmarkEnd w:id="12"/>
    </w:p>
    <w:p w:rsidR="007025BF" w:rsidRDefault="000372C6" w:rsidP="00F81E8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در مقابل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چون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الله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محمد رضا طبس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نجف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مسئله توقف نموده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از دو</w:t>
      </w:r>
      <w:r w:rsidR="00B332AF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نظر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دوم را نتوانسته اخت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کند 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</w:t>
      </w:r>
      <w:r w:rsidR="007025BF">
        <w:rPr>
          <w:rFonts w:hint="cs"/>
          <w:rtl/>
          <w:lang w:bidi="fa-IR"/>
        </w:rPr>
        <w:t>«</w:t>
      </w:r>
      <w:r w:rsidRPr="002968FB">
        <w:rPr>
          <w:rStyle w:val="libBold2Char"/>
          <w:rtl/>
        </w:rPr>
        <w:t>فعل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Fonts w:hint="eastAsia"/>
          <w:rtl/>
        </w:rPr>
        <w:t>ه</w:t>
      </w:r>
      <w:r w:rsidRPr="002968FB">
        <w:rPr>
          <w:rStyle w:val="libBold2Char"/>
          <w:rtl/>
        </w:rPr>
        <w:t xml:space="preserve"> أنا من المتوقف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Fonts w:hint="eastAsia"/>
          <w:rtl/>
        </w:rPr>
        <w:t>ن</w:t>
      </w:r>
      <w:r w:rsidRPr="002968FB">
        <w:rPr>
          <w:rStyle w:val="libBold2Char"/>
          <w:rtl/>
        </w:rPr>
        <w:t xml:space="preserve"> ف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tl/>
        </w:rPr>
        <w:t xml:space="preserve"> ذلک</w:t>
      </w:r>
      <w:r w:rsidR="000261F0" w:rsidRPr="002968FB">
        <w:rPr>
          <w:rStyle w:val="libBold2Char"/>
          <w:rtl/>
        </w:rPr>
        <w:t>،</w:t>
      </w:r>
      <w:r w:rsidRPr="002968FB">
        <w:rPr>
          <w:rStyle w:val="libBold2Char"/>
          <w:rtl/>
        </w:rPr>
        <w:t xml:space="preserve"> و لکن المشهور عند عوام الناس ف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tl/>
        </w:rPr>
        <w:t xml:space="preserve"> السنه الأول</w:t>
      </w:r>
      <w:r w:rsidRPr="002968FB">
        <w:rPr>
          <w:rStyle w:val="libBold2Char"/>
          <w:rFonts w:hint="cs"/>
          <w:rtl/>
        </w:rPr>
        <w:t>ی</w:t>
      </w:r>
      <w:r w:rsidR="000261F0" w:rsidRPr="002968FB">
        <w:rPr>
          <w:rStyle w:val="libBold2Char"/>
          <w:rtl/>
        </w:rPr>
        <w:t>،</w:t>
      </w:r>
      <w:r w:rsidRPr="002968FB">
        <w:rPr>
          <w:rStyle w:val="libBold2Char"/>
          <w:rtl/>
        </w:rPr>
        <w:t xml:space="preserve"> مع أن ظاهر عده التوار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Fonts w:hint="eastAsia"/>
          <w:rtl/>
        </w:rPr>
        <w:t>خ</w:t>
      </w:r>
      <w:r w:rsidRPr="002968FB">
        <w:rPr>
          <w:rStyle w:val="libBold2Char"/>
          <w:rtl/>
        </w:rPr>
        <w:t xml:space="preserve"> أن توقفهم ف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tl/>
        </w:rPr>
        <w:t xml:space="preserve"> الشام لا </w:t>
      </w:r>
      <w:r w:rsidRPr="002968FB">
        <w:rPr>
          <w:rStyle w:val="libBold2Char"/>
          <w:rFonts w:hint="cs"/>
          <w:rtl/>
        </w:rPr>
        <w:t>ی</w:t>
      </w:r>
      <w:r w:rsidRPr="002968FB">
        <w:rPr>
          <w:rStyle w:val="libBold2Char"/>
          <w:rFonts w:hint="eastAsia"/>
          <w:rtl/>
        </w:rPr>
        <w:t>قل</w:t>
      </w:r>
      <w:r w:rsidRPr="002968FB">
        <w:rPr>
          <w:rStyle w:val="libBold2Char"/>
          <w:rtl/>
        </w:rPr>
        <w:t xml:space="preserve"> من شهر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من از زمره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توقف کنندگان در مسئله هستم (و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ک از دو قول را اخت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کنم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مشهور نزد عوام مردم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آنان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به کربلا بازگشتند با آن که ظاهر بعض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کتب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توقف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در شام کمتر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 نبوده است</w:t>
      </w:r>
      <w:r w:rsidR="007025BF"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="00F81E87" w:rsidRPr="00B3235C">
        <w:rPr>
          <w:rStyle w:val="libFootnotenumChar"/>
          <w:rFonts w:hint="cs"/>
          <w:rtl/>
        </w:rPr>
        <w:t>79</w:t>
      </w:r>
      <w:r w:rsidR="00686026" w:rsidRPr="00B3235C">
        <w:rPr>
          <w:rStyle w:val="libFootnotenumChar"/>
          <w:rtl/>
        </w:rPr>
        <w:t>)</w:t>
      </w:r>
      <w:r w:rsidR="007025BF">
        <w:rPr>
          <w:rFonts w:hint="cs"/>
          <w:rtl/>
          <w:lang w:bidi="fa-IR"/>
        </w:rPr>
        <w:t xml:space="preserve"> </w:t>
      </w:r>
    </w:p>
    <w:p w:rsidR="000372C6" w:rsidRPr="000372C6" w:rsidRDefault="000372C6" w:rsidP="002968FB">
      <w:pPr>
        <w:pStyle w:val="libFootnoteLeft"/>
        <w:rPr>
          <w:rtl/>
          <w:lang w:bidi="fa-IR"/>
        </w:rPr>
      </w:pPr>
      <w:r w:rsidRPr="000372C6">
        <w:rPr>
          <w:rtl/>
          <w:lang w:bidi="fa-IR"/>
        </w:rPr>
        <w:t>مقتل الامام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2</w:t>
      </w:r>
      <w:r w:rsidR="004E092C">
        <w:rPr>
          <w:rtl/>
          <w:lang w:bidi="fa-IR"/>
        </w:rPr>
        <w:t>8</w:t>
      </w:r>
      <w:r w:rsidR="00EA4950">
        <w:rPr>
          <w:rtl/>
          <w:lang w:bidi="fa-IR"/>
        </w:rPr>
        <w:t>5</w:t>
      </w:r>
      <w:r w:rsidR="00F81E87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(نسخه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)</w:t>
      </w:r>
    </w:p>
    <w:p w:rsidR="000372C6" w:rsidRPr="000372C6" w:rsidRDefault="0090467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904672">
      <w:pPr>
        <w:pStyle w:val="Heading2"/>
        <w:rPr>
          <w:rtl/>
          <w:lang w:bidi="fa-IR"/>
        </w:rPr>
      </w:pPr>
      <w:bookmarkStart w:id="13" w:name="_Toc526764132"/>
      <w:r w:rsidRPr="000372C6">
        <w:rPr>
          <w:rFonts w:hint="eastAsia"/>
          <w:rtl/>
          <w:lang w:bidi="fa-IR"/>
        </w:rPr>
        <w:t>دو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دگاه</w:t>
      </w:r>
      <w:r w:rsidRPr="000372C6">
        <w:rPr>
          <w:rtl/>
          <w:lang w:bidi="fa-IR"/>
        </w:rPr>
        <w:t xml:space="preserve"> در ترازو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نقد</w:t>
      </w:r>
      <w:bookmarkEnd w:id="13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مرحوم</w:t>
      </w:r>
      <w:r w:rsidRPr="000372C6">
        <w:rPr>
          <w:rtl/>
          <w:lang w:bidi="fa-IR"/>
        </w:rPr>
        <w:t xml:space="preserve">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طباطبا</w:t>
      </w:r>
      <w:r w:rsidRPr="000372C6">
        <w:rPr>
          <w:rFonts w:hint="cs"/>
          <w:rtl/>
          <w:lang w:bidi="fa-IR"/>
        </w:rPr>
        <w:t>یی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دو جهت مسئله قرار دارند</w:t>
      </w:r>
      <w:r w:rsidR="00904672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طور کل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منکر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است و شبهه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ابن طاووس در اقبال الأعمال را با حواش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پرورش داده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چون محدث قم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تحت تأث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او قرار گرفته اند</w:t>
      </w:r>
      <w:r w:rsidR="00904672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و در طرف مقابل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طباطبا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در مقام اثبات مراجعت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برآمده و با پروراندن جواب مرحوم اشراق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نگارش کتاب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قطور به پاسخ گو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آمده و به حق رنج فراوان و زحمت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کش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</w:t>
      </w:r>
      <w:r w:rsidR="00904672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ما به طور خلاصه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ادله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هر دو طرف را به نقد و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904672">
        <w:rPr>
          <w:rFonts w:hint="cs"/>
          <w:rtl/>
          <w:lang w:bidi="fa-IR"/>
        </w:rPr>
        <w:t>.</w:t>
      </w:r>
    </w:p>
    <w:p w:rsidR="000372C6" w:rsidRPr="000372C6" w:rsidRDefault="0090467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904672">
      <w:pPr>
        <w:pStyle w:val="Heading2"/>
        <w:rPr>
          <w:rtl/>
          <w:lang w:bidi="fa-IR"/>
        </w:rPr>
      </w:pPr>
      <w:bookmarkStart w:id="14" w:name="_Toc526764133"/>
      <w:r w:rsidRPr="000372C6">
        <w:rPr>
          <w:rFonts w:hint="eastAsia"/>
          <w:rtl/>
          <w:lang w:bidi="fa-IR"/>
        </w:rPr>
        <w:t>سخن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bookmarkEnd w:id="14"/>
    </w:p>
    <w:p w:rsidR="00AA244D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تاکنون</w:t>
      </w:r>
      <w:r w:rsidRPr="000372C6">
        <w:rPr>
          <w:rtl/>
          <w:lang w:bidi="fa-IR"/>
        </w:rPr>
        <w:t xml:space="preserve"> معلوم شد که شهرت مورد ادعا با توجه به محذورات ذکر شده کارساز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وشواهد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ذکر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فرض امکان را ثابت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اثبات وقوع کاف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AA244D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و اما ملازمه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و ملاقات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با بازگشت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 کربلا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نگونه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منتف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دانست</w:t>
      </w:r>
      <w:r w:rsidR="000261F0">
        <w:rPr>
          <w:rtl/>
          <w:lang w:bidi="fa-IR"/>
        </w:rPr>
        <w:t>:</w:t>
      </w:r>
    </w:p>
    <w:p w:rsidR="00CD7865" w:rsidRDefault="000372C6" w:rsidP="00AA244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با توجه به قرا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جابر بن عبدالله انصار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وفادار و دانشمند عارف و آگاه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رنج سفر را به جان خر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از عواقب کار خود نهراس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در بزرگسال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کهولت سن به سمت کربلا رهسپار شده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بسنده نکند و دست کم دو بار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مولا و محبوب خود سالار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شتافته باشد</w:t>
      </w:r>
      <w:r w:rsidR="000261F0">
        <w:rPr>
          <w:rtl/>
          <w:lang w:bidi="fa-IR"/>
        </w:rPr>
        <w:t>:</w:t>
      </w:r>
    </w:p>
    <w:p w:rsidR="00CD7865" w:rsidRDefault="000372C6" w:rsidP="00CD7865">
      <w:pPr>
        <w:pStyle w:val="libNormal"/>
        <w:rPr>
          <w:rtl/>
          <w:lang w:bidi="fa-IR"/>
        </w:rPr>
      </w:pPr>
      <w:r w:rsidRPr="00CD7865">
        <w:rPr>
          <w:rStyle w:val="libBold1Char"/>
          <w:rtl/>
        </w:rPr>
        <w:t>ز</w:t>
      </w:r>
      <w:r w:rsidRPr="00CD7865">
        <w:rPr>
          <w:rStyle w:val="libBold1Char"/>
          <w:rFonts w:hint="cs"/>
          <w:rtl/>
        </w:rPr>
        <w:t>ی</w:t>
      </w:r>
      <w:r w:rsidRPr="00CD7865">
        <w:rPr>
          <w:rStyle w:val="libBold1Char"/>
          <w:rFonts w:hint="eastAsia"/>
          <w:rtl/>
        </w:rPr>
        <w:t>ارت</w:t>
      </w:r>
      <w:r w:rsidRPr="00CD7865">
        <w:rPr>
          <w:rStyle w:val="libBold1Char"/>
          <w:rtl/>
        </w:rPr>
        <w:t xml:space="preserve"> اول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طبر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بشاره المصطف</w:t>
      </w:r>
      <w:r w:rsidRPr="000372C6">
        <w:rPr>
          <w:rFonts w:hint="cs"/>
          <w:rtl/>
          <w:lang w:bidi="fa-IR"/>
        </w:rPr>
        <w:t>ی</w:t>
      </w:r>
      <w:r w:rsidR="00AA244D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AA244D" w:rsidRPr="00B3235C">
        <w:rPr>
          <w:rStyle w:val="libFootnotenumChar"/>
          <w:rFonts w:hint="cs"/>
          <w:rtl/>
        </w:rPr>
        <w:t>80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در مصباح الزائر</w:t>
      </w:r>
      <w:r w:rsidR="00CD7865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D7865" w:rsidRPr="00B3235C">
        <w:rPr>
          <w:rStyle w:val="libFootnotenumChar"/>
          <w:rFonts w:hint="cs"/>
          <w:rtl/>
        </w:rPr>
        <w:t>81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خوارزم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مقتل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D7865" w:rsidRPr="00B3235C">
        <w:rPr>
          <w:rStyle w:val="libFootnotenumChar"/>
          <w:rFonts w:hint="cs"/>
          <w:rtl/>
        </w:rPr>
        <w:t>82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آورده اند</w:t>
      </w:r>
      <w:r w:rsidR="00CD7865">
        <w:rPr>
          <w:rFonts w:hint="cs"/>
          <w:rtl/>
          <w:lang w:bidi="fa-IR"/>
        </w:rPr>
        <w:t>.</w:t>
      </w:r>
    </w:p>
    <w:p w:rsidR="00D22C08" w:rsidRDefault="000372C6" w:rsidP="00CD7865">
      <w:pPr>
        <w:pStyle w:val="libNormal"/>
        <w:rPr>
          <w:rtl/>
          <w:lang w:bidi="fa-IR"/>
        </w:rPr>
      </w:pPr>
      <w:r w:rsidRPr="00CD7865">
        <w:rPr>
          <w:rStyle w:val="libBold1Char"/>
          <w:rtl/>
        </w:rPr>
        <w:t>ز</w:t>
      </w:r>
      <w:r w:rsidRPr="00CD7865">
        <w:rPr>
          <w:rStyle w:val="libBold1Char"/>
          <w:rFonts w:hint="cs"/>
          <w:rtl/>
        </w:rPr>
        <w:t>ی</w:t>
      </w:r>
      <w:r w:rsidRPr="00CD7865">
        <w:rPr>
          <w:rStyle w:val="libBold1Char"/>
          <w:rFonts w:hint="eastAsia"/>
          <w:rtl/>
        </w:rPr>
        <w:t>ارت</w:t>
      </w:r>
      <w:r w:rsidRPr="00CD7865">
        <w:rPr>
          <w:rStyle w:val="libBold1Char"/>
          <w:rtl/>
        </w:rPr>
        <w:t xml:space="preserve"> دوم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مقرون به </w:t>
      </w:r>
      <w:r w:rsidRPr="000372C6">
        <w:rPr>
          <w:rFonts w:hint="eastAsia"/>
          <w:rtl/>
          <w:lang w:bidi="fa-IR"/>
        </w:rPr>
        <w:t>ملاقات</w:t>
      </w:r>
      <w:r w:rsidRPr="000372C6">
        <w:rPr>
          <w:rtl/>
          <w:lang w:bidi="fa-IR"/>
        </w:rPr>
        <w:t xml:space="preserve"> با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CD7865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است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به تب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دگاه</w:t>
      </w:r>
      <w:r w:rsidRPr="000372C6">
        <w:rPr>
          <w:rtl/>
          <w:lang w:bidi="fa-IR"/>
        </w:rPr>
        <w:t xml:space="preserve"> خواه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پرداخت</w:t>
      </w:r>
      <w:r w:rsidR="000261F0">
        <w:rPr>
          <w:rtl/>
          <w:lang w:bidi="fa-IR"/>
        </w:rPr>
        <w:t>:</w:t>
      </w:r>
    </w:p>
    <w:p w:rsidR="00D6035B" w:rsidRDefault="00D6035B" w:rsidP="00D6035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0372C6" w:rsidRPr="000372C6">
        <w:rPr>
          <w:rtl/>
          <w:lang w:bidi="fa-IR"/>
        </w:rPr>
        <w:t xml:space="preserve"> در روا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</w:t>
      </w:r>
      <w:r w:rsidR="000372C6" w:rsidRPr="00D6035B">
        <w:rPr>
          <w:rStyle w:val="libBold1Char"/>
          <w:rtl/>
        </w:rPr>
        <w:t>طبر</w:t>
      </w:r>
      <w:r w:rsidR="000372C6" w:rsidRPr="00D6035B">
        <w:rPr>
          <w:rStyle w:val="libBold1Char"/>
          <w:rFonts w:hint="cs"/>
          <w:rtl/>
        </w:rPr>
        <w:t>ی</w:t>
      </w:r>
      <w:r w:rsidR="000372C6" w:rsidRPr="00D6035B">
        <w:rPr>
          <w:rStyle w:val="libBold1Char"/>
          <w:rtl/>
        </w:rPr>
        <w:t xml:space="preserve"> و س</w:t>
      </w:r>
      <w:r w:rsidR="000372C6" w:rsidRPr="00D6035B">
        <w:rPr>
          <w:rStyle w:val="libBold1Char"/>
          <w:rFonts w:hint="cs"/>
          <w:rtl/>
        </w:rPr>
        <w:t>ی</w:t>
      </w:r>
      <w:r w:rsidR="000372C6" w:rsidRPr="00D6035B">
        <w:rPr>
          <w:rStyle w:val="libBold1Char"/>
          <w:rFonts w:hint="eastAsia"/>
          <w:rtl/>
        </w:rPr>
        <w:t>د</w:t>
      </w:r>
      <w:r w:rsidR="000372C6" w:rsidRPr="00D6035B">
        <w:rPr>
          <w:rStyle w:val="libBold1Char"/>
          <w:rtl/>
        </w:rPr>
        <w:t xml:space="preserve"> بن طاووس و خوارزم</w:t>
      </w:r>
      <w:r w:rsidR="000372C6" w:rsidRPr="00D6035B">
        <w:rPr>
          <w:rStyle w:val="libBold1Char"/>
          <w:rFonts w:hint="cs"/>
          <w:rtl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چ</w:t>
      </w:r>
      <w:r w:rsidR="000372C6" w:rsidRPr="000372C6">
        <w:rPr>
          <w:rtl/>
          <w:lang w:bidi="fa-IR"/>
        </w:rPr>
        <w:t xml:space="preserve"> گونه اشاره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مسئله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ملاقات نشده است</w:t>
      </w:r>
      <w:r w:rsidR="000261F0">
        <w:rPr>
          <w:rtl/>
          <w:lang w:bidi="fa-IR"/>
        </w:rPr>
        <w:t>؛</w:t>
      </w:r>
      <w:r w:rsidR="000372C6" w:rsidRPr="000372C6">
        <w:rPr>
          <w:rtl/>
          <w:lang w:bidi="fa-IR"/>
        </w:rPr>
        <w:t xml:space="preserve"> بلکه قر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بر عدم حصول ملاقات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وجود دارد</w:t>
      </w:r>
      <w:r>
        <w:rPr>
          <w:rFonts w:hint="cs"/>
          <w:rtl/>
          <w:lang w:bidi="fa-IR"/>
        </w:rPr>
        <w:t>.</w:t>
      </w:r>
      <w:r w:rsidR="000372C6" w:rsidRPr="000372C6">
        <w:rPr>
          <w:rtl/>
          <w:lang w:bidi="fa-IR"/>
        </w:rPr>
        <w:t xml:space="preserve"> طبر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خوارزم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تصر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ح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کنند که پس از انجام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جابر از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خواهد که او را به سمت خانه ها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کوفه هدا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کند</w:t>
      </w:r>
      <w:r>
        <w:rPr>
          <w:rFonts w:hint="cs"/>
          <w:rtl/>
          <w:lang w:bidi="fa-IR"/>
        </w:rPr>
        <w:t>.</w:t>
      </w:r>
      <w:r w:rsidR="000372C6" w:rsidRPr="000372C6">
        <w:rPr>
          <w:rtl/>
          <w:lang w:bidi="fa-IR"/>
        </w:rPr>
        <w:t xml:space="preserve"> آن گاه هر دو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گام برداشتند</w:t>
      </w:r>
      <w:r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83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بس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</w:t>
      </w:r>
      <w:r w:rsidR="000372C6" w:rsidRPr="000372C6">
        <w:rPr>
          <w:rtl/>
          <w:lang w:bidi="fa-IR"/>
        </w:rPr>
        <w:t xml:space="preserve"> 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است که حادثه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اهم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واقع گردد و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آن را نقل نکند</w:t>
      </w:r>
      <w:r>
        <w:rPr>
          <w:rFonts w:hint="cs"/>
          <w:rtl/>
          <w:lang w:bidi="fa-IR"/>
        </w:rPr>
        <w:t>.</w:t>
      </w:r>
    </w:p>
    <w:p w:rsidR="000D084E" w:rsidRDefault="000D084E" w:rsidP="000D084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0372C6" w:rsidRPr="000372C6">
        <w:rPr>
          <w:rtl/>
          <w:lang w:bidi="fa-IR"/>
        </w:rPr>
        <w:t xml:space="preserve"> آنچه از خبر طبر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بن طاووس و خوارزم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استفاده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شود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است که هنگا</w:t>
      </w:r>
      <w:r w:rsidR="000372C6" w:rsidRPr="000372C6">
        <w:rPr>
          <w:rFonts w:hint="eastAsia"/>
          <w:rtl/>
          <w:lang w:bidi="fa-IR"/>
        </w:rPr>
        <w:t>م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جابر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کس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از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tl/>
          <w:lang w:bidi="fa-IR"/>
        </w:rPr>
        <w:t xml:space="preserve"> نبوده است و حال آن که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مقرون به ملاقات با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tl/>
          <w:lang w:bidi="fa-IR"/>
        </w:rPr>
        <w:lastRenderedPageBreak/>
        <w:t>وقت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بوده است که گروه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هاشم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tl/>
          <w:lang w:bidi="fa-IR"/>
        </w:rPr>
        <w:t xml:space="preserve">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آن حضرت شتافته بودند و اهل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ت</w:t>
      </w:r>
      <w:r w:rsidR="000372C6" w:rsidRPr="000372C6">
        <w:rPr>
          <w:rtl/>
          <w:lang w:bidi="fa-IR"/>
        </w:rPr>
        <w:t xml:space="preserve"> هنگام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به کربلا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جابر را با عده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هاشم در آن جا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افتند</w:t>
      </w:r>
      <w:r>
        <w:rPr>
          <w:rFonts w:hint="cs"/>
          <w:rtl/>
          <w:lang w:bidi="fa-IR"/>
        </w:rPr>
        <w:t xml:space="preserve">. </w:t>
      </w:r>
      <w:r w:rsidR="00686026" w:rsidRPr="00B3235C">
        <w:rPr>
          <w:rStyle w:val="libFootnotenumChar"/>
          <w:rtl/>
        </w:rPr>
        <w:t>(</w:t>
      </w:r>
      <w:r w:rsidRPr="00B3235C">
        <w:rPr>
          <w:rStyle w:val="libFootnotenumChar"/>
          <w:rFonts w:hint="cs"/>
          <w:rtl/>
        </w:rPr>
        <w:t>84</w:t>
      </w:r>
      <w:r w:rsidR="00686026" w:rsidRPr="00B3235C">
        <w:rPr>
          <w:rStyle w:val="libFootnotenumChar"/>
          <w:rtl/>
        </w:rPr>
        <w:t>)</w:t>
      </w:r>
      <w:r w:rsidR="000372C6" w:rsidRPr="000372C6">
        <w:rPr>
          <w:rtl/>
          <w:lang w:bidi="fa-IR"/>
        </w:rPr>
        <w:t xml:space="preserve"> </w:t>
      </w:r>
    </w:p>
    <w:p w:rsidR="003C4F8E" w:rsidRDefault="000D084E" w:rsidP="000D084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0372C6" w:rsidRPr="000372C6">
        <w:rPr>
          <w:rtl/>
          <w:lang w:bidi="fa-IR"/>
        </w:rPr>
        <w:t xml:space="preserve"> در </w:t>
      </w:r>
      <w:r w:rsidR="000372C6" w:rsidRPr="000372C6">
        <w:rPr>
          <w:rFonts w:hint="eastAsia"/>
          <w:rtl/>
          <w:lang w:bidi="fa-IR"/>
        </w:rPr>
        <w:t>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اول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نام و نقش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برجسته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در صورت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در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دوم 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چ</w:t>
      </w:r>
      <w:r w:rsidR="000372C6" w:rsidRPr="000372C6">
        <w:rPr>
          <w:rtl/>
          <w:lang w:bidi="fa-IR"/>
        </w:rPr>
        <w:t xml:space="preserve"> نام و اثر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وجود ندارد</w:t>
      </w:r>
      <w:r w:rsidR="003C4F8E">
        <w:rPr>
          <w:rFonts w:hint="cs"/>
          <w:rtl/>
          <w:lang w:bidi="fa-IR"/>
        </w:rPr>
        <w:t>.</w:t>
      </w:r>
      <w:r w:rsidR="000372C6" w:rsidRPr="000372C6">
        <w:rPr>
          <w:rtl/>
          <w:lang w:bidi="fa-IR"/>
        </w:rPr>
        <w:t xml:space="preserve"> </w:t>
      </w:r>
    </w:p>
    <w:p w:rsidR="00FB7384" w:rsidRDefault="003C4F8E" w:rsidP="00CD41B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="000372C6" w:rsidRPr="000372C6">
        <w:rPr>
          <w:rtl/>
          <w:lang w:bidi="fa-IR"/>
        </w:rPr>
        <w:t xml:space="preserve"> تصر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ح</w:t>
      </w:r>
      <w:r w:rsidR="000372C6" w:rsidRPr="000372C6">
        <w:rPr>
          <w:rtl/>
          <w:lang w:bidi="fa-IR"/>
        </w:rPr>
        <w:t xml:space="preserve"> مورخان و دانشمندان مبن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که جابر نخست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زائر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اثبات کننده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مطلب است که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و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</w:t>
      </w:r>
      <w:r w:rsidR="000372C6" w:rsidRPr="000372C6">
        <w:rPr>
          <w:rtl/>
          <w:lang w:bidi="fa-IR"/>
        </w:rPr>
        <w:t xml:space="preserve"> از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گروه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از بن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هاشم ا</w:t>
      </w:r>
      <w:r w:rsidR="000372C6" w:rsidRPr="000372C6">
        <w:rPr>
          <w:rFonts w:hint="eastAsia"/>
          <w:rtl/>
          <w:lang w:bidi="fa-IR"/>
        </w:rPr>
        <w:t>ست</w:t>
      </w:r>
      <w:r w:rsidR="000372C6" w:rsidRPr="000372C6">
        <w:rPr>
          <w:rtl/>
          <w:lang w:bidi="fa-IR"/>
        </w:rPr>
        <w:t xml:space="preserve"> و با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جابر با عط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ه</w:t>
      </w:r>
      <w:r w:rsidR="000372C6" w:rsidRPr="000372C6">
        <w:rPr>
          <w:rtl/>
          <w:lang w:bidi="fa-IR"/>
        </w:rPr>
        <w:t xml:space="preserve"> را با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CD41BD"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نخست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او قرار داد</w:t>
      </w:r>
      <w:r w:rsidR="00CD41BD">
        <w:rPr>
          <w:rFonts w:hint="cs"/>
          <w:rtl/>
          <w:lang w:bidi="fa-IR"/>
        </w:rPr>
        <w:t>.</w:t>
      </w:r>
    </w:p>
    <w:p w:rsidR="00CE20D0" w:rsidRDefault="000372C6" w:rsidP="00CD41B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خلاصه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آنچه طبر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در</w:t>
      </w:r>
      <w:r w:rsidR="002968FB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مصباح الزائر) و خوارزم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آورده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در آن نام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وجود دارد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گونه اشاره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حضور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هاشم ندارد و سرانجام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رهسپار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 سمت کوفه ختم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آنچه که ابن نما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</w:t>
      </w:r>
      <w:r w:rsidRPr="000372C6">
        <w:rPr>
          <w:rFonts w:hint="eastAsia"/>
          <w:rtl/>
          <w:lang w:bidi="fa-IR"/>
        </w:rPr>
        <w:t>ووس</w:t>
      </w:r>
      <w:r w:rsidRPr="000372C6">
        <w:rPr>
          <w:rtl/>
          <w:lang w:bidi="fa-IR"/>
        </w:rPr>
        <w:t xml:space="preserve"> در</w:t>
      </w:r>
      <w:r w:rsidR="002968FB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لهوف) آورده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در آن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نام و نقش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فرق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گونه بعد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ندارد که شخص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چون جابر به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بسنده نکند</w:t>
      </w:r>
      <w:r w:rsidR="00CE20D0">
        <w:rPr>
          <w:rFonts w:hint="cs"/>
          <w:rtl/>
          <w:lang w:bidi="fa-IR"/>
        </w:rPr>
        <w:t>.</w:t>
      </w:r>
    </w:p>
    <w:p w:rsidR="00FB7384" w:rsidRDefault="000372C6" w:rsidP="00CE20D0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پس از گذشت چهل روز از شهادت سالار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</w:t>
      </w:r>
      <w:r w:rsidRPr="000372C6">
        <w:rPr>
          <w:rFonts w:hint="eastAsia"/>
          <w:rtl/>
          <w:lang w:bidi="fa-IR"/>
        </w:rPr>
        <w:t>هل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ملاقات جابر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پس از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گرچه دق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</w:t>
      </w:r>
      <w:r w:rsidRPr="000372C6">
        <w:rPr>
          <w:rtl/>
          <w:lang w:bidi="fa-IR"/>
        </w:rPr>
        <w:t xml:space="preserve"> روز آن 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مسلما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دوم است</w:t>
      </w:r>
      <w:r w:rsidR="00FB7384">
        <w:rPr>
          <w:rFonts w:hint="cs"/>
          <w:rtl/>
          <w:lang w:bidi="fa-IR"/>
        </w:rPr>
        <w:t>.</w:t>
      </w:r>
    </w:p>
    <w:p w:rsidR="00CE20D0" w:rsidRDefault="000372C6" w:rsidP="00CE20D0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با توجه به نقل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ورود سر مطهر را به شام در اول ماه صفر تع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کرده است</w:t>
      </w:r>
      <w:r w:rsidR="00CE20D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E20D0" w:rsidRPr="00B3235C">
        <w:rPr>
          <w:rStyle w:val="libFootnotenumChar"/>
          <w:rFonts w:hint="cs"/>
          <w:rtl/>
        </w:rPr>
        <w:t>84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چنانچه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هم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به شام بدان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CE20D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E20D0" w:rsidRPr="00B3235C">
        <w:rPr>
          <w:rStyle w:val="libFootnotenumChar"/>
          <w:rFonts w:hint="cs"/>
          <w:rtl/>
        </w:rPr>
        <w:t>85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با تک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به خبر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زمان خروج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 تع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شده است</w:t>
      </w:r>
      <w:r w:rsidR="00782183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E20D0" w:rsidRPr="00B3235C">
        <w:rPr>
          <w:rStyle w:val="libFootnotenumChar"/>
          <w:rFonts w:hint="cs"/>
          <w:rtl/>
        </w:rPr>
        <w:t>86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مدت اقامت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در شام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بوده و بابر آن که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بازگشت آنان از راه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انبر</w:t>
      </w:r>
      <w:r w:rsidRPr="000372C6">
        <w:rPr>
          <w:rtl/>
          <w:lang w:bidi="fa-IR"/>
        </w:rPr>
        <w:t xml:space="preserve"> باد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="002968FB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الشام</w:t>
      </w:r>
      <w:r w:rsidRPr="000372C6">
        <w:rPr>
          <w:rtl/>
          <w:lang w:bidi="fa-IR"/>
        </w:rPr>
        <w:t xml:space="preserve"> بوده باشد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زمان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 فاصله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چندان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ندارد</w:t>
      </w:r>
      <w:r w:rsidR="00CE20D0">
        <w:rPr>
          <w:rFonts w:hint="cs"/>
          <w:rtl/>
          <w:lang w:bidi="fa-IR"/>
        </w:rPr>
        <w:t>.</w:t>
      </w:r>
    </w:p>
    <w:p w:rsidR="00FB7384" w:rsidRDefault="000372C6" w:rsidP="0078218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گمان کرد که آن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در حدود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صفر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در اوا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رب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الاول به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باشند و چنانچه مدت اقامت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="00CE20D0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حدود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</w:t>
      </w:r>
      <w:r w:rsidR="00CE20D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E20D0" w:rsidRPr="00B3235C">
        <w:rPr>
          <w:rStyle w:val="libFootnotenumChar"/>
          <w:rFonts w:hint="cs"/>
          <w:rtl/>
        </w:rPr>
        <w:t>87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782183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782183" w:rsidRPr="00B3235C">
        <w:rPr>
          <w:rStyle w:val="libFootnotenumChar"/>
          <w:rFonts w:hint="cs"/>
          <w:rtl/>
        </w:rPr>
        <w:t>88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بازگشت را هم از راه سلطان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زمان مقدار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تأخ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افتد و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است که درغ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از ماه رب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الاول بوده باشد</w:t>
      </w:r>
      <w:r w:rsidR="00FB7384">
        <w:rPr>
          <w:rFonts w:hint="cs"/>
          <w:rtl/>
          <w:lang w:bidi="fa-IR"/>
        </w:rPr>
        <w:t>.</w:t>
      </w:r>
    </w:p>
    <w:p w:rsidR="002519BE" w:rsidRDefault="000372C6" w:rsidP="0078218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مشکلات مسئله حل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منازعات و کشمکشها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پذ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رد</w:t>
      </w:r>
      <w:r w:rsidR="002519BE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اما آنچه مرحوم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طباطبا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از آن به عنوان فهم علما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کرده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به عنوان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مطرح گردد و در فرض تحقق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ثبوت ملازمه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و حصول ملاقات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مورد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رش</w:t>
      </w:r>
      <w:r w:rsidRPr="000372C6">
        <w:rPr>
          <w:rtl/>
          <w:lang w:bidi="fa-IR"/>
        </w:rPr>
        <w:t xml:space="preserve"> قرار نگرفت</w:t>
      </w:r>
      <w:r w:rsidR="002519BE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با توجه به مطالب گذشته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بحث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:</w:t>
      </w:r>
    </w:p>
    <w:p w:rsidR="00DA7D3C" w:rsidRDefault="000372C6" w:rsidP="002519B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چنانچه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از طر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باد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الشام به شام برده و آنان از همان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به کربلا بازگشته باشند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زمان خروج را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ندان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امکان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 xml:space="preserve"> به کربلا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وجود دارد</w:t>
      </w:r>
      <w:r w:rsidR="002519BE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رفت را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تأ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احتمال را ذکر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گونه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و شاهد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آورد و تنها با ذکر کلمه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 xml:space="preserve"> لعل» و شا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آن را مطرح ساخته است و در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کتاب معتبر و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معتبر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حرکت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به چشم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خورد</w:t>
      </w:r>
      <w:r w:rsidR="002519BE">
        <w:rPr>
          <w:rFonts w:hint="cs"/>
          <w:rtl/>
          <w:lang w:bidi="fa-IR"/>
        </w:rPr>
        <w:t>.</w:t>
      </w:r>
    </w:p>
    <w:p w:rsidR="00DA7D3C" w:rsidRDefault="000372C6" w:rsidP="002519B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افزون بر آن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حکومت فاسد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خواست نها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بهره را از جنا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ننگ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خود به دست </w:t>
      </w:r>
      <w:r w:rsidRPr="000372C6">
        <w:rPr>
          <w:rFonts w:hint="eastAsia"/>
          <w:rtl/>
          <w:lang w:bidi="fa-IR"/>
        </w:rPr>
        <w:t>آورد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حرکت دادن آنها از راه سلطان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گفته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چهل منزل را در خود 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منطق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جلوه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سازد و حرکت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به حدود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وقت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دارد</w:t>
      </w:r>
      <w:r w:rsidR="00DA7D3C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و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ماندن آثار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و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به عنوان تأ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مورد استناد قرار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مثل مشهد نقطه</w:t>
      </w:r>
      <w:r w:rsidR="002519B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519BE" w:rsidRPr="00B3235C">
        <w:rPr>
          <w:rStyle w:val="libFootnotenumChar"/>
          <w:rFonts w:hint="cs"/>
          <w:rtl/>
        </w:rPr>
        <w:t>89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مدفن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کودکان آل الب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مثل شهرها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حلب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بعلبک</w:t>
      </w:r>
      <w:r w:rsidR="00DA7D3C">
        <w:rPr>
          <w:rFonts w:hint="cs"/>
          <w:rtl/>
          <w:lang w:bidi="fa-IR"/>
        </w:rPr>
        <w:t>.</w:t>
      </w:r>
    </w:p>
    <w:p w:rsidR="00DA7D3C" w:rsidRDefault="000372C6" w:rsidP="002519B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ازکتب مورد توجه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بعض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انات</w:t>
      </w:r>
      <w:r w:rsidRPr="000372C6">
        <w:rPr>
          <w:rtl/>
          <w:lang w:bidi="fa-IR"/>
        </w:rPr>
        <w:t xml:space="preserve"> راه را ذکر کرده اند که مربوط به راه سلطان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مثل قض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راهب</w:t>
      </w:r>
      <w:r w:rsidR="002519BE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519BE" w:rsidRPr="00B3235C">
        <w:rPr>
          <w:rStyle w:val="libFootnotenumChar"/>
          <w:rFonts w:hint="cs"/>
          <w:rtl/>
        </w:rPr>
        <w:t>90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در قنسر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686026" w:rsidRPr="00B3235C">
        <w:rPr>
          <w:rStyle w:val="libFootnotenumChar"/>
          <w:rtl/>
        </w:rPr>
        <w:t>(</w:t>
      </w:r>
      <w:r w:rsidR="002519BE" w:rsidRPr="00B3235C">
        <w:rPr>
          <w:rStyle w:val="libFootnotenumChar"/>
          <w:rFonts w:hint="cs"/>
          <w:rtl/>
        </w:rPr>
        <w:t>91</w:t>
      </w:r>
      <w:r w:rsidR="00686026" w:rsidRPr="00B3235C">
        <w:rPr>
          <w:rStyle w:val="libFootnotenumChar"/>
          <w:rtl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سخنان بعض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بعلب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توجه به مدت اقامت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شام که تا حدود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تا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گفته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همچنانکه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دبن</w:t>
      </w:r>
      <w:r w:rsidRPr="000372C6">
        <w:rPr>
          <w:rtl/>
          <w:lang w:bidi="fa-IR"/>
        </w:rPr>
        <w:t xml:space="preserve"> طاووس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او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نعمان گفته است و باعنا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مدت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کوفه </w:t>
      </w:r>
      <w:r w:rsidRPr="000372C6">
        <w:rPr>
          <w:rtl/>
          <w:lang w:bidi="fa-IR"/>
        </w:rPr>
        <w:lastRenderedPageBreak/>
        <w:t>زندان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بوده اند</w:t>
      </w:r>
      <w:r w:rsidR="000261F0">
        <w:rPr>
          <w:rtl/>
          <w:lang w:bidi="fa-IR"/>
        </w:rPr>
        <w:t>،</w:t>
      </w:r>
      <w:r w:rsidR="0048465B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 xml:space="preserve">اگر چه آن مدت کم باشد) و مسئله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کسب تکل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توسط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ا حت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کبوتر نامه بر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باز بازگشت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منطق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DA7D3C">
        <w:rPr>
          <w:rFonts w:hint="cs"/>
          <w:rtl/>
          <w:lang w:bidi="fa-IR"/>
        </w:rPr>
        <w:t>.</w:t>
      </w:r>
    </w:p>
    <w:p w:rsidR="00DA7D3C" w:rsidRDefault="000372C6" w:rsidP="002519BE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اما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مثل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قزو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بها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معارض است با نقل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همانند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نعمان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که از نظر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آنها مقدم است و مثل آنان ذوفنون نبوده است و آنچه به امام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نسب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داده اند ناش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ملازمه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و حصول ملاقات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است که مورد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رش</w:t>
      </w:r>
      <w:r w:rsidRPr="000372C6">
        <w:rPr>
          <w:rtl/>
          <w:lang w:bidi="fa-IR"/>
        </w:rPr>
        <w:t xml:space="preserve"> قرار نگرفت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آن را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پس از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دانست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DA7D3C">
        <w:rPr>
          <w:rFonts w:hint="cs"/>
          <w:rtl/>
          <w:lang w:bidi="fa-IR"/>
        </w:rPr>
        <w:t>.</w:t>
      </w:r>
    </w:p>
    <w:p w:rsidR="000372C6" w:rsidRPr="000372C6" w:rsidRDefault="000372C6" w:rsidP="00CB4A4A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اما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الحاق سر مطهر به جسد طاهر را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="00DA7D3C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آن را امر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ژه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با شرا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خاص بدان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همچنان که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به آن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</w:t>
      </w:r>
      <w:r w:rsidR="005317A2">
        <w:rPr>
          <w:rFonts w:hint="cs"/>
          <w:rtl/>
          <w:lang w:bidi="fa-IR"/>
        </w:rPr>
        <w:t>.</w:t>
      </w:r>
      <w:r w:rsidR="00CB4A4A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CB4A4A" w:rsidRPr="00B3235C">
        <w:rPr>
          <w:rStyle w:val="libFootnotenumChar"/>
          <w:rFonts w:hint="cs"/>
          <w:rtl/>
        </w:rPr>
        <w:t>92</w:t>
      </w:r>
      <w:r w:rsidR="00686026" w:rsidRPr="00B3235C">
        <w:rPr>
          <w:rStyle w:val="libFootnotenumChar"/>
          <w:rtl/>
        </w:rPr>
        <w:t>)</w:t>
      </w:r>
      <w:r w:rsidR="00247D5F">
        <w:rPr>
          <w:rFonts w:hint="cs"/>
          <w:rtl/>
          <w:lang w:bidi="fa-IR"/>
        </w:rPr>
        <w:t xml:space="preserve"> </w:t>
      </w:r>
    </w:p>
    <w:p w:rsidR="000372C6" w:rsidRPr="000372C6" w:rsidRDefault="00CB4A4A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317A2">
      <w:pPr>
        <w:pStyle w:val="Heading2"/>
        <w:rPr>
          <w:rtl/>
          <w:lang w:bidi="fa-IR"/>
        </w:rPr>
      </w:pPr>
      <w:bookmarkStart w:id="15" w:name="_Toc526764134"/>
      <w:r w:rsidRPr="000372C6">
        <w:rPr>
          <w:rFonts w:hint="eastAsia"/>
          <w:rtl/>
          <w:lang w:bidi="fa-IR"/>
        </w:rPr>
        <w:t>فرازها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15"/>
    </w:p>
    <w:p w:rsidR="005317A2" w:rsidRDefault="005317A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317A2">
      <w:pPr>
        <w:pStyle w:val="Heading3"/>
        <w:rPr>
          <w:rtl/>
          <w:lang w:bidi="fa-IR"/>
        </w:rPr>
      </w:pPr>
      <w:bookmarkStart w:id="16" w:name="_Toc526764135"/>
      <w:r w:rsidRPr="000372C6">
        <w:rPr>
          <w:rFonts w:hint="eastAsia"/>
          <w:rtl/>
          <w:lang w:bidi="fa-IR"/>
        </w:rPr>
        <w:t>مقدمه</w:t>
      </w:r>
      <w:bookmarkEnd w:id="16"/>
    </w:p>
    <w:p w:rsidR="000372C6" w:rsidRPr="000372C6" w:rsidRDefault="000372C6" w:rsidP="00485BEA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امام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که فرموده اند:«در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روز بلند شد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>: سلام بر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 و 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او، سلام بر خل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خدا و بنده 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او، سلام بر بنده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خدا و فرزند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او، سلام 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مظلوم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سلام بر آقا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در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امواج بلا گرفتار آمد و کشته اشک روان است. آن گاه امام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فرمودند: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آن حضرت هم دست شدند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بشان</w:t>
      </w:r>
      <w:r w:rsidR="00485BEA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داده</w:t>
      </w:r>
      <w:r w:rsidRPr="000372C6">
        <w:rPr>
          <w:rtl/>
          <w:lang w:bidi="fa-IR"/>
        </w:rPr>
        <w:t xml:space="preserve"> بود و بهره خود را در ازا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ناچ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فروختند و آخرت خو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را به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مت</w:t>
      </w:r>
      <w:r w:rsidRPr="000372C6">
        <w:rPr>
          <w:rtl/>
          <w:lang w:bidi="fa-IR"/>
        </w:rPr>
        <w:t xml:space="preserve"> ناچ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حراج کردند. در چاه هوا و هوس فرو رفتند و تو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امبرت</w:t>
      </w:r>
      <w:r w:rsidRPr="000372C6">
        <w:rPr>
          <w:rtl/>
          <w:lang w:bidi="fa-IR"/>
        </w:rPr>
        <w:t xml:space="preserve"> را به خشم آورده و مط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بندگان شق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دند؛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در مقابل آنان تن به ذلت نداد و با آنان با شک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به جهاد پرداخت تا آن گاه که خونش را 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ختند</w:t>
      </w:r>
      <w:r w:rsidRPr="000372C6">
        <w:rPr>
          <w:rtl/>
          <w:lang w:bidi="fa-IR"/>
        </w:rPr>
        <w:t xml:space="preserve"> و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تش</w:t>
      </w:r>
      <w:r w:rsidRPr="000372C6">
        <w:rPr>
          <w:rtl/>
          <w:lang w:bidi="fa-IR"/>
        </w:rPr>
        <w:t xml:space="preserve"> را به اسارت بردند.</w:t>
      </w:r>
    </w:p>
    <w:p w:rsidR="000372C6" w:rsidRPr="000372C6" w:rsidRDefault="00485BEA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485BEA">
      <w:pPr>
        <w:pStyle w:val="Heading3"/>
        <w:rPr>
          <w:rtl/>
          <w:lang w:bidi="fa-IR"/>
        </w:rPr>
      </w:pPr>
      <w:bookmarkStart w:id="17" w:name="_Toc526764136"/>
      <w:r w:rsidRPr="000372C6">
        <w:rPr>
          <w:rFonts w:hint="eastAsia"/>
          <w:rtl/>
          <w:lang w:bidi="fa-IR"/>
        </w:rPr>
        <w:t>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</w:t>
      </w:r>
      <w:bookmarkEnd w:id="17"/>
    </w:p>
    <w:p w:rsidR="000372C6" w:rsidRPr="000372C6" w:rsidRDefault="000372C6" w:rsidP="00485BEA">
      <w:pPr>
        <w:pStyle w:val="libNormal"/>
        <w:rPr>
          <w:rtl/>
          <w:lang w:bidi="fa-IR"/>
        </w:rPr>
      </w:pPr>
      <w:r w:rsidRPr="00485BEA">
        <w:rPr>
          <w:rStyle w:val="libBold1Char"/>
          <w:rFonts w:hint="eastAsia"/>
          <w:rtl/>
        </w:rPr>
        <w:t>از</w:t>
      </w:r>
      <w:r w:rsidRPr="00485BEA">
        <w:rPr>
          <w:rStyle w:val="libBold1Char"/>
          <w:rtl/>
        </w:rPr>
        <w:t xml:space="preserve"> عط</w:t>
      </w:r>
      <w:r w:rsidRPr="00485BEA">
        <w:rPr>
          <w:rStyle w:val="libBold1Char"/>
          <w:rFonts w:hint="cs"/>
          <w:rtl/>
        </w:rPr>
        <w:t>ی</w:t>
      </w:r>
      <w:r w:rsidRPr="00485BEA">
        <w:rPr>
          <w:rStyle w:val="libBold1Char"/>
          <w:rFonts w:hint="eastAsia"/>
          <w:rtl/>
        </w:rPr>
        <w:t>ه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که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با جابر بن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رفت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م،</w:t>
      </w:r>
      <w:r w:rsidRPr="000372C6">
        <w:rPr>
          <w:rtl/>
          <w:lang w:bidi="fa-IR"/>
        </w:rPr>
        <w:t xml:space="preserve"> جابر غسل کرده و بر سر قبر حضرت رفت و گفت:«دست مرا بر قبر گذار.» چون دستش به قبر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هوش شد و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هوش آمد سه بار گفت: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ح</w:t>
      </w:r>
      <w:r w:rsidRPr="000372C6">
        <w:rPr>
          <w:rFonts w:hint="eastAsia"/>
          <w:rtl/>
          <w:lang w:bidi="fa-IR"/>
        </w:rPr>
        <w:t>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سپس گفت:«آ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دوست، جواب دوست 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دهد؟ چگونه جواب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سرت را از بدن جدا کرده اند.» و گفت:« سوگند به خدا که ما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در آن جا حضور داشت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.» من گفتم: چگونه؟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شمش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م،</w:t>
      </w:r>
      <w:r w:rsidRPr="000372C6">
        <w:rPr>
          <w:rtl/>
          <w:lang w:bidi="fa-IR"/>
        </w:rPr>
        <w:t xml:space="preserve">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گروه ماب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سرو بدن شان جدا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افتاده و اولادشان اس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ر شده و </w:t>
      </w:r>
      <w:r w:rsidR="00686026">
        <w:rPr>
          <w:rtl/>
          <w:lang w:bidi="fa-IR"/>
        </w:rPr>
        <w:t>(</w:t>
      </w:r>
      <w:r w:rsidRPr="000372C6">
        <w:rPr>
          <w:rtl/>
          <w:lang w:bidi="fa-IR"/>
        </w:rPr>
        <w:t>ما...</w:t>
      </w:r>
      <w:r w:rsidR="00686026">
        <w:rPr>
          <w:rtl/>
          <w:lang w:bidi="fa-IR"/>
        </w:rPr>
        <w:t>)</w:t>
      </w:r>
      <w:r w:rsidRPr="000372C6">
        <w:rPr>
          <w:rtl/>
          <w:lang w:bidi="fa-IR"/>
        </w:rPr>
        <w:t>، جابر گفت:« از رسول خدا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هر که گروه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دوست دارد، با آنان محشور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و هر که عمل مردم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دوست داشته باشد، در عمل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شود. همانا دوست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 بهشت بازگشت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دشمن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به دوزخ بازگردد.</w:t>
      </w:r>
    </w:p>
    <w:p w:rsidR="000372C6" w:rsidRPr="000372C6" w:rsidRDefault="00485BEA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485BEA">
      <w:pPr>
        <w:pStyle w:val="Heading3"/>
        <w:rPr>
          <w:rtl/>
          <w:lang w:bidi="fa-IR"/>
        </w:rPr>
      </w:pPr>
      <w:bookmarkStart w:id="18" w:name="_Toc526764137"/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دار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از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18"/>
    </w:p>
    <w:p w:rsidR="00247D5F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247D5F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بن</w:t>
      </w:r>
      <w:r w:rsidRPr="000372C6">
        <w:rPr>
          <w:rtl/>
          <w:lang w:bidi="fa-IR"/>
        </w:rPr>
        <w:t xml:space="preserve"> طاووس در کتاب مقتل خود به نام لهوف آورده است: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زمان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دالشهداء</w:t>
      </w:r>
      <w:r w:rsidR="00485BEA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Fonts w:hint="eastAsia"/>
          <w:rtl/>
        </w:rPr>
        <w:t>عليهم‌السلام</w:t>
      </w:r>
      <w:r w:rsidRPr="000372C6">
        <w:rPr>
          <w:rtl/>
          <w:lang w:bidi="fa-IR"/>
        </w:rPr>
        <w:t xml:space="preserve">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گشتند در عراق از کاروان دار خواستند که آن ها را از راه کربلا ببرد. چون به بر تربت پاک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دند،</w:t>
      </w:r>
      <w:r w:rsidRPr="000372C6">
        <w:rPr>
          <w:rtl/>
          <w:lang w:bidi="fa-IR"/>
        </w:rPr>
        <w:t xml:space="preserve"> جابر بن عبداللّه را با </w:t>
      </w:r>
      <w:r w:rsidRPr="000372C6">
        <w:rPr>
          <w:rFonts w:hint="eastAsia"/>
          <w:rtl/>
          <w:lang w:bidi="fa-IR"/>
        </w:rPr>
        <w:t>گروه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طا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هاشم و مردان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آل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غمبر</w:t>
      </w:r>
      <w:r w:rsidR="00BC5AB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حضرت آمده اند. آنان شروع به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نوحه سرا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کردند، زنان قبائل عرب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که در آن اطراف بودند جمع شده و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کردند. کاروان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سپس از آن جا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کوچ کردند.</w:t>
      </w:r>
    </w:p>
    <w:p w:rsidR="000372C6" w:rsidRPr="000372C6" w:rsidRDefault="00247D5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247D5F">
      <w:pPr>
        <w:pStyle w:val="Heading3"/>
        <w:rPr>
          <w:rtl/>
          <w:lang w:bidi="fa-IR"/>
        </w:rPr>
      </w:pPr>
      <w:bookmarkStart w:id="19" w:name="_Toc526764138"/>
      <w:r w:rsidRPr="000372C6">
        <w:rPr>
          <w:rFonts w:hint="eastAsia"/>
          <w:rtl/>
          <w:lang w:bidi="fa-IR"/>
        </w:rPr>
        <w:t>اسارت</w:t>
      </w:r>
      <w:r w:rsidRPr="000372C6">
        <w:rPr>
          <w:rtl/>
          <w:lang w:bidi="fa-IR"/>
        </w:rPr>
        <w:t xml:space="preserve"> زن مسلمان</w:t>
      </w:r>
      <w:bookmarkEnd w:id="19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مظلوم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حکا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از نقض آشکار قوان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اسلام به آنها سفارش کرده،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گرفتن زن مسلمان است. در حادثه کربلا پس از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نبرد،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کرده و شهر به شهر گرداندند و در کوفه و شام به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گذاشتند.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گرفتن زن مسلمان از نظر اسل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مردود است چنان که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جنگ جمل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کردن را روا نشمرد و عا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را به همراه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 به شهر خودش بازگرداند؛ اما متجاوزان امو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فرزندان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tl/>
          <w:lang w:bidi="fa-IR"/>
        </w:rPr>
        <w:t xml:space="preserve"> را مثل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کافر، از کوفه به شام فرستادند و چهره زنان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را بر اهال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شهرها نمودند و درنها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سنگ </w:t>
      </w:r>
      <w:r w:rsidRPr="000372C6">
        <w:rPr>
          <w:rFonts w:hint="eastAsia"/>
          <w:rtl/>
          <w:lang w:bidi="fa-IR"/>
        </w:rPr>
        <w:t>دل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آنان رفتار کردند. چنان که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="00247D5F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هنگام عبور از کنار اجساد شهدا</w:t>
      </w:r>
      <w:r w:rsidR="0048465B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در اعتراض به اسارت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>) فرمود:ا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محمّد</w:t>
      </w:r>
      <w:r w:rsidR="00247D5F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دختران تو هستند که به اسارت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روند.</w:t>
      </w:r>
    </w:p>
    <w:p w:rsidR="000372C6" w:rsidRPr="000372C6" w:rsidRDefault="00247D5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247D5F">
      <w:pPr>
        <w:pStyle w:val="Heading2"/>
        <w:rPr>
          <w:rtl/>
          <w:lang w:bidi="fa-IR"/>
        </w:rPr>
      </w:pPr>
      <w:bookmarkStart w:id="20" w:name="_Toc526764139"/>
      <w:r w:rsidRPr="000372C6">
        <w:rPr>
          <w:rFonts w:hint="eastAsia"/>
          <w:rtl/>
          <w:lang w:bidi="fa-IR"/>
        </w:rPr>
        <w:t>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</w:t>
      </w:r>
      <w:bookmarkEnd w:id="20"/>
    </w:p>
    <w:p w:rsidR="000372C6" w:rsidRPr="000372C6" w:rsidRDefault="000372C6" w:rsidP="00247D5F">
      <w:pPr>
        <w:pStyle w:val="libNormal"/>
        <w:rPr>
          <w:rtl/>
          <w:lang w:bidi="fa-IR"/>
        </w:rPr>
      </w:pPr>
      <w:r w:rsidRPr="00247D5F">
        <w:rPr>
          <w:rStyle w:val="libBold1Char"/>
          <w:rFonts w:hint="eastAsia"/>
          <w:rtl/>
        </w:rPr>
        <w:t>ب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ستم</w:t>
      </w:r>
      <w:r w:rsidRPr="00247D5F">
        <w:rPr>
          <w:rStyle w:val="libBold1Char"/>
          <w:rtl/>
        </w:rPr>
        <w:t xml:space="preserve"> ماه صفر در تار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خ،</w:t>
      </w:r>
      <w:r w:rsidRPr="00247D5F">
        <w:rPr>
          <w:rStyle w:val="libBold1Char"/>
          <w:rtl/>
        </w:rPr>
        <w:t xml:space="preserve"> به عنوان اربع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ن</w:t>
      </w:r>
      <w:r w:rsidRPr="00247D5F">
        <w:rPr>
          <w:rStyle w:val="libBold1Char"/>
          <w:rtl/>
        </w:rPr>
        <w:t xml:space="preserve"> حس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ن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tl/>
        </w:rPr>
        <w:t xml:space="preserve"> مشهور شده است</w:t>
      </w:r>
      <w:r w:rsidRPr="000372C6">
        <w:rPr>
          <w:rtl/>
          <w:lang w:bidi="fa-IR"/>
        </w:rPr>
        <w:t>. در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به بزرگداشت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اشاره شده است. در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امام حسن عسکر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عنوان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نشانه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مؤمن شمرده شده است.</w:t>
      </w:r>
      <w:r w:rsidR="00247D5F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47D5F" w:rsidRPr="00B3235C">
        <w:rPr>
          <w:rStyle w:val="libFootnotenumChar"/>
          <w:rFonts w:hint="cs"/>
          <w:rtl/>
        </w:rPr>
        <w:t>93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«</w:t>
      </w:r>
      <w:r w:rsidRPr="00247D5F">
        <w:rPr>
          <w:rStyle w:val="libBold1Char"/>
          <w:rtl/>
        </w:rPr>
        <w:t>اربع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ن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در منابع،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به دو رو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داد</w:t>
      </w:r>
      <w:r w:rsidRPr="000372C6">
        <w:rPr>
          <w:rtl/>
          <w:lang w:bidi="fa-IR"/>
        </w:rPr>
        <w:t xml:space="preserve"> اشاره دارد:</w:t>
      </w:r>
    </w:p>
    <w:p w:rsidR="000372C6" w:rsidRPr="000372C6" w:rsidRDefault="008A37BF" w:rsidP="00247D5F">
      <w:pPr>
        <w:pStyle w:val="libBold2"/>
        <w:rPr>
          <w:rtl/>
          <w:lang w:bidi="fa-IR"/>
        </w:rPr>
      </w:pPr>
      <w:r>
        <w:rPr>
          <w:rtl/>
          <w:lang w:bidi="fa-IR"/>
        </w:rPr>
        <w:t>1</w:t>
      </w:r>
      <w:r w:rsidR="000372C6" w:rsidRPr="000372C6">
        <w:rPr>
          <w:rtl/>
          <w:lang w:bidi="fa-IR"/>
        </w:rPr>
        <w:t>- روز مراجعت اسرا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کربلا از شام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نه؛</w:t>
      </w:r>
    </w:p>
    <w:p w:rsidR="000372C6" w:rsidRPr="000372C6" w:rsidRDefault="008A37BF" w:rsidP="00247D5F">
      <w:pPr>
        <w:pStyle w:val="libBold2"/>
        <w:rPr>
          <w:rtl/>
          <w:lang w:bidi="fa-IR"/>
        </w:rPr>
      </w:pPr>
      <w:r>
        <w:rPr>
          <w:rtl/>
          <w:lang w:bidi="fa-IR"/>
        </w:rPr>
        <w:t>2</w:t>
      </w:r>
      <w:r w:rsidR="000372C6" w:rsidRPr="000372C6">
        <w:rPr>
          <w:rtl/>
          <w:lang w:bidi="fa-IR"/>
        </w:rPr>
        <w:t>- روز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جابر بن عبدالله انصار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قبر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مشرف شد. اما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نکه</w:t>
      </w:r>
      <w:r w:rsidR="000372C6" w:rsidRPr="000372C6">
        <w:rPr>
          <w:rtl/>
          <w:lang w:bidi="fa-IR"/>
        </w:rPr>
        <w:t xml:space="preserve">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اسرا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کربلا به کربلا رس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ده</w:t>
      </w:r>
      <w:r w:rsidR="000372C6" w:rsidRPr="000372C6">
        <w:rPr>
          <w:rtl/>
          <w:lang w:bidi="fa-IR"/>
        </w:rPr>
        <w:t xml:space="preserve"> باشند، ترد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جد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وجود دارد.</w:t>
      </w:r>
    </w:p>
    <w:p w:rsidR="000372C6" w:rsidRPr="000372C6" w:rsidRDefault="000372C6" w:rsidP="00247D5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در«</w:t>
      </w:r>
      <w:r w:rsidRPr="00247D5F">
        <w:rPr>
          <w:rStyle w:val="libBold1Char"/>
          <w:rtl/>
        </w:rPr>
        <w:t>مسار الش</w:t>
      </w:r>
      <w:r w:rsidRPr="00247D5F">
        <w:rPr>
          <w:rStyle w:val="libBold1Char"/>
          <w:rFonts w:hint="cs"/>
          <w:rtl/>
        </w:rPr>
        <w:t>ی</w:t>
      </w:r>
      <w:r w:rsidRPr="00247D5F">
        <w:rPr>
          <w:rStyle w:val="libBold1Char"/>
          <w:rFonts w:hint="eastAsia"/>
          <w:rtl/>
        </w:rPr>
        <w:t>عه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آورده است:</w:t>
      </w:r>
    </w:p>
    <w:p w:rsidR="000372C6" w:rsidRPr="000372C6" w:rsidRDefault="000372C6" w:rsidP="00247D5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شام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مراجعت کردند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جابر بن عبدالله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وارد کربلا شد»</w:t>
      </w:r>
      <w:r w:rsidR="000261F0">
        <w:rPr>
          <w:rtl/>
          <w:lang w:bidi="fa-IR"/>
        </w:rPr>
        <w:t>.</w:t>
      </w:r>
      <w:r w:rsidR="00247D5F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47D5F" w:rsidRPr="00B3235C">
        <w:rPr>
          <w:rStyle w:val="libFootnotenumChar"/>
          <w:rFonts w:hint="cs"/>
          <w:rtl/>
        </w:rPr>
        <w:t>94</w:t>
      </w:r>
      <w:r w:rsidR="00686026" w:rsidRPr="00B3235C">
        <w:rPr>
          <w:rStyle w:val="libFootnotenumChar"/>
          <w:rtl/>
        </w:rPr>
        <w:t>)</w:t>
      </w:r>
      <w:r w:rsidR="00247D5F">
        <w:rPr>
          <w:rFonts w:hint="cs"/>
          <w:rtl/>
          <w:lang w:bidi="fa-IR"/>
        </w:rPr>
        <w:t xml:space="preserve"> </w:t>
      </w:r>
    </w:p>
    <w:p w:rsidR="000372C6" w:rsidRPr="000372C6" w:rsidRDefault="000372C6" w:rsidP="00247D5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</w:t>
      </w:r>
      <w:r w:rsidR="00C17C0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</w:t>
      </w:r>
      <w:r w:rsidRPr="00247D5F">
        <w:rPr>
          <w:rStyle w:val="libBold1Char"/>
          <w:rtl/>
        </w:rPr>
        <w:t>مصباح المتهجّد</w:t>
      </w:r>
      <w:r w:rsidRPr="000372C6">
        <w:rPr>
          <w:rtl/>
          <w:lang w:bidi="fa-IR"/>
        </w:rPr>
        <w:t xml:space="preserve">» </w:t>
      </w:r>
      <w:r w:rsidR="00686026" w:rsidRPr="00B3235C">
        <w:rPr>
          <w:rStyle w:val="libFootnotenumChar"/>
          <w:rtl/>
        </w:rPr>
        <w:t>(</w:t>
      </w:r>
      <w:r w:rsidR="00247D5F" w:rsidRPr="00B3235C">
        <w:rPr>
          <w:rStyle w:val="libFootnotenumChar"/>
          <w:rFonts w:hint="cs"/>
          <w:rtl/>
        </w:rPr>
        <w:t>95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ابن اعثم در </w:t>
      </w:r>
      <w:r w:rsidRPr="002B6200">
        <w:rPr>
          <w:rStyle w:val="libBold1Char"/>
          <w:rtl/>
        </w:rPr>
        <w:t>الفتوح</w:t>
      </w:r>
      <w:r w:rsidR="00247D5F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47D5F" w:rsidRPr="00B3235C">
        <w:rPr>
          <w:rStyle w:val="libFootnotenumChar"/>
          <w:rFonts w:hint="cs"/>
          <w:rtl/>
        </w:rPr>
        <w:t>96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را ذکر کرده اند.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2B6200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از عبارت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استفاده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اسرا از شام به مقصد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خارج شدند. نه آنکه در آن روز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>.</w:t>
      </w:r>
      <w:r w:rsidR="002B6200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2B6200" w:rsidRPr="00B3235C">
        <w:rPr>
          <w:rStyle w:val="libFootnotenumChar"/>
          <w:rFonts w:hint="cs"/>
          <w:rtl/>
        </w:rPr>
        <w:t>97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>»</w:t>
      </w:r>
    </w:p>
    <w:p w:rsidR="000372C6" w:rsidRPr="000372C6" w:rsidRDefault="000372C6" w:rsidP="002B6200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طاوس در</w:t>
      </w:r>
      <w:r w:rsidR="00C17C0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</w:t>
      </w:r>
      <w:r w:rsidRPr="00C17C01">
        <w:rPr>
          <w:rStyle w:val="libBold1Char"/>
          <w:rtl/>
        </w:rPr>
        <w:t>لهوف</w:t>
      </w:r>
      <w:r w:rsidRPr="000372C6">
        <w:rPr>
          <w:rtl/>
          <w:lang w:bidi="fa-IR"/>
        </w:rPr>
        <w:t>»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روز بازگشت اسرا از شام به کربلا ذکر کرده است.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C17C01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از شام به طرف عراق بازگشتند به راهنما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کاروان گفتند: ما را به کربلا ببر. بنابرا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آن ها به محل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آمدند. سپس در آنجا به اقامه عزا و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زار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اباعبدالله پرداختند» </w:t>
      </w:r>
      <w:r w:rsidR="00686026" w:rsidRPr="00B3235C">
        <w:rPr>
          <w:rStyle w:val="libFootnotenumChar"/>
          <w:rtl/>
        </w:rPr>
        <w:t>(</w:t>
      </w:r>
      <w:r w:rsidR="00C17C01" w:rsidRPr="00B3235C">
        <w:rPr>
          <w:rStyle w:val="libFootnotenumChar"/>
          <w:rFonts w:hint="cs"/>
          <w:rtl/>
        </w:rPr>
        <w:t>98</w:t>
      </w:r>
      <w:r w:rsidR="00686026" w:rsidRPr="00B3235C">
        <w:rPr>
          <w:rStyle w:val="libFootnotenumChar"/>
          <w:rtl/>
        </w:rPr>
        <w:t>)</w:t>
      </w:r>
      <w:r w:rsidR="00C17C01">
        <w:rPr>
          <w:rFonts w:hint="cs"/>
          <w:rtl/>
          <w:lang w:bidi="fa-IR"/>
        </w:rPr>
        <w:t xml:space="preserve"> </w:t>
      </w:r>
    </w:p>
    <w:p w:rsidR="000372C6" w:rsidRPr="000372C6" w:rsidRDefault="000372C6" w:rsidP="00615ED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lastRenderedPageBreak/>
        <w:t>ابن</w:t>
      </w:r>
      <w:r w:rsidRPr="000372C6">
        <w:rPr>
          <w:rtl/>
          <w:lang w:bidi="fa-IR"/>
        </w:rPr>
        <w:t xml:space="preserve"> نما حل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روز بازگشت اسرا از شام به کربلا و ملاقات آن ها با جابر و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هاشم ذکر کرده است.</w:t>
      </w:r>
      <w:r w:rsidR="00615ED7">
        <w:rPr>
          <w:rFonts w:hint="cs"/>
          <w:rtl/>
          <w:lang w:bidi="fa-IR"/>
        </w:rPr>
        <w:t xml:space="preserve"> </w:t>
      </w:r>
      <w:r w:rsidR="00686026" w:rsidRPr="00B3235C">
        <w:rPr>
          <w:rStyle w:val="libFootnotenumChar"/>
          <w:rtl/>
        </w:rPr>
        <w:t>(</w:t>
      </w:r>
      <w:r w:rsidR="00615ED7" w:rsidRPr="00B3235C">
        <w:rPr>
          <w:rStyle w:val="libFootnotenumChar"/>
          <w:rFonts w:hint="cs"/>
          <w:rtl/>
        </w:rPr>
        <w:t>99</w:t>
      </w:r>
      <w:r w:rsidR="00686026" w:rsidRPr="00B3235C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 از از نقل قول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طاوس به نقد آن پرداخته است.</w:t>
      </w:r>
      <w:r w:rsidR="00615ED7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615ED7" w:rsidRPr="0044238A">
        <w:rPr>
          <w:rStyle w:val="libFootnotenumChar"/>
          <w:rFonts w:hint="cs"/>
          <w:rtl/>
        </w:rPr>
        <w:t>100</w:t>
      </w:r>
      <w:r w:rsidR="00686026" w:rsidRPr="0044238A">
        <w:rPr>
          <w:rStyle w:val="libFootnotenumChar"/>
          <w:rtl/>
        </w:rPr>
        <w:t>)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DB4D10">
        <w:rPr>
          <w:rStyle w:val="libBold1Char"/>
          <w:rFonts w:hint="eastAsia"/>
          <w:rtl/>
        </w:rPr>
        <w:t>رسول</w:t>
      </w:r>
      <w:r w:rsidRPr="00DB4D10">
        <w:rPr>
          <w:rStyle w:val="libBold1Char"/>
          <w:rtl/>
        </w:rPr>
        <w:t xml:space="preserve"> جعفر</w:t>
      </w:r>
      <w:r w:rsidRPr="00DB4D10">
        <w:rPr>
          <w:rStyle w:val="libBold1Char"/>
          <w:rFonts w:hint="cs"/>
          <w:rtl/>
        </w:rPr>
        <w:t>ی</w:t>
      </w:r>
      <w:r w:rsidRPr="00DB4D10">
        <w:rPr>
          <w:rStyle w:val="libBold1Char"/>
          <w:rFonts w:hint="eastAsia"/>
          <w:rtl/>
        </w:rPr>
        <w:t>ان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615ED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ارشاد، ابومخنّف در مقتل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بلاذر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انساب الاشراف،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اخبار الطوال و أبن سعد در الطبقات الکبر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اشاره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بازگشت اسرا به کربلا نکرده اند»</w:t>
      </w:r>
      <w:r w:rsidR="000261F0">
        <w:rPr>
          <w:rtl/>
          <w:lang w:bidi="fa-IR"/>
        </w:rPr>
        <w:t>.</w:t>
      </w:r>
      <w:r w:rsidR="00615ED7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615ED7" w:rsidRPr="0044238A">
        <w:rPr>
          <w:rStyle w:val="libFootnotenumChar"/>
          <w:rFonts w:hint="cs"/>
          <w:rtl/>
        </w:rPr>
        <w:t>101</w:t>
      </w:r>
      <w:r w:rsidR="00686026" w:rsidRPr="0044238A">
        <w:rPr>
          <w:rStyle w:val="libFootnotenumChar"/>
          <w:rtl/>
        </w:rPr>
        <w:t>)</w:t>
      </w:r>
    </w:p>
    <w:p w:rsidR="000372C6" w:rsidRPr="000372C6" w:rsidRDefault="000372C6" w:rsidP="00615ED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عباس قم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داستان آمدن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شام به کربلا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داند.</w:t>
      </w:r>
      <w:r w:rsidR="00615ED7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615ED7" w:rsidRPr="0044238A">
        <w:rPr>
          <w:rStyle w:val="libFootnotenumChar"/>
          <w:rFonts w:hint="cs"/>
          <w:rtl/>
        </w:rPr>
        <w:t>102</w:t>
      </w:r>
      <w:r w:rsidR="00686026" w:rsidRPr="0044238A">
        <w:rPr>
          <w:rStyle w:val="libFootnotenumChar"/>
          <w:rtl/>
        </w:rPr>
        <w:t>)</w:t>
      </w:r>
    </w:p>
    <w:p w:rsidR="000372C6" w:rsidRPr="000372C6" w:rsidRDefault="000372C6" w:rsidP="00615ED7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محمد</w:t>
      </w:r>
      <w:r w:rsidR="00615ED7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ابراه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="00615ED7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615ED7" w:rsidRPr="0044238A">
        <w:rPr>
          <w:rStyle w:val="libFootnotenumChar"/>
          <w:rFonts w:hint="cs"/>
          <w:rtl/>
        </w:rPr>
        <w:t>103</w:t>
      </w:r>
      <w:r w:rsidR="00686026" w:rsidRPr="0044238A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و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مطهر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(ره)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آمدن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را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کربلا، انکار کرده اند. </w:t>
      </w:r>
      <w:r w:rsidRPr="00DB4D10">
        <w:rPr>
          <w:rStyle w:val="libBold1Char"/>
          <w:rtl/>
        </w:rPr>
        <w:t>شه</w:t>
      </w:r>
      <w:r w:rsidRPr="00DB4D10">
        <w:rPr>
          <w:rStyle w:val="libBold1Char"/>
          <w:rFonts w:hint="cs"/>
          <w:rtl/>
        </w:rPr>
        <w:t>ی</w:t>
      </w:r>
      <w:r w:rsidRPr="00DB4D10">
        <w:rPr>
          <w:rStyle w:val="libBold1Char"/>
          <w:rFonts w:hint="eastAsia"/>
          <w:rtl/>
        </w:rPr>
        <w:t>د</w:t>
      </w:r>
      <w:r w:rsidRPr="00DB4D10">
        <w:rPr>
          <w:rStyle w:val="libBold1Char"/>
          <w:rtl/>
        </w:rPr>
        <w:t xml:space="preserve"> مطهر</w:t>
      </w:r>
      <w:r w:rsidRPr="00DB4D10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721F1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جز در کتاب لهوف که آن هم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سنده</w:t>
      </w:r>
      <w:r w:rsidRPr="000372C6">
        <w:rPr>
          <w:rtl/>
          <w:lang w:bidi="fa-IR"/>
        </w:rPr>
        <w:t xml:space="preserve"> اش در کتاب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گرش</w:t>
      </w:r>
      <w:r w:rsidRPr="000372C6">
        <w:rPr>
          <w:rtl/>
          <w:lang w:bidi="fa-IR"/>
        </w:rPr>
        <w:t xml:space="preserve"> آن را تکذ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کرده و لااقل تأک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نکرده، دره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کتاب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عقل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تأ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کند»</w:t>
      </w:r>
      <w:r w:rsidR="000261F0">
        <w:rPr>
          <w:rtl/>
          <w:lang w:bidi="fa-IR"/>
        </w:rPr>
        <w:t>.</w:t>
      </w:r>
      <w:r w:rsidR="00721F1F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721F1F" w:rsidRPr="0044238A">
        <w:rPr>
          <w:rStyle w:val="libFootnotenumChar"/>
          <w:rFonts w:hint="cs"/>
          <w:rtl/>
        </w:rPr>
        <w:t>104</w:t>
      </w:r>
      <w:r w:rsidR="00686026" w:rsidRPr="0044238A">
        <w:rPr>
          <w:rStyle w:val="libFootnotenumChar"/>
          <w:rtl/>
        </w:rPr>
        <w:t>)</w:t>
      </w:r>
    </w:p>
    <w:p w:rsidR="00DB4D10" w:rsidRDefault="000372C6" w:rsidP="00721F1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امّا</w:t>
      </w:r>
      <w:r w:rsidRPr="000372C6">
        <w:rPr>
          <w:rtl/>
          <w:lang w:bidi="fa-IR"/>
        </w:rPr>
        <w:t xml:space="preserve"> در خصوص ورود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سال </w:t>
      </w:r>
      <w:r w:rsidR="00440E7D">
        <w:rPr>
          <w:rtl/>
          <w:lang w:bidi="fa-IR"/>
        </w:rPr>
        <w:t>6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 هجر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کربلا، 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منابع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چندان اختلاف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نباشد.</w:t>
      </w:r>
    </w:p>
    <w:p w:rsidR="000372C6" w:rsidRPr="000372C6" w:rsidRDefault="000372C6" w:rsidP="00721F1F">
      <w:pPr>
        <w:pStyle w:val="libNormal"/>
        <w:rPr>
          <w:rtl/>
          <w:lang w:bidi="fa-IR"/>
        </w:rPr>
      </w:pPr>
      <w:r w:rsidRPr="00DB4D10">
        <w:rPr>
          <w:rStyle w:val="libBold1Char"/>
          <w:rtl/>
        </w:rPr>
        <w:t>ش</w:t>
      </w:r>
      <w:r w:rsidRPr="00DB4D10">
        <w:rPr>
          <w:rStyle w:val="libBold1Char"/>
          <w:rFonts w:hint="cs"/>
          <w:rtl/>
        </w:rPr>
        <w:t>ی</w:t>
      </w:r>
      <w:r w:rsidRPr="00DB4D10">
        <w:rPr>
          <w:rStyle w:val="libBold1Char"/>
          <w:rFonts w:hint="eastAsia"/>
          <w:rtl/>
        </w:rPr>
        <w:t>خ</w:t>
      </w:r>
      <w:r w:rsidRPr="00DB4D10">
        <w:rPr>
          <w:rStyle w:val="libBold1Char"/>
          <w:rtl/>
        </w:rPr>
        <w:t xml:space="preserve"> طوس</w:t>
      </w:r>
      <w:r w:rsidRPr="00DB4D10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:«روز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رسول خدا</w:t>
      </w:r>
      <w:r w:rsidR="00721F1F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از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کربلا آمد و او 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 که قبر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آن حضرت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کرد»</w:t>
      </w:r>
      <w:r w:rsidR="000261F0">
        <w:rPr>
          <w:rtl/>
          <w:lang w:bidi="fa-IR"/>
        </w:rPr>
        <w:t>.</w:t>
      </w:r>
      <w:r w:rsidR="00721F1F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721F1F" w:rsidRPr="0044238A">
        <w:rPr>
          <w:rStyle w:val="libFootnotenumChar"/>
          <w:rFonts w:hint="cs"/>
          <w:rtl/>
        </w:rPr>
        <w:t>105</w:t>
      </w:r>
      <w:r w:rsidR="00686026" w:rsidRPr="0044238A">
        <w:rPr>
          <w:rStyle w:val="libFootnotenumChar"/>
          <w:rtl/>
        </w:rPr>
        <w:t>)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DB4D10">
        <w:rPr>
          <w:rStyle w:val="libBold1Char"/>
          <w:rFonts w:hint="eastAsia"/>
          <w:rtl/>
        </w:rPr>
        <w:t>مرحوم</w:t>
      </w:r>
      <w:r w:rsidRPr="00DB4D10">
        <w:rPr>
          <w:rStyle w:val="libBold1Char"/>
          <w:rtl/>
        </w:rPr>
        <w:t xml:space="preserve"> آ</w:t>
      </w:r>
      <w:r w:rsidRPr="00DB4D10">
        <w:rPr>
          <w:rStyle w:val="libBold1Char"/>
          <w:rFonts w:hint="cs"/>
          <w:rtl/>
        </w:rPr>
        <w:t>ی</w:t>
      </w:r>
      <w:r w:rsidRPr="00DB4D10">
        <w:rPr>
          <w:rStyle w:val="libBold1Char"/>
          <w:rFonts w:hint="eastAsia"/>
          <w:rtl/>
        </w:rPr>
        <w:t>ت</w:t>
      </w:r>
      <w:r w:rsidRPr="00DB4D10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DB4D10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جابر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صفر، درست چهل روز بعد از شهادت امام وارد کربلا شد و سنت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به دست او تأس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</w:t>
      </w:r>
      <w:r w:rsidRPr="000372C6">
        <w:rPr>
          <w:rtl/>
          <w:lang w:bidi="fa-IR"/>
        </w:rPr>
        <w:t xml:space="preserve">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د»</w:t>
      </w:r>
      <w:r w:rsidR="000261F0">
        <w:rPr>
          <w:rtl/>
          <w:lang w:bidi="fa-IR"/>
        </w:rPr>
        <w:t>.</w:t>
      </w:r>
      <w:r w:rsidR="00DB4D10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DB4D10" w:rsidRPr="0044238A">
        <w:rPr>
          <w:rStyle w:val="libFootnotenumChar"/>
          <w:rFonts w:hint="cs"/>
          <w:rtl/>
        </w:rPr>
        <w:t>106</w:t>
      </w:r>
      <w:r w:rsidR="00686026" w:rsidRPr="0044238A">
        <w:rPr>
          <w:rStyle w:val="libFootnotenumChar"/>
          <w:rtl/>
        </w:rPr>
        <w:t>)</w:t>
      </w:r>
    </w:p>
    <w:p w:rsidR="0018262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lastRenderedPageBreak/>
        <w:t>فرد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همراه جابر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به کربلا آمده «</w:t>
      </w:r>
      <w:r w:rsidRPr="00182626">
        <w:rPr>
          <w:rStyle w:val="libBold1Char"/>
          <w:rtl/>
        </w:rPr>
        <w:t>عط</w:t>
      </w:r>
      <w:r w:rsidRPr="00182626">
        <w:rPr>
          <w:rStyle w:val="libBold1Char"/>
          <w:rFonts w:hint="cs"/>
          <w:rtl/>
        </w:rPr>
        <w:t>ی</w:t>
      </w:r>
      <w:r w:rsidRPr="00182626">
        <w:rPr>
          <w:rStyle w:val="libBold1Char"/>
          <w:rFonts w:hint="eastAsia"/>
          <w:rtl/>
        </w:rPr>
        <w:t>ه</w:t>
      </w:r>
      <w:r w:rsidRPr="00182626">
        <w:rPr>
          <w:rStyle w:val="libBold1Char"/>
          <w:rtl/>
        </w:rPr>
        <w:t xml:space="preserve"> بن سعد بن جناده عوف</w:t>
      </w:r>
      <w:r w:rsidRPr="00182626">
        <w:rPr>
          <w:rStyle w:val="libBold1Char"/>
          <w:rFonts w:hint="cs"/>
          <w:rtl/>
        </w:rPr>
        <w:t>ی</w:t>
      </w:r>
      <w:r w:rsidRPr="00182626">
        <w:rPr>
          <w:rStyle w:val="libBold1Char"/>
          <w:rtl/>
        </w:rPr>
        <w:t xml:space="preserve"> کوف</w:t>
      </w:r>
      <w:r w:rsidRPr="00182626">
        <w:rPr>
          <w:rStyle w:val="libBold1Char"/>
          <w:rFonts w:hint="cs"/>
          <w:rtl/>
        </w:rPr>
        <w:t>ی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است.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در خصوص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شخص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18262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شده است که از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نادان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اطلاع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غلام جابر گفته اند،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بزرگتر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182626">
        <w:rPr>
          <w:rStyle w:val="libBold1Char"/>
          <w:rtl/>
        </w:rPr>
        <w:t>دانشمندان و مفسران اسلام</w:t>
      </w:r>
      <w:r w:rsidRPr="00182626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است.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بزرگان تابع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از شاگردان عبدالله بن عباس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باشد. و تفس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پنج مجلّد بر قرآن مج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نوشته و از راو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محسوب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شود»</w:t>
      </w:r>
      <w:r w:rsidR="000261F0">
        <w:rPr>
          <w:rtl/>
          <w:lang w:bidi="fa-IR"/>
        </w:rPr>
        <w:t>.</w:t>
      </w:r>
      <w:r w:rsidR="00182626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182626" w:rsidRPr="0044238A">
        <w:rPr>
          <w:rStyle w:val="libFootnotenumChar"/>
          <w:rFonts w:hint="cs"/>
          <w:rtl/>
        </w:rPr>
        <w:t>107</w:t>
      </w:r>
      <w:r w:rsidR="00686026" w:rsidRPr="0044238A">
        <w:rPr>
          <w:rStyle w:val="libFootnotenumChar"/>
          <w:rtl/>
        </w:rPr>
        <w:t>)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در </w:t>
      </w:r>
      <w:r w:rsidRPr="00182626">
        <w:rPr>
          <w:rStyle w:val="libBold1Char"/>
          <w:rtl/>
        </w:rPr>
        <w:t>کتاب بشاره المصطف</w:t>
      </w:r>
      <w:r w:rsidRPr="00182626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آمده است:</w:t>
      </w:r>
    </w:p>
    <w:p w:rsidR="000372C6" w:rsidRPr="000372C6" w:rsidRDefault="000372C6" w:rsidP="0018262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عوف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به همراه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منظور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وارد کربلا شد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جابر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فرات رفت. غسل کرد و لباس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کو</w:t>
      </w:r>
      <w:r w:rsidRPr="000372C6">
        <w:rPr>
          <w:rtl/>
          <w:lang w:bidi="fa-IR"/>
        </w:rPr>
        <w:t xml:space="preserve"> پوش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سپس به طرف قبر مطهر حرکت 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جابر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قدم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بر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داشت، الا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نکه</w:t>
      </w:r>
      <w:r w:rsidRPr="000372C6">
        <w:rPr>
          <w:rtl/>
          <w:lang w:bidi="fa-IR"/>
        </w:rPr>
        <w:t xml:space="preserve"> ذکر خدا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گفت. تا </w:t>
      </w:r>
      <w:r w:rsidRPr="000372C6">
        <w:rPr>
          <w:rFonts w:hint="eastAsia"/>
          <w:rtl/>
          <w:lang w:bidi="fa-IR"/>
        </w:rPr>
        <w:t>به</w:t>
      </w:r>
      <w:r w:rsidRPr="000372C6">
        <w:rPr>
          <w:rtl/>
          <w:lang w:bidi="fa-IR"/>
        </w:rPr>
        <w:t xml:space="preserve">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قبر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سپس به من گفت مرا به قبر برسان.</w:t>
      </w:r>
      <w:r w:rsidR="00182626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182626" w:rsidRPr="0044238A">
        <w:rPr>
          <w:rStyle w:val="libFootnotenumChar"/>
          <w:rFonts w:hint="cs"/>
          <w:rtl/>
        </w:rPr>
        <w:t>108</w:t>
      </w:r>
      <w:r w:rsidR="00686026" w:rsidRPr="0044238A">
        <w:rPr>
          <w:rStyle w:val="libFootnotenumChar"/>
          <w:rtl/>
        </w:rPr>
        <w:t>)</w:t>
      </w:r>
    </w:p>
    <w:p w:rsidR="000F50C7" w:rsidRDefault="000372C6" w:rsidP="0018262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من</w:t>
      </w:r>
      <w:r w:rsidRPr="000372C6">
        <w:rPr>
          <w:rtl/>
          <w:lang w:bidi="fa-IR"/>
        </w:rPr>
        <w:t xml:space="preserve"> دست او را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گذاشتم. جابر رو</w:t>
      </w:r>
      <w:r w:rsidRPr="000372C6">
        <w:rPr>
          <w:rFonts w:hint="cs"/>
          <w:rtl/>
          <w:lang w:bidi="fa-IR"/>
        </w:rPr>
        <w:t>ی</w:t>
      </w:r>
      <w:r w:rsidR="00182626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قبر</w:t>
      </w:r>
      <w:r w:rsidRPr="000372C6">
        <w:rPr>
          <w:rtl/>
          <w:lang w:bidi="fa-IR"/>
        </w:rPr>
        <w:t xml:space="preserve"> افتاد و غش کرد. سپس من مقدار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آب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صورتش پاش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هوش آمد سه بار گفت: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>.</w:t>
      </w:r>
    </w:p>
    <w:p w:rsidR="000372C6" w:rsidRPr="000372C6" w:rsidRDefault="000372C6" w:rsidP="000F50C7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سپس گفت: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چرا جواب مرا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؟</w:t>
      </w:r>
      <w:r w:rsidRPr="000372C6">
        <w:rPr>
          <w:rtl/>
          <w:lang w:bidi="fa-IR"/>
        </w:rPr>
        <w:t>! سپس به خودش گفت: چگونه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جواب ده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رگ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گلو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 را بر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اند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سر و بدنت جدا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افتاده است. شهادت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که تو فرزند خاتم النب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المؤمن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پنجم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فرد از </w:t>
      </w:r>
      <w:r w:rsidR="000F50C7">
        <w:rPr>
          <w:rFonts w:hint="cs"/>
          <w:rtl/>
          <w:lang w:bidi="fa-IR"/>
        </w:rPr>
        <w:t>«</w:t>
      </w:r>
      <w:r w:rsidRPr="000372C6">
        <w:rPr>
          <w:rtl/>
          <w:lang w:bidi="fa-IR"/>
        </w:rPr>
        <w:t>اصحاب کساء</w:t>
      </w:r>
      <w:r w:rsidR="000F50C7">
        <w:rPr>
          <w:rFonts w:hint="cs"/>
          <w:rtl/>
          <w:lang w:bidi="fa-IR"/>
        </w:rPr>
        <w:t xml:space="preserve">» </w:t>
      </w:r>
      <w:r w:rsidRPr="000372C6">
        <w:rPr>
          <w:rtl/>
          <w:lang w:bidi="fa-IR"/>
        </w:rPr>
        <w:t>هست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>..درود و سلام و رضوان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تو باد. سپس به اطراف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حرکت کرد و گفت: </w:t>
      </w:r>
      <w:r w:rsidR="000F50C7">
        <w:rPr>
          <w:rFonts w:hint="cs"/>
          <w:rtl/>
          <w:lang w:bidi="fa-IR"/>
        </w:rPr>
        <w:t>«</w:t>
      </w:r>
      <w:r w:rsidRPr="00D5128F">
        <w:rPr>
          <w:rStyle w:val="libBold2Char"/>
          <w:rtl/>
        </w:rPr>
        <w:t>السلام عل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کم</w:t>
      </w:r>
      <w:r w:rsidRPr="00D5128F">
        <w:rPr>
          <w:rStyle w:val="libBold2Char"/>
          <w:rtl/>
        </w:rPr>
        <w:t xml:space="preserve"> ا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تها</w:t>
      </w:r>
      <w:r w:rsidRPr="00D5128F">
        <w:rPr>
          <w:rStyle w:val="libBold2Char"/>
          <w:rtl/>
        </w:rPr>
        <w:t xml:space="preserve"> الارواح الت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tl/>
        </w:rPr>
        <w:t xml:space="preserve"> حلت بفناء الحس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ن</w:t>
      </w:r>
      <w:r w:rsidRPr="00D5128F">
        <w:rPr>
          <w:rStyle w:val="libBold2Char"/>
          <w:rtl/>
        </w:rPr>
        <w:t xml:space="preserve"> اشهد انکم اقمتم الصلاه و آت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تم</w:t>
      </w:r>
      <w:r w:rsidRPr="00D5128F">
        <w:rPr>
          <w:rStyle w:val="libBold2Char"/>
          <w:rtl/>
        </w:rPr>
        <w:t xml:space="preserve"> الزکاه و امرتم بالمعروف و نه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تم</w:t>
      </w:r>
      <w:r w:rsidRPr="00D5128F">
        <w:rPr>
          <w:rStyle w:val="libBold2Char"/>
          <w:rtl/>
        </w:rPr>
        <w:t xml:space="preserve"> عن المنکر</w:t>
      </w:r>
      <w:r w:rsidRPr="000372C6">
        <w:rPr>
          <w:rtl/>
          <w:lang w:bidi="fa-IR"/>
        </w:rPr>
        <w:t>...»</w:t>
      </w:r>
      <w:r w:rsidR="000F50C7">
        <w:rPr>
          <w:rFonts w:hint="cs"/>
          <w:rtl/>
          <w:lang w:bidi="fa-IR"/>
        </w:rPr>
        <w:t xml:space="preserve"> </w:t>
      </w:r>
      <w:r w:rsidR="00686026" w:rsidRPr="0044238A">
        <w:rPr>
          <w:rStyle w:val="libFootnotenumChar"/>
          <w:rtl/>
        </w:rPr>
        <w:t>(</w:t>
      </w:r>
      <w:r w:rsidR="000F50C7" w:rsidRPr="0044238A">
        <w:rPr>
          <w:rStyle w:val="libFootnotenumChar"/>
          <w:rFonts w:hint="cs"/>
          <w:rtl/>
        </w:rPr>
        <w:t>109</w:t>
      </w:r>
      <w:r w:rsidR="00686026" w:rsidRPr="0044238A">
        <w:rPr>
          <w:rStyle w:val="libFootnotenumChar"/>
          <w:rtl/>
        </w:rPr>
        <w:t>)</w:t>
      </w:r>
      <w:r w:rsidR="000F50C7">
        <w:rPr>
          <w:rFonts w:hint="cs"/>
          <w:rtl/>
          <w:lang w:bidi="fa-IR"/>
        </w:rPr>
        <w:t xml:space="preserve"> </w:t>
      </w:r>
    </w:p>
    <w:p w:rsidR="000372C6" w:rsidRPr="000372C6" w:rsidRDefault="000372C6" w:rsidP="007E64A2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به</w:t>
      </w:r>
      <w:r w:rsidRPr="000372C6">
        <w:rPr>
          <w:rtl/>
          <w:lang w:bidi="fa-IR"/>
        </w:rPr>
        <w:t xml:space="preserve">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شام به قصد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حرکت کرده اند. به جز«</w:t>
      </w:r>
      <w:r w:rsidRPr="007E64A2">
        <w:rPr>
          <w:rStyle w:val="libBold1Char"/>
          <w:rtl/>
        </w:rPr>
        <w:t>لهوف</w:t>
      </w:r>
      <w:r w:rsidRPr="000372C6">
        <w:rPr>
          <w:rtl/>
          <w:lang w:bidi="fa-IR"/>
        </w:rPr>
        <w:t xml:space="preserve">» </w:t>
      </w:r>
      <w:r w:rsidR="00686026" w:rsidRPr="0044238A">
        <w:rPr>
          <w:rStyle w:val="libFootnotenumChar"/>
          <w:rtl/>
        </w:rPr>
        <w:t>(</w:t>
      </w:r>
      <w:r w:rsidR="007E64A2" w:rsidRPr="0044238A">
        <w:rPr>
          <w:rStyle w:val="libFootnotenumChar"/>
          <w:rFonts w:hint="cs"/>
          <w:rtl/>
        </w:rPr>
        <w:t>110</w:t>
      </w:r>
      <w:r w:rsidR="00686026" w:rsidRPr="0044238A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که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به </w:t>
      </w:r>
      <w:r w:rsidRPr="000372C6">
        <w:rPr>
          <w:rtl/>
          <w:lang w:bidi="fa-IR"/>
        </w:rPr>
        <w:lastRenderedPageBreak/>
        <w:t>کربلا نقل کرده، و البته در کتاب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گرش</w:t>
      </w:r>
      <w:r w:rsidRPr="000372C6">
        <w:rPr>
          <w:rtl/>
          <w:lang w:bidi="fa-IR"/>
        </w:rPr>
        <w:t xml:space="preserve"> هم آن را تائ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نکرده است، در منابع </w:t>
      </w:r>
      <w:r w:rsidRPr="000372C6">
        <w:rPr>
          <w:rFonts w:hint="eastAsia"/>
          <w:rtl/>
          <w:lang w:bidi="fa-IR"/>
        </w:rPr>
        <w:t>دست</w:t>
      </w:r>
      <w:r w:rsidRPr="000372C6">
        <w:rPr>
          <w:rtl/>
          <w:lang w:bidi="fa-IR"/>
        </w:rPr>
        <w:t xml:space="preserve"> اول مطلب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خصوص ورود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کربلا وجود ندارد.</w:t>
      </w:r>
    </w:p>
    <w:p w:rsidR="000372C6" w:rsidRPr="000372C6" w:rsidRDefault="007E64A2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4F26F3">
      <w:pPr>
        <w:pStyle w:val="Heading2"/>
        <w:rPr>
          <w:rtl/>
          <w:lang w:bidi="fa-IR"/>
        </w:rPr>
      </w:pPr>
      <w:bookmarkStart w:id="21" w:name="_Toc526764140"/>
      <w:r w:rsidRPr="000372C6">
        <w:rPr>
          <w:rFonts w:hint="eastAsia"/>
          <w:rtl/>
          <w:lang w:bidi="fa-IR"/>
        </w:rPr>
        <w:t>ارزش</w:t>
      </w:r>
      <w:r w:rsidRPr="000372C6">
        <w:rPr>
          <w:rtl/>
          <w:lang w:bidi="fa-IR"/>
        </w:rPr>
        <w:t xml:space="preserve"> و جا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گاه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bookmarkEnd w:id="21"/>
    </w:p>
    <w:p w:rsidR="000372C6" w:rsidRPr="000372C6" w:rsidRDefault="004F26F3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F26F3" w:rsidRDefault="000372C6" w:rsidP="004F26F3">
      <w:pPr>
        <w:pStyle w:val="Heading3"/>
        <w:rPr>
          <w:rtl/>
          <w:lang w:bidi="fa-IR"/>
        </w:rPr>
      </w:pPr>
      <w:bookmarkStart w:id="22" w:name="_Toc526764141"/>
      <w:r w:rsidRPr="000372C6">
        <w:rPr>
          <w:rFonts w:hint="eastAsia"/>
          <w:rtl/>
          <w:lang w:bidi="fa-IR"/>
        </w:rPr>
        <w:t>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کجاست</w:t>
      </w:r>
      <w:r w:rsidR="000261F0">
        <w:rPr>
          <w:rtl/>
          <w:lang w:bidi="fa-IR"/>
        </w:rPr>
        <w:t>؟</w:t>
      </w:r>
      <w:bookmarkEnd w:id="22"/>
    </w:p>
    <w:p w:rsidR="0084272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صرف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نکه</w:t>
      </w:r>
      <w:r w:rsidRPr="000372C6">
        <w:rPr>
          <w:rtl/>
          <w:lang w:bidi="fa-IR"/>
        </w:rPr>
        <w:t xml:space="preserve"> چهل روز از شهادت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چه خصوص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</w:t>
      </w:r>
      <w:r w:rsidR="000261F0">
        <w:rPr>
          <w:rtl/>
          <w:lang w:bidi="fa-IR"/>
        </w:rPr>
        <w:t>؟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خصوص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تش</w:t>
      </w:r>
      <w:r w:rsidRPr="000372C6">
        <w:rPr>
          <w:rtl/>
          <w:lang w:bidi="fa-IR"/>
        </w:rPr>
        <w:t xml:space="preserve"> به خاطر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شهادت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زنده شد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مهم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</w:t>
      </w:r>
      <w:r w:rsidR="00842726">
        <w:rPr>
          <w:rFonts w:hint="cs"/>
          <w:rtl/>
          <w:lang w:bidi="fa-IR"/>
        </w:rPr>
        <w:t>.</w:t>
      </w:r>
    </w:p>
    <w:p w:rsidR="0084272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شما فرض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شهادت عظ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در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اتفاق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افتاد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در کربلا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موفق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شدند همانطور که خود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زش</w:t>
      </w:r>
      <w:r w:rsidRPr="000372C6">
        <w:rPr>
          <w:rtl/>
          <w:lang w:bidi="fa-IR"/>
        </w:rPr>
        <w:t xml:space="preserve"> را از صفحه روزگار برافکندند و جسم پاکشان را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خاک پنهان کردند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آنها را هم از خاطره نسل بشر در آن روز و روزها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 محو کنند</w:t>
      </w:r>
      <w:r w:rsidR="000261F0">
        <w:rPr>
          <w:rtl/>
          <w:lang w:bidi="fa-IR"/>
        </w:rPr>
        <w:t>.</w:t>
      </w:r>
    </w:p>
    <w:p w:rsidR="000372C6" w:rsidRPr="000372C6" w:rsidRDefault="000372C6" w:rsidP="0084272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صورت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شهادت فا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عالم اسلام داشت</w:t>
      </w:r>
      <w:r w:rsidR="000261F0">
        <w:rPr>
          <w:rtl/>
          <w:lang w:bidi="fa-IR"/>
        </w:rPr>
        <w:t>؟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اگر هم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روز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خاطره در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هم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نسلها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 هم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گرفتار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 و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="00D5128F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دوران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نده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هم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روشنگر و افشا کننده داشت</w:t>
      </w:r>
      <w:r w:rsidR="000261F0">
        <w:rPr>
          <w:rtl/>
          <w:lang w:bidi="fa-IR"/>
        </w:rPr>
        <w:t>؟</w:t>
      </w:r>
      <w:r w:rsidRPr="000372C6">
        <w:rPr>
          <w:rtl/>
          <w:lang w:bidi="fa-IR"/>
        </w:rPr>
        <w:t xml:space="preserve"> اگر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اما</w:t>
      </w:r>
      <w:r w:rsidRPr="000372C6">
        <w:rPr>
          <w:rtl/>
          <w:lang w:bidi="fa-IR"/>
        </w:rPr>
        <w:t xml:space="preserve"> مردم آن روز و مردم نسلها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شده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خاطره چه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چه نقش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توانست در رشد و سازندگ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هدا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برانگ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زانندگ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ملتها و اجتماعات و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بگذارد</w:t>
      </w:r>
      <w:r w:rsidR="000261F0">
        <w:rPr>
          <w:rtl/>
          <w:lang w:bidi="fa-IR"/>
        </w:rPr>
        <w:t>؟</w:t>
      </w:r>
    </w:p>
    <w:p w:rsidR="0084272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بله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خود او به اعل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رضوان خدا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نفهم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در غربت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سکوت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خاموش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اجر خودشان در آخرت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روح آنها فتوح و گشا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را در درگاه رحمت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دست آورد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آ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ا چقدر درس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چقدر اسوه شدند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درس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آن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شهادت او و مظلوم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او را نسل</w:t>
      </w:r>
      <w:r w:rsidR="0084272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معاصر و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نده</w:t>
      </w:r>
      <w:r w:rsidRPr="000372C6">
        <w:rPr>
          <w:rtl/>
          <w:lang w:bidi="fa-IR"/>
        </w:rPr>
        <w:t xml:space="preserve"> او بدانند و بشنوند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درس و اسوه آن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خون او بجوشد و در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سراز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مظلوم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ملت آن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زخم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کر</w:t>
      </w:r>
      <w:r w:rsidRPr="000372C6">
        <w:rPr>
          <w:rtl/>
          <w:lang w:bidi="fa-IR"/>
        </w:rPr>
        <w:t xml:space="preserve"> ستم کش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شلاق خورده ملتها را شفا بدهد و مرهم بگذارد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مظلوم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بشود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مظلوم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گوش انسانها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برسد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امروز ابرقدرتها صدا تو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صدا انداختند که صدا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 بلند نشود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حاضرند پولها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گزاف خرج کنند تا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نفهمد که جنگ تحم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چرا ب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وجود آمد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چه انگ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دست که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تحر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که</w:t>
      </w:r>
      <w:r w:rsidR="00842726">
        <w:rPr>
          <w:rFonts w:hint="cs"/>
          <w:rtl/>
          <w:lang w:bidi="fa-IR"/>
        </w:rPr>
        <w:t>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آن روز هم دستگاه</w:t>
      </w:r>
      <w:r w:rsidR="0084272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استکبار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حاضر بودند هر چه دارند خرج کنند به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مت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نام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خون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شهادت عاشورا مثل درس در مردم آن زمان و ملتها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نماند و شناخته نشود</w:t>
      </w:r>
      <w:r w:rsidR="00B45FA8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البته در اوائل کار د</w:t>
      </w:r>
      <w:r w:rsidRPr="000372C6">
        <w:rPr>
          <w:rFonts w:hint="eastAsia"/>
          <w:rtl/>
          <w:lang w:bidi="fa-IR"/>
        </w:rPr>
        <w:t>رست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چقدر مطلب با عظمت است هر چه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گذشت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فهم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="00B45FA8">
        <w:rPr>
          <w:rFonts w:hint="cs"/>
          <w:rtl/>
          <w:lang w:bidi="fa-IR"/>
        </w:rPr>
        <w:t>.</w:t>
      </w:r>
    </w:p>
    <w:p w:rsidR="00244C8C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اواسط دوران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عباس حت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کردند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آب انداختند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خواستند از او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نماند</w:t>
      </w:r>
      <w:r w:rsidR="00244C8C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نقش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و خاطره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و شهادت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شهادت بدون خاطره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بدون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بدون جوشش خون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اثر خودش را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بخشد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آن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برافراشته شدن پرچم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شهادت کربلا در آن روز آغاز شد و روز بازماندگان شهداست</w:t>
      </w:r>
      <w:r w:rsidR="00244C8C">
        <w:rPr>
          <w:rFonts w:hint="cs"/>
          <w:rtl/>
          <w:lang w:bidi="fa-IR"/>
        </w:rPr>
        <w:t>.</w:t>
      </w:r>
    </w:p>
    <w:p w:rsidR="00244C8C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حالا چه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خانواده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کربلا آمده باشند و چه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امده</w:t>
      </w:r>
      <w:r w:rsidRPr="000372C6">
        <w:rPr>
          <w:rtl/>
          <w:lang w:bidi="fa-IR"/>
        </w:rPr>
        <w:t xml:space="preserve"> باشند</w:t>
      </w:r>
      <w:r w:rsidR="00244C8C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اما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آن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بار زائران شناخته شده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کربلا آم</w:t>
      </w:r>
      <w:r w:rsidRPr="000372C6">
        <w:rPr>
          <w:rFonts w:hint="eastAsia"/>
          <w:rtl/>
          <w:lang w:bidi="fa-IR"/>
        </w:rPr>
        <w:t>دند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جابربن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و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از اصحاب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غمبر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>المومن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آمدند آن جا و جابربن عبدالله حت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ناب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</w:t>
      </w:r>
      <w:r w:rsidRPr="000372C6">
        <w:rPr>
          <w:rtl/>
          <w:lang w:bidi="fa-IR"/>
        </w:rPr>
        <w:t xml:space="preserve"> بود - آن طور که در نوشته ها و اخبار هست </w:t>
      </w:r>
      <w:r>
        <w:rPr>
          <w:rFonts w:hint="cs"/>
          <w:rtl/>
          <w:lang w:bidi="fa-IR"/>
        </w:rPr>
        <w:t>-</w:t>
      </w:r>
      <w:r w:rsidRPr="000372C6">
        <w:rPr>
          <w:rFonts w:hint="cs"/>
          <w:rtl/>
          <w:lang w:bidi="fa-IR"/>
        </w:rPr>
        <w:t xml:space="preserve"> و دستش را عطی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گرفت و برد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گذاشت و او قبر را لمس کرد و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کرد و با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حرف زد و با آمدن خود و با سخن گفتن خود خاطره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زنده کرد و سنت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شهداء را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گذار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</w:t>
      </w:r>
      <w:r w:rsidR="00244C8C">
        <w:rPr>
          <w:rFonts w:hint="cs"/>
          <w:rtl/>
          <w:lang w:bidi="fa-IR"/>
        </w:rPr>
        <w:t>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="00244C8C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مهم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>.</w:t>
      </w:r>
    </w:p>
    <w:p w:rsidR="00244C8C" w:rsidRDefault="000372C6" w:rsidP="00244C8C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حرکت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اقامه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حق و عدل بود:</w:t>
      </w:r>
      <w:r w:rsidR="00244C8C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</w:t>
      </w:r>
      <w:r w:rsidRPr="00244C8C">
        <w:rPr>
          <w:rStyle w:val="libHadeesChar"/>
          <w:rtl/>
        </w:rPr>
        <w:t>انّما خرجت لطلب الاصلاح ف</w:t>
      </w:r>
      <w:r w:rsidRPr="00244C8C">
        <w:rPr>
          <w:rStyle w:val="libHadeesChar"/>
          <w:rFonts w:hint="cs"/>
          <w:rtl/>
        </w:rPr>
        <w:t>ی</w:t>
      </w:r>
      <w:r w:rsidRPr="00244C8C">
        <w:rPr>
          <w:rStyle w:val="libHadeesChar"/>
          <w:rtl/>
        </w:rPr>
        <w:t xml:space="preserve"> امّه جدّ</w:t>
      </w:r>
      <w:r w:rsidRPr="00244C8C">
        <w:rPr>
          <w:rStyle w:val="libHadeesChar"/>
          <w:rFonts w:hint="cs"/>
          <w:rtl/>
        </w:rPr>
        <w:t>ی</w:t>
      </w:r>
      <w:r w:rsidRPr="00244C8C">
        <w:rPr>
          <w:rStyle w:val="libHadeesChar"/>
          <w:rtl/>
        </w:rPr>
        <w:t xml:space="preserve"> ار</w:t>
      </w:r>
      <w:r w:rsidRPr="00244C8C">
        <w:rPr>
          <w:rStyle w:val="libHadeesChar"/>
          <w:rFonts w:hint="cs"/>
          <w:rtl/>
        </w:rPr>
        <w:t>ی</w:t>
      </w:r>
      <w:r w:rsidRPr="00244C8C">
        <w:rPr>
          <w:rStyle w:val="libHadeesChar"/>
          <w:rFonts w:hint="eastAsia"/>
          <w:rtl/>
        </w:rPr>
        <w:t>د</w:t>
      </w:r>
      <w:r w:rsidRPr="00244C8C">
        <w:rPr>
          <w:rStyle w:val="libHadeesChar"/>
          <w:rtl/>
        </w:rPr>
        <w:t xml:space="preserve"> ان امر بالمعروف وانه</w:t>
      </w:r>
      <w:r w:rsidRPr="00244C8C">
        <w:rPr>
          <w:rStyle w:val="libHadeesChar"/>
          <w:rFonts w:hint="cs"/>
          <w:rtl/>
        </w:rPr>
        <w:t>ی</w:t>
      </w:r>
      <w:r w:rsidRPr="00244C8C">
        <w:rPr>
          <w:rStyle w:val="libHadeesChar"/>
          <w:rtl/>
        </w:rPr>
        <w:t xml:space="preserve"> عن المنکر</w:t>
      </w:r>
      <w:r w:rsidRPr="000372C6">
        <w:rPr>
          <w:rtl/>
          <w:lang w:bidi="fa-IR"/>
        </w:rPr>
        <w:t>»</w:t>
      </w:r>
      <w:r w:rsidR="00244C8C">
        <w:rPr>
          <w:rFonts w:hint="cs"/>
          <w:rtl/>
          <w:lang w:bidi="fa-IR"/>
        </w:rPr>
        <w:t xml:space="preserve"> </w:t>
      </w:r>
      <w:r w:rsidR="00244C8C" w:rsidRPr="00D5128F">
        <w:rPr>
          <w:rStyle w:val="libBold2Char"/>
          <w:rtl/>
        </w:rPr>
        <w:t>(</w:t>
      </w:r>
      <w:r w:rsidRPr="00D5128F">
        <w:rPr>
          <w:rStyle w:val="libBold2Char"/>
          <w:rtl/>
        </w:rPr>
        <w:t xml:space="preserve">بحارالانوار، ج </w:t>
      </w:r>
      <w:r w:rsidR="00EA4950" w:rsidRPr="00D5128F">
        <w:rPr>
          <w:rStyle w:val="libBold2Char"/>
          <w:rtl/>
        </w:rPr>
        <w:t>44</w:t>
      </w:r>
      <w:r w:rsidRPr="00D5128F">
        <w:rPr>
          <w:rStyle w:val="libBold2Char"/>
          <w:rtl/>
        </w:rPr>
        <w:t xml:space="preserve">، ص </w:t>
      </w:r>
      <w:r w:rsidR="008A37BF" w:rsidRPr="00D5128F">
        <w:rPr>
          <w:rStyle w:val="libBold2Char"/>
          <w:rtl/>
        </w:rPr>
        <w:t>32</w:t>
      </w:r>
      <w:r w:rsidR="004E092C" w:rsidRPr="00D5128F">
        <w:rPr>
          <w:rStyle w:val="libBold2Char"/>
          <w:rtl/>
        </w:rPr>
        <w:t>9</w:t>
      </w:r>
      <w:r w:rsidRPr="00D5128F">
        <w:rPr>
          <w:rStyle w:val="libBold2Char"/>
          <w:rtl/>
        </w:rPr>
        <w:t>)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</w:t>
      </w:r>
    </w:p>
    <w:p w:rsidR="00244C8C" w:rsidRDefault="000372C6" w:rsidP="00244C8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بهتر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ارات</w:t>
      </w:r>
      <w:r w:rsidRPr="000372C6">
        <w:rPr>
          <w:rtl/>
          <w:lang w:bidi="fa-IR"/>
        </w:rPr>
        <w:t xml:space="preserve"> است،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:</w:t>
      </w:r>
    </w:p>
    <w:p w:rsidR="000372C6" w:rsidRPr="000372C6" w:rsidRDefault="000372C6" w:rsidP="002B035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«</w:t>
      </w:r>
      <w:r w:rsidRPr="00D5128F">
        <w:rPr>
          <w:rStyle w:val="libBold2Char"/>
          <w:rtl/>
        </w:rPr>
        <w:t>و منح النّصح و بذل مهجته ف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ک</w:t>
      </w:r>
      <w:r w:rsidRPr="00D5128F">
        <w:rPr>
          <w:rStyle w:val="libBold2Char"/>
          <w:rtl/>
        </w:rPr>
        <w:t xml:space="preserve"> ل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ستنقذ</w:t>
      </w:r>
      <w:r w:rsidRPr="00D5128F">
        <w:rPr>
          <w:rStyle w:val="libBold2Char"/>
          <w:rtl/>
        </w:rPr>
        <w:t xml:space="preserve"> عباد</w:t>
      </w:r>
      <w:r w:rsidRPr="00D5128F">
        <w:rPr>
          <w:rStyle w:val="libBold2Char"/>
          <w:rFonts w:hint="eastAsia"/>
          <w:rtl/>
        </w:rPr>
        <w:t>ک</w:t>
      </w:r>
      <w:r w:rsidRPr="00D5128F">
        <w:rPr>
          <w:rStyle w:val="libBold2Char"/>
          <w:rtl/>
        </w:rPr>
        <w:t xml:space="preserve"> من الجهاله و ح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ره</w:t>
      </w:r>
      <w:r w:rsidR="002B0356" w:rsidRPr="00D5128F">
        <w:rPr>
          <w:rStyle w:val="libBold2Char"/>
          <w:rFonts w:hint="cs"/>
          <w:rtl/>
        </w:rPr>
        <w:t xml:space="preserve"> </w:t>
      </w:r>
      <w:r w:rsidRPr="00D5128F">
        <w:rPr>
          <w:rStyle w:val="libBold2Char"/>
          <w:rFonts w:hint="eastAsia"/>
          <w:rtl/>
        </w:rPr>
        <w:t>الضّلاله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>. آن حضرت در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راه،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معروف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که از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2B035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نقل کرده اند،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</w:t>
      </w:r>
      <w:r w:rsidRPr="000372C6">
        <w:rPr>
          <w:rtl/>
          <w:lang w:bidi="fa-IR"/>
        </w:rPr>
        <w:t>:«</w:t>
      </w:r>
      <w:r w:rsidRPr="002B0356">
        <w:rPr>
          <w:rStyle w:val="libHadeesChar"/>
          <w:rtl/>
        </w:rPr>
        <w:t>ا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Fonts w:hint="eastAsia"/>
          <w:rtl/>
        </w:rPr>
        <w:t>هاالنّاس</w:t>
      </w:r>
      <w:r w:rsidRPr="002B0356">
        <w:rPr>
          <w:rStyle w:val="libHadeesChar"/>
          <w:rtl/>
        </w:rPr>
        <w:t xml:space="preserve"> انّ رسول اللَّه</w:t>
      </w:r>
      <w:r w:rsidR="002B0356" w:rsidRPr="002B0356">
        <w:rPr>
          <w:rStyle w:val="libHadeesChar"/>
          <w:rFonts w:hint="cs"/>
          <w:rtl/>
        </w:rPr>
        <w:t xml:space="preserve"> </w:t>
      </w:r>
      <w:r w:rsidR="00B7771E" w:rsidRPr="00B7771E">
        <w:rPr>
          <w:rStyle w:val="libAlaemChar"/>
          <w:rFonts w:eastAsia="KFGQPC Uthman Taha Naskh"/>
          <w:rtl/>
        </w:rPr>
        <w:t>صلى‌الله‌عليه‌وآله‌وسلم</w:t>
      </w:r>
      <w:r w:rsidRPr="002B0356">
        <w:rPr>
          <w:rStyle w:val="libHadeesChar"/>
          <w:rtl/>
        </w:rPr>
        <w:t xml:space="preserve"> قال: من رأ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tl/>
        </w:rPr>
        <w:t xml:space="preserve"> سلطانا جائرا مستحلّا لحرم اللَّه ناکثا لعهداللَّه مخالفا لسنه رسول اللَّه</w:t>
      </w:r>
      <w:r w:rsidR="002B0356" w:rsidRPr="002B0356">
        <w:rPr>
          <w:rStyle w:val="libHadeesChar"/>
          <w:rFonts w:hint="cs"/>
          <w:rtl/>
        </w:rPr>
        <w:t xml:space="preserve"> </w:t>
      </w:r>
      <w:r w:rsidR="00B7771E" w:rsidRPr="00B7771E">
        <w:rPr>
          <w:rStyle w:val="libAlaemChar"/>
          <w:rFonts w:eastAsia="KFGQPC Uthman Taha Naskh"/>
          <w:rtl/>
        </w:rPr>
        <w:t>صلى‌الله‌عليه‌وآله‌وسلم</w:t>
      </w:r>
      <w:r w:rsidRPr="002B0356">
        <w:rPr>
          <w:rStyle w:val="libHadeesChar"/>
          <w:rtl/>
        </w:rPr>
        <w:t xml:space="preserve"> 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Fonts w:hint="eastAsia"/>
          <w:rtl/>
        </w:rPr>
        <w:t>عمل</w:t>
      </w:r>
      <w:r w:rsidRPr="002B0356">
        <w:rPr>
          <w:rStyle w:val="libHadeesChar"/>
          <w:rtl/>
        </w:rPr>
        <w:t xml:space="preserve"> ف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tl/>
        </w:rPr>
        <w:t xml:space="preserve"> عباداللَّه بالاثم والعدوان فلم 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Fonts w:hint="eastAsia"/>
          <w:rtl/>
        </w:rPr>
        <w:t>غ</w:t>
      </w:r>
      <w:r w:rsidRPr="002B0356">
        <w:rPr>
          <w:rStyle w:val="libHadeesChar"/>
          <w:rFonts w:hint="cs"/>
          <w:rtl/>
        </w:rPr>
        <w:t>یّ</w:t>
      </w:r>
      <w:r w:rsidRPr="002B0356">
        <w:rPr>
          <w:rStyle w:val="libHadeesChar"/>
          <w:rFonts w:hint="eastAsia"/>
          <w:rtl/>
        </w:rPr>
        <w:t>ر</w:t>
      </w:r>
      <w:r w:rsidRPr="002B0356">
        <w:rPr>
          <w:rStyle w:val="libHadeesChar"/>
          <w:rtl/>
        </w:rPr>
        <w:t xml:space="preserve"> عل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Fonts w:hint="eastAsia"/>
          <w:rtl/>
        </w:rPr>
        <w:t>ه</w:t>
      </w:r>
      <w:r w:rsidRPr="002B0356">
        <w:rPr>
          <w:rStyle w:val="libHadeesChar"/>
          <w:rtl/>
        </w:rPr>
        <w:t xml:space="preserve"> بفعل و لاقول کان حقّا عل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tl/>
        </w:rPr>
        <w:t xml:space="preserve"> اللَّه ان </w:t>
      </w:r>
      <w:r w:rsidRPr="002B0356">
        <w:rPr>
          <w:rStyle w:val="libHadeesChar"/>
          <w:rFonts w:hint="cs"/>
          <w:rtl/>
        </w:rPr>
        <w:t>ی</w:t>
      </w:r>
      <w:r w:rsidRPr="002B0356">
        <w:rPr>
          <w:rStyle w:val="libHadeesChar"/>
          <w:rFonts w:hint="eastAsia"/>
          <w:rtl/>
        </w:rPr>
        <w:t>دخله</w:t>
      </w:r>
      <w:r w:rsidRPr="002B0356">
        <w:rPr>
          <w:rStyle w:val="libHadeesChar"/>
          <w:rtl/>
        </w:rPr>
        <w:t xml:space="preserve"> مدخله</w:t>
      </w:r>
      <w:r w:rsidRPr="000372C6">
        <w:rPr>
          <w:rtl/>
          <w:lang w:bidi="fa-IR"/>
        </w:rPr>
        <w:t xml:space="preserve">» </w:t>
      </w:r>
      <w:r w:rsidRPr="00D5128F">
        <w:rPr>
          <w:rStyle w:val="libBold2Char"/>
          <w:rtl/>
        </w:rPr>
        <w:t xml:space="preserve">(بحارالانوار، ج </w:t>
      </w:r>
      <w:r w:rsidR="00EA4950" w:rsidRPr="00D5128F">
        <w:rPr>
          <w:rStyle w:val="libBold2Char"/>
          <w:rtl/>
        </w:rPr>
        <w:t>44</w:t>
      </w:r>
      <w:r w:rsidRPr="00D5128F">
        <w:rPr>
          <w:rStyle w:val="libBold2Char"/>
          <w:rtl/>
        </w:rPr>
        <w:t xml:space="preserve">، ص </w:t>
      </w:r>
      <w:r w:rsidR="008A37BF" w:rsidRPr="00D5128F">
        <w:rPr>
          <w:rStyle w:val="libBold2Char"/>
          <w:rtl/>
        </w:rPr>
        <w:t>3</w:t>
      </w:r>
      <w:r w:rsidR="004E092C" w:rsidRPr="00D5128F">
        <w:rPr>
          <w:rStyle w:val="libBold2Char"/>
          <w:rtl/>
        </w:rPr>
        <w:t>8</w:t>
      </w:r>
      <w:r w:rsidR="008A37BF" w:rsidRPr="00D5128F">
        <w:rPr>
          <w:rStyle w:val="libBold2Char"/>
          <w:rtl/>
        </w:rPr>
        <w:t>2</w:t>
      </w:r>
      <w:r w:rsidRPr="00D5128F">
        <w:rPr>
          <w:rStyle w:val="libBold2Char"/>
          <w:rtl/>
        </w:rPr>
        <w:t>)</w:t>
      </w:r>
      <w:r w:rsidR="000261F0">
        <w:rPr>
          <w:rtl/>
          <w:lang w:bidi="fa-IR"/>
        </w:rPr>
        <w:t>.</w:t>
      </w:r>
    </w:p>
    <w:p w:rsidR="000372C6" w:rsidRPr="000372C6" w:rsidRDefault="000372C6" w:rsidP="00E0275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تمام</w:t>
      </w:r>
      <w:r w:rsidRPr="000372C6">
        <w:rPr>
          <w:rtl/>
          <w:lang w:bidi="fa-IR"/>
        </w:rPr>
        <w:t xml:space="preserve"> آثار و گفتار آن بزرگوار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گفتار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بزرگوار از معصوم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است،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را روشن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 که غرض، اقامه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حق و عدل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خدا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جاد</w:t>
      </w:r>
      <w:r w:rsidRPr="000372C6">
        <w:rPr>
          <w:rtl/>
          <w:lang w:bidi="fa-IR"/>
        </w:rPr>
        <w:t xml:space="preserve"> حاکم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عت</w:t>
      </w:r>
      <w:r w:rsidRPr="000372C6">
        <w:rPr>
          <w:rtl/>
          <w:lang w:bidi="fa-IR"/>
        </w:rPr>
        <w:t xml:space="preserve"> و برهم زدن بن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ظلم و جور و طغ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بوده است. غرض، ادامه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tl/>
          <w:lang w:bidi="fa-IR"/>
        </w:rPr>
        <w:t xml:space="preserve"> اکرم</w:t>
      </w:r>
      <w:r w:rsidR="00E0275D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Pr="000372C6">
        <w:rPr>
          <w:rtl/>
          <w:lang w:bidi="fa-IR"/>
        </w:rPr>
        <w:t xml:space="preserve"> بوده است که:«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وارث ادم صفوه</w:t>
      </w:r>
      <w:r w:rsidR="00E0275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اللَّه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وارث نوح نب</w:t>
      </w:r>
      <w:r w:rsidRPr="000372C6">
        <w:rPr>
          <w:rFonts w:hint="cs"/>
          <w:rtl/>
          <w:lang w:bidi="fa-IR"/>
        </w:rPr>
        <w:t>یّ</w:t>
      </w:r>
      <w:r w:rsidRPr="000372C6">
        <w:rPr>
          <w:rtl/>
          <w:lang w:bidi="fa-IR"/>
        </w:rPr>
        <w:t xml:space="preserve"> اللَّه»</w:t>
      </w:r>
      <w:r w:rsidR="00E0275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(مفات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الجنان،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وارث) و معلوم است که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Pr="000372C6">
        <w:rPr>
          <w:rtl/>
          <w:lang w:bidi="fa-IR"/>
        </w:rPr>
        <w:t xml:space="preserve"> هم برا</w:t>
      </w:r>
      <w:r w:rsidRPr="000372C6">
        <w:rPr>
          <w:rFonts w:hint="cs"/>
          <w:rtl/>
          <w:lang w:bidi="fa-IR"/>
        </w:rPr>
        <w:t>ی</w:t>
      </w:r>
      <w:r w:rsidR="00E0275D">
        <w:rPr>
          <w:rtl/>
          <w:lang w:bidi="fa-IR"/>
        </w:rPr>
        <w:t xml:space="preserve"> چه آمدند:«</w:t>
      </w:r>
      <w:r w:rsidRPr="00D5128F">
        <w:rPr>
          <w:rStyle w:val="libBold2Char"/>
          <w:rtl/>
        </w:rPr>
        <w:t>ل</w:t>
      </w:r>
      <w:r w:rsidRPr="00D5128F">
        <w:rPr>
          <w:rStyle w:val="libBold2Char"/>
          <w:rFonts w:hint="cs"/>
          <w:rtl/>
        </w:rPr>
        <w:t>ی</w:t>
      </w:r>
      <w:r w:rsidRPr="00D5128F">
        <w:rPr>
          <w:rStyle w:val="libBold2Char"/>
          <w:rFonts w:hint="eastAsia"/>
          <w:rtl/>
        </w:rPr>
        <w:t>قوم</w:t>
      </w:r>
      <w:r w:rsidRPr="00D5128F">
        <w:rPr>
          <w:rStyle w:val="libBold2Char"/>
          <w:rtl/>
        </w:rPr>
        <w:t xml:space="preserve"> النّاس بالقسط</w:t>
      </w:r>
      <w:r w:rsidRPr="000372C6">
        <w:rPr>
          <w:rtl/>
          <w:lang w:bidi="fa-IR"/>
        </w:rPr>
        <w:t>»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اقامه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قسط و حق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جاد</w:t>
      </w:r>
      <w:r w:rsidRPr="000372C6">
        <w:rPr>
          <w:rtl/>
          <w:lang w:bidi="fa-IR"/>
        </w:rPr>
        <w:t xml:space="preserve"> حکومت و نظام اسلام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اساساً</w:t>
      </w:r>
      <w:r w:rsidRPr="000372C6">
        <w:rPr>
          <w:rtl/>
          <w:lang w:bidi="fa-IR"/>
        </w:rPr>
        <w:t xml:space="preserve"> 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آن است که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روز، با تدب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خاندان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E0275D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نهضت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جاودانه شد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گذار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اگر بازماندگان شهدا و صاحبان اصل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در حوادث گوناگون - از قب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شهادت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ع</w:t>
      </w:r>
      <w:r w:rsidRPr="000372C6">
        <w:rPr>
          <w:rFonts w:hint="eastAsia"/>
          <w:rtl/>
          <w:lang w:bidi="fa-IR"/>
        </w:rPr>
        <w:t>اشورا</w:t>
      </w:r>
      <w:r w:rsidRPr="000372C6">
        <w:rPr>
          <w:rtl/>
          <w:lang w:bidi="fa-IR"/>
        </w:rPr>
        <w:t xml:space="preserve"> - به حفظ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و آثار شهادت کمر نبندند، نسلها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بعد، از دستاورد شهادت استفاده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نخواهند برد.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درست</w:t>
      </w:r>
      <w:r w:rsidRPr="000372C6">
        <w:rPr>
          <w:rtl/>
          <w:lang w:bidi="fa-IR"/>
        </w:rPr>
        <w:t xml:space="preserve"> است که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متعال، شهدا را در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هم زنده نگه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 و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به طور قهر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مردم ماندگار است؛ اما ابزار طب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متعال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- مثل همه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کارها - قرار داده است،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در اخت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و اراده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ماست. ما هست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که با </w:t>
      </w:r>
      <w:r w:rsidRPr="000372C6">
        <w:rPr>
          <w:rFonts w:hint="eastAsia"/>
          <w:rtl/>
          <w:lang w:bidi="fa-IR"/>
        </w:rPr>
        <w:t>تصم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درست و بجا،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شهدا و خاطره و فلسفه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شهادت را اح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زنده نگهدار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</w:t>
      </w:r>
    </w:p>
    <w:p w:rsidR="000372C6" w:rsidRPr="000372C6" w:rsidRDefault="00212B2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212B24">
      <w:pPr>
        <w:pStyle w:val="Heading2"/>
        <w:rPr>
          <w:rtl/>
          <w:lang w:bidi="fa-IR"/>
        </w:rPr>
      </w:pPr>
      <w:bookmarkStart w:id="23" w:name="_Toc526764142"/>
      <w:r w:rsidRPr="000372C6">
        <w:rPr>
          <w:rFonts w:hint="eastAsia"/>
          <w:rtl/>
          <w:lang w:bidi="fa-IR"/>
        </w:rPr>
        <w:t>رمز</w:t>
      </w:r>
      <w:r w:rsidRPr="000372C6">
        <w:rPr>
          <w:rtl/>
          <w:lang w:bidi="fa-IR"/>
        </w:rPr>
        <w:t xml:space="preserve"> زنده ماندن واقعه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</w:t>
      </w:r>
      <w:bookmarkEnd w:id="23"/>
    </w:p>
    <w:p w:rsidR="002C6BE3" w:rsidRDefault="000372C6" w:rsidP="00212B24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اگر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کبر</w:t>
      </w:r>
      <w:r w:rsidRPr="000372C6">
        <w:rPr>
          <w:rFonts w:hint="cs"/>
          <w:rtl/>
          <w:lang w:bidi="fa-IR"/>
        </w:rPr>
        <w:t>ی</w:t>
      </w:r>
      <w:r w:rsidR="00212B24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(سلام اللَّه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tl/>
          <w:lang w:bidi="fa-IR"/>
        </w:rPr>
        <w:t>) و امام سجّاد</w:t>
      </w:r>
      <w:r w:rsidR="00212B24">
        <w:rPr>
          <w:rFonts w:hint="cs"/>
          <w:rtl/>
          <w:lang w:bidi="fa-IR"/>
        </w:rPr>
        <w:t xml:space="preserve"> </w:t>
      </w:r>
      <w:r w:rsidR="00212B24">
        <w:rPr>
          <w:rtl/>
          <w:lang w:bidi="fa-IR"/>
        </w:rPr>
        <w:t>(</w:t>
      </w:r>
      <w:r w:rsidRPr="000372C6">
        <w:rPr>
          <w:rtl/>
          <w:lang w:bidi="fa-IR"/>
        </w:rPr>
        <w:t>صلوات اللَّه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>) در طول آن روزها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اسارت - چه در همان عصر عاشورا در کربلا و چه در روزها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بعد در راه شام و کوفه و خود شهر شام و</w:t>
      </w:r>
      <w:r w:rsidR="002C6BE3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بعد از آن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کربلا و بعد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مت</w:t>
      </w:r>
      <w:r w:rsidRPr="000372C6">
        <w:rPr>
          <w:rtl/>
          <w:lang w:bidi="fa-IR"/>
        </w:rPr>
        <w:t xml:space="preserve">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و سپس در طول سالها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متماد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</w:t>
      </w:r>
      <w:r w:rsidRPr="000372C6">
        <w:rPr>
          <w:rFonts w:hint="eastAsia"/>
          <w:rtl/>
          <w:lang w:bidi="fa-IR"/>
        </w:rPr>
        <w:t>زرگواران</w:t>
      </w:r>
      <w:r w:rsidRPr="000372C6">
        <w:rPr>
          <w:rtl/>
          <w:lang w:bidi="fa-IR"/>
        </w:rPr>
        <w:t xml:space="preserve"> زنده ماندند - مجاهدات و تب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افشاگر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نکرده بودند و 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قت</w:t>
      </w:r>
      <w:r w:rsidRPr="000372C6">
        <w:rPr>
          <w:rtl/>
          <w:lang w:bidi="fa-IR"/>
        </w:rPr>
        <w:t xml:space="preserve"> فلسفه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 و هدف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ظلم دشمن را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کردند، واقعه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 تا امروز، جوشان و زنده و مشتعل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ماند.</w:t>
      </w:r>
    </w:p>
    <w:p w:rsidR="00F64203" w:rsidRDefault="000372C6" w:rsidP="00F6420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چرا امام صادق</w:t>
      </w:r>
      <w:r w:rsidR="002C6BE3">
        <w:rPr>
          <w:rFonts w:hint="cs"/>
          <w:rtl/>
          <w:lang w:bidi="fa-IR"/>
        </w:rPr>
        <w:t xml:space="preserve"> </w:t>
      </w:r>
      <w:r w:rsidR="00614776" w:rsidRPr="00614776">
        <w:rPr>
          <w:rStyle w:val="libAlaemChar"/>
          <w:rFonts w:hint="cs"/>
          <w:rtl/>
        </w:rPr>
        <w:t>عليه‌السلام</w:t>
      </w:r>
      <w:r w:rsidRPr="000372C6">
        <w:rPr>
          <w:rtl/>
          <w:lang w:bidi="fa-IR"/>
        </w:rPr>
        <w:t xml:space="preserve"> - طبق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- فرمودند که </w:t>
      </w:r>
      <w:r w:rsidRPr="000372C6">
        <w:rPr>
          <w:rFonts w:hint="eastAsia"/>
          <w:rtl/>
          <w:lang w:bidi="fa-IR"/>
        </w:rPr>
        <w:t>هر</w:t>
      </w:r>
      <w:r w:rsidRPr="000372C6">
        <w:rPr>
          <w:rtl/>
          <w:lang w:bidi="fa-IR"/>
        </w:rPr>
        <w:t xml:space="preserve"> کس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شعر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حادثه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 بگو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با آن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شعر بگر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اند،</w:t>
      </w:r>
      <w:r w:rsidRPr="000372C6">
        <w:rPr>
          <w:rtl/>
          <w:lang w:bidi="fa-IR"/>
        </w:rPr>
        <w:t xml:space="preserve"> خداوند</w:t>
      </w:r>
      <w:r w:rsidR="00F64203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بهشت</w:t>
      </w:r>
      <w:r w:rsidRPr="000372C6">
        <w:rPr>
          <w:rtl/>
          <w:lang w:bidi="fa-IR"/>
        </w:rPr>
        <w:t xml:space="preserve"> را بر او واجب خواهد کرد؟</w:t>
      </w:r>
      <w:r w:rsidR="00F64203">
        <w:rPr>
          <w:rFonts w:hint="cs"/>
          <w:rtl/>
          <w:lang w:bidi="fa-IR"/>
        </w:rPr>
        <w:t xml:space="preserve"> </w:t>
      </w:r>
      <w:r w:rsidRPr="0044238A">
        <w:rPr>
          <w:rStyle w:val="libFootnotenumChar"/>
          <w:rtl/>
        </w:rPr>
        <w:t>(</w:t>
      </w:r>
      <w:r w:rsidR="00F64203" w:rsidRPr="0044238A">
        <w:rPr>
          <w:rStyle w:val="libFootnotenumChar"/>
          <w:rFonts w:hint="cs"/>
          <w:rtl/>
        </w:rPr>
        <w:t>111</w:t>
      </w:r>
      <w:r w:rsidRPr="0044238A">
        <w:rPr>
          <w:rStyle w:val="libFootnotenumChar"/>
          <w:rtl/>
        </w:rPr>
        <w:t>)</w:t>
      </w:r>
      <w:r w:rsidRPr="000372C6">
        <w:rPr>
          <w:rtl/>
          <w:lang w:bidi="fa-IR"/>
        </w:rPr>
        <w:t xml:space="preserve"> </w:t>
      </w:r>
    </w:p>
    <w:p w:rsidR="001278AA" w:rsidRDefault="000372C6" w:rsidP="00F6420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چون تمام دستگاهها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منزو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 و در ظلمت نگه</w:t>
      </w:r>
      <w:r w:rsidR="00F64203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داشتن مسأله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 و کلاً مسأله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ت،</w:t>
      </w:r>
      <w:r w:rsidRPr="000372C6">
        <w:rPr>
          <w:rtl/>
          <w:lang w:bidi="fa-IR"/>
        </w:rPr>
        <w:t xml:space="preserve"> تجه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شده بودند تا نگذارند مردم بفهمند چه شد و قض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چه بود.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است. آن روزها هم مثل امروز، قدرتها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ظالم و س</w:t>
      </w:r>
      <w:r w:rsidRPr="000372C6">
        <w:rPr>
          <w:rFonts w:hint="eastAsia"/>
          <w:rtl/>
          <w:lang w:bidi="fa-IR"/>
        </w:rPr>
        <w:t>تمگر،</w:t>
      </w:r>
      <w:r w:rsidRPr="000372C6">
        <w:rPr>
          <w:rtl/>
          <w:lang w:bidi="fa-IR"/>
        </w:rPr>
        <w:t xml:space="preserve"> حداکثر استفاده را از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دروغ و مغرضانه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طنت</w:t>
      </w:r>
      <w:r w:rsidRPr="000372C6">
        <w:rPr>
          <w:rtl/>
          <w:lang w:bidi="fa-IR"/>
        </w:rPr>
        <w:t xml:space="preserve"> آم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کردند.</w:t>
      </w:r>
    </w:p>
    <w:p w:rsidR="000372C6" w:rsidRPr="000372C6" w:rsidRDefault="000372C6" w:rsidP="00F64203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فضا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مگر ممکن بود قض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عاشورا - که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عظمت در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ابان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گوشه 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از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اسلام اتفاق افتاده -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تپش و نشاط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بماند؟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ناً</w:t>
      </w:r>
      <w:r w:rsidRPr="000372C6">
        <w:rPr>
          <w:rtl/>
          <w:lang w:bidi="fa-IR"/>
        </w:rPr>
        <w:t xml:space="preserve"> بدون آن تلاشها، از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رفت. آنچه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را زنده کرد، تلاش بازماندگان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بود. به همان اندازه که مجاهدت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به عنوان صاحبان پرچم، با موانع برخورد داشت و سخت بود، به همان اندازه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مجاهدت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="00F64203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و مجاهدت امام سجّاد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و بق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بزرگواران، دشوار بود. البته صحنه آنها، صحنه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نظام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نبود؛ بلکه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فرهنگ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بود. ما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نکته ها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توجه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</w:p>
    <w:p w:rsidR="000372C6" w:rsidRPr="000372C6" w:rsidRDefault="000372C6" w:rsidP="00F21948">
      <w:pPr>
        <w:pStyle w:val="Heading2"/>
        <w:rPr>
          <w:rtl/>
          <w:lang w:bidi="fa-IR"/>
        </w:rPr>
      </w:pPr>
      <w:bookmarkStart w:id="24" w:name="_Toc526764143"/>
      <w:r w:rsidRPr="000372C6">
        <w:rPr>
          <w:rFonts w:hint="eastAsia"/>
          <w:rtl/>
          <w:lang w:bidi="fa-IR"/>
        </w:rPr>
        <w:t>درس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ما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دهد</w:t>
      </w:r>
      <w:bookmarkEnd w:id="24"/>
    </w:p>
    <w:p w:rsidR="000B48D9" w:rsidRDefault="000372C6" w:rsidP="000B48D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ما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دهد،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قت</w:t>
      </w:r>
      <w:r w:rsidRPr="000372C6">
        <w:rPr>
          <w:rtl/>
          <w:lang w:bidi="fa-IR"/>
        </w:rPr>
        <w:t xml:space="preserve"> و خاطره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شهادت را در مقابل طوفان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دشمن زنده نگهداشت. شما بب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از اول انقلاب تا امروز،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انقلاب و امام و اسلام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ملت، چه قدر پر</w:t>
      </w:r>
      <w:r w:rsidR="000B48D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حجم بوده است.</w:t>
      </w:r>
    </w:p>
    <w:p w:rsidR="000372C6" w:rsidRPr="000372C6" w:rsidRDefault="000372C6" w:rsidP="000B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چه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و طوفان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جنگ به ر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فتاد</w:t>
      </w:r>
      <w:r w:rsidRPr="000372C6">
        <w:rPr>
          <w:rtl/>
          <w:lang w:bidi="fa-IR"/>
        </w:rPr>
        <w:t xml:space="preserve"> جنگ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دفاع و حراست از اسلام و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هن</w:t>
      </w:r>
      <w:r w:rsidRPr="000372C6">
        <w:rPr>
          <w:rtl/>
          <w:lang w:bidi="fa-IR"/>
        </w:rPr>
        <w:t xml:space="preserve"> و 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 شرف مردم بود. بب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دشمنان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جانشان -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شان - را برداشتند و رفتند در راه خدا نثار نمودند، چه کردند و مستق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B48D9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رمستق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م،</w:t>
      </w:r>
      <w:r w:rsidRPr="000372C6">
        <w:rPr>
          <w:rtl/>
          <w:lang w:bidi="fa-IR"/>
        </w:rPr>
        <w:t xml:space="preserve"> با راد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وها</w:t>
      </w:r>
      <w:r w:rsidRPr="000372C6">
        <w:rPr>
          <w:rtl/>
          <w:lang w:bidi="fa-IR"/>
        </w:rPr>
        <w:t xml:space="preserve"> و روزنامه ها و مجله ها و کتابها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منتشر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کردند، در ذهن آدمها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ساده لوح در همه جا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ا،</w:t>
      </w:r>
      <w:r w:rsidRPr="000372C6">
        <w:rPr>
          <w:rtl/>
          <w:lang w:bidi="fa-IR"/>
        </w:rPr>
        <w:t xml:space="preserve"> چه تلق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توانستند بکنند.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حتّ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افراد معدود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آدمها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ساده دل و جاهل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انسانها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موجّه و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موجّه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کشور خودمان هم، در آن فضا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ملتهب جنگ، 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حرفها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زدند که ناش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ندانستن و عدم احاطه به حقا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بود.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زها</w:t>
      </w:r>
      <w:r w:rsidRPr="000372C6">
        <w:rPr>
          <w:rtl/>
          <w:lang w:bidi="fa-IR"/>
        </w:rPr>
        <w:t xml:space="preserve"> بود که امام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را برم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آشفت و وادار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 که با آن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م</w:t>
      </w:r>
      <w:r w:rsidRPr="000372C6">
        <w:rPr>
          <w:rFonts w:hint="eastAsia"/>
          <w:rtl/>
          <w:lang w:bidi="fa-IR"/>
        </w:rPr>
        <w:t>لکوت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حقا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را با صراحت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کند.</w:t>
      </w:r>
    </w:p>
    <w:p w:rsidR="00035E1A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اگر</w:t>
      </w:r>
      <w:r w:rsidRPr="000372C6">
        <w:rPr>
          <w:rtl/>
          <w:lang w:bidi="fa-IR"/>
        </w:rPr>
        <w:t xml:space="preserve"> در مقابل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غات،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حق نبود و نباشد و اگر آگاه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ملت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و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ندگان</w:t>
      </w:r>
      <w:r w:rsidRPr="000372C6">
        <w:rPr>
          <w:rtl/>
          <w:lang w:bidi="fa-IR"/>
        </w:rPr>
        <w:t xml:space="preserve"> و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سندگان</w:t>
      </w:r>
      <w:r w:rsidRPr="000372C6">
        <w:rPr>
          <w:rtl/>
          <w:lang w:bidi="fa-IR"/>
        </w:rPr>
        <w:t xml:space="preserve"> و هنرمندان، در خدمت 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کشور وجود دارد، قرار نگ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رد،</w:t>
      </w:r>
      <w:r w:rsidRPr="000372C6">
        <w:rPr>
          <w:rtl/>
          <w:lang w:bidi="fa-IR"/>
        </w:rPr>
        <w:t xml:space="preserve"> دشمن در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غالب خواهد شد.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عظ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خطرناک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البته، اکثر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ت قاطع ملت و آحاد مردم ما، به برکت آگاه</w:t>
      </w:r>
      <w:r w:rsidRPr="000372C6">
        <w:rPr>
          <w:rFonts w:hint="cs"/>
          <w:rtl/>
          <w:lang w:bidi="fa-IR"/>
        </w:rPr>
        <w:t>یِ</w:t>
      </w:r>
      <w:r w:rsidRPr="000372C6">
        <w:rPr>
          <w:rtl/>
          <w:lang w:bidi="fa-IR"/>
        </w:rPr>
        <w:t xml:space="preserve"> ناش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انقلاب، در مقابل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دشمن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مه</w:t>
      </w:r>
      <w:r w:rsidRPr="000372C6">
        <w:rPr>
          <w:rtl/>
          <w:lang w:bidi="fa-IR"/>
        </w:rPr>
        <w:t xml:space="preserve"> هستند و مصون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</w:t>
      </w:r>
      <w:r w:rsidRPr="000372C6">
        <w:rPr>
          <w:rtl/>
          <w:lang w:bidi="fa-IR"/>
        </w:rPr>
        <w:t xml:space="preserve"> کرده اند. از بس دشمن دروغ گفت و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را که در مقابل چشم مردم بود، به عکس و واژگون نشان داد و منعکس کرد، اطم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نان</w:t>
      </w:r>
      <w:r w:rsidRPr="000372C6">
        <w:rPr>
          <w:rtl/>
          <w:lang w:bidi="fa-IR"/>
        </w:rPr>
        <w:t xml:space="preserve"> مردم ما نسبت به گفته ها و بافته ها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اوه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یی</w:t>
      </w:r>
      <w:r w:rsidR="006A0D41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جهان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بکل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سلب شده است.</w:t>
      </w:r>
    </w:p>
    <w:p w:rsidR="000372C6" w:rsidRPr="000372C6" w:rsidRDefault="000372C6" w:rsidP="00AC4805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lastRenderedPageBreak/>
        <w:t>دستگاه</w:t>
      </w:r>
      <w:r w:rsidRPr="000372C6">
        <w:rPr>
          <w:rtl/>
          <w:lang w:bidi="fa-IR"/>
        </w:rPr>
        <w:t xml:space="preserve"> ظالم جبار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خود،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محکوم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ساخت و وانمود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 که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 که بر ضد دستگاه عدل و حکومت اسلام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کرده است!! بعض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هم،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دروغ را باور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کردند. بعد هم که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آن وضع عج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با آن شکل فج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ع،</w:t>
      </w:r>
      <w:r w:rsidRPr="000372C6">
        <w:rPr>
          <w:rtl/>
          <w:lang w:bidi="fa-IR"/>
        </w:rPr>
        <w:t xml:space="preserve"> به وس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دژخ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در صحرا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به</w:t>
      </w:r>
      <w:r w:rsidR="00AC4805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شهادت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آن را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غلبه و فتح وانمود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کردند! اما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غات</w:t>
      </w:r>
      <w:r w:rsidRPr="000372C6">
        <w:rPr>
          <w:rtl/>
          <w:lang w:bidi="fa-IR"/>
        </w:rPr>
        <w:t xml:space="preserve"> صح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دستگاه امامت، تمام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بافته ها را عوض کرد. حق،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است.</w:t>
      </w:r>
    </w:p>
    <w:p w:rsidR="000372C6" w:rsidRPr="000372C6" w:rsidRDefault="008A37BF" w:rsidP="00A65A4E">
      <w:pPr>
        <w:pStyle w:val="libLeftBold"/>
        <w:rPr>
          <w:rtl/>
          <w:lang w:bidi="fa-IR"/>
        </w:rPr>
      </w:pPr>
      <w:r>
        <w:rPr>
          <w:rtl/>
          <w:lang w:bidi="fa-IR"/>
        </w:rPr>
        <w:t>2</w:t>
      </w:r>
      <w:r w:rsidR="004E092C">
        <w:rPr>
          <w:rtl/>
          <w:lang w:bidi="fa-IR"/>
        </w:rPr>
        <w:t>9</w:t>
      </w:r>
      <w:r w:rsidR="000372C6" w:rsidRPr="000372C6">
        <w:rPr>
          <w:rtl/>
          <w:lang w:bidi="fa-IR"/>
        </w:rPr>
        <w:t xml:space="preserve">/ </w:t>
      </w:r>
      <w:r w:rsidR="004E092C">
        <w:rPr>
          <w:rtl/>
          <w:lang w:bidi="fa-IR"/>
        </w:rPr>
        <w:t>0</w:t>
      </w:r>
      <w:r w:rsidR="00440E7D">
        <w:rPr>
          <w:rtl/>
          <w:lang w:bidi="fa-IR"/>
        </w:rPr>
        <w:t>6</w:t>
      </w:r>
      <w:r w:rsidR="000372C6" w:rsidRPr="000372C6">
        <w:rPr>
          <w:rtl/>
          <w:lang w:bidi="fa-IR"/>
        </w:rPr>
        <w:t xml:space="preserve">/ </w:t>
      </w:r>
      <w:r w:rsidR="00440E7D">
        <w:rPr>
          <w:rtl/>
          <w:lang w:bidi="fa-IR"/>
        </w:rPr>
        <w:t>6</w:t>
      </w:r>
      <w:r w:rsidR="004E092C">
        <w:rPr>
          <w:rtl/>
          <w:lang w:bidi="fa-IR"/>
        </w:rPr>
        <w:t>8</w:t>
      </w:r>
    </w:p>
    <w:p w:rsidR="000372C6" w:rsidRPr="000372C6" w:rsidRDefault="000372C6" w:rsidP="00A65A4E">
      <w:pPr>
        <w:pStyle w:val="libLeftBold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منبع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پا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گاه</w:t>
      </w:r>
      <w:r w:rsidRPr="000372C6">
        <w:rPr>
          <w:rtl/>
          <w:lang w:bidi="fa-IR"/>
        </w:rPr>
        <w:t xml:space="preserve"> مقام معظم رهبر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منتد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نور</w:t>
      </w:r>
    </w:p>
    <w:p w:rsidR="000372C6" w:rsidRPr="000372C6" w:rsidRDefault="00A65A4E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65A4E" w:rsidRDefault="00A65A4E" w:rsidP="00A65A4E">
      <w:pPr>
        <w:pStyle w:val="Heading2"/>
        <w:rPr>
          <w:rtl/>
          <w:lang w:bidi="fa-IR"/>
        </w:rPr>
      </w:pPr>
      <w:bookmarkStart w:id="25" w:name="_Toc526764144"/>
      <w:r>
        <w:rPr>
          <w:rFonts w:hint="cs"/>
          <w:rtl/>
          <w:lang w:bidi="fa-IR"/>
        </w:rPr>
        <w:t>اربعین نور</w:t>
      </w:r>
      <w:bookmarkEnd w:id="25"/>
    </w:p>
    <w:p w:rsidR="00A65A4E" w:rsidRPr="00A65A4E" w:rsidRDefault="00A65A4E" w:rsidP="00A65A4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A65A4E">
      <w:pPr>
        <w:pStyle w:val="Heading3"/>
        <w:rPr>
          <w:rtl/>
          <w:lang w:bidi="fa-IR"/>
        </w:rPr>
      </w:pPr>
      <w:bookmarkStart w:id="26" w:name="_Toc526764145"/>
      <w:r w:rsidRPr="000372C6">
        <w:rPr>
          <w:rFonts w:hint="eastAsia"/>
          <w:rtl/>
          <w:lang w:bidi="fa-IR"/>
        </w:rPr>
        <w:t>جو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بار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جار</w:t>
      </w:r>
      <w:r w:rsidRPr="000372C6">
        <w:rPr>
          <w:rFonts w:hint="cs"/>
          <w:rtl/>
          <w:lang w:bidi="fa-IR"/>
        </w:rPr>
        <w:t>ی</w:t>
      </w:r>
      <w:bookmarkEnd w:id="26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هر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قاصد حماسه نام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را،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امدار</w:t>
      </w:r>
      <w:r w:rsidRPr="000372C6">
        <w:rPr>
          <w:rtl/>
          <w:lang w:bidi="fa-IR"/>
        </w:rPr>
        <w:t xml:space="preserve"> استعلا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مان،</w:t>
      </w:r>
      <w:r w:rsidRPr="000372C6">
        <w:rPr>
          <w:rtl/>
          <w:lang w:bidi="fa-IR"/>
        </w:rPr>
        <w:t xml:space="preserve"> نشانه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شکوه عشق، و برگ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سبز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درخت هماره سرخ شهادت است.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واژه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ست؛</w:t>
      </w:r>
      <w:r w:rsidRPr="000372C6">
        <w:rPr>
          <w:rtl/>
          <w:lang w:bidi="fa-IR"/>
        </w:rPr>
        <w:t xml:space="preserve"> کتاب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قطور و پرماجراست. کتاب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گذر زمان و حادثه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هرگز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نوشته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را محو کند و البته </w:t>
      </w:r>
      <w:r w:rsidRPr="000372C6">
        <w:rPr>
          <w:rFonts w:hint="eastAsia"/>
          <w:rtl/>
          <w:lang w:bidi="fa-IR"/>
        </w:rPr>
        <w:t>کهنگ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آن راه ندارد.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هنرنامه مصوّر آرمان گرا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و حق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نشانه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اعتلا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بالندگ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زمزمه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دعا و تلاوت قرآن در شب عاشورا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صدا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عدالت و صداقت، و شاخه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درخت آزادگ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از خاک کربلا رو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وتا ژرفا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</w:t>
      </w:r>
      <w:r w:rsidRPr="000372C6">
        <w:rPr>
          <w:rFonts w:hint="eastAsia"/>
          <w:rtl/>
          <w:lang w:bidi="fa-IR"/>
        </w:rPr>
        <w:t>زها</w:t>
      </w:r>
      <w:r w:rsidRPr="000372C6">
        <w:rPr>
          <w:rtl/>
          <w:lang w:bidi="fa-IR"/>
        </w:rPr>
        <w:t xml:space="preserve"> و روزگاران 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دوان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است.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جو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بار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جار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سرخ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خ،</w:t>
      </w:r>
      <w:r w:rsidRPr="000372C6">
        <w:rPr>
          <w:rtl/>
          <w:lang w:bidi="fa-IR"/>
        </w:rPr>
        <w:t xml:space="preserve"> و جوشش چشمه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خون خداوند از چهار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عالَم است.</w:t>
      </w:r>
    </w:p>
    <w:p w:rsidR="000372C6" w:rsidRPr="000372C6" w:rsidRDefault="001611C5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1611C5">
      <w:pPr>
        <w:pStyle w:val="Heading3"/>
        <w:rPr>
          <w:rtl/>
          <w:lang w:bidi="fa-IR"/>
        </w:rPr>
      </w:pPr>
      <w:bookmarkStart w:id="27" w:name="_Toc526764146"/>
      <w:r w:rsidRPr="000372C6">
        <w:rPr>
          <w:rFonts w:hint="eastAsia"/>
          <w:rtl/>
          <w:lang w:bidi="fa-IR"/>
        </w:rPr>
        <w:t>چله</w:t>
      </w:r>
      <w:r w:rsidRPr="000372C6">
        <w:rPr>
          <w:rtl/>
          <w:lang w:bidi="fa-IR"/>
        </w:rPr>
        <w:t xml:space="preserve"> عارفانه تش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ع</w:t>
      </w:r>
      <w:bookmarkEnd w:id="27"/>
    </w:p>
    <w:p w:rsidR="00291FF6" w:rsidRDefault="000372C6" w:rsidP="00291FF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عاشورا،</w:t>
      </w:r>
      <w:r w:rsidRPr="000372C6">
        <w:rPr>
          <w:rtl/>
          <w:lang w:bidi="fa-IR"/>
        </w:rPr>
        <w:t xml:space="preserve"> روز شهادت حماسه سازان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روز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مرقد عاشورا سازان است. عاشورا، خروش خون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پژواک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ظلم شکن است. عاشورا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نقطه ابتدا و انتها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عشق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ست؛</w:t>
      </w:r>
      <w:r w:rsidRPr="000372C6">
        <w:rPr>
          <w:rtl/>
          <w:lang w:bidi="fa-IR"/>
        </w:rPr>
        <w:t xml:space="preserve"> بلکه چله عارفانه تش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سرخ علو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 عاشورا تا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نقطه اوج عشق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و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چهل روز،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تنها سخن محافل است تا در طول عمر انسان، بهانه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ظلم 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باشد.</w:t>
      </w:r>
    </w:p>
    <w:p w:rsidR="000372C6" w:rsidRPr="000372C6" w:rsidRDefault="000372C6" w:rsidP="00291FF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عاشورا، زمانه خون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ثار</w:t>
      </w:r>
      <w:r w:rsidRPr="000372C6">
        <w:rPr>
          <w:rtl/>
          <w:lang w:bidi="fa-IR"/>
        </w:rPr>
        <w:t xml:space="preserve"> است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بهانه تبل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</w:t>
      </w:r>
      <w:r w:rsidRPr="000372C6">
        <w:rPr>
          <w:rtl/>
          <w:lang w:bidi="fa-IR"/>
        </w:rPr>
        <w:t xml:space="preserve">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>. در عاشورا،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با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خْ</w:t>
      </w:r>
      <w:r w:rsidRPr="000372C6">
        <w:rPr>
          <w:rtl/>
          <w:lang w:bidi="fa-IR"/>
        </w:rPr>
        <w:t xml:space="preserve"> سخن گفت و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درس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ن</w:t>
      </w:r>
      <w:r w:rsidRPr="000372C6">
        <w:rPr>
          <w:rFonts w:hint="eastAsia"/>
          <w:rtl/>
          <w:lang w:bidi="fa-IR"/>
        </w:rPr>
        <w:t>شست</w:t>
      </w:r>
      <w:r w:rsidRPr="000372C6">
        <w:rPr>
          <w:rtl/>
          <w:lang w:bidi="fa-IR"/>
        </w:rPr>
        <w:t>. عاشورا روز کشت</w:t>
      </w:r>
      <w:r w:rsidR="00291FF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«خون خدا» در کو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جامعه ظلم زده است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آغاز برداشت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ثمره آن. آر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نْ</w:t>
      </w:r>
      <w:r w:rsidRPr="000372C6">
        <w:rPr>
          <w:rtl/>
          <w:lang w:bidi="fa-IR"/>
        </w:rPr>
        <w:t xml:space="preserve"> فرصت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اعلام همبستگ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عاشوراست.</w:t>
      </w:r>
    </w:p>
    <w:p w:rsidR="000372C6" w:rsidRPr="000372C6" w:rsidRDefault="00291FF6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291FF6">
      <w:pPr>
        <w:pStyle w:val="Heading3"/>
        <w:rPr>
          <w:rtl/>
          <w:lang w:bidi="fa-IR"/>
        </w:rPr>
      </w:pPr>
      <w:bookmarkStart w:id="28" w:name="_Toc526764147"/>
      <w:r w:rsidRPr="000372C6">
        <w:rPr>
          <w:rFonts w:hint="eastAsia"/>
          <w:rtl/>
          <w:lang w:bidi="fa-IR"/>
        </w:rPr>
        <w:t>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28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گرام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تعظ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شعا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رمز پو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نهضت پربار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اعلام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مکتب سرخ عاشوراست. اگر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معصوم ما به برگزار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مراسم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نوحه خوان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مرث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سرا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تأک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داشته اند و اگر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اندن</w:t>
      </w:r>
      <w:r w:rsidRPr="000372C6">
        <w:rPr>
          <w:rtl/>
          <w:lang w:bidi="fa-IR"/>
        </w:rPr>
        <w:t xml:space="preserve"> و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ستن،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کردن و نماز خو</w:t>
      </w:r>
      <w:r w:rsidRPr="000372C6">
        <w:rPr>
          <w:rFonts w:hint="eastAsia"/>
          <w:rtl/>
          <w:lang w:bidi="fa-IR"/>
        </w:rPr>
        <w:t>اندن</w:t>
      </w:r>
      <w:r w:rsidRPr="000372C6">
        <w:rPr>
          <w:rtl/>
          <w:lang w:bidi="fa-IR"/>
        </w:rPr>
        <w:t xml:space="preserve"> بر تربت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291FF6">
        <w:rPr>
          <w:rFonts w:hint="cs"/>
          <w:rtl/>
          <w:lang w:bidi="fa-IR"/>
        </w:rPr>
        <w:t xml:space="preserve"> </w:t>
      </w:r>
      <w:r w:rsidR="004E092C">
        <w:rPr>
          <w:rtl/>
          <w:lang w:bidi="fa-IR"/>
        </w:rPr>
        <w:t>7</w:t>
      </w:r>
      <w:r w:rsidRPr="000372C6">
        <w:rPr>
          <w:rtl/>
          <w:lang w:bidi="fa-IR"/>
        </w:rPr>
        <w:t xml:space="preserve"> ثواب و فض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لت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فراوان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کرده اند، به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آثار بالنده معنو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عاطف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در روح مسلمانان آزاده بر جا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گذارد.</w:t>
      </w:r>
    </w:p>
    <w:p w:rsidR="000372C6" w:rsidRPr="000372C6" w:rsidRDefault="00291FF6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291FF6">
      <w:pPr>
        <w:pStyle w:val="Heading3"/>
        <w:rPr>
          <w:rtl/>
          <w:lang w:bidi="fa-IR"/>
        </w:rPr>
      </w:pPr>
      <w:bookmarkStart w:id="29" w:name="_Toc526764148"/>
      <w:r w:rsidRPr="000372C6">
        <w:rPr>
          <w:rFonts w:hint="eastAsia"/>
          <w:rtl/>
          <w:lang w:bidi="fa-IR"/>
        </w:rPr>
        <w:t>سرگذشت</w:t>
      </w:r>
      <w:r w:rsidRPr="000372C6">
        <w:rPr>
          <w:rtl/>
          <w:lang w:bidi="fa-IR"/>
        </w:rPr>
        <w:t xml:space="preserve"> جاودانه</w:t>
      </w:r>
      <w:bookmarkEnd w:id="29"/>
    </w:p>
    <w:p w:rsidR="005F7D94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خ،</w:t>
      </w:r>
      <w:r w:rsidRPr="000372C6">
        <w:rPr>
          <w:rtl/>
          <w:lang w:bidi="fa-IR"/>
        </w:rPr>
        <w:t xml:space="preserve"> حوادث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مثل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حباب در خاطره ها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ترکد و گرد و غبار فراموش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</w:t>
      </w:r>
      <w:r w:rsidRPr="000372C6">
        <w:rPr>
          <w:rtl/>
          <w:lang w:bidi="fa-IR"/>
        </w:rPr>
        <w:t xml:space="preserve"> و به کل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صفحه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ادها</w:t>
      </w:r>
      <w:r w:rsidRPr="000372C6">
        <w:rPr>
          <w:rtl/>
          <w:lang w:bidi="fa-IR"/>
        </w:rPr>
        <w:t xml:space="preserve"> محو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 اما حوادث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هست که همانند موج، دامنه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رد،</w:t>
      </w:r>
      <w:r w:rsidRPr="000372C6">
        <w:rPr>
          <w:rtl/>
          <w:lang w:bidi="fa-IR"/>
        </w:rPr>
        <w:t xml:space="preserve"> گسترده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و کران تاکران را در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نوردد.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حادثه ها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جاو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eastAsia"/>
          <w:rtl/>
          <w:lang w:bidi="fa-IR"/>
        </w:rPr>
        <w:t>رگ</w:t>
      </w:r>
      <w:r w:rsidRPr="000372C6">
        <w:rPr>
          <w:rtl/>
          <w:lang w:bidi="fa-IR"/>
        </w:rPr>
        <w:t xml:space="preserve"> است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سدّ و پرده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توان پوشاندن آنها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>.</w:t>
      </w:r>
    </w:p>
    <w:p w:rsidR="000372C6" w:rsidRPr="000372C6" w:rsidRDefault="000372C6" w:rsidP="005F7D94">
      <w:pPr>
        <w:pStyle w:val="libNormal"/>
        <w:rPr>
          <w:rtl/>
          <w:lang w:bidi="fa-IR"/>
        </w:rPr>
      </w:pP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سرگذشت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جاودانه،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بزرگ سردار دشت کربلا، حضرت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است که با هر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حرمت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فزون تر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ابد؛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گرام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 چهلم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شهادت آن پرچمدار بزرگ اسلام، زنده نگه داشتن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و خاطره او و پاسدار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ارزش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معنو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 حت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عاشورا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ز،</w:t>
      </w:r>
      <w:r w:rsidRPr="000372C6">
        <w:rPr>
          <w:rtl/>
          <w:lang w:bidi="fa-IR"/>
        </w:rPr>
        <w:t xml:space="preserve"> جابر بن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عوف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تربت پاک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دالشهداء</w:t>
      </w:r>
      <w:r w:rsidRPr="000372C6">
        <w:rPr>
          <w:rtl/>
          <w:lang w:bidi="fa-IR"/>
        </w:rPr>
        <w:t xml:space="preserve"> رفتند و در سوگ آن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ستند</w:t>
      </w:r>
      <w:r w:rsidRPr="000372C6">
        <w:rPr>
          <w:rtl/>
          <w:lang w:bidi="fa-IR"/>
        </w:rPr>
        <w:t xml:space="preserve"> و به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پرداختند. از آن پس،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روز، مراسم با شکوه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کشورها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مخ</w:t>
      </w:r>
      <w:r w:rsidRPr="000372C6">
        <w:rPr>
          <w:rFonts w:hint="eastAsia"/>
          <w:rtl/>
          <w:lang w:bidi="fa-IR"/>
        </w:rPr>
        <w:t>تلف</w:t>
      </w:r>
      <w:r w:rsidRPr="000372C6">
        <w:rPr>
          <w:rtl/>
          <w:lang w:bidi="fa-IR"/>
        </w:rPr>
        <w:t xml:space="preserve"> برگزار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تا شور و حماسه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تداوم عاشورا</w:t>
      </w:r>
      <w:r w:rsidR="005F7D94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پد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0" w:name="_Toc526764149"/>
      <w:r w:rsidRPr="000372C6">
        <w:rPr>
          <w:rFonts w:hint="eastAsia"/>
          <w:rtl/>
          <w:lang w:bidi="fa-IR"/>
        </w:rPr>
        <w:t>تأک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bookmarkEnd w:id="30"/>
    </w:p>
    <w:p w:rsidR="005F7D94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مقدس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با فض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لت</w:t>
      </w:r>
      <w:r w:rsidRPr="000372C6">
        <w:rPr>
          <w:rtl/>
          <w:lang w:bidi="fa-IR"/>
        </w:rPr>
        <w:t xml:space="preserve">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عبادت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در فرهنگ روا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اسلام به آن سفارش شده،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امامان معصوم</w:t>
      </w:r>
      <w:r w:rsidR="005F7D94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است و در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آن بزرگواران،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ژه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دارد، به گونه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از معصومان،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اندازه </w:t>
      </w:r>
      <w:r w:rsidRPr="000372C6">
        <w:rPr>
          <w:rFonts w:hint="eastAsia"/>
          <w:rtl/>
          <w:lang w:bidi="fa-IR"/>
        </w:rPr>
        <w:t>سفارش</w:t>
      </w:r>
      <w:r w:rsidRPr="000372C6">
        <w:rPr>
          <w:rtl/>
          <w:lang w:bidi="fa-IR"/>
        </w:rPr>
        <w:t xml:space="preserve"> نشده است.</w:t>
      </w:r>
    </w:p>
    <w:p w:rsidR="005F7D94" w:rsidRDefault="000372C6" w:rsidP="005F7D94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امام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به ابن بُکَ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که از ترس در راه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سخن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گفت، فرمود:«آ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دوست ندار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خداوند تو را در راه ما ترسان بب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ند؟»</w:t>
      </w:r>
      <w:r w:rsidRPr="000372C6">
        <w:rPr>
          <w:rtl/>
          <w:lang w:bidi="fa-IR"/>
        </w:rPr>
        <w:t xml:space="preserve"> از آن جا که خداوند قلب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مردم را در گرو عشق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نهاد و عشق، عاشق را به سر منزل دوست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رساند، عاشقان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با وجود حاکم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داد</w:t>
      </w:r>
      <w:r w:rsidRPr="000372C6">
        <w:rPr>
          <w:rtl/>
          <w:lang w:bidi="fa-IR"/>
        </w:rPr>
        <w:t xml:space="preserve"> امو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انواع فشارها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پنهان و آشکار،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راه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حضرت 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عبداللّه نهادند و تا به امروز،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عنوان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آرزو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هر مرد و زن مس</w:t>
      </w:r>
      <w:r w:rsidRPr="000372C6">
        <w:rPr>
          <w:rFonts w:hint="eastAsia"/>
          <w:rtl/>
          <w:lang w:bidi="fa-IR"/>
        </w:rPr>
        <w:t>لمان</w:t>
      </w:r>
      <w:r w:rsidRPr="000372C6">
        <w:rPr>
          <w:rtl/>
          <w:lang w:bidi="fa-IR"/>
        </w:rPr>
        <w:t xml:space="preserve"> بوده است.</w:t>
      </w:r>
    </w:p>
    <w:p w:rsidR="000372C6" w:rsidRPr="000372C6" w:rsidRDefault="005F7D94" w:rsidP="005F7D9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1" w:name="_Toc526764150"/>
      <w:r w:rsidRPr="000372C6">
        <w:rPr>
          <w:rFonts w:hint="eastAsia"/>
          <w:rtl/>
          <w:lang w:bidi="fa-IR"/>
        </w:rPr>
        <w:t>آثار</w:t>
      </w:r>
      <w:r w:rsidRPr="000372C6">
        <w:rPr>
          <w:rtl/>
          <w:lang w:bidi="fa-IR"/>
        </w:rPr>
        <w:t xml:space="preserve"> و برکات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bookmarkEnd w:id="31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اسلام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دالشهداء،</w:t>
      </w:r>
      <w:r w:rsidRPr="000372C6">
        <w:rPr>
          <w:rtl/>
          <w:lang w:bidi="fa-IR"/>
        </w:rPr>
        <w:t xml:space="preserve"> آثار و برکات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نقل شده است؛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آن شناخت و تقرب وجود داشته باشد. از جمله </w:t>
      </w:r>
      <w:r w:rsidRPr="005F7D94">
        <w:rPr>
          <w:rStyle w:val="libBold1Char"/>
          <w:rtl/>
        </w:rPr>
        <w:t>علامه مجلس</w:t>
      </w:r>
      <w:r w:rsidRPr="005F7D94">
        <w:rPr>
          <w:rStyle w:val="libBold1Char"/>
          <w:rFonts w:hint="cs"/>
          <w:rtl/>
        </w:rPr>
        <w:t>ی</w:t>
      </w:r>
      <w:r w:rsidRPr="000372C6">
        <w:rPr>
          <w:rtl/>
          <w:lang w:bidi="fa-IR"/>
        </w:rPr>
        <w:t xml:space="preserve"> رحمه الله در بحارالانوار،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آورده است:</w:t>
      </w:r>
    </w:p>
    <w:p w:rsidR="000372C6" w:rsidRPr="000372C6" w:rsidRDefault="008A37B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372C6" w:rsidRPr="000372C6">
        <w:rPr>
          <w:rtl/>
          <w:lang w:bidi="fa-IR"/>
        </w:rPr>
        <w:t>. خداوند خطاب به فرشتگان مقرّب نموده و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فرما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>:« آ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زائران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را نم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که چگونه با شور و شوق به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او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شتابند؟»</w:t>
      </w:r>
    </w:p>
    <w:p w:rsidR="005F7D94" w:rsidRDefault="008A37BF" w:rsidP="005F7D9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372C6" w:rsidRPr="000372C6">
        <w:rPr>
          <w:rtl/>
          <w:lang w:bidi="fa-IR"/>
        </w:rPr>
        <w:t>.«زائر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در فراز عرش، هم سخن آفر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دگارش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شود».</w:t>
      </w:r>
    </w:p>
    <w:p w:rsidR="000372C6" w:rsidRPr="000372C6" w:rsidRDefault="008A37BF" w:rsidP="005F7D9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372C6" w:rsidRPr="000372C6">
        <w:rPr>
          <w:rtl/>
          <w:lang w:bidi="fa-IR"/>
        </w:rPr>
        <w:t>.« زائر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در بهشت به همسا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امبر</w:t>
      </w:r>
      <w:r w:rsidR="000372C6" w:rsidRPr="000372C6">
        <w:rPr>
          <w:rtl/>
          <w:lang w:bidi="fa-IR"/>
        </w:rPr>
        <w:t xml:space="preserve"> و خاندانش مفتخر و مهمان آنان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گردد»</w:t>
      </w:r>
      <w:r w:rsidR="000261F0">
        <w:rPr>
          <w:rtl/>
          <w:lang w:bidi="fa-IR"/>
        </w:rPr>
        <w:t>.</w:t>
      </w:r>
    </w:p>
    <w:p w:rsidR="000372C6" w:rsidRPr="000372C6" w:rsidRDefault="00EA4950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372C6" w:rsidRPr="000372C6">
        <w:rPr>
          <w:rtl/>
          <w:lang w:bidi="fa-IR"/>
        </w:rPr>
        <w:t>.« زائر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به مقام فرشتگان گرام</w:t>
      </w:r>
      <w:r w:rsidR="000372C6" w:rsidRPr="000372C6">
        <w:rPr>
          <w:rFonts w:hint="cs"/>
          <w:rtl/>
          <w:lang w:bidi="fa-IR"/>
        </w:rPr>
        <w:t>یِ</w:t>
      </w:r>
      <w:r w:rsidR="000372C6" w:rsidRPr="000372C6">
        <w:rPr>
          <w:rtl/>
          <w:lang w:bidi="fa-IR"/>
        </w:rPr>
        <w:t xml:space="preserve"> خدا ارتقاء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ابد»</w:t>
      </w:r>
      <w:r w:rsidR="000372C6"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2"/>
        <w:rPr>
          <w:rtl/>
          <w:lang w:bidi="fa-IR"/>
        </w:rPr>
      </w:pPr>
      <w:bookmarkStart w:id="32" w:name="_Toc526764151"/>
      <w:r w:rsidRPr="000372C6">
        <w:rPr>
          <w:rFonts w:hint="eastAsia"/>
          <w:rtl/>
          <w:lang w:bidi="fa-IR"/>
        </w:rPr>
        <w:t>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وکودکان</w:t>
      </w:r>
      <w:bookmarkEnd w:id="32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صدا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سنج، صدا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ر،</w:t>
      </w:r>
      <w:r w:rsidRPr="000372C6">
        <w:rPr>
          <w:rtl/>
          <w:lang w:bidi="fa-IR"/>
        </w:rPr>
        <w:t xml:space="preserve"> صدا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نوحه. مگه چه خبر شده بچه ها؟ باز هم همه جا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پوش شده بچه ها. آخه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امروز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>. 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چه روز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>. بله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خوبم. امروز چهل روز از واقعه عاشورا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گذره و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ما هر سال چهلم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رو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تا باز هم به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باش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بر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اون حضرت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رو به شهادت رسوندن، لعنت بفرست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پس امروز هم که شما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 و عاشق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در مراسم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شرکت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ادتون</w:t>
      </w:r>
      <w:r w:rsidRPr="000372C6">
        <w:rPr>
          <w:rtl/>
          <w:lang w:bidi="fa-IR"/>
        </w:rPr>
        <w:t xml:space="preserve"> باشه دعا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تا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 همه </w:t>
      </w:r>
      <w:r w:rsidRPr="000372C6">
        <w:rPr>
          <w:rFonts w:hint="eastAsia"/>
          <w:rtl/>
          <w:lang w:bidi="fa-IR"/>
        </w:rPr>
        <w:t>دشمنا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اسلام رو نابود کنه. ان شاءاللّه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3" w:name="_Toc526764152"/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دوباره</w:t>
      </w:r>
      <w:bookmarkEnd w:id="33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بچه</w:t>
      </w:r>
      <w:r w:rsidRPr="000372C6">
        <w:rPr>
          <w:rtl/>
          <w:lang w:bidi="fa-IR"/>
        </w:rPr>
        <w:t xml:space="preserve"> ها! احمد به مطالعه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علاقه داره. اون کتاب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درباره زندگ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امبران</w:t>
      </w:r>
      <w:r w:rsidRPr="000372C6">
        <w:rPr>
          <w:rtl/>
          <w:lang w:bidi="fa-IR"/>
        </w:rPr>
        <w:t xml:space="preserve"> و امامان مطالعه کرده و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دونه. اون امروز دوستاشو دور هم جمع کرده و درباره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براشون حرف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زنه. اون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دونه که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که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="005F7D94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و کاروان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پس از مدت ها به کربلا رفتن و دوباره با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دار</w:t>
      </w:r>
      <w:r w:rsidRPr="000372C6">
        <w:rPr>
          <w:rtl/>
          <w:lang w:bidi="fa-IR"/>
        </w:rPr>
        <w:t xml:space="preserve"> کردن و بر سر مرقد مطهّرشون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کردن. اون از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کربلاو وقا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عاشورا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بچه ها حرف زد و بعد هم همه با هم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و به مناسبت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کردن. آفر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اح</w:t>
      </w:r>
      <w:r w:rsidRPr="000372C6">
        <w:rPr>
          <w:rFonts w:hint="eastAsia"/>
          <w:rtl/>
          <w:lang w:bidi="fa-IR"/>
        </w:rPr>
        <w:t>مد</w:t>
      </w:r>
      <w:r w:rsidRPr="000372C6">
        <w:rPr>
          <w:rtl/>
          <w:lang w:bidi="fa-IR"/>
        </w:rPr>
        <w:t xml:space="preserve"> و همه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کشورمون.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4" w:name="_Toc526764153"/>
      <w:r w:rsidRPr="000372C6">
        <w:rPr>
          <w:rFonts w:hint="eastAsia"/>
          <w:rtl/>
          <w:lang w:bidi="fa-IR"/>
        </w:rPr>
        <w:t>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34"/>
    </w:p>
    <w:p w:rsidR="005F7D94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هر</w:t>
      </w:r>
      <w:r w:rsidRPr="000372C6">
        <w:rPr>
          <w:rtl/>
          <w:lang w:bidi="fa-IR"/>
        </w:rPr>
        <w:t xml:space="preserve"> سال،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مثل امروز،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همه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کنن، تو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خونه مهتاب کوچولو هم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مراسم برپاست. هر سال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شه، اهال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محل به خونه اونا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تا با هم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 بخونن و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عز</w:t>
      </w:r>
      <w:r w:rsidRPr="000372C6">
        <w:rPr>
          <w:rFonts w:hint="eastAsia"/>
          <w:rtl/>
          <w:lang w:bidi="fa-IR"/>
        </w:rPr>
        <w:t>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مهتاب کوچولو هم که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علاقه داره،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تو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برگزار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مراسم به پدرو مادرش کمک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کنه و مثلاً اون کتاب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مردم تقس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کنه.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مثل مهتاب رو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دوست داره.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 هاشون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کنن. من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دونم که شما بچه ها هم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طور هست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5" w:name="_Toc526764154"/>
      <w:r w:rsidRPr="000372C6">
        <w:rPr>
          <w:rFonts w:hint="eastAsia"/>
          <w:rtl/>
          <w:lang w:bidi="fa-IR"/>
        </w:rPr>
        <w:t>نشانه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bookmarkEnd w:id="35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بچه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خوبم! تو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ما اسلام، دستورها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وجود داره که باعث سعادتمند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انسان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شه؛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انسان با انجام دادن اون دستورها، به خدا نزد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تر شده و پاداش خوب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ازخدا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</w:t>
      </w:r>
      <w:r w:rsidRPr="000372C6">
        <w:rPr>
          <w:rtl/>
          <w:lang w:bidi="fa-IR"/>
        </w:rPr>
        <w:t>. حالا خوب گوش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امام حسن عسگر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امام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ازدهم</w:t>
      </w:r>
      <w:r w:rsidRPr="000372C6">
        <w:rPr>
          <w:rtl/>
          <w:lang w:bidi="fa-IR"/>
        </w:rPr>
        <w:t xml:space="preserve"> ما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فرمودن که انسان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چند تا نشونه داره.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نشونه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آدم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مان،</w:t>
      </w:r>
      <w:r w:rsidRPr="000372C6">
        <w:rPr>
          <w:rtl/>
          <w:lang w:bidi="fa-IR"/>
        </w:rPr>
        <w:t xml:space="preserve"> خوندن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دوارم</w:t>
      </w:r>
      <w:r w:rsidRPr="000372C6">
        <w:rPr>
          <w:rtl/>
          <w:lang w:bidi="fa-IR"/>
        </w:rPr>
        <w:t xml:space="preserve"> که شما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 و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مان،</w:t>
      </w:r>
      <w:r w:rsidRPr="000372C6">
        <w:rPr>
          <w:rtl/>
          <w:lang w:bidi="fa-IR"/>
        </w:rPr>
        <w:t xml:space="preserve"> از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دوران کودک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هر سال به همراه بزرگ تراتون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خودتون به تنها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بتون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روزها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رو بخون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 ه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دعا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6" w:name="_Toc526764155"/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36"/>
    </w:p>
    <w:p w:rsidR="000372C6" w:rsidRPr="000372C6" w:rsidRDefault="000372C6" w:rsidP="005F7D94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سلام</w:t>
      </w:r>
      <w:r w:rsidRPr="000372C6">
        <w:rPr>
          <w:rtl/>
          <w:lang w:bidi="fa-IR"/>
        </w:rPr>
        <w:t xml:space="preserve">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ولّ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 و 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خاص خدا، سلام بر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دوست دار و محبوب و برگز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خدا!</w:t>
      </w:r>
      <w:r w:rsidR="005F7D94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دونم چند نفر از شما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خوبم تا حالا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رو خوند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جمله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رو که براتون خوندم، قسمت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که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اون رو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خونن. ما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دعا،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که در کربلا به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سل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و درود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از خدا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که دشمنان و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امام سوم ما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رو به شهادت رسوندن، به سزا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عملشون برسونه.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دوارم</w:t>
      </w:r>
      <w:r w:rsidRPr="000372C6">
        <w:rPr>
          <w:rtl/>
          <w:lang w:bidi="fa-IR"/>
        </w:rPr>
        <w:t xml:space="preserve"> که همتون بتون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</w:t>
      </w:r>
      <w:r w:rsidRPr="000372C6">
        <w:rPr>
          <w:rtl/>
          <w:lang w:bidi="fa-IR"/>
        </w:rPr>
        <w:t xml:space="preserve"> رو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بخون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7" w:name="_Toc526764156"/>
      <w:r w:rsidRPr="000372C6">
        <w:rPr>
          <w:rFonts w:hint="eastAsia"/>
          <w:rtl/>
          <w:lang w:bidi="fa-IR"/>
        </w:rPr>
        <w:t>عزاداران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37"/>
    </w:p>
    <w:p w:rsidR="000372C6" w:rsidRPr="000372C6" w:rsidRDefault="000372C6" w:rsidP="005F7D94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آفر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شما بچه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عاشق امامانتون هست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بله با شما هستم، با شما دوستا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خوبم که از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الان لباس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مشک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کوچ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کتون</w:t>
      </w:r>
      <w:r w:rsidRPr="000372C6">
        <w:rPr>
          <w:rtl/>
          <w:lang w:bidi="fa-IR"/>
        </w:rPr>
        <w:t xml:space="preserve"> رو به تن 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د؛</w:t>
      </w:r>
      <w:r w:rsidRPr="000372C6">
        <w:rPr>
          <w:rtl/>
          <w:lang w:bidi="fa-IR"/>
        </w:rPr>
        <w:t xml:space="preserve"> همون لباس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با خط سبز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</w:t>
      </w:r>
      <w:r w:rsidRPr="000372C6">
        <w:rPr>
          <w:rtl/>
          <w:lang w:bidi="fa-IR"/>
        </w:rPr>
        <w:t xml:space="preserve"> روش نوشته شده«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ن»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چون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امروز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و منتظر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تا همراه بزرگ تراتون تو مراسم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شرکت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شما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به اون مراسم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تا پس از گذشت چهل روز از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امامتون،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اصغر کودک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در کربلا به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آفر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شما، آفر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8" w:name="_Toc526764157"/>
      <w:r w:rsidRPr="000372C6">
        <w:rPr>
          <w:rFonts w:hint="eastAsia"/>
          <w:rtl/>
          <w:lang w:bidi="fa-IR"/>
        </w:rPr>
        <w:t>بازگشت</w:t>
      </w:r>
      <w:r w:rsidRPr="000372C6">
        <w:rPr>
          <w:rtl/>
          <w:lang w:bidi="fa-IR"/>
        </w:rPr>
        <w:t xml:space="preserve"> دوباره</w:t>
      </w:r>
      <w:bookmarkEnd w:id="38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بچه</w:t>
      </w:r>
      <w:r w:rsidRPr="000372C6">
        <w:rPr>
          <w:rtl/>
          <w:lang w:bidi="fa-IR"/>
        </w:rPr>
        <w:t xml:space="preserve"> ها!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خوام براتون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قصه بگم، خوب گوش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 مدت ها از واقعه عاشورا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گذشت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که دشمن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خدا بود، دستور داد تا اُسرا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رو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ببرن.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سربازانش رو مأمور کرد تا اسرا رو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برسونه.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="00512164" w:rsidRPr="00512164">
        <w:rPr>
          <w:rStyle w:val="libAlaemChar"/>
          <w:rFonts w:hint="eastAsia"/>
          <w:rtl/>
        </w:rPr>
        <w:t>عليهما‌السلام</w:t>
      </w:r>
      <w:r w:rsidRPr="000372C6">
        <w:rPr>
          <w:rtl/>
          <w:lang w:bidi="fa-IR"/>
        </w:rPr>
        <w:t xml:space="preserve"> که در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ون</w:t>
      </w:r>
      <w:r w:rsidRPr="000372C6">
        <w:rPr>
          <w:rtl/>
          <w:lang w:bidi="fa-IR"/>
        </w:rPr>
        <w:t xml:space="preserve"> اس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بود، از اون مأمور درخواست کرد تا اون ها رو به کربلا ببره تا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و بق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ت،</w:t>
      </w:r>
      <w:r w:rsidRPr="000372C6">
        <w:rPr>
          <w:rtl/>
          <w:lang w:bidi="fa-IR"/>
        </w:rPr>
        <w:t xml:space="preserve"> بتونن مرقد پاک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رو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کنن. اون مأمور هم قبول کرد و اون ها روز چهلم،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کربلارس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>. پس بچه ها،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که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Pr="000372C6">
        <w:rPr>
          <w:rtl/>
          <w:lang w:bidi="fa-IR"/>
        </w:rPr>
        <w:t xml:space="preserve"> بعد از چهل روز که از عاشورا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گذشت، دوباره به کربلا اومدن و مرقد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رو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کردن.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39" w:name="_Toc526764158"/>
      <w:r w:rsidRPr="000372C6">
        <w:rPr>
          <w:rFonts w:hint="eastAsia"/>
          <w:rtl/>
          <w:lang w:bidi="fa-IR"/>
        </w:rPr>
        <w:t>خواهر</w:t>
      </w:r>
      <w:r w:rsidRPr="000372C6">
        <w:rPr>
          <w:rtl/>
          <w:lang w:bidi="fa-IR"/>
        </w:rPr>
        <w:t xml:space="preserve"> داغ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bookmarkEnd w:id="39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شما بچه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زم،</w:t>
      </w:r>
      <w:r w:rsidRPr="000372C6">
        <w:rPr>
          <w:rtl/>
          <w:lang w:bidi="fa-IR"/>
        </w:rPr>
        <w:t xml:space="preserve"> حتما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درباره واقعه عاشورا و شهادت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نم</w:t>
      </w:r>
      <w:r w:rsidRPr="000372C6">
        <w:rPr>
          <w:rtl/>
          <w:lang w:bidi="fa-IR"/>
        </w:rPr>
        <w:t xml:space="preserve"> درباره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براتون حرف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زده؟ همون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اسرا به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ون</w:t>
      </w:r>
      <w:r w:rsidRPr="000372C6">
        <w:rPr>
          <w:rtl/>
          <w:lang w:bidi="fa-IR"/>
        </w:rPr>
        <w:t xml:space="preserve"> کشتگان کربلااومدن. در اون روز، حضرت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نب</w:t>
      </w:r>
      <w:r w:rsidRPr="000372C6">
        <w:rPr>
          <w:rtl/>
          <w:lang w:bidi="fa-IR"/>
        </w:rPr>
        <w:t xml:space="preserve">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مزار برادرش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به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روز عاشورا افتاد و اشک از چشمانش جار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 و با برادرش از رنج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کش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بود حرف زد و از دست دشمن شکا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بچه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>! ما هم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زنده موندنِ نام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هر سال عاشورا و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 با شکوه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تر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</w:t>
      </w:r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2"/>
        <w:rPr>
          <w:rtl/>
          <w:lang w:bidi="fa-IR"/>
        </w:rPr>
      </w:pPr>
      <w:bookmarkStart w:id="40" w:name="_Toc526764159"/>
      <w:r w:rsidRPr="000372C6">
        <w:rPr>
          <w:rFonts w:hint="eastAsia"/>
          <w:rtl/>
          <w:lang w:bidi="fa-IR"/>
        </w:rPr>
        <w:t>پرسش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درباره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bookmarkEnd w:id="40"/>
    </w:p>
    <w:p w:rsidR="000372C6" w:rsidRPr="000372C6" w:rsidRDefault="005F7D94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5F7D94">
      <w:pPr>
        <w:pStyle w:val="Heading3"/>
        <w:rPr>
          <w:rtl/>
          <w:lang w:bidi="fa-IR"/>
        </w:rPr>
      </w:pPr>
      <w:bookmarkStart w:id="41" w:name="_Toc526764160"/>
      <w:r w:rsidRPr="000372C6">
        <w:rPr>
          <w:rFonts w:hint="eastAsia"/>
          <w:rtl/>
          <w:lang w:bidi="fa-IR"/>
        </w:rPr>
        <w:t>نکات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درباره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41"/>
    </w:p>
    <w:p w:rsidR="000372C6" w:rsidRPr="000372C6" w:rsidRDefault="008A37B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372C6" w:rsidRPr="000372C6">
        <w:rPr>
          <w:rtl/>
          <w:lang w:bidi="fa-IR"/>
        </w:rPr>
        <w:t>. عدد چهل</w:t>
      </w:r>
    </w:p>
    <w:p w:rsidR="000372C6" w:rsidRPr="000372C6" w:rsidRDefault="008A37B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372C6" w:rsidRPr="000372C6">
        <w:rPr>
          <w:rtl/>
          <w:lang w:bidi="fa-IR"/>
        </w:rPr>
        <w:t>.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</w:p>
    <w:p w:rsidR="000372C6" w:rsidRPr="000372C6" w:rsidRDefault="008A37BF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372C6" w:rsidRPr="000372C6">
        <w:rPr>
          <w:rtl/>
          <w:lang w:bidi="fa-IR"/>
        </w:rPr>
        <w:t>. بازگشت اس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ران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کربلا</w:t>
      </w:r>
    </w:p>
    <w:p w:rsidR="000372C6" w:rsidRPr="000372C6" w:rsidRDefault="00EA4950" w:rsidP="005F7D9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372C6" w:rsidRPr="000372C6">
        <w:rPr>
          <w:rtl/>
          <w:lang w:bidi="fa-IR"/>
        </w:rPr>
        <w:t>.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رزا</w:t>
      </w:r>
      <w:r w:rsidR="000372C6" w:rsidRPr="000372C6">
        <w:rPr>
          <w:rtl/>
          <w:lang w:bidi="fa-IR"/>
        </w:rPr>
        <w:t xml:space="preserve">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نور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</w:p>
    <w:p w:rsidR="000372C6" w:rsidRPr="000372C6" w:rsidRDefault="00EA4950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0372C6" w:rsidRPr="000372C6">
        <w:rPr>
          <w:rtl/>
          <w:lang w:bidi="fa-IR"/>
        </w:rPr>
        <w:t>. شه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قاض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طباطبائ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</w:p>
    <w:p w:rsidR="00D97DA0" w:rsidRDefault="000372C6" w:rsidP="00261630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اعتبار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قد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الا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و در تقو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وفاداران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شناخته شده بوده است کتاب مصباح المتهجد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حاصل گز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نش</w:t>
      </w:r>
      <w:r w:rsidRPr="000372C6">
        <w:rPr>
          <w:rtl/>
          <w:lang w:bidi="fa-IR"/>
        </w:rPr>
        <w:t xml:space="preserve"> دق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و انتخاب معقول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فراوان درباره تقو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مورد نظر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درباره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سوگ و شاد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دعا و روزه و عبادت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="00261630">
        <w:rPr>
          <w:rtl/>
          <w:lang w:bidi="fa-IR"/>
        </w:rPr>
        <w:t xml:space="preserve"> ماه«</w:t>
      </w:r>
      <w:r w:rsidRPr="000372C6">
        <w:rPr>
          <w:rtl/>
          <w:lang w:bidi="fa-IR"/>
        </w:rPr>
        <w:t>صفر»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261630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ماه</w:t>
      </w:r>
      <w:r w:rsidR="00261630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(از سال </w:t>
      </w:r>
      <w:r w:rsidR="008A37BF">
        <w:rPr>
          <w:rtl/>
          <w:lang w:bidi="fa-IR"/>
        </w:rPr>
        <w:t>121</w:t>
      </w:r>
      <w:r w:rsidRPr="000372C6">
        <w:rPr>
          <w:rtl/>
          <w:lang w:bidi="fa-IR"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روز کشته شدن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261630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روز</w:t>
      </w:r>
      <w:r w:rsidRPr="000372C6">
        <w:rPr>
          <w:rtl/>
          <w:lang w:bidi="fa-IR"/>
        </w:rPr>
        <w:t xml:space="preserve"> سوم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ماه از سال </w:t>
      </w:r>
      <w:r w:rsidR="00440E7D">
        <w:rPr>
          <w:rtl/>
          <w:lang w:bidi="fa-IR"/>
        </w:rPr>
        <w:t>6</w:t>
      </w:r>
      <w:r w:rsidR="00EA4950">
        <w:rPr>
          <w:rtl/>
          <w:lang w:bidi="fa-IR"/>
        </w:rPr>
        <w:t>4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مسلم بن عقبه پرده کعبه را آتش زد و به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وارها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سنگ پرتاب نمود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با عبدالله بن زب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در نبرد بود.</w:t>
      </w:r>
    </w:p>
    <w:p w:rsidR="000372C6" w:rsidRPr="000372C6" w:rsidRDefault="000372C6" w:rsidP="00D97DA0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روز</w:t>
      </w:r>
      <w:r w:rsidRPr="000372C6">
        <w:rPr>
          <w:rtl/>
          <w:lang w:bidi="fa-IR"/>
        </w:rPr>
        <w:t xml:space="preserve"> </w:t>
      </w:r>
      <w:r w:rsidR="008A37BF">
        <w:rPr>
          <w:rtl/>
          <w:lang w:bidi="fa-IR"/>
        </w:rPr>
        <w:t>2</w:t>
      </w:r>
      <w:r w:rsidR="004E092C">
        <w:rPr>
          <w:rtl/>
          <w:lang w:bidi="fa-IR"/>
        </w:rPr>
        <w:t>0</w:t>
      </w:r>
      <w:r w:rsidRPr="000372C6">
        <w:rPr>
          <w:rtl/>
          <w:lang w:bidi="fa-IR"/>
        </w:rPr>
        <w:t xml:space="preserve"> صفر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D97DA0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زمان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حرم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کاروان اسرا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مراجعت کردند. و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جابر بن عبدالله بن حرام انصار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رسول خدا</w:t>
      </w:r>
      <w:r w:rsidR="002138BC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به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تا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بشتابد و او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از مردمان که قبر آن حضرت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کرد.</w:t>
      </w:r>
    </w:p>
    <w:p w:rsidR="000372C6" w:rsidRPr="000372C6" w:rsidRDefault="000372C6" w:rsidP="002138BC">
      <w:pPr>
        <w:pStyle w:val="libBold1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اعمال</w:t>
      </w:r>
      <w:r w:rsidRPr="000372C6">
        <w:rPr>
          <w:rtl/>
          <w:lang w:bidi="fa-IR"/>
        </w:rPr>
        <w:t xml:space="preserve">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261F0">
        <w:rPr>
          <w:rtl/>
          <w:lang w:bidi="fa-IR"/>
        </w:rPr>
        <w:t>:</w:t>
      </w:r>
    </w:p>
    <w:p w:rsidR="002138BC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مستحب است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همانا خواندن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از امام عسکر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که فرمود:</w:t>
      </w:r>
    </w:p>
    <w:p w:rsidR="002138BC" w:rsidRDefault="000372C6" w:rsidP="002138B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علامات مؤمن پنج تاست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خواندن </w:t>
      </w:r>
      <w:r w:rsidR="00EA4950">
        <w:rPr>
          <w:rtl/>
          <w:lang w:bidi="fa-IR"/>
        </w:rPr>
        <w:t>5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 رکعت نماز در شبانه روز نمازها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واجب و نافله و نماز و شب به دست کردن انگشتر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دردست ر</w:t>
      </w:r>
      <w:r w:rsidRPr="000372C6">
        <w:rPr>
          <w:rFonts w:hint="eastAsia"/>
          <w:rtl/>
          <w:lang w:bidi="fa-IR"/>
        </w:rPr>
        <w:t>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برآمدن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سجده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بلند خواندن بسم الله الرحمن الرح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در نماز.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سپس متن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با سند به نقل از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آورده است</w:t>
      </w:r>
      <w:r w:rsidR="000261F0">
        <w:rPr>
          <w:rtl/>
          <w:lang w:bidi="fa-IR"/>
        </w:rPr>
        <w:t>:</w:t>
      </w:r>
    </w:p>
    <w:p w:rsidR="000372C6" w:rsidRPr="000372C6" w:rsidRDefault="002138BC" w:rsidP="002138B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2138BC">
        <w:rPr>
          <w:rStyle w:val="libHadeesChar"/>
          <w:rtl/>
        </w:rPr>
        <w:t>السلام عل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tl/>
        </w:rPr>
        <w:t xml:space="preserve"> ول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tl/>
        </w:rPr>
        <w:t xml:space="preserve"> الله و حب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Fonts w:hint="eastAsia"/>
          <w:rtl/>
        </w:rPr>
        <w:t>به</w:t>
      </w:r>
      <w:r w:rsidR="000261F0" w:rsidRPr="002138BC">
        <w:rPr>
          <w:rStyle w:val="libHadeesChar"/>
          <w:rtl/>
        </w:rPr>
        <w:t>،</w:t>
      </w:r>
      <w:r w:rsidR="000372C6" w:rsidRPr="002138BC">
        <w:rPr>
          <w:rStyle w:val="libHadeesChar"/>
          <w:rtl/>
        </w:rPr>
        <w:t xml:space="preserve"> السلام عل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tl/>
        </w:rPr>
        <w:t xml:space="preserve"> خل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Fonts w:hint="eastAsia"/>
          <w:rtl/>
        </w:rPr>
        <w:t>ل</w:t>
      </w:r>
      <w:r w:rsidR="000372C6" w:rsidRPr="002138BC">
        <w:rPr>
          <w:rStyle w:val="libHadeesChar"/>
          <w:rtl/>
        </w:rPr>
        <w:t xml:space="preserve"> الله و نج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Fonts w:hint="eastAsia"/>
          <w:rtl/>
        </w:rPr>
        <w:t>به</w:t>
      </w:r>
      <w:r w:rsidR="000261F0" w:rsidRPr="002138BC">
        <w:rPr>
          <w:rStyle w:val="libHadeesChar"/>
          <w:rtl/>
        </w:rPr>
        <w:t>،</w:t>
      </w:r>
      <w:r w:rsidR="000372C6" w:rsidRPr="002138BC">
        <w:rPr>
          <w:rStyle w:val="libHadeesChar"/>
          <w:rtl/>
        </w:rPr>
        <w:t xml:space="preserve"> السلام عل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tl/>
        </w:rPr>
        <w:t xml:space="preserve"> صف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tl/>
        </w:rPr>
        <w:t xml:space="preserve"> الله و ابن صف</w:t>
      </w:r>
      <w:r w:rsidR="000372C6" w:rsidRPr="002138BC">
        <w:rPr>
          <w:rStyle w:val="libHadeesChar"/>
          <w:rFonts w:hint="cs"/>
          <w:rtl/>
        </w:rPr>
        <w:t>ی</w:t>
      </w:r>
      <w:r w:rsidR="000372C6" w:rsidRPr="002138BC">
        <w:rPr>
          <w:rStyle w:val="libHadeesChar"/>
          <w:rFonts w:hint="eastAsia"/>
          <w:rtl/>
        </w:rPr>
        <w:t>ه</w:t>
      </w:r>
      <w:r>
        <w:rPr>
          <w:rFonts w:hint="cs"/>
          <w:rtl/>
          <w:lang w:bidi="fa-IR"/>
        </w:rPr>
        <w:t xml:space="preserve">» 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مطلب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است که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</w:t>
      </w:r>
      <w:r w:rsidR="000372C6" w:rsidRPr="000372C6">
        <w:rPr>
          <w:rtl/>
          <w:lang w:bidi="fa-IR"/>
        </w:rPr>
        <w:t xml:space="preserve"> طوس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عالم فره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خته</w:t>
      </w:r>
      <w:r w:rsidR="000372C6" w:rsidRPr="000372C6">
        <w:rPr>
          <w:rtl/>
          <w:lang w:bidi="fa-IR"/>
        </w:rPr>
        <w:t xml:space="preserve"> و معتبر و معقول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عه</w:t>
      </w:r>
      <w:r w:rsidR="000372C6" w:rsidRPr="000372C6">
        <w:rPr>
          <w:rtl/>
          <w:lang w:bidi="fa-IR"/>
        </w:rPr>
        <w:t xml:space="preserve"> در قرن پنجم درباره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آورده است طبعاً بر اساس اعتبار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که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372C6" w:rsidRPr="000372C6">
        <w:rPr>
          <w:rtl/>
          <w:lang w:bidi="fa-IR"/>
        </w:rPr>
        <w:t xml:space="preserve">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372C6" w:rsidRPr="000372C6">
        <w:rPr>
          <w:rtl/>
          <w:lang w:bidi="fa-IR"/>
        </w:rPr>
        <w:t xml:space="preserve"> داشته است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از همان آغاز که تار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خش</w:t>
      </w:r>
      <w:r w:rsidR="000372C6" w:rsidRPr="000372C6">
        <w:rPr>
          <w:rtl/>
          <w:lang w:bidi="fa-IR"/>
        </w:rPr>
        <w:t xml:space="preserve"> معلوم 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ان</w:t>
      </w:r>
      <w:r w:rsidR="000372C6" w:rsidRPr="000372C6">
        <w:rPr>
          <w:rtl/>
          <w:lang w:bidi="fa-IR"/>
        </w:rPr>
        <w:t xml:space="preserve"> به حرمت آن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خوانده اند و اگر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توانسته ا</w:t>
      </w:r>
      <w:r w:rsidR="000372C6" w:rsidRPr="000372C6">
        <w:rPr>
          <w:rFonts w:hint="eastAsia"/>
          <w:rtl/>
          <w:lang w:bidi="fa-IR"/>
        </w:rPr>
        <w:t>ند</w:t>
      </w:r>
      <w:r w:rsidR="000372C6" w:rsidRPr="000372C6">
        <w:rPr>
          <w:rtl/>
          <w:lang w:bidi="fa-IR"/>
        </w:rPr>
        <w:t xml:space="preserve"> مانند جابر بر مزار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گرد آمده و آن امام را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کردند.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سنت تا به امروز درعراق با قوت برپاست و شاهد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</w:t>
      </w:r>
      <w:r w:rsidR="000372C6" w:rsidRPr="000372C6">
        <w:rPr>
          <w:rtl/>
          <w:lang w:bidi="fa-IR"/>
        </w:rPr>
        <w:t xml:space="preserve"> که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ونها</w:t>
      </w:r>
      <w:r w:rsidR="000372C6" w:rsidRPr="000372C6">
        <w:rPr>
          <w:rtl/>
          <w:lang w:bidi="fa-IR"/>
        </w:rPr>
        <w:t xml:space="preserve"> ش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عه</w:t>
      </w:r>
      <w:r w:rsidR="000372C6" w:rsidRPr="000372C6">
        <w:rPr>
          <w:rtl/>
          <w:lang w:bidi="fa-IR"/>
        </w:rPr>
        <w:t xml:space="preserve"> عراق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غ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</w:t>
      </w:r>
      <w:r w:rsidR="000372C6" w:rsidRPr="000372C6">
        <w:rPr>
          <w:rtl/>
          <w:lang w:bidi="fa-IR"/>
        </w:rPr>
        <w:t xml:space="preserve"> عراق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در ا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روز بر مزار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="000372C6" w:rsidRPr="000372C6">
        <w:rPr>
          <w:rtl/>
          <w:lang w:bidi="fa-IR"/>
        </w:rPr>
        <w:t xml:space="preserve"> جمع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شوند.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نجا</w:t>
      </w:r>
      <w:r w:rsidRPr="000372C6">
        <w:rPr>
          <w:rtl/>
          <w:lang w:bidi="fa-IR"/>
        </w:rPr>
        <w:t xml:space="preserve"> و در ارتباط با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چند نکته را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داد.</w:t>
      </w:r>
    </w:p>
    <w:p w:rsidR="000372C6" w:rsidRPr="000372C6" w:rsidRDefault="002138BC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8A37BF" w:rsidP="002138BC">
      <w:pPr>
        <w:pStyle w:val="Heading3"/>
        <w:rPr>
          <w:rtl/>
          <w:lang w:bidi="fa-IR"/>
        </w:rPr>
      </w:pPr>
      <w:bookmarkStart w:id="42" w:name="_Toc526764161"/>
      <w:r>
        <w:rPr>
          <w:rtl/>
          <w:lang w:bidi="fa-IR"/>
        </w:rPr>
        <w:t>1</w:t>
      </w:r>
      <w:r w:rsidR="000372C6" w:rsidRPr="000372C6">
        <w:rPr>
          <w:rtl/>
          <w:lang w:bidi="fa-IR"/>
        </w:rPr>
        <w:t>. عدد چهل</w:t>
      </w:r>
      <w:bookmarkEnd w:id="42"/>
    </w:p>
    <w:p w:rsidR="000372C6" w:rsidRPr="000372C6" w:rsidRDefault="000372C6" w:rsidP="002138BC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مسأله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ارتباط با«اربع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ن»</w:t>
      </w:r>
      <w:r w:rsidRPr="000372C6">
        <w:rPr>
          <w:rtl/>
          <w:lang w:bidi="fa-IR"/>
        </w:rPr>
        <w:t xml:space="preserve"> جلب توجه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کند، تعب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متون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ابتدا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نکته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به عنوان مقدمه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ادآور</w:t>
      </w:r>
      <w:r w:rsidRPr="000372C6">
        <w:rPr>
          <w:rtl/>
          <w:lang w:bidi="fa-IR"/>
        </w:rPr>
        <w:t xml:space="preserve"> شو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:</w:t>
      </w:r>
    </w:p>
    <w:p w:rsidR="000372C6" w:rsidRPr="000372C6" w:rsidRDefault="000372C6" w:rsidP="002138BC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اصولا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توجه داشت که در نگرش صح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اعداد نقش خاص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لحاظ عدد بودن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القا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معنا و منظور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خاص ندارند؛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صورت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به صرف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در فلان مورد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موارد، عدد هفت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دوازده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چهل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هفتاد به کار رفته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استنباط و استنتاج خاص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داشته </w:t>
      </w:r>
      <w:r w:rsidRPr="000372C6">
        <w:rPr>
          <w:rFonts w:hint="eastAsia"/>
          <w:rtl/>
          <w:lang w:bidi="fa-IR"/>
        </w:rPr>
        <w:t>باشد</w:t>
      </w:r>
      <w:r w:rsidRPr="000372C6">
        <w:rPr>
          <w:rtl/>
          <w:lang w:bidi="fa-IR"/>
        </w:rPr>
        <w:t>.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ادآور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آن روست که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فرقه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مذهب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ژه</w:t>
      </w:r>
      <w:r w:rsidRPr="000372C6">
        <w:rPr>
          <w:rtl/>
          <w:lang w:bidi="fa-IR"/>
        </w:rPr>
        <w:t xml:space="preserve"> آنها که تما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لات«</w:t>
      </w:r>
      <w:r w:rsidRPr="000372C6">
        <w:rPr>
          <w:rtl/>
          <w:lang w:bidi="fa-IR"/>
        </w:rPr>
        <w:t>باطن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داشته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دارند و گاه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گاه</w:t>
      </w:r>
      <w:r w:rsidRPr="000372C6">
        <w:rPr>
          <w:rtl/>
          <w:lang w:bidi="fa-IR"/>
        </w:rPr>
        <w:t xml:space="preserve"> خود را به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منسوب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شبه 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لسوفان</w:t>
      </w:r>
      <w:r w:rsidRPr="000372C6">
        <w:rPr>
          <w:rtl/>
          <w:lang w:bidi="fa-IR"/>
        </w:rPr>
        <w:t xml:space="preserve"> متأثر از اند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انحراف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باطن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اسماع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مروج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اند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درباره اعداد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نوع حروف بوده و هستند.</w:t>
      </w:r>
    </w:p>
    <w:p w:rsidR="000372C6" w:rsidRPr="000372C6" w:rsidRDefault="000372C6" w:rsidP="00DB0F9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واقع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اعداد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نقلها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بر اساس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محاسبه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باشد، اما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عدد در موارد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کاربرد دارد و بدون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مستند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از آن در سا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موارد استفاده کرد، قابل قبول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به عنوان نمونه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دهها مورد در کتابها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دعا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عدد صد بکار رفته که فلان ذکر را صد مرتبه بگو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بر تقدس عدد صد به عنوان صد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نطور</w:t>
      </w:r>
      <w:r w:rsidRPr="000372C6">
        <w:rPr>
          <w:rtl/>
          <w:lang w:bidi="fa-IR"/>
        </w:rPr>
        <w:t xml:space="preserve"> سا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عددها. البته ناخواسته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مردم عاد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="002138BC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اعداد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روزگاران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صورت تقدس به خود گرفته و گاه سوء استفاده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هم از آن ها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تنها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درباره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اعداد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گفت آن است که آن اعداد مع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نشانه کثرت است به عنوان مثال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درباره هفت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اظهار نظر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شده است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هر چه گفته شود،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به عنوان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استدلال به آن نظر کرد.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مرحوم</w:t>
      </w:r>
      <w:r w:rsidRPr="000372C6">
        <w:rPr>
          <w:rtl/>
          <w:lang w:bidi="fa-IR"/>
        </w:rPr>
        <w:t xml:space="preserve"> اربل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علما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 امام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کتاب کشف الغمه 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معرفه الائمه در برابر کسان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تقدس عدد دوازده و بروج دوازده گانه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اثبات امامت ائمه اطهار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استناد کرده اند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اظهار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مسأله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تواند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ثابت کند؛ چرا که اگر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</w:t>
      </w:r>
      <w:r w:rsidRPr="000372C6">
        <w:rPr>
          <w:rFonts w:hint="eastAsia"/>
          <w:rtl/>
          <w:lang w:bidi="fa-IR"/>
        </w:rPr>
        <w:t>شد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اسماع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هفت امام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توانند دهها شاهد مثل هفت آسمان ارائه دهند که عدد هفت مقدس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کما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کار را کرده اند.</w:t>
      </w:r>
    </w:p>
    <w:p w:rsidR="00DB0F96" w:rsidRDefault="000372C6" w:rsidP="00DB0F9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عدد</w:t>
      </w:r>
      <w:r w:rsidRPr="000372C6">
        <w:rPr>
          <w:rtl/>
          <w:lang w:bidi="fa-IR"/>
        </w:rPr>
        <w:t xml:space="preserve"> «اربع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» در متون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="00DB0F96">
        <w:rPr>
          <w:rFonts w:hint="cs"/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تعب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</w:t>
      </w:r>
      <w:r w:rsidRPr="000372C6">
        <w:rPr>
          <w:rtl/>
          <w:lang w:bidi="fa-IR"/>
        </w:rPr>
        <w:t xml:space="preserve"> عدد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تعب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در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موارد به کار رفته است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نمونه آن که سن رسول خدا</w:t>
      </w:r>
      <w:r w:rsidR="00DB0F9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در زمان مبعوث شدن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چهل بوده است گفته شده که عدد چهل در سن انسانها، نشانه بلوغ و رشد فکر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گفتن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انب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اء</w:t>
      </w:r>
      <w:r w:rsidRPr="000372C6">
        <w:rPr>
          <w:rtl/>
          <w:lang w:bidi="fa-IR"/>
        </w:rPr>
        <w:t xml:space="preserve"> در سن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کودک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نبوّت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اند.</w:t>
      </w:r>
    </w:p>
    <w:p w:rsidR="000372C6" w:rsidRPr="000372C6" w:rsidRDefault="000372C6" w:rsidP="0051545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از ابن عباس</w:t>
      </w:r>
      <w:r w:rsidR="005721BE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به نقل از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="00DB0F96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="005721BE">
        <w:rPr>
          <w:rtl/>
          <w:lang w:bidi="fa-IR"/>
        </w:rPr>
        <w:t>)</w:t>
      </w:r>
      <w:r w:rsidRPr="000372C6">
        <w:rPr>
          <w:rtl/>
          <w:lang w:bidi="fa-IR"/>
        </w:rPr>
        <w:t xml:space="preserve"> نقل شده که اگر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چهل ساله شد و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رش</w:t>
      </w:r>
      <w:r w:rsidRPr="000372C6">
        <w:rPr>
          <w:rtl/>
          <w:lang w:bidi="fa-IR"/>
        </w:rPr>
        <w:t xml:space="preserve"> بر شرش غلبه نکرد، آماده رفتن به جهنم باشد. در نقل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 است که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مردمان طالب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ند</w:t>
      </w:r>
      <w:r w:rsidRPr="000372C6">
        <w:rPr>
          <w:rtl/>
          <w:lang w:bidi="fa-IR"/>
        </w:rPr>
        <w:t xml:space="preserve"> تا چهل سالشان شود. پس از آن در پ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آخرت خواهند رفت</w:t>
      </w:r>
      <w:r w:rsidR="0051545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(مجموعه ورام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3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>)</w:t>
      </w:r>
      <w:r w:rsidR="00515451">
        <w:rPr>
          <w:rFonts w:hint="cs"/>
          <w:rtl/>
          <w:lang w:bidi="fa-IR"/>
        </w:rPr>
        <w:t>.</w:t>
      </w:r>
    </w:p>
    <w:p w:rsidR="00515451" w:rsidRDefault="000372C6" w:rsidP="00515451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="00515451">
        <w:rPr>
          <w:rtl/>
          <w:lang w:bidi="fa-IR"/>
        </w:rPr>
        <w:t xml:space="preserve"> قرآن آمده است«</w:t>
      </w:r>
      <w:r w:rsidRPr="000372C6">
        <w:rPr>
          <w:rtl/>
          <w:lang w:bidi="fa-IR"/>
        </w:rPr>
        <w:t>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قات»</w:t>
      </w:r>
      <w:r w:rsidRPr="000372C6">
        <w:rPr>
          <w:rtl/>
          <w:lang w:bidi="fa-IR"/>
        </w:rPr>
        <w:t xml:space="preserve"> موس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پروردگارش در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چهل روز حاصل شده است در نقل است که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حضرت آدم چهل شبانه روز بر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کوه صفا در حال سجده بود.</w:t>
      </w:r>
      <w:r w:rsidR="00515451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 xml:space="preserve">مستدرک وسائل ج </w:t>
      </w:r>
      <w:r w:rsidR="004E092C">
        <w:rPr>
          <w:rtl/>
          <w:lang w:bidi="fa-IR"/>
        </w:rPr>
        <w:t>9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32</w:t>
      </w:r>
      <w:r w:rsidR="004E092C">
        <w:rPr>
          <w:rtl/>
          <w:lang w:bidi="fa-IR"/>
        </w:rPr>
        <w:t>9</w:t>
      </w:r>
      <w:r w:rsidRPr="000372C6">
        <w:rPr>
          <w:rtl/>
          <w:lang w:bidi="fa-IR"/>
        </w:rPr>
        <w:t>)</w:t>
      </w:r>
      <w:r w:rsidR="00515451">
        <w:rPr>
          <w:rFonts w:hint="cs"/>
          <w:rtl/>
          <w:lang w:bidi="fa-IR"/>
        </w:rPr>
        <w:t>.</w:t>
      </w:r>
    </w:p>
    <w:p w:rsidR="00515451" w:rsidRDefault="000372C6" w:rsidP="0051545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درباره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اسرائ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هم آمده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استجابت دعا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چهل شبانه روز ناله و ضجّه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کردند.</w:t>
      </w:r>
      <w:r w:rsidR="0051545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(مستدرک ج 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 xml:space="preserve">،ص </w:t>
      </w:r>
      <w:r w:rsidR="008A37BF">
        <w:rPr>
          <w:rtl/>
          <w:lang w:bidi="fa-IR"/>
        </w:rPr>
        <w:t>23</w:t>
      </w:r>
      <w:r w:rsidR="004E092C">
        <w:rPr>
          <w:rtl/>
          <w:lang w:bidi="fa-IR"/>
        </w:rPr>
        <w:t>9</w:t>
      </w:r>
      <w:r w:rsidRPr="000372C6">
        <w:rPr>
          <w:rtl/>
          <w:lang w:bidi="fa-IR"/>
        </w:rPr>
        <w:t>) در نقل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 است که اگر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چهل روز خالص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خدا باشد، خداوند او را در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زاهد کرده و راه و چاه زندگ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به او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آموزد و حکمت را در قلب و زبانش جار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</w:t>
      </w:r>
    </w:p>
    <w:p w:rsidR="000372C6" w:rsidRPr="000372C6" w:rsidRDefault="000372C6" w:rsidP="0051545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مضمون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فراوان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وجود دارد. چله نش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هم درست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غلط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بابت بوده است علامه مجلس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کتاب بحار الانوار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باره که برگرفتن چهل نش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مزبور نادرست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تفص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سخن گفته است</w:t>
      </w:r>
    </w:p>
    <w:p w:rsidR="00515451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اعتبار</w:t>
      </w:r>
      <w:r w:rsidRPr="000372C6">
        <w:rPr>
          <w:rtl/>
          <w:lang w:bidi="fa-IR"/>
        </w:rPr>
        <w:t xml:space="preserve"> حفظ چهل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که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فراوان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سبب تأل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صدها اثر با عنوان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انتخاب چهل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و شرح و بسط آنها شده است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نقلها آمده است که اگر </w:t>
      </w:r>
      <w:r w:rsidRPr="000372C6">
        <w:rPr>
          <w:rtl/>
          <w:lang w:bidi="fa-IR"/>
        </w:rPr>
        <w:lastRenderedPageBreak/>
        <w:t>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امّت من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چهل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حفظ کند که در امر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نش</w:t>
      </w:r>
      <w:r w:rsidRPr="000372C6">
        <w:rPr>
          <w:rtl/>
          <w:lang w:bidi="fa-IR"/>
        </w:rPr>
        <w:t xml:space="preserve"> از آنها بهره برد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خداوند در روز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امت</w:t>
      </w:r>
      <w:r w:rsidRPr="000372C6">
        <w:rPr>
          <w:rtl/>
          <w:lang w:bidi="fa-IR"/>
        </w:rPr>
        <w:t xml:space="preserve"> او را فق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عالم محشور خواهد کرد.</w:t>
      </w:r>
    </w:p>
    <w:p w:rsidR="000372C6" w:rsidRPr="000372C6" w:rsidRDefault="000372C6" w:rsidP="0051545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نقل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 است که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فرمودند: اگر چهل مرد با من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برابر دشمنانم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ستادم</w:t>
      </w:r>
      <w:r w:rsidR="0051545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(الاحتجاج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4E092C">
        <w:rPr>
          <w:rtl/>
          <w:lang w:bidi="fa-IR"/>
        </w:rPr>
        <w:t>8</w:t>
      </w:r>
      <w:r w:rsidR="00EA4950">
        <w:rPr>
          <w:rtl/>
          <w:lang w:bidi="fa-IR"/>
        </w:rPr>
        <w:t>4</w:t>
      </w:r>
      <w:r w:rsidRPr="000372C6">
        <w:rPr>
          <w:rtl/>
          <w:lang w:bidi="fa-IR"/>
        </w:rPr>
        <w:t>) مرحوم کفعم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نوشته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قطب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چهار نفر از اوتاد و چهل نفر از ابدال و هفتاد نفر</w:t>
      </w:r>
      <w:r w:rsidR="00515451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چگاه</w:t>
      </w:r>
      <w:r w:rsidRPr="000372C6">
        <w:rPr>
          <w:rtl/>
          <w:lang w:bidi="fa-IR"/>
        </w:rPr>
        <w:t xml:space="preserve"> خال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 xml:space="preserve">بحار ج </w:t>
      </w:r>
      <w:r w:rsidR="00EA4950">
        <w:rPr>
          <w:rtl/>
          <w:lang w:bidi="fa-IR"/>
        </w:rPr>
        <w:t>5</w:t>
      </w:r>
      <w:r w:rsidR="008A37BF">
        <w:rPr>
          <w:rtl/>
          <w:lang w:bidi="fa-IR"/>
        </w:rPr>
        <w:t>3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2</w:t>
      </w:r>
      <w:r w:rsidR="004E092C">
        <w:rPr>
          <w:rtl/>
          <w:lang w:bidi="fa-IR"/>
        </w:rPr>
        <w:t>00</w:t>
      </w:r>
      <w:r w:rsidRPr="000372C6">
        <w:rPr>
          <w:rtl/>
          <w:lang w:bidi="fa-IR"/>
        </w:rPr>
        <w:t>)</w:t>
      </w:r>
    </w:p>
    <w:p w:rsidR="000372C6" w:rsidRPr="000372C6" w:rsidRDefault="000372C6" w:rsidP="00515451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درباره</w:t>
      </w:r>
      <w:r w:rsidRPr="000372C6">
        <w:rPr>
          <w:rtl/>
          <w:lang w:bidi="fa-IR"/>
        </w:rPr>
        <w:t xml:space="preserve"> نطفه هم تصور برا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بوده که بعد از چهل روز عَلَقه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عدد در تحولات بعد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علقه به مُضْغه تا تولد در نقلها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کهن بکار رفته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عدد چهل مبدأ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تحول دانسته شده است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است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شرابخوار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کند، نمازش تا چهل روز قبول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 و 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است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چهل روز گوشت نخورد، خلقش تند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  <w:r w:rsidR="005721BE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است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چهل روز طعام حلال بخورد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خداوند قبلش را نوران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رسول خدا</w:t>
      </w:r>
      <w:r w:rsidR="00515451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فرمود: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لقمه حرام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بخورد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تا چهل روز دعا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مستجاب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مستدرک وسائل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21</w:t>
      </w:r>
      <w:r w:rsidR="004E092C">
        <w:rPr>
          <w:rtl/>
          <w:lang w:bidi="fa-IR"/>
        </w:rPr>
        <w:t>7</w:t>
      </w:r>
      <w:r w:rsidRPr="000372C6">
        <w:rPr>
          <w:rtl/>
          <w:lang w:bidi="fa-IR"/>
        </w:rPr>
        <w:t>)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نها</w:t>
      </w:r>
      <w:r w:rsidRPr="000372C6">
        <w:rPr>
          <w:rtl/>
          <w:lang w:bidi="fa-IR"/>
        </w:rPr>
        <w:t xml:space="preserve"> نمونه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نقل</w:t>
      </w:r>
      <w:r w:rsidR="0051545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بود که عدد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آنها به کار رفته است</w:t>
      </w:r>
      <w:r w:rsidR="00515451">
        <w:rPr>
          <w:rFonts w:hint="cs"/>
          <w:rtl/>
          <w:lang w:bidi="fa-IR"/>
        </w:rPr>
        <w:t>.</w:t>
      </w:r>
    </w:p>
    <w:p w:rsidR="000372C6" w:rsidRPr="000372C6" w:rsidRDefault="00515451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8A37BF" w:rsidP="00515451">
      <w:pPr>
        <w:pStyle w:val="Heading3"/>
        <w:rPr>
          <w:rtl/>
          <w:lang w:bidi="fa-IR"/>
        </w:rPr>
      </w:pPr>
      <w:bookmarkStart w:id="43" w:name="_Toc526764162"/>
      <w:r>
        <w:rPr>
          <w:rtl/>
          <w:lang w:bidi="fa-IR"/>
        </w:rPr>
        <w:t>2</w:t>
      </w:r>
      <w:r w:rsidR="000372C6" w:rsidRPr="000372C6">
        <w:rPr>
          <w:rtl/>
          <w:lang w:bidi="fa-IR"/>
        </w:rPr>
        <w:t>.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امام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bookmarkEnd w:id="43"/>
    </w:p>
    <w:p w:rsidR="008648D9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کهن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متون مذهب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از«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ن»</w:t>
      </w:r>
      <w:r w:rsidRPr="000372C6">
        <w:rPr>
          <w:rtl/>
          <w:lang w:bidi="fa-IR"/>
        </w:rPr>
        <w:t xml:space="preserve"> چگونه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شده است به عبارت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برزگداشت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="000261F0">
        <w:rPr>
          <w:rtl/>
          <w:lang w:bidi="fa-IR"/>
        </w:rPr>
        <w:t>؟</w:t>
      </w:r>
      <w:r w:rsidRPr="000372C6">
        <w:rPr>
          <w:rtl/>
          <w:lang w:bidi="fa-IR"/>
        </w:rPr>
        <w:t xml:space="preserve"> چنان که در آغاز گذشت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مهمتر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نکته درباره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امام عسکر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است حضرت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منابع مختلف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نقل شده فرموده اند: ن</w:t>
      </w:r>
      <w:r w:rsidRPr="000372C6">
        <w:rPr>
          <w:rFonts w:hint="eastAsia"/>
          <w:rtl/>
          <w:lang w:bidi="fa-IR"/>
        </w:rPr>
        <w:t>شانه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مؤمن پنج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:</w:t>
      </w:r>
    </w:p>
    <w:p w:rsidR="008648D9" w:rsidRDefault="004E0A46" w:rsidP="004E0A4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0372C6" w:rsidRPr="000372C6">
        <w:rPr>
          <w:rtl/>
          <w:lang w:bidi="fa-IR"/>
        </w:rPr>
        <w:t xml:space="preserve"> خواندن پنجاه و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</w:t>
      </w:r>
      <w:r w:rsidR="000372C6" w:rsidRPr="000372C6">
        <w:rPr>
          <w:rtl/>
          <w:lang w:bidi="fa-IR"/>
        </w:rPr>
        <w:t xml:space="preserve"> رکعت نماز</w:t>
      </w:r>
      <w:r w:rsidR="002968FB">
        <w:rPr>
          <w:rtl/>
          <w:lang w:bidi="fa-IR"/>
        </w:rPr>
        <w:t>(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7</w:t>
      </w:r>
      <w:r w:rsidR="000372C6" w:rsidRPr="000372C6">
        <w:rPr>
          <w:rtl/>
          <w:lang w:bidi="fa-IR"/>
        </w:rPr>
        <w:t xml:space="preserve"> رکعت نماز واجب + </w:t>
      </w:r>
      <w:r w:rsidR="008A37BF">
        <w:rPr>
          <w:rtl/>
          <w:lang w:bidi="fa-IR"/>
        </w:rPr>
        <w:t>11</w:t>
      </w:r>
      <w:r w:rsidR="000372C6" w:rsidRPr="000372C6">
        <w:rPr>
          <w:rtl/>
          <w:lang w:bidi="fa-IR"/>
        </w:rPr>
        <w:t xml:space="preserve"> نماز شب + </w:t>
      </w:r>
      <w:r w:rsidR="008A37BF">
        <w:rPr>
          <w:rtl/>
          <w:lang w:bidi="fa-IR"/>
        </w:rPr>
        <w:t>23</w:t>
      </w:r>
      <w:r w:rsidR="000372C6" w:rsidRPr="000372C6">
        <w:rPr>
          <w:rtl/>
          <w:lang w:bidi="fa-IR"/>
        </w:rPr>
        <w:t xml:space="preserve">نوافل) </w:t>
      </w:r>
      <w:r>
        <w:rPr>
          <w:rFonts w:hint="cs"/>
          <w:rtl/>
          <w:lang w:bidi="fa-IR"/>
        </w:rPr>
        <w:t>2.</w:t>
      </w:r>
      <w:r w:rsidR="000372C6" w:rsidRPr="000372C6">
        <w:rPr>
          <w:rtl/>
          <w:lang w:bidi="fa-IR"/>
        </w:rPr>
        <w:t xml:space="preserve"> ز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ارت</w:t>
      </w:r>
      <w:r w:rsidR="000372C6" w:rsidRPr="000372C6">
        <w:rPr>
          <w:rtl/>
          <w:lang w:bidi="fa-IR"/>
        </w:rPr>
        <w:t xml:space="preserve">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3.</w:t>
      </w:r>
      <w:r w:rsidR="000372C6" w:rsidRPr="000372C6">
        <w:rPr>
          <w:rtl/>
          <w:lang w:bidi="fa-IR"/>
        </w:rPr>
        <w:t xml:space="preserve"> انگشتر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در دست راست </w:t>
      </w:r>
      <w:r>
        <w:rPr>
          <w:rFonts w:hint="cs"/>
          <w:rtl/>
          <w:lang w:bidi="fa-IR"/>
        </w:rPr>
        <w:t>4.</w:t>
      </w:r>
      <w:r w:rsidR="000372C6" w:rsidRPr="000372C6">
        <w:rPr>
          <w:rtl/>
          <w:lang w:bidi="fa-IR"/>
        </w:rPr>
        <w:t xml:space="preserve"> وجود آثار سجده بر پ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شان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5.</w:t>
      </w:r>
      <w:r w:rsidR="000372C6" w:rsidRPr="000372C6">
        <w:rPr>
          <w:rtl/>
          <w:lang w:bidi="fa-IR"/>
        </w:rPr>
        <w:t xml:space="preserve"> بلند خواندن بسم الله در نماز.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ث</w:t>
      </w:r>
      <w:r w:rsidRPr="000372C6">
        <w:rPr>
          <w:rtl/>
          <w:lang w:bidi="fa-IR"/>
        </w:rPr>
        <w:t xml:space="preserve"> تنها مدرک معتبر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خود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درمنابع دعا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بزرگداشت آن روز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کرده است</w:t>
      </w:r>
    </w:p>
    <w:p w:rsidR="008648D9" w:rsidRDefault="000372C6" w:rsidP="000372C6">
      <w:pPr>
        <w:pStyle w:val="libNormal"/>
        <w:rPr>
          <w:rtl/>
          <w:lang w:bidi="fa-IR"/>
        </w:rPr>
      </w:pPr>
      <w:r w:rsidRPr="008648D9">
        <w:rPr>
          <w:rStyle w:val="libBold1Char"/>
          <w:rFonts w:hint="eastAsia"/>
          <w:rtl/>
        </w:rPr>
        <w:t>اما</w:t>
      </w:r>
      <w:r w:rsidRPr="008648D9">
        <w:rPr>
          <w:rStyle w:val="libBold1Char"/>
          <w:rtl/>
        </w:rPr>
        <w:t xml:space="preserve"> ا</w:t>
      </w:r>
      <w:r w:rsidRPr="008648D9">
        <w:rPr>
          <w:rStyle w:val="libBold1Char"/>
          <w:rFonts w:hint="cs"/>
          <w:rtl/>
        </w:rPr>
        <w:t>ی</w:t>
      </w:r>
      <w:r w:rsidRPr="008648D9">
        <w:rPr>
          <w:rStyle w:val="libBold1Char"/>
          <w:rFonts w:hint="eastAsia"/>
          <w:rtl/>
        </w:rPr>
        <w:t>ن</w:t>
      </w:r>
      <w:r w:rsidRPr="008648D9">
        <w:rPr>
          <w:rStyle w:val="libBold1Char"/>
          <w:rtl/>
        </w:rPr>
        <w:t xml:space="preserve"> که منشأ اربع</w:t>
      </w:r>
      <w:r w:rsidRPr="008648D9">
        <w:rPr>
          <w:rStyle w:val="libBold1Char"/>
          <w:rFonts w:hint="cs"/>
          <w:rtl/>
        </w:rPr>
        <w:t>ی</w:t>
      </w:r>
      <w:r w:rsidRPr="008648D9">
        <w:rPr>
          <w:rStyle w:val="libBold1Char"/>
          <w:rFonts w:hint="eastAsia"/>
          <w:rtl/>
        </w:rPr>
        <w:t>ن</w:t>
      </w:r>
      <w:r w:rsidRPr="008648D9">
        <w:rPr>
          <w:rStyle w:val="libBold1Char"/>
          <w:rtl/>
        </w:rPr>
        <w:t xml:space="preserve"> چ</w:t>
      </w:r>
      <w:r w:rsidRPr="008648D9">
        <w:rPr>
          <w:rStyle w:val="libBold1Char"/>
          <w:rFonts w:hint="cs"/>
          <w:rtl/>
        </w:rPr>
        <w:t>ی</w:t>
      </w:r>
      <w:r w:rsidRPr="008648D9">
        <w:rPr>
          <w:rStyle w:val="libBold1Char"/>
          <w:rFonts w:hint="eastAsia"/>
          <w:rtl/>
        </w:rPr>
        <w:t>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گفت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منابع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به دو اعتبار نگر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سته</w:t>
      </w:r>
      <w:r w:rsidRPr="000372C6">
        <w:rPr>
          <w:rtl/>
          <w:lang w:bidi="fa-IR"/>
        </w:rPr>
        <w:t xml:space="preserve"> شده است نخست:</w:t>
      </w:r>
    </w:p>
    <w:p w:rsidR="000372C6" w:rsidRPr="000372C6" w:rsidRDefault="000372C6" w:rsidP="0086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مراجعت کردند. دوم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جابر بن عبدالله انصار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امبر</w:t>
      </w:r>
      <w:r w:rsidRPr="000372C6">
        <w:rPr>
          <w:rtl/>
          <w:lang w:bidi="fa-IR"/>
        </w:rPr>
        <w:t xml:space="preserve"> خدا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از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به کربلا وارد شد تا قب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حضرت اباعبدالله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کند.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="008648D9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 xml:space="preserve">م </w:t>
      </w:r>
      <w:r w:rsidR="00EA4950">
        <w:rPr>
          <w:rtl/>
          <w:lang w:bidi="fa-IR"/>
        </w:rPr>
        <w:t>4</w:t>
      </w:r>
      <w:r w:rsidR="008A37BF">
        <w:rPr>
          <w:rtl/>
          <w:lang w:bidi="fa-IR"/>
        </w:rPr>
        <w:t>13</w:t>
      </w:r>
      <w:r w:rsidRPr="000372C6">
        <w:rPr>
          <w:rtl/>
          <w:lang w:bidi="fa-IR"/>
        </w:rPr>
        <w:t>) در«مسار الش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عه»</w:t>
      </w:r>
      <w:r w:rsidRPr="000372C6">
        <w:rPr>
          <w:rtl/>
          <w:lang w:bidi="fa-IR"/>
        </w:rPr>
        <w:t xml:space="preserve"> که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موال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ائمه اطهار</w:t>
      </w:r>
      <w:r w:rsidR="008648D9">
        <w:rPr>
          <w:rFonts w:hint="cs"/>
          <w:rtl/>
          <w:lang w:bidi="fa-IR"/>
        </w:rPr>
        <w:t xml:space="preserve"> </w:t>
      </w:r>
      <w:r w:rsidR="003A5888" w:rsidRPr="003A5888">
        <w:rPr>
          <w:rStyle w:val="libAlaemChar"/>
          <w:rtl/>
        </w:rPr>
        <w:t>عليهم‌السلام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اشاره به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کرده و نوشته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حرم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شام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مراجعت کردند. 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جابر بن عبدالله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وارد کربلا شد.</w:t>
      </w:r>
    </w:p>
    <w:p w:rsidR="008648D9" w:rsidRDefault="000372C6" w:rsidP="008648D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کهن</w:t>
      </w:r>
      <w:r w:rsidRPr="000372C6">
        <w:rPr>
          <w:rtl/>
          <w:lang w:bidi="fa-IR"/>
        </w:rPr>
        <w:t xml:space="preserve">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کتاب دعا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مفصل موجود، کتاب«مصباح المتهجّد»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شاگردان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است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هم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را آورده است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روز </w:t>
      </w:r>
      <w:r w:rsidRPr="000372C6">
        <w:rPr>
          <w:rtl/>
          <w:lang w:bidi="fa-IR"/>
        </w:rPr>
        <w:lastRenderedPageBreak/>
        <w:t>نخست ماه صفر روز شهادت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بن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روز سوم ماه صفر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روز آتش زدن کعبه توسط سپاه شام در سال هجر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</w:t>
      </w:r>
    </w:p>
    <w:p w:rsidR="000372C6" w:rsidRPr="000372C6" w:rsidRDefault="000372C6" w:rsidP="0086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</w:t>
      </w:r>
      <w:r w:rsidR="00AF491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(چهل روز پس از حادثه کربلا)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حرم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ما اباعبدالله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مراجعت کرد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جابر بن عبدالله انصار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صحاب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رسول خدا</w:t>
      </w:r>
      <w:r w:rsidR="008648D9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tl/>
        </w:rPr>
        <w:t>صلى‌الله‌عليه‌وآله‌وسلم</w:t>
      </w:r>
      <w:r w:rsidRPr="000372C6">
        <w:rPr>
          <w:rtl/>
          <w:lang w:bidi="fa-IR"/>
        </w:rPr>
        <w:t xml:space="preserve"> از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وارد کربلا شد تا قبر حض</w:t>
      </w:r>
      <w:r w:rsidRPr="000372C6">
        <w:rPr>
          <w:rFonts w:hint="eastAsia"/>
          <w:rtl/>
          <w:lang w:bidi="fa-IR"/>
        </w:rPr>
        <w:t>رت</w:t>
      </w:r>
      <w:r w:rsidRPr="000372C6">
        <w:rPr>
          <w:rtl/>
          <w:lang w:bidi="fa-IR"/>
        </w:rPr>
        <w:t xml:space="preserve">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کند. او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کس از مردمان بود که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کرد. در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حضرت مستحب است و آن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 w:rsidR="008648D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(مصباح المتهجد، ص </w:t>
      </w:r>
      <w:r w:rsidR="004E092C">
        <w:rPr>
          <w:rtl/>
          <w:lang w:bidi="fa-IR"/>
        </w:rPr>
        <w:t>787</w:t>
      </w:r>
      <w:r w:rsidRPr="000372C6">
        <w:rPr>
          <w:rtl/>
          <w:lang w:bidi="fa-IR"/>
        </w:rPr>
        <w:t>)</w:t>
      </w:r>
      <w:r w:rsidR="008648D9">
        <w:rPr>
          <w:rFonts w:hint="cs"/>
          <w:rtl/>
          <w:lang w:bidi="fa-IR"/>
        </w:rPr>
        <w:t>.</w:t>
      </w:r>
    </w:p>
    <w:p w:rsidR="008648D9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همانجا آمده است که وقت خواندن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</w:t>
      </w:r>
      <w:r w:rsidR="008648D9">
        <w:rPr>
          <w:rtl/>
          <w:lang w:bidi="fa-IR"/>
        </w:rPr>
        <w:t>ت که روز بالا آمده است در کتاب«</w:t>
      </w:r>
      <w:r w:rsidRPr="000372C6">
        <w:rPr>
          <w:rtl/>
          <w:lang w:bidi="fa-IR"/>
        </w:rPr>
        <w:t>نزهه الزاهد» هم که در قرن ششم هجر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تأل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شده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:</w:t>
      </w:r>
    </w:p>
    <w:p w:rsidR="000372C6" w:rsidRPr="000372C6" w:rsidRDefault="000372C6" w:rsidP="0086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ماه بود که حرم محترم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آمدند.</w:t>
      </w:r>
      <w:r w:rsidR="008648D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(نزهه الزاهد، ص </w:t>
      </w:r>
      <w:r w:rsidR="008A37BF">
        <w:rPr>
          <w:rtl/>
          <w:lang w:bidi="fa-IR"/>
        </w:rPr>
        <w:t>2</w:t>
      </w:r>
      <w:r w:rsidR="00EA4950">
        <w:rPr>
          <w:rtl/>
          <w:lang w:bidi="fa-IR"/>
        </w:rPr>
        <w:t>4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>)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طور در ترجمه فارس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فتوح ا</w:t>
      </w:r>
      <w:r w:rsidRPr="000372C6">
        <w:rPr>
          <w:rFonts w:hint="eastAsia"/>
          <w:rtl/>
          <w:lang w:bidi="fa-IR"/>
        </w:rPr>
        <w:t>بن</w:t>
      </w:r>
      <w:r w:rsidRPr="000372C6">
        <w:rPr>
          <w:rtl/>
          <w:lang w:bidi="fa-IR"/>
        </w:rPr>
        <w:t xml:space="preserve"> اعثم(الفتوح ابن اعثم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تصح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مجد طباطبائ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ص) و کتاب مصباح کفعم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از متون دعا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مهم قرن نهم هجر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آمده است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استظهار کرده اند که عبارت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بر آن است که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اسرا از شام به مقصد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خارج شد</w:t>
      </w:r>
      <w:r w:rsidRPr="000372C6">
        <w:rPr>
          <w:rFonts w:hint="eastAsia"/>
          <w:rtl/>
          <w:lang w:bidi="fa-IR"/>
        </w:rPr>
        <w:t>ند</w:t>
      </w:r>
      <w:r w:rsidRPr="000372C6">
        <w:rPr>
          <w:rtl/>
          <w:lang w:bidi="fa-IR"/>
        </w:rPr>
        <w:t xml:space="preserve"> نه آن که در آن روز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>.</w:t>
      </w:r>
      <w:r w:rsidR="00AF4911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>لؤلؤ و مرجان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54</w:t>
      </w:r>
      <w:r w:rsidRPr="000372C6">
        <w:rPr>
          <w:rtl/>
          <w:lang w:bidi="fa-IR"/>
        </w:rPr>
        <w:t>) به هر رو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مورد وثوق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است که از لحاظ معنا و مفهوم قابل توجه است</w:t>
      </w:r>
      <w:r w:rsidR="008648D9">
        <w:rPr>
          <w:rFonts w:hint="cs"/>
          <w:rtl/>
          <w:lang w:bidi="fa-IR"/>
        </w:rPr>
        <w:t>.</w:t>
      </w:r>
    </w:p>
    <w:p w:rsidR="000372C6" w:rsidRPr="000372C6" w:rsidRDefault="008648D9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8A37BF" w:rsidP="008648D9">
      <w:pPr>
        <w:pStyle w:val="Heading3"/>
        <w:rPr>
          <w:rtl/>
          <w:lang w:bidi="fa-IR"/>
        </w:rPr>
      </w:pPr>
      <w:bookmarkStart w:id="44" w:name="_Toc526764163"/>
      <w:r>
        <w:rPr>
          <w:rtl/>
          <w:lang w:bidi="fa-IR"/>
        </w:rPr>
        <w:t>3</w:t>
      </w:r>
      <w:r w:rsidR="000372C6" w:rsidRPr="000372C6">
        <w:rPr>
          <w:rtl/>
          <w:lang w:bidi="fa-IR"/>
        </w:rPr>
        <w:t>. بازگشت اس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ران</w:t>
      </w:r>
      <w:r w:rsidR="000372C6" w:rsidRPr="000372C6">
        <w:rPr>
          <w:rtl/>
          <w:lang w:bidi="fa-IR"/>
        </w:rPr>
        <w:t xml:space="preserve"> به مد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نه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کربلا</w:t>
      </w:r>
      <w:bookmarkEnd w:id="44"/>
    </w:p>
    <w:p w:rsidR="008648D9" w:rsidRDefault="000372C6" w:rsidP="008648D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اشاره</w:t>
      </w:r>
      <w:r w:rsidRPr="000372C6">
        <w:rPr>
          <w:rtl/>
          <w:lang w:bidi="fa-IR"/>
        </w:rPr>
        <w:t xml:space="preserve"> 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را، زمان بازگشت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از شام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دانسته است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افزود که نقل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گر،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8648D9">
        <w:rPr>
          <w:rtl/>
          <w:lang w:bidi="fa-IR"/>
        </w:rPr>
        <w:t xml:space="preserve"> را بازگشت اسرا از شام را به</w:t>
      </w:r>
      <w:r w:rsidR="008648D9">
        <w:rPr>
          <w:rFonts w:hint="cs"/>
          <w:rtl/>
          <w:lang w:bidi="fa-IR"/>
        </w:rPr>
        <w:t xml:space="preserve"> </w:t>
      </w:r>
      <w:r w:rsidR="008648D9">
        <w:rPr>
          <w:rtl/>
          <w:lang w:bidi="fa-IR"/>
        </w:rPr>
        <w:t>«</w:t>
      </w:r>
      <w:r w:rsidRPr="000372C6">
        <w:rPr>
          <w:rtl/>
          <w:lang w:bidi="fa-IR"/>
        </w:rPr>
        <w:t>کربلا» تع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کرده است تا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نجا،</w:t>
      </w:r>
      <w:r w:rsidRPr="000372C6">
        <w:rPr>
          <w:rtl/>
          <w:lang w:bidi="fa-IR"/>
        </w:rPr>
        <w:t xml:space="preserve"> از لحاظ منابع کهن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گفت اعتبار سخن نخست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از سخن دوم اس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علامه مجلس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 از نقل هر دو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ها، اظهار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دارد: احتمال صحت هر دو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نها</w:t>
      </w:r>
      <w:r w:rsidR="008648D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(به لحاظ زمان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)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  <w:r w:rsidR="008648D9">
        <w:rPr>
          <w:rFonts w:hint="cs"/>
          <w:rtl/>
          <w:lang w:bidi="fa-IR"/>
        </w:rPr>
        <w:t xml:space="preserve"> </w:t>
      </w:r>
      <w:r w:rsidR="002968FB">
        <w:rPr>
          <w:rtl/>
          <w:lang w:bidi="fa-IR"/>
        </w:rPr>
        <w:t>(</w:t>
      </w:r>
      <w:r w:rsidRPr="000372C6">
        <w:rPr>
          <w:rtl/>
          <w:lang w:bidi="fa-IR"/>
        </w:rPr>
        <w:t xml:space="preserve">بحار ج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33</w:t>
      </w:r>
      <w:r w:rsidR="00EA4950">
        <w:rPr>
          <w:rtl/>
          <w:lang w:bidi="fa-IR"/>
        </w:rPr>
        <w:t>4</w:t>
      </w:r>
      <w:r w:rsidRPr="000372C6">
        <w:rPr>
          <w:rtl/>
          <w:lang w:bidi="fa-IR"/>
        </w:rPr>
        <w:t xml:space="preserve"> </w:t>
      </w:r>
      <w:r w:rsidR="008A37BF">
        <w:rPr>
          <w:rtl/>
          <w:lang w:bidi="fa-IR"/>
        </w:rPr>
        <w:t>33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 xml:space="preserve">) </w:t>
      </w:r>
    </w:p>
    <w:p w:rsidR="000372C6" w:rsidRPr="000372C6" w:rsidRDefault="000372C6" w:rsidP="0086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را در کتاب دعا</w:t>
      </w:r>
      <w:r w:rsidRPr="000372C6">
        <w:rPr>
          <w:rFonts w:hint="cs"/>
          <w:rtl/>
          <w:lang w:bidi="fa-IR"/>
        </w:rPr>
        <w:t>یی</w:t>
      </w:r>
      <w:r w:rsidR="008648D9">
        <w:rPr>
          <w:rtl/>
          <w:lang w:bidi="fa-IR"/>
        </w:rPr>
        <w:t xml:space="preserve"> خود«</w:t>
      </w:r>
      <w:r w:rsidRPr="000372C6">
        <w:rPr>
          <w:rtl/>
          <w:lang w:bidi="fa-IR"/>
        </w:rPr>
        <w:t>زاد المعاد» هم عنوان کرده است با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درمتون بالنسبه قد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مانند«</w:t>
      </w:r>
      <w:r w:rsidRPr="000372C6">
        <w:rPr>
          <w:rFonts w:hint="eastAsia"/>
          <w:rtl/>
          <w:lang w:bidi="fa-IR"/>
        </w:rPr>
        <w:t>لهوف»</w:t>
      </w:r>
      <w:r w:rsidRPr="000372C6">
        <w:rPr>
          <w:rtl/>
          <w:lang w:bidi="fa-IR"/>
        </w:rPr>
        <w:t xml:space="preserve"> و«مث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رالاحزان»</w:t>
      </w:r>
      <w:r w:rsidRPr="000372C6">
        <w:rPr>
          <w:rtl/>
          <w:lang w:bidi="fa-IR"/>
        </w:rPr>
        <w:t xml:space="preserve"> آمده است که</w:t>
      </w:r>
    </w:p>
    <w:p w:rsidR="008648D9" w:rsidRDefault="000372C6" w:rsidP="008648D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مربوط به زمان بازگشت اسرا، از شام به کربلاست اس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راهنما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خواستند تا آنها را از کربلا عبور دهند.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توجه داشت که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دو کتاب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حال که مطالب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جهات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اخبار ضع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و داستان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دارند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شناخت آنها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با متون که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تر مقا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سه</w:t>
      </w:r>
      <w:r w:rsidRPr="000372C6">
        <w:rPr>
          <w:rtl/>
          <w:lang w:bidi="fa-IR"/>
        </w:rPr>
        <w:t xml:space="preserve"> شده و اخبار آنها ارز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</w:p>
    <w:p w:rsidR="000372C6" w:rsidRPr="000372C6" w:rsidRDefault="000372C6" w:rsidP="008648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نکته را هم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افزود که منابع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پس از لهوف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نقل از آن کتاب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را نقل کرده اند، نبا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به عنوان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منبع مستند و مستقل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شوند. کتابها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مانند«حب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الس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ر»</w:t>
      </w:r>
      <w:r w:rsidRPr="000372C6">
        <w:rPr>
          <w:rtl/>
          <w:lang w:bidi="fa-IR"/>
        </w:rPr>
        <w:t xml:space="preserve"> که به نقل از آن منابع خبر بازگشت اسرا را ب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کربلا آورده اند،</w:t>
      </w:r>
      <w:r w:rsidR="008648D9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(نفس المهموم ترجمه شعران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2</w:t>
      </w:r>
      <w:r w:rsidR="00440E7D">
        <w:rPr>
          <w:rtl/>
          <w:lang w:bidi="fa-IR"/>
        </w:rPr>
        <w:t>6</w:t>
      </w:r>
      <w:r w:rsidR="004E092C">
        <w:rPr>
          <w:rtl/>
          <w:lang w:bidi="fa-IR"/>
        </w:rPr>
        <w:t>9</w:t>
      </w:r>
      <w:r w:rsidRPr="000372C6">
        <w:rPr>
          <w:rtl/>
          <w:lang w:bidi="fa-IR"/>
        </w:rPr>
        <w:t>)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توانند مورد استناد قرار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رند</w:t>
      </w:r>
      <w:r w:rsidRPr="000372C6">
        <w:rPr>
          <w:rtl/>
          <w:lang w:bidi="fa-IR"/>
        </w:rPr>
        <w:t>.</w:t>
      </w:r>
    </w:p>
    <w:p w:rsid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نجا</w:t>
      </w:r>
      <w:r w:rsidRPr="000372C6">
        <w:rPr>
          <w:rtl/>
          <w:lang w:bidi="fa-IR"/>
        </w:rPr>
        <w:t xml:space="preserve"> مناسب است دو نقل را در باره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ورود اسرا به دمشق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نخست نقل ابور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حان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نوشته است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ماه صفر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أدخل رأس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دمشق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فوضعه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لعنه الله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نقر ثنا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بقض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کان 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هو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قول</w:t>
      </w:r>
      <w:r w:rsidR="000261F0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97"/>
        <w:gridCol w:w="288"/>
        <w:gridCol w:w="3959"/>
      </w:tblGrid>
      <w:tr w:rsidR="009E027D" w:rsidTr="009E027D">
        <w:trPr>
          <w:trHeight w:val="350"/>
        </w:trPr>
        <w:tc>
          <w:tcPr>
            <w:tcW w:w="3798" w:type="dxa"/>
            <w:shd w:val="clear" w:color="auto" w:fill="auto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لست</w:t>
            </w:r>
            <w:r w:rsidRPr="000372C6">
              <w:rPr>
                <w:rtl/>
                <w:lang w:bidi="fa-IR"/>
              </w:rPr>
              <w:t xml:space="preserve"> من خندف ان لم 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  <w:shd w:val="clear" w:color="auto" w:fill="auto"/>
          </w:tcPr>
          <w:p w:rsidR="009E027D" w:rsidRDefault="009E027D" w:rsidP="002968FB">
            <w:pPr>
              <w:pStyle w:val="libPoem"/>
              <w:rPr>
                <w:rtl/>
              </w:rPr>
            </w:pPr>
          </w:p>
        </w:tc>
        <w:tc>
          <w:tcPr>
            <w:tcW w:w="3762" w:type="dxa"/>
            <w:shd w:val="clear" w:color="auto" w:fill="auto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من</w:t>
            </w:r>
            <w:r w:rsidRPr="000372C6">
              <w:rPr>
                <w:rtl/>
                <w:lang w:bidi="fa-IR"/>
              </w:rPr>
              <w:t xml:space="preserve"> بن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أحمد، ما کان فَعَل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027D" w:rsidTr="009E027D">
        <w:tblPrEx>
          <w:tblLook w:val="04A0"/>
        </w:tblPrEx>
        <w:trPr>
          <w:trHeight w:val="350"/>
        </w:trPr>
        <w:tc>
          <w:tcPr>
            <w:tcW w:w="3798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ل</w:t>
            </w:r>
            <w:r w:rsidRPr="000372C6">
              <w:rPr>
                <w:rFonts w:hint="cs"/>
                <w:rtl/>
                <w:lang w:bidi="fa-IR"/>
              </w:rPr>
              <w:t>یْ</w:t>
            </w:r>
            <w:r w:rsidRPr="000372C6">
              <w:rPr>
                <w:rFonts w:hint="eastAsia"/>
                <w:rtl/>
                <w:lang w:bidi="fa-IR"/>
              </w:rPr>
              <w:t>ت</w:t>
            </w:r>
            <w:r w:rsidRPr="000372C6">
              <w:rPr>
                <w:rtl/>
                <w:lang w:bidi="fa-IR"/>
              </w:rPr>
              <w:t xml:space="preserve"> َ أش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اخ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ببدرٍ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9E027D" w:rsidRDefault="009E027D" w:rsidP="002968FB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جَزَع</w:t>
            </w:r>
            <w:r w:rsidRPr="000372C6">
              <w:rPr>
                <w:rtl/>
                <w:lang w:bidi="fa-IR"/>
              </w:rPr>
              <w:t xml:space="preserve"> الخزرج من وقع الاسل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027D" w:rsidTr="009E027D">
        <w:tblPrEx>
          <w:tblLook w:val="04A0"/>
        </w:tblPrEx>
        <w:trPr>
          <w:trHeight w:val="350"/>
        </w:trPr>
        <w:tc>
          <w:tcPr>
            <w:tcW w:w="3798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lastRenderedPageBreak/>
              <w:t>فأهلّوا</w:t>
            </w:r>
            <w:r w:rsidRPr="000372C6">
              <w:rPr>
                <w:rtl/>
                <w:lang w:bidi="fa-IR"/>
              </w:rPr>
              <w:t xml:space="preserve"> و استهلّوا فرحا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9E027D" w:rsidRDefault="009E027D" w:rsidP="002968FB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ثم</w:t>
            </w:r>
            <w:r w:rsidRPr="000372C6">
              <w:rPr>
                <w:rtl/>
                <w:lang w:bidi="fa-IR"/>
              </w:rPr>
              <w:t xml:space="preserve"> قالوا: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ز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د</w:t>
            </w:r>
            <w:r w:rsidRPr="000372C6">
              <w:rPr>
                <w:rtl/>
                <w:lang w:bidi="fa-IR"/>
              </w:rPr>
              <w:t xml:space="preserve"> لاتشل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027D" w:rsidTr="009E027D">
        <w:tblPrEx>
          <w:tblLook w:val="04A0"/>
        </w:tblPrEx>
        <w:trPr>
          <w:trHeight w:val="350"/>
        </w:trPr>
        <w:tc>
          <w:tcPr>
            <w:tcW w:w="3798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قد</w:t>
            </w:r>
            <w:r w:rsidRPr="000372C6">
              <w:rPr>
                <w:rtl/>
                <w:lang w:bidi="fa-IR"/>
              </w:rPr>
              <w:t xml:space="preserve"> قتلنا القرن من أش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اخهم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9E027D" w:rsidRDefault="009E027D" w:rsidP="002968FB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9E027D" w:rsidRDefault="009E027D" w:rsidP="002968FB">
            <w:pPr>
              <w:pStyle w:val="libPoem"/>
            </w:pPr>
            <w:r w:rsidRPr="000372C6">
              <w:rPr>
                <w:rFonts w:hint="eastAsia"/>
                <w:rtl/>
                <w:lang w:bidi="fa-IR"/>
              </w:rPr>
              <w:t>و</w:t>
            </w:r>
            <w:r w:rsidRPr="000372C6">
              <w:rPr>
                <w:rtl/>
                <w:lang w:bidi="fa-IR"/>
              </w:rPr>
              <w:t xml:space="preserve"> عدلناه ببدر</w:t>
            </w:r>
            <w:r>
              <w:rPr>
                <w:rtl/>
                <w:lang w:bidi="fa-IR"/>
              </w:rPr>
              <w:t>،</w:t>
            </w:r>
            <w:r w:rsidRPr="000372C6">
              <w:rPr>
                <w:rtl/>
                <w:lang w:bidi="fa-IR"/>
              </w:rPr>
              <w:t xml:space="preserve"> فاعتدل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372C6" w:rsidRPr="000372C6" w:rsidRDefault="000372C6" w:rsidP="009E027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(الاثار الباق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EA4950">
        <w:rPr>
          <w:rtl/>
          <w:lang w:bidi="fa-IR"/>
        </w:rPr>
        <w:t>4</w:t>
      </w:r>
      <w:r w:rsidR="008A37BF">
        <w:rPr>
          <w:rtl/>
          <w:lang w:bidi="fa-IR"/>
        </w:rPr>
        <w:t>22</w:t>
      </w:r>
      <w:r w:rsidRPr="000372C6">
        <w:rPr>
          <w:rtl/>
          <w:lang w:bidi="fa-IR"/>
        </w:rPr>
        <w:t>)</w:t>
      </w:r>
    </w:p>
    <w:p w:rsidR="000372C6" w:rsidRPr="000372C6" w:rsidRDefault="000372C6" w:rsidP="009E027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روز اول ماه صفر را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داند که سر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وارد دمشق کرده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هم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اشعار ابن زبعر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خواند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بر آن افزوده بود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چوب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دست</w:t>
      </w:r>
      <w:r w:rsidR="009E027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داشت</w:t>
      </w:r>
      <w:r w:rsidRPr="000372C6">
        <w:rPr>
          <w:rtl/>
          <w:lang w:bidi="fa-IR"/>
        </w:rPr>
        <w:t xml:space="preserve"> بر لبان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زد.</w:t>
      </w:r>
    </w:p>
    <w:p w:rsidR="000372C6" w:rsidRPr="000372C6" w:rsidRDefault="000372C6" w:rsidP="004E0A4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دوم</w:t>
      </w:r>
      <w:r w:rsidRPr="000372C6">
        <w:rPr>
          <w:rtl/>
          <w:lang w:bidi="fa-IR"/>
        </w:rPr>
        <w:t xml:space="preserve"> سخن عماد الد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طبر</w:t>
      </w:r>
      <w:r w:rsidRPr="000372C6">
        <w:rPr>
          <w:rFonts w:hint="cs"/>
          <w:rtl/>
          <w:lang w:bidi="fa-IR"/>
        </w:rPr>
        <w:t>ی</w:t>
      </w:r>
      <w:r w:rsidR="004E0A4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(م حوال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="004E092C">
        <w:rPr>
          <w:rtl/>
          <w:lang w:bidi="fa-IR"/>
        </w:rPr>
        <w:t>700</w:t>
      </w:r>
      <w:r w:rsidRPr="000372C6">
        <w:rPr>
          <w:rtl/>
          <w:lang w:bidi="fa-IR"/>
        </w:rPr>
        <w:t>) در«کامل بهائ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است که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</w:t>
      </w:r>
      <w:r w:rsidRPr="000372C6">
        <w:rPr>
          <w:rtl/>
          <w:lang w:bidi="fa-IR"/>
        </w:rPr>
        <w:t xml:space="preserve"> اسرا به دمشق را در</w:t>
      </w:r>
      <w:r w:rsidR="004E0A46">
        <w:rPr>
          <w:rFonts w:hint="cs"/>
          <w:rtl/>
          <w:lang w:bidi="fa-IR"/>
        </w:rPr>
        <w:t xml:space="preserve"> </w:t>
      </w:r>
      <w:r w:rsidR="008A37BF">
        <w:rPr>
          <w:rtl/>
          <w:lang w:bidi="fa-IR"/>
        </w:rPr>
        <w:t>1</w:t>
      </w:r>
      <w:r w:rsidR="00440E7D">
        <w:rPr>
          <w:rtl/>
          <w:lang w:bidi="fa-IR"/>
        </w:rPr>
        <w:t>6</w:t>
      </w:r>
      <w:r w:rsidRPr="000372C6">
        <w:rPr>
          <w:rtl/>
          <w:lang w:bidi="fa-IR"/>
        </w:rPr>
        <w:t xml:space="preserve"> رب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الاول دانسته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="00440E7D">
        <w:rPr>
          <w:rtl/>
          <w:lang w:bidi="fa-IR"/>
        </w:rPr>
        <w:t>66</w:t>
      </w:r>
      <w:r w:rsidRPr="000372C6">
        <w:rPr>
          <w:rtl/>
          <w:lang w:bidi="fa-IR"/>
        </w:rPr>
        <w:t xml:space="preserve"> روز پس از عاشورا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داند</w:t>
      </w:r>
      <w:r w:rsidRPr="000372C6">
        <w:rPr>
          <w:rtl/>
          <w:lang w:bidi="fa-IR"/>
        </w:rPr>
        <w:t xml:space="preserve"> که طب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.</w:t>
      </w:r>
    </w:p>
    <w:p w:rsidR="000372C6" w:rsidRPr="000372C6" w:rsidRDefault="004E0A46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EA4950" w:rsidP="004E0A46">
      <w:pPr>
        <w:pStyle w:val="Heading3"/>
        <w:rPr>
          <w:rtl/>
          <w:lang w:bidi="fa-IR"/>
        </w:rPr>
      </w:pPr>
      <w:bookmarkStart w:id="45" w:name="_Toc526764164"/>
      <w:r>
        <w:rPr>
          <w:rtl/>
          <w:lang w:bidi="fa-IR"/>
        </w:rPr>
        <w:t>4</w:t>
      </w:r>
      <w:r w:rsidR="000372C6" w:rsidRPr="000372C6">
        <w:rPr>
          <w:rtl/>
          <w:lang w:bidi="fa-IR"/>
        </w:rPr>
        <w:t>. 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رزا</w:t>
      </w:r>
      <w:r w:rsidR="000372C6" w:rsidRPr="000372C6">
        <w:rPr>
          <w:rtl/>
          <w:lang w:bidi="fa-IR"/>
        </w:rPr>
        <w:t xml:space="preserve"> حس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tl/>
          <w:lang w:bidi="fa-IR"/>
        </w:rPr>
        <w:t xml:space="preserve"> نور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bookmarkEnd w:id="45"/>
    </w:p>
    <w:p w:rsidR="004E0A46" w:rsidRDefault="000372C6" w:rsidP="004E0A4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علامه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علما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برجسته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صاحب کتاب</w:t>
      </w:r>
      <w:r w:rsidR="004E0A4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«مستدرک الوسائل» در کتاب«لؤلؤ و مرجان در آداب اهل منبر» به نقد و ارز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روضه ها و نقلها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پرداخته که به مرور در جامعه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رواج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افته</w:t>
      </w:r>
      <w:r w:rsidRPr="000372C6">
        <w:rPr>
          <w:rtl/>
          <w:lang w:bidi="fa-IR"/>
        </w:rPr>
        <w:t xml:space="preserve"> و به نظر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اساس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نادرست بوده است ظاهرا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دوره </w:t>
      </w:r>
      <w:r w:rsidRPr="000372C6">
        <w:rPr>
          <w:rFonts w:hint="eastAsia"/>
          <w:rtl/>
          <w:lang w:bidi="fa-IR"/>
        </w:rPr>
        <w:t>اخ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به نقد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پرداخته و دلا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متعدد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نادرست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اقامه کرده است.</w:t>
      </w:r>
    </w:p>
    <w:p w:rsidR="000372C6" w:rsidRPr="000372C6" w:rsidRDefault="000372C6" w:rsidP="004E0A4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عبارت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طاوس در لهوف را نقل کرده است که اسرا در بازگشت از شام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راهنما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خواستند تا آنها را به کربلا ببرد؛ و سپس به نقد آن پرداخته است</w:t>
      </w:r>
      <w:r w:rsidR="004E0A4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(لؤلؤ و مرجان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5</w:t>
      </w:r>
      <w:r w:rsidR="008A37BF">
        <w:rPr>
          <w:rtl/>
          <w:lang w:bidi="fa-IR"/>
        </w:rPr>
        <w:t>2</w:t>
      </w:r>
      <w:r w:rsidRPr="000372C6">
        <w:rPr>
          <w:rtl/>
          <w:lang w:bidi="fa-IR"/>
        </w:rPr>
        <w:t>)</w:t>
      </w:r>
      <w:r w:rsidR="004E0A46">
        <w:rPr>
          <w:rFonts w:hint="cs"/>
          <w:rtl/>
          <w:lang w:bidi="fa-IR"/>
        </w:rPr>
        <w:t>.</w:t>
      </w:r>
    </w:p>
    <w:p w:rsidR="009E7276" w:rsidRDefault="000372C6" w:rsidP="004E0A4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داستان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قرار است که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طاوس در«لهوف» خبر بازگشت اسراء را به کربلا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نقل کرده است در آنجا منبع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نقل نشده و گفته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کتاب مشهورات 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را که در مجالس سوگوار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درآن مطرح کرده است اما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طاوس در«اق</w:t>
      </w:r>
      <w:r w:rsidRPr="000372C6">
        <w:rPr>
          <w:rFonts w:hint="eastAsia"/>
          <w:rtl/>
          <w:lang w:bidi="fa-IR"/>
        </w:rPr>
        <w:t>بال</w:t>
      </w:r>
      <w:r w:rsidRPr="000372C6">
        <w:rPr>
          <w:rtl/>
          <w:lang w:bidi="fa-IR"/>
        </w:rPr>
        <w:t xml:space="preserve"> الاعمال» با اشاره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مصباح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اسرا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شام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حرکت کردند و خبر نقل شده در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آن که بازگشت آنان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کربلا دانسته اند، در هر دو مورد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</w:t>
      </w:r>
    </w:p>
    <w:p w:rsidR="009E7276" w:rsidRDefault="000372C6" w:rsidP="009E727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او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4E0A46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ناح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است که ابن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tl/>
          <w:lang w:bidi="fa-IR"/>
        </w:rPr>
        <w:t xml:space="preserve"> مدت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اسراء را در کوفه نگه داشت. با توجه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و زمان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نگه داشته صرف شده و زمان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رفت به شام و اقامت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ماهه در آنجا و بازگشت مورد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است که آنان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باشند.</w:t>
      </w:r>
    </w:p>
    <w:p w:rsidR="009E7276" w:rsidRDefault="000372C6" w:rsidP="009E727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 xml:space="preserve">ابن طاوس </w:t>
      </w:r>
      <w:r w:rsidRPr="000372C6">
        <w:rPr>
          <w:rFonts w:hint="eastAsia"/>
          <w:rtl/>
          <w:lang w:bidi="fa-IR"/>
        </w:rPr>
        <w:t>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>: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اجازه بازگشت به کربلا به آنها داده باشد، ممکن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توانسته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باشد. در خبر مربوط به بازگشت آنان به کربلا گفته شده است که همزمان با </w:t>
      </w:r>
      <w:r w:rsidRPr="000372C6">
        <w:rPr>
          <w:rtl/>
          <w:lang w:bidi="fa-IR"/>
        </w:rPr>
        <w:lastRenderedPageBreak/>
        <w:t>ورود جابر به کربلا بوده و با او برخورد کرده اند ابن طاووس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جابر هم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کرب</w:t>
      </w:r>
      <w:r w:rsidRPr="000372C6">
        <w:rPr>
          <w:rFonts w:hint="eastAsia"/>
          <w:rtl/>
          <w:lang w:bidi="fa-IR"/>
        </w:rPr>
        <w:t>لا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باشد،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</w:t>
      </w:r>
      <w:r w:rsidR="009E7276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(اقبال الاعمال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 w:rsidR="008A37BF">
        <w:rPr>
          <w:rtl/>
          <w:lang w:bidi="fa-IR"/>
        </w:rPr>
        <w:t>3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>)</w:t>
      </w:r>
      <w:r w:rsidR="000261F0">
        <w:rPr>
          <w:rtl/>
          <w:lang w:bidi="fa-IR"/>
        </w:rPr>
        <w:t>.</w:t>
      </w:r>
    </w:p>
    <w:p w:rsidR="000372C6" w:rsidRPr="000372C6" w:rsidRDefault="000372C6" w:rsidP="009E727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ممکن است که ابن طاووس لهوف را در جوان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اقبال را در دوران بلوغ فکر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تأل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کرده باشد. در 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حال ممکن است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آن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باشد که آن کتاب را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محافل روضه خوان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اثر را به عنوان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اثر علم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نوشته باشد.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ندارد که ما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را در آمدن جابر به کربلا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بپذ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>. 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منطق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اعتبار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دست است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عنوان 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زائر است.</w:t>
      </w:r>
    </w:p>
    <w:p w:rsidR="000372C6" w:rsidRPr="000372C6" w:rsidRDefault="000372C6" w:rsidP="002940C5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اما</w:t>
      </w:r>
      <w:r w:rsidRPr="000372C6">
        <w:rPr>
          <w:rtl/>
          <w:lang w:bidi="fa-IR"/>
        </w:rPr>
        <w:t xml:space="preserve"> درباره اعتبار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به بازگشت اسرا به کربلا توجه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نکته هم 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دارد 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کتاب مهم خود در باب زندگ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امامان و در بخش خاص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کتاب«ارشاد» در خبر بازگشت اسرا،</w:t>
      </w:r>
      <w:r w:rsidR="009E7276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اصلا</w:t>
      </w:r>
      <w:r w:rsidRPr="000372C6">
        <w:rPr>
          <w:rtl/>
          <w:lang w:bidi="fa-IR"/>
        </w:rPr>
        <w:t xml:space="preserve"> اشاره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اسرا به عراق بازگشتند ندارد.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طور ابومخنف راو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مهم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هم اشاره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مقتل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خود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ندارد. در منابع کهن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کربلا هم مانند انساب الاشراف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اخبارالطوال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طبقات الکبر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اثر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شود.</w:t>
      </w:r>
    </w:p>
    <w:p w:rsidR="002940C5" w:rsidRDefault="000372C6" w:rsidP="002940C5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روشن</w:t>
      </w:r>
      <w:r w:rsidRPr="000372C6">
        <w:rPr>
          <w:rtl/>
          <w:lang w:bidi="fa-IR"/>
        </w:rPr>
        <w:t xml:space="preserve"> است که حذف عمد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آن معنا ندارد؛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حذف و تحر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وجود ندارد.</w:t>
      </w:r>
      <w:r w:rsidR="002940C5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خبر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جابر، درکتاب بشاره المصطف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به ملاقات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اسرا اشاره نشده است</w:t>
      </w:r>
      <w:r w:rsidR="002940C5">
        <w:rPr>
          <w:rFonts w:hint="cs"/>
          <w:rtl/>
          <w:lang w:bidi="fa-IR"/>
        </w:rPr>
        <w:t>.</w:t>
      </w:r>
    </w:p>
    <w:p w:rsidR="00841E3D" w:rsidRDefault="000372C6" w:rsidP="00841E3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مرحوم</w:t>
      </w:r>
      <w:r w:rsidRPr="000372C6">
        <w:rPr>
          <w:rtl/>
          <w:lang w:bidi="fa-IR"/>
        </w:rPr>
        <w:t xml:space="preserve"> حاج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عباس قم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تبع استاد خود نور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داستان آمدن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شام به کربلا نادرست دانسته است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(منته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الامال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،صص </w:t>
      </w:r>
      <w:r w:rsidR="004E092C">
        <w:rPr>
          <w:rtl/>
          <w:lang w:bidi="fa-IR"/>
        </w:rPr>
        <w:t>8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7</w:t>
      </w:r>
      <w:r w:rsidRPr="000372C6">
        <w:rPr>
          <w:rtl/>
          <w:lang w:bidi="fa-IR"/>
        </w:rPr>
        <w:t xml:space="preserve"> </w:t>
      </w:r>
      <w:r w:rsidR="004E092C">
        <w:rPr>
          <w:rtl/>
          <w:lang w:bidi="fa-IR"/>
        </w:rPr>
        <w:t>8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8</w:t>
      </w:r>
      <w:r w:rsidRPr="000372C6">
        <w:rPr>
          <w:rtl/>
          <w:lang w:bidi="fa-IR"/>
        </w:rPr>
        <w:t>)</w:t>
      </w:r>
      <w:r w:rsidR="00841E3D">
        <w:rPr>
          <w:rFonts w:hint="cs"/>
          <w:rtl/>
          <w:lang w:bidi="fa-IR"/>
        </w:rPr>
        <w:t>.</w:t>
      </w:r>
    </w:p>
    <w:p w:rsidR="00841E3D" w:rsidRDefault="000372C6" w:rsidP="00841E3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دهه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مرحوم محمد ابراه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در کتاب 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عاشورا بازگشت اسرا را به کربلا انکار ک</w:t>
      </w:r>
      <w:r w:rsidRPr="000372C6">
        <w:rPr>
          <w:rFonts w:hint="eastAsia"/>
          <w:rtl/>
          <w:lang w:bidi="fa-IR"/>
        </w:rPr>
        <w:t>رده</w:t>
      </w:r>
      <w:r w:rsidRPr="000372C6">
        <w:rPr>
          <w:rtl/>
          <w:lang w:bidi="fa-IR"/>
        </w:rPr>
        <w:t xml:space="preserve"> است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(بررس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عاشورا، صص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 w:rsidR="004E092C">
        <w:rPr>
          <w:rtl/>
          <w:lang w:bidi="fa-IR"/>
        </w:rPr>
        <w:t>8</w:t>
      </w:r>
      <w:r w:rsidRPr="000372C6">
        <w:rPr>
          <w:rtl/>
          <w:lang w:bidi="fa-IR"/>
        </w:rPr>
        <w:t xml:space="preserve">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 w:rsidR="004E092C">
        <w:rPr>
          <w:rtl/>
          <w:lang w:bidi="fa-IR"/>
        </w:rPr>
        <w:t>9</w:t>
      </w:r>
      <w:r w:rsidRPr="000372C6">
        <w:rPr>
          <w:rtl/>
          <w:lang w:bidi="fa-IR"/>
        </w:rPr>
        <w:t>)</w:t>
      </w:r>
      <w:r w:rsidR="00841E3D">
        <w:rPr>
          <w:rFonts w:hint="cs"/>
          <w:rtl/>
          <w:lang w:bidi="fa-IR"/>
        </w:rPr>
        <w:t>.</w:t>
      </w:r>
    </w:p>
    <w:p w:rsidR="000372C6" w:rsidRPr="000372C6" w:rsidRDefault="000372C6" w:rsidP="00841E3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طور آقا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مطهر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متأثر از مرحوم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 اما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جماعت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مخالف جد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دارند که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طباطبائ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</w:t>
      </w:r>
    </w:p>
    <w:p w:rsidR="000372C6" w:rsidRPr="000372C6" w:rsidRDefault="00841E3D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EA4950" w:rsidP="00841E3D">
      <w:pPr>
        <w:pStyle w:val="Heading3"/>
        <w:rPr>
          <w:rtl/>
          <w:lang w:bidi="fa-IR"/>
        </w:rPr>
      </w:pPr>
      <w:bookmarkStart w:id="46" w:name="_Toc526764165"/>
      <w:r>
        <w:rPr>
          <w:rtl/>
          <w:lang w:bidi="fa-IR"/>
        </w:rPr>
        <w:t>5</w:t>
      </w:r>
      <w:r w:rsidR="000372C6" w:rsidRPr="000372C6">
        <w:rPr>
          <w:rtl/>
          <w:lang w:bidi="fa-IR"/>
        </w:rPr>
        <w:t>. شه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</w:t>
      </w:r>
      <w:r w:rsidR="000372C6" w:rsidRPr="000372C6">
        <w:rPr>
          <w:rtl/>
          <w:lang w:bidi="fa-IR"/>
        </w:rPr>
        <w:t xml:space="preserve"> قاض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طباطبائ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 اربع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bookmarkEnd w:id="46"/>
    </w:p>
    <w:p w:rsidR="000372C6" w:rsidRPr="000372C6" w:rsidRDefault="000372C6" w:rsidP="00841E3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محراب مرحوم حاج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محمدعل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قاض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طباطبائ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رحمه الله عل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کتاب مفصل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 نام«تحق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درباره اول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الشهداء» درباره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نوشت که اخ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هم به شکل تازه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چاپ شده است.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هدف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از نگارش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اثر آن بود تا ثابت کند، آمدن اسرا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شام به کربلا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کتاب که ضمن نهصد صفحه چاپ شده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مشتمل بر 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قات</w:t>
      </w:r>
      <w:r w:rsidRPr="000372C6">
        <w:rPr>
          <w:rtl/>
          <w:lang w:bidi="fa-IR"/>
        </w:rPr>
        <w:t xml:space="preserve"> حاش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فراوان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باره کربلاست که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جالب است اما 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در اثبات نکته مورد نظر با همه زحمت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مؤلف محترم کش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چندان موفّق نبوده است</w:t>
      </w:r>
    </w:p>
    <w:p w:rsidR="00841E3D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درباره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اشکال که امکان ندارد اسرا ظرف چهل روز از کربلا به کوفه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آنجا به شام و سپس از شام به کربلا بازگشته باشند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هفده نمونه از مسافرتها و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رها</w:t>
      </w:r>
      <w:r w:rsidRPr="000372C6">
        <w:rPr>
          <w:rtl/>
          <w:lang w:bidi="fa-IR"/>
        </w:rPr>
        <w:t xml:space="preserve"> و زمانها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راه در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آمده را به تفص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نقل کرده اند.</w:t>
      </w:r>
    </w:p>
    <w:p w:rsidR="00841E3D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نمونه ها آمده است که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کوفه تا شام و به عکس از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هفته تا ده دوازده روز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شده و بنابر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ممکن است که در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چهل روز،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رفت و برگشت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شده باشد. اگر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سخن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هم درست باشد که سر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روز اول صفر وارد دمشق شده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 اظهار کرد که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روز </w:t>
      </w:r>
      <w:r w:rsidRPr="000372C6">
        <w:rPr>
          <w:rFonts w:hint="eastAsia"/>
          <w:rtl/>
          <w:lang w:bidi="fa-IR"/>
        </w:rPr>
        <w:t>بعد،</w:t>
      </w:r>
      <w:r w:rsidRPr="000372C6">
        <w:rPr>
          <w:rtl/>
          <w:lang w:bidi="fa-IR"/>
        </w:rPr>
        <w:t xml:space="preserve"> اسرا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توانستند در کربلا باشند.</w:t>
      </w:r>
    </w:p>
    <w:p w:rsidR="00841E3D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به اجمال گفت</w:t>
      </w:r>
      <w:r w:rsidR="000261F0">
        <w:rPr>
          <w:rtl/>
          <w:lang w:bidi="fa-IR"/>
        </w:rPr>
        <w:t>:</w:t>
      </w:r>
      <w:r w:rsidRPr="000372C6">
        <w:rPr>
          <w:rtl/>
          <w:lang w:bidi="fa-IR"/>
        </w:rPr>
        <w:t xml:space="preserve"> بر فرض که ط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کاروان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زمان کوتاه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 آن همه زن و بچه ممکن باشد،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توجه داشت که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اصل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در کتابها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معتبر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آمده است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نه تا آنجا که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نقل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خبر د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منابع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قرن هفتم به آن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تجاوز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به علاوه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علما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بزرگ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مانند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نه تنها به آن اشاره نکرده اند، بلکه به عکس ِ آن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کرده و نوشته اند: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حرم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وارد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شده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از شام </w:t>
      </w:r>
      <w:r w:rsidRPr="000372C6">
        <w:rPr>
          <w:rFonts w:hint="eastAsia"/>
          <w:rtl/>
          <w:lang w:bidi="fa-IR"/>
        </w:rPr>
        <w:t>به</w:t>
      </w:r>
      <w:r w:rsidRPr="000372C6">
        <w:rPr>
          <w:rtl/>
          <w:lang w:bidi="fa-IR"/>
        </w:rPr>
        <w:t xml:space="preserve">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خارج شده است</w:t>
      </w:r>
      <w:r w:rsidR="00841E3D">
        <w:rPr>
          <w:rFonts w:hint="cs"/>
          <w:rtl/>
          <w:lang w:bidi="fa-IR"/>
        </w:rPr>
        <w:t>.</w:t>
      </w:r>
    </w:p>
    <w:p w:rsidR="000372C6" w:rsidRPr="000372C6" w:rsidRDefault="000372C6" w:rsidP="00841E3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آنچه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ماند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 که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توسط جابر بن عبدالله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صورت گرفته است و از آن پس ائمه اطهار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که از هر فرصت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رواج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بهره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گرفتند، آن روز را که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در آن انجا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شده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عنوان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آن مستحب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اعلام فرمودند.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متن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هم از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انشاء شده و با داشتن آن مضام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عال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را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حضرت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برخوردار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 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خواندن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تا جا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است که از علائم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دانسته شده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درست آن گونه که بلند خواندن بسم الله در نما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و خواندن پنجاه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رکعت نماز در شبانه روز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شمار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از علائم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بودن عنوان شده است</w:t>
      </w:r>
    </w:p>
    <w:p w:rsidR="000372C6" w:rsidRPr="000372C6" w:rsidRDefault="000372C6" w:rsidP="00841E3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«مصباح المتهجد»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«</w:t>
      </w:r>
      <w:r w:rsidRPr="000372C6">
        <w:rPr>
          <w:rtl/>
          <w:lang w:bidi="fa-IR"/>
        </w:rPr>
        <w:t>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الاحکام»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نقل از صفوان بن مهران جمال آمده است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 که مولا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فرمود: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وقت برآمدن روز خوانده شود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است.....(مصباح المتهجد، ص </w:t>
      </w:r>
      <w:r w:rsidR="004E092C">
        <w:rPr>
          <w:rtl/>
          <w:lang w:bidi="fa-IR"/>
        </w:rPr>
        <w:t>788</w:t>
      </w:r>
      <w:r w:rsidRPr="000372C6">
        <w:rPr>
          <w:rtl/>
          <w:lang w:bidi="fa-IR"/>
        </w:rPr>
        <w:t>،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الاحکام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 w:rsidR="00440E7D">
        <w:rPr>
          <w:rtl/>
          <w:lang w:bidi="fa-IR"/>
        </w:rPr>
        <w:t>6</w:t>
      </w:r>
      <w:r w:rsidRPr="000372C6">
        <w:rPr>
          <w:rtl/>
          <w:lang w:bidi="fa-IR"/>
        </w:rPr>
        <w:t xml:space="preserve">،ص </w:t>
      </w:r>
      <w:r w:rsidR="008A37BF">
        <w:rPr>
          <w:rtl/>
          <w:lang w:bidi="fa-IR"/>
        </w:rPr>
        <w:t>113</w:t>
      </w:r>
      <w:r w:rsidRPr="000372C6">
        <w:rPr>
          <w:rtl/>
          <w:lang w:bidi="fa-IR"/>
        </w:rPr>
        <w:t xml:space="preserve">، </w:t>
      </w:r>
      <w:r w:rsidRPr="000372C6">
        <w:rPr>
          <w:rFonts w:hint="eastAsia"/>
          <w:rtl/>
          <w:lang w:bidi="fa-IR"/>
        </w:rPr>
        <w:t>اقبال</w:t>
      </w:r>
      <w:r w:rsidRPr="000372C6">
        <w:rPr>
          <w:rtl/>
          <w:lang w:bidi="fa-IR"/>
        </w:rPr>
        <w:t xml:space="preserve"> الاعمال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 w:rsidR="008A37BF">
        <w:rPr>
          <w:rtl/>
          <w:lang w:bidi="fa-IR"/>
        </w:rPr>
        <w:t>3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>، مزار مشهد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EA4950">
        <w:rPr>
          <w:rtl/>
          <w:lang w:bidi="fa-IR"/>
        </w:rPr>
        <w:t>5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)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مزار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اول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(تحق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ق</w:t>
      </w:r>
      <w:r w:rsidRPr="000372C6">
        <w:rPr>
          <w:rtl/>
          <w:lang w:bidi="fa-IR"/>
        </w:rPr>
        <w:t xml:space="preserve"> مدرسه الامام المهد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قم </w:t>
      </w:r>
      <w:r w:rsidR="008A37BF">
        <w:rPr>
          <w:rtl/>
          <w:lang w:bidi="fa-IR"/>
        </w:rPr>
        <w:t>1</w:t>
      </w:r>
      <w:r w:rsidR="00EA4950">
        <w:rPr>
          <w:rtl/>
          <w:lang w:bidi="fa-IR"/>
        </w:rPr>
        <w:t>4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0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8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 xml:space="preserve"> </w:t>
      </w:r>
      <w:r w:rsidR="008A37BF">
        <w:rPr>
          <w:rtl/>
          <w:lang w:bidi="fa-IR"/>
        </w:rPr>
        <w:t>1</w:t>
      </w:r>
      <w:r w:rsidR="004E092C">
        <w:rPr>
          <w:rtl/>
          <w:lang w:bidi="fa-IR"/>
        </w:rPr>
        <w:t>8</w:t>
      </w:r>
      <w:r w:rsidR="00440E7D">
        <w:rPr>
          <w:rtl/>
          <w:lang w:bidi="fa-IR"/>
        </w:rPr>
        <w:t>6</w:t>
      </w:r>
      <w:r w:rsidRPr="000372C6">
        <w:rPr>
          <w:rtl/>
          <w:lang w:bidi="fa-IR"/>
        </w:rPr>
        <w:t>)</w:t>
      </w:r>
      <w:r w:rsidR="000261F0">
        <w:rPr>
          <w:rtl/>
          <w:lang w:bidi="fa-IR"/>
        </w:rPr>
        <w:t>.</w:t>
      </w:r>
    </w:p>
    <w:p w:rsidR="00841E3D" w:rsidRDefault="000372C6" w:rsidP="00841E3D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به جهات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مشابه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ارات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 از آن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مشتمل بر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تعاب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جالب در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هدف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است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دارا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ژه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باشد.</w:t>
      </w:r>
    </w:p>
    <w:p w:rsidR="000372C6" w:rsidRPr="000372C6" w:rsidRDefault="000372C6" w:rsidP="00841E3D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بخش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در باره هدف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نهضت آمده است</w:t>
      </w:r>
      <w:r w:rsidR="000261F0">
        <w:rPr>
          <w:rtl/>
          <w:lang w:bidi="fa-IR"/>
        </w:rPr>
        <w:t>:</w:t>
      </w:r>
      <w:r w:rsidR="00841E3D">
        <w:rPr>
          <w:rFonts w:hint="cs"/>
          <w:rtl/>
          <w:lang w:bidi="fa-IR"/>
        </w:rPr>
        <w:t xml:space="preserve"> «</w:t>
      </w:r>
      <w:r w:rsidRPr="000372C6">
        <w:rPr>
          <w:rtl/>
          <w:lang w:bidi="fa-IR"/>
        </w:rPr>
        <w:t xml:space="preserve">... </w:t>
      </w:r>
      <w:r w:rsidRPr="00C7497B">
        <w:rPr>
          <w:rStyle w:val="libBold2Char"/>
          <w:rtl/>
        </w:rPr>
        <w:t>و بذل مهج</w:t>
      </w:r>
      <w:r w:rsidRPr="00C7497B">
        <w:rPr>
          <w:rStyle w:val="libBold2Char"/>
          <w:rFonts w:hint="eastAsia"/>
          <w:rtl/>
        </w:rPr>
        <w:t>ته</w:t>
      </w:r>
      <w:r w:rsidRPr="00C7497B">
        <w:rPr>
          <w:rStyle w:val="libBold2Char"/>
          <w:rtl/>
        </w:rPr>
        <w:t xml:space="preserve"> ف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ک</w:t>
      </w:r>
      <w:r w:rsidRPr="00C7497B">
        <w:rPr>
          <w:rStyle w:val="libBold2Char"/>
          <w:rtl/>
        </w:rPr>
        <w:t xml:space="preserve"> ل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ستنقذ</w:t>
      </w:r>
      <w:r w:rsidRPr="00C7497B">
        <w:rPr>
          <w:rStyle w:val="libBold2Char"/>
          <w:rtl/>
        </w:rPr>
        <w:t xml:space="preserve"> عبادک من الجهاله و ح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ره</w:t>
      </w:r>
      <w:r w:rsidRPr="00C7497B">
        <w:rPr>
          <w:rStyle w:val="libBold2Char"/>
          <w:rtl/>
        </w:rPr>
        <w:t xml:space="preserve"> الضلاله و قد توازر عل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ه</w:t>
      </w:r>
      <w:r w:rsidRPr="00C7497B">
        <w:rPr>
          <w:rStyle w:val="libBold2Char"/>
          <w:rtl/>
        </w:rPr>
        <w:t xml:space="preserve"> من غرّته الدن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ا</w:t>
      </w:r>
      <w:r w:rsidRPr="00C7497B">
        <w:rPr>
          <w:rStyle w:val="libBold2Char"/>
          <w:rtl/>
        </w:rPr>
        <w:t xml:space="preserve"> و باع حظّه بالارذل الادن</w:t>
      </w:r>
      <w:r w:rsidRPr="00C7497B">
        <w:rPr>
          <w:rStyle w:val="libBold2Char"/>
          <w:rFonts w:hint="cs"/>
          <w:rtl/>
        </w:rPr>
        <w:t>ی</w:t>
      </w:r>
      <w:r w:rsidR="00841E3D">
        <w:rPr>
          <w:rFonts w:hint="cs"/>
          <w:rtl/>
          <w:lang w:bidi="fa-IR"/>
        </w:rPr>
        <w:t>»</w:t>
      </w:r>
      <w:r w:rsidRPr="000372C6">
        <w:rPr>
          <w:rtl/>
          <w:lang w:bidi="fa-IR"/>
        </w:rPr>
        <w:t>.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خدا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امام</w:t>
      </w:r>
      <w:r w:rsidR="00841E3D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همه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زش</w:t>
      </w:r>
      <w:r w:rsidRPr="000372C6">
        <w:rPr>
          <w:rtl/>
          <w:lang w:bidi="fa-IR"/>
        </w:rPr>
        <w:t xml:space="preserve"> را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نجات بندگانت از نابخرد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سرگشتگ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</w:t>
      </w:r>
      <w:r w:rsidRPr="000372C6">
        <w:rPr>
          <w:rtl/>
          <w:lang w:bidi="fa-IR"/>
        </w:rPr>
        <w:lastRenderedPageBreak/>
        <w:t>ضلالت در راه تو داده در حال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مشت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خورده که انسان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خود را به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پست فروخته اند بر ضد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آن حضرت را به شهادت رساندند.</w:t>
      </w:r>
    </w:p>
    <w:p w:rsidR="000372C6" w:rsidRPr="000372C6" w:rsidRDefault="000372C6" w:rsidP="0063243C">
      <w:pPr>
        <w:pStyle w:val="libBold1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دو</w:t>
      </w:r>
      <w:r w:rsidRPr="000372C6">
        <w:rPr>
          <w:rtl/>
          <w:lang w:bidi="fa-IR"/>
        </w:rPr>
        <w:t xml:space="preserve"> نکته کوتاه</w:t>
      </w:r>
      <w:r w:rsidR="000261F0">
        <w:rPr>
          <w:rtl/>
          <w:lang w:bidi="fa-IR"/>
        </w:rPr>
        <w:t>:</w:t>
      </w:r>
    </w:p>
    <w:p w:rsidR="0063243C" w:rsidRDefault="000372C6" w:rsidP="0063243C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نخست</w:t>
      </w:r>
      <w:r w:rsidRPr="000372C6">
        <w:rPr>
          <w:rtl/>
          <w:lang w:bidi="fa-IR"/>
        </w:rPr>
        <w:t xml:space="preserve"> آن که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باب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کتاب کامل الز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ارات</w:t>
      </w:r>
      <w:r w:rsidRPr="000372C6">
        <w:rPr>
          <w:rtl/>
          <w:lang w:bidi="fa-IR"/>
        </w:rPr>
        <w:t xml:space="preserve"> ابن قولو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آمده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چهل روزه آسمان و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خورش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ملائکه را 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ادآور</w:t>
      </w:r>
      <w:r w:rsidRPr="000372C6">
        <w:rPr>
          <w:rtl/>
          <w:lang w:bidi="fa-IR"/>
        </w:rPr>
        <w:t xml:space="preserve"> شده است</w:t>
      </w:r>
      <w:r w:rsidR="0063243C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قاض</w:t>
      </w:r>
      <w:r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 w:rsidR="008A37BF">
        <w:rPr>
          <w:rtl/>
          <w:lang w:bidi="fa-IR"/>
        </w:rPr>
        <w:t>3</w:t>
      </w:r>
      <w:r w:rsidR="004E092C">
        <w:rPr>
          <w:rtl/>
          <w:lang w:bidi="fa-IR"/>
        </w:rPr>
        <w:t>8</w:t>
      </w:r>
      <w:r w:rsidR="00440E7D">
        <w:rPr>
          <w:rtl/>
          <w:lang w:bidi="fa-IR"/>
        </w:rPr>
        <w:t>6</w:t>
      </w:r>
      <w:r w:rsidRPr="000372C6">
        <w:rPr>
          <w:rtl/>
          <w:lang w:bidi="fa-IR"/>
        </w:rPr>
        <w:t>)</w:t>
      </w:r>
      <w:r w:rsidR="0063243C">
        <w:rPr>
          <w:rFonts w:hint="cs"/>
          <w:rtl/>
          <w:lang w:bidi="fa-IR"/>
        </w:rPr>
        <w:t>.</w:t>
      </w:r>
      <w:r w:rsidRPr="000372C6">
        <w:rPr>
          <w:rtl/>
          <w:lang w:bidi="fa-IR"/>
        </w:rPr>
        <w:t xml:space="preserve"> </w:t>
      </w:r>
    </w:p>
    <w:p w:rsidR="0063243C" w:rsidRDefault="000372C6" w:rsidP="0063243C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دوم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ابن طاووس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اشکال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نسبت به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بودن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مطرح کرده و آن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اگر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روز دهم محرم به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باشد،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آن حضرت نوزدهم صفر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نه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در پاسخ گفته شده است، به احتمال ماه محرم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در دهم آن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به شهادت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و نه روز بوده است اگر ماه کامل بوده</w:t>
      </w:r>
      <w:r w:rsidR="000261F0"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گفت که روز شهادت را به شمارش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اورده</w:t>
      </w:r>
      <w:r w:rsidRPr="000372C6">
        <w:rPr>
          <w:rtl/>
          <w:lang w:bidi="fa-IR"/>
        </w:rPr>
        <w:t xml:space="preserve"> اند.</w:t>
      </w:r>
      <w:r w:rsidR="0063243C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 xml:space="preserve">(بحار الانوار، ج </w:t>
      </w:r>
      <w:r w:rsidR="004E092C">
        <w:rPr>
          <w:rtl/>
          <w:lang w:bidi="fa-IR"/>
        </w:rPr>
        <w:t>98</w:t>
      </w:r>
      <w:r w:rsidRPr="000372C6">
        <w:rPr>
          <w:rtl/>
          <w:lang w:bidi="fa-IR"/>
        </w:rPr>
        <w:t xml:space="preserve">، ص </w:t>
      </w:r>
      <w:r w:rsidR="008A37BF">
        <w:rPr>
          <w:rtl/>
          <w:lang w:bidi="fa-IR"/>
        </w:rPr>
        <w:t>33</w:t>
      </w:r>
      <w:r w:rsidR="00EA4950">
        <w:rPr>
          <w:rtl/>
          <w:lang w:bidi="fa-IR"/>
        </w:rPr>
        <w:t>5</w:t>
      </w:r>
      <w:r w:rsidRPr="000372C6">
        <w:rPr>
          <w:rtl/>
          <w:lang w:bidi="fa-IR"/>
        </w:rPr>
        <w:t>)</w:t>
      </w:r>
      <w:r w:rsidR="000261F0">
        <w:rPr>
          <w:rtl/>
          <w:lang w:bidi="fa-IR"/>
        </w:rPr>
        <w:t>.</w:t>
      </w:r>
    </w:p>
    <w:p w:rsidR="0063243C" w:rsidRDefault="0063243C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63243C">
      <w:pPr>
        <w:pStyle w:val="Heading2"/>
        <w:rPr>
          <w:rtl/>
          <w:lang w:bidi="fa-IR"/>
        </w:rPr>
      </w:pPr>
      <w:bookmarkStart w:id="47" w:name="_Toc526764166"/>
      <w:r w:rsidRPr="000372C6">
        <w:rPr>
          <w:rFonts w:hint="eastAsia"/>
          <w:rtl/>
          <w:lang w:bidi="fa-IR"/>
        </w:rPr>
        <w:t>اخبار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47"/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زوار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و عزاداران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شهر مقدس کربلا سر و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خودرا به نشانه عزا گل آلود کرده و در عزا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</w:t>
      </w:r>
      <w:r w:rsidRPr="000372C6">
        <w:rPr>
          <w:rtl/>
          <w:lang w:bidi="fa-IR"/>
        </w:rPr>
        <w:t xml:space="preserve">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ارانش</w:t>
      </w:r>
      <w:r w:rsidRPr="000372C6">
        <w:rPr>
          <w:rtl/>
          <w:lang w:bidi="fa-IR"/>
        </w:rPr>
        <w:t xml:space="preserve"> سوگوار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کنند</w:t>
      </w:r>
      <w:r w:rsidR="00CD7CC9">
        <w:rPr>
          <w:rFonts w:hint="cs"/>
          <w:rtl/>
          <w:lang w:bidi="fa-IR"/>
        </w:rPr>
        <w:t>.</w:t>
      </w:r>
    </w:p>
    <w:p w:rsidR="000372C6" w:rsidRPr="000372C6" w:rsidRDefault="000372C6" w:rsidP="00CD7CC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دسته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رزن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شهر کربلا با نظم و ترت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در حال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هستند.</w:t>
      </w:r>
    </w:p>
    <w:p w:rsidR="000372C6" w:rsidRPr="000372C6" w:rsidRDefault="000372C6" w:rsidP="00CD7CC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</w:t>
      </w:r>
      <w:r w:rsidRPr="000372C6">
        <w:rPr>
          <w:rtl/>
          <w:lang w:bidi="fa-IR"/>
        </w:rPr>
        <w:t xml:space="preserve"> انبوه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در حال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زن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شهر مقدس کربلا.</w:t>
      </w:r>
    </w:p>
    <w:p w:rsidR="000372C6" w:rsidRPr="000372C6" w:rsidRDefault="000372C6" w:rsidP="00CD7CC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مداحان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انبوه زوار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سوزناک واقعه کربلا</w:t>
      </w:r>
      <w:r w:rsidR="00CD7CC9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نقل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جمع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سوگوار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شهر کربلا بر سر و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زنند.</w:t>
      </w:r>
    </w:p>
    <w:p w:rsidR="000372C6" w:rsidRPr="000372C6" w:rsidRDefault="000372C6" w:rsidP="00CD7CC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نوجوانان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زنج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رزن</w:t>
      </w:r>
      <w:r w:rsidRPr="000372C6">
        <w:rPr>
          <w:rtl/>
          <w:lang w:bidi="fa-IR"/>
        </w:rPr>
        <w:t xml:space="preserve"> در حال سوگوار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سالار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شهر مقدس کربلا. انبوه زوار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رامون</w:t>
      </w:r>
      <w:r w:rsidRPr="000372C6">
        <w:rPr>
          <w:rtl/>
          <w:lang w:bidi="fa-IR"/>
        </w:rPr>
        <w:t xml:space="preserve"> ضر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مطهر بارگاه ملکوت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شهر کربلا با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راز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کرده و حاجت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طلبند.</w:t>
      </w:r>
    </w:p>
    <w:p w:rsidR="000372C6" w:rsidRPr="000372C6" w:rsidRDefault="000372C6" w:rsidP="00CD7CC9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انبوه</w:t>
      </w:r>
      <w:r w:rsidRPr="000372C6">
        <w:rPr>
          <w:rtl/>
          <w:lang w:bidi="fa-IR"/>
        </w:rPr>
        <w:t xml:space="preserve"> زوار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با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اده</w:t>
      </w:r>
      <w:r w:rsidRPr="000372C6">
        <w:rPr>
          <w:rtl/>
          <w:lang w:bidi="fa-IR"/>
        </w:rPr>
        <w:t xml:space="preserve"> از کودک وبزرگ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روجوان</w:t>
      </w:r>
      <w:r w:rsidRPr="000372C6">
        <w:rPr>
          <w:rtl/>
          <w:lang w:bidi="fa-IR"/>
        </w:rPr>
        <w:t xml:space="preserve"> در راه حرم مطهر بارگاه ملکوت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</w:t>
      </w:r>
      <w:r w:rsidR="00CD7CC9" w:rsidRPr="00E13185">
        <w:rPr>
          <w:rStyle w:val="libAlaemChar"/>
          <w:rFonts w:hint="eastAsia"/>
          <w:rtl/>
        </w:rPr>
        <w:t>عليه‌السلام</w:t>
      </w:r>
      <w:r w:rsidR="00CD7CC9"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t>در شهر کربلا درا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بوده و با خدا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راز و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کرده و حاجت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طلبند.</w:t>
      </w:r>
    </w:p>
    <w:p w:rsidR="000372C6" w:rsidRPr="000372C6" w:rsidRDefault="00CD7CC9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Default="000372C6" w:rsidP="00CD7CC9">
      <w:pPr>
        <w:pStyle w:val="Heading2"/>
        <w:rPr>
          <w:rtl/>
          <w:lang w:bidi="fa-IR"/>
        </w:rPr>
      </w:pPr>
      <w:bookmarkStart w:id="48" w:name="_Toc526764167"/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48"/>
    </w:p>
    <w:p w:rsidR="00E716D9" w:rsidRDefault="00E716D9" w:rsidP="00E716D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16D9" w:rsidRPr="00E716D9" w:rsidRDefault="00E716D9" w:rsidP="00E716D9">
      <w:pPr>
        <w:pStyle w:val="Heading3"/>
        <w:rPr>
          <w:rtl/>
          <w:lang w:bidi="fa-IR"/>
        </w:rPr>
      </w:pPr>
      <w:bookmarkStart w:id="49" w:name="_Toc526764168"/>
      <w:r>
        <w:rPr>
          <w:rFonts w:hint="cs"/>
          <w:rtl/>
          <w:lang w:bidi="fa-IR"/>
        </w:rPr>
        <w:t>مقدمه</w:t>
      </w:r>
      <w:bookmarkEnd w:id="49"/>
    </w:p>
    <w:p w:rsidR="00E716D9" w:rsidRDefault="000372C6" w:rsidP="004A75F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از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ها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که در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ات</w:t>
      </w:r>
      <w:r w:rsidRPr="000372C6">
        <w:rPr>
          <w:rtl/>
          <w:lang w:bidi="fa-IR"/>
        </w:rPr>
        <w:t xml:space="preserve"> اسلام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عنوان علامت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مان</w:t>
      </w:r>
      <w:r w:rsidRPr="000372C6">
        <w:rPr>
          <w:rtl/>
          <w:lang w:bidi="fa-IR"/>
        </w:rPr>
        <w:t xml:space="preserve"> شمرده شده،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4A75F6" w:rsidRPr="00E13185">
        <w:rPr>
          <w:rStyle w:val="libAlaemChar"/>
          <w:rFonts w:hint="eastAsia"/>
          <w:rtl/>
        </w:rPr>
        <w:t>عليه‌السلام</w:t>
      </w:r>
      <w:r w:rsidR="004A75F6"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t>است.</w:t>
      </w:r>
    </w:p>
    <w:p w:rsidR="00E716D9" w:rsidRDefault="000372C6" w:rsidP="00E716D9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امام حسن عسکر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فرموده است:«پنج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علامت مؤمن است: </w:t>
      </w:r>
      <w:r w:rsidR="00EA4950">
        <w:rPr>
          <w:rtl/>
          <w:lang w:bidi="fa-IR"/>
        </w:rPr>
        <w:t>5</w:t>
      </w:r>
      <w:r w:rsidR="008A37BF">
        <w:rPr>
          <w:rtl/>
          <w:lang w:bidi="fa-IR"/>
        </w:rPr>
        <w:t>1</w:t>
      </w:r>
      <w:r w:rsidRPr="000372C6">
        <w:rPr>
          <w:rtl/>
          <w:lang w:bidi="fa-IR"/>
        </w:rPr>
        <w:t xml:space="preserve"> رکعت نماز در شبانه روز،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انگشتر در دست راست، بر خاک گذاشتن </w:t>
      </w:r>
      <w:r w:rsidRPr="000372C6">
        <w:rPr>
          <w:rFonts w:hint="eastAsia"/>
          <w:rtl/>
          <w:lang w:bidi="fa-IR"/>
        </w:rPr>
        <w:t>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بلند گفتن بسم اللّه الرحمن الرح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در نماز»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نامه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ن،</w:t>
      </w:r>
      <w:r w:rsidRPr="000372C6">
        <w:rPr>
          <w:rtl/>
          <w:lang w:bidi="fa-IR"/>
        </w:rPr>
        <w:t xml:space="preserve"> از امام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و به وس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له</w:t>
      </w:r>
      <w:r w:rsidRPr="000372C6">
        <w:rPr>
          <w:rtl/>
          <w:lang w:bidi="fa-IR"/>
        </w:rPr>
        <w:t xml:space="preserve"> صفوان جمّال نقل شده است. صفوان، ساکن کوفه و از راو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مورد اعتماد به شمار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رود. او فرد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پره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زکار</w:t>
      </w:r>
      <w:r w:rsidRPr="000372C6">
        <w:rPr>
          <w:rtl/>
          <w:lang w:bidi="fa-IR"/>
        </w:rPr>
        <w:t xml:space="preserve"> بود که افتخار شاگرد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امام</w:t>
      </w:r>
      <w:r w:rsidRPr="000372C6">
        <w:rPr>
          <w:rtl/>
          <w:lang w:bidi="fa-IR"/>
        </w:rPr>
        <w:t xml:space="preserve"> کاظم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را هم داشته است.</w:t>
      </w:r>
    </w:p>
    <w:p w:rsidR="000372C6" w:rsidRDefault="00E716D9" w:rsidP="00E716D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E716D9">
      <w:pPr>
        <w:pStyle w:val="Heading3"/>
        <w:rPr>
          <w:rtl/>
          <w:lang w:bidi="fa-IR"/>
        </w:rPr>
      </w:pPr>
      <w:bookmarkStart w:id="50" w:name="_Toc526764169"/>
      <w:r w:rsidRPr="000372C6">
        <w:rPr>
          <w:rFonts w:hint="eastAsia"/>
          <w:rtl/>
          <w:lang w:bidi="fa-IR"/>
        </w:rPr>
        <w:t>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مرقد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50"/>
    </w:p>
    <w:p w:rsidR="00EA4E71" w:rsidRDefault="000372C6" w:rsidP="00A47E5F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با نام دو تن عج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است.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دو تن «عط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بن عوف کوف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است که در نخست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دالشهداء،</w:t>
      </w:r>
      <w:r w:rsidRPr="000372C6">
        <w:rPr>
          <w:rtl/>
          <w:lang w:bidi="fa-IR"/>
        </w:rPr>
        <w:t xml:space="preserve"> به کربلا رفت و مرقد پاک آن حضرت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نمود.</w:t>
      </w:r>
    </w:p>
    <w:p w:rsidR="00EA4E71" w:rsidRDefault="000372C6" w:rsidP="00A47E5F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ه،</w:t>
      </w:r>
      <w:r w:rsidRPr="000372C6">
        <w:rPr>
          <w:rtl/>
          <w:lang w:bidi="fa-IR"/>
        </w:rPr>
        <w:t xml:space="preserve"> اهل کوفه بود و در زمان خلافت 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رمؤمنان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به جهان گشود. از او نقل شده است: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مادر متولد شدم، پدرم مرا به کوفه نزد عل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برد و عرض کرد: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پسر به تازگ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مادر متولد شده، او را چه بنامم؟ امام فرموده بود:« هذا عَط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اللّه</w:t>
      </w:r>
      <w:r w:rsidR="000261F0"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هد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اله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است.» به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مناسبت، مرا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نام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>.</w:t>
      </w:r>
    </w:p>
    <w:p w:rsidR="000372C6" w:rsidRPr="000372C6" w:rsidRDefault="000372C6" w:rsidP="00A47E5F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با« محمدب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اشعث» بر ضد «حجاج بن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وسف</w:t>
      </w:r>
      <w:r w:rsidRPr="000372C6">
        <w:rPr>
          <w:rtl/>
          <w:lang w:bidi="fa-IR"/>
        </w:rPr>
        <w:t xml:space="preserve"> ثقف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»</w:t>
      </w:r>
      <w:r w:rsidRPr="000372C6">
        <w:rPr>
          <w:rtl/>
          <w:lang w:bidi="fa-IR"/>
        </w:rPr>
        <w:t xml:space="preserve"> حاکم ظالم مد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کرد، 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پس از شکست محمدبن اشعث، راه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فارس شد.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مردان مورد اعتماد است 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 w:rsidRPr="000372C6">
        <w:rPr>
          <w:rtl/>
          <w:lang w:bidi="fa-IR"/>
        </w:rPr>
        <w:t xml:space="preserve"> و سن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نقل کرده</w:t>
      </w:r>
      <w:r w:rsidR="00A47E5F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اند</w:t>
      </w:r>
      <w:r w:rsidRPr="000372C6">
        <w:rPr>
          <w:rtl/>
          <w:lang w:bidi="fa-IR"/>
        </w:rPr>
        <w:t>.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هم چن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خطبه حضرت زهرا</w:t>
      </w:r>
      <w:r w:rsidR="00A47E5F">
        <w:rPr>
          <w:rFonts w:hint="cs"/>
          <w:rtl/>
          <w:lang w:bidi="fa-IR"/>
        </w:rPr>
        <w:t xml:space="preserve"> </w:t>
      </w:r>
      <w:r w:rsidR="00512164" w:rsidRPr="00512164">
        <w:rPr>
          <w:rStyle w:val="libAlaemChar"/>
          <w:rtl/>
        </w:rPr>
        <w:t>عليهما‌السلام</w:t>
      </w:r>
      <w:r w:rsidRPr="000372C6">
        <w:rPr>
          <w:rtl/>
          <w:lang w:bidi="fa-IR"/>
        </w:rPr>
        <w:t xml:space="preserve"> را در مورد غصب فدک از عبداللّه بن حسن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و آن را نقل کرده است.</w:t>
      </w:r>
    </w:p>
    <w:p w:rsidR="000372C6" w:rsidRPr="000372C6" w:rsidRDefault="00EA4E71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EA4E71">
      <w:pPr>
        <w:pStyle w:val="Heading3"/>
        <w:rPr>
          <w:rtl/>
          <w:lang w:bidi="fa-IR"/>
        </w:rPr>
      </w:pPr>
      <w:bookmarkStart w:id="51" w:name="_Toc526764170"/>
      <w:r w:rsidRPr="000372C6">
        <w:rPr>
          <w:rFonts w:hint="eastAsia"/>
          <w:rtl/>
          <w:lang w:bidi="fa-IR"/>
        </w:rPr>
        <w:t>جابر</w:t>
      </w:r>
      <w:r w:rsidR="00EA4E71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بن</w:t>
      </w:r>
      <w:r w:rsidRPr="000372C6">
        <w:rPr>
          <w:rtl/>
          <w:lang w:bidi="fa-IR"/>
        </w:rPr>
        <w:t xml:space="preserve">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51"/>
    </w:p>
    <w:p w:rsidR="00EA4E71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آن</w:t>
      </w:r>
      <w:r w:rsidRPr="000372C6">
        <w:rPr>
          <w:rtl/>
          <w:lang w:bidi="fa-IR"/>
        </w:rPr>
        <w:t xml:space="preserve"> زمان که سر پاک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بر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زه</w:t>
      </w:r>
      <w:r w:rsidRPr="000372C6">
        <w:rPr>
          <w:rtl/>
          <w:lang w:bidi="fa-IR"/>
        </w:rPr>
        <w:t xml:space="preserve"> رفت و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او به اسارت برده شدند، عشق حضور در کربلا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مرقد مطهر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عاشقانش، آرزو</w:t>
      </w:r>
      <w:r w:rsidRPr="000372C6">
        <w:rPr>
          <w:rFonts w:hint="cs"/>
          <w:rtl/>
          <w:lang w:bidi="fa-IR"/>
        </w:rPr>
        <w:t>یی</w:t>
      </w:r>
      <w:r w:rsidRPr="000372C6">
        <w:rPr>
          <w:rtl/>
          <w:lang w:bidi="fa-IR"/>
        </w:rPr>
        <w:t xml:space="preserve"> دست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نظر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د؛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دستگاه ستم امو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چنان پرده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tl/>
          <w:lang w:bidi="fa-IR"/>
        </w:rPr>
        <w:t xml:space="preserve"> خود را برجهان اسلام گسترده بو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باور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کرد بتوان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پرده نفاق را 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خود را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سرور شه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دان</w:t>
      </w:r>
      <w:r w:rsidRPr="000372C6">
        <w:rPr>
          <w:rtl/>
          <w:lang w:bidi="fa-IR"/>
        </w:rPr>
        <w:t xml:space="preserve"> عالم رساند.</w:t>
      </w:r>
    </w:p>
    <w:p w:rsidR="00EA4E71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اما آتش محبت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چنان در قلب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مؤمنان فروزان بود که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گاه نتوانستند آن را خاموش کنند. آر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محبت بود که انسان 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دلباخته را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کربلا کشاند </w:t>
      </w: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هنوز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از شهادت او نگذشته بود که عشق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پا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جابر</w:t>
      </w:r>
      <w:r w:rsidR="00EA4E7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بن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رفتن استوار ساخته، شوق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دارو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او را حرکت داد.</w:t>
      </w:r>
    </w:p>
    <w:p w:rsidR="000372C6" w:rsidRPr="000372C6" w:rsidRDefault="000372C6" w:rsidP="000372C6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جابر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خود را به کنار فرات رسان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در آن غسل کرد تا پاک و مطهر شود، آن گاه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مطهر اباعبداللّه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حرکت کرد. او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دست خود را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حضرت نهاد،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زد و از هوش رفت. بعد از آن که به هوش آمد، سه بار گفت: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>! و سپس شروع به خواندن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کرد.</w:t>
      </w:r>
    </w:p>
    <w:p w:rsidR="000372C6" w:rsidRPr="000372C6" w:rsidRDefault="00EA4E71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EA4E71">
      <w:pPr>
        <w:pStyle w:val="Heading3"/>
        <w:rPr>
          <w:rtl/>
          <w:lang w:bidi="fa-IR"/>
        </w:rPr>
      </w:pPr>
      <w:bookmarkStart w:id="52" w:name="_Toc526764171"/>
      <w:r w:rsidRPr="000372C6">
        <w:rPr>
          <w:rFonts w:hint="eastAsia"/>
          <w:rtl/>
          <w:lang w:bidi="fa-IR"/>
        </w:rPr>
        <w:t>ورود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</w:t>
      </w:r>
      <w:bookmarkEnd w:id="52"/>
    </w:p>
    <w:p w:rsidR="00EA4E71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بدون</w:t>
      </w:r>
      <w:r w:rsidRPr="000372C6">
        <w:rPr>
          <w:rtl/>
          <w:lang w:bidi="fa-IR"/>
        </w:rPr>
        <w:t xml:space="preserve"> ترد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بعد از واقعه عاشورا،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اباعبداللّه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مشرف شدند. اما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نگاران درباره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جر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ان،</w:t>
      </w:r>
      <w:r w:rsidRPr="000372C6">
        <w:rPr>
          <w:rtl/>
          <w:lang w:bidi="fa-IR"/>
        </w:rPr>
        <w:t xml:space="preserve"> اختلاف نظر وجود دارد. گروه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آن ها،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و برخ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سال بعد، را زمان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به کربلا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دانند. از جمله افر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در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اول تأ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کند،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بن طاووس است.</w:t>
      </w:r>
    </w:p>
    <w:p w:rsidR="000372C6" w:rsidRPr="000372C6" w:rsidRDefault="000372C6" w:rsidP="00EA4E71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کتاب اللهوف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 w:rsidRPr="000372C6">
        <w:rPr>
          <w:rtl/>
          <w:lang w:bidi="fa-IR"/>
        </w:rPr>
        <w:t>: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زنان و فرزندان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از شام برگشته و به سرزم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عراق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دند،</w:t>
      </w:r>
      <w:r w:rsidRPr="000372C6">
        <w:rPr>
          <w:rtl/>
          <w:lang w:bidi="fa-IR"/>
        </w:rPr>
        <w:t xml:space="preserve"> به راهنما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قافله گفتند:«ما را از کربلا ببر»</w:t>
      </w:r>
      <w:r w:rsidR="000261F0">
        <w:rPr>
          <w:rtl/>
          <w:lang w:bidi="fa-IR"/>
        </w:rPr>
        <w:t>.</w:t>
      </w:r>
      <w:r w:rsidRPr="000372C6">
        <w:rPr>
          <w:rtl/>
          <w:lang w:bidi="fa-IR"/>
        </w:rPr>
        <w:t xml:space="preserve">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کربلا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دند،</w:t>
      </w:r>
      <w:r w:rsidRPr="000372C6">
        <w:rPr>
          <w:rtl/>
          <w:lang w:bidi="fa-IR"/>
        </w:rPr>
        <w:t xml:space="preserve"> جابر</w:t>
      </w:r>
      <w:r w:rsidR="00EA4E71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بن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جمع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هاشم و مردان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اولاد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غمبر</w:t>
      </w:r>
      <w:r w:rsidR="00EA4E71">
        <w:rPr>
          <w:rFonts w:hint="cs"/>
          <w:rtl/>
          <w:lang w:bidi="fa-IR"/>
        </w:rPr>
        <w:t xml:space="preserve"> </w:t>
      </w:r>
      <w:r w:rsidR="00B7771E" w:rsidRPr="00B7771E">
        <w:rPr>
          <w:rStyle w:val="libAlaemChar"/>
          <w:rFonts w:hint="eastAsia"/>
          <w:rtl/>
        </w:rPr>
        <w:t>صلى‌الله‌عليه‌وآله‌وسلم</w:t>
      </w:r>
      <w:r w:rsidRPr="000372C6">
        <w:rPr>
          <w:rtl/>
          <w:lang w:bidi="fa-IR"/>
        </w:rPr>
        <w:t xml:space="preserve"> را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مرقد مطهر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آمده اند. پس همگ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زمان در آن سرزم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گرد آمدند.</w:t>
      </w:r>
    </w:p>
    <w:p w:rsidR="000372C6" w:rsidRPr="000372C6" w:rsidRDefault="006E4715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6E4715">
      <w:pPr>
        <w:pStyle w:val="Heading2"/>
        <w:rPr>
          <w:rtl/>
          <w:lang w:bidi="fa-IR"/>
        </w:rPr>
      </w:pPr>
      <w:bookmarkStart w:id="53" w:name="_Toc526764172"/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نامه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bookmarkEnd w:id="53"/>
    </w:p>
    <w:p w:rsidR="006E4715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اعمال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صفر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درتهذ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مصباح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از حضرت امام حسن عسکر</w:t>
      </w:r>
      <w:r w:rsidRPr="000372C6">
        <w:rPr>
          <w:rFonts w:hint="cs"/>
          <w:rtl/>
          <w:lang w:bidi="fa-IR"/>
        </w:rPr>
        <w:t>ی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که فرموده علامات مؤمن پنج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است پنجاه و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رکعت نماز گذاشتن که مراد هفده رکعت فر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ضه</w:t>
      </w:r>
      <w:r w:rsidRPr="000372C6">
        <w:rPr>
          <w:rtl/>
          <w:lang w:bidi="fa-IR"/>
        </w:rPr>
        <w:t xml:space="preserve"> و 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چهار رکعت نافله است در هر شب و روز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کردن و انگشتر در دست راست کردن و جب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در سجده بر خاک گذاشتن و</w:t>
      </w:r>
      <w:r w:rsidR="006E4715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بِسْمِ اللَّهِ الرَّحْمن الرَّح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مِ</w:t>
      </w:r>
      <w:r w:rsidRPr="000372C6">
        <w:rPr>
          <w:rtl/>
          <w:lang w:bidi="fa-IR"/>
        </w:rPr>
        <w:t xml:space="preserve"> را بلند گفتن و 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به دو نحو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که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در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مصباح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از صفوان جمّال که گفت فرمود به من مولا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حضر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هنگام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روز بلند شده باشد 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گوئ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:</w:t>
      </w:r>
    </w:p>
    <w:p w:rsidR="000372C6" w:rsidRPr="000372C6" w:rsidRDefault="006E4715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372C6" w:rsidRPr="000372C6" w:rsidRDefault="000372C6" w:rsidP="006E4715">
      <w:pPr>
        <w:pStyle w:val="Heading2"/>
        <w:rPr>
          <w:rtl/>
          <w:lang w:bidi="fa-IR"/>
        </w:rPr>
      </w:pPr>
      <w:bookmarkStart w:id="54" w:name="_Toc526764173"/>
      <w:r w:rsidRPr="000372C6">
        <w:rPr>
          <w:rFonts w:hint="eastAsia"/>
          <w:rtl/>
          <w:lang w:bidi="fa-IR"/>
        </w:rPr>
        <w:t>متن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bookmarkEnd w:id="54"/>
    </w:p>
    <w:p w:rsidR="000372C6" w:rsidRPr="000372C6" w:rsidRDefault="006E4715" w:rsidP="006E4715">
      <w:pPr>
        <w:pStyle w:val="libBold2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372C6" w:rsidRPr="000372C6">
        <w:rPr>
          <w:rFonts w:hint="eastAsia"/>
          <w:rtl/>
          <w:lang w:bidi="fa-IR"/>
        </w:rPr>
        <w:t>اَلسَّلامُ</w:t>
      </w:r>
      <w:r w:rsidR="000372C6" w:rsidRPr="000372C6">
        <w:rPr>
          <w:rtl/>
          <w:lang w:bidi="fa-IR"/>
        </w:rPr>
        <w:t xml:space="preserve"> عَل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وَلِ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tl/>
          <w:lang w:bidi="fa-IR"/>
        </w:rPr>
        <w:t xml:space="preserve"> اللَّهِ وَحَب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بِهِ،</w:t>
      </w:r>
      <w:r w:rsidR="000372C6" w:rsidRPr="000372C6">
        <w:rPr>
          <w:rtl/>
          <w:lang w:bidi="fa-IR"/>
        </w:rPr>
        <w:t xml:space="preserve"> اَلسَّلامُ عَل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لِ</w:t>
      </w:r>
      <w:r w:rsidR="000372C6" w:rsidRPr="000372C6">
        <w:rPr>
          <w:rtl/>
          <w:lang w:bidi="fa-IR"/>
        </w:rPr>
        <w:t xml:space="preserve"> اللَّهِ وَنَج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بِهِ،</w:t>
      </w:r>
      <w:r w:rsidR="000372C6" w:rsidRPr="000372C6">
        <w:rPr>
          <w:rtl/>
          <w:lang w:bidi="fa-IR"/>
        </w:rPr>
        <w:t xml:space="preserve"> اَلسَّلامُ عَل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صَفِ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tl/>
          <w:lang w:bidi="fa-IR"/>
        </w:rPr>
        <w:t xml:space="preserve"> اللَّهِ وَابْنِ صَفِ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Fonts w:hint="eastAsia"/>
          <w:rtl/>
          <w:lang w:bidi="fa-IR"/>
        </w:rPr>
        <w:t>هِ،</w:t>
      </w:r>
      <w:r w:rsidR="000372C6" w:rsidRPr="000372C6">
        <w:rPr>
          <w:rtl/>
          <w:lang w:bidi="fa-IR"/>
        </w:rPr>
        <w:t xml:space="preserve"> اَلسَّلامُ عَل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tl/>
          <w:lang w:bidi="fa-IR"/>
        </w:rPr>
        <w:t xml:space="preserve"> الْحُسَ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نِ</w:t>
      </w:r>
      <w:r w:rsidR="000372C6" w:rsidRPr="000372C6">
        <w:rPr>
          <w:rtl/>
          <w:lang w:bidi="fa-IR"/>
        </w:rPr>
        <w:t xml:space="preserve"> الْمَظْلُومِ الشَّه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دِ،</w:t>
      </w:r>
      <w:r w:rsidR="000372C6" w:rsidRPr="000372C6">
        <w:rPr>
          <w:rtl/>
          <w:lang w:bidi="fa-IR"/>
        </w:rPr>
        <w:t xml:space="preserve"> اَلسَّلامُ 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اَس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رِ</w:t>
      </w:r>
      <w:r w:rsidR="000372C6" w:rsidRPr="000372C6">
        <w:rPr>
          <w:rtl/>
          <w:lang w:bidi="fa-IR"/>
        </w:rPr>
        <w:t xml:space="preserve"> الْکُرُباتِ، وَقَت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لِ</w:t>
      </w:r>
      <w:r w:rsidR="000372C6" w:rsidRPr="000372C6">
        <w:rPr>
          <w:rtl/>
          <w:lang w:bidi="fa-IR"/>
        </w:rPr>
        <w:t xml:space="preserve"> الْعَبَراتِ، اَللّهُم</w:t>
      </w:r>
      <w:r w:rsidR="000372C6" w:rsidRPr="000372C6">
        <w:rPr>
          <w:rFonts w:hint="eastAsia"/>
          <w:rtl/>
          <w:lang w:bidi="fa-IR"/>
        </w:rPr>
        <w:t>َّ</w:t>
      </w:r>
      <w:r w:rsidR="000372C6" w:rsidRPr="000372C6">
        <w:rPr>
          <w:rtl/>
          <w:lang w:bidi="fa-IR"/>
        </w:rPr>
        <w:t xml:space="preserve"> اِنّ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اَشْهَدُ اَنَّهُ وَلِ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وَابْنُ وَلِ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Fonts w:hint="eastAsia"/>
          <w:rtl/>
          <w:lang w:bidi="fa-IR"/>
        </w:rPr>
        <w:t>کَ،</w:t>
      </w:r>
      <w:r w:rsidR="000372C6" w:rsidRPr="000372C6">
        <w:rPr>
          <w:rtl/>
          <w:lang w:bidi="fa-IR"/>
        </w:rPr>
        <w:t xml:space="preserve"> وَصَفِ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وَابْنُ صَفِ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Fonts w:hint="eastAsia"/>
          <w:rtl/>
          <w:lang w:bidi="fa-IR"/>
        </w:rPr>
        <w:t>کَ،</w:t>
      </w:r>
      <w:r w:rsidR="000372C6" w:rsidRPr="000372C6">
        <w:rPr>
          <w:rtl/>
          <w:lang w:bidi="fa-IR"/>
        </w:rPr>
        <w:t xml:space="preserve"> الْفآئِزُ بِکَرامَتِکَ، اَکْرَمْتَهُ بِالشَّهادَهِ، وَحَبَوْتَهُ بِالسَّعادَهِ، وَاَجْتَبَ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تَهُ</w:t>
      </w:r>
      <w:r w:rsidR="000372C6" w:rsidRPr="000372C6">
        <w:rPr>
          <w:rtl/>
          <w:lang w:bidi="fa-IR"/>
        </w:rPr>
        <w:t xml:space="preserve"> بِط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بِ</w:t>
      </w:r>
      <w:r w:rsidR="000372C6" w:rsidRPr="000372C6">
        <w:rPr>
          <w:rtl/>
          <w:lang w:bidi="fa-IR"/>
        </w:rPr>
        <w:t xml:space="preserve"> الْوِلادَهِ، وَجَعَلْتَهُ سَ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Fonts w:hint="eastAsia"/>
          <w:rtl/>
          <w:lang w:bidi="fa-IR"/>
        </w:rPr>
        <w:t>داً</w:t>
      </w:r>
      <w:r w:rsidR="000372C6" w:rsidRPr="000372C6">
        <w:rPr>
          <w:rtl/>
          <w:lang w:bidi="fa-IR"/>
        </w:rPr>
        <w:t xml:space="preserve"> مِنَ السَّادَهِ وَ قآئِداً مِنَ الْقادَهِ، وَذآئِداً مِنْ الْذادَهِ، وَاَعْطَ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تَهُ</w:t>
      </w:r>
      <w:r w:rsidR="000372C6" w:rsidRPr="000372C6">
        <w:rPr>
          <w:rtl/>
          <w:lang w:bidi="fa-IR"/>
        </w:rPr>
        <w:t xml:space="preserve"> مَوار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ثَ</w:t>
      </w:r>
      <w:r w:rsidR="000372C6" w:rsidRPr="000372C6">
        <w:rPr>
          <w:rtl/>
          <w:lang w:bidi="fa-IR"/>
        </w:rPr>
        <w:t xml:space="preserve"> الْأَنْبِ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آءِ،</w:t>
      </w:r>
      <w:r w:rsidR="000372C6" w:rsidRPr="000372C6">
        <w:rPr>
          <w:rtl/>
          <w:lang w:bidi="fa-IR"/>
        </w:rPr>
        <w:t xml:space="preserve"> وَجَعَلْتَهُ حُجَّهً عَل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خَلْقِکَ مِنَ الأَْوْصِ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آءِ،</w:t>
      </w:r>
      <w:r w:rsidR="000372C6" w:rsidRPr="000372C6">
        <w:rPr>
          <w:rtl/>
          <w:lang w:bidi="fa-IR"/>
        </w:rPr>
        <w:t xml:space="preserve"> فَاَعْذَرَ ف</w:t>
      </w:r>
      <w:r w:rsidR="000372C6" w:rsidRPr="000372C6">
        <w:rPr>
          <w:rFonts w:hint="cs"/>
          <w:rtl/>
          <w:lang w:bidi="fa-IR"/>
        </w:rPr>
        <w:t>یِ</w:t>
      </w:r>
      <w:r w:rsidR="000372C6" w:rsidRPr="000372C6">
        <w:rPr>
          <w:rtl/>
          <w:lang w:bidi="fa-IR"/>
        </w:rPr>
        <w:t xml:space="preserve"> الدُّعآءِ، وَمَنَحَ النُّصْحَ، وَبَذَلَ مُهْجَتَهُ 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کَ،</w:t>
      </w:r>
      <w:r w:rsidR="000372C6" w:rsidRPr="000372C6">
        <w:rPr>
          <w:rtl/>
          <w:lang w:bidi="fa-IR"/>
        </w:rPr>
        <w:t xml:space="preserve"> لِ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سْتَنْقِذَ</w:t>
      </w:r>
      <w:r w:rsidR="000372C6" w:rsidRPr="000372C6">
        <w:rPr>
          <w:rtl/>
          <w:lang w:bidi="fa-IR"/>
        </w:rPr>
        <w:t xml:space="preserve"> عِبادَکَ مِنَ الْجَهالَهِ وَحَ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رَهِ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الضَّلالَهِ،</w:t>
      </w:r>
      <w:r w:rsidR="000372C6" w:rsidRPr="000372C6">
        <w:rPr>
          <w:rtl/>
          <w:lang w:bidi="fa-IR"/>
        </w:rPr>
        <w:t xml:space="preserve"> وَقَدْ تَوازَرَ عَلَ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هِ</w:t>
      </w:r>
      <w:r w:rsidR="000372C6" w:rsidRPr="000372C6">
        <w:rPr>
          <w:rtl/>
          <w:lang w:bidi="fa-IR"/>
        </w:rPr>
        <w:t xml:space="preserve"> مَنْ غَرَّتْهُ الدُّنْ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ا،</w:t>
      </w:r>
      <w:r w:rsidR="000372C6" w:rsidRPr="000372C6">
        <w:rPr>
          <w:rtl/>
          <w:lang w:bidi="fa-IR"/>
        </w:rPr>
        <w:t xml:space="preserve"> وَباعَ حَظَّهُ بِالْأَرْذَلِ الأَْدْن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وَشَر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آخِرَتَهُ بِالثَّمَنِ الْأَوْکَسِ، وَتَغَطْرَسَ وَتَرَدّ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هَواهُ، وَاَسْخَطَکَ وَاَسْخَطَ نَبِ</w:t>
      </w:r>
      <w:r w:rsidR="000372C6" w:rsidRPr="000372C6">
        <w:rPr>
          <w:rFonts w:hint="cs"/>
          <w:rtl/>
          <w:lang w:bidi="fa-IR"/>
        </w:rPr>
        <w:t>یَّ</w:t>
      </w:r>
      <w:r w:rsidR="000372C6" w:rsidRPr="000372C6">
        <w:rPr>
          <w:rFonts w:hint="eastAsia"/>
          <w:rtl/>
          <w:lang w:bidi="fa-IR"/>
        </w:rPr>
        <w:t>کَ،</w:t>
      </w:r>
      <w:r w:rsidR="000372C6" w:rsidRPr="000372C6">
        <w:rPr>
          <w:rtl/>
          <w:lang w:bidi="fa-IR"/>
        </w:rPr>
        <w:t xml:space="preserve"> وَاَطاعَ مِنْ عِبادِکَ اَهْلَ الشِّقاقِ </w:t>
      </w:r>
      <w:r w:rsidR="000372C6" w:rsidRPr="000372C6">
        <w:rPr>
          <w:rFonts w:hint="eastAsia"/>
          <w:rtl/>
          <w:lang w:bidi="fa-IR"/>
        </w:rPr>
        <w:t>وَالنِّفاقِ،</w:t>
      </w:r>
      <w:r w:rsidR="000372C6" w:rsidRPr="000372C6">
        <w:rPr>
          <w:rtl/>
          <w:lang w:bidi="fa-IR"/>
        </w:rPr>
        <w:t xml:space="preserve"> وَحَمَلَهَ الْأَوْزارِ الْمُسْتَوْجِب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نَ</w:t>
      </w:r>
      <w:r w:rsidR="000372C6" w:rsidRPr="000372C6">
        <w:rPr>
          <w:rtl/>
          <w:lang w:bidi="fa-IR"/>
        </w:rPr>
        <w:t xml:space="preserve"> النَّارَ، فَجاهَدَهُمْ 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صابِراً مُحْتَسِباً، حَتّ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سُفِکَ 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طاعَتِکَ دَمُهُ، وَاسْتُب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حَ</w:t>
      </w:r>
      <w:r w:rsidR="000372C6" w:rsidRPr="000372C6">
        <w:rPr>
          <w:rtl/>
          <w:lang w:bidi="fa-IR"/>
        </w:rPr>
        <w:t xml:space="preserve"> حَر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مُهُ،</w:t>
      </w:r>
      <w:r w:rsidR="000372C6" w:rsidRPr="000372C6">
        <w:rPr>
          <w:rtl/>
          <w:lang w:bidi="fa-IR"/>
        </w:rPr>
        <w:t xml:space="preserve"> اَللّهُمَّ فَالْعَنْهُمْ لَعْناً وَب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لاً،</w:t>
      </w:r>
      <w:r w:rsidR="000372C6" w:rsidRPr="000372C6">
        <w:rPr>
          <w:rtl/>
          <w:lang w:bidi="fa-IR"/>
        </w:rPr>
        <w:t xml:space="preserve"> وَعَذِّبْهُمْ عَذاباً اَل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ماً،</w:t>
      </w:r>
      <w:r w:rsidR="000372C6" w:rsidRPr="000372C6">
        <w:rPr>
          <w:rtl/>
          <w:lang w:bidi="fa-IR"/>
        </w:rPr>
        <w:t xml:space="preserve"> اَلسَّلامُ عَلَ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ب</w:t>
      </w:r>
      <w:r w:rsidR="000372C6" w:rsidRPr="000372C6">
        <w:rPr>
          <w:rFonts w:hint="eastAsia"/>
          <w:rtl/>
          <w:lang w:bidi="fa-IR"/>
        </w:rPr>
        <w:t>ْنَ</w:t>
      </w:r>
      <w:r w:rsidR="000372C6" w:rsidRPr="000372C6">
        <w:rPr>
          <w:rtl/>
          <w:lang w:bidi="fa-IR"/>
        </w:rPr>
        <w:t xml:space="preserve"> رَسُولِ اللَّهِ، اَلسَّلامُ</w:t>
      </w:r>
      <w:r>
        <w:rPr>
          <w:rFonts w:hint="cs"/>
          <w:rtl/>
          <w:lang w:bidi="fa-IR"/>
        </w:rPr>
        <w:t xml:space="preserve"> </w:t>
      </w:r>
      <w:r w:rsidR="000372C6" w:rsidRPr="000372C6">
        <w:rPr>
          <w:rFonts w:hint="eastAsia"/>
          <w:rtl/>
          <w:lang w:bidi="fa-IR"/>
        </w:rPr>
        <w:t>عَلَ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بْنَ سَ</w:t>
      </w:r>
      <w:r w:rsidR="000372C6" w:rsidRPr="000372C6">
        <w:rPr>
          <w:rFonts w:hint="cs"/>
          <w:rtl/>
          <w:lang w:bidi="fa-IR"/>
        </w:rPr>
        <w:t>یِّ</w:t>
      </w:r>
      <w:r w:rsidR="000372C6" w:rsidRPr="000372C6">
        <w:rPr>
          <w:rFonts w:hint="eastAsia"/>
          <w:rtl/>
          <w:lang w:bidi="fa-IR"/>
        </w:rPr>
        <w:t>دِ</w:t>
      </w:r>
      <w:r w:rsidR="000372C6" w:rsidRPr="000372C6">
        <w:rPr>
          <w:rtl/>
          <w:lang w:bidi="fa-IR"/>
        </w:rPr>
        <w:t xml:space="preserve"> الْأَوْصِ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آءِ</w:t>
      </w:r>
      <w:r w:rsidR="000372C6" w:rsidRPr="000372C6">
        <w:rPr>
          <w:rtl/>
          <w:lang w:bidi="fa-IR"/>
        </w:rPr>
        <w:t xml:space="preserve"> اَشْهَدُ اَنَّکَ اَم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نُ</w:t>
      </w:r>
      <w:r w:rsidR="000372C6" w:rsidRPr="000372C6">
        <w:rPr>
          <w:rtl/>
          <w:lang w:bidi="fa-IR"/>
        </w:rPr>
        <w:t xml:space="preserve"> اللَّهِ وَابْنُ اَم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نِهِ،</w:t>
      </w:r>
      <w:r w:rsidR="000372C6" w:rsidRPr="000372C6">
        <w:rPr>
          <w:rtl/>
          <w:lang w:bidi="fa-IR"/>
        </w:rPr>
        <w:t xml:space="preserve"> عِشْتَ سَع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داً،</w:t>
      </w:r>
      <w:r w:rsidR="000372C6" w:rsidRPr="000372C6">
        <w:rPr>
          <w:rtl/>
          <w:lang w:bidi="fa-IR"/>
        </w:rPr>
        <w:t xml:space="preserve"> وَمَضَ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تَ</w:t>
      </w:r>
      <w:r w:rsidR="000372C6" w:rsidRPr="000372C6">
        <w:rPr>
          <w:rtl/>
          <w:lang w:bidi="fa-IR"/>
        </w:rPr>
        <w:t xml:space="preserve"> حَم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داً</w:t>
      </w:r>
      <w:r w:rsidR="000372C6" w:rsidRPr="000372C6">
        <w:rPr>
          <w:rtl/>
          <w:lang w:bidi="fa-IR"/>
        </w:rPr>
        <w:t xml:space="preserve"> وَمُتَّ فَق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داً</w:t>
      </w:r>
      <w:r w:rsidR="000372C6" w:rsidRPr="000372C6">
        <w:rPr>
          <w:rtl/>
          <w:lang w:bidi="fa-IR"/>
        </w:rPr>
        <w:t xml:space="preserve"> مَظْلُوماً شَه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داً،</w:t>
      </w:r>
      <w:r w:rsidR="000372C6" w:rsidRPr="000372C6">
        <w:rPr>
          <w:rtl/>
          <w:lang w:bidi="fa-IR"/>
        </w:rPr>
        <w:t xml:space="preserve"> وَاَشْهَدُ اَنَّ اللَّهَ مُنْجِزٌ ما وَعَدَکَ، وَمُهْلِکٌ مَنْ خَذَلَکَ وَمُعَذِّبٌ مَنْ قَتَلَ</w:t>
      </w:r>
      <w:r w:rsidR="000372C6" w:rsidRPr="000372C6">
        <w:rPr>
          <w:rFonts w:hint="eastAsia"/>
          <w:rtl/>
          <w:lang w:bidi="fa-IR"/>
        </w:rPr>
        <w:t>کَ،</w:t>
      </w:r>
      <w:r w:rsidR="000372C6" w:rsidRPr="000372C6">
        <w:rPr>
          <w:rtl/>
          <w:lang w:bidi="fa-IR"/>
        </w:rPr>
        <w:t xml:space="preserve"> وَاَشْهَدُ اَنَّکَ وَفَ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تَ</w:t>
      </w:r>
      <w:r w:rsidR="000372C6" w:rsidRPr="000372C6">
        <w:rPr>
          <w:rtl/>
          <w:lang w:bidi="fa-IR"/>
        </w:rPr>
        <w:t xml:space="preserve"> بِعَهْدِ اللَّهِ، وَجاهَدْتَ ف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سَب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لِهِ</w:t>
      </w:r>
      <w:r w:rsidR="000372C6" w:rsidRPr="000372C6">
        <w:rPr>
          <w:rtl/>
          <w:lang w:bidi="fa-IR"/>
        </w:rPr>
        <w:t xml:space="preserve"> حَتّ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کَ</w:t>
      </w:r>
      <w:r w:rsidR="000372C6" w:rsidRPr="000372C6">
        <w:rPr>
          <w:rtl/>
          <w:lang w:bidi="fa-IR"/>
        </w:rPr>
        <w:t xml:space="preserve"> الْ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ق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نُ،</w:t>
      </w:r>
      <w:r w:rsidR="000372C6" w:rsidRPr="000372C6">
        <w:rPr>
          <w:rtl/>
          <w:lang w:bidi="fa-IR"/>
        </w:rPr>
        <w:t xml:space="preserve"> فَلَعَنَ اللَّهُ مَنْ قَتَلَکَ، وَلَعَنَ اللَّهُ مَنْ ظَلَمَکَ، وَلَعَنَ اللَّهُ اُمَّهً سَمِعَتْ بِذلِکَ فَرَضِ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تْ</w:t>
      </w:r>
      <w:r w:rsidR="000372C6" w:rsidRPr="000372C6">
        <w:rPr>
          <w:rtl/>
          <w:lang w:bidi="fa-IR"/>
        </w:rPr>
        <w:t xml:space="preserve"> بِهِ، اَللّهُمَّ اِنّ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اُشْهِدُکَ اَنّ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وَ</w:t>
      </w:r>
      <w:r w:rsidR="000372C6" w:rsidRPr="000372C6">
        <w:rPr>
          <w:rFonts w:hint="eastAsia"/>
          <w:rtl/>
          <w:lang w:bidi="fa-IR"/>
        </w:rPr>
        <w:t>لِ</w:t>
      </w:r>
      <w:r w:rsidR="000372C6" w:rsidRPr="000372C6">
        <w:rPr>
          <w:rFonts w:hint="cs"/>
          <w:rtl/>
          <w:lang w:bidi="fa-IR"/>
        </w:rPr>
        <w:t>یٌّ</w:t>
      </w:r>
      <w:r w:rsidR="000372C6" w:rsidRPr="000372C6">
        <w:rPr>
          <w:rtl/>
          <w:lang w:bidi="fa-IR"/>
        </w:rPr>
        <w:t xml:space="preserve"> لِمَنْ والاهُ، وَعَدُوٌّ لِمَنْ عاداهُ، بِاَب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اَنْتَ وَاُمّ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ا</w:t>
      </w:r>
      <w:r w:rsidR="000372C6" w:rsidRPr="000372C6">
        <w:rPr>
          <w:rtl/>
          <w:lang w:bidi="fa-IR"/>
        </w:rPr>
        <w:t xml:space="preserve"> بْنَ رَسُولِ اللَّهِ، اَشْهَدُ اَنَّکَ کُنْتَ نُوراً ف</w:t>
      </w:r>
      <w:r w:rsidR="000372C6" w:rsidRPr="000372C6">
        <w:rPr>
          <w:rFonts w:hint="cs"/>
          <w:rtl/>
          <w:lang w:bidi="fa-IR"/>
        </w:rPr>
        <w:t>یِ</w:t>
      </w:r>
      <w:r w:rsidR="000372C6" w:rsidRPr="000372C6">
        <w:rPr>
          <w:rtl/>
          <w:lang w:bidi="fa-IR"/>
        </w:rPr>
        <w:t xml:space="preserve"> الْأَصْلابِ الشَّامِخَهِ وَالْأَرْحامِ الْمُطَهَّرَهِ، لَمْ تُنَجِّسْکَ الْجاهِلِ</w:t>
      </w:r>
      <w:r w:rsidR="000372C6" w:rsidRPr="000372C6">
        <w:rPr>
          <w:rFonts w:hint="cs"/>
          <w:rtl/>
          <w:lang w:bidi="fa-IR"/>
        </w:rPr>
        <w:t>یَّ</w:t>
      </w:r>
      <w:r w:rsidR="000372C6" w:rsidRPr="000372C6">
        <w:rPr>
          <w:rFonts w:hint="eastAsia"/>
          <w:rtl/>
          <w:lang w:bidi="fa-IR"/>
        </w:rPr>
        <w:t>هُ</w:t>
      </w:r>
      <w:r w:rsidR="000372C6" w:rsidRPr="000372C6">
        <w:rPr>
          <w:rtl/>
          <w:lang w:bidi="fa-IR"/>
        </w:rPr>
        <w:t xml:space="preserve"> بِاَنْجاسِها، وَلَمْ تُلْبِسْکَ الْمُدْل</w:t>
      </w:r>
      <w:r w:rsidR="000372C6" w:rsidRPr="000372C6">
        <w:rPr>
          <w:rFonts w:hint="eastAsia"/>
          <w:rtl/>
          <w:lang w:bidi="fa-IR"/>
        </w:rPr>
        <w:t>َهِمَّاتُ</w:t>
      </w:r>
      <w:r w:rsidR="000372C6" w:rsidRPr="000372C6">
        <w:rPr>
          <w:rtl/>
          <w:lang w:bidi="fa-IR"/>
        </w:rPr>
        <w:t xml:space="preserve"> مِنْ ثِ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ابِها،</w:t>
      </w:r>
      <w:r w:rsidR="000372C6" w:rsidRPr="000372C6">
        <w:rPr>
          <w:rtl/>
          <w:lang w:bidi="fa-IR"/>
        </w:rPr>
        <w:t xml:space="preserve"> وَاَشْهَدُ اَنَّکَ مِنْ دَعآئِمِ الدّ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نِ</w:t>
      </w:r>
      <w:r w:rsidR="000372C6" w:rsidRPr="000372C6">
        <w:rPr>
          <w:rtl/>
          <w:lang w:bidi="fa-IR"/>
        </w:rPr>
        <w:t xml:space="preserve"> وَاَرْکانِ الْمُسْلِم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نَ،</w:t>
      </w:r>
      <w:r w:rsidR="000372C6" w:rsidRPr="000372C6">
        <w:rPr>
          <w:rtl/>
          <w:lang w:bidi="fa-IR"/>
        </w:rPr>
        <w:t xml:space="preserve"> وَمَعْقِلِ الْمُؤْمِن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نَ،</w:t>
      </w:r>
      <w:r w:rsidR="000372C6" w:rsidRPr="000372C6">
        <w:rPr>
          <w:rtl/>
          <w:lang w:bidi="fa-IR"/>
        </w:rPr>
        <w:t xml:space="preserve"> وَاَشْهَدُ اَنَّکَ الْأِمامُ الْبَرُّ التَّقِ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Fonts w:hint="eastAsia"/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الرَّضِ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tl/>
          <w:lang w:bidi="fa-IR"/>
        </w:rPr>
        <w:t xml:space="preserve"> الزَّکِ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tl/>
          <w:lang w:bidi="fa-IR"/>
        </w:rPr>
        <w:t xml:space="preserve"> الْهادِ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الْمَهْدِ</w:t>
      </w:r>
      <w:r w:rsidR="000372C6" w:rsidRPr="000372C6">
        <w:rPr>
          <w:rFonts w:hint="cs"/>
          <w:rtl/>
          <w:lang w:bidi="fa-IR"/>
        </w:rPr>
        <w:t>یُّ</w:t>
      </w:r>
      <w:r w:rsidR="000372C6" w:rsidRPr="000372C6">
        <w:rPr>
          <w:rFonts w:hint="eastAsia"/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وَاَشْهَدُ اَنَّ الْأَئِمَّهَ مِنْ وُلْدِکَ کَلِمَهُ التَّقْو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وَاَعْلامُ الْهُد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وَالْعُرْوَهُ الْوُثْق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وَالْحُجَّهُ 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اَهْلِ الدُّنْ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ا،</w:t>
      </w:r>
      <w:r w:rsidR="000372C6" w:rsidRPr="000372C6">
        <w:rPr>
          <w:rtl/>
          <w:lang w:bidi="fa-IR"/>
        </w:rPr>
        <w:t xml:space="preserve"> وَاَشْهَدُ اَنّ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بِکُمْ مُؤْمِنٌ، وَبِاِ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ابِکُمْ</w:t>
      </w:r>
      <w:r w:rsidR="000372C6" w:rsidRPr="000372C6">
        <w:rPr>
          <w:rtl/>
          <w:lang w:bidi="fa-IR"/>
        </w:rPr>
        <w:t xml:space="preserve"> مُوقِنٌ، بِشَرا</w:t>
      </w:r>
      <w:r w:rsidR="000372C6" w:rsidRPr="000372C6">
        <w:rPr>
          <w:rFonts w:hint="cs"/>
          <w:rtl/>
          <w:lang w:bidi="fa-IR"/>
        </w:rPr>
        <w:t>یِ</w:t>
      </w:r>
      <w:r w:rsidR="000372C6" w:rsidRPr="000372C6">
        <w:rPr>
          <w:rFonts w:hint="eastAsia"/>
          <w:rtl/>
          <w:lang w:bidi="fa-IR"/>
        </w:rPr>
        <w:t>عِ</w:t>
      </w:r>
      <w:r w:rsidR="000372C6" w:rsidRPr="000372C6">
        <w:rPr>
          <w:rtl/>
          <w:lang w:bidi="fa-IR"/>
        </w:rPr>
        <w:t xml:space="preserve"> د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وَخَوات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مِ</w:t>
      </w:r>
      <w:r w:rsidR="000372C6" w:rsidRPr="000372C6">
        <w:rPr>
          <w:rtl/>
          <w:lang w:bidi="fa-IR"/>
        </w:rPr>
        <w:t xml:space="preserve"> عَمَل</w:t>
      </w:r>
      <w:r w:rsidR="000372C6" w:rsidRPr="000372C6">
        <w:rPr>
          <w:rFonts w:hint="cs"/>
          <w:rtl/>
          <w:lang w:bidi="fa-IR"/>
        </w:rPr>
        <w:t>ی</w:t>
      </w:r>
      <w:r w:rsidR="000261F0">
        <w:rPr>
          <w:rtl/>
          <w:lang w:bidi="fa-IR"/>
        </w:rPr>
        <w:t>،</w:t>
      </w:r>
      <w:r w:rsidR="000372C6" w:rsidRPr="000372C6">
        <w:rPr>
          <w:rtl/>
          <w:lang w:bidi="fa-IR"/>
        </w:rPr>
        <w:t xml:space="preserve"> وَقَلْب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لِقَلْبِکُمْ سِلْمٌ، وَاَمْر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لِأَمْرِکُمْ مُتَّب</w:t>
      </w:r>
      <w:r w:rsidR="000372C6" w:rsidRPr="000372C6">
        <w:rPr>
          <w:rFonts w:hint="eastAsia"/>
          <w:rtl/>
          <w:lang w:bidi="fa-IR"/>
        </w:rPr>
        <w:t>ِعٌ،</w:t>
      </w:r>
      <w:r w:rsidR="000372C6" w:rsidRPr="000372C6">
        <w:rPr>
          <w:rtl/>
          <w:lang w:bidi="fa-IR"/>
        </w:rPr>
        <w:t xml:space="preserve"> وَنُصْرَت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لَکُمْ مُعَدَّهٌ، حَتّ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</w:t>
      </w:r>
      <w:r w:rsidR="000372C6" w:rsidRPr="000372C6">
        <w:rPr>
          <w:rFonts w:hint="cs"/>
          <w:rtl/>
          <w:lang w:bidi="fa-IR"/>
        </w:rPr>
        <w:t>یَ</w:t>
      </w:r>
      <w:r w:rsidR="000372C6" w:rsidRPr="000372C6">
        <w:rPr>
          <w:rFonts w:hint="eastAsia"/>
          <w:rtl/>
          <w:lang w:bidi="fa-IR"/>
        </w:rPr>
        <w:t>اْذَنَ</w:t>
      </w:r>
      <w:r w:rsidR="000372C6" w:rsidRPr="000372C6">
        <w:rPr>
          <w:rtl/>
          <w:lang w:bidi="fa-IR"/>
        </w:rPr>
        <w:t xml:space="preserve"> اللَّهُ لَکُمْ، فَمَعَکُمْ مَعَکُمْ لامَعَ عَدُوِّکُمْ، صَلَواتُ اللَّهِ عَلَ</w:t>
      </w:r>
      <w:r w:rsidR="000372C6" w:rsidRPr="000372C6">
        <w:rPr>
          <w:rFonts w:hint="cs"/>
          <w:rtl/>
          <w:lang w:bidi="fa-IR"/>
        </w:rPr>
        <w:t>یْ</w:t>
      </w:r>
      <w:r w:rsidR="000372C6" w:rsidRPr="000372C6">
        <w:rPr>
          <w:rFonts w:hint="eastAsia"/>
          <w:rtl/>
          <w:lang w:bidi="fa-IR"/>
        </w:rPr>
        <w:t>کُمْ،</w:t>
      </w:r>
      <w:r w:rsidR="000372C6" w:rsidRPr="000372C6">
        <w:rPr>
          <w:rtl/>
          <w:lang w:bidi="fa-IR"/>
        </w:rPr>
        <w:t xml:space="preserve"> وَعل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tl/>
          <w:lang w:bidi="fa-IR"/>
        </w:rPr>
        <w:t xml:space="preserve"> اَرْواحِکُمْ وَاَجْسادِکُمْ، وَشاهِدِکُمْ وَغآئِبِکُمْ، وَظاهِرِکُمْ وَباطِنِکُمْ، آم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نَ</w:t>
      </w:r>
      <w:r w:rsidR="000372C6" w:rsidRPr="000372C6">
        <w:rPr>
          <w:rtl/>
          <w:lang w:bidi="fa-IR"/>
        </w:rPr>
        <w:t xml:space="preserve"> رَبَ الْعالَم</w:t>
      </w:r>
      <w:r w:rsidR="000372C6" w:rsidRPr="000372C6">
        <w:rPr>
          <w:rFonts w:hint="cs"/>
          <w:rtl/>
          <w:lang w:bidi="fa-IR"/>
        </w:rPr>
        <w:t>ی</w:t>
      </w:r>
      <w:r w:rsidR="000372C6" w:rsidRPr="000372C6">
        <w:rPr>
          <w:rFonts w:hint="eastAsia"/>
          <w:rtl/>
          <w:lang w:bidi="fa-IR"/>
        </w:rPr>
        <w:t>نَ</w:t>
      </w:r>
      <w:r>
        <w:rPr>
          <w:rFonts w:hint="cs"/>
          <w:rtl/>
          <w:lang w:bidi="fa-IR"/>
        </w:rPr>
        <w:t>»</w:t>
      </w:r>
    </w:p>
    <w:p w:rsidR="006E4715" w:rsidRDefault="000372C6" w:rsidP="000372C6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پس</w:t>
      </w:r>
      <w:r w:rsidRPr="000372C6">
        <w:rPr>
          <w:rtl/>
          <w:lang w:bidi="fa-IR"/>
        </w:rPr>
        <w:t xml:space="preserve"> دو رکعت نماز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دعا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به آنچه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برم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که از جابر منقول است و ک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آن چنان است که از عطا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که گفت با جابر بن عبداللّه انصار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بودم در روز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ستم</w:t>
      </w:r>
      <w:r w:rsidRPr="000372C6">
        <w:rPr>
          <w:rtl/>
          <w:lang w:bidi="fa-IR"/>
        </w:rPr>
        <w:t xml:space="preserve"> ماه صفر چون به غاضر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="006E4715">
        <w:rPr>
          <w:rFonts w:hint="cs"/>
          <w:rtl/>
          <w:lang w:bidi="fa-IR"/>
        </w:rPr>
        <w:t>.</w:t>
      </w:r>
    </w:p>
    <w:p w:rsidR="006E4715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lastRenderedPageBreak/>
        <w:t>در آب فرات غسل کرد و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راهن</w:t>
      </w:r>
      <w:r w:rsidRPr="000372C6">
        <w:rPr>
          <w:rtl/>
          <w:lang w:bidi="fa-IR"/>
        </w:rPr>
        <w:t xml:space="preserve"> ط</w:t>
      </w:r>
      <w:r w:rsidRPr="000372C6">
        <w:rPr>
          <w:rFonts w:hint="eastAsia"/>
          <w:rtl/>
          <w:lang w:bidi="fa-IR"/>
        </w:rPr>
        <w:t>اهر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با خود داشت پوش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پس گفت که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با تو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هست از بو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خوش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عطا گفتم با من سُعد هست پس قدر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آن گرفت و بر سر و بدن پاش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پابرهنه</w:t>
      </w:r>
      <w:r w:rsidR="006E4715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روانه</w:t>
      </w:r>
      <w:r w:rsidRPr="000372C6">
        <w:rPr>
          <w:rtl/>
          <w:lang w:bidi="fa-IR"/>
        </w:rPr>
        <w:t xml:space="preserve"> شد تا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ستاد</w:t>
      </w:r>
      <w:r w:rsidRPr="000372C6">
        <w:rPr>
          <w:rtl/>
          <w:lang w:bidi="fa-IR"/>
        </w:rPr>
        <w:t xml:space="preserve"> نزد سر مبارک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و سه مرتبه </w:t>
      </w:r>
      <w:r w:rsidR="006E4715">
        <w:rPr>
          <w:rFonts w:hint="cs"/>
          <w:rtl/>
          <w:lang w:bidi="fa-IR"/>
        </w:rPr>
        <w:t>«</w:t>
      </w:r>
      <w:r w:rsidRPr="000372C6">
        <w:rPr>
          <w:rtl/>
          <w:lang w:bidi="fa-IR"/>
        </w:rPr>
        <w:t>اَللَّهُ اَکْبَرُ</w:t>
      </w:r>
      <w:r w:rsidR="006E4715">
        <w:rPr>
          <w:rFonts w:hint="cs"/>
          <w:rtl/>
          <w:lang w:bidi="fa-IR"/>
        </w:rPr>
        <w:t>»</w:t>
      </w:r>
      <w:r w:rsidRPr="000372C6">
        <w:rPr>
          <w:rtl/>
          <w:lang w:bidi="fa-IR"/>
        </w:rPr>
        <w:t xml:space="preserve"> گفت پس افتاد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هوش</w:t>
      </w:r>
      <w:r w:rsidRPr="000372C6">
        <w:rPr>
          <w:rtl/>
          <w:lang w:bidi="fa-IR"/>
        </w:rPr>
        <w:t xml:space="preserve"> شد و چون به هوش آمد شن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گفت </w:t>
      </w:r>
      <w:r w:rsidR="006E4715">
        <w:rPr>
          <w:rFonts w:hint="cs"/>
          <w:rtl/>
          <w:lang w:bidi="fa-IR"/>
        </w:rPr>
        <w:t>«</w:t>
      </w:r>
      <w:r w:rsidRPr="000372C6">
        <w:rPr>
          <w:rtl/>
          <w:lang w:bidi="fa-IR"/>
        </w:rPr>
        <w:t>اَلسَّلامُ عَلَ</w:t>
      </w:r>
      <w:r w:rsidRPr="000372C6">
        <w:rPr>
          <w:rFonts w:hint="cs"/>
          <w:rtl/>
          <w:lang w:bidi="fa-IR"/>
        </w:rPr>
        <w:t>یْ</w:t>
      </w:r>
      <w:r w:rsidRPr="000372C6">
        <w:rPr>
          <w:rFonts w:hint="eastAsia"/>
          <w:rtl/>
          <w:lang w:bidi="fa-IR"/>
        </w:rPr>
        <w:t>کُمْ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آلَ اللَّه الخ</w:t>
      </w:r>
      <w:r w:rsidR="006E4715">
        <w:rPr>
          <w:rFonts w:hint="cs"/>
          <w:rtl/>
          <w:lang w:bidi="fa-IR"/>
        </w:rPr>
        <w:t>»</w:t>
      </w:r>
      <w:r w:rsidRPr="000372C6">
        <w:rPr>
          <w:rtl/>
          <w:lang w:bidi="fa-IR"/>
        </w:rPr>
        <w:t xml:space="preserve"> که به 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همان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مه</w:t>
      </w:r>
      <w:r w:rsidRPr="000372C6">
        <w:rPr>
          <w:rtl/>
          <w:lang w:bidi="fa-IR"/>
        </w:rPr>
        <w:t xml:space="preserve"> رجب است که ما ذکر نمود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با آن فرق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ندارد جز چند کلمه که شا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از اختلاف نسخ باشد چنانچه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مرحوم احتمال داده پس اگر کس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خواست که آن را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بخواند رجوع کند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مه</w:t>
      </w:r>
      <w:r w:rsidRPr="000372C6">
        <w:rPr>
          <w:rtl/>
          <w:lang w:bidi="fa-IR"/>
        </w:rPr>
        <w:t xml:space="preserve"> رجب و همان را بخواند</w:t>
      </w:r>
      <w:r w:rsidR="006E4715">
        <w:rPr>
          <w:rFonts w:hint="cs"/>
          <w:rtl/>
          <w:lang w:bidi="fa-IR"/>
        </w:rPr>
        <w:t>.</w:t>
      </w:r>
    </w:p>
    <w:p w:rsidR="006E4715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مؤلّف 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در اوقات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و 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ا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متبرّکه به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اوقات که ذکر شد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افضل است خصوصاً اوقات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به آن حضرت نسبت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داشته باشد مانند روز مباهله و روز نزول هَلْ اَت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روز ولادت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</w:t>
      </w:r>
      <w:r w:rsidRPr="000372C6">
        <w:rPr>
          <w:rtl/>
          <w:lang w:bidi="fa-IR"/>
        </w:rPr>
        <w:t xml:space="preserve"> آن حضرت و شبها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جمعه و از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مستفاد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که حق تعال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هر شب جمعه نظر مکرمت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 آن حضرت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و جم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مغبران</w:t>
      </w:r>
      <w:r w:rsidRPr="000372C6">
        <w:rPr>
          <w:rtl/>
          <w:lang w:bidi="fa-IR"/>
        </w:rPr>
        <w:t xml:space="preserve"> و اوص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را به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</w:t>
      </w: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بفرستد</w:t>
      </w:r>
      <w:r w:rsidR="006E4715">
        <w:rPr>
          <w:rFonts w:hint="cs"/>
          <w:rtl/>
          <w:lang w:bidi="fa-IR"/>
        </w:rPr>
        <w:t>.</w:t>
      </w:r>
    </w:p>
    <w:p w:rsidR="006E4715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ابن قولو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از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که هر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کند قبر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در هر جمعه آمرز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شود البته و از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tl/>
          <w:lang w:bidi="fa-IR"/>
        </w:rPr>
        <w:t xml:space="preserve"> نرود با حال حسرت از دن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و مَسْکَنَشْ در بهشت با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باشد و در خبر اعمش است که همسا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او ب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گفت در خواب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که رقعه ها از آسمان فرو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زد</w:t>
      </w:r>
      <w:r w:rsidRPr="000372C6">
        <w:rPr>
          <w:rtl/>
          <w:lang w:bidi="fa-IR"/>
        </w:rPr>
        <w:t xml:space="preserve"> که در آنها امان نوشته اند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هر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کند</w:t>
      </w:r>
      <w:r w:rsidR="006E4715">
        <w:rPr>
          <w:rFonts w:hint="cs"/>
          <w:rtl/>
          <w:lang w:bidi="fa-IR"/>
        </w:rPr>
        <w:t>.</w:t>
      </w:r>
    </w:p>
    <w:p w:rsidR="00B57CB4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در شب جمعه و بعد از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اعمال کاظم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در حکا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="006E4715"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حاج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بغداد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اشاره به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مطلب خواهد شد و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از اوقات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شده از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پرس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دند</w:t>
      </w:r>
      <w:r w:rsidRPr="000372C6">
        <w:rPr>
          <w:rtl/>
          <w:lang w:bidi="fa-IR"/>
        </w:rPr>
        <w:t xml:space="preserve"> که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هست که بهتر از وقت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گر</w:t>
      </w:r>
      <w:r w:rsidRPr="000372C6">
        <w:rPr>
          <w:rtl/>
          <w:lang w:bidi="fa-IR"/>
        </w:rPr>
        <w:t xml:space="preserve"> باشد</w:t>
      </w:r>
      <w:r w:rsidR="00B57CB4">
        <w:rPr>
          <w:rFonts w:hint="cs"/>
          <w:rtl/>
          <w:lang w:bidi="fa-IR"/>
        </w:rPr>
        <w:t>.</w:t>
      </w:r>
    </w:p>
    <w:p w:rsidR="00B57CB4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فرمود</w:t>
      </w:r>
      <w:r w:rsidR="00B57CB4">
        <w:rPr>
          <w:rFonts w:hint="cs"/>
          <w:rtl/>
          <w:lang w:bidi="fa-IR"/>
        </w:rPr>
        <w:t>: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آن حضرت را در هر وقت و هر زمان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را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</w:t>
      </w:r>
      <w:r w:rsidRPr="000372C6">
        <w:rPr>
          <w:rFonts w:hint="eastAsia"/>
          <w:rtl/>
          <w:lang w:bidi="fa-IR"/>
        </w:rPr>
        <w:t>حضرت</w:t>
      </w:r>
      <w:r w:rsidRPr="000372C6">
        <w:rPr>
          <w:rtl/>
          <w:lang w:bidi="fa-IR"/>
        </w:rPr>
        <w:t xml:space="preserve">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مُقَرَّر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است هر که آن را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به عمل آورد خ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خواهد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و هر که کمتر کند </w:t>
      </w:r>
      <w:r w:rsidRPr="000372C6">
        <w:rPr>
          <w:rtl/>
          <w:lang w:bidi="fa-IR"/>
        </w:rPr>
        <w:lastRenderedPageBreak/>
        <w:t xml:space="preserve">کمتر خواهد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و سع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کردن آن حضرت در اوقات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که اعمال صالحه در آنها ثوابش مضاعف است و در آن اوقات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ملائکه از آسمان نازل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شوند از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حضرت الخ</w:t>
      </w:r>
      <w:r w:rsidR="00B57CB4">
        <w:rPr>
          <w:rFonts w:hint="cs"/>
          <w:rtl/>
          <w:lang w:bidi="fa-IR"/>
        </w:rPr>
        <w:t>.</w:t>
      </w:r>
    </w:p>
    <w:p w:rsidR="000372C6" w:rsidRPr="000372C6" w:rsidRDefault="000372C6" w:rsidP="006E4715">
      <w:pPr>
        <w:pStyle w:val="libNormal"/>
        <w:rPr>
          <w:rtl/>
          <w:lang w:bidi="fa-IR"/>
        </w:rPr>
      </w:pPr>
      <w:r w:rsidRPr="000372C6">
        <w:rPr>
          <w:rtl/>
          <w:lang w:bidi="fa-IR"/>
        </w:rPr>
        <w:t>و از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خصوص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اوقات مذکوره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منقول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افت</w:t>
      </w:r>
      <w:r w:rsidRPr="000372C6">
        <w:rPr>
          <w:rtl/>
          <w:lang w:bidi="fa-IR"/>
        </w:rPr>
        <w:t xml:space="preserve"> نشده بل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روز س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ماه شعبان که روز تولّد حضرت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است دعائ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ناح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شر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فه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رون</w:t>
      </w:r>
      <w:r w:rsidRPr="000372C6">
        <w:rPr>
          <w:rtl/>
          <w:lang w:bidi="fa-IR"/>
        </w:rPr>
        <w:t xml:space="preserve"> آمده که با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آن را خواند و ما آن را در اعمال ماه شعبان ذکر کرد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و بدان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آن حضر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در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کربلا از شهرها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دور فض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لت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دارد و ما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نجا</w:t>
      </w:r>
      <w:r w:rsidRPr="000372C6">
        <w:rPr>
          <w:rtl/>
          <w:lang w:bidi="fa-IR"/>
        </w:rPr>
        <w:t xml:space="preserve"> به ذکر دو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که در کاف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و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فق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است قناعت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اوّل ابن اب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از هشام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که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فرمود که هرگاه راه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شما دور و از خانه اش تا به قبور ما مسافت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باشد بالا رود به پشت بام بلندتر منزل خود و دو رکعت نماز کند و اشاره کند به سلام کردن به 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 پس بدرست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آن به ما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رسد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</w:p>
    <w:p w:rsidR="00AF5B08" w:rsidRDefault="000372C6" w:rsidP="00B57CB4">
      <w:pPr>
        <w:pStyle w:val="libNormal"/>
        <w:rPr>
          <w:rtl/>
          <w:lang w:bidi="fa-IR"/>
        </w:rPr>
      </w:pPr>
      <w:r w:rsidRPr="000372C6">
        <w:rPr>
          <w:rFonts w:hint="eastAsia"/>
          <w:rtl/>
          <w:lang w:bidi="fa-IR"/>
        </w:rPr>
        <w:t>دو</w:t>
      </w:r>
      <w:r w:rsidRPr="000372C6">
        <w:rPr>
          <w:rFonts w:hint="cs"/>
          <w:rtl/>
          <w:lang w:bidi="fa-IR"/>
        </w:rPr>
        <w:t>یّ</w:t>
      </w:r>
      <w:r w:rsidRPr="000372C6">
        <w:rPr>
          <w:rFonts w:hint="eastAsia"/>
          <w:rtl/>
          <w:lang w:bidi="fa-IR"/>
        </w:rPr>
        <w:t>م</w:t>
      </w:r>
      <w:r w:rsidRPr="000372C6">
        <w:rPr>
          <w:rtl/>
          <w:lang w:bidi="fa-IR"/>
        </w:rPr>
        <w:t xml:space="preserve"> از </w:t>
      </w:r>
      <w:r w:rsidR="00B57CB4">
        <w:rPr>
          <w:rFonts w:hint="cs"/>
          <w:rtl/>
          <w:lang w:bidi="fa-IR"/>
        </w:rPr>
        <w:t>«</w:t>
      </w:r>
      <w:r w:rsidRPr="000372C6">
        <w:rPr>
          <w:rtl/>
          <w:lang w:bidi="fa-IR"/>
        </w:rPr>
        <w:t>حنّان بن سُدَ</w:t>
      </w:r>
      <w:r w:rsidRPr="000372C6">
        <w:rPr>
          <w:rFonts w:hint="cs"/>
          <w:rtl/>
          <w:lang w:bidi="fa-IR"/>
        </w:rPr>
        <w:t>یْ</w:t>
      </w:r>
      <w:r w:rsidRPr="000372C6">
        <w:rPr>
          <w:rFonts w:hint="eastAsia"/>
          <w:rtl/>
          <w:lang w:bidi="fa-IR"/>
        </w:rPr>
        <w:t>ر</w:t>
      </w:r>
      <w:r w:rsidR="00B57CB4">
        <w:rPr>
          <w:rFonts w:hint="cs"/>
          <w:rtl/>
          <w:lang w:bidi="fa-IR"/>
        </w:rPr>
        <w:t>»</w:t>
      </w:r>
      <w:r w:rsidRPr="000372C6">
        <w:rPr>
          <w:rtl/>
          <w:lang w:bidi="fa-IR"/>
        </w:rPr>
        <w:t xml:space="preserve"> از پدرش منقولست که حضرت صادق</w:t>
      </w:r>
      <w:r w:rsidR="00FE4825">
        <w:rPr>
          <w:rtl/>
          <w:lang w:bidi="fa-IR"/>
        </w:rPr>
        <w:t xml:space="preserve"> </w:t>
      </w:r>
      <w:r w:rsidR="00E13185"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به من فرمود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در هر روز عرض کردم که فدا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 گردم نه فرمود شما چه جفاکار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هر جمعه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او را گفتم نه فرمود در هر ماه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گفتم نه فرمود در هر سال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او را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گفتم گاه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سالها شده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کرده ام فرمود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سُد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چه جفا کار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شما به امام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ندانست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که حق تعال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دو هزار هزار فرشته است</w:t>
      </w:r>
      <w:r w:rsidR="00B57CB4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(و در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و فق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هزار هزار فرشته است) ژول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مو گردآلوده که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>ند بر آن حضرت 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کنند و</w:t>
      </w:r>
      <w:r w:rsidR="00B57CB4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سست نم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شوند و چه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که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کن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قبر 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="00FE4825">
        <w:rPr>
          <w:rFonts w:hint="eastAsia"/>
          <w:rtl/>
          <w:lang w:bidi="fa-IR"/>
        </w:rPr>
        <w:t xml:space="preserve"> </w:t>
      </w:r>
      <w:r w:rsidR="00E13185" w:rsidRPr="00E13185">
        <w:rPr>
          <w:rStyle w:val="libAlaemChar"/>
          <w:rFonts w:hint="eastAsia"/>
          <w:rtl/>
        </w:rPr>
        <w:t>عليه‌السلام</w:t>
      </w:r>
      <w:r w:rsidRPr="000372C6">
        <w:rPr>
          <w:rtl/>
          <w:lang w:bidi="fa-IR"/>
        </w:rPr>
        <w:t xml:space="preserve"> را در هر جمعه پنج مرتبه و در هر روز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مرتبه گفتم فدا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شوم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ما و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او فرسخها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است فرمود به من که بالا رو به بام خانه ات پس نظر کن به جانب </w:t>
      </w:r>
      <w:r w:rsidRPr="000372C6">
        <w:rPr>
          <w:rFonts w:hint="eastAsia"/>
          <w:rtl/>
          <w:lang w:bidi="fa-IR"/>
        </w:rPr>
        <w:t>راست</w:t>
      </w:r>
      <w:r w:rsidRPr="000372C6">
        <w:rPr>
          <w:rtl/>
          <w:lang w:bidi="fa-IR"/>
        </w:rPr>
        <w:t xml:space="preserve"> و چپ پس بلند کن سر خود را بسو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آسمان پس قصد کن جانب قبر آن حضرت را و بگو</w:t>
      </w:r>
      <w:r w:rsidR="00B57CB4">
        <w:rPr>
          <w:rFonts w:hint="cs"/>
          <w:rtl/>
          <w:lang w:bidi="fa-IR"/>
        </w:rPr>
        <w:t xml:space="preserve"> </w:t>
      </w:r>
      <w:r w:rsidRPr="000372C6">
        <w:rPr>
          <w:rtl/>
          <w:lang w:bidi="fa-IR"/>
        </w:rPr>
        <w:t>«</w:t>
      </w:r>
      <w:r w:rsidRPr="00C7497B">
        <w:rPr>
          <w:rStyle w:val="libBold2Char"/>
          <w:rtl/>
        </w:rPr>
        <w:t>اَلسَّلامُ عَلَ</w:t>
      </w:r>
      <w:r w:rsidRPr="00C7497B">
        <w:rPr>
          <w:rStyle w:val="libBold2Char"/>
          <w:rFonts w:hint="cs"/>
          <w:rtl/>
        </w:rPr>
        <w:t>یْ</w:t>
      </w:r>
      <w:r w:rsidRPr="00C7497B">
        <w:rPr>
          <w:rStyle w:val="libBold2Char"/>
          <w:rFonts w:hint="eastAsia"/>
          <w:rtl/>
        </w:rPr>
        <w:t>کَ</w:t>
      </w:r>
      <w:r w:rsidRPr="00C7497B">
        <w:rPr>
          <w:rStyle w:val="libBold2Char"/>
          <w:rtl/>
        </w:rPr>
        <w:t xml:space="preserve"> </w:t>
      </w:r>
      <w:r w:rsidRPr="00C7497B">
        <w:rPr>
          <w:rStyle w:val="libBold2Char"/>
          <w:rFonts w:hint="cs"/>
          <w:rtl/>
        </w:rPr>
        <w:t>ی</w:t>
      </w:r>
      <w:r w:rsidRPr="00C7497B">
        <w:rPr>
          <w:rStyle w:val="libBold2Char"/>
          <w:rFonts w:hint="eastAsia"/>
          <w:rtl/>
        </w:rPr>
        <w:t>ا</w:t>
      </w:r>
      <w:r w:rsidRPr="00C7497B">
        <w:rPr>
          <w:rStyle w:val="libBold2Char"/>
          <w:rtl/>
        </w:rPr>
        <w:t xml:space="preserve"> اَبا عَبْدِاللَّهِ اَلسَّلامُ عَلَ</w:t>
      </w:r>
      <w:r w:rsidRPr="00C7497B">
        <w:rPr>
          <w:rStyle w:val="libBold2Char"/>
          <w:rFonts w:hint="cs"/>
          <w:rtl/>
        </w:rPr>
        <w:t>یْ</w:t>
      </w:r>
      <w:r w:rsidRPr="00C7497B">
        <w:rPr>
          <w:rStyle w:val="libBold2Char"/>
          <w:rFonts w:hint="eastAsia"/>
          <w:rtl/>
        </w:rPr>
        <w:t>کَ</w:t>
      </w:r>
      <w:r w:rsidRPr="00C7497B">
        <w:rPr>
          <w:rStyle w:val="libBold2Char"/>
          <w:rtl/>
        </w:rPr>
        <w:t xml:space="preserve"> وَ رَحْمَهُاللَّهِ وَ بَرَکاتُهُ</w:t>
      </w:r>
      <w:r w:rsidRPr="000372C6">
        <w:rPr>
          <w:rtl/>
          <w:lang w:bidi="fa-IR"/>
        </w:rPr>
        <w:t>» نوشته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تو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و آن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حجّه و عمره است سُد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گفت بسا شد که بجا آو</w:t>
      </w:r>
      <w:r w:rsidRPr="000372C6">
        <w:rPr>
          <w:rFonts w:hint="eastAsia"/>
          <w:rtl/>
          <w:lang w:bidi="fa-IR"/>
        </w:rPr>
        <w:t>ردم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را در ماه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شتر</w:t>
      </w:r>
      <w:r w:rsidRPr="000372C6">
        <w:rPr>
          <w:rtl/>
          <w:lang w:bidi="fa-IR"/>
        </w:rPr>
        <w:t xml:space="preserve"> از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ست</w:t>
      </w:r>
      <w:r w:rsidRPr="000372C6">
        <w:rPr>
          <w:rtl/>
          <w:lang w:bidi="fa-IR"/>
        </w:rPr>
        <w:t xml:space="preserve"> مرتبه و در صدر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ارت</w:t>
      </w:r>
      <w:r w:rsidRPr="000372C6">
        <w:rPr>
          <w:rtl/>
          <w:lang w:bidi="fa-IR"/>
        </w:rPr>
        <w:t xml:space="preserve"> اوّل از ز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ارات</w:t>
      </w:r>
      <w:r w:rsidRPr="000372C6">
        <w:rPr>
          <w:rtl/>
          <w:lang w:bidi="fa-IR"/>
        </w:rPr>
        <w:t xml:space="preserve"> مطلقه گذشت 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مناسب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مقام بود.</w:t>
      </w:r>
    </w:p>
    <w:p w:rsidR="008F24C2" w:rsidRDefault="00AF5B08" w:rsidP="000372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57CB4" w:rsidRDefault="00B57CB4" w:rsidP="00B57CB4">
      <w:pPr>
        <w:pStyle w:val="Heading2"/>
        <w:rPr>
          <w:rtl/>
          <w:lang w:bidi="fa-IR"/>
        </w:rPr>
      </w:pPr>
      <w:bookmarkStart w:id="55" w:name="_Toc526764174"/>
      <w:r>
        <w:rPr>
          <w:rFonts w:hint="cs"/>
          <w:rtl/>
          <w:lang w:bidi="fa-IR"/>
        </w:rPr>
        <w:t>پی</w:t>
      </w:r>
      <w:r w:rsidR="00847E7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 ها</w:t>
      </w:r>
      <w:bookmarkEnd w:id="55"/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0372C6">
        <w:rPr>
          <w:rtl/>
          <w:lang w:bidi="fa-IR"/>
        </w:rPr>
        <w:t xml:space="preserve"> مث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الأحزان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110؛</w:t>
      </w:r>
      <w:r w:rsidRPr="000372C6">
        <w:rPr>
          <w:rtl/>
          <w:lang w:bidi="fa-IR"/>
        </w:rPr>
        <w:t xml:space="preserve"> بحارالأنوار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45،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293</w:t>
      </w:r>
      <w:r>
        <w:rPr>
          <w:rFonts w:hint="cs"/>
          <w:rtl/>
          <w:lang w:bidi="fa-IR"/>
        </w:rPr>
        <w:t>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0372C6">
        <w:rPr>
          <w:rtl/>
          <w:lang w:bidi="fa-IR"/>
        </w:rPr>
        <w:t xml:space="preserve"> تذکره الخواص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272؛</w:t>
      </w:r>
      <w:r w:rsidRPr="000372C6">
        <w:rPr>
          <w:rtl/>
          <w:lang w:bidi="fa-IR"/>
        </w:rPr>
        <w:t xml:space="preserve"> اللهوف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233؛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ناب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tl/>
          <w:lang w:bidi="fa-IR"/>
        </w:rPr>
        <w:t xml:space="preserve"> الموده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100</w:t>
      </w:r>
      <w:r>
        <w:rPr>
          <w:rFonts w:hint="cs"/>
          <w:rtl/>
          <w:lang w:bidi="fa-IR"/>
        </w:rPr>
        <w:t>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0372C6">
        <w:rPr>
          <w:rtl/>
          <w:lang w:bidi="fa-IR"/>
        </w:rPr>
        <w:t xml:space="preserve"> الطبقات الکبر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(ترجمه الامام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من القسم غ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المطبوع)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92؛</w:t>
      </w:r>
      <w:r w:rsidRPr="000372C6">
        <w:rPr>
          <w:rtl/>
          <w:lang w:bidi="fa-IR"/>
        </w:rPr>
        <w:t xml:space="preserve"> مقاتل الطالب</w:t>
      </w:r>
      <w:r w:rsidRPr="000372C6">
        <w:rPr>
          <w:rFonts w:hint="cs"/>
          <w:rtl/>
          <w:lang w:bidi="fa-IR"/>
        </w:rPr>
        <w:t>یی</w:t>
      </w:r>
      <w:r w:rsidRPr="000372C6">
        <w:rPr>
          <w:rFonts w:hint="eastAsia"/>
          <w:rtl/>
          <w:lang w:bidi="fa-IR"/>
        </w:rPr>
        <w:t>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121،</w:t>
      </w:r>
      <w:r w:rsidRPr="000372C6">
        <w:rPr>
          <w:rtl/>
          <w:lang w:bidi="fa-IR"/>
        </w:rPr>
        <w:t xml:space="preserve"> أنساب الأشراف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420؛</w:t>
      </w:r>
      <w:r w:rsidRPr="000372C6">
        <w:rPr>
          <w:rtl/>
          <w:lang w:bidi="fa-IR"/>
        </w:rPr>
        <w:t xml:space="preserve"> المناقب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4،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117؛</w:t>
      </w:r>
      <w:r w:rsidRPr="000372C6">
        <w:rPr>
          <w:rtl/>
          <w:lang w:bidi="fa-IR"/>
        </w:rPr>
        <w:t xml:space="preserve"> مروج الذهب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64؛</w:t>
      </w:r>
      <w:r w:rsidRPr="000372C6">
        <w:rPr>
          <w:rtl/>
          <w:lang w:bidi="fa-IR"/>
        </w:rPr>
        <w:t xml:space="preserve">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الکمال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6،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447؛</w:t>
      </w:r>
      <w:r w:rsidRPr="000372C6">
        <w:rPr>
          <w:rtl/>
          <w:lang w:bidi="fa-IR"/>
        </w:rPr>
        <w:t xml:space="preserve">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أعلام النبلاء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318؛</w:t>
      </w:r>
      <w:r w:rsidRPr="000372C6">
        <w:rPr>
          <w:rtl/>
          <w:lang w:bidi="fa-IR"/>
        </w:rPr>
        <w:t xml:space="preserve"> الاست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عاب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379؛</w:t>
      </w:r>
      <w:r w:rsidRPr="000372C6">
        <w:rPr>
          <w:rtl/>
          <w:lang w:bidi="fa-IR"/>
        </w:rPr>
        <w:t xml:space="preserve"> تهذ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ابن عساکر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4،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345؛</w:t>
      </w:r>
      <w:r w:rsidRPr="000372C6">
        <w:rPr>
          <w:rtl/>
          <w:lang w:bidi="fa-IR"/>
        </w:rPr>
        <w:t xml:space="preserve"> البدا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و النها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8،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213؛</w:t>
      </w:r>
      <w:r w:rsidRPr="000372C6">
        <w:rPr>
          <w:rtl/>
          <w:lang w:bidi="fa-IR"/>
        </w:rPr>
        <w:t xml:space="preserve"> جواهر العقد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33.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Pr="000372C6">
        <w:rPr>
          <w:rtl/>
          <w:lang w:bidi="fa-IR"/>
        </w:rPr>
        <w:t xml:space="preserve"> مث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 w:rsidRPr="000372C6">
        <w:rPr>
          <w:rtl/>
          <w:lang w:bidi="fa-IR"/>
        </w:rPr>
        <w:t xml:space="preserve"> الأح</w:t>
      </w:r>
      <w:r w:rsidRPr="000372C6">
        <w:rPr>
          <w:rFonts w:hint="eastAsia"/>
          <w:rtl/>
          <w:lang w:bidi="fa-IR"/>
        </w:rPr>
        <w:t>زان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110.</w:t>
      </w:r>
    </w:p>
    <w:p w:rsidR="00AF5B08" w:rsidRPr="000372C6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5.</w:t>
      </w:r>
      <w:r w:rsidRPr="000372C6">
        <w:rPr>
          <w:rtl/>
          <w:lang w:bidi="fa-IR"/>
        </w:rPr>
        <w:t xml:space="preserve"> سبط ابن جوز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تذکره الخواص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270</w:t>
      </w:r>
      <w:r w:rsidRPr="000372C6">
        <w:rPr>
          <w:rtl/>
          <w:lang w:bidi="fa-IR"/>
        </w:rPr>
        <w:t xml:space="preserve"> اشعار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را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گونه آورده است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97"/>
        <w:gridCol w:w="288"/>
        <w:gridCol w:w="3959"/>
      </w:tblGrid>
      <w:tr w:rsidR="00AF5B08" w:rsidTr="00BC210C">
        <w:trPr>
          <w:trHeight w:val="350"/>
        </w:trPr>
        <w:tc>
          <w:tcPr>
            <w:tcW w:w="3798" w:type="dxa"/>
            <w:shd w:val="clear" w:color="auto" w:fill="auto"/>
          </w:tcPr>
          <w:p w:rsidR="00AF5B08" w:rsidRDefault="00AF5B08" w:rsidP="00BC210C">
            <w:pPr>
              <w:pStyle w:val="libPoemFootnote"/>
            </w:pP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قول</w:t>
            </w:r>
            <w:r w:rsidRPr="000372C6">
              <w:rPr>
                <w:rtl/>
                <w:lang w:bidi="fa-IR"/>
              </w:rPr>
              <w:t xml:space="preserve"> أم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ر</w:t>
            </w:r>
            <w:r w:rsidRPr="000372C6">
              <w:rPr>
                <w:rtl/>
                <w:lang w:bidi="fa-IR"/>
              </w:rPr>
              <w:t xml:space="preserve"> غادر أ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غادر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  <w:shd w:val="clear" w:color="auto" w:fill="auto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  <w:shd w:val="clear" w:color="auto" w:fill="auto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ألا کنت قاتلت الشه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د</w:t>
            </w:r>
            <w:r w:rsidRPr="000372C6">
              <w:rPr>
                <w:rtl/>
                <w:lang w:bidi="fa-IR"/>
              </w:rPr>
              <w:t xml:space="preserve"> بن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ونفس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خذلانه و اعتزاله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و ب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عه</w:t>
            </w:r>
            <w:r w:rsidRPr="000372C6">
              <w:rPr>
                <w:rtl/>
                <w:lang w:bidi="fa-IR"/>
              </w:rPr>
              <w:t xml:space="preserve"> هذا الناکث العهد لائمه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ف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اندم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ألا أکون نصرته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ألا کل نفس لا تسدد نائمه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و ان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أن لم أکن من حماته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لذو حسره ما ان تفارق لازمه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سق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الله أرواح الذ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ن</w:t>
            </w:r>
            <w:r w:rsidRPr="000372C6">
              <w:rPr>
                <w:rtl/>
                <w:lang w:bidi="fa-IR"/>
              </w:rPr>
              <w:t xml:space="preserve"> تآزروا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نصره سق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eastAsia"/>
                <w:rtl/>
                <w:lang w:bidi="fa-IR"/>
              </w:rPr>
              <w:t>من</w:t>
            </w:r>
            <w:r w:rsidRPr="000372C6">
              <w:rPr>
                <w:rtl/>
                <w:lang w:bidi="fa-IR"/>
              </w:rPr>
              <w:t xml:space="preserve"> الغ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ث</w:t>
            </w:r>
            <w:r w:rsidRPr="000372C6">
              <w:rPr>
                <w:rtl/>
                <w:lang w:bidi="fa-IR"/>
              </w:rPr>
              <w:t xml:space="preserve"> دائمه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وقفت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أطلالهم و محالهم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فکاد الحش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نفض</w:t>
            </w:r>
            <w:r w:rsidRPr="000372C6">
              <w:rPr>
                <w:rtl/>
                <w:lang w:bidi="fa-IR"/>
              </w:rPr>
              <w:t xml:space="preserve"> و الع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ن</w:t>
            </w:r>
            <w:r w:rsidRPr="000372C6">
              <w:rPr>
                <w:rtl/>
                <w:lang w:bidi="fa-IR"/>
              </w:rPr>
              <w:t xml:space="preserve"> ساجمه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لعمر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لقد کانوا سراعا ال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الوغ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مصال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ت</w:t>
            </w:r>
            <w:r w:rsidRPr="000372C6">
              <w:rPr>
                <w:rtl/>
                <w:lang w:bidi="fa-IR"/>
              </w:rPr>
              <w:t xml:space="preserve"> ف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اله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جا</w:t>
            </w:r>
            <w:r w:rsidRPr="000372C6">
              <w:rPr>
                <w:rtl/>
                <w:lang w:bidi="fa-IR"/>
              </w:rPr>
              <w:t xml:space="preserve"> حماه خضارمه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 xml:space="preserve">فان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قتلوا</w:t>
            </w:r>
            <w:r w:rsidRPr="000372C6">
              <w:rPr>
                <w:rtl/>
                <w:lang w:bidi="fa-IR"/>
              </w:rPr>
              <w:t xml:space="preserve"> ف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کل نفس بق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الأرض قد أضحت لذلک واجمه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و ما أن رأ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الراؤن أفضل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لد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الموت سادات و زهر قماقمه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أ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قتلهم</w:t>
            </w:r>
            <w:r w:rsidRPr="000372C6">
              <w:rPr>
                <w:rtl/>
                <w:lang w:bidi="fa-IR"/>
              </w:rPr>
              <w:t xml:space="preserve"> ظلما و 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رجوا</w:t>
            </w:r>
            <w:r w:rsidRPr="000372C6">
              <w:rPr>
                <w:rtl/>
                <w:lang w:bidi="fa-IR"/>
              </w:rPr>
              <w:t xml:space="preserve"> ودادنا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فدع خطه 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ست</w:t>
            </w:r>
            <w:r w:rsidRPr="000372C6">
              <w:rPr>
                <w:rtl/>
                <w:lang w:bidi="fa-IR"/>
              </w:rPr>
              <w:t xml:space="preserve"> لنا بملائمه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لعمر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لقد ارغمتمونا بقتلهم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فکم ناقم منا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کم</w:t>
            </w:r>
            <w:r w:rsidRPr="000372C6">
              <w:rPr>
                <w:rtl/>
                <w:lang w:bidi="fa-IR"/>
              </w:rPr>
              <w:t xml:space="preserve"> و ناقم</w:t>
            </w:r>
            <w:r>
              <w:rPr>
                <w:rFonts w:hint="cs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أهم مرارا أن أس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ر</w:t>
            </w:r>
            <w:r w:rsidRPr="000372C6">
              <w:rPr>
                <w:rtl/>
                <w:lang w:bidi="fa-IR"/>
              </w:rPr>
              <w:t xml:space="preserve"> بجحفل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ال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فئه زاعت عن الحق ظالمه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B08" w:rsidTr="00BC210C">
        <w:tblPrEx>
          <w:tblLook w:val="04A0"/>
        </w:tblPrEx>
        <w:trPr>
          <w:trHeight w:val="350"/>
        </w:trPr>
        <w:tc>
          <w:tcPr>
            <w:tcW w:w="3798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فکفوا و الا زرتکم ف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tl/>
                <w:lang w:bidi="fa-IR"/>
              </w:rPr>
              <w:t xml:space="preserve"> کتا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AF5B08" w:rsidRDefault="00AF5B08" w:rsidP="00BC210C">
            <w:pPr>
              <w:pStyle w:val="libPoemFootnote"/>
              <w:rPr>
                <w:rtl/>
              </w:rPr>
            </w:pPr>
          </w:p>
        </w:tc>
        <w:tc>
          <w:tcPr>
            <w:tcW w:w="3762" w:type="dxa"/>
          </w:tcPr>
          <w:p w:rsidR="00AF5B08" w:rsidRDefault="00AF5B08" w:rsidP="00BC210C">
            <w:pPr>
              <w:pStyle w:val="libPoemFootnote"/>
            </w:pPr>
            <w:r w:rsidRPr="000372C6">
              <w:rPr>
                <w:rtl/>
                <w:lang w:bidi="fa-IR"/>
              </w:rPr>
              <w:t>أشد عل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کم</w:t>
            </w:r>
            <w:r w:rsidRPr="000372C6">
              <w:rPr>
                <w:rtl/>
                <w:lang w:bidi="fa-IR"/>
              </w:rPr>
              <w:t xml:space="preserve"> من زحوف الد</w:t>
            </w:r>
            <w:r w:rsidRPr="000372C6">
              <w:rPr>
                <w:rFonts w:hint="cs"/>
                <w:rtl/>
                <w:lang w:bidi="fa-IR"/>
              </w:rPr>
              <w:t>ی</w:t>
            </w:r>
            <w:r w:rsidRPr="000372C6">
              <w:rPr>
                <w:rFonts w:hint="eastAsia"/>
                <w:rtl/>
                <w:lang w:bidi="fa-IR"/>
              </w:rPr>
              <w:t>المه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6.</w:t>
      </w:r>
      <w:r w:rsidRPr="000372C6">
        <w:rPr>
          <w:rtl/>
          <w:lang w:bidi="fa-IR"/>
        </w:rPr>
        <w:t xml:space="preserve"> مسار الش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46.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7. </w:t>
      </w:r>
      <w:r w:rsidRPr="000372C6">
        <w:rPr>
          <w:rtl/>
          <w:lang w:bidi="fa-IR"/>
        </w:rPr>
        <w:t>مصباح المتهجد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730.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8. </w:t>
      </w:r>
      <w:r w:rsidRPr="000372C6">
        <w:rPr>
          <w:rtl/>
          <w:lang w:bidi="fa-IR"/>
        </w:rPr>
        <w:t>منهاج الصلاح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بنابر نقل لؤلؤ و مرجان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147</w:t>
      </w:r>
      <w:r w:rsidR="000510B4">
        <w:rPr>
          <w:rFonts w:hint="cs"/>
          <w:rtl/>
          <w:lang w:bidi="fa-IR"/>
        </w:rPr>
        <w:t>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9.</w:t>
      </w:r>
      <w:r w:rsidRPr="000372C6">
        <w:rPr>
          <w:rtl/>
          <w:lang w:bidi="fa-IR"/>
        </w:rPr>
        <w:t xml:space="preserve"> العدد القو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219،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11؛</w:t>
      </w:r>
      <w:r w:rsidRPr="000372C6">
        <w:rPr>
          <w:rtl/>
          <w:lang w:bidi="fa-IR"/>
        </w:rPr>
        <w:t xml:space="preserve"> بحارالأنوار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98،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195.</w:t>
      </w:r>
    </w:p>
    <w:p w:rsidR="00AF5B08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10.</w:t>
      </w:r>
      <w:r w:rsidRPr="000372C6">
        <w:rPr>
          <w:rtl/>
          <w:lang w:bidi="fa-IR"/>
        </w:rPr>
        <w:t xml:space="preserve"> مصباح کفعم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489.</w:t>
      </w:r>
    </w:p>
    <w:p w:rsidR="00AF5B08" w:rsidRPr="000372C6" w:rsidRDefault="00AF5B08" w:rsidP="00AF5B0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11.</w:t>
      </w:r>
      <w:r w:rsidRPr="000372C6">
        <w:rPr>
          <w:rtl/>
          <w:lang w:bidi="fa-IR"/>
        </w:rPr>
        <w:t xml:space="preserve"> بحارالأنوار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101،</w:t>
      </w:r>
      <w:r w:rsidRPr="000372C6">
        <w:rPr>
          <w:rtl/>
          <w:lang w:bidi="fa-IR"/>
        </w:rPr>
        <w:t xml:space="preserve"> ص </w:t>
      </w:r>
      <w:r>
        <w:rPr>
          <w:rFonts w:hint="cs"/>
          <w:rtl/>
          <w:lang w:bidi="fa-IR"/>
        </w:rPr>
        <w:t>334.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12.</w:t>
      </w:r>
      <w:r w:rsidRPr="000372C6">
        <w:rPr>
          <w:rtl/>
          <w:lang w:bidi="fa-IR"/>
        </w:rPr>
        <w:t xml:space="preserve"> اخت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ار</w:t>
      </w:r>
      <w:r w:rsidRPr="000372C6">
        <w:rPr>
          <w:rtl/>
          <w:lang w:bidi="fa-IR"/>
        </w:rPr>
        <w:t xml:space="preserve"> معرفه الرجال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38،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78</w:t>
      </w:r>
      <w:r w:rsidR="000510B4">
        <w:rPr>
          <w:rFonts w:hint="cs"/>
          <w:rtl/>
          <w:lang w:bidi="fa-IR"/>
        </w:rPr>
        <w:t>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13.</w:t>
      </w:r>
      <w:r w:rsidRPr="000372C6">
        <w:rPr>
          <w:rtl/>
          <w:lang w:bidi="fa-IR"/>
        </w:rPr>
        <w:t xml:space="preserve"> همان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41،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87</w:t>
      </w:r>
      <w:r w:rsidR="000510B4">
        <w:rPr>
          <w:rFonts w:hint="cs"/>
          <w:rtl/>
          <w:lang w:bidi="fa-IR"/>
        </w:rPr>
        <w:t>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14.</w:t>
      </w:r>
      <w:r w:rsidRPr="000372C6">
        <w:rPr>
          <w:rtl/>
          <w:lang w:bidi="fa-IR"/>
        </w:rPr>
        <w:t xml:space="preserve"> همان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41،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88</w:t>
      </w:r>
      <w:r w:rsidR="000510B4">
        <w:rPr>
          <w:rFonts w:hint="cs"/>
          <w:rtl/>
          <w:lang w:bidi="fa-IR"/>
        </w:rPr>
        <w:t>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15. </w:t>
      </w:r>
      <w:r w:rsidRPr="000372C6">
        <w:rPr>
          <w:rtl/>
          <w:lang w:bidi="fa-IR"/>
        </w:rPr>
        <w:t>همان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44،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93</w:t>
      </w:r>
      <w:r w:rsidR="000510B4">
        <w:rPr>
          <w:rFonts w:hint="cs"/>
          <w:rtl/>
          <w:lang w:bidi="fa-IR"/>
        </w:rPr>
        <w:t>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16.</w:t>
      </w:r>
      <w:r w:rsidRPr="000372C6">
        <w:rPr>
          <w:rtl/>
          <w:lang w:bidi="fa-IR"/>
        </w:rPr>
        <w:t xml:space="preserve"> همان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124،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195</w:t>
      </w:r>
      <w:r w:rsidR="000510B4">
        <w:rPr>
          <w:rFonts w:hint="cs"/>
          <w:rtl/>
          <w:lang w:bidi="fa-IR"/>
        </w:rPr>
        <w:t>.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17.</w:t>
      </w:r>
      <w:r w:rsidRPr="000372C6">
        <w:rPr>
          <w:rtl/>
          <w:lang w:bidi="fa-IR"/>
        </w:rPr>
        <w:t xml:space="preserve"> مستدرک الوسائل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580</w:t>
      </w:r>
      <w:r w:rsidRPr="000372C6">
        <w:rPr>
          <w:rtl/>
          <w:lang w:bidi="fa-IR"/>
        </w:rPr>
        <w:t xml:space="preserve"> (الفائده الخامسه من الخاتمه)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ترجمه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جابر</w:t>
      </w:r>
      <w:r>
        <w:rPr>
          <w:rtl/>
          <w:lang w:bidi="fa-IR"/>
        </w:rPr>
        <w:t>؛</w:t>
      </w:r>
      <w:r w:rsidRPr="000372C6">
        <w:rPr>
          <w:rtl/>
          <w:lang w:bidi="fa-IR"/>
        </w:rPr>
        <w:t xml:space="preserve"> سف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البحار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141</w:t>
      </w:r>
      <w:r w:rsidR="000510B4">
        <w:rPr>
          <w:rFonts w:hint="cs"/>
          <w:rtl/>
          <w:lang w:bidi="fa-IR"/>
        </w:rPr>
        <w:t>.</w:t>
      </w:r>
    </w:p>
    <w:p w:rsidR="000510B4" w:rsidRDefault="00E069C7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18.</w:t>
      </w:r>
      <w:r w:rsidRPr="000372C6">
        <w:rPr>
          <w:rtl/>
          <w:lang w:bidi="fa-IR"/>
        </w:rPr>
        <w:t xml:space="preserve"> سف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البحار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141</w:t>
      </w:r>
      <w:r w:rsidRPr="000372C6">
        <w:rPr>
          <w:rtl/>
          <w:lang w:bidi="fa-IR"/>
        </w:rPr>
        <w:t xml:space="preserve"> - </w:t>
      </w:r>
      <w:r>
        <w:rPr>
          <w:rtl/>
          <w:lang w:bidi="fa-IR"/>
        </w:rPr>
        <w:t>140</w:t>
      </w:r>
      <w:r w:rsidR="000510B4">
        <w:rPr>
          <w:rFonts w:hint="cs"/>
          <w:rtl/>
          <w:lang w:bidi="fa-IR"/>
        </w:rPr>
        <w:t>.</w:t>
      </w:r>
    </w:p>
    <w:p w:rsidR="009A1D82" w:rsidRDefault="000510B4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19. </w:t>
      </w:r>
      <w:r w:rsidR="00E069C7" w:rsidRPr="000372C6">
        <w:rPr>
          <w:rtl/>
          <w:lang w:bidi="fa-IR"/>
        </w:rPr>
        <w:t>عبدالله بن عماره بن قدح روا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ت</w:t>
      </w:r>
      <w:r w:rsidR="00E069C7" w:rsidRPr="000372C6">
        <w:rPr>
          <w:rtl/>
          <w:lang w:bidi="fa-IR"/>
        </w:rPr>
        <w:t xml:space="preserve"> کرده است که جابر تمام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مشاهد را جز جنگ بدر حاضر گرد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ده</w:t>
      </w:r>
      <w:r w:rsidR="00E069C7" w:rsidRPr="000372C6">
        <w:rPr>
          <w:rtl/>
          <w:lang w:bidi="fa-IR"/>
        </w:rPr>
        <w:t xml:space="preserve"> است (ر ک</w:t>
      </w:r>
      <w:r w:rsidR="00E069C7">
        <w:rPr>
          <w:rtl/>
          <w:lang w:bidi="fa-IR"/>
        </w:rPr>
        <w:t>:</w:t>
      </w:r>
      <w:r w:rsidR="00E069C7" w:rsidRPr="000372C6">
        <w:rPr>
          <w:rtl/>
          <w:lang w:bidi="fa-IR"/>
        </w:rPr>
        <w:t xml:space="preserve"> تهذ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ب</w:t>
      </w:r>
      <w:r w:rsidR="00E069C7" w:rsidRPr="000372C6">
        <w:rPr>
          <w:rtl/>
          <w:lang w:bidi="fa-IR"/>
        </w:rPr>
        <w:t xml:space="preserve"> الکمال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448</w:t>
      </w:r>
      <w:r w:rsidR="00E069C7" w:rsidRPr="000372C6">
        <w:rPr>
          <w:rtl/>
          <w:lang w:bidi="fa-IR"/>
        </w:rPr>
        <w:t>)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ول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ا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ن</w:t>
      </w:r>
      <w:r w:rsidR="00E069C7" w:rsidRPr="000372C6">
        <w:rPr>
          <w:rtl/>
          <w:lang w:bidi="fa-IR"/>
        </w:rPr>
        <w:t xml:space="preserve"> مسئله مورد اختلاف است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ابن اث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 w:rsidRPr="000372C6">
        <w:rPr>
          <w:rtl/>
          <w:lang w:bidi="fa-IR"/>
        </w:rPr>
        <w:t xml:space="preserve"> تصر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ح</w:t>
      </w:r>
      <w:r w:rsidR="00E069C7" w:rsidRPr="000372C6">
        <w:rPr>
          <w:rtl/>
          <w:lang w:bidi="fa-IR"/>
        </w:rPr>
        <w:t xml:space="preserve"> م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کند که برخ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م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گو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ند</w:t>
      </w:r>
      <w:r w:rsidR="00E069C7" w:rsidRPr="000372C6">
        <w:rPr>
          <w:rtl/>
          <w:lang w:bidi="fa-IR"/>
        </w:rPr>
        <w:t xml:space="preserve"> که و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در بدر ن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ز</w:t>
      </w:r>
      <w:r w:rsidR="00E069C7" w:rsidRPr="000372C6">
        <w:rPr>
          <w:rtl/>
          <w:lang w:bidi="fa-IR"/>
        </w:rPr>
        <w:t xml:space="preserve"> ح</w:t>
      </w:r>
      <w:r w:rsidR="00E069C7" w:rsidRPr="000372C6">
        <w:rPr>
          <w:rFonts w:hint="eastAsia"/>
          <w:rtl/>
          <w:lang w:bidi="fa-IR"/>
        </w:rPr>
        <w:t>اضر</w:t>
      </w:r>
      <w:r w:rsidR="00E069C7" w:rsidRPr="000372C6">
        <w:rPr>
          <w:rtl/>
          <w:lang w:bidi="fa-IR"/>
        </w:rPr>
        <w:t xml:space="preserve"> بوده است (ر ک</w:t>
      </w:r>
      <w:r w:rsidR="00E069C7">
        <w:rPr>
          <w:rtl/>
          <w:lang w:bidi="fa-IR"/>
        </w:rPr>
        <w:t>:</w:t>
      </w:r>
      <w:r w:rsidR="00E069C7" w:rsidRPr="000372C6">
        <w:rPr>
          <w:rtl/>
          <w:lang w:bidi="fa-IR"/>
        </w:rPr>
        <w:t xml:space="preserve"> اسد الغابه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1،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257</w:t>
      </w:r>
      <w:r w:rsidR="00E069C7" w:rsidRPr="000372C6">
        <w:rPr>
          <w:rtl/>
          <w:lang w:bidi="fa-IR"/>
        </w:rPr>
        <w:t>)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و برخ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روا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ات</w:t>
      </w:r>
      <w:r w:rsidR="00E069C7" w:rsidRPr="000372C6">
        <w:rPr>
          <w:rtl/>
          <w:lang w:bidi="fa-IR"/>
        </w:rPr>
        <w:t xml:space="preserve"> درکتابها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فر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ق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ن</w:t>
      </w:r>
      <w:r w:rsidR="00E069C7" w:rsidRPr="000372C6">
        <w:rPr>
          <w:rtl/>
          <w:lang w:bidi="fa-IR"/>
        </w:rPr>
        <w:t xml:space="preserve"> بر ا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ن</w:t>
      </w:r>
      <w:r w:rsidR="00E069C7" w:rsidRPr="000372C6">
        <w:rPr>
          <w:rtl/>
          <w:lang w:bidi="fa-IR"/>
        </w:rPr>
        <w:t xml:space="preserve"> مطلب دلالت دارد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از جمله ش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خ</w:t>
      </w:r>
      <w:r w:rsidR="00E069C7" w:rsidRPr="000372C6">
        <w:rPr>
          <w:rtl/>
          <w:lang w:bidi="fa-IR"/>
        </w:rPr>
        <w:t xml:space="preserve"> طوس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به نقل از حضرت امام باقر</w:t>
      </w:r>
      <w:r w:rsidR="00E069C7">
        <w:rPr>
          <w:rtl/>
          <w:lang w:bidi="fa-IR"/>
        </w:rPr>
        <w:t xml:space="preserve"> </w:t>
      </w:r>
      <w:r w:rsidR="00E069C7" w:rsidRPr="00E13185">
        <w:rPr>
          <w:rStyle w:val="libAlaemChar"/>
          <w:rtl/>
        </w:rPr>
        <w:t>عليه‌السلام</w:t>
      </w:r>
      <w:r w:rsidR="00E069C7" w:rsidRPr="000372C6">
        <w:rPr>
          <w:rtl/>
          <w:lang w:bidi="fa-IR"/>
        </w:rPr>
        <w:t xml:space="preserve"> درباره جابر نقل م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tl/>
          <w:lang w:bidi="fa-IR"/>
        </w:rPr>
        <w:t xml:space="preserve"> کند که</w:t>
      </w:r>
      <w:r w:rsidR="00E069C7">
        <w:rPr>
          <w:rtl/>
          <w:lang w:bidi="fa-IR"/>
        </w:rPr>
        <w:t>:</w:t>
      </w:r>
    </w:p>
    <w:p w:rsidR="00E069C7" w:rsidRPr="000372C6" w:rsidRDefault="00E069C7" w:rsidP="007C6ACC">
      <w:pPr>
        <w:pStyle w:val="libFootnote0"/>
        <w:rPr>
          <w:rtl/>
          <w:lang w:bidi="fa-IR"/>
        </w:rPr>
      </w:pPr>
      <w:r w:rsidRPr="000372C6">
        <w:rPr>
          <w:rtl/>
          <w:lang w:bidi="fa-IR"/>
        </w:rPr>
        <w:t>«او بدر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احد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شجر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0372C6">
        <w:rPr>
          <w:rtl/>
          <w:lang w:bidi="fa-IR"/>
        </w:rPr>
        <w:t xml:space="preserve"> بوده است» (ر ک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سف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البحار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534</w:t>
      </w:r>
      <w:r w:rsidRPr="000372C6">
        <w:rPr>
          <w:rtl/>
          <w:lang w:bidi="fa-IR"/>
        </w:rPr>
        <w:t xml:space="preserve">) </w:t>
      </w:r>
      <w:r w:rsidRPr="000372C6">
        <w:rPr>
          <w:rFonts w:hint="eastAsia"/>
          <w:rtl/>
          <w:lang w:bidi="fa-IR"/>
        </w:rPr>
        <w:t>و</w:t>
      </w:r>
      <w:r w:rsidRPr="000372C6">
        <w:rPr>
          <w:rtl/>
          <w:lang w:bidi="fa-IR"/>
        </w:rPr>
        <w:t xml:space="preserve"> بخار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از جابر روا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کرده است که</w:t>
      </w:r>
      <w:r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در</w:t>
      </w:r>
      <w:r w:rsidRPr="000372C6">
        <w:rPr>
          <w:rtl/>
          <w:lang w:bidi="fa-IR"/>
        </w:rPr>
        <w:t xml:space="preserve"> روز بدر برا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اصحاب آب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رسانده است (ر ک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تار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البخار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207،</w:t>
      </w:r>
      <w:r w:rsidRPr="000372C6">
        <w:rPr>
          <w:rtl/>
          <w:lang w:bidi="fa-IR"/>
        </w:rPr>
        <w:t xml:space="preserve"> ح </w:t>
      </w:r>
      <w:r>
        <w:rPr>
          <w:rtl/>
          <w:lang w:bidi="fa-IR"/>
        </w:rPr>
        <w:t>2208</w:t>
      </w:r>
      <w:r w:rsidRPr="000372C6">
        <w:rPr>
          <w:rtl/>
          <w:lang w:bidi="fa-IR"/>
        </w:rPr>
        <w:t>)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کلب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تصر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به حضور 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جنگ بدر دارد (ر ک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الش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4،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46</w:t>
      </w:r>
      <w:r w:rsidRPr="000372C6">
        <w:rPr>
          <w:rtl/>
          <w:lang w:bidi="fa-IR"/>
        </w:rPr>
        <w:t>)</w:t>
      </w:r>
      <w:r w:rsidR="002527E0"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20</w:t>
      </w:r>
      <w:r w:rsidR="009A1D82">
        <w:rPr>
          <w:rFonts w:hint="cs"/>
          <w:rtl/>
          <w:lang w:bidi="fa-IR"/>
        </w:rPr>
        <w:t xml:space="preserve">. </w:t>
      </w:r>
      <w:r w:rsidR="00E069C7" w:rsidRPr="000372C6">
        <w:rPr>
          <w:rtl/>
          <w:lang w:bidi="fa-IR"/>
        </w:rPr>
        <w:t>معجم رجال الحد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ث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330،</w:t>
      </w:r>
      <w:r w:rsidR="00E069C7" w:rsidRPr="000372C6">
        <w:rPr>
          <w:rtl/>
          <w:lang w:bidi="fa-IR"/>
        </w:rPr>
        <w:t xml:space="preserve"> ش </w:t>
      </w:r>
      <w:r w:rsidR="00E069C7">
        <w:rPr>
          <w:rtl/>
          <w:lang w:bidi="fa-IR"/>
        </w:rPr>
        <w:t>2026؛</w:t>
      </w:r>
      <w:r w:rsidR="00E069C7" w:rsidRPr="000372C6">
        <w:rPr>
          <w:rtl/>
          <w:lang w:bidi="fa-IR"/>
        </w:rPr>
        <w:t xml:space="preserve"> المف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د</w:t>
      </w:r>
      <w:r w:rsidR="00E069C7" w:rsidRPr="000372C6">
        <w:rPr>
          <w:rtl/>
          <w:lang w:bidi="fa-IR"/>
        </w:rPr>
        <w:t xml:space="preserve"> من معجم رجال الحد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ث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100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21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تفص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ل</w:t>
      </w:r>
      <w:r w:rsidR="00E069C7" w:rsidRPr="000372C6">
        <w:rPr>
          <w:rtl/>
          <w:lang w:bidi="fa-IR"/>
        </w:rPr>
        <w:t xml:space="preserve"> آن را در کتاب ما بعد شهاده الحس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ن</w:t>
      </w:r>
      <w:r w:rsidR="00E069C7">
        <w:rPr>
          <w:rtl/>
          <w:lang w:bidi="fa-IR"/>
        </w:rPr>
        <w:t xml:space="preserve"> </w:t>
      </w:r>
      <w:r w:rsidR="00E069C7" w:rsidRPr="00E13185">
        <w:rPr>
          <w:rStyle w:val="libAlaemChar"/>
          <w:rtl/>
        </w:rPr>
        <w:t>عليه‌السلام</w:t>
      </w:r>
      <w:r w:rsidR="00E069C7" w:rsidRPr="000372C6">
        <w:rPr>
          <w:rtl/>
          <w:lang w:bidi="fa-IR"/>
        </w:rPr>
        <w:t xml:space="preserve"> اثر نگارنده مطالعه فرما</w:t>
      </w:r>
      <w:r w:rsidR="00E069C7" w:rsidRPr="000372C6">
        <w:rPr>
          <w:rFonts w:hint="cs"/>
          <w:rtl/>
          <w:lang w:bidi="fa-IR"/>
        </w:rPr>
        <w:t>یی</w:t>
      </w:r>
      <w:r w:rsidR="00E069C7" w:rsidRPr="000372C6">
        <w:rPr>
          <w:rFonts w:hint="eastAsia"/>
          <w:rtl/>
          <w:lang w:bidi="fa-IR"/>
        </w:rPr>
        <w:t>د</w:t>
      </w:r>
      <w:r w:rsidR="009A1D82"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22</w:t>
      </w:r>
      <w:r w:rsidR="00E069C7" w:rsidRPr="000372C6">
        <w:rPr>
          <w:rtl/>
          <w:lang w:bidi="fa-IR"/>
        </w:rPr>
        <w:t xml:space="preserve"> تهذ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ب</w:t>
      </w:r>
      <w:r w:rsidR="00E069C7" w:rsidRPr="000372C6">
        <w:rPr>
          <w:rtl/>
          <w:lang w:bidi="fa-IR"/>
        </w:rPr>
        <w:t xml:space="preserve"> الکمال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443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23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 w:rsidRPr="000372C6">
        <w:rPr>
          <w:rtl/>
          <w:lang w:bidi="fa-IR"/>
        </w:rPr>
        <w:t xml:space="preserve"> اعلام النبلاء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336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24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کتاب الثقات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3،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51؛</w:t>
      </w:r>
      <w:r w:rsidR="00E069C7" w:rsidRPr="000372C6">
        <w:rPr>
          <w:rtl/>
          <w:lang w:bidi="fa-IR"/>
        </w:rPr>
        <w:t xml:space="preserve"> المعجم الکب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2،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180،</w:t>
      </w:r>
      <w:r w:rsidR="00E069C7" w:rsidRPr="000372C6">
        <w:rPr>
          <w:rtl/>
          <w:lang w:bidi="fa-IR"/>
        </w:rPr>
        <w:t xml:space="preserve"> ح </w:t>
      </w:r>
      <w:r w:rsidR="00E069C7">
        <w:rPr>
          <w:rtl/>
          <w:lang w:bidi="fa-IR"/>
        </w:rPr>
        <w:t>1730</w:t>
      </w:r>
      <w:r w:rsidR="00E069C7" w:rsidRPr="000372C6">
        <w:rPr>
          <w:rtl/>
          <w:lang w:bidi="fa-IR"/>
        </w:rPr>
        <w:t xml:space="preserve"> و </w:t>
      </w:r>
      <w:r w:rsidR="00E069C7">
        <w:rPr>
          <w:rtl/>
          <w:lang w:bidi="fa-IR"/>
        </w:rPr>
        <w:t>1731؛</w:t>
      </w:r>
      <w:r w:rsidR="00E069C7" w:rsidRPr="000372C6">
        <w:rPr>
          <w:rtl/>
          <w:lang w:bidi="fa-IR"/>
        </w:rPr>
        <w:t xml:space="preserve"> مختصر تار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خ</w:t>
      </w:r>
      <w:r w:rsidR="00E069C7" w:rsidRPr="000372C6">
        <w:rPr>
          <w:rtl/>
          <w:lang w:bidi="fa-IR"/>
        </w:rPr>
        <w:t xml:space="preserve"> دمشق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5،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375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25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اع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ان</w:t>
      </w:r>
      <w:r w:rsidR="00E069C7" w:rsidRPr="000372C6">
        <w:rPr>
          <w:rtl/>
          <w:lang w:bidi="fa-IR"/>
        </w:rPr>
        <w:t xml:space="preserve"> الش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عه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46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26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 w:rsidRPr="000372C6">
        <w:rPr>
          <w:rtl/>
          <w:lang w:bidi="fa-IR"/>
        </w:rPr>
        <w:t xml:space="preserve"> اعلام النبلاء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337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27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 w:rsidRPr="000372C6">
        <w:rPr>
          <w:rtl/>
          <w:lang w:bidi="fa-IR"/>
        </w:rPr>
        <w:t xml:space="preserve"> اعلام النبلاء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339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28</w:t>
      </w:r>
      <w:r w:rsidR="009A1D82">
        <w:rPr>
          <w:rFonts w:hint="cs"/>
          <w:rtl/>
          <w:lang w:bidi="fa-IR"/>
        </w:rPr>
        <w:t xml:space="preserve">. </w:t>
      </w:r>
      <w:r w:rsidR="00E069C7" w:rsidRPr="000372C6">
        <w:rPr>
          <w:rtl/>
          <w:lang w:bidi="fa-IR"/>
        </w:rPr>
        <w:t>اسد الغابه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1،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257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29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تنق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ح</w:t>
      </w:r>
      <w:r w:rsidR="00E069C7" w:rsidRPr="000372C6">
        <w:rPr>
          <w:rtl/>
          <w:lang w:bidi="fa-IR"/>
        </w:rPr>
        <w:t xml:space="preserve"> المقال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1،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199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30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اع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ان</w:t>
      </w:r>
      <w:r w:rsidR="00E069C7" w:rsidRPr="000372C6">
        <w:rPr>
          <w:rtl/>
          <w:lang w:bidi="fa-IR"/>
        </w:rPr>
        <w:t xml:space="preserve"> الش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عه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46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31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س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ر</w:t>
      </w:r>
      <w:r w:rsidR="00E069C7" w:rsidRPr="000372C6">
        <w:rPr>
          <w:rtl/>
          <w:lang w:bidi="fa-IR"/>
        </w:rPr>
        <w:t xml:space="preserve"> اعلام النبلاء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336</w:t>
      </w:r>
      <w:r>
        <w:rPr>
          <w:rFonts w:hint="cs"/>
          <w:rtl/>
          <w:lang w:bidi="fa-IR"/>
        </w:rPr>
        <w:t>.</w:t>
      </w:r>
    </w:p>
    <w:p w:rsidR="00E069C7" w:rsidRPr="000372C6" w:rsidRDefault="002527E0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32</w:t>
      </w:r>
      <w:r w:rsidR="009A1D82">
        <w:rPr>
          <w:rFonts w:hint="cs"/>
          <w:rtl/>
          <w:lang w:bidi="fa-IR"/>
        </w:rPr>
        <w:t>.</w:t>
      </w:r>
      <w:r w:rsidR="00E069C7" w:rsidRPr="000372C6">
        <w:rPr>
          <w:rtl/>
          <w:lang w:bidi="fa-IR"/>
        </w:rPr>
        <w:t xml:space="preserve"> اع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ان</w:t>
      </w:r>
      <w:r w:rsidR="00E069C7" w:rsidRPr="000372C6">
        <w:rPr>
          <w:rtl/>
          <w:lang w:bidi="fa-IR"/>
        </w:rPr>
        <w:t xml:space="preserve"> الش</w:t>
      </w:r>
      <w:r w:rsidR="00E069C7" w:rsidRPr="000372C6">
        <w:rPr>
          <w:rFonts w:hint="cs"/>
          <w:rtl/>
          <w:lang w:bidi="fa-IR"/>
        </w:rPr>
        <w:t>ی</w:t>
      </w:r>
      <w:r w:rsidR="00E069C7" w:rsidRPr="000372C6">
        <w:rPr>
          <w:rFonts w:hint="eastAsia"/>
          <w:rtl/>
          <w:lang w:bidi="fa-IR"/>
        </w:rPr>
        <w:t>عه</w:t>
      </w:r>
      <w:r w:rsidR="00E069C7">
        <w:rPr>
          <w:rtl/>
          <w:lang w:bidi="fa-IR"/>
        </w:rPr>
        <w:t>،</w:t>
      </w:r>
      <w:r w:rsidR="00E069C7" w:rsidRPr="000372C6">
        <w:rPr>
          <w:rtl/>
          <w:lang w:bidi="fa-IR"/>
        </w:rPr>
        <w:t xml:space="preserve"> ج </w:t>
      </w:r>
      <w:r w:rsidR="00E069C7">
        <w:rPr>
          <w:rtl/>
          <w:lang w:bidi="fa-IR"/>
        </w:rPr>
        <w:t>4،</w:t>
      </w:r>
      <w:r w:rsidR="00E069C7" w:rsidRPr="000372C6">
        <w:rPr>
          <w:rtl/>
          <w:lang w:bidi="fa-IR"/>
        </w:rPr>
        <w:t xml:space="preserve"> ص </w:t>
      </w:r>
      <w:r w:rsidR="00E069C7">
        <w:rPr>
          <w:rtl/>
          <w:lang w:bidi="fa-IR"/>
        </w:rPr>
        <w:t>336</w:t>
      </w:r>
      <w:r>
        <w:rPr>
          <w:rFonts w:hint="cs"/>
          <w:rtl/>
          <w:lang w:bidi="fa-IR"/>
        </w:rPr>
        <w:t>.</w:t>
      </w:r>
    </w:p>
    <w:p w:rsidR="00722052" w:rsidRPr="000372C6" w:rsidRDefault="00722052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33.</w:t>
      </w:r>
      <w:r w:rsidRPr="000372C6">
        <w:rPr>
          <w:rtl/>
          <w:lang w:bidi="fa-IR"/>
        </w:rPr>
        <w:t xml:space="preserve"> سف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البحار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205</w:t>
      </w:r>
      <w:r w:rsidRPr="000372C6">
        <w:rPr>
          <w:rtl/>
          <w:lang w:bidi="fa-IR"/>
        </w:rPr>
        <w:t xml:space="preserve"> (ماده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عطا)</w:t>
      </w:r>
      <w:r w:rsidR="001B738C">
        <w:rPr>
          <w:rFonts w:hint="cs"/>
          <w:rtl/>
          <w:lang w:bidi="fa-IR"/>
        </w:rPr>
        <w:t>.</w:t>
      </w:r>
    </w:p>
    <w:p w:rsidR="00722052" w:rsidRDefault="00722052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34. </w:t>
      </w:r>
      <w:r w:rsidRPr="000372C6">
        <w:rPr>
          <w:rtl/>
          <w:lang w:bidi="fa-IR"/>
        </w:rPr>
        <w:t>سف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نه</w:t>
      </w:r>
      <w:r w:rsidRPr="000372C6">
        <w:rPr>
          <w:rtl/>
          <w:lang w:bidi="fa-IR"/>
        </w:rPr>
        <w:t xml:space="preserve"> البحار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205،</w:t>
      </w:r>
      <w:r w:rsidRPr="000372C6">
        <w:rPr>
          <w:rtl/>
          <w:lang w:bidi="fa-IR"/>
        </w:rPr>
        <w:t xml:space="preserve"> (ماده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عطا)</w:t>
      </w:r>
      <w:r w:rsidR="001B738C">
        <w:rPr>
          <w:rFonts w:hint="cs"/>
          <w:rtl/>
          <w:lang w:bidi="fa-IR"/>
        </w:rPr>
        <w:t>.</w:t>
      </w:r>
    </w:p>
    <w:p w:rsidR="001B738C" w:rsidRPr="000372C6" w:rsidRDefault="001B738C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35. </w:t>
      </w:r>
      <w:r w:rsidRPr="000372C6">
        <w:rPr>
          <w:rtl/>
          <w:lang w:bidi="fa-IR"/>
        </w:rPr>
        <w:t>بشاره المصطف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74،</w:t>
      </w:r>
      <w:r w:rsidRPr="000372C6">
        <w:rPr>
          <w:rtl/>
          <w:lang w:bidi="fa-IR"/>
        </w:rPr>
        <w:t xml:space="preserve"> و هم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مضمون با اندک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تفاوت در مقتل خوارزم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190</w:t>
      </w:r>
      <w:r w:rsidRPr="000372C6">
        <w:rPr>
          <w:rtl/>
          <w:lang w:bidi="fa-IR"/>
        </w:rPr>
        <w:t xml:space="preserve">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ده</w:t>
      </w:r>
      <w:r w:rsidRPr="000372C6">
        <w:rPr>
          <w:rtl/>
          <w:lang w:bidi="fa-IR"/>
        </w:rPr>
        <w:t xml:space="preserve">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>
        <w:rPr>
          <w:rFonts w:hint="cs"/>
          <w:rtl/>
          <w:lang w:bidi="fa-IR"/>
        </w:rPr>
        <w:t>.</w:t>
      </w:r>
    </w:p>
    <w:p w:rsidR="001B738C" w:rsidRPr="000372C6" w:rsidRDefault="001B738C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36.</w:t>
      </w:r>
      <w:r w:rsidRPr="000372C6">
        <w:rPr>
          <w:rtl/>
          <w:lang w:bidi="fa-IR"/>
        </w:rPr>
        <w:t xml:space="preserve"> ظاهرا مقصود از عطا همان عط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 w:rsidRPr="000372C6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همان طور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محدث نور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ز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احتمال را داده است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ر ک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لؤلؤ و مرجان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149</w:t>
      </w:r>
      <w:r>
        <w:rPr>
          <w:rFonts w:hint="cs"/>
          <w:rtl/>
          <w:lang w:bidi="fa-IR"/>
        </w:rPr>
        <w:t>.</w:t>
      </w:r>
    </w:p>
    <w:p w:rsidR="001B738C" w:rsidRPr="000372C6" w:rsidRDefault="001B738C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37.</w:t>
      </w:r>
      <w:r w:rsidRPr="000372C6">
        <w:rPr>
          <w:rtl/>
          <w:lang w:bidi="fa-IR"/>
        </w:rPr>
        <w:t xml:space="preserve"> سعد ماده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اه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خوشبو کننده است ابن منظور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السعد بالضم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من الط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السعاد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مثله</w:t>
      </w:r>
      <w:r>
        <w:rPr>
          <w:rtl/>
          <w:lang w:bidi="fa-IR"/>
        </w:rPr>
        <w:t>.</w:t>
      </w:r>
      <w:r w:rsidRPr="000372C6">
        <w:rPr>
          <w:rtl/>
          <w:lang w:bidi="fa-IR"/>
        </w:rPr>
        <w:t xml:space="preserve"> قال الأزهر</w:t>
      </w:r>
      <w:r w:rsidRPr="000372C6"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السعد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نبت له أصل تحت الأرض أسود ط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ب</w:t>
      </w:r>
      <w:r w:rsidRPr="000372C6">
        <w:rPr>
          <w:rtl/>
          <w:lang w:bidi="fa-IR"/>
        </w:rPr>
        <w:t xml:space="preserve"> (ر ک</w:t>
      </w:r>
      <w:r>
        <w:rPr>
          <w:rtl/>
          <w:lang w:bidi="fa-IR"/>
        </w:rPr>
        <w:t>:</w:t>
      </w:r>
      <w:r w:rsidRPr="000372C6">
        <w:rPr>
          <w:rtl/>
          <w:lang w:bidi="fa-IR"/>
        </w:rPr>
        <w:t xml:space="preserve"> لسان العرب ج </w:t>
      </w:r>
      <w:r>
        <w:rPr>
          <w:rtl/>
          <w:lang w:bidi="fa-IR"/>
        </w:rPr>
        <w:t>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316</w:t>
      </w:r>
      <w:r w:rsidRPr="000372C6">
        <w:rPr>
          <w:rtl/>
          <w:lang w:bidi="fa-IR"/>
        </w:rPr>
        <w:t>)</w:t>
      </w:r>
      <w:r>
        <w:rPr>
          <w:rFonts w:hint="cs"/>
          <w:rtl/>
          <w:lang w:bidi="fa-IR"/>
        </w:rPr>
        <w:t>.</w:t>
      </w:r>
    </w:p>
    <w:p w:rsidR="001B738C" w:rsidRDefault="001B738C" w:rsidP="007C6AC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38.</w:t>
      </w:r>
      <w:r w:rsidRPr="000372C6">
        <w:rPr>
          <w:rtl/>
          <w:lang w:bidi="fa-IR"/>
        </w:rPr>
        <w:t xml:space="preserve"> مصباح الزائر</w:t>
      </w:r>
      <w:r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ص</w:t>
      </w:r>
      <w:r w:rsidRPr="000372C6">
        <w:rPr>
          <w:rtl/>
          <w:lang w:bidi="fa-IR"/>
        </w:rPr>
        <w:t xml:space="preserve"> </w:t>
      </w:r>
      <w:r>
        <w:rPr>
          <w:rtl/>
          <w:lang w:bidi="fa-IR"/>
        </w:rPr>
        <w:t>286؛</w:t>
      </w:r>
      <w:r w:rsidRPr="000372C6">
        <w:rPr>
          <w:rtl/>
          <w:lang w:bidi="fa-IR"/>
        </w:rPr>
        <w:t xml:space="preserve"> بحارالأنوار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101،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329</w:t>
      </w:r>
      <w:r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39.</w:t>
      </w:r>
      <w:r w:rsidR="007C6ACC" w:rsidRPr="000372C6">
        <w:rPr>
          <w:rtl/>
          <w:lang w:bidi="fa-IR"/>
        </w:rPr>
        <w:t xml:space="preserve"> مث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ر</w:t>
      </w:r>
      <w:r w:rsidR="007C6ACC" w:rsidRPr="000372C6">
        <w:rPr>
          <w:rtl/>
          <w:lang w:bidi="fa-IR"/>
        </w:rPr>
        <w:t xml:space="preserve"> الأحزان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107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40.</w:t>
      </w:r>
      <w:r w:rsidR="007C6ACC" w:rsidRPr="000372C6">
        <w:rPr>
          <w:rtl/>
          <w:lang w:bidi="fa-IR"/>
        </w:rPr>
        <w:t xml:space="preserve"> اللهوف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225؛</w:t>
      </w:r>
      <w:r w:rsidR="007C6ACC" w:rsidRPr="000372C6">
        <w:rPr>
          <w:rtl/>
          <w:lang w:bidi="fa-IR"/>
        </w:rPr>
        <w:t xml:space="preserve"> تسل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ه</w:t>
      </w:r>
      <w:r w:rsidR="007C6ACC" w:rsidRPr="000372C6">
        <w:rPr>
          <w:rtl/>
          <w:lang w:bidi="fa-IR"/>
        </w:rPr>
        <w:t xml:space="preserve"> المجالس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ج </w:t>
      </w:r>
      <w:r w:rsidR="007C6ACC">
        <w:rPr>
          <w:rtl/>
          <w:lang w:bidi="fa-IR"/>
        </w:rPr>
        <w:t>2،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458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41.</w:t>
      </w:r>
      <w:r w:rsidR="007C6ACC" w:rsidRPr="000372C6">
        <w:rPr>
          <w:rtl/>
          <w:lang w:bidi="fa-IR"/>
        </w:rPr>
        <w:t xml:space="preserve"> ش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خ</w:t>
      </w:r>
      <w:r w:rsidR="007C6ACC" w:rsidRPr="000372C6">
        <w:rPr>
          <w:rtl/>
          <w:lang w:bidi="fa-IR"/>
        </w:rPr>
        <w:t xml:space="preserve"> صدوق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الأمال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232،</w:t>
      </w:r>
      <w:r w:rsidR="007C6ACC" w:rsidRPr="000372C6">
        <w:rPr>
          <w:rtl/>
          <w:lang w:bidi="fa-IR"/>
        </w:rPr>
        <w:t xml:space="preserve"> ح </w:t>
      </w:r>
      <w:r w:rsidR="007C6ACC">
        <w:rPr>
          <w:rtl/>
          <w:lang w:bidi="fa-IR"/>
        </w:rPr>
        <w:t>243؛</w:t>
      </w:r>
      <w:r w:rsidR="007C6ACC" w:rsidRPr="000372C6">
        <w:rPr>
          <w:rtl/>
          <w:lang w:bidi="fa-IR"/>
        </w:rPr>
        <w:t xml:space="preserve"> روضه الواعظ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ن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192،</w:t>
      </w:r>
      <w:r w:rsidR="007C6ACC" w:rsidRPr="000372C6">
        <w:rPr>
          <w:rtl/>
          <w:lang w:bidi="fa-IR"/>
        </w:rPr>
        <w:t xml:space="preserve"> بحارالأنوار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ج </w:t>
      </w:r>
      <w:r w:rsidR="007C6ACC">
        <w:rPr>
          <w:rtl/>
          <w:lang w:bidi="fa-IR"/>
        </w:rPr>
        <w:t>45،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140؛</w:t>
      </w:r>
      <w:r w:rsidR="007C6ACC" w:rsidRPr="000372C6">
        <w:rPr>
          <w:rtl/>
          <w:lang w:bidi="fa-IR"/>
        </w:rPr>
        <w:t xml:space="preserve"> العوالم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ج </w:t>
      </w:r>
      <w:r w:rsidR="007C6ACC">
        <w:rPr>
          <w:rtl/>
          <w:lang w:bidi="fa-IR"/>
        </w:rPr>
        <w:t>17،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440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42.</w:t>
      </w:r>
      <w:r w:rsidR="007C6ACC" w:rsidRPr="000372C6">
        <w:rPr>
          <w:rtl/>
          <w:lang w:bidi="fa-IR"/>
        </w:rPr>
        <w:t xml:space="preserve"> الأربع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ن</w:t>
      </w:r>
      <w:r w:rsidR="007C6ACC" w:rsidRPr="000372C6">
        <w:rPr>
          <w:rtl/>
          <w:lang w:bidi="fa-IR"/>
        </w:rPr>
        <w:t xml:space="preserve"> الحس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ن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ه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207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43.</w:t>
      </w:r>
      <w:r w:rsidR="007C6ACC" w:rsidRPr="000372C6">
        <w:rPr>
          <w:rtl/>
          <w:lang w:bidi="fa-IR"/>
        </w:rPr>
        <w:t xml:space="preserve"> و به عبارت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tl/>
          <w:lang w:bidi="fa-IR"/>
        </w:rPr>
        <w:t xml:space="preserve"> د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گر</w:t>
      </w:r>
      <w:r w:rsidR="007C6ACC" w:rsidRPr="000372C6">
        <w:rPr>
          <w:rtl/>
          <w:lang w:bidi="fa-IR"/>
        </w:rPr>
        <w:t xml:space="preserve"> عدم تصر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ح</w:t>
      </w:r>
      <w:r w:rsidR="007C6ACC" w:rsidRPr="000372C6">
        <w:rPr>
          <w:rtl/>
          <w:lang w:bidi="fa-IR"/>
        </w:rPr>
        <w:t xml:space="preserve"> اعم از تصر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ح</w:t>
      </w:r>
      <w:r w:rsidR="007C6ACC" w:rsidRPr="000372C6">
        <w:rPr>
          <w:rtl/>
          <w:lang w:bidi="fa-IR"/>
        </w:rPr>
        <w:t xml:space="preserve"> به عدم است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44.</w:t>
      </w:r>
      <w:r w:rsidR="007C6ACC" w:rsidRPr="000372C6">
        <w:rPr>
          <w:rtl/>
          <w:lang w:bidi="fa-IR"/>
        </w:rPr>
        <w:t xml:space="preserve"> مسار الش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عه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46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45.</w:t>
      </w:r>
      <w:r w:rsidR="007C6ACC" w:rsidRPr="000372C6">
        <w:rPr>
          <w:rtl/>
          <w:lang w:bidi="fa-IR"/>
        </w:rPr>
        <w:t xml:space="preserve"> مصباح المتهجد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730؛</w:t>
      </w:r>
      <w:r w:rsidR="007C6ACC" w:rsidRPr="000372C6">
        <w:rPr>
          <w:rtl/>
          <w:lang w:bidi="fa-IR"/>
        </w:rPr>
        <w:t xml:space="preserve"> بحارالأنوار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ج </w:t>
      </w:r>
      <w:r w:rsidR="007C6ACC">
        <w:rPr>
          <w:rtl/>
          <w:lang w:bidi="fa-IR"/>
        </w:rPr>
        <w:t>101،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334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46.</w:t>
      </w:r>
      <w:r w:rsidR="007C6ACC" w:rsidRPr="000372C6">
        <w:rPr>
          <w:rtl/>
          <w:lang w:bidi="fa-IR"/>
        </w:rPr>
        <w:t xml:space="preserve"> ا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ن</w:t>
      </w:r>
      <w:r w:rsidR="007C6ACC" w:rsidRPr="000372C6">
        <w:rPr>
          <w:rtl/>
          <w:lang w:bidi="fa-IR"/>
        </w:rPr>
        <w:t xml:space="preserve"> ترد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د</w:t>
      </w:r>
      <w:r w:rsidR="007C6ACC" w:rsidRPr="000372C6">
        <w:rPr>
          <w:rtl/>
          <w:lang w:bidi="fa-IR"/>
        </w:rPr>
        <w:t xml:space="preserve"> جا ندارد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سال شهادت حضرت اباعبدالله حس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ن</w:t>
      </w:r>
      <w:r w:rsidR="007C6ACC">
        <w:rPr>
          <w:rFonts w:hint="eastAsia"/>
          <w:rtl/>
          <w:lang w:bidi="fa-IR"/>
        </w:rPr>
        <w:t xml:space="preserve"> </w:t>
      </w:r>
      <w:r w:rsidR="007C6ACC" w:rsidRPr="00E13185">
        <w:rPr>
          <w:rStyle w:val="libAlaemChar"/>
          <w:rFonts w:hint="eastAsia"/>
          <w:rtl/>
        </w:rPr>
        <w:t>عليه‌السلام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بنابر قول مشهور و بلکه متواتر سال شصت و 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ک</w:t>
      </w:r>
      <w:r w:rsidR="007C6ACC" w:rsidRPr="000372C6">
        <w:rPr>
          <w:rtl/>
          <w:lang w:bidi="fa-IR"/>
        </w:rPr>
        <w:t xml:space="preserve"> هجر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tl/>
          <w:lang w:bidi="fa-IR"/>
        </w:rPr>
        <w:t xml:space="preserve"> قمر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tl/>
          <w:lang w:bidi="fa-IR"/>
        </w:rPr>
        <w:t xml:space="preserve"> بوده است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47.</w:t>
      </w:r>
      <w:r w:rsidR="007C6ACC" w:rsidRPr="000372C6">
        <w:rPr>
          <w:rtl/>
          <w:lang w:bidi="fa-IR"/>
        </w:rPr>
        <w:t xml:space="preserve"> العدد القو</w:t>
      </w:r>
      <w:r w:rsidR="007C6ACC" w:rsidRPr="000372C6">
        <w:rPr>
          <w:rFonts w:hint="cs"/>
          <w:rtl/>
          <w:lang w:bidi="fa-IR"/>
        </w:rPr>
        <w:t>ی</w:t>
      </w:r>
      <w:r w:rsidR="007C6ACC" w:rsidRPr="000372C6">
        <w:rPr>
          <w:rFonts w:hint="eastAsia"/>
          <w:rtl/>
          <w:lang w:bidi="fa-IR"/>
        </w:rPr>
        <w:t>ه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219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48.</w:t>
      </w:r>
      <w:r w:rsidR="007C6ACC" w:rsidRPr="000372C6">
        <w:rPr>
          <w:rtl/>
          <w:lang w:bidi="fa-IR"/>
        </w:rPr>
        <w:t xml:space="preserve"> مصباح کفعم</w:t>
      </w:r>
      <w:r w:rsidR="007C6ACC" w:rsidRPr="000372C6">
        <w:rPr>
          <w:rFonts w:hint="cs"/>
          <w:rtl/>
          <w:lang w:bidi="fa-IR"/>
        </w:rPr>
        <w:t>ی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510</w:t>
      </w:r>
      <w:r w:rsidR="00953FF4">
        <w:rPr>
          <w:rFonts w:hint="cs"/>
          <w:rtl/>
          <w:lang w:bidi="fa-IR"/>
        </w:rPr>
        <w:t>.</w:t>
      </w:r>
    </w:p>
    <w:p w:rsidR="007C6ACC" w:rsidRPr="000372C6" w:rsidRDefault="00B070A4" w:rsidP="00953FF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49.</w:t>
      </w:r>
      <w:r w:rsidR="007C6ACC" w:rsidRPr="000372C6">
        <w:rPr>
          <w:rtl/>
          <w:lang w:bidi="fa-IR"/>
        </w:rPr>
        <w:t xml:space="preserve"> همان</w:t>
      </w:r>
      <w:r w:rsidR="007C6ACC">
        <w:rPr>
          <w:rtl/>
          <w:lang w:bidi="fa-IR"/>
        </w:rPr>
        <w:t>،</w:t>
      </w:r>
      <w:r w:rsidR="007C6ACC" w:rsidRPr="000372C6">
        <w:rPr>
          <w:rtl/>
          <w:lang w:bidi="fa-IR"/>
        </w:rPr>
        <w:t xml:space="preserve"> ص </w:t>
      </w:r>
      <w:r w:rsidR="007C6ACC">
        <w:rPr>
          <w:rtl/>
          <w:lang w:bidi="fa-IR"/>
        </w:rPr>
        <w:t>489</w:t>
      </w:r>
      <w:r w:rsidR="00953FF4">
        <w:rPr>
          <w:rFonts w:hint="cs"/>
          <w:rtl/>
          <w:lang w:bidi="fa-IR"/>
        </w:rPr>
        <w:t>.</w:t>
      </w:r>
    </w:p>
    <w:p w:rsidR="003F0F52" w:rsidRPr="000372C6" w:rsidRDefault="003F0F52" w:rsidP="003F0F5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50. </w:t>
      </w:r>
      <w:r w:rsidRPr="000372C6">
        <w:rPr>
          <w:rtl/>
          <w:lang w:bidi="fa-IR"/>
        </w:rPr>
        <w:t>گو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</w:t>
      </w:r>
      <w:r w:rsidRPr="000372C6">
        <w:rPr>
          <w:rtl/>
          <w:lang w:bidi="fa-IR"/>
        </w:rPr>
        <w:t xml:space="preserve"> احتمال آن را مرحوم سپهر در ناسخ التوار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داده است و مرحوم آ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الله طبس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نجف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مقتل الامام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285</w:t>
      </w:r>
      <w:r w:rsidRPr="000372C6">
        <w:rPr>
          <w:rtl/>
          <w:lang w:bidi="fa-IR"/>
        </w:rPr>
        <w:t xml:space="preserve"> (مخطوط) آن را نقل نموده است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51.</w:t>
      </w:r>
      <w:r w:rsidRPr="000372C6">
        <w:rPr>
          <w:rtl/>
          <w:lang w:bidi="fa-IR"/>
        </w:rPr>
        <w:t xml:space="preserve"> جثته (خ ل)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52.</w:t>
      </w:r>
      <w:r w:rsidRPr="000372C6">
        <w:rPr>
          <w:rtl/>
          <w:lang w:bidi="fa-IR"/>
        </w:rPr>
        <w:t xml:space="preserve"> الآثار الباق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422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53.</w:t>
      </w:r>
      <w:r w:rsidRPr="000372C6">
        <w:rPr>
          <w:rtl/>
          <w:lang w:bidi="fa-IR"/>
        </w:rPr>
        <w:t xml:space="preserve"> الآثار الباق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فصل </w:t>
      </w:r>
      <w:r>
        <w:rPr>
          <w:rtl/>
          <w:lang w:bidi="fa-IR"/>
        </w:rPr>
        <w:t>20،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528</w:t>
      </w:r>
      <w:r w:rsidRPr="000372C6">
        <w:rPr>
          <w:rtl/>
          <w:lang w:bidi="fa-IR"/>
        </w:rPr>
        <w:t xml:space="preserve"> (ترجمه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اکبر دانا سرشت)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54.</w:t>
      </w:r>
      <w:r w:rsidRPr="000372C6">
        <w:rPr>
          <w:rtl/>
          <w:lang w:bidi="fa-IR"/>
        </w:rPr>
        <w:t xml:space="preserve"> التذکره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2،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668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55.</w:t>
      </w:r>
      <w:r w:rsidRPr="000372C6">
        <w:rPr>
          <w:rtl/>
          <w:lang w:bidi="fa-IR"/>
        </w:rPr>
        <w:t xml:space="preserve"> عجائب المخلوقات و غرائب الموجودات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45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56.</w:t>
      </w:r>
      <w:r w:rsidRPr="000372C6">
        <w:rPr>
          <w:rtl/>
          <w:lang w:bidi="fa-IR"/>
        </w:rPr>
        <w:t xml:space="preserve"> توض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ح</w:t>
      </w:r>
      <w:r w:rsidRPr="000372C6">
        <w:rPr>
          <w:rtl/>
          <w:lang w:bidi="fa-IR"/>
        </w:rPr>
        <w:t xml:space="preserve"> المقاصد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6</w:t>
      </w:r>
      <w:r w:rsidRPr="000372C6">
        <w:rPr>
          <w:rtl/>
          <w:lang w:bidi="fa-IR"/>
        </w:rPr>
        <w:t xml:space="preserve"> همان گونه که گذشت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فرما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که روز نوزدهم را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دانسته اند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مبن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برمحاسبه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روز عاشورا در ضمن عدد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است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وظاهر آن است که محاسبه از روز بعد است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ه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چ</w:t>
      </w:r>
      <w:r w:rsidRPr="000372C6">
        <w:rPr>
          <w:rtl/>
          <w:lang w:bidi="fa-IR"/>
        </w:rPr>
        <w:t xml:space="preserve"> کس جز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شان</w:t>
      </w:r>
      <w:r w:rsidRPr="000372C6">
        <w:rPr>
          <w:rtl/>
          <w:lang w:bidi="fa-IR"/>
        </w:rPr>
        <w:t xml:space="preserve">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روز را به عنوان روز اربع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معرف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نکرده است</w:t>
      </w:r>
      <w:r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57.</w:t>
      </w:r>
      <w:r w:rsidRPr="000372C6">
        <w:rPr>
          <w:rtl/>
          <w:lang w:bidi="fa-IR"/>
        </w:rPr>
        <w:t xml:space="preserve"> 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ض</w:t>
      </w:r>
      <w:r w:rsidRPr="000372C6">
        <w:rPr>
          <w:rtl/>
          <w:lang w:bidi="fa-IR"/>
        </w:rPr>
        <w:t xml:space="preserve"> القد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205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58.</w:t>
      </w:r>
      <w:r w:rsidRPr="000372C6">
        <w:rPr>
          <w:rtl/>
          <w:lang w:bidi="fa-IR"/>
        </w:rPr>
        <w:t xml:space="preserve"> بحارالأنوار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101،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334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59. </w:t>
      </w:r>
      <w:r w:rsidRPr="000372C6">
        <w:rPr>
          <w:rtl/>
          <w:lang w:bidi="fa-IR"/>
        </w:rPr>
        <w:t>الاتحاف بحب الأشراف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70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60.</w:t>
      </w:r>
      <w:r w:rsidRPr="000372C6">
        <w:rPr>
          <w:rtl/>
          <w:lang w:bidi="fa-IR"/>
        </w:rPr>
        <w:t xml:space="preserve"> معجم المؤلف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ج </w:t>
      </w:r>
      <w:r>
        <w:rPr>
          <w:rtl/>
          <w:lang w:bidi="fa-IR"/>
        </w:rPr>
        <w:t>13،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53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61. </w:t>
      </w:r>
      <w:r w:rsidRPr="000372C6">
        <w:rPr>
          <w:rtl/>
          <w:lang w:bidi="fa-IR"/>
        </w:rPr>
        <w:t>نور الأبصار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121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62.</w:t>
      </w:r>
      <w:r w:rsidRPr="000372C6">
        <w:rPr>
          <w:rtl/>
          <w:lang w:bidi="fa-IR"/>
        </w:rPr>
        <w:t xml:space="preserve"> مرحوم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</w:t>
      </w:r>
      <w:r w:rsidRPr="000372C6">
        <w:rPr>
          <w:rtl/>
          <w:lang w:bidi="fa-IR"/>
        </w:rPr>
        <w:t xml:space="preserve"> در لهوف تنها ورود اهل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ت</w:t>
      </w:r>
      <w:r w:rsidRPr="000372C6">
        <w:rPr>
          <w:rtl/>
          <w:lang w:bidi="fa-IR"/>
        </w:rPr>
        <w:t xml:space="preserve"> را به کربلا و ملاقات</w:t>
      </w:r>
      <w:r>
        <w:rPr>
          <w:rFonts w:hint="cs"/>
          <w:rtl/>
          <w:lang w:bidi="fa-IR"/>
        </w:rPr>
        <w:t xml:space="preserve"> </w:t>
      </w:r>
      <w:r w:rsidRPr="000372C6">
        <w:rPr>
          <w:rFonts w:hint="eastAsia"/>
          <w:rtl/>
          <w:lang w:bidi="fa-IR"/>
        </w:rPr>
        <w:t>با</w:t>
      </w:r>
      <w:r w:rsidRPr="000372C6">
        <w:rPr>
          <w:rtl/>
          <w:lang w:bidi="fa-IR"/>
        </w:rPr>
        <w:t xml:space="preserve"> جابر را نقل نموده اند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زمان را مع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نساخته اند</w:t>
      </w:r>
      <w:r w:rsidR="001F2984">
        <w:rPr>
          <w:rFonts w:hint="cs"/>
          <w:rtl/>
          <w:lang w:bidi="fa-IR"/>
        </w:rPr>
        <w:t>.</w:t>
      </w:r>
    </w:p>
    <w:p w:rsidR="007D4B29" w:rsidRPr="000372C6" w:rsidRDefault="007D4B29" w:rsidP="001F298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63.</w:t>
      </w:r>
      <w:r w:rsidRPr="000372C6">
        <w:rPr>
          <w:rtl/>
          <w:lang w:bidi="fa-IR"/>
        </w:rPr>
        <w:t xml:space="preserve"> الأربع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الحس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ه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ص </w:t>
      </w:r>
      <w:r>
        <w:rPr>
          <w:rtl/>
          <w:lang w:bidi="fa-IR"/>
        </w:rPr>
        <w:t>207</w:t>
      </w:r>
      <w:r w:rsidRPr="000372C6">
        <w:rPr>
          <w:rtl/>
          <w:lang w:bidi="fa-IR"/>
        </w:rPr>
        <w:t xml:space="preserve"> </w:t>
      </w:r>
      <w:r w:rsidR="001F2984">
        <w:rPr>
          <w:rFonts w:hint="cs"/>
          <w:rtl/>
          <w:lang w:bidi="fa-IR"/>
        </w:rPr>
        <w:t>-</w:t>
      </w:r>
      <w:r w:rsidRPr="000372C6">
        <w:rPr>
          <w:rtl/>
          <w:lang w:bidi="fa-IR"/>
        </w:rPr>
        <w:t xml:space="preserve"> </w:t>
      </w:r>
      <w:r>
        <w:rPr>
          <w:rtl/>
          <w:lang w:bidi="fa-IR"/>
        </w:rPr>
        <w:t>205</w:t>
      </w:r>
      <w:r w:rsidR="001F2984">
        <w:rPr>
          <w:rFonts w:hint="cs"/>
          <w:rtl/>
          <w:lang w:bidi="fa-IR"/>
        </w:rPr>
        <w:t>.</w:t>
      </w:r>
    </w:p>
    <w:p w:rsidR="00AF0501" w:rsidRPr="000372C6" w:rsidRDefault="00CB4A4A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64.</w:t>
      </w:r>
      <w:r w:rsidR="00AF0501" w:rsidRPr="000372C6">
        <w:rPr>
          <w:rtl/>
          <w:lang w:bidi="fa-IR"/>
        </w:rPr>
        <w:t xml:space="preserve"> اقبال الأعمال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589</w:t>
      </w:r>
      <w:r w:rsidR="00062F36">
        <w:rPr>
          <w:rFonts w:hint="cs"/>
          <w:rtl/>
          <w:lang w:bidi="fa-IR"/>
        </w:rPr>
        <w:t>.</w:t>
      </w:r>
    </w:p>
    <w:p w:rsidR="00AF0501" w:rsidRPr="000372C6" w:rsidRDefault="00CB4A4A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65.</w:t>
      </w:r>
      <w:r w:rsidR="00AF0501" w:rsidRPr="000372C6">
        <w:rPr>
          <w:rtl/>
          <w:lang w:bidi="fa-IR"/>
        </w:rPr>
        <w:t xml:space="preserve"> مصباح المتهجد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730</w:t>
      </w:r>
      <w:r w:rsidR="00062F36"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66.</w:t>
      </w:r>
      <w:r w:rsidR="00AF0501" w:rsidRPr="000372C6">
        <w:rPr>
          <w:rtl/>
          <w:lang w:bidi="fa-IR"/>
        </w:rPr>
        <w:t xml:space="preserve"> ر ک</w:t>
      </w:r>
      <w:r w:rsidR="00AF0501">
        <w:rPr>
          <w:rtl/>
          <w:lang w:bidi="fa-IR"/>
        </w:rPr>
        <w:t>:</w:t>
      </w:r>
      <w:r w:rsidR="00AF0501" w:rsidRPr="000372C6">
        <w:rPr>
          <w:rtl/>
          <w:lang w:bidi="fa-IR"/>
        </w:rPr>
        <w:t xml:space="preserve"> سنن ترمذ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5،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657؛</w:t>
      </w:r>
      <w:r w:rsidR="00AF0501" w:rsidRPr="000372C6">
        <w:rPr>
          <w:rtl/>
          <w:lang w:bidi="fa-IR"/>
        </w:rPr>
        <w:t xml:space="preserve"> المعجم الکب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ر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23،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373،</w:t>
      </w:r>
      <w:r w:rsidR="00AF0501" w:rsidRPr="000372C6">
        <w:rPr>
          <w:rtl/>
          <w:lang w:bidi="fa-IR"/>
        </w:rPr>
        <w:t xml:space="preserve"> ح </w:t>
      </w:r>
      <w:r w:rsidR="00AF0501">
        <w:rPr>
          <w:rtl/>
          <w:lang w:bidi="fa-IR"/>
        </w:rPr>
        <w:t>882؛</w:t>
      </w:r>
      <w:r w:rsidR="00AF0501" w:rsidRPr="000372C6">
        <w:rPr>
          <w:rtl/>
          <w:lang w:bidi="fa-IR"/>
        </w:rPr>
        <w:t xml:space="preserve"> تار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خ</w:t>
      </w:r>
      <w:r w:rsidR="00AF0501" w:rsidRPr="000372C6">
        <w:rPr>
          <w:rtl/>
          <w:lang w:bidi="fa-IR"/>
        </w:rPr>
        <w:t xml:space="preserve"> دمشق (ترجمه الامام الحس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 w:rsidRPr="000372C6">
        <w:rPr>
          <w:rtl/>
          <w:lang w:bidi="fa-IR"/>
        </w:rPr>
        <w:t xml:space="preserve"> عل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 w:rsidRPr="000372C6">
        <w:rPr>
          <w:rtl/>
          <w:lang w:bidi="fa-IR"/>
        </w:rPr>
        <w:t xml:space="preserve"> السلام)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388؛</w:t>
      </w:r>
      <w:r w:rsidR="00AF0501" w:rsidRPr="000372C6">
        <w:rPr>
          <w:rtl/>
          <w:lang w:bidi="fa-IR"/>
        </w:rPr>
        <w:t xml:space="preserve"> کفا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 w:rsidRPr="000372C6">
        <w:rPr>
          <w:rtl/>
          <w:lang w:bidi="fa-IR"/>
        </w:rPr>
        <w:t xml:space="preserve"> الطالب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433؛</w:t>
      </w:r>
      <w:r w:rsidR="00AF0501" w:rsidRPr="000372C6">
        <w:rPr>
          <w:rtl/>
          <w:lang w:bidi="fa-IR"/>
        </w:rPr>
        <w:t xml:space="preserve"> اسد الغابه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1،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22؛</w:t>
      </w:r>
      <w:r w:rsidR="00AF0501" w:rsidRPr="000372C6">
        <w:rPr>
          <w:rtl/>
          <w:lang w:bidi="fa-IR"/>
        </w:rPr>
        <w:t xml:space="preserve"> الخصائص الکبر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126؛</w:t>
      </w:r>
      <w:r w:rsidR="00AF0501" w:rsidRPr="000372C6">
        <w:rPr>
          <w:rtl/>
          <w:lang w:bidi="fa-IR"/>
        </w:rPr>
        <w:t xml:space="preserve"> البدا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 w:rsidRPr="000372C6">
        <w:rPr>
          <w:rtl/>
          <w:lang w:bidi="fa-IR"/>
        </w:rPr>
        <w:t xml:space="preserve"> و النها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8،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202؛</w:t>
      </w:r>
      <w:r w:rsidR="00AF0501" w:rsidRPr="000372C6">
        <w:rPr>
          <w:rtl/>
          <w:lang w:bidi="fa-IR"/>
        </w:rPr>
        <w:t xml:space="preserve"> س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ر</w:t>
      </w:r>
      <w:r w:rsidR="00AF0501" w:rsidRPr="000372C6">
        <w:rPr>
          <w:rtl/>
          <w:lang w:bidi="fa-IR"/>
        </w:rPr>
        <w:t xml:space="preserve"> اعلام ال</w:t>
      </w:r>
      <w:r w:rsidR="00AF0501" w:rsidRPr="000372C6">
        <w:rPr>
          <w:rFonts w:hint="eastAsia"/>
          <w:rtl/>
          <w:lang w:bidi="fa-IR"/>
        </w:rPr>
        <w:t>نبلاء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3،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316؛</w:t>
      </w:r>
      <w:r w:rsidR="00AF0501" w:rsidRPr="000372C6">
        <w:rPr>
          <w:rtl/>
          <w:lang w:bidi="fa-IR"/>
        </w:rPr>
        <w:t xml:space="preserve"> الصواعق المحرقه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294؛</w:t>
      </w:r>
      <w:r w:rsidR="00AF0501" w:rsidRPr="000372C6">
        <w:rPr>
          <w:rtl/>
          <w:lang w:bidi="fa-IR"/>
        </w:rPr>
        <w:t xml:space="preserve"> تهذ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ب</w:t>
      </w:r>
      <w:r w:rsidR="00AF0501" w:rsidRPr="000372C6">
        <w:rPr>
          <w:rtl/>
          <w:lang w:bidi="fa-IR"/>
        </w:rPr>
        <w:t xml:space="preserve"> الکمال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439؛</w:t>
      </w:r>
      <w:r w:rsidR="00AF0501" w:rsidRPr="000372C6">
        <w:rPr>
          <w:rtl/>
          <w:lang w:bidi="fa-IR"/>
        </w:rPr>
        <w:t xml:space="preserve"> مقتل الخوارزم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96؛</w:t>
      </w:r>
      <w:r w:rsidR="00AF0501" w:rsidRPr="000372C6">
        <w:rPr>
          <w:rtl/>
          <w:lang w:bidi="fa-IR"/>
        </w:rPr>
        <w:t xml:space="preserve"> ذخائر العقب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148؛</w:t>
      </w:r>
      <w:r w:rsidR="00AF0501" w:rsidRPr="000372C6">
        <w:rPr>
          <w:rtl/>
          <w:lang w:bidi="fa-IR"/>
        </w:rPr>
        <w:t xml:space="preserve"> نظم درر السمط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217؛</w:t>
      </w:r>
      <w:r w:rsidR="00AF0501" w:rsidRPr="000372C6">
        <w:rPr>
          <w:rtl/>
          <w:lang w:bidi="fa-IR"/>
        </w:rPr>
        <w:t xml:space="preserve"> جواهر المطالب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298</w:t>
      </w:r>
      <w:r w:rsidR="00AF0501" w:rsidRPr="000372C6">
        <w:rPr>
          <w:rFonts w:hint="eastAsia"/>
          <w:rtl/>
          <w:lang w:bidi="fa-IR"/>
        </w:rPr>
        <w:t>؛</w:t>
      </w:r>
      <w:r w:rsidR="00AF0501" w:rsidRPr="000372C6">
        <w:rPr>
          <w:rtl/>
          <w:lang w:bidi="fa-IR"/>
        </w:rPr>
        <w:t xml:space="preserve"> امال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ش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خ</w:t>
      </w:r>
      <w:r w:rsidR="00AF0501" w:rsidRPr="000372C6">
        <w:rPr>
          <w:rtl/>
          <w:lang w:bidi="fa-IR"/>
        </w:rPr>
        <w:t xml:space="preserve"> صدوق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202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67.</w:t>
      </w:r>
      <w:r w:rsidR="00AF0501" w:rsidRPr="000372C6">
        <w:rPr>
          <w:rtl/>
          <w:lang w:bidi="fa-IR"/>
        </w:rPr>
        <w:t xml:space="preserve"> امال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ش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خ</w:t>
      </w:r>
      <w:r w:rsidR="00AF0501" w:rsidRPr="000372C6">
        <w:rPr>
          <w:rtl/>
          <w:lang w:bidi="fa-IR"/>
        </w:rPr>
        <w:t xml:space="preserve"> طوس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315،</w:t>
      </w:r>
      <w:r w:rsidR="00AF0501" w:rsidRPr="000372C6">
        <w:rPr>
          <w:rtl/>
          <w:lang w:bidi="fa-IR"/>
        </w:rPr>
        <w:t xml:space="preserve"> مجلس </w:t>
      </w:r>
      <w:r w:rsidR="00AF0501">
        <w:rPr>
          <w:rtl/>
          <w:lang w:bidi="fa-IR"/>
        </w:rPr>
        <w:t>11،</w:t>
      </w:r>
      <w:r w:rsidR="00AF0501" w:rsidRPr="000372C6">
        <w:rPr>
          <w:rtl/>
          <w:lang w:bidi="fa-IR"/>
        </w:rPr>
        <w:t xml:space="preserve"> ح </w:t>
      </w:r>
      <w:r w:rsidR="00AF0501">
        <w:rPr>
          <w:rtl/>
          <w:lang w:bidi="fa-IR"/>
        </w:rPr>
        <w:t>640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68. </w:t>
      </w:r>
      <w:r w:rsidR="00AF0501" w:rsidRPr="000372C6">
        <w:rPr>
          <w:rtl/>
          <w:lang w:bidi="fa-IR"/>
        </w:rPr>
        <w:t>المعجم الکب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ر</w:t>
      </w:r>
      <w:r w:rsidR="00AF0501" w:rsidRPr="000372C6">
        <w:rPr>
          <w:rtl/>
          <w:lang w:bidi="fa-IR"/>
        </w:rPr>
        <w:t xml:space="preserve"> (طبران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>)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3،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114،</w:t>
      </w:r>
      <w:r w:rsidR="00AF0501" w:rsidRPr="000372C6">
        <w:rPr>
          <w:rtl/>
          <w:lang w:bidi="fa-IR"/>
        </w:rPr>
        <w:t xml:space="preserve"> ح </w:t>
      </w:r>
      <w:r w:rsidR="00AF0501">
        <w:rPr>
          <w:rtl/>
          <w:lang w:bidi="fa-IR"/>
        </w:rPr>
        <w:t>2817؛</w:t>
      </w:r>
      <w:r w:rsidR="00AF0501" w:rsidRPr="000372C6">
        <w:rPr>
          <w:rtl/>
          <w:lang w:bidi="fa-IR"/>
        </w:rPr>
        <w:t xml:space="preserve"> کفا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 w:rsidRPr="000372C6">
        <w:rPr>
          <w:rtl/>
          <w:lang w:bidi="fa-IR"/>
        </w:rPr>
        <w:t xml:space="preserve"> الطالب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426؛</w:t>
      </w:r>
      <w:r w:rsidR="00AF0501" w:rsidRPr="000372C6">
        <w:rPr>
          <w:rtl/>
          <w:lang w:bidi="fa-IR"/>
        </w:rPr>
        <w:t xml:space="preserve"> مقتل الخوارزم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1،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162؛</w:t>
      </w:r>
      <w:r w:rsidR="00AF0501" w:rsidRPr="000372C6">
        <w:rPr>
          <w:rtl/>
          <w:lang w:bidi="fa-IR"/>
        </w:rPr>
        <w:t xml:space="preserve"> تهذ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ب</w:t>
      </w:r>
      <w:r w:rsidR="00AF0501" w:rsidRPr="000372C6">
        <w:rPr>
          <w:rtl/>
          <w:lang w:bidi="fa-IR"/>
        </w:rPr>
        <w:t xml:space="preserve"> الکمال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6،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408؛</w:t>
      </w:r>
      <w:r w:rsidR="00AF0501" w:rsidRPr="000372C6">
        <w:rPr>
          <w:rtl/>
          <w:lang w:bidi="fa-IR"/>
        </w:rPr>
        <w:t xml:space="preserve"> مجمع الزوائد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9،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189؛</w:t>
      </w:r>
      <w:r w:rsidR="00AF0501" w:rsidRPr="000372C6">
        <w:rPr>
          <w:rtl/>
          <w:lang w:bidi="fa-IR"/>
        </w:rPr>
        <w:t xml:space="preserve"> الصواعق المحرقه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292؛</w:t>
      </w:r>
      <w:r w:rsidR="00AF0501" w:rsidRPr="000372C6">
        <w:rPr>
          <w:rtl/>
          <w:lang w:bidi="fa-IR"/>
        </w:rPr>
        <w:t xml:space="preserve"> تهذ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ب</w:t>
      </w:r>
      <w:r w:rsidR="00AF0501" w:rsidRPr="000372C6">
        <w:rPr>
          <w:rtl/>
          <w:lang w:bidi="fa-IR"/>
        </w:rPr>
        <w:t xml:space="preserve"> التهذ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ب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346؛</w:t>
      </w:r>
      <w:r w:rsidR="00AF0501" w:rsidRPr="000372C6">
        <w:rPr>
          <w:rtl/>
          <w:lang w:bidi="fa-IR"/>
        </w:rPr>
        <w:t xml:space="preserve"> ذخائر العقب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146؛</w:t>
      </w:r>
      <w:r w:rsidR="00AF0501" w:rsidRPr="000372C6">
        <w:rPr>
          <w:rtl/>
          <w:lang w:bidi="fa-IR"/>
        </w:rPr>
        <w:t xml:space="preserve"> الخصائص الکبر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125؛</w:t>
      </w:r>
      <w:r w:rsidR="00AF0501" w:rsidRPr="000372C6">
        <w:rPr>
          <w:rtl/>
          <w:lang w:bidi="fa-IR"/>
        </w:rPr>
        <w:t xml:space="preserve"> الکامل ف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التار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خ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4،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93؛</w:t>
      </w:r>
      <w:r w:rsidR="00AF0501" w:rsidRPr="000372C6">
        <w:rPr>
          <w:rtl/>
          <w:lang w:bidi="fa-IR"/>
        </w:rPr>
        <w:t xml:space="preserve"> الارشاد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130؛</w:t>
      </w:r>
      <w:r w:rsidR="00AF0501" w:rsidRPr="000372C6">
        <w:rPr>
          <w:rtl/>
          <w:lang w:bidi="fa-IR"/>
        </w:rPr>
        <w:t xml:space="preserve"> دلائل الامامه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180؛</w:t>
      </w:r>
      <w:r w:rsidR="00AF0501" w:rsidRPr="000372C6">
        <w:rPr>
          <w:rtl/>
          <w:lang w:bidi="fa-IR"/>
        </w:rPr>
        <w:t xml:space="preserve"> اعلام الور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217؛</w:t>
      </w:r>
      <w:r w:rsidR="00AF0501" w:rsidRPr="000372C6">
        <w:rPr>
          <w:rtl/>
          <w:lang w:bidi="fa-IR"/>
        </w:rPr>
        <w:t xml:space="preserve"> روضه الواعظ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1،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193؛</w:t>
      </w:r>
      <w:r w:rsidR="00AF0501" w:rsidRPr="000372C6">
        <w:rPr>
          <w:rtl/>
          <w:lang w:bidi="fa-IR"/>
        </w:rPr>
        <w:t xml:space="preserve"> نظم درر السمط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215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69.</w:t>
      </w:r>
      <w:r w:rsidR="00AF0501" w:rsidRPr="000372C6">
        <w:rPr>
          <w:rtl/>
          <w:lang w:bidi="fa-IR"/>
        </w:rPr>
        <w:t xml:space="preserve"> ر ک</w:t>
      </w:r>
      <w:r w:rsidR="00AF0501">
        <w:rPr>
          <w:rtl/>
          <w:lang w:bidi="fa-IR"/>
        </w:rPr>
        <w:t>:</w:t>
      </w:r>
      <w:r w:rsidR="00AF0501" w:rsidRPr="000372C6">
        <w:rPr>
          <w:rtl/>
          <w:lang w:bidi="fa-IR"/>
        </w:rPr>
        <w:t xml:space="preserve"> الرکب الحس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ف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الشام و منها ال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المد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نه</w:t>
      </w:r>
      <w:r w:rsidR="00AF0501" w:rsidRPr="000372C6">
        <w:rPr>
          <w:rtl/>
          <w:lang w:bidi="fa-IR"/>
        </w:rPr>
        <w:t xml:space="preserve"> المنوره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373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70.</w:t>
      </w:r>
      <w:r w:rsidR="00AF0501" w:rsidRPr="000372C6">
        <w:rPr>
          <w:rtl/>
          <w:lang w:bidi="fa-IR"/>
        </w:rPr>
        <w:t xml:space="preserve"> بحارالأنوار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101،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334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71.</w:t>
      </w:r>
      <w:r w:rsidR="00AF0501" w:rsidRPr="000372C6">
        <w:rPr>
          <w:rtl/>
          <w:lang w:bidi="fa-IR"/>
        </w:rPr>
        <w:t xml:space="preserve"> منته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الآمال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525</w:t>
      </w:r>
      <w:r w:rsidR="00AF0501" w:rsidRPr="000372C6">
        <w:rPr>
          <w:rtl/>
          <w:lang w:bidi="fa-IR"/>
        </w:rPr>
        <w:t xml:space="preserve"> </w:t>
      </w:r>
      <w:r w:rsidR="00430AC9">
        <w:rPr>
          <w:rFonts w:hint="cs"/>
          <w:rtl/>
          <w:lang w:bidi="fa-IR"/>
        </w:rPr>
        <w:t>-</w:t>
      </w:r>
      <w:r w:rsidR="00AF0501" w:rsidRPr="000372C6">
        <w:rPr>
          <w:rtl/>
          <w:lang w:bidi="fa-IR"/>
        </w:rPr>
        <w:t xml:space="preserve"> </w:t>
      </w:r>
      <w:r w:rsidR="00AF0501">
        <w:rPr>
          <w:rtl/>
          <w:lang w:bidi="fa-IR"/>
        </w:rPr>
        <w:t>524</w:t>
      </w:r>
      <w:r>
        <w:rPr>
          <w:rFonts w:hint="cs"/>
          <w:rtl/>
          <w:lang w:bidi="fa-IR"/>
        </w:rPr>
        <w:t>.</w:t>
      </w:r>
    </w:p>
    <w:p w:rsidR="00AF0501" w:rsidRPr="000372C6" w:rsidRDefault="00062F36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72.</w:t>
      </w:r>
      <w:r w:rsidR="00AF0501" w:rsidRPr="000372C6">
        <w:rPr>
          <w:rtl/>
          <w:lang w:bidi="fa-IR"/>
        </w:rPr>
        <w:t xml:space="preserve"> بررس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تار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خ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عاشورا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148</w:t>
      </w:r>
      <w:r>
        <w:rPr>
          <w:rFonts w:hint="cs"/>
          <w:rtl/>
          <w:lang w:bidi="fa-IR"/>
        </w:rPr>
        <w:t>.</w:t>
      </w:r>
    </w:p>
    <w:p w:rsidR="00AF0501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73.</w:t>
      </w:r>
      <w:r w:rsidR="00AF0501" w:rsidRPr="000372C6">
        <w:rPr>
          <w:rtl/>
          <w:lang w:bidi="fa-IR"/>
        </w:rPr>
        <w:t xml:space="preserve"> حماسه 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tl/>
          <w:lang w:bidi="fa-IR"/>
        </w:rPr>
        <w:t xml:space="preserve"> حس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</w:t>
      </w:r>
      <w:r w:rsidR="00AF0501" w:rsidRPr="000372C6">
        <w:rPr>
          <w:rFonts w:hint="cs"/>
          <w:rtl/>
          <w:lang w:bidi="fa-IR"/>
        </w:rPr>
        <w:t>ی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1،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30</w:t>
      </w:r>
      <w:r>
        <w:rPr>
          <w:rFonts w:hint="cs"/>
          <w:rtl/>
          <w:lang w:bidi="fa-IR"/>
        </w:rPr>
        <w:t>.</w:t>
      </w:r>
    </w:p>
    <w:p w:rsidR="00AF0501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74.</w:t>
      </w:r>
      <w:r w:rsidR="00AF0501" w:rsidRPr="000372C6">
        <w:rPr>
          <w:rtl/>
          <w:lang w:bidi="fa-IR"/>
        </w:rPr>
        <w:t xml:space="preserve"> مث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ر</w:t>
      </w:r>
      <w:r w:rsidR="00AF0501" w:rsidRPr="000372C6">
        <w:rPr>
          <w:rtl/>
          <w:lang w:bidi="fa-IR"/>
        </w:rPr>
        <w:t xml:space="preserve"> الأحزان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107</w:t>
      </w:r>
      <w:r>
        <w:rPr>
          <w:rFonts w:hint="cs"/>
          <w:rtl/>
          <w:lang w:bidi="fa-IR"/>
        </w:rPr>
        <w:t>.</w:t>
      </w:r>
    </w:p>
    <w:p w:rsidR="00AF0501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75.</w:t>
      </w:r>
      <w:r w:rsidR="00AF0501" w:rsidRPr="000372C6">
        <w:rPr>
          <w:rtl/>
          <w:lang w:bidi="fa-IR"/>
        </w:rPr>
        <w:t xml:space="preserve"> توض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ح</w:t>
      </w:r>
      <w:r w:rsidR="00AF0501" w:rsidRPr="000372C6">
        <w:rPr>
          <w:rtl/>
          <w:lang w:bidi="fa-IR"/>
        </w:rPr>
        <w:t xml:space="preserve"> المقاصد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6</w:t>
      </w:r>
      <w:r>
        <w:rPr>
          <w:rFonts w:hint="cs"/>
          <w:rtl/>
          <w:lang w:bidi="fa-IR"/>
        </w:rPr>
        <w:t>.</w:t>
      </w:r>
    </w:p>
    <w:p w:rsidR="00AF0501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76.</w:t>
      </w:r>
      <w:r w:rsidR="00AF0501" w:rsidRPr="000372C6">
        <w:rPr>
          <w:rtl/>
          <w:lang w:bidi="fa-IR"/>
        </w:rPr>
        <w:t xml:space="preserve"> تسل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ه</w:t>
      </w:r>
      <w:r w:rsidR="00AF0501" w:rsidRPr="000372C6">
        <w:rPr>
          <w:rtl/>
          <w:lang w:bidi="fa-IR"/>
        </w:rPr>
        <w:t xml:space="preserve"> المجالس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2،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458</w:t>
      </w:r>
      <w:r>
        <w:rPr>
          <w:rFonts w:hint="cs"/>
          <w:rtl/>
          <w:lang w:bidi="fa-IR"/>
        </w:rPr>
        <w:t>.</w:t>
      </w:r>
    </w:p>
    <w:p w:rsidR="00AF0501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77.</w:t>
      </w:r>
      <w:r w:rsidR="00AF0501" w:rsidRPr="000372C6">
        <w:rPr>
          <w:rtl/>
          <w:lang w:bidi="fa-IR"/>
        </w:rPr>
        <w:t xml:space="preserve"> جلاء الع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ون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450</w:t>
      </w:r>
      <w:r>
        <w:rPr>
          <w:rFonts w:hint="cs"/>
          <w:rtl/>
          <w:lang w:bidi="fa-IR"/>
        </w:rPr>
        <w:t>.</w:t>
      </w:r>
    </w:p>
    <w:p w:rsidR="00AF0501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78.</w:t>
      </w:r>
      <w:r w:rsidR="00AF0501" w:rsidRPr="000372C6">
        <w:rPr>
          <w:rtl/>
          <w:lang w:bidi="fa-IR"/>
        </w:rPr>
        <w:t xml:space="preserve"> 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ناب</w:t>
      </w:r>
      <w:r w:rsidR="00AF0501" w:rsidRPr="000372C6">
        <w:rPr>
          <w:rFonts w:hint="cs"/>
          <w:rtl/>
          <w:lang w:bidi="fa-IR"/>
        </w:rPr>
        <w:t>ی</w:t>
      </w:r>
      <w:r w:rsidR="00AF0501" w:rsidRPr="000372C6">
        <w:rPr>
          <w:rFonts w:hint="eastAsia"/>
          <w:rtl/>
          <w:lang w:bidi="fa-IR"/>
        </w:rPr>
        <w:t>ع</w:t>
      </w:r>
      <w:r w:rsidR="00AF0501" w:rsidRPr="000372C6">
        <w:rPr>
          <w:rtl/>
          <w:lang w:bidi="fa-IR"/>
        </w:rPr>
        <w:t xml:space="preserve"> الموده</w:t>
      </w:r>
      <w:r w:rsidR="00AF0501">
        <w:rPr>
          <w:rtl/>
          <w:lang w:bidi="fa-IR"/>
        </w:rPr>
        <w:t>،</w:t>
      </w:r>
      <w:r w:rsidR="00AF0501" w:rsidRPr="000372C6">
        <w:rPr>
          <w:rtl/>
          <w:lang w:bidi="fa-IR"/>
        </w:rPr>
        <w:t xml:space="preserve"> ج </w:t>
      </w:r>
      <w:r w:rsidR="00AF0501">
        <w:rPr>
          <w:rtl/>
          <w:lang w:bidi="fa-IR"/>
        </w:rPr>
        <w:t>3،</w:t>
      </w:r>
      <w:r w:rsidR="00AF0501" w:rsidRPr="000372C6">
        <w:rPr>
          <w:rtl/>
          <w:lang w:bidi="fa-IR"/>
        </w:rPr>
        <w:t xml:space="preserve"> ص </w:t>
      </w:r>
      <w:r w:rsidR="00AF0501">
        <w:rPr>
          <w:rtl/>
          <w:lang w:bidi="fa-IR"/>
        </w:rPr>
        <w:t>92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79.</w:t>
      </w:r>
      <w:r w:rsidR="00CB4A4A" w:rsidRPr="000372C6">
        <w:rPr>
          <w:rtl/>
          <w:lang w:bidi="fa-IR"/>
        </w:rPr>
        <w:t xml:space="preserve"> بشاره المصطف</w:t>
      </w:r>
      <w:r w:rsidR="00CB4A4A" w:rsidRPr="000372C6">
        <w:rPr>
          <w:rFonts w:hint="cs"/>
          <w:rtl/>
          <w:lang w:bidi="fa-IR"/>
        </w:rPr>
        <w:t>ی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74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80.</w:t>
      </w:r>
      <w:r w:rsidR="00CB4A4A" w:rsidRPr="000372C6">
        <w:rPr>
          <w:rtl/>
          <w:lang w:bidi="fa-IR"/>
        </w:rPr>
        <w:t xml:space="preserve"> مصباح الزائر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286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81.</w:t>
      </w:r>
      <w:r w:rsidR="00CB4A4A" w:rsidRPr="000372C6">
        <w:rPr>
          <w:rtl/>
          <w:lang w:bidi="fa-IR"/>
        </w:rPr>
        <w:t xml:space="preserve"> مقتل الحس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2،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190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82.</w:t>
      </w:r>
      <w:r w:rsidR="00CB4A4A" w:rsidRPr="000372C6">
        <w:rPr>
          <w:rtl/>
          <w:lang w:bidi="fa-IR"/>
        </w:rPr>
        <w:t xml:space="preserve"> آن جا که جابر به عط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ه</w:t>
      </w:r>
      <w:r w:rsidR="00CB4A4A" w:rsidRPr="000372C6">
        <w:rPr>
          <w:rtl/>
          <w:lang w:bidi="fa-IR"/>
        </w:rPr>
        <w:t xml:space="preserve"> م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گو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د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«</w:t>
      </w:r>
      <w:r w:rsidR="00CB4A4A" w:rsidRPr="004A75F6">
        <w:rPr>
          <w:rStyle w:val="libFootnoteBoldChar"/>
          <w:rtl/>
        </w:rPr>
        <w:t>خذن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tl/>
        </w:rPr>
        <w:t xml:space="preserve"> نحو اب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ات</w:t>
      </w:r>
      <w:r w:rsidR="00CB4A4A" w:rsidRPr="004A75F6">
        <w:rPr>
          <w:rStyle w:val="libFootnoteBoldChar"/>
          <w:rtl/>
        </w:rPr>
        <w:t xml:space="preserve"> کوفان، ثم صارا ف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tl/>
        </w:rPr>
        <w:t xml:space="preserve"> الطر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ق</w:t>
      </w:r>
      <w:r w:rsidR="00CB4A4A" w:rsidRPr="000372C6">
        <w:rPr>
          <w:rFonts w:hint="eastAsia"/>
          <w:rtl/>
          <w:lang w:bidi="fa-IR"/>
        </w:rPr>
        <w:t>»</w:t>
      </w:r>
      <w:r w:rsidR="00CB4A4A" w:rsidRPr="000372C6">
        <w:rPr>
          <w:rtl/>
          <w:lang w:bidi="fa-IR"/>
        </w:rPr>
        <w:t xml:space="preserve"> (ر ک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بشاره المصطف</w:t>
      </w:r>
      <w:r w:rsidR="00CB4A4A" w:rsidRPr="000372C6">
        <w:rPr>
          <w:rFonts w:hint="cs"/>
          <w:rtl/>
          <w:lang w:bidi="fa-IR"/>
        </w:rPr>
        <w:t>ی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75</w:t>
      </w:r>
      <w:r w:rsidR="00CB4A4A" w:rsidRPr="000372C6">
        <w:rPr>
          <w:rtl/>
          <w:lang w:bidi="fa-IR"/>
        </w:rPr>
        <w:t>)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83.</w:t>
      </w:r>
      <w:r w:rsidR="00CB4A4A" w:rsidRPr="000372C6">
        <w:rPr>
          <w:rtl/>
          <w:lang w:bidi="fa-IR"/>
        </w:rPr>
        <w:t xml:space="preserve"> ابن نما در مث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ر</w:t>
      </w:r>
      <w:r w:rsidR="00CB4A4A" w:rsidRPr="000372C6">
        <w:rPr>
          <w:rtl/>
          <w:lang w:bidi="fa-IR"/>
        </w:rPr>
        <w:t xml:space="preserve"> الأحزان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107</w:t>
      </w:r>
      <w:r w:rsidR="00CB4A4A" w:rsidRPr="000372C6">
        <w:rPr>
          <w:rtl/>
          <w:lang w:bidi="fa-IR"/>
        </w:rPr>
        <w:t xml:space="preserve"> م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گو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د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«</w:t>
      </w:r>
      <w:r w:rsidR="00CB4A4A" w:rsidRPr="004A75F6">
        <w:rPr>
          <w:rStyle w:val="libFootnoteBoldChar"/>
          <w:rtl/>
        </w:rPr>
        <w:t>و لما مر ع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ال</w:t>
      </w:r>
      <w:r w:rsidR="00CB4A4A" w:rsidRPr="004A75F6">
        <w:rPr>
          <w:rStyle w:val="libFootnoteBoldChar"/>
          <w:rtl/>
        </w:rPr>
        <w:t xml:space="preserve"> الحس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ن</w:t>
      </w:r>
      <w:r w:rsidR="00CB4A4A" w:rsidRPr="004A75F6">
        <w:rPr>
          <w:rStyle w:val="libFootnoteBoldChar"/>
          <w:rtl/>
        </w:rPr>
        <w:t xml:space="preserve"> عليه‌السلام وجدوا جابر بن عبدالله الأنصار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tl/>
        </w:rPr>
        <w:t xml:space="preserve"> رحمه الله عل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ه</w:t>
      </w:r>
      <w:r w:rsidR="00CB4A4A" w:rsidRPr="004A75F6">
        <w:rPr>
          <w:rStyle w:val="libFootnoteBoldChar"/>
          <w:rtl/>
        </w:rPr>
        <w:t xml:space="preserve"> و جماعه من بن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tl/>
        </w:rPr>
        <w:t xml:space="preserve"> هاشم قدموا لز</w:t>
      </w:r>
      <w:r w:rsidR="00CB4A4A" w:rsidRPr="004A75F6">
        <w:rPr>
          <w:rStyle w:val="libFootnoteBoldChar"/>
          <w:rFonts w:hint="cs"/>
          <w:rtl/>
        </w:rPr>
        <w:t>ی</w:t>
      </w:r>
      <w:r w:rsidR="00CB4A4A" w:rsidRPr="004A75F6">
        <w:rPr>
          <w:rStyle w:val="libFootnoteBoldChar"/>
          <w:rFonts w:hint="eastAsia"/>
          <w:rtl/>
        </w:rPr>
        <w:t>ارته</w:t>
      </w:r>
      <w:r w:rsidR="00CB4A4A" w:rsidRPr="000372C6">
        <w:rPr>
          <w:rFonts w:hint="eastAsia"/>
          <w:rtl/>
          <w:lang w:bidi="fa-IR"/>
        </w:rPr>
        <w:t>»</w:t>
      </w:r>
      <w:r w:rsidR="00CB4A4A" w:rsidRPr="000372C6">
        <w:rPr>
          <w:rtl/>
          <w:lang w:bidi="fa-IR"/>
        </w:rPr>
        <w:t xml:space="preserve"> و قر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ب</w:t>
      </w:r>
      <w:r w:rsidR="00CB4A4A" w:rsidRPr="000372C6">
        <w:rPr>
          <w:rtl/>
          <w:lang w:bidi="fa-IR"/>
        </w:rPr>
        <w:t xml:space="preserve"> 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مضمون را س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د</w:t>
      </w:r>
      <w:r w:rsidR="00CB4A4A" w:rsidRPr="000372C6">
        <w:rPr>
          <w:rtl/>
          <w:lang w:bidi="fa-IR"/>
        </w:rPr>
        <w:t xml:space="preserve"> در لهوف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225</w:t>
      </w:r>
      <w:r w:rsidR="00CB4A4A" w:rsidRPr="000372C6">
        <w:rPr>
          <w:rtl/>
          <w:lang w:bidi="fa-IR"/>
        </w:rPr>
        <w:t xml:space="preserve"> آورده است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84.</w:t>
      </w:r>
      <w:r w:rsidR="00CB4A4A" w:rsidRPr="000372C6">
        <w:rPr>
          <w:rtl/>
          <w:lang w:bidi="fa-IR"/>
        </w:rPr>
        <w:t xml:space="preserve"> الآثار الباق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ه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422؛</w:t>
      </w:r>
      <w:r w:rsidR="00CB4A4A" w:rsidRPr="000372C6">
        <w:rPr>
          <w:rtl/>
          <w:lang w:bidi="fa-IR"/>
        </w:rPr>
        <w:t xml:space="preserve"> عجائب المخلوقات و غرائب الموجودات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45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85.</w:t>
      </w:r>
      <w:r w:rsidR="00CB4A4A" w:rsidRPr="000372C6">
        <w:rPr>
          <w:rtl/>
          <w:lang w:bidi="fa-IR"/>
        </w:rPr>
        <w:t xml:space="preserve"> که به گمان قو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چنان است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86.</w:t>
      </w:r>
      <w:r w:rsidR="00CB4A4A" w:rsidRPr="000372C6">
        <w:rPr>
          <w:rtl/>
          <w:lang w:bidi="fa-IR"/>
        </w:rPr>
        <w:t xml:space="preserve"> مسار الش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عه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46؛</w:t>
      </w:r>
      <w:r w:rsidR="00CB4A4A" w:rsidRPr="000372C6">
        <w:rPr>
          <w:rtl/>
          <w:lang w:bidi="fa-IR"/>
        </w:rPr>
        <w:t xml:space="preserve"> مصباح المتهجد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730؛</w:t>
      </w:r>
      <w:r w:rsidR="00CB4A4A" w:rsidRPr="000372C6">
        <w:rPr>
          <w:rtl/>
          <w:lang w:bidi="fa-IR"/>
        </w:rPr>
        <w:t xml:space="preserve"> العدد القو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ه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219؛</w:t>
      </w:r>
      <w:r w:rsidR="00CB4A4A" w:rsidRPr="000372C6">
        <w:rPr>
          <w:rtl/>
          <w:lang w:bidi="fa-IR"/>
        </w:rPr>
        <w:t xml:space="preserve"> مصباح کفعم</w:t>
      </w:r>
      <w:r w:rsidR="00CB4A4A" w:rsidRPr="000372C6">
        <w:rPr>
          <w:rFonts w:hint="cs"/>
          <w:rtl/>
          <w:lang w:bidi="fa-IR"/>
        </w:rPr>
        <w:t>ی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510</w:t>
      </w:r>
      <w:r w:rsidR="00CB4A4A" w:rsidRPr="000372C6">
        <w:rPr>
          <w:rtl/>
          <w:lang w:bidi="fa-IR"/>
        </w:rPr>
        <w:t xml:space="preserve"> و </w:t>
      </w:r>
      <w:r w:rsidR="00CB4A4A">
        <w:rPr>
          <w:rtl/>
          <w:lang w:bidi="fa-IR"/>
        </w:rPr>
        <w:t>489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87.</w:t>
      </w:r>
      <w:r w:rsidR="00CB4A4A" w:rsidRPr="000372C6">
        <w:rPr>
          <w:rtl/>
          <w:lang w:bidi="fa-IR"/>
        </w:rPr>
        <w:t xml:space="preserve"> اقبال الأعمال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589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88. </w:t>
      </w:r>
      <w:r w:rsidR="00CB4A4A" w:rsidRPr="000372C6">
        <w:rPr>
          <w:rtl/>
          <w:lang w:bidi="fa-IR"/>
        </w:rPr>
        <w:t>شرح الأخبار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3،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269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89.</w:t>
      </w:r>
      <w:r w:rsidR="00CB4A4A" w:rsidRPr="000372C6">
        <w:rPr>
          <w:rtl/>
          <w:lang w:bidi="fa-IR"/>
        </w:rPr>
        <w:t xml:space="preserve"> در سفر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که 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جانب اخ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را</w:t>
      </w:r>
      <w:r w:rsidR="00CB4A4A" w:rsidRPr="000372C6">
        <w:rPr>
          <w:rtl/>
          <w:lang w:bidi="fa-IR"/>
        </w:rPr>
        <w:t xml:space="preserve"> به کشور سور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ه</w:t>
      </w:r>
      <w:r w:rsidR="00CB4A4A" w:rsidRPr="000372C6">
        <w:rPr>
          <w:rtl/>
          <w:lang w:bidi="fa-IR"/>
        </w:rPr>
        <w:t xml:space="preserve"> داشتم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توف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ق</w:t>
      </w:r>
      <w:r w:rsidR="00CB4A4A" w:rsidRPr="000372C6">
        <w:rPr>
          <w:rtl/>
          <w:lang w:bidi="fa-IR"/>
        </w:rPr>
        <w:t xml:space="preserve"> ز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ارت</w:t>
      </w:r>
      <w:r w:rsidR="00CB4A4A" w:rsidRPr="000372C6">
        <w:rPr>
          <w:rtl/>
          <w:lang w:bidi="fa-IR"/>
        </w:rPr>
        <w:t xml:space="preserve"> 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مکان مقدس را در شهر حلب پ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دا</w:t>
      </w:r>
      <w:r w:rsidR="00CB4A4A" w:rsidRPr="000372C6">
        <w:rPr>
          <w:rtl/>
          <w:lang w:bidi="fa-IR"/>
        </w:rPr>
        <w:t xml:space="preserve"> نمودم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وسنگ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را که قسمت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از آن رنگ خون گرفته بودمشاهده کردم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و 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جر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ان</w:t>
      </w:r>
      <w:r w:rsidR="00CB4A4A" w:rsidRPr="000372C6">
        <w:rPr>
          <w:rtl/>
          <w:lang w:bidi="fa-IR"/>
        </w:rPr>
        <w:t xml:space="preserve"> مهم را جناب آقا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ش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خ</w:t>
      </w:r>
      <w:r w:rsidR="00CB4A4A" w:rsidRPr="000372C6">
        <w:rPr>
          <w:rtl/>
          <w:lang w:bidi="fa-IR"/>
        </w:rPr>
        <w:t xml:space="preserve"> ابراه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م</w:t>
      </w:r>
      <w:r w:rsidR="00CB4A4A" w:rsidRPr="000372C6">
        <w:rPr>
          <w:rtl/>
          <w:lang w:bidi="fa-IR"/>
        </w:rPr>
        <w:t xml:space="preserve"> نصرالله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متول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آن مقام در تار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خ</w:t>
      </w:r>
      <w:r w:rsidR="00CB4A4A" w:rsidRPr="000372C6">
        <w:rPr>
          <w:rtl/>
          <w:lang w:bidi="fa-IR"/>
        </w:rPr>
        <w:t xml:space="preserve"> </w:t>
      </w:r>
      <w:r w:rsidR="00CB4A4A">
        <w:rPr>
          <w:rtl/>
          <w:lang w:bidi="fa-IR"/>
        </w:rPr>
        <w:t>11</w:t>
      </w:r>
      <w:r w:rsidR="00CB4A4A" w:rsidRPr="000372C6">
        <w:rPr>
          <w:rtl/>
          <w:lang w:bidi="fa-IR"/>
        </w:rPr>
        <w:t xml:space="preserve"> محرم الحرام </w:t>
      </w:r>
      <w:r w:rsidR="00CB4A4A">
        <w:rPr>
          <w:rtl/>
          <w:lang w:bidi="fa-IR"/>
        </w:rPr>
        <w:t>1424</w:t>
      </w:r>
      <w:r w:rsidR="00CB4A4A" w:rsidRPr="000372C6">
        <w:rPr>
          <w:rtl/>
          <w:lang w:bidi="fa-IR"/>
        </w:rPr>
        <w:t xml:space="preserve"> ه- ق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برابر با </w:t>
      </w:r>
      <w:r w:rsidR="00CB4A4A">
        <w:rPr>
          <w:rtl/>
          <w:lang w:bidi="fa-IR"/>
        </w:rPr>
        <w:t>24</w:t>
      </w:r>
      <w:r w:rsidR="00CB4A4A" w:rsidRPr="000372C6">
        <w:rPr>
          <w:rtl/>
          <w:lang w:bidi="fa-IR"/>
        </w:rPr>
        <w:t xml:space="preserve"> / </w:t>
      </w:r>
      <w:r w:rsidR="00CB4A4A">
        <w:rPr>
          <w:rtl/>
          <w:lang w:bidi="fa-IR"/>
        </w:rPr>
        <w:t>12</w:t>
      </w:r>
      <w:r w:rsidR="00CB4A4A" w:rsidRPr="000372C6">
        <w:rPr>
          <w:rtl/>
          <w:lang w:bidi="fa-IR"/>
        </w:rPr>
        <w:t xml:space="preserve"> / </w:t>
      </w:r>
      <w:r w:rsidR="00CB4A4A">
        <w:rPr>
          <w:rtl/>
          <w:lang w:bidi="fa-IR"/>
        </w:rPr>
        <w:t>1381</w:t>
      </w:r>
      <w:r w:rsidR="00CB4A4A" w:rsidRPr="000372C6">
        <w:rPr>
          <w:rtl/>
          <w:lang w:bidi="fa-IR"/>
        </w:rPr>
        <w:t xml:space="preserve"> ه- ش برا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م</w:t>
      </w:r>
      <w:r w:rsidR="00CB4A4A" w:rsidRPr="000372C6">
        <w:rPr>
          <w:rtl/>
          <w:lang w:bidi="fa-IR"/>
        </w:rPr>
        <w:t xml:space="preserve"> بازگو نمود</w:t>
      </w:r>
      <w:r w:rsidR="00CB4A4A">
        <w:rPr>
          <w:rtl/>
          <w:lang w:bidi="fa-IR"/>
        </w:rPr>
        <w:t>:</w:t>
      </w:r>
    </w:p>
    <w:p w:rsidR="00CB4A4A" w:rsidRPr="000372C6" w:rsidRDefault="00CB4A4A" w:rsidP="005317A2">
      <w:pPr>
        <w:pStyle w:val="libFootnote0"/>
        <w:rPr>
          <w:rtl/>
          <w:lang w:bidi="fa-IR"/>
        </w:rPr>
      </w:pPr>
      <w:r w:rsidRPr="000372C6">
        <w:rPr>
          <w:rFonts w:hint="eastAsia"/>
          <w:rtl/>
          <w:lang w:bidi="fa-IR"/>
        </w:rPr>
        <w:t>«حدود</w:t>
      </w:r>
      <w:r w:rsidRPr="000372C6">
        <w:rPr>
          <w:rtl/>
          <w:lang w:bidi="fa-IR"/>
        </w:rPr>
        <w:t xml:space="preserve"> هفت سال پ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ش</w:t>
      </w:r>
      <w:r w:rsidRPr="000372C6">
        <w:rPr>
          <w:rtl/>
          <w:lang w:bidi="fa-IR"/>
        </w:rPr>
        <w:t xml:space="preserve"> در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ام</w:t>
      </w:r>
      <w:r w:rsidRPr="000372C6">
        <w:rPr>
          <w:rtl/>
          <w:lang w:bidi="fa-IR"/>
        </w:rPr>
        <w:t xml:space="preserve">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حضرت 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</w:t>
      </w:r>
      <w:r w:rsidRPr="00E13185">
        <w:rPr>
          <w:rStyle w:val="libAlaemChar"/>
          <w:rtl/>
        </w:rPr>
        <w:t>عليه‌السلام</w:t>
      </w:r>
      <w:r w:rsidRPr="000372C6">
        <w:rPr>
          <w:rtl/>
          <w:lang w:bidi="fa-IR"/>
        </w:rPr>
        <w:t xml:space="preserve"> عده ا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از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ان</w:t>
      </w:r>
      <w:r w:rsidRPr="000372C6">
        <w:rPr>
          <w:rtl/>
          <w:lang w:bidi="fa-IR"/>
        </w:rPr>
        <w:t xml:space="preserve"> پاکستان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در کنار ا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ن</w:t>
      </w:r>
      <w:r w:rsidRPr="000372C6">
        <w:rPr>
          <w:rtl/>
          <w:lang w:bidi="fa-IR"/>
        </w:rPr>
        <w:t xml:space="preserve"> مقام مشغول عزادار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خالصانه بودند که ناگهان خون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تازه بر رو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سنگ ظاهر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شود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بعد به تدر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</w:t>
      </w:r>
      <w:r w:rsidRPr="000372C6">
        <w:rPr>
          <w:rtl/>
          <w:lang w:bidi="fa-IR"/>
        </w:rPr>
        <w:t xml:space="preserve"> در آن فرو م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</w:t>
      </w:r>
      <w:r w:rsidRPr="000372C6">
        <w:rPr>
          <w:rtl/>
          <w:lang w:bidi="fa-IR"/>
        </w:rPr>
        <w:lastRenderedPageBreak/>
        <w:t>رود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وقت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که خبر به من رساندند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خودم را در لحظات </w:t>
      </w:r>
      <w:r w:rsidRPr="000372C6">
        <w:rPr>
          <w:rFonts w:hint="eastAsia"/>
          <w:rtl/>
          <w:lang w:bidi="fa-IR"/>
        </w:rPr>
        <w:t>آخر</w:t>
      </w:r>
      <w:r w:rsidRPr="000372C6">
        <w:rPr>
          <w:rtl/>
          <w:lang w:bidi="fa-IR"/>
        </w:rPr>
        <w:t xml:space="preserve"> رساندم آنچه 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دم</w:t>
      </w:r>
      <w:r w:rsidRPr="000372C6">
        <w:rPr>
          <w:rtl/>
          <w:lang w:bidi="fa-IR"/>
        </w:rPr>
        <w:t xml:space="preserve"> 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ک</w:t>
      </w:r>
      <w:r w:rsidRPr="000372C6">
        <w:rPr>
          <w:rtl/>
          <w:lang w:bidi="fa-IR"/>
        </w:rPr>
        <w:t xml:space="preserve"> قطره 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خون تازه بود که باق</w:t>
      </w:r>
      <w:r w:rsidRPr="000372C6">
        <w:rPr>
          <w:rFonts w:hint="cs"/>
          <w:rtl/>
          <w:lang w:bidi="fa-IR"/>
        </w:rPr>
        <w:t>ی</w:t>
      </w:r>
      <w:r w:rsidRPr="000372C6">
        <w:rPr>
          <w:rtl/>
          <w:lang w:bidi="fa-IR"/>
        </w:rPr>
        <w:t xml:space="preserve"> مانده بود</w:t>
      </w:r>
      <w:r>
        <w:rPr>
          <w:rtl/>
          <w:lang w:bidi="fa-IR"/>
        </w:rPr>
        <w:t>،</w:t>
      </w:r>
      <w:r w:rsidRPr="000372C6">
        <w:rPr>
          <w:rtl/>
          <w:lang w:bidi="fa-IR"/>
        </w:rPr>
        <w:t xml:space="preserve"> و بعد آن هم به تدر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ج</w:t>
      </w:r>
      <w:r w:rsidR="00DE18FD">
        <w:rPr>
          <w:rtl/>
          <w:lang w:bidi="fa-IR"/>
        </w:rPr>
        <w:t xml:space="preserve"> فرو رفت</w:t>
      </w:r>
      <w:r w:rsidRPr="000372C6">
        <w:rPr>
          <w:rtl/>
          <w:lang w:bidi="fa-IR"/>
        </w:rPr>
        <w:t>»</w:t>
      </w:r>
      <w:r w:rsidR="00DE18FD">
        <w:rPr>
          <w:rFonts w:hint="cs"/>
          <w:rtl/>
          <w:lang w:bidi="fa-IR"/>
        </w:rPr>
        <w:t>.</w:t>
      </w:r>
    </w:p>
    <w:p w:rsidR="00DE18FD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90.</w:t>
      </w:r>
      <w:r w:rsidR="00CB4A4A" w:rsidRPr="000372C6">
        <w:rPr>
          <w:rtl/>
          <w:lang w:bidi="fa-IR"/>
        </w:rPr>
        <w:t xml:space="preserve"> مناقب آل اب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طالب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4،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60؛</w:t>
      </w:r>
      <w:r w:rsidR="00CB4A4A" w:rsidRPr="000372C6">
        <w:rPr>
          <w:rtl/>
          <w:lang w:bidi="fa-IR"/>
        </w:rPr>
        <w:t xml:space="preserve"> بحارالأنوار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45،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303؛</w:t>
      </w:r>
      <w:r w:rsidR="00CB4A4A" w:rsidRPr="000372C6">
        <w:rPr>
          <w:rtl/>
          <w:lang w:bidi="fa-IR"/>
        </w:rPr>
        <w:t xml:space="preserve"> العوالم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17</w:t>
      </w:r>
      <w:r w:rsidR="00CB4A4A" w:rsidRPr="000372C6">
        <w:rPr>
          <w:rtl/>
          <w:lang w:bidi="fa-IR"/>
        </w:rPr>
        <w:t xml:space="preserve"> (تار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خ</w:t>
      </w:r>
      <w:r w:rsidR="00CB4A4A" w:rsidRPr="000372C6">
        <w:rPr>
          <w:rtl/>
          <w:lang w:bidi="fa-IR"/>
        </w:rPr>
        <w:t xml:space="preserve"> الامام الحس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عل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ه</w:t>
      </w:r>
      <w:r w:rsidR="00CB4A4A" w:rsidRPr="000372C6">
        <w:rPr>
          <w:rtl/>
          <w:lang w:bidi="fa-IR"/>
        </w:rPr>
        <w:t xml:space="preserve"> السلام)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418؛</w:t>
      </w:r>
      <w:r w:rsidR="00CB4A4A" w:rsidRPr="000372C6">
        <w:rPr>
          <w:rtl/>
          <w:lang w:bidi="fa-IR"/>
        </w:rPr>
        <w:t xml:space="preserve"> ازمناقب ابن شهر آشوب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به نقل از نطنز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در خصائص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91.</w:t>
      </w:r>
      <w:r w:rsidR="00CB4A4A" w:rsidRPr="000372C6">
        <w:rPr>
          <w:rtl/>
          <w:lang w:bidi="fa-IR"/>
        </w:rPr>
        <w:t xml:space="preserve"> قنسر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ه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tl/>
          <w:lang w:bidi="fa-IR"/>
        </w:rPr>
        <w:t xml:space="preserve"> کوره بالشام منها حلب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و کانت قنسر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مد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نه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ب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نها</w:t>
      </w:r>
      <w:r w:rsidR="00CB4A4A" w:rsidRPr="000372C6">
        <w:rPr>
          <w:rtl/>
          <w:lang w:bidi="fa-IR"/>
        </w:rPr>
        <w:t xml:space="preserve"> و ب</w:t>
      </w:r>
      <w:r w:rsidR="00CB4A4A" w:rsidRPr="000372C6">
        <w:rPr>
          <w:rFonts w:hint="cs"/>
          <w:rtl/>
          <w:lang w:bidi="fa-IR"/>
        </w:rPr>
        <w:t>ی</w:t>
      </w:r>
      <w:r w:rsidR="00CB4A4A" w:rsidRPr="000372C6">
        <w:rPr>
          <w:rFonts w:hint="eastAsia"/>
          <w:rtl/>
          <w:lang w:bidi="fa-IR"/>
        </w:rPr>
        <w:t>ن</w:t>
      </w:r>
      <w:r w:rsidR="00CB4A4A" w:rsidRPr="000372C6">
        <w:rPr>
          <w:rtl/>
          <w:lang w:bidi="fa-IR"/>
        </w:rPr>
        <w:t xml:space="preserve"> حلب مرحله من جهه حمص بقرب العواصم</w:t>
      </w:r>
      <w:r w:rsidR="00CB4A4A">
        <w:rPr>
          <w:rtl/>
          <w:lang w:bidi="fa-IR"/>
        </w:rPr>
        <w:t>.</w:t>
      </w:r>
      <w:r w:rsidR="00CB4A4A" w:rsidRPr="000372C6">
        <w:rPr>
          <w:rtl/>
          <w:lang w:bidi="fa-IR"/>
        </w:rPr>
        <w:t xml:space="preserve"> (ر ک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معجم البلدان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ج </w:t>
      </w:r>
      <w:r w:rsidR="00CB4A4A">
        <w:rPr>
          <w:rtl/>
          <w:lang w:bidi="fa-IR"/>
        </w:rPr>
        <w:t>4،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404</w:t>
      </w:r>
      <w:r w:rsidR="00CB4A4A" w:rsidRPr="000372C6">
        <w:rPr>
          <w:rtl/>
          <w:lang w:bidi="fa-IR"/>
        </w:rPr>
        <w:t>)</w:t>
      </w:r>
      <w:r>
        <w:rPr>
          <w:rFonts w:hint="cs"/>
          <w:rtl/>
          <w:lang w:bidi="fa-IR"/>
        </w:rPr>
        <w:t>.</w:t>
      </w:r>
    </w:p>
    <w:p w:rsidR="00CB4A4A" w:rsidRPr="000372C6" w:rsidRDefault="00DE18FD" w:rsidP="005317A2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92. </w:t>
      </w:r>
      <w:r w:rsidR="00CB4A4A" w:rsidRPr="000372C6">
        <w:rPr>
          <w:rtl/>
          <w:lang w:bidi="fa-IR"/>
        </w:rPr>
        <w:t>ر ک</w:t>
      </w:r>
      <w:r w:rsidR="00CB4A4A">
        <w:rPr>
          <w:rtl/>
          <w:lang w:bidi="fa-IR"/>
        </w:rPr>
        <w:t>:</w:t>
      </w:r>
      <w:r w:rsidR="00CB4A4A" w:rsidRPr="000372C6">
        <w:rPr>
          <w:rtl/>
          <w:lang w:bidi="fa-IR"/>
        </w:rPr>
        <w:t xml:space="preserve"> اقبال الاعمال</w:t>
      </w:r>
      <w:r w:rsidR="00CB4A4A">
        <w:rPr>
          <w:rtl/>
          <w:lang w:bidi="fa-IR"/>
        </w:rPr>
        <w:t>،</w:t>
      </w:r>
      <w:r w:rsidR="00CB4A4A" w:rsidRPr="000372C6">
        <w:rPr>
          <w:rtl/>
          <w:lang w:bidi="fa-IR"/>
        </w:rPr>
        <w:t xml:space="preserve"> ص </w:t>
      </w:r>
      <w:r w:rsidR="00CB4A4A">
        <w:rPr>
          <w:rtl/>
          <w:lang w:bidi="fa-IR"/>
        </w:rPr>
        <w:t>588</w:t>
      </w:r>
      <w:r>
        <w:rPr>
          <w:rFonts w:hint="cs"/>
          <w:rtl/>
          <w:lang w:bidi="fa-IR"/>
        </w:rPr>
        <w:t>.</w:t>
      </w:r>
    </w:p>
    <w:p w:rsidR="007E64A2" w:rsidRPr="000372C6" w:rsidRDefault="007E64A2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93.</w:t>
      </w:r>
      <w:r w:rsidRPr="000372C6">
        <w:rPr>
          <w:rtl/>
          <w:lang w:bidi="fa-IR"/>
        </w:rPr>
        <w:t xml:space="preserve"> محمد بن محمد بن نعمان، المزار، قم، مدرسه الامام الهاد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چاپ اول،ص </w:t>
      </w:r>
      <w:r>
        <w:rPr>
          <w:rtl/>
          <w:lang w:bidi="fa-IR"/>
        </w:rPr>
        <w:t>53</w:t>
      </w:r>
      <w:r w:rsidRPr="000372C6">
        <w:rPr>
          <w:rtl/>
          <w:lang w:bidi="fa-IR"/>
        </w:rPr>
        <w:t>.</w:t>
      </w:r>
    </w:p>
    <w:p w:rsidR="007E64A2" w:rsidRPr="000372C6" w:rsidRDefault="007E64A2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94.</w:t>
      </w:r>
      <w:r w:rsidRPr="000372C6">
        <w:rPr>
          <w:rtl/>
          <w:lang w:bidi="fa-IR"/>
        </w:rPr>
        <w:t xml:space="preserve"> محمد بن محمد بن نعمان، مسار الش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عه،</w:t>
      </w:r>
      <w:r w:rsidRPr="000372C6">
        <w:rPr>
          <w:rtl/>
          <w:lang w:bidi="fa-IR"/>
        </w:rPr>
        <w:t xml:space="preserve">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روت،</w:t>
      </w:r>
      <w:r w:rsidRPr="000372C6">
        <w:rPr>
          <w:rtl/>
          <w:lang w:bidi="fa-IR"/>
        </w:rPr>
        <w:t xml:space="preserve"> دارالمف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د،</w:t>
      </w:r>
      <w:r w:rsidRPr="000372C6">
        <w:rPr>
          <w:rtl/>
          <w:lang w:bidi="fa-IR"/>
        </w:rPr>
        <w:t xml:space="preserve"> </w:t>
      </w:r>
      <w:r>
        <w:rPr>
          <w:rtl/>
          <w:lang w:bidi="fa-IR"/>
        </w:rPr>
        <w:t>1414</w:t>
      </w:r>
      <w:r w:rsidRPr="000372C6">
        <w:rPr>
          <w:rtl/>
          <w:lang w:bidi="fa-IR"/>
        </w:rPr>
        <w:t xml:space="preserve">، چاپ دوم، ص </w:t>
      </w:r>
      <w:r>
        <w:rPr>
          <w:rtl/>
          <w:lang w:bidi="fa-IR"/>
        </w:rPr>
        <w:t>46</w:t>
      </w:r>
      <w:r>
        <w:rPr>
          <w:rFonts w:hint="cs"/>
          <w:rtl/>
          <w:lang w:bidi="fa-IR"/>
        </w:rPr>
        <w:t>.</w:t>
      </w:r>
    </w:p>
    <w:p w:rsidR="007E64A2" w:rsidRPr="000372C6" w:rsidRDefault="007E64A2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95.</w:t>
      </w:r>
      <w:r w:rsidRPr="000372C6">
        <w:rPr>
          <w:rtl/>
          <w:lang w:bidi="fa-IR"/>
        </w:rPr>
        <w:t xml:space="preserve"> 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خ</w:t>
      </w:r>
      <w:r w:rsidRPr="000372C6">
        <w:rPr>
          <w:rtl/>
          <w:lang w:bidi="fa-IR"/>
        </w:rPr>
        <w:t xml:space="preserve"> طوس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،</w:t>
      </w:r>
      <w:r w:rsidRPr="000372C6">
        <w:rPr>
          <w:rtl/>
          <w:lang w:bidi="fa-IR"/>
        </w:rPr>
        <w:t xml:space="preserve"> محمد بن حسن؛ مصباح المتهجد، ب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روت،</w:t>
      </w:r>
      <w:r w:rsidRPr="000372C6">
        <w:rPr>
          <w:rtl/>
          <w:lang w:bidi="fa-IR"/>
        </w:rPr>
        <w:t xml:space="preserve"> مؤسسه الش</w:t>
      </w:r>
      <w:r w:rsidRPr="000372C6">
        <w:rPr>
          <w:rFonts w:hint="cs"/>
          <w:rtl/>
          <w:lang w:bidi="fa-IR"/>
        </w:rPr>
        <w:t>ی</w:t>
      </w:r>
      <w:r w:rsidRPr="000372C6">
        <w:rPr>
          <w:rFonts w:hint="eastAsia"/>
          <w:rtl/>
          <w:lang w:bidi="fa-IR"/>
        </w:rPr>
        <w:t>عه،</w:t>
      </w:r>
      <w:r w:rsidRPr="000372C6">
        <w:rPr>
          <w:rtl/>
          <w:lang w:bidi="fa-IR"/>
        </w:rPr>
        <w:t xml:space="preserve"> چاپ اول، </w:t>
      </w:r>
      <w:r>
        <w:rPr>
          <w:rtl/>
          <w:lang w:bidi="fa-IR"/>
        </w:rPr>
        <w:t>1411</w:t>
      </w:r>
      <w:r w:rsidRPr="000372C6">
        <w:rPr>
          <w:rtl/>
          <w:lang w:bidi="fa-IR"/>
        </w:rPr>
        <w:t xml:space="preserve">، ص </w:t>
      </w:r>
      <w:r>
        <w:rPr>
          <w:rtl/>
          <w:lang w:bidi="fa-IR"/>
        </w:rPr>
        <w:t>787</w:t>
      </w:r>
      <w:r w:rsidR="001304D9">
        <w:rPr>
          <w:rFonts w:hint="cs"/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96.</w:t>
      </w:r>
      <w:r w:rsidR="007E64A2" w:rsidRPr="000372C6">
        <w:rPr>
          <w:rtl/>
          <w:lang w:bidi="fa-IR"/>
        </w:rPr>
        <w:t xml:space="preserve"> ابن اعلم کوف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احمد؛ ترجمه محمد بن محمد بن مستوف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هرو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تهران، انتشارات آموزش و انقلاب اسلام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</w:t>
      </w:r>
      <w:r w:rsidR="007E64A2">
        <w:rPr>
          <w:rtl/>
          <w:lang w:bidi="fa-IR"/>
        </w:rPr>
        <w:t>1372</w:t>
      </w:r>
      <w:r w:rsidR="007E64A2" w:rsidRPr="000372C6">
        <w:rPr>
          <w:rtl/>
          <w:lang w:bidi="fa-IR"/>
        </w:rPr>
        <w:t xml:space="preserve">، ص </w:t>
      </w:r>
      <w:r w:rsidR="007E64A2">
        <w:rPr>
          <w:rtl/>
          <w:lang w:bidi="fa-IR"/>
        </w:rPr>
        <w:t>916</w:t>
      </w:r>
      <w:r>
        <w:rPr>
          <w:rFonts w:hint="cs"/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97.</w:t>
      </w:r>
      <w:r w:rsidR="007E64A2" w:rsidRPr="000372C6">
        <w:rPr>
          <w:rtl/>
          <w:lang w:bidi="fa-IR"/>
        </w:rPr>
        <w:t xml:space="preserve"> النور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الم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رزا؛</w:t>
      </w:r>
      <w:r w:rsidR="007E64A2" w:rsidRPr="000372C6">
        <w:rPr>
          <w:rtl/>
          <w:lang w:bidi="fa-IR"/>
        </w:rPr>
        <w:t xml:space="preserve"> لولو و مرجان، تهران، فراهان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</w:t>
      </w:r>
      <w:r w:rsidR="007E64A2">
        <w:rPr>
          <w:rtl/>
          <w:lang w:bidi="fa-IR"/>
        </w:rPr>
        <w:t>1364</w:t>
      </w:r>
      <w:r w:rsidR="007E64A2" w:rsidRPr="000372C6">
        <w:rPr>
          <w:rtl/>
          <w:lang w:bidi="fa-IR"/>
        </w:rPr>
        <w:t xml:space="preserve">، ص </w:t>
      </w:r>
      <w:r w:rsidR="007E64A2">
        <w:rPr>
          <w:rtl/>
          <w:lang w:bidi="fa-IR"/>
        </w:rPr>
        <w:t>154</w:t>
      </w:r>
      <w:r>
        <w:rPr>
          <w:rFonts w:hint="cs"/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98.</w:t>
      </w:r>
      <w:r w:rsidR="007E64A2" w:rsidRPr="000372C6">
        <w:rPr>
          <w:rtl/>
          <w:lang w:bidi="fa-IR"/>
        </w:rPr>
        <w:t xml:space="preserve"> حسن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س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</w:t>
      </w:r>
      <w:r w:rsidR="007E64A2" w:rsidRPr="000372C6">
        <w:rPr>
          <w:rFonts w:hint="eastAsia"/>
          <w:rtl/>
          <w:lang w:bidi="fa-IR"/>
        </w:rPr>
        <w:t>ابن</w:t>
      </w:r>
      <w:r w:rsidR="007E64A2" w:rsidRPr="000372C6">
        <w:rPr>
          <w:rtl/>
          <w:lang w:bidi="fa-IR"/>
        </w:rPr>
        <w:t xml:space="preserve"> طاووس، اللهوف ف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قتل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الطوف، ب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جا،</w:t>
      </w:r>
      <w:r w:rsidR="007E64A2" w:rsidRPr="000372C6">
        <w:rPr>
          <w:rtl/>
          <w:lang w:bidi="fa-IR"/>
        </w:rPr>
        <w:t xml:space="preserve"> مهر، </w:t>
      </w:r>
      <w:r w:rsidR="007E64A2">
        <w:rPr>
          <w:rtl/>
          <w:lang w:bidi="fa-IR"/>
        </w:rPr>
        <w:t>1417</w:t>
      </w:r>
      <w:r w:rsidR="007E64A2" w:rsidRPr="000372C6">
        <w:rPr>
          <w:rtl/>
          <w:lang w:bidi="fa-IR"/>
        </w:rPr>
        <w:t>ه.ق، ص</w:t>
      </w:r>
      <w:r w:rsidR="007E64A2">
        <w:rPr>
          <w:rtl/>
          <w:lang w:bidi="fa-IR"/>
        </w:rPr>
        <w:t>114</w:t>
      </w:r>
      <w:r>
        <w:rPr>
          <w:rFonts w:hint="cs"/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99.</w:t>
      </w:r>
      <w:r w:rsidR="007E64A2" w:rsidRPr="000372C6">
        <w:rPr>
          <w:rtl/>
          <w:lang w:bidi="fa-IR"/>
        </w:rPr>
        <w:t xml:space="preserve"> حل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ابن نما؛ مث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ر</w:t>
      </w:r>
      <w:r w:rsidR="007E64A2" w:rsidRPr="000372C6">
        <w:rPr>
          <w:rtl/>
          <w:lang w:bidi="fa-IR"/>
        </w:rPr>
        <w:t xml:space="preserve"> الاحزان، نجف، الح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در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ه،</w:t>
      </w:r>
      <w:r w:rsidR="007E64A2" w:rsidRPr="000372C6">
        <w:rPr>
          <w:rtl/>
          <w:lang w:bidi="fa-IR"/>
        </w:rPr>
        <w:t xml:space="preserve"> </w:t>
      </w:r>
      <w:r w:rsidR="007E64A2">
        <w:rPr>
          <w:rtl/>
          <w:lang w:bidi="fa-IR"/>
        </w:rPr>
        <w:t>1369</w:t>
      </w:r>
      <w:r w:rsidR="007E64A2" w:rsidRPr="000372C6">
        <w:rPr>
          <w:rtl/>
          <w:lang w:bidi="fa-IR"/>
        </w:rPr>
        <w:t>ه</w:t>
      </w:r>
      <w:r>
        <w:rPr>
          <w:rFonts w:hint="cs"/>
          <w:rtl/>
          <w:lang w:bidi="fa-IR"/>
        </w:rPr>
        <w:t xml:space="preserve"> </w:t>
      </w:r>
      <w:r w:rsidR="007E64A2" w:rsidRPr="000372C6">
        <w:rPr>
          <w:rtl/>
          <w:lang w:bidi="fa-IR"/>
        </w:rPr>
        <w:t>ق، ص</w:t>
      </w:r>
      <w:r w:rsidR="007E64A2">
        <w:rPr>
          <w:rtl/>
          <w:lang w:bidi="fa-IR"/>
        </w:rPr>
        <w:t>86</w:t>
      </w:r>
      <w:r w:rsidR="007E64A2" w:rsidRPr="000372C6">
        <w:rPr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100.</w:t>
      </w:r>
      <w:r w:rsidR="007E64A2" w:rsidRPr="000372C6">
        <w:rPr>
          <w:rtl/>
          <w:lang w:bidi="fa-IR"/>
        </w:rPr>
        <w:t xml:space="preserve"> نور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الم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رزا؛</w:t>
      </w:r>
      <w:r w:rsidR="007E64A2" w:rsidRPr="000372C6">
        <w:rPr>
          <w:rtl/>
          <w:lang w:bidi="fa-IR"/>
        </w:rPr>
        <w:t xml:space="preserve"> پ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ش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ن،</w:t>
      </w:r>
      <w:r w:rsidR="007E64A2" w:rsidRPr="000372C6">
        <w:rPr>
          <w:rtl/>
          <w:lang w:bidi="fa-IR"/>
        </w:rPr>
        <w:t xml:space="preserve"> ص </w:t>
      </w:r>
      <w:r w:rsidR="007E64A2">
        <w:rPr>
          <w:rtl/>
          <w:lang w:bidi="fa-IR"/>
        </w:rPr>
        <w:t>152</w:t>
      </w:r>
      <w:r w:rsidR="007E64A2" w:rsidRPr="000372C6">
        <w:rPr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101.</w:t>
      </w:r>
      <w:r w:rsidR="007E64A2" w:rsidRPr="000372C6">
        <w:rPr>
          <w:rtl/>
          <w:lang w:bidi="fa-IR"/>
        </w:rPr>
        <w:t xml:space="preserve"> جعفر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ان،</w:t>
      </w:r>
      <w:r w:rsidR="007E64A2" w:rsidRPr="000372C6">
        <w:rPr>
          <w:rtl/>
          <w:lang w:bidi="fa-IR"/>
        </w:rPr>
        <w:t xml:space="preserve"> رسول؛ نأمل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در نهضت عاشورا، قم، نشر مورخ، </w:t>
      </w:r>
      <w:r w:rsidR="007E64A2">
        <w:rPr>
          <w:rtl/>
          <w:lang w:bidi="fa-IR"/>
        </w:rPr>
        <w:t>1386</w:t>
      </w:r>
      <w:r w:rsidR="007E64A2" w:rsidRPr="000372C6">
        <w:rPr>
          <w:rtl/>
          <w:lang w:bidi="fa-IR"/>
        </w:rPr>
        <w:t xml:space="preserve">ش، ص </w:t>
      </w:r>
      <w:r w:rsidR="007E64A2">
        <w:rPr>
          <w:rtl/>
          <w:lang w:bidi="fa-IR"/>
        </w:rPr>
        <w:t>216</w:t>
      </w:r>
      <w:r w:rsidR="007E64A2" w:rsidRPr="000372C6">
        <w:rPr>
          <w:rtl/>
          <w:lang w:bidi="fa-IR"/>
        </w:rPr>
        <w:t>.</w:t>
      </w:r>
    </w:p>
    <w:p w:rsidR="007E64A2" w:rsidRPr="000372C6" w:rsidRDefault="001304D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102.</w:t>
      </w:r>
      <w:r w:rsidR="007E64A2" w:rsidRPr="000372C6">
        <w:rPr>
          <w:rtl/>
          <w:lang w:bidi="fa-IR"/>
        </w:rPr>
        <w:t xml:space="preserve"> قم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ش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خ</w:t>
      </w:r>
      <w:r w:rsidR="007E64A2" w:rsidRPr="000372C6">
        <w:rPr>
          <w:rtl/>
          <w:lang w:bidi="fa-IR"/>
        </w:rPr>
        <w:t xml:space="preserve"> عباس؛ منته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الامال، ب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جا، مطبوعات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حس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</w:t>
      </w:r>
      <w:r w:rsidR="007E64A2">
        <w:rPr>
          <w:rtl/>
          <w:lang w:bidi="fa-IR"/>
        </w:rPr>
        <w:t>1370</w:t>
      </w:r>
      <w:r w:rsidR="007E64A2" w:rsidRPr="000372C6">
        <w:rPr>
          <w:rtl/>
          <w:lang w:bidi="fa-IR"/>
        </w:rPr>
        <w:t>، ج</w:t>
      </w:r>
      <w:r w:rsidR="007E64A2">
        <w:rPr>
          <w:rtl/>
          <w:lang w:bidi="fa-IR"/>
        </w:rPr>
        <w:t>1</w:t>
      </w:r>
      <w:r w:rsidR="007E64A2" w:rsidRPr="000372C6">
        <w:rPr>
          <w:rtl/>
          <w:lang w:bidi="fa-IR"/>
        </w:rPr>
        <w:t xml:space="preserve">، ص </w:t>
      </w:r>
      <w:r w:rsidR="007E64A2">
        <w:rPr>
          <w:rtl/>
          <w:lang w:bidi="fa-IR"/>
        </w:rPr>
        <w:t>525</w:t>
      </w:r>
      <w:r w:rsidR="007E64A2" w:rsidRPr="000372C6">
        <w:rPr>
          <w:rtl/>
          <w:lang w:bidi="fa-IR"/>
        </w:rPr>
        <w:t>.</w:t>
      </w:r>
    </w:p>
    <w:p w:rsidR="007E64A2" w:rsidRPr="000372C6" w:rsidRDefault="00A45A58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103.</w:t>
      </w:r>
      <w:r w:rsidR="007E64A2" w:rsidRPr="000372C6">
        <w:rPr>
          <w:rtl/>
          <w:lang w:bidi="fa-IR"/>
        </w:rPr>
        <w:t xml:space="preserve"> آ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ت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محمد ابراه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م؛</w:t>
      </w:r>
      <w:r w:rsidR="007E64A2" w:rsidRPr="000372C6">
        <w:rPr>
          <w:rtl/>
          <w:lang w:bidi="fa-IR"/>
        </w:rPr>
        <w:t xml:space="preserve"> بررس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تار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خ</w:t>
      </w:r>
      <w:r w:rsidR="007E64A2" w:rsidRPr="000372C6">
        <w:rPr>
          <w:rtl/>
          <w:lang w:bidi="fa-IR"/>
        </w:rPr>
        <w:t xml:space="preserve"> عاشورا، تهران، صدوق، </w:t>
      </w:r>
      <w:r w:rsidR="007E64A2">
        <w:rPr>
          <w:rtl/>
          <w:lang w:bidi="fa-IR"/>
        </w:rPr>
        <w:t>1372</w:t>
      </w:r>
      <w:r w:rsidR="007E64A2" w:rsidRPr="000372C6">
        <w:rPr>
          <w:rtl/>
          <w:lang w:bidi="fa-IR"/>
        </w:rPr>
        <w:t>ه.ش، هشتم، ص</w:t>
      </w:r>
      <w:r>
        <w:rPr>
          <w:rFonts w:hint="cs"/>
          <w:rtl/>
          <w:lang w:bidi="fa-IR"/>
        </w:rPr>
        <w:t xml:space="preserve"> 139.</w:t>
      </w:r>
    </w:p>
    <w:p w:rsidR="007E64A2" w:rsidRPr="000372C6" w:rsidRDefault="00A45A58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104.</w:t>
      </w:r>
      <w:r w:rsidR="007E64A2" w:rsidRPr="000372C6">
        <w:rPr>
          <w:rtl/>
          <w:lang w:bidi="fa-IR"/>
        </w:rPr>
        <w:t xml:space="preserve"> مطهر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مرتض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؛</w:t>
      </w:r>
      <w:r w:rsidR="007E64A2" w:rsidRPr="000372C6">
        <w:rPr>
          <w:rtl/>
          <w:lang w:bidi="fa-IR"/>
        </w:rPr>
        <w:t xml:space="preserve"> حماسه حس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تهران، صدرا، </w:t>
      </w:r>
      <w:r w:rsidR="007E64A2">
        <w:rPr>
          <w:rtl/>
          <w:lang w:bidi="fa-IR"/>
        </w:rPr>
        <w:t>1373</w:t>
      </w:r>
      <w:r w:rsidR="007E64A2" w:rsidRPr="000372C6">
        <w:rPr>
          <w:rtl/>
          <w:lang w:bidi="fa-IR"/>
        </w:rPr>
        <w:t>، چاپ ب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ست</w:t>
      </w:r>
      <w:r w:rsidR="007E64A2" w:rsidRPr="000372C6">
        <w:rPr>
          <w:rtl/>
          <w:lang w:bidi="fa-IR"/>
        </w:rPr>
        <w:t xml:space="preserve"> و 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کم،</w:t>
      </w:r>
      <w:r w:rsidR="007E64A2" w:rsidRPr="000372C6">
        <w:rPr>
          <w:rtl/>
          <w:lang w:bidi="fa-IR"/>
        </w:rPr>
        <w:t xml:space="preserve"> ج</w:t>
      </w:r>
      <w:r w:rsidR="007E64A2">
        <w:rPr>
          <w:rtl/>
          <w:lang w:bidi="fa-IR"/>
        </w:rPr>
        <w:t>1</w:t>
      </w:r>
      <w:r w:rsidR="007E64A2" w:rsidRPr="000372C6">
        <w:rPr>
          <w:rtl/>
          <w:lang w:bidi="fa-IR"/>
        </w:rPr>
        <w:t xml:space="preserve">، ص </w:t>
      </w:r>
      <w:r w:rsidR="007E64A2">
        <w:rPr>
          <w:rtl/>
          <w:lang w:bidi="fa-IR"/>
        </w:rPr>
        <w:t>30</w:t>
      </w:r>
      <w:r w:rsidR="007E64A2" w:rsidRPr="000372C6">
        <w:rPr>
          <w:rtl/>
          <w:lang w:bidi="fa-IR"/>
        </w:rPr>
        <w:t>.</w:t>
      </w:r>
    </w:p>
    <w:p w:rsidR="007E64A2" w:rsidRPr="000372C6" w:rsidRDefault="00A45A58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105.</w:t>
      </w:r>
      <w:r w:rsidR="007E64A2" w:rsidRPr="000372C6">
        <w:rPr>
          <w:rtl/>
          <w:lang w:bidi="fa-IR"/>
        </w:rPr>
        <w:t xml:space="preserve"> طوس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محمد بن حسن؛ پ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ش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ن،</w:t>
      </w:r>
      <w:r w:rsidR="007E64A2" w:rsidRPr="000372C6">
        <w:rPr>
          <w:rtl/>
          <w:lang w:bidi="fa-IR"/>
        </w:rPr>
        <w:t xml:space="preserve"> ص </w:t>
      </w:r>
      <w:r w:rsidR="00EE19C9">
        <w:rPr>
          <w:rFonts w:hint="cs"/>
          <w:rtl/>
          <w:lang w:bidi="fa-IR"/>
        </w:rPr>
        <w:t>787.</w:t>
      </w:r>
    </w:p>
    <w:p w:rsidR="007E64A2" w:rsidRPr="000372C6" w:rsidRDefault="00EE19C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106.</w:t>
      </w:r>
      <w:r w:rsidR="007E64A2" w:rsidRPr="000372C6">
        <w:rPr>
          <w:rtl/>
          <w:lang w:bidi="fa-IR"/>
        </w:rPr>
        <w:t xml:space="preserve"> آ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ت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محمدابراه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م،</w:t>
      </w:r>
      <w:r w:rsidR="007E64A2" w:rsidRPr="000372C6">
        <w:rPr>
          <w:rtl/>
          <w:lang w:bidi="fa-IR"/>
        </w:rPr>
        <w:t xml:space="preserve"> پ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ش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ن،</w:t>
      </w:r>
      <w:r w:rsidR="007E64A2" w:rsidRPr="000372C6">
        <w:rPr>
          <w:rtl/>
          <w:lang w:bidi="fa-IR"/>
        </w:rPr>
        <w:t xml:space="preserve"> ص </w:t>
      </w:r>
      <w:r w:rsidR="007E64A2">
        <w:rPr>
          <w:rtl/>
          <w:lang w:bidi="fa-IR"/>
        </w:rPr>
        <w:t>231</w:t>
      </w:r>
      <w:r w:rsidR="007E64A2" w:rsidRPr="000372C6">
        <w:rPr>
          <w:rtl/>
          <w:lang w:bidi="fa-IR"/>
        </w:rPr>
        <w:t>-</w:t>
      </w:r>
      <w:r w:rsidR="007E64A2">
        <w:rPr>
          <w:rtl/>
          <w:lang w:bidi="fa-IR"/>
        </w:rPr>
        <w:t>230</w:t>
      </w:r>
      <w:r w:rsidR="007E64A2" w:rsidRPr="000372C6">
        <w:rPr>
          <w:rtl/>
          <w:lang w:bidi="fa-IR"/>
        </w:rPr>
        <w:t>.</w:t>
      </w:r>
    </w:p>
    <w:p w:rsidR="007E64A2" w:rsidRPr="000372C6" w:rsidRDefault="00EE19C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107.</w:t>
      </w:r>
      <w:r w:rsidR="007E64A2" w:rsidRPr="000372C6">
        <w:rPr>
          <w:rtl/>
          <w:lang w:bidi="fa-IR"/>
        </w:rPr>
        <w:t xml:space="preserve"> همان، ص </w:t>
      </w:r>
      <w:r w:rsidR="007E64A2">
        <w:rPr>
          <w:rtl/>
          <w:lang w:bidi="fa-IR"/>
        </w:rPr>
        <w:t>232</w:t>
      </w:r>
      <w:r w:rsidR="007E64A2" w:rsidRPr="000372C6">
        <w:rPr>
          <w:rtl/>
          <w:lang w:bidi="fa-IR"/>
        </w:rPr>
        <w:t>-</w:t>
      </w:r>
      <w:r w:rsidR="007E64A2">
        <w:rPr>
          <w:rtl/>
          <w:lang w:bidi="fa-IR"/>
        </w:rPr>
        <w:t>231</w:t>
      </w:r>
      <w:r w:rsidR="007E64A2" w:rsidRPr="000372C6">
        <w:rPr>
          <w:rtl/>
          <w:lang w:bidi="fa-IR"/>
        </w:rPr>
        <w:t>.</w:t>
      </w:r>
    </w:p>
    <w:p w:rsidR="007E64A2" w:rsidRPr="000372C6" w:rsidRDefault="00EE19C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108.</w:t>
      </w:r>
      <w:r w:rsidR="007E64A2" w:rsidRPr="000372C6">
        <w:rPr>
          <w:rtl/>
          <w:lang w:bidi="fa-IR"/>
        </w:rPr>
        <w:t xml:space="preserve"> برخ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نقل کرده اند که جابر در ا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</w:t>
      </w:r>
      <w:r w:rsidR="007E64A2" w:rsidRPr="000372C6">
        <w:rPr>
          <w:rtl/>
          <w:lang w:bidi="fa-IR"/>
        </w:rPr>
        <w:t xml:space="preserve"> زمان تقر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باً</w:t>
      </w:r>
      <w:r w:rsidR="007E64A2" w:rsidRPr="000372C6">
        <w:rPr>
          <w:rtl/>
          <w:lang w:bidi="fa-IR"/>
        </w:rPr>
        <w:t xml:space="preserve"> ناب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نا</w:t>
      </w:r>
      <w:r w:rsidR="007E64A2" w:rsidRPr="000372C6">
        <w:rPr>
          <w:rtl/>
          <w:lang w:bidi="fa-IR"/>
        </w:rPr>
        <w:t xml:space="preserve"> بوده است.</w:t>
      </w:r>
    </w:p>
    <w:p w:rsidR="007E64A2" w:rsidRPr="000372C6" w:rsidRDefault="00EE19C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109.</w:t>
      </w:r>
      <w:r w:rsidR="007E64A2" w:rsidRPr="000372C6">
        <w:rPr>
          <w:rtl/>
          <w:lang w:bidi="fa-IR"/>
        </w:rPr>
        <w:t xml:space="preserve"> طبر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محمد بن عل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؛</w:t>
      </w:r>
      <w:r w:rsidR="007E64A2" w:rsidRPr="000372C6">
        <w:rPr>
          <w:rtl/>
          <w:lang w:bidi="fa-IR"/>
        </w:rPr>
        <w:t xml:space="preserve"> بشاره المصطف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قم، مؤسسه النشر الاسلام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،</w:t>
      </w:r>
      <w:r w:rsidR="007E64A2" w:rsidRPr="000372C6">
        <w:rPr>
          <w:rtl/>
          <w:lang w:bidi="fa-IR"/>
        </w:rPr>
        <w:t xml:space="preserve"> </w:t>
      </w:r>
      <w:r w:rsidR="007E64A2">
        <w:rPr>
          <w:rtl/>
          <w:lang w:bidi="fa-IR"/>
        </w:rPr>
        <w:t>1420</w:t>
      </w:r>
      <w:r w:rsidR="007E64A2" w:rsidRPr="000372C6">
        <w:rPr>
          <w:rtl/>
          <w:lang w:bidi="fa-IR"/>
        </w:rPr>
        <w:t xml:space="preserve">، چاپ اول، ص </w:t>
      </w:r>
      <w:r w:rsidR="007E64A2">
        <w:rPr>
          <w:rtl/>
          <w:lang w:bidi="fa-IR"/>
        </w:rPr>
        <w:t>126</w:t>
      </w:r>
      <w:r w:rsidR="007E64A2" w:rsidRPr="000372C6">
        <w:rPr>
          <w:rtl/>
          <w:lang w:bidi="fa-IR"/>
        </w:rPr>
        <w:t>.</w:t>
      </w:r>
    </w:p>
    <w:p w:rsidR="007E64A2" w:rsidRPr="000372C6" w:rsidRDefault="00EE19C9" w:rsidP="00430AC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110.</w:t>
      </w:r>
      <w:r w:rsidR="007E64A2" w:rsidRPr="000372C6">
        <w:rPr>
          <w:rtl/>
          <w:lang w:bidi="fa-IR"/>
        </w:rPr>
        <w:t xml:space="preserve"> به ا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</w:t>
      </w:r>
      <w:r w:rsidR="007E64A2" w:rsidRPr="000372C6">
        <w:rPr>
          <w:rtl/>
          <w:lang w:bidi="fa-IR"/>
        </w:rPr>
        <w:t xml:space="preserve"> نکته 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ز</w:t>
      </w:r>
      <w:r w:rsidR="007E64A2" w:rsidRPr="000372C6">
        <w:rPr>
          <w:rtl/>
          <w:lang w:bidi="fa-IR"/>
        </w:rPr>
        <w:t xml:space="preserve"> با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د</w:t>
      </w:r>
      <w:r w:rsidR="007E64A2" w:rsidRPr="000372C6">
        <w:rPr>
          <w:rtl/>
          <w:lang w:bidi="fa-IR"/>
        </w:rPr>
        <w:t xml:space="preserve"> توجه داشت که لهوف از منابع دست اول ن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ست</w:t>
      </w:r>
      <w:r w:rsidR="007E64A2" w:rsidRPr="000372C6">
        <w:rPr>
          <w:rtl/>
          <w:lang w:bidi="fa-IR"/>
        </w:rPr>
        <w:t xml:space="preserve"> ا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ن</w:t>
      </w:r>
      <w:r w:rsidR="007E64A2" w:rsidRPr="000372C6">
        <w:rPr>
          <w:rtl/>
          <w:lang w:bidi="fa-IR"/>
        </w:rPr>
        <w:t xml:space="preserve"> کتاب در قرن هفتم هجر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نوشته شده است. نو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سنده</w:t>
      </w:r>
      <w:r w:rsidR="007E64A2">
        <w:rPr>
          <w:rtl/>
          <w:lang w:bidi="fa-IR"/>
        </w:rPr>
        <w:t>:</w:t>
      </w:r>
      <w:r w:rsidR="007E64A2" w:rsidRPr="000372C6">
        <w:rPr>
          <w:rtl/>
          <w:lang w:bidi="fa-IR"/>
        </w:rPr>
        <w:t xml:space="preserve"> 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Fonts w:hint="eastAsia"/>
          <w:rtl/>
          <w:lang w:bidi="fa-IR"/>
        </w:rPr>
        <w:t>دالله</w:t>
      </w:r>
      <w:r w:rsidR="007E64A2" w:rsidRPr="000372C6">
        <w:rPr>
          <w:rtl/>
          <w:lang w:bidi="fa-IR"/>
        </w:rPr>
        <w:t xml:space="preserve"> حاج</w:t>
      </w:r>
      <w:r w:rsidR="007E64A2" w:rsidRPr="000372C6">
        <w:rPr>
          <w:rFonts w:hint="cs"/>
          <w:rtl/>
          <w:lang w:bidi="fa-IR"/>
        </w:rPr>
        <w:t>ی</w:t>
      </w:r>
      <w:r w:rsidR="007E64A2" w:rsidRPr="000372C6">
        <w:rPr>
          <w:rtl/>
          <w:lang w:bidi="fa-IR"/>
        </w:rPr>
        <w:t xml:space="preserve"> زاده</w:t>
      </w:r>
      <w:r>
        <w:rPr>
          <w:rFonts w:hint="cs"/>
          <w:rtl/>
          <w:lang w:bidi="fa-IR"/>
        </w:rPr>
        <w:t>.</w:t>
      </w:r>
    </w:p>
    <w:p w:rsidR="00CB4A4A" w:rsidRDefault="00CB4A4A" w:rsidP="00AF0501">
      <w:pPr>
        <w:pStyle w:val="libNormal"/>
        <w:rPr>
          <w:rtl/>
          <w:lang w:bidi="fa-IR"/>
        </w:rPr>
      </w:pPr>
    </w:p>
    <w:p w:rsidR="00B57CB4" w:rsidRDefault="00B57CB4" w:rsidP="00AF050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Fonts w:cs="Traditional Arabic"/>
          <w:b w:val="0"/>
          <w:bCs w:val="0"/>
          <w:sz w:val="24"/>
          <w:rtl/>
        </w:rPr>
        <w:id w:val="20463344"/>
        <w:docPartObj>
          <w:docPartGallery w:val="Table of Contents"/>
          <w:docPartUnique/>
        </w:docPartObj>
      </w:sdtPr>
      <w:sdtContent>
        <w:p w:rsidR="00B57CB4" w:rsidRPr="004A75F6" w:rsidRDefault="00D21D03" w:rsidP="004A75F6">
          <w:pPr>
            <w:pStyle w:val="libBold1"/>
          </w:pPr>
          <w:r w:rsidRPr="004A75F6">
            <w:rPr>
              <w:rFonts w:hint="cs"/>
              <w:rtl/>
            </w:rPr>
            <w:t>فهرست مطالب</w:t>
          </w:r>
        </w:p>
        <w:p w:rsidR="00AB0DDF" w:rsidRDefault="00322937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322937">
            <w:fldChar w:fldCharType="begin"/>
          </w:r>
          <w:r w:rsidR="00B57CB4">
            <w:instrText xml:space="preserve"> TOC \o "1-3" \h \z \u </w:instrText>
          </w:r>
          <w:r w:rsidRPr="00322937">
            <w:fldChar w:fldCharType="separate"/>
          </w:r>
          <w:hyperlink w:anchor="_Toc526764119" w:history="1">
            <w:r w:rsidR="00AB0DDF" w:rsidRPr="004E574A">
              <w:rPr>
                <w:rStyle w:val="Hyperlink"/>
                <w:noProof/>
                <w:rtl/>
                <w:lang w:bidi="fa-IR"/>
              </w:rPr>
              <w:t>مقدمه</w:t>
            </w:r>
            <w:r w:rsidR="00AB0DDF">
              <w:rPr>
                <w:noProof/>
                <w:webHidden/>
                <w:rtl/>
              </w:rPr>
              <w:tab/>
            </w:r>
            <w:r w:rsidR="00AB0DDF">
              <w:rPr>
                <w:noProof/>
                <w:webHidden/>
                <w:rtl/>
              </w:rPr>
              <w:fldChar w:fldCharType="begin"/>
            </w:r>
            <w:r w:rsidR="00AB0DDF">
              <w:rPr>
                <w:noProof/>
                <w:webHidden/>
                <w:rtl/>
              </w:rPr>
              <w:instrText xml:space="preserve"> </w:instrText>
            </w:r>
            <w:r w:rsidR="00AB0DDF">
              <w:rPr>
                <w:noProof/>
                <w:webHidden/>
              </w:rPr>
              <w:instrText>PAGEREF</w:instrText>
            </w:r>
            <w:r w:rsidR="00AB0DDF">
              <w:rPr>
                <w:noProof/>
                <w:webHidden/>
                <w:rtl/>
              </w:rPr>
              <w:instrText xml:space="preserve"> _</w:instrText>
            </w:r>
            <w:r w:rsidR="00AB0DDF">
              <w:rPr>
                <w:noProof/>
                <w:webHidden/>
              </w:rPr>
              <w:instrText>Toc526764119 \h</w:instrText>
            </w:r>
            <w:r w:rsidR="00AB0DDF">
              <w:rPr>
                <w:noProof/>
                <w:webHidden/>
                <w:rtl/>
              </w:rPr>
              <w:instrText xml:space="preserve"> </w:instrText>
            </w:r>
            <w:r w:rsidR="00AB0DDF">
              <w:rPr>
                <w:noProof/>
                <w:webHidden/>
                <w:rtl/>
              </w:rPr>
            </w:r>
            <w:r w:rsidR="00AB0DDF">
              <w:rPr>
                <w:noProof/>
                <w:webHidden/>
                <w:rtl/>
              </w:rPr>
              <w:fldChar w:fldCharType="separate"/>
            </w:r>
            <w:r w:rsidR="00AB0DDF">
              <w:rPr>
                <w:noProof/>
                <w:webHidden/>
                <w:rtl/>
              </w:rPr>
              <w:t>3</w:t>
            </w:r>
            <w:r w:rsidR="00AB0DDF"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0" w:history="1">
            <w:r w:rsidRPr="004E574A">
              <w:rPr>
                <w:rStyle w:val="Hyperlink"/>
                <w:noProof/>
                <w:rtl/>
                <w:lang w:bidi="fa-IR"/>
              </w:rPr>
              <w:t>پ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1" w:history="1">
            <w:r w:rsidRPr="004E574A">
              <w:rPr>
                <w:rStyle w:val="Hyperlink"/>
                <w:noProof/>
                <w:rtl/>
                <w:lang w:bidi="fa-IR"/>
              </w:rPr>
              <w:t>شوق لقا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2" w:history="1">
            <w:r w:rsidRPr="004E574A">
              <w:rPr>
                <w:rStyle w:val="Hyperlink"/>
                <w:noProof/>
                <w:rtl/>
                <w:lang w:bidi="fa-IR"/>
              </w:rPr>
              <w:t>بررس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شخص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جابر بن عبدالله الانصار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3" w:history="1">
            <w:r w:rsidRPr="004E574A">
              <w:rPr>
                <w:rStyle w:val="Hyperlink"/>
                <w:noProof/>
                <w:rtl/>
                <w:lang w:bidi="fa-IR"/>
              </w:rPr>
              <w:t>بررس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شخص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عط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ه بن سعد عوف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4" w:history="1">
            <w:r w:rsidRPr="004E574A">
              <w:rPr>
                <w:rStyle w:val="Hyperlink"/>
                <w:noProof/>
                <w:rtl/>
                <w:lang w:bidi="fa-IR"/>
              </w:rPr>
              <w:t>نخست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5" w:history="1">
            <w:r w:rsidRPr="004E574A">
              <w:rPr>
                <w:rStyle w:val="Hyperlink"/>
                <w:noProof/>
                <w:rtl/>
                <w:lang w:bidi="fa-IR"/>
              </w:rPr>
              <w:t>آ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 اهل ب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به کربلا آمدند؟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6" w:history="1">
            <w:r w:rsidRPr="004E574A">
              <w:rPr>
                <w:rStyle w:val="Hyperlink"/>
                <w:noProof/>
                <w:rtl/>
                <w:lang w:bidi="fa-IR"/>
              </w:rPr>
              <w:t>از 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بالاتر روا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است که مرحوم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7" w:history="1">
            <w:r w:rsidRPr="004E574A">
              <w:rPr>
                <w:rStyle w:val="Hyperlink"/>
                <w:noProof/>
                <w:rtl/>
                <w:lang w:bidi="fa-IR"/>
              </w:rPr>
              <w:t>کدام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8" w:history="1">
            <w:r w:rsidRPr="004E574A">
              <w:rPr>
                <w:rStyle w:val="Hyperlink"/>
                <w:noProof/>
                <w:rtl/>
                <w:lang w:bidi="fa-IR"/>
              </w:rPr>
              <w:t>اقوال در زمان بازگشت اهل ب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به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29" w:history="1">
            <w:r w:rsidRPr="004E574A">
              <w:rPr>
                <w:rStyle w:val="Hyperlink"/>
                <w:noProof/>
                <w:rtl/>
                <w:lang w:bidi="fa-IR"/>
              </w:rPr>
              <w:t>موافقان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0" w:history="1">
            <w:r w:rsidRPr="004E574A">
              <w:rPr>
                <w:rStyle w:val="Hyperlink"/>
                <w:noProof/>
                <w:rtl/>
                <w:lang w:bidi="fa-IR"/>
              </w:rPr>
              <w:t>مخالفان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1" w:history="1">
            <w:r w:rsidRPr="004E574A">
              <w:rPr>
                <w:rStyle w:val="Hyperlink"/>
                <w:noProof/>
                <w:rtl/>
                <w:lang w:bidi="fa-IR"/>
              </w:rPr>
              <w:t>متوقفان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2" w:history="1">
            <w:r w:rsidRPr="004E574A">
              <w:rPr>
                <w:rStyle w:val="Hyperlink"/>
                <w:noProof/>
                <w:rtl/>
                <w:lang w:bidi="fa-IR"/>
              </w:rPr>
              <w:t>دو 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دگاه در ترازو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نقد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3" w:history="1">
            <w:r w:rsidRPr="004E574A">
              <w:rPr>
                <w:rStyle w:val="Hyperlink"/>
                <w:noProof/>
                <w:rtl/>
                <w:lang w:bidi="fa-IR"/>
              </w:rPr>
              <w:t>سخن و 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دگاه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4" w:history="1">
            <w:r w:rsidRPr="004E574A">
              <w:rPr>
                <w:rStyle w:val="Hyperlink"/>
                <w:noProof/>
                <w:rtl/>
                <w:lang w:bidi="fa-IR"/>
              </w:rPr>
              <w:t>فرازها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از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5" w:history="1">
            <w:r w:rsidRPr="004E574A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6" w:history="1">
            <w:r w:rsidRPr="004E574A">
              <w:rPr>
                <w:rStyle w:val="Hyperlink"/>
                <w:noProof/>
                <w:rtl/>
                <w:lang w:bidi="fa-IR"/>
              </w:rPr>
              <w:t>اول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زائر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7" w:history="1">
            <w:r w:rsidRPr="004E574A">
              <w:rPr>
                <w:rStyle w:val="Hyperlink"/>
                <w:noProof/>
                <w:rtl/>
                <w:lang w:bidi="fa-IR"/>
              </w:rPr>
              <w:t>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دار اهل ب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از شهدا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کربلا در روز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8" w:history="1">
            <w:r w:rsidRPr="004E574A">
              <w:rPr>
                <w:rStyle w:val="Hyperlink"/>
                <w:noProof/>
                <w:rtl/>
                <w:lang w:bidi="fa-IR"/>
              </w:rPr>
              <w:t>اسارت زن مسلمان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39" w:history="1">
            <w:r w:rsidRPr="004E574A">
              <w:rPr>
                <w:rStyle w:val="Hyperlink"/>
                <w:noProof/>
                <w:rtl/>
                <w:lang w:bidi="fa-IR"/>
              </w:rPr>
              <w:t>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و اسرا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0" w:history="1">
            <w:r w:rsidRPr="004E574A">
              <w:rPr>
                <w:rStyle w:val="Hyperlink"/>
                <w:noProof/>
                <w:rtl/>
                <w:lang w:bidi="fa-IR"/>
              </w:rPr>
              <w:t>ارزش و جا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گاه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1" w:history="1">
            <w:r w:rsidRPr="004E574A">
              <w:rPr>
                <w:rStyle w:val="Hyperlink"/>
                <w:noProof/>
                <w:rtl/>
                <w:lang w:bidi="fa-IR"/>
              </w:rPr>
              <w:t>اهم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از کجاست؟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2" w:history="1">
            <w:r w:rsidRPr="004E574A">
              <w:rPr>
                <w:rStyle w:val="Hyperlink"/>
                <w:noProof/>
                <w:rtl/>
                <w:lang w:bidi="fa-IR"/>
              </w:rPr>
              <w:t xml:space="preserve">رمز زنده ماندن واقعه 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3" w:history="1">
            <w:r w:rsidRPr="004E574A">
              <w:rPr>
                <w:rStyle w:val="Hyperlink"/>
                <w:noProof/>
                <w:rtl/>
                <w:lang w:bidi="fa-IR"/>
              </w:rPr>
              <w:t>درس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که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به ما 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4" w:history="1">
            <w:r w:rsidRPr="004E574A">
              <w:rPr>
                <w:rStyle w:val="Hyperlink"/>
                <w:noProof/>
                <w:rtl/>
                <w:lang w:bidi="fa-IR"/>
              </w:rPr>
              <w:t>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نور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5" w:history="1">
            <w:r w:rsidRPr="004E574A">
              <w:rPr>
                <w:rStyle w:val="Hyperlink"/>
                <w:noProof/>
                <w:rtl/>
                <w:lang w:bidi="fa-IR"/>
              </w:rPr>
              <w:t>جو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بار هم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شه جار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6" w:history="1">
            <w:r w:rsidRPr="004E574A">
              <w:rPr>
                <w:rStyle w:val="Hyperlink"/>
                <w:noProof/>
                <w:rtl/>
                <w:lang w:bidi="fa-IR"/>
              </w:rPr>
              <w:t>چله عارفانه تش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Pr="004E574A">
              <w:rPr>
                <w:rStyle w:val="Hyperlink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7" w:history="1">
            <w:r w:rsidRPr="004E574A">
              <w:rPr>
                <w:rStyle w:val="Hyperlink"/>
                <w:noProof/>
                <w:rtl/>
                <w:lang w:bidi="fa-IR"/>
              </w:rPr>
              <w:t>اهم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8" w:history="1">
            <w:r w:rsidRPr="004E574A">
              <w:rPr>
                <w:rStyle w:val="Hyperlink"/>
                <w:noProof/>
                <w:rtl/>
                <w:lang w:bidi="fa-IR"/>
              </w:rPr>
              <w:t>سرگذشت جاودانه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49" w:history="1">
            <w:r w:rsidRPr="004E574A">
              <w:rPr>
                <w:rStyle w:val="Hyperlink"/>
                <w:noProof/>
                <w:rtl/>
                <w:lang w:bidi="fa-IR"/>
              </w:rPr>
              <w:t>تأک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 بر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4E574A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0" w:history="1">
            <w:r w:rsidRPr="004E574A">
              <w:rPr>
                <w:rStyle w:val="Hyperlink"/>
                <w:noProof/>
                <w:rtl/>
                <w:lang w:bidi="fa-IR"/>
              </w:rPr>
              <w:t>آثار و برکات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4E574A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1" w:history="1">
            <w:r w:rsidRPr="004E574A">
              <w:rPr>
                <w:rStyle w:val="Hyperlink"/>
                <w:noProof/>
                <w:rtl/>
                <w:lang w:bidi="fa-IR"/>
              </w:rPr>
              <w:t>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وکودکان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2" w:history="1">
            <w:r w:rsidRPr="004E574A">
              <w:rPr>
                <w:rStyle w:val="Hyperlink"/>
                <w:noProof/>
                <w:rtl/>
                <w:lang w:bidi="fa-IR"/>
              </w:rPr>
              <w:t>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دار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دوباره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3" w:history="1">
            <w:r w:rsidRPr="004E574A">
              <w:rPr>
                <w:rStyle w:val="Hyperlink"/>
                <w:noProof/>
                <w:rtl/>
                <w:lang w:bidi="fa-IR"/>
              </w:rPr>
              <w:t>عزادار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4" w:history="1">
            <w:r w:rsidRPr="004E574A">
              <w:rPr>
                <w:rStyle w:val="Hyperlink"/>
                <w:noProof/>
                <w:rtl/>
                <w:lang w:bidi="fa-IR"/>
              </w:rPr>
              <w:t>نشانه 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5" w:history="1">
            <w:r w:rsidRPr="004E574A">
              <w:rPr>
                <w:rStyle w:val="Hyperlink"/>
                <w:noProof/>
                <w:rtl/>
                <w:lang w:bidi="fa-IR"/>
              </w:rPr>
              <w:t>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6" w:history="1">
            <w:r w:rsidRPr="004E574A">
              <w:rPr>
                <w:rStyle w:val="Hyperlink"/>
                <w:noProof/>
                <w:rtl/>
                <w:lang w:bidi="fa-IR"/>
              </w:rPr>
              <w:t>عزاداران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7" w:history="1">
            <w:r w:rsidRPr="004E574A">
              <w:rPr>
                <w:rStyle w:val="Hyperlink"/>
                <w:noProof/>
                <w:rtl/>
                <w:lang w:bidi="fa-IR"/>
              </w:rPr>
              <w:t>بازگشت دوباره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8" w:history="1">
            <w:r w:rsidRPr="004E574A">
              <w:rPr>
                <w:rStyle w:val="Hyperlink"/>
                <w:noProof/>
                <w:rtl/>
                <w:lang w:bidi="fa-IR"/>
              </w:rPr>
              <w:t>خواهر داغ 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59" w:history="1">
            <w:r w:rsidRPr="004E574A">
              <w:rPr>
                <w:rStyle w:val="Hyperlink"/>
                <w:noProof/>
                <w:rtl/>
                <w:lang w:bidi="fa-IR"/>
              </w:rPr>
              <w:t>پرسش ها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درباره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0" w:history="1">
            <w:r w:rsidRPr="004E574A">
              <w:rPr>
                <w:rStyle w:val="Hyperlink"/>
                <w:noProof/>
                <w:rtl/>
                <w:lang w:bidi="fa-IR"/>
              </w:rPr>
              <w:t>نکات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درباره 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1" w:history="1">
            <w:r w:rsidRPr="004E574A">
              <w:rPr>
                <w:rStyle w:val="Hyperlink"/>
                <w:noProof/>
                <w:rtl/>
                <w:lang w:bidi="fa-IR"/>
              </w:rPr>
              <w:t>1. عدد چهل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2" w:history="1">
            <w:r w:rsidRPr="004E574A">
              <w:rPr>
                <w:rStyle w:val="Hyperlink"/>
                <w:noProof/>
                <w:rtl/>
                <w:lang w:bidi="fa-IR"/>
              </w:rPr>
              <w:t>2.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امام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4E574A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3" w:history="1">
            <w:r w:rsidRPr="004E574A">
              <w:rPr>
                <w:rStyle w:val="Hyperlink"/>
                <w:noProof/>
                <w:rtl/>
                <w:lang w:bidi="fa-IR"/>
              </w:rPr>
              <w:t>3. بازگشت اس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ران به مد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نه 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4" w:history="1">
            <w:r w:rsidRPr="004E574A">
              <w:rPr>
                <w:rStyle w:val="Hyperlink"/>
                <w:noProof/>
                <w:rtl/>
                <w:lang w:bidi="fa-IR"/>
              </w:rPr>
              <w:t>4. م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رزا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نور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و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5" w:history="1">
            <w:r w:rsidRPr="004E574A">
              <w:rPr>
                <w:rStyle w:val="Hyperlink"/>
                <w:noProof/>
                <w:rtl/>
                <w:lang w:bidi="fa-IR"/>
              </w:rPr>
              <w:t>5. شه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د قاض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طباطبائ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و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6" w:history="1">
            <w:r w:rsidRPr="004E574A">
              <w:rPr>
                <w:rStyle w:val="Hyperlink"/>
                <w:noProof/>
                <w:rtl/>
                <w:lang w:bidi="fa-IR"/>
              </w:rPr>
              <w:t>اخبار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7" w:history="1">
            <w:r w:rsidRPr="004E574A">
              <w:rPr>
                <w:rStyle w:val="Hyperlink"/>
                <w:noProof/>
                <w:rtl/>
                <w:lang w:bidi="fa-IR"/>
              </w:rPr>
              <w:t>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8" w:history="1">
            <w:r w:rsidRPr="004E574A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69" w:history="1">
            <w:r w:rsidRPr="004E574A">
              <w:rPr>
                <w:rStyle w:val="Hyperlink"/>
                <w:noProof/>
                <w:rtl/>
                <w:lang w:bidi="fa-IR"/>
              </w:rPr>
              <w:t>عط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ه و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مرقد امام حس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4E574A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در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70" w:history="1">
            <w:r w:rsidRPr="004E574A">
              <w:rPr>
                <w:rStyle w:val="Hyperlink"/>
                <w:noProof/>
                <w:rtl/>
                <w:lang w:bidi="fa-IR"/>
              </w:rPr>
              <w:t>جابر بن عبداللّه انصار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و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71" w:history="1">
            <w:r w:rsidRPr="004E574A">
              <w:rPr>
                <w:rStyle w:val="Hyperlink"/>
                <w:noProof/>
                <w:rtl/>
                <w:lang w:bidi="fa-IR"/>
              </w:rPr>
              <w:t>ورود اهل ب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ت در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72" w:history="1">
            <w:r w:rsidRPr="004E574A">
              <w:rPr>
                <w:rStyle w:val="Hyperlink"/>
                <w:noProof/>
                <w:rtl/>
                <w:lang w:bidi="fa-IR"/>
              </w:rPr>
              <w:t>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 نامه اربع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73" w:history="1">
            <w:r w:rsidRPr="004E574A">
              <w:rPr>
                <w:rStyle w:val="Hyperlink"/>
                <w:noProof/>
                <w:rtl/>
                <w:lang w:bidi="fa-IR"/>
              </w:rPr>
              <w:t>متن ز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>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DF" w:rsidRDefault="00AB0DDF">
          <w:pPr>
            <w:pStyle w:val="TOC2"/>
            <w:tabs>
              <w:tab w:val="right" w:leader="dot" w:pos="88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6764174" w:history="1">
            <w:r w:rsidRPr="004E574A">
              <w:rPr>
                <w:rStyle w:val="Hyperlink"/>
                <w:noProof/>
                <w:rtl/>
                <w:lang w:bidi="fa-IR"/>
              </w:rPr>
              <w:t>پ</w:t>
            </w:r>
            <w:r w:rsidRPr="004E574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E574A">
              <w:rPr>
                <w:rStyle w:val="Hyperlink"/>
                <w:noProof/>
                <w:rtl/>
                <w:lang w:bidi="fa-IR"/>
              </w:rPr>
              <w:t xml:space="preserve"> نوشت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Toc526764174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7CB4" w:rsidRDefault="00322937">
          <w:r>
            <w:fldChar w:fldCharType="end"/>
          </w:r>
        </w:p>
      </w:sdtContent>
    </w:sdt>
    <w:p w:rsidR="00B57CB4" w:rsidRPr="000372C6" w:rsidRDefault="00B57CB4" w:rsidP="00AF0501">
      <w:pPr>
        <w:pStyle w:val="libNormal"/>
        <w:rPr>
          <w:rtl/>
          <w:lang w:bidi="fa-IR"/>
        </w:rPr>
      </w:pPr>
    </w:p>
    <w:sectPr w:rsidR="00B57CB4" w:rsidRPr="000372C6" w:rsidSect="00B6510E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557" w:bottom="1701" w:left="153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2B6" w:rsidRDefault="00B162B6">
      <w:r>
        <w:separator/>
      </w:r>
    </w:p>
  </w:endnote>
  <w:endnote w:type="continuationSeparator" w:id="0">
    <w:p w:rsidR="00B162B6" w:rsidRDefault="00B16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FB" w:rsidRDefault="00322937">
    <w:pPr>
      <w:pStyle w:val="Footer"/>
    </w:pPr>
    <w:fldSimple w:instr=" PAGE   \* MERGEFORMAT ">
      <w:r w:rsidR="00AB0DDF">
        <w:rPr>
          <w:noProof/>
          <w:rtl/>
        </w:rPr>
        <w:t>100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FB" w:rsidRDefault="00322937">
    <w:pPr>
      <w:pStyle w:val="Footer"/>
    </w:pPr>
    <w:fldSimple w:instr=" PAGE   \* MERGEFORMAT ">
      <w:r w:rsidR="00AB0DDF">
        <w:rPr>
          <w:noProof/>
          <w:rtl/>
        </w:rPr>
        <w:t>101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FB" w:rsidRDefault="00322937">
    <w:pPr>
      <w:pStyle w:val="Footer"/>
    </w:pPr>
    <w:fldSimple w:instr=" PAGE   \* MERGEFORMAT ">
      <w:r w:rsidR="00C7497B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2B6" w:rsidRDefault="00B162B6">
      <w:r>
        <w:separator/>
      </w:r>
    </w:p>
  </w:footnote>
  <w:footnote w:type="continuationSeparator" w:id="0">
    <w:p w:rsidR="00B162B6" w:rsidRDefault="00B162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B28"/>
    <w:rsid w:val="00005A19"/>
    <w:rsid w:val="00010942"/>
    <w:rsid w:val="000217A6"/>
    <w:rsid w:val="00024AA0"/>
    <w:rsid w:val="000261F0"/>
    <w:rsid w:val="000267FE"/>
    <w:rsid w:val="00030622"/>
    <w:rsid w:val="00035E1A"/>
    <w:rsid w:val="000372C6"/>
    <w:rsid w:val="00040272"/>
    <w:rsid w:val="00040798"/>
    <w:rsid w:val="00043023"/>
    <w:rsid w:val="000510B4"/>
    <w:rsid w:val="00054406"/>
    <w:rsid w:val="0006216A"/>
    <w:rsid w:val="00062F36"/>
    <w:rsid w:val="00067F84"/>
    <w:rsid w:val="00071C97"/>
    <w:rsid w:val="000761F7"/>
    <w:rsid w:val="00076A3A"/>
    <w:rsid w:val="00092805"/>
    <w:rsid w:val="00092A0C"/>
    <w:rsid w:val="00096B0B"/>
    <w:rsid w:val="00096C12"/>
    <w:rsid w:val="000A7750"/>
    <w:rsid w:val="000A7B3A"/>
    <w:rsid w:val="000B3A56"/>
    <w:rsid w:val="000B48D9"/>
    <w:rsid w:val="000B77AC"/>
    <w:rsid w:val="000C0A89"/>
    <w:rsid w:val="000C7139"/>
    <w:rsid w:val="000C7722"/>
    <w:rsid w:val="000D084E"/>
    <w:rsid w:val="000D0932"/>
    <w:rsid w:val="000D180B"/>
    <w:rsid w:val="000D1BDF"/>
    <w:rsid w:val="000D1D47"/>
    <w:rsid w:val="000D71B7"/>
    <w:rsid w:val="000E2BAF"/>
    <w:rsid w:val="000E6824"/>
    <w:rsid w:val="000F2324"/>
    <w:rsid w:val="000F50C7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278AA"/>
    <w:rsid w:val="001304D9"/>
    <w:rsid w:val="00135E90"/>
    <w:rsid w:val="00136268"/>
    <w:rsid w:val="00136E6F"/>
    <w:rsid w:val="00137988"/>
    <w:rsid w:val="0014341C"/>
    <w:rsid w:val="0014395C"/>
    <w:rsid w:val="00143EEA"/>
    <w:rsid w:val="0014526B"/>
    <w:rsid w:val="00147ED8"/>
    <w:rsid w:val="0015176C"/>
    <w:rsid w:val="00151C03"/>
    <w:rsid w:val="00153917"/>
    <w:rsid w:val="00157306"/>
    <w:rsid w:val="00160F76"/>
    <w:rsid w:val="001611C5"/>
    <w:rsid w:val="00161553"/>
    <w:rsid w:val="00162F1E"/>
    <w:rsid w:val="00163D83"/>
    <w:rsid w:val="00164767"/>
    <w:rsid w:val="00164810"/>
    <w:rsid w:val="001712E1"/>
    <w:rsid w:val="00182626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38C"/>
    <w:rsid w:val="001B7407"/>
    <w:rsid w:val="001C5EDB"/>
    <w:rsid w:val="001D41A1"/>
    <w:rsid w:val="001D60DA"/>
    <w:rsid w:val="001D67C0"/>
    <w:rsid w:val="001E1592"/>
    <w:rsid w:val="001E25DC"/>
    <w:rsid w:val="001E4B5F"/>
    <w:rsid w:val="001F0713"/>
    <w:rsid w:val="001F160F"/>
    <w:rsid w:val="001F2984"/>
    <w:rsid w:val="001F41B5"/>
    <w:rsid w:val="001F6D0B"/>
    <w:rsid w:val="001F7D1F"/>
    <w:rsid w:val="00202C7B"/>
    <w:rsid w:val="002054C5"/>
    <w:rsid w:val="00212B24"/>
    <w:rsid w:val="00213662"/>
    <w:rsid w:val="002138BC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44C8C"/>
    <w:rsid w:val="00247D5F"/>
    <w:rsid w:val="00250E0A"/>
    <w:rsid w:val="002519BE"/>
    <w:rsid w:val="00251D75"/>
    <w:rsid w:val="00251E02"/>
    <w:rsid w:val="002527E0"/>
    <w:rsid w:val="00257657"/>
    <w:rsid w:val="00261630"/>
    <w:rsid w:val="00263F56"/>
    <w:rsid w:val="00264F12"/>
    <w:rsid w:val="0027369F"/>
    <w:rsid w:val="002774D1"/>
    <w:rsid w:val="002818EF"/>
    <w:rsid w:val="0028271F"/>
    <w:rsid w:val="002860D2"/>
    <w:rsid w:val="00291FF6"/>
    <w:rsid w:val="002933D4"/>
    <w:rsid w:val="002940C5"/>
    <w:rsid w:val="00294EFB"/>
    <w:rsid w:val="002968FB"/>
    <w:rsid w:val="002A00ED"/>
    <w:rsid w:val="002A0284"/>
    <w:rsid w:val="002A09E7"/>
    <w:rsid w:val="002A338C"/>
    <w:rsid w:val="002A55B2"/>
    <w:rsid w:val="002A69CA"/>
    <w:rsid w:val="002A717D"/>
    <w:rsid w:val="002A73D7"/>
    <w:rsid w:val="002B0356"/>
    <w:rsid w:val="002B2B15"/>
    <w:rsid w:val="002B6200"/>
    <w:rsid w:val="002B71A8"/>
    <w:rsid w:val="002B7989"/>
    <w:rsid w:val="002B7B06"/>
    <w:rsid w:val="002C1009"/>
    <w:rsid w:val="002C1673"/>
    <w:rsid w:val="002C3E3A"/>
    <w:rsid w:val="002C4FEF"/>
    <w:rsid w:val="002C5C66"/>
    <w:rsid w:val="002C6427"/>
    <w:rsid w:val="002C6BE3"/>
    <w:rsid w:val="002D0E5C"/>
    <w:rsid w:val="002D1016"/>
    <w:rsid w:val="002D19A9"/>
    <w:rsid w:val="002D2485"/>
    <w:rsid w:val="002D4021"/>
    <w:rsid w:val="002D4CD3"/>
    <w:rsid w:val="002D580E"/>
    <w:rsid w:val="002E19EE"/>
    <w:rsid w:val="002E2CB4"/>
    <w:rsid w:val="002E4D3D"/>
    <w:rsid w:val="002E5CA1"/>
    <w:rsid w:val="002E6022"/>
    <w:rsid w:val="002F25E3"/>
    <w:rsid w:val="002F3626"/>
    <w:rsid w:val="00301EBF"/>
    <w:rsid w:val="00307056"/>
    <w:rsid w:val="00307C3A"/>
    <w:rsid w:val="00310D1D"/>
    <w:rsid w:val="00317E22"/>
    <w:rsid w:val="00322466"/>
    <w:rsid w:val="00322937"/>
    <w:rsid w:val="00324B78"/>
    <w:rsid w:val="00325A62"/>
    <w:rsid w:val="00330D70"/>
    <w:rsid w:val="003339D0"/>
    <w:rsid w:val="003353BB"/>
    <w:rsid w:val="0033620A"/>
    <w:rsid w:val="0034239A"/>
    <w:rsid w:val="00343BF3"/>
    <w:rsid w:val="0035368E"/>
    <w:rsid w:val="00354493"/>
    <w:rsid w:val="00360A5F"/>
    <w:rsid w:val="003618AA"/>
    <w:rsid w:val="00362F97"/>
    <w:rsid w:val="00363C94"/>
    <w:rsid w:val="0036400D"/>
    <w:rsid w:val="00373085"/>
    <w:rsid w:val="00377F9E"/>
    <w:rsid w:val="003854C8"/>
    <w:rsid w:val="0038683D"/>
    <w:rsid w:val="003901DE"/>
    <w:rsid w:val="003963F3"/>
    <w:rsid w:val="0039787F"/>
    <w:rsid w:val="00397DC2"/>
    <w:rsid w:val="003A1475"/>
    <w:rsid w:val="003A15F0"/>
    <w:rsid w:val="003A3298"/>
    <w:rsid w:val="003A4028"/>
    <w:rsid w:val="003A4587"/>
    <w:rsid w:val="003A5888"/>
    <w:rsid w:val="003A661E"/>
    <w:rsid w:val="003A6B2A"/>
    <w:rsid w:val="003B0913"/>
    <w:rsid w:val="003B20C5"/>
    <w:rsid w:val="003B5031"/>
    <w:rsid w:val="003B6720"/>
    <w:rsid w:val="003B775B"/>
    <w:rsid w:val="003B7FA9"/>
    <w:rsid w:val="003C4F8E"/>
    <w:rsid w:val="003C7C08"/>
    <w:rsid w:val="003D2459"/>
    <w:rsid w:val="003D28ED"/>
    <w:rsid w:val="003D3107"/>
    <w:rsid w:val="003D4E3A"/>
    <w:rsid w:val="003E148D"/>
    <w:rsid w:val="003E33A9"/>
    <w:rsid w:val="003E3600"/>
    <w:rsid w:val="003F0F52"/>
    <w:rsid w:val="003F33DE"/>
    <w:rsid w:val="003F52A9"/>
    <w:rsid w:val="00402C65"/>
    <w:rsid w:val="004035D1"/>
    <w:rsid w:val="004049F1"/>
    <w:rsid w:val="00404EB7"/>
    <w:rsid w:val="00407D56"/>
    <w:rsid w:val="00414D7E"/>
    <w:rsid w:val="00416E2B"/>
    <w:rsid w:val="0042098A"/>
    <w:rsid w:val="004209BA"/>
    <w:rsid w:val="00420C44"/>
    <w:rsid w:val="00421B28"/>
    <w:rsid w:val="00427638"/>
    <w:rsid w:val="00430581"/>
    <w:rsid w:val="00430AC9"/>
    <w:rsid w:val="00430E3A"/>
    <w:rsid w:val="00434A97"/>
    <w:rsid w:val="00437035"/>
    <w:rsid w:val="00440C62"/>
    <w:rsid w:val="00440E7D"/>
    <w:rsid w:val="0044238A"/>
    <w:rsid w:val="00446BBA"/>
    <w:rsid w:val="004538D5"/>
    <w:rsid w:val="00455A59"/>
    <w:rsid w:val="00465418"/>
    <w:rsid w:val="0046634E"/>
    <w:rsid w:val="00467E54"/>
    <w:rsid w:val="00470378"/>
    <w:rsid w:val="004722F9"/>
    <w:rsid w:val="00475E99"/>
    <w:rsid w:val="00481FD0"/>
    <w:rsid w:val="00482060"/>
    <w:rsid w:val="0048221F"/>
    <w:rsid w:val="0048465B"/>
    <w:rsid w:val="004857ED"/>
    <w:rsid w:val="00485BEA"/>
    <w:rsid w:val="00487AE8"/>
    <w:rsid w:val="004919C3"/>
    <w:rsid w:val="00494861"/>
    <w:rsid w:val="004953C3"/>
    <w:rsid w:val="00497042"/>
    <w:rsid w:val="004A0866"/>
    <w:rsid w:val="004A448D"/>
    <w:rsid w:val="004A5E75"/>
    <w:rsid w:val="004A75F6"/>
    <w:rsid w:val="004B01C0"/>
    <w:rsid w:val="004B17F4"/>
    <w:rsid w:val="004B3F28"/>
    <w:rsid w:val="004B4AED"/>
    <w:rsid w:val="004C3E90"/>
    <w:rsid w:val="004C4336"/>
    <w:rsid w:val="004C4995"/>
    <w:rsid w:val="004C77B5"/>
    <w:rsid w:val="004D6BCF"/>
    <w:rsid w:val="004D7678"/>
    <w:rsid w:val="004D7CD7"/>
    <w:rsid w:val="004E092C"/>
    <w:rsid w:val="004E0A46"/>
    <w:rsid w:val="004E6E95"/>
    <w:rsid w:val="004F2243"/>
    <w:rsid w:val="004F26F3"/>
    <w:rsid w:val="004F2DFC"/>
    <w:rsid w:val="004F4B1F"/>
    <w:rsid w:val="004F58BA"/>
    <w:rsid w:val="005022E5"/>
    <w:rsid w:val="00502651"/>
    <w:rsid w:val="005035F9"/>
    <w:rsid w:val="005077E7"/>
    <w:rsid w:val="00512164"/>
    <w:rsid w:val="0051305D"/>
    <w:rsid w:val="005140F3"/>
    <w:rsid w:val="00515451"/>
    <w:rsid w:val="00520645"/>
    <w:rsid w:val="005254BC"/>
    <w:rsid w:val="005261CF"/>
    <w:rsid w:val="00526724"/>
    <w:rsid w:val="005317A2"/>
    <w:rsid w:val="005358E7"/>
    <w:rsid w:val="0054139F"/>
    <w:rsid w:val="00542EEF"/>
    <w:rsid w:val="00543B20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21BE"/>
    <w:rsid w:val="00574A43"/>
    <w:rsid w:val="0057612B"/>
    <w:rsid w:val="005772C4"/>
    <w:rsid w:val="00577577"/>
    <w:rsid w:val="005778D5"/>
    <w:rsid w:val="0058088A"/>
    <w:rsid w:val="00584801"/>
    <w:rsid w:val="00592033"/>
    <w:rsid w:val="005923FF"/>
    <w:rsid w:val="0059422A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B7EC3"/>
    <w:rsid w:val="005C0E2F"/>
    <w:rsid w:val="005C504A"/>
    <w:rsid w:val="005D2C72"/>
    <w:rsid w:val="005D316A"/>
    <w:rsid w:val="005E2913"/>
    <w:rsid w:val="005E4252"/>
    <w:rsid w:val="005E4DD0"/>
    <w:rsid w:val="005E7821"/>
    <w:rsid w:val="005F594E"/>
    <w:rsid w:val="005F7D94"/>
    <w:rsid w:val="0061337A"/>
    <w:rsid w:val="00613E8E"/>
    <w:rsid w:val="00614301"/>
    <w:rsid w:val="00614776"/>
    <w:rsid w:val="00615ED7"/>
    <w:rsid w:val="006179DA"/>
    <w:rsid w:val="00620B12"/>
    <w:rsid w:val="006210F4"/>
    <w:rsid w:val="006224EE"/>
    <w:rsid w:val="00624BF7"/>
    <w:rsid w:val="00625C71"/>
    <w:rsid w:val="00627A7B"/>
    <w:rsid w:val="0063243C"/>
    <w:rsid w:val="006357C1"/>
    <w:rsid w:val="00640843"/>
    <w:rsid w:val="00641A2D"/>
    <w:rsid w:val="00642D9B"/>
    <w:rsid w:val="00643F5E"/>
    <w:rsid w:val="00646D08"/>
    <w:rsid w:val="00650519"/>
    <w:rsid w:val="00651640"/>
    <w:rsid w:val="00651ADF"/>
    <w:rsid w:val="006574EA"/>
    <w:rsid w:val="00663284"/>
    <w:rsid w:val="00665B79"/>
    <w:rsid w:val="006702C6"/>
    <w:rsid w:val="006726F6"/>
    <w:rsid w:val="00672997"/>
    <w:rsid w:val="00672E5A"/>
    <w:rsid w:val="006747DF"/>
    <w:rsid w:val="00675D66"/>
    <w:rsid w:val="00677F6F"/>
    <w:rsid w:val="00680FA6"/>
    <w:rsid w:val="00682902"/>
    <w:rsid w:val="00684527"/>
    <w:rsid w:val="00686026"/>
    <w:rsid w:val="0068652E"/>
    <w:rsid w:val="00687928"/>
    <w:rsid w:val="0069163F"/>
    <w:rsid w:val="00691DBB"/>
    <w:rsid w:val="006929A4"/>
    <w:rsid w:val="00697257"/>
    <w:rsid w:val="006A0D41"/>
    <w:rsid w:val="006A77BD"/>
    <w:rsid w:val="006A7D4D"/>
    <w:rsid w:val="006B5C71"/>
    <w:rsid w:val="006B7F0E"/>
    <w:rsid w:val="006C4B43"/>
    <w:rsid w:val="006D36EC"/>
    <w:rsid w:val="006D63FC"/>
    <w:rsid w:val="006D6DC1"/>
    <w:rsid w:val="006D6F9A"/>
    <w:rsid w:val="006E2C8E"/>
    <w:rsid w:val="006E34EF"/>
    <w:rsid w:val="006E446F"/>
    <w:rsid w:val="006E4715"/>
    <w:rsid w:val="006E6291"/>
    <w:rsid w:val="006F2E14"/>
    <w:rsid w:val="006F7CE8"/>
    <w:rsid w:val="007000EB"/>
    <w:rsid w:val="00700595"/>
    <w:rsid w:val="00701353"/>
    <w:rsid w:val="007025BF"/>
    <w:rsid w:val="0070524C"/>
    <w:rsid w:val="007052E9"/>
    <w:rsid w:val="00710619"/>
    <w:rsid w:val="007120FA"/>
    <w:rsid w:val="00713634"/>
    <w:rsid w:val="00713B2B"/>
    <w:rsid w:val="007166B4"/>
    <w:rsid w:val="00717AB1"/>
    <w:rsid w:val="00717C64"/>
    <w:rsid w:val="00721F1F"/>
    <w:rsid w:val="00721FA0"/>
    <w:rsid w:val="00722052"/>
    <w:rsid w:val="00723983"/>
    <w:rsid w:val="00723D07"/>
    <w:rsid w:val="00725377"/>
    <w:rsid w:val="00725F9E"/>
    <w:rsid w:val="00730036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494C"/>
    <w:rsid w:val="00765BEF"/>
    <w:rsid w:val="007735AB"/>
    <w:rsid w:val="00773E4E"/>
    <w:rsid w:val="00775FFA"/>
    <w:rsid w:val="00777AC5"/>
    <w:rsid w:val="00782183"/>
    <w:rsid w:val="0078259F"/>
    <w:rsid w:val="00782872"/>
    <w:rsid w:val="00784287"/>
    <w:rsid w:val="007860ED"/>
    <w:rsid w:val="00796AAA"/>
    <w:rsid w:val="007A3AAC"/>
    <w:rsid w:val="007A6185"/>
    <w:rsid w:val="007B10B3"/>
    <w:rsid w:val="007B1D12"/>
    <w:rsid w:val="007B2F17"/>
    <w:rsid w:val="007B46B3"/>
    <w:rsid w:val="007B53D2"/>
    <w:rsid w:val="007B5CD8"/>
    <w:rsid w:val="007B6D51"/>
    <w:rsid w:val="007C13E6"/>
    <w:rsid w:val="007C23F4"/>
    <w:rsid w:val="007C3384"/>
    <w:rsid w:val="007C3DC9"/>
    <w:rsid w:val="007C4EFC"/>
    <w:rsid w:val="007C6ACC"/>
    <w:rsid w:val="007D1D2B"/>
    <w:rsid w:val="007D4810"/>
    <w:rsid w:val="007D48CE"/>
    <w:rsid w:val="007D4B29"/>
    <w:rsid w:val="007D5412"/>
    <w:rsid w:val="007D5A30"/>
    <w:rsid w:val="007D5FD1"/>
    <w:rsid w:val="007E2EBF"/>
    <w:rsid w:val="007E64A2"/>
    <w:rsid w:val="007E6DD9"/>
    <w:rsid w:val="007F4190"/>
    <w:rsid w:val="007F4E53"/>
    <w:rsid w:val="0080155A"/>
    <w:rsid w:val="00806335"/>
    <w:rsid w:val="008105E2"/>
    <w:rsid w:val="008128CA"/>
    <w:rsid w:val="00813440"/>
    <w:rsid w:val="008170AE"/>
    <w:rsid w:val="00821493"/>
    <w:rsid w:val="00826B87"/>
    <w:rsid w:val="008273AA"/>
    <w:rsid w:val="00827AB8"/>
    <w:rsid w:val="00831B8F"/>
    <w:rsid w:val="00834720"/>
    <w:rsid w:val="00837259"/>
    <w:rsid w:val="00841E3D"/>
    <w:rsid w:val="0084238B"/>
    <w:rsid w:val="00842726"/>
    <w:rsid w:val="0084318E"/>
    <w:rsid w:val="0084496F"/>
    <w:rsid w:val="00847E79"/>
    <w:rsid w:val="00850983"/>
    <w:rsid w:val="008541F2"/>
    <w:rsid w:val="00856941"/>
    <w:rsid w:val="0085698F"/>
    <w:rsid w:val="00857A7C"/>
    <w:rsid w:val="0086345B"/>
    <w:rsid w:val="00864864"/>
    <w:rsid w:val="008648D9"/>
    <w:rsid w:val="00866CF3"/>
    <w:rsid w:val="008703F4"/>
    <w:rsid w:val="00870D4D"/>
    <w:rsid w:val="008725B0"/>
    <w:rsid w:val="00873D57"/>
    <w:rsid w:val="00874112"/>
    <w:rsid w:val="008777DC"/>
    <w:rsid w:val="008778F5"/>
    <w:rsid w:val="00880BCE"/>
    <w:rsid w:val="008810AF"/>
    <w:rsid w:val="008830EF"/>
    <w:rsid w:val="008933CF"/>
    <w:rsid w:val="00895362"/>
    <w:rsid w:val="008A225D"/>
    <w:rsid w:val="008A231A"/>
    <w:rsid w:val="008A37BF"/>
    <w:rsid w:val="008A4630"/>
    <w:rsid w:val="008A5334"/>
    <w:rsid w:val="008A756D"/>
    <w:rsid w:val="008B1FA3"/>
    <w:rsid w:val="008B5AE2"/>
    <w:rsid w:val="008B5B7E"/>
    <w:rsid w:val="008C0DB1"/>
    <w:rsid w:val="008C148C"/>
    <w:rsid w:val="008C3327"/>
    <w:rsid w:val="008C3889"/>
    <w:rsid w:val="008C4E37"/>
    <w:rsid w:val="008C70E9"/>
    <w:rsid w:val="008D1B93"/>
    <w:rsid w:val="008D54BE"/>
    <w:rsid w:val="008D5FE6"/>
    <w:rsid w:val="008D6657"/>
    <w:rsid w:val="008E1FA7"/>
    <w:rsid w:val="008E4D2E"/>
    <w:rsid w:val="008E67E9"/>
    <w:rsid w:val="008E6D89"/>
    <w:rsid w:val="008E728D"/>
    <w:rsid w:val="008F1A24"/>
    <w:rsid w:val="008F24C2"/>
    <w:rsid w:val="008F258C"/>
    <w:rsid w:val="008F3AAD"/>
    <w:rsid w:val="008F3BB8"/>
    <w:rsid w:val="008F4513"/>
    <w:rsid w:val="008F5B45"/>
    <w:rsid w:val="009006DA"/>
    <w:rsid w:val="009036AC"/>
    <w:rsid w:val="00904672"/>
    <w:rsid w:val="009046DF"/>
    <w:rsid w:val="0091682D"/>
    <w:rsid w:val="00916CAA"/>
    <w:rsid w:val="00922370"/>
    <w:rsid w:val="0092388A"/>
    <w:rsid w:val="00924BF4"/>
    <w:rsid w:val="009257A0"/>
    <w:rsid w:val="00927601"/>
    <w:rsid w:val="00927D62"/>
    <w:rsid w:val="009313B3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3FF4"/>
    <w:rsid w:val="0095736F"/>
    <w:rsid w:val="00960B28"/>
    <w:rsid w:val="00960F67"/>
    <w:rsid w:val="00961CD2"/>
    <w:rsid w:val="00962B76"/>
    <w:rsid w:val="0097061F"/>
    <w:rsid w:val="00972C3E"/>
    <w:rsid w:val="00972C70"/>
    <w:rsid w:val="009741DD"/>
    <w:rsid w:val="00974224"/>
    <w:rsid w:val="00974FF1"/>
    <w:rsid w:val="00976899"/>
    <w:rsid w:val="00986588"/>
    <w:rsid w:val="00992E31"/>
    <w:rsid w:val="00995F94"/>
    <w:rsid w:val="009A1D82"/>
    <w:rsid w:val="009A24B2"/>
    <w:rsid w:val="009A4034"/>
    <w:rsid w:val="009A53CC"/>
    <w:rsid w:val="009A56EE"/>
    <w:rsid w:val="009A7001"/>
    <w:rsid w:val="009A7DA5"/>
    <w:rsid w:val="009B01D4"/>
    <w:rsid w:val="009B0C22"/>
    <w:rsid w:val="009B5C7D"/>
    <w:rsid w:val="009B7253"/>
    <w:rsid w:val="009D2EB8"/>
    <w:rsid w:val="009D3969"/>
    <w:rsid w:val="009D6CB0"/>
    <w:rsid w:val="009E027D"/>
    <w:rsid w:val="009E03BE"/>
    <w:rsid w:val="009E07BB"/>
    <w:rsid w:val="009E4824"/>
    <w:rsid w:val="009E67C9"/>
    <w:rsid w:val="009E6DE8"/>
    <w:rsid w:val="009E7276"/>
    <w:rsid w:val="009E7AB9"/>
    <w:rsid w:val="009F2C77"/>
    <w:rsid w:val="009F4A72"/>
    <w:rsid w:val="009F5327"/>
    <w:rsid w:val="009F6DDF"/>
    <w:rsid w:val="009F7BC2"/>
    <w:rsid w:val="00A00A9C"/>
    <w:rsid w:val="00A04F36"/>
    <w:rsid w:val="00A05A22"/>
    <w:rsid w:val="00A10F83"/>
    <w:rsid w:val="00A16415"/>
    <w:rsid w:val="00A209AB"/>
    <w:rsid w:val="00A21090"/>
    <w:rsid w:val="00A22363"/>
    <w:rsid w:val="00A2310F"/>
    <w:rsid w:val="00A24D93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5A58"/>
    <w:rsid w:val="00A478DC"/>
    <w:rsid w:val="00A47E5F"/>
    <w:rsid w:val="00A50FBD"/>
    <w:rsid w:val="00A51FCA"/>
    <w:rsid w:val="00A52352"/>
    <w:rsid w:val="00A56779"/>
    <w:rsid w:val="00A6076B"/>
    <w:rsid w:val="00A60B19"/>
    <w:rsid w:val="00A60DD4"/>
    <w:rsid w:val="00A60E79"/>
    <w:rsid w:val="00A6486D"/>
    <w:rsid w:val="00A65A4E"/>
    <w:rsid w:val="00A668D6"/>
    <w:rsid w:val="00A745EB"/>
    <w:rsid w:val="00A749A9"/>
    <w:rsid w:val="00A751DD"/>
    <w:rsid w:val="00A84A09"/>
    <w:rsid w:val="00A86979"/>
    <w:rsid w:val="00A86A9E"/>
    <w:rsid w:val="00A91F7E"/>
    <w:rsid w:val="00A9330B"/>
    <w:rsid w:val="00A93392"/>
    <w:rsid w:val="00A939F4"/>
    <w:rsid w:val="00A971B5"/>
    <w:rsid w:val="00AA244D"/>
    <w:rsid w:val="00AA378D"/>
    <w:rsid w:val="00AB0435"/>
    <w:rsid w:val="00AB0DDF"/>
    <w:rsid w:val="00AB1F96"/>
    <w:rsid w:val="00AB49D8"/>
    <w:rsid w:val="00AB5AFC"/>
    <w:rsid w:val="00AB5B22"/>
    <w:rsid w:val="00AC214F"/>
    <w:rsid w:val="00AC225D"/>
    <w:rsid w:val="00AC28CD"/>
    <w:rsid w:val="00AC4805"/>
    <w:rsid w:val="00AC6146"/>
    <w:rsid w:val="00AC64A5"/>
    <w:rsid w:val="00AC6598"/>
    <w:rsid w:val="00AD0F7D"/>
    <w:rsid w:val="00AD2964"/>
    <w:rsid w:val="00AD365B"/>
    <w:rsid w:val="00AE0778"/>
    <w:rsid w:val="00AE1E35"/>
    <w:rsid w:val="00AE4D35"/>
    <w:rsid w:val="00AE56C8"/>
    <w:rsid w:val="00AE5DAC"/>
    <w:rsid w:val="00AE6117"/>
    <w:rsid w:val="00AE64FD"/>
    <w:rsid w:val="00AF0501"/>
    <w:rsid w:val="00AF0A2F"/>
    <w:rsid w:val="00AF217C"/>
    <w:rsid w:val="00AF33DF"/>
    <w:rsid w:val="00AF4911"/>
    <w:rsid w:val="00AF4D50"/>
    <w:rsid w:val="00AF5B08"/>
    <w:rsid w:val="00AF6FBA"/>
    <w:rsid w:val="00AF74B9"/>
    <w:rsid w:val="00B01257"/>
    <w:rsid w:val="00B070A4"/>
    <w:rsid w:val="00B1002E"/>
    <w:rsid w:val="00B10CA1"/>
    <w:rsid w:val="00B11AF5"/>
    <w:rsid w:val="00B129E5"/>
    <w:rsid w:val="00B12ED2"/>
    <w:rsid w:val="00B13D00"/>
    <w:rsid w:val="00B162B6"/>
    <w:rsid w:val="00B17010"/>
    <w:rsid w:val="00B24ABA"/>
    <w:rsid w:val="00B300E7"/>
    <w:rsid w:val="00B305A0"/>
    <w:rsid w:val="00B3235C"/>
    <w:rsid w:val="00B332AF"/>
    <w:rsid w:val="00B3676B"/>
    <w:rsid w:val="00B37FEA"/>
    <w:rsid w:val="00B426ED"/>
    <w:rsid w:val="00B42E0C"/>
    <w:rsid w:val="00B45FA8"/>
    <w:rsid w:val="00B47827"/>
    <w:rsid w:val="00B50444"/>
    <w:rsid w:val="00B506FA"/>
    <w:rsid w:val="00B53CC7"/>
    <w:rsid w:val="00B57CB4"/>
    <w:rsid w:val="00B629FE"/>
    <w:rsid w:val="00B6510E"/>
    <w:rsid w:val="00B65134"/>
    <w:rsid w:val="00B70AEE"/>
    <w:rsid w:val="00B71ADF"/>
    <w:rsid w:val="00B73110"/>
    <w:rsid w:val="00B731F9"/>
    <w:rsid w:val="00B7501C"/>
    <w:rsid w:val="00B76530"/>
    <w:rsid w:val="00B76B70"/>
    <w:rsid w:val="00B7771E"/>
    <w:rsid w:val="00B77EF4"/>
    <w:rsid w:val="00B81F23"/>
    <w:rsid w:val="00B82A3A"/>
    <w:rsid w:val="00B839ED"/>
    <w:rsid w:val="00B87355"/>
    <w:rsid w:val="00B874DC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210C"/>
    <w:rsid w:val="00BC499A"/>
    <w:rsid w:val="00BC5AB6"/>
    <w:rsid w:val="00BC717E"/>
    <w:rsid w:val="00BD438E"/>
    <w:rsid w:val="00BD4DFE"/>
    <w:rsid w:val="00BD593F"/>
    <w:rsid w:val="00BD6706"/>
    <w:rsid w:val="00BD67F3"/>
    <w:rsid w:val="00BE0D08"/>
    <w:rsid w:val="00BE58C6"/>
    <w:rsid w:val="00BE5940"/>
    <w:rsid w:val="00BE7ED8"/>
    <w:rsid w:val="00BF2F7D"/>
    <w:rsid w:val="00BF3B5E"/>
    <w:rsid w:val="00BF6F9C"/>
    <w:rsid w:val="00C005CF"/>
    <w:rsid w:val="00C07E02"/>
    <w:rsid w:val="00C121B4"/>
    <w:rsid w:val="00C1570C"/>
    <w:rsid w:val="00C16278"/>
    <w:rsid w:val="00C17C01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BBB"/>
    <w:rsid w:val="00C45E29"/>
    <w:rsid w:val="00C47A91"/>
    <w:rsid w:val="00C50F31"/>
    <w:rsid w:val="00C554CC"/>
    <w:rsid w:val="00C617E5"/>
    <w:rsid w:val="00C667E4"/>
    <w:rsid w:val="00C7497B"/>
    <w:rsid w:val="00C763D6"/>
    <w:rsid w:val="00C76A9C"/>
    <w:rsid w:val="00C81C96"/>
    <w:rsid w:val="00C8738A"/>
    <w:rsid w:val="00C9021F"/>
    <w:rsid w:val="00C9028D"/>
    <w:rsid w:val="00C906FE"/>
    <w:rsid w:val="00C91000"/>
    <w:rsid w:val="00C97009"/>
    <w:rsid w:val="00CA2801"/>
    <w:rsid w:val="00CA41BF"/>
    <w:rsid w:val="00CB0B00"/>
    <w:rsid w:val="00CB22FF"/>
    <w:rsid w:val="00CB4A4A"/>
    <w:rsid w:val="00CB686E"/>
    <w:rsid w:val="00CC0833"/>
    <w:rsid w:val="00CC12EE"/>
    <w:rsid w:val="00CC156E"/>
    <w:rsid w:val="00CC1B44"/>
    <w:rsid w:val="00CC4D57"/>
    <w:rsid w:val="00CC4FE6"/>
    <w:rsid w:val="00CD1FC1"/>
    <w:rsid w:val="00CD41BD"/>
    <w:rsid w:val="00CD4B27"/>
    <w:rsid w:val="00CD66FF"/>
    <w:rsid w:val="00CD72D4"/>
    <w:rsid w:val="00CD7865"/>
    <w:rsid w:val="00CD7CC9"/>
    <w:rsid w:val="00CE20D0"/>
    <w:rsid w:val="00CE30CD"/>
    <w:rsid w:val="00CE4A7B"/>
    <w:rsid w:val="00CF00F5"/>
    <w:rsid w:val="00CF137D"/>
    <w:rsid w:val="00D0599C"/>
    <w:rsid w:val="00D10971"/>
    <w:rsid w:val="00D162A7"/>
    <w:rsid w:val="00D20EAE"/>
    <w:rsid w:val="00D212D5"/>
    <w:rsid w:val="00D21D03"/>
    <w:rsid w:val="00D22C08"/>
    <w:rsid w:val="00D22C25"/>
    <w:rsid w:val="00D24B24"/>
    <w:rsid w:val="00D24EB0"/>
    <w:rsid w:val="00D25987"/>
    <w:rsid w:val="00D33A32"/>
    <w:rsid w:val="00D37839"/>
    <w:rsid w:val="00D40BA9"/>
    <w:rsid w:val="00D449F0"/>
    <w:rsid w:val="00D46C32"/>
    <w:rsid w:val="00D5128F"/>
    <w:rsid w:val="00D52EC6"/>
    <w:rsid w:val="00D539DC"/>
    <w:rsid w:val="00D53C02"/>
    <w:rsid w:val="00D54728"/>
    <w:rsid w:val="00D6035B"/>
    <w:rsid w:val="00D6145E"/>
    <w:rsid w:val="00D62368"/>
    <w:rsid w:val="00D66EE9"/>
    <w:rsid w:val="00D67101"/>
    <w:rsid w:val="00D70D85"/>
    <w:rsid w:val="00D71674"/>
    <w:rsid w:val="00D718B1"/>
    <w:rsid w:val="00D7331A"/>
    <w:rsid w:val="00D7499D"/>
    <w:rsid w:val="00D7738F"/>
    <w:rsid w:val="00D84ECA"/>
    <w:rsid w:val="00D854D7"/>
    <w:rsid w:val="00D91B67"/>
    <w:rsid w:val="00D92573"/>
    <w:rsid w:val="00D92CDF"/>
    <w:rsid w:val="00D93860"/>
    <w:rsid w:val="00D97DA0"/>
    <w:rsid w:val="00DA5931"/>
    <w:rsid w:val="00DA722B"/>
    <w:rsid w:val="00DA7D3C"/>
    <w:rsid w:val="00DB0F96"/>
    <w:rsid w:val="00DB2424"/>
    <w:rsid w:val="00DB3E84"/>
    <w:rsid w:val="00DB4D10"/>
    <w:rsid w:val="00DC02A0"/>
    <w:rsid w:val="00DC0B08"/>
    <w:rsid w:val="00DC0E27"/>
    <w:rsid w:val="00DD1BB4"/>
    <w:rsid w:val="00DD6547"/>
    <w:rsid w:val="00DD78A5"/>
    <w:rsid w:val="00DE1780"/>
    <w:rsid w:val="00DE18FD"/>
    <w:rsid w:val="00DE338E"/>
    <w:rsid w:val="00DE4448"/>
    <w:rsid w:val="00DE49C9"/>
    <w:rsid w:val="00DE7035"/>
    <w:rsid w:val="00DF5E1E"/>
    <w:rsid w:val="00DF6109"/>
    <w:rsid w:val="00DF6442"/>
    <w:rsid w:val="00DF6A92"/>
    <w:rsid w:val="00E022DC"/>
    <w:rsid w:val="00E024D3"/>
    <w:rsid w:val="00E0275D"/>
    <w:rsid w:val="00E069C7"/>
    <w:rsid w:val="00E07A7B"/>
    <w:rsid w:val="00E1070D"/>
    <w:rsid w:val="00E10B3C"/>
    <w:rsid w:val="00E13185"/>
    <w:rsid w:val="00E13272"/>
    <w:rsid w:val="00E14435"/>
    <w:rsid w:val="00E146D5"/>
    <w:rsid w:val="00E206F5"/>
    <w:rsid w:val="00E20C5E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6549C"/>
    <w:rsid w:val="00E71139"/>
    <w:rsid w:val="00E716D9"/>
    <w:rsid w:val="00E727D3"/>
    <w:rsid w:val="00E74F63"/>
    <w:rsid w:val="00E757FE"/>
    <w:rsid w:val="00E7602E"/>
    <w:rsid w:val="00E76255"/>
    <w:rsid w:val="00E77C7A"/>
    <w:rsid w:val="00E90664"/>
    <w:rsid w:val="00E917D6"/>
    <w:rsid w:val="00E93A84"/>
    <w:rsid w:val="00E96F05"/>
    <w:rsid w:val="00EA340E"/>
    <w:rsid w:val="00EA3B1F"/>
    <w:rsid w:val="00EA4950"/>
    <w:rsid w:val="00EA4E71"/>
    <w:rsid w:val="00EA6C42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19C9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1948"/>
    <w:rsid w:val="00F23509"/>
    <w:rsid w:val="00F26388"/>
    <w:rsid w:val="00F3089C"/>
    <w:rsid w:val="00F31BE3"/>
    <w:rsid w:val="00F34B21"/>
    <w:rsid w:val="00F34CA5"/>
    <w:rsid w:val="00F41E90"/>
    <w:rsid w:val="00F436BF"/>
    <w:rsid w:val="00F441A1"/>
    <w:rsid w:val="00F515B7"/>
    <w:rsid w:val="00F51E87"/>
    <w:rsid w:val="00F53507"/>
    <w:rsid w:val="00F56934"/>
    <w:rsid w:val="00F571FE"/>
    <w:rsid w:val="00F638A5"/>
    <w:rsid w:val="00F64203"/>
    <w:rsid w:val="00F65587"/>
    <w:rsid w:val="00F67FCA"/>
    <w:rsid w:val="00F7021D"/>
    <w:rsid w:val="00F715FC"/>
    <w:rsid w:val="00F71859"/>
    <w:rsid w:val="00F74FDC"/>
    <w:rsid w:val="00F81E87"/>
    <w:rsid w:val="00F82A57"/>
    <w:rsid w:val="00F83A2C"/>
    <w:rsid w:val="00F83E9D"/>
    <w:rsid w:val="00F86C5B"/>
    <w:rsid w:val="00F94147"/>
    <w:rsid w:val="00F97A32"/>
    <w:rsid w:val="00FA294D"/>
    <w:rsid w:val="00FA2AFB"/>
    <w:rsid w:val="00FA3B58"/>
    <w:rsid w:val="00FA5484"/>
    <w:rsid w:val="00FA6127"/>
    <w:rsid w:val="00FB11D1"/>
    <w:rsid w:val="00FB19FC"/>
    <w:rsid w:val="00FB1A72"/>
    <w:rsid w:val="00FB3EBB"/>
    <w:rsid w:val="00FB4C28"/>
    <w:rsid w:val="00FB7384"/>
    <w:rsid w:val="00FB7CFB"/>
    <w:rsid w:val="00FC002F"/>
    <w:rsid w:val="00FC2256"/>
    <w:rsid w:val="00FC7297"/>
    <w:rsid w:val="00FD04E0"/>
    <w:rsid w:val="00FD2AA4"/>
    <w:rsid w:val="00FD3E49"/>
    <w:rsid w:val="00FE01AC"/>
    <w:rsid w:val="00FE0BFA"/>
    <w:rsid w:val="00FE0D85"/>
    <w:rsid w:val="00FE482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2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D21D03"/>
    <w:pPr>
      <w:tabs>
        <w:tab w:val="right" w:leader="dot" w:pos="837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link w:val="libBold2Char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847E7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847E7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847E79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character" w:customStyle="1" w:styleId="libBold2Char">
    <w:name w:val="libBold2 Char"/>
    <w:basedOn w:val="libNormalChar"/>
    <w:link w:val="libBold2"/>
    <w:rsid w:val="00B3235C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8FAD2-6D38-45B8-A1CE-2851112E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494</TotalTime>
  <Pages>103</Pages>
  <Words>16805</Words>
  <Characters>95791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248</cp:revision>
  <cp:lastPrinted>1601-01-01T00:00:00Z</cp:lastPrinted>
  <dcterms:created xsi:type="dcterms:W3CDTF">2017-10-10T07:41:00Z</dcterms:created>
  <dcterms:modified xsi:type="dcterms:W3CDTF">2018-10-08T08:43:00Z</dcterms:modified>
</cp:coreProperties>
</file>