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6C2" w:rsidRDefault="002536C2" w:rsidP="002536C2">
      <w:pPr>
        <w:pStyle w:val="libNotice"/>
        <w:rPr>
          <w:rFonts w:hint="cs"/>
          <w:rtl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82486F">
        <w:rPr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2536C2" w:rsidRPr="00FC27AF" w:rsidRDefault="002536C2" w:rsidP="002536C2">
      <w:pPr>
        <w:pStyle w:val="libNotice"/>
        <w:rPr>
          <w:rFonts w:hint="cs"/>
          <w:rtl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2536C2" w:rsidRDefault="002536C2" w:rsidP="00F3518E">
      <w:pPr>
        <w:pStyle w:val="libNormal"/>
        <w:rPr>
          <w:rFonts w:hint="cs"/>
          <w:rtl/>
          <w:lang w:bidi="fa-IR"/>
        </w:rPr>
      </w:pPr>
    </w:p>
    <w:p w:rsidR="00F3518E" w:rsidRPr="00F3518E" w:rsidRDefault="002536C2" w:rsidP="00F3518E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Pr="00F3518E" w:rsidRDefault="00F3518E" w:rsidP="00F3518E">
      <w:pPr>
        <w:pStyle w:val="libCenter"/>
        <w:rPr>
          <w:lang w:bidi="fa-IR"/>
        </w:rPr>
      </w:pPr>
      <w:r w:rsidRPr="00F3518E">
        <w:rPr>
          <w:rtl/>
          <w:lang w:bidi="fa-IR"/>
        </w:rPr>
        <w:t>بسم الله الرحمن الرحيم</w:t>
      </w:r>
    </w:p>
    <w:p w:rsidR="00F3518E" w:rsidRDefault="00F3518E" w:rsidP="00F3518E">
      <w:pPr>
        <w:pStyle w:val="libTitr1"/>
        <w:rPr>
          <w:rFonts w:hint="cs"/>
          <w:rtl/>
          <w:lang w:bidi="fa-IR"/>
        </w:rPr>
      </w:pPr>
      <w:r w:rsidRPr="00F3518E">
        <w:rPr>
          <w:rtl/>
          <w:lang w:bidi="fa-IR"/>
        </w:rPr>
        <w:t>فاطمة الزهرا سلام الله عليها</w:t>
      </w:r>
    </w:p>
    <w:p w:rsidR="00F3518E" w:rsidRDefault="00F3518E" w:rsidP="00F3518E">
      <w:pPr>
        <w:pStyle w:val="libTitr1"/>
        <w:rPr>
          <w:rFonts w:hint="cs"/>
          <w:rtl/>
          <w:lang w:bidi="fa-IR"/>
        </w:rPr>
      </w:pPr>
      <w:r>
        <w:rPr>
          <w:rtl/>
          <w:lang w:bidi="fa-IR"/>
        </w:rPr>
        <w:t>مؤ</w:t>
      </w:r>
      <w:r w:rsidRPr="00F3518E">
        <w:rPr>
          <w:rtl/>
          <w:lang w:bidi="fa-IR"/>
        </w:rPr>
        <w:t>لف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گفتار علامه امين</w:t>
      </w:r>
      <w:r w:rsidR="004612E5">
        <w:rPr>
          <w:rtl/>
          <w:lang w:bidi="fa-IR"/>
        </w:rPr>
        <w:t>ی</w:t>
      </w:r>
    </w:p>
    <w:p w:rsidR="00F3518E" w:rsidRDefault="00F3518E" w:rsidP="00F3518E">
      <w:pPr>
        <w:pStyle w:val="libTitr1"/>
        <w:rPr>
          <w:rFonts w:hint="cs"/>
          <w:rtl/>
          <w:lang w:bidi="fa-IR"/>
        </w:rPr>
      </w:pPr>
      <w:r w:rsidRPr="00F3518E">
        <w:rPr>
          <w:rtl/>
          <w:lang w:bidi="fa-IR"/>
        </w:rPr>
        <w:t>به كوشش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حبيب چايچيان</w:t>
      </w:r>
    </w:p>
    <w:p w:rsidR="00F3518E" w:rsidRPr="00F3518E" w:rsidRDefault="00F3518E" w:rsidP="00F3518E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F3518E">
      <w:pPr>
        <w:pStyle w:val="Heading2"/>
        <w:rPr>
          <w:rFonts w:hint="cs"/>
          <w:rtl/>
          <w:lang w:bidi="fa-IR"/>
        </w:rPr>
      </w:pPr>
      <w:bookmarkStart w:id="0" w:name="_Toc477607224"/>
      <w:r w:rsidRPr="00F3518E">
        <w:rPr>
          <w:rtl/>
          <w:lang w:bidi="fa-IR"/>
        </w:rPr>
        <w:t>مقدمه</w:t>
      </w:r>
      <w:bookmarkEnd w:id="0"/>
    </w:p>
    <w:p w:rsidR="00F3518E" w:rsidRPr="00F3518E" w:rsidRDefault="00F3518E" w:rsidP="00F3518E">
      <w:pPr>
        <w:pStyle w:val="libBold1"/>
        <w:rPr>
          <w:lang w:bidi="fa-IR"/>
        </w:rPr>
      </w:pPr>
      <w:r w:rsidRPr="00F3518E">
        <w:rPr>
          <w:rtl/>
          <w:lang w:bidi="fa-IR"/>
        </w:rPr>
        <w:t>فاطمه الزهراء امّ ابيها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شعر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حسان شاعر معاصر</w:t>
      </w:r>
    </w:p>
    <w:tbl>
      <w:tblPr>
        <w:tblStyle w:val="Heading2Char"/>
        <w:bidiVisual/>
        <w:tblW w:w="4562" w:type="pct"/>
        <w:tblInd w:w="384" w:type="dxa"/>
        <w:tblLook w:val="01E0"/>
      </w:tblPr>
      <w:tblGrid>
        <w:gridCol w:w="4618"/>
        <w:gridCol w:w="354"/>
        <w:gridCol w:w="4586"/>
      </w:tblGrid>
      <w:tr w:rsidR="00DD2815" w:rsidTr="00DD2815">
        <w:trPr>
          <w:trHeight w:val="350"/>
        </w:trPr>
        <w:tc>
          <w:tcPr>
            <w:tcW w:w="4261" w:type="dxa"/>
            <w:shd w:val="clear" w:color="auto" w:fill="auto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منم كه عصمت اللّه و، به ساق عرش زيورم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  <w:shd w:val="clear" w:color="auto" w:fill="auto"/>
          </w:tcPr>
          <w:p w:rsidR="00DD2815" w:rsidRDefault="00DD2815" w:rsidP="004612E5">
            <w:pPr>
              <w:pStyle w:val="libPoem"/>
              <w:rPr>
                <w:rtl/>
              </w:rPr>
            </w:pPr>
          </w:p>
        </w:tc>
        <w:tc>
          <w:tcPr>
            <w:tcW w:w="4231" w:type="dxa"/>
            <w:shd w:val="clear" w:color="auto" w:fill="auto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حبيبه خدامنم</w:t>
            </w:r>
            <w:r>
              <w:rPr>
                <w:rtl/>
                <w:lang w:bidi="fa-IR"/>
              </w:rPr>
              <w:t>،</w:t>
            </w:r>
            <w:r w:rsidRPr="00F3518E">
              <w:rPr>
                <w:rtl/>
                <w:lang w:bidi="fa-IR"/>
              </w:rPr>
              <w:t xml:space="preserve"> حباب نور داورم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815" w:rsidTr="00DD2815">
        <w:tblPrEx>
          <w:tblLook w:val="04A0"/>
        </w:tblPrEx>
        <w:trPr>
          <w:trHeight w:val="350"/>
        </w:trPr>
        <w:tc>
          <w:tcPr>
            <w:tcW w:w="4261" w:type="dxa"/>
          </w:tcPr>
          <w:p w:rsidR="00DD2815" w:rsidRDefault="00DD2815" w:rsidP="004612E5">
            <w:pPr>
              <w:pStyle w:val="libPoem"/>
            </w:pPr>
            <w:r>
              <w:rPr>
                <w:rtl/>
                <w:lang w:bidi="fa-IR"/>
              </w:rPr>
              <w:t>رضا</w:t>
            </w:r>
            <w:r w:rsidR="004612E5">
              <w:rPr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من رضا</w:t>
            </w:r>
            <w:r w:rsidR="004612E5">
              <w:rPr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او،</w:t>
            </w:r>
            <w:r w:rsidRPr="00F3518E">
              <w:rPr>
                <w:rtl/>
                <w:lang w:bidi="fa-IR"/>
              </w:rPr>
              <w:t>ولا</w:t>
            </w:r>
            <w:r w:rsidR="004612E5">
              <w:rPr>
                <w:rtl/>
                <w:lang w:bidi="fa-IR"/>
              </w:rPr>
              <w:t>ی</w:t>
            </w:r>
            <w:r w:rsidRPr="00F3518E">
              <w:rPr>
                <w:rtl/>
                <w:lang w:bidi="fa-IR"/>
              </w:rPr>
              <w:t xml:space="preserve"> من ولا</w:t>
            </w:r>
            <w:r w:rsidR="004612E5">
              <w:rPr>
                <w:rtl/>
                <w:lang w:bidi="fa-IR"/>
              </w:rPr>
              <w:t>ی</w:t>
            </w:r>
            <w:r w:rsidRPr="00F3518E">
              <w:rPr>
                <w:rtl/>
                <w:lang w:bidi="fa-IR"/>
              </w:rPr>
              <w:t xml:space="preserve"> 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DD2815" w:rsidRDefault="00DD2815" w:rsidP="004612E5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كه من ولية اللّه و، زهر بد</w:t>
            </w:r>
            <w:r w:rsidR="004612E5">
              <w:rPr>
                <w:rtl/>
                <w:lang w:bidi="fa-IR"/>
              </w:rPr>
              <w:t>ی</w:t>
            </w:r>
            <w:r w:rsidRPr="00F3518E">
              <w:rPr>
                <w:rtl/>
                <w:lang w:bidi="fa-IR"/>
              </w:rPr>
              <w:t xml:space="preserve"> مطهرم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815" w:rsidTr="00DD2815">
        <w:tblPrEx>
          <w:tblLook w:val="04A0"/>
        </w:tblPrEx>
        <w:trPr>
          <w:trHeight w:val="350"/>
        </w:trPr>
        <w:tc>
          <w:tcPr>
            <w:tcW w:w="4261" w:type="dxa"/>
          </w:tcPr>
          <w:p w:rsidR="00DD2815" w:rsidRDefault="00DD2815" w:rsidP="00DD2815">
            <w:pPr>
              <w:pStyle w:val="libPoem"/>
            </w:pPr>
            <w:r w:rsidRPr="00F3518E">
              <w:rPr>
                <w:rtl/>
                <w:lang w:bidi="fa-IR"/>
              </w:rPr>
              <w:t>عل</w:t>
            </w:r>
            <w:r w:rsidR="004612E5">
              <w:rPr>
                <w:rtl/>
                <w:lang w:bidi="fa-IR"/>
              </w:rPr>
              <w:t>ی</w:t>
            </w:r>
            <w:r w:rsidRPr="00F3518E">
              <w:rPr>
                <w:rtl/>
                <w:lang w:bidi="fa-IR"/>
              </w:rPr>
              <w:t xml:space="preserve"> است نفس احمد وحقيقت محمد</w:t>
            </w:r>
            <w:r w:rsidR="004612E5">
              <w:rPr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DD2815" w:rsidRDefault="00DD2815" w:rsidP="004612E5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منم كه بضعة النب</w:t>
            </w:r>
            <w:r w:rsidR="004612E5">
              <w:rPr>
                <w:rtl/>
                <w:lang w:bidi="fa-IR"/>
              </w:rPr>
              <w:t>ی</w:t>
            </w:r>
            <w:r w:rsidRPr="00F3518E">
              <w:rPr>
                <w:rtl/>
                <w:lang w:bidi="fa-IR"/>
              </w:rPr>
              <w:t xml:space="preserve"> و، با عل</w:t>
            </w:r>
            <w:r w:rsidR="004612E5">
              <w:rPr>
                <w:rtl/>
                <w:lang w:bidi="fa-IR"/>
              </w:rPr>
              <w:t>ی</w:t>
            </w:r>
            <w:r w:rsidRPr="00F3518E">
              <w:rPr>
                <w:rtl/>
                <w:lang w:bidi="fa-IR"/>
              </w:rPr>
              <w:t xml:space="preserve"> برابرم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815" w:rsidTr="00DD2815">
        <w:tblPrEx>
          <w:tblLook w:val="04A0"/>
        </w:tblPrEx>
        <w:trPr>
          <w:trHeight w:val="350"/>
        </w:trPr>
        <w:tc>
          <w:tcPr>
            <w:tcW w:w="4261" w:type="dxa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به تخت اقتدارشان</w:t>
            </w:r>
            <w:r>
              <w:rPr>
                <w:rtl/>
                <w:lang w:bidi="fa-IR"/>
              </w:rPr>
              <w:t>،</w:t>
            </w:r>
            <w:r w:rsidRPr="00F3518E">
              <w:rPr>
                <w:rtl/>
                <w:lang w:bidi="fa-IR"/>
              </w:rPr>
              <w:t xml:space="preserve"> نشسته ام كنارشان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DD2815" w:rsidRDefault="00DD2815" w:rsidP="004612E5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به تاج افتخارشان</w:t>
            </w:r>
            <w:r>
              <w:rPr>
                <w:rtl/>
                <w:lang w:bidi="fa-IR"/>
              </w:rPr>
              <w:t>،</w:t>
            </w:r>
            <w:r w:rsidRPr="00F3518E">
              <w:rPr>
                <w:rtl/>
                <w:lang w:bidi="fa-IR"/>
              </w:rPr>
              <w:t xml:space="preserve"> يگانه است گوهرم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815" w:rsidTr="00DD2815">
        <w:tblPrEx>
          <w:tblLook w:val="04A0"/>
        </w:tblPrEx>
        <w:trPr>
          <w:trHeight w:val="350"/>
        </w:trPr>
        <w:tc>
          <w:tcPr>
            <w:tcW w:w="4261" w:type="dxa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بجز محمد و عل</w:t>
            </w:r>
            <w:r w:rsidR="004612E5">
              <w:rPr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،</w:t>
            </w:r>
            <w:r w:rsidRPr="00F3518E">
              <w:rPr>
                <w:rtl/>
                <w:lang w:bidi="fa-IR"/>
              </w:rPr>
              <w:t xml:space="preserve"> كه نور ما بود يك</w:t>
            </w:r>
            <w:r w:rsidR="004612E5">
              <w:rPr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DD2815" w:rsidRDefault="00DD2815" w:rsidP="004612E5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ز انبياء و اولياء، خدا نموده برترم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815" w:rsidTr="00DD2815">
        <w:tblPrEx>
          <w:tblLook w:val="04A0"/>
        </w:tblPrEx>
        <w:trPr>
          <w:trHeight w:val="350"/>
        </w:trPr>
        <w:tc>
          <w:tcPr>
            <w:tcW w:w="4261" w:type="dxa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نب</w:t>
            </w:r>
            <w:r w:rsidR="004612E5">
              <w:rPr>
                <w:rtl/>
                <w:lang w:bidi="fa-IR"/>
              </w:rPr>
              <w:t>ی</w:t>
            </w:r>
            <w:r w:rsidRPr="00F3518E">
              <w:rPr>
                <w:rtl/>
                <w:lang w:bidi="fa-IR"/>
              </w:rPr>
              <w:t xml:space="preserve"> چو گفت بر ملا: اگر نبود مرتض</w:t>
            </w:r>
            <w:r w:rsidR="004612E5">
              <w:rPr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DD2815" w:rsidRDefault="00DD2815" w:rsidP="004612E5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DD2815" w:rsidRDefault="00DD2815" w:rsidP="00DD2815">
            <w:pPr>
              <w:pStyle w:val="libPoem"/>
            </w:pPr>
            <w:r w:rsidRPr="00F3518E">
              <w:rPr>
                <w:rtl/>
                <w:lang w:bidi="fa-IR"/>
              </w:rPr>
              <w:t>ز اولين و آخرين</w:t>
            </w:r>
            <w:r>
              <w:rPr>
                <w:rtl/>
                <w:lang w:bidi="fa-IR"/>
              </w:rPr>
              <w:t>،</w:t>
            </w:r>
            <w:r w:rsidRPr="00F3518E">
              <w:rPr>
                <w:rtl/>
                <w:lang w:bidi="fa-IR"/>
              </w:rPr>
              <w:t>هر كس</w:t>
            </w:r>
            <w:r w:rsidR="004612E5">
              <w:rPr>
                <w:rtl/>
                <w:lang w:bidi="fa-IR"/>
              </w:rPr>
              <w:t>ی</w:t>
            </w:r>
            <w:r w:rsidRPr="00F3518E">
              <w:rPr>
                <w:rtl/>
                <w:lang w:bidi="fa-IR"/>
              </w:rPr>
              <w:t xml:space="preserve"> نبود همسرم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815" w:rsidTr="00DD2815">
        <w:tblPrEx>
          <w:tblLook w:val="04A0"/>
        </w:tblPrEx>
        <w:trPr>
          <w:trHeight w:val="350"/>
        </w:trPr>
        <w:tc>
          <w:tcPr>
            <w:tcW w:w="4261" w:type="dxa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عل</w:t>
            </w:r>
            <w:r w:rsidR="004612E5">
              <w:rPr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،</w:t>
            </w:r>
            <w:r w:rsidRPr="00F3518E">
              <w:rPr>
                <w:rtl/>
                <w:lang w:bidi="fa-IR"/>
              </w:rPr>
              <w:t xml:space="preserve"> شهاب ثاقب و منم فروغ زُهر و</w:t>
            </w:r>
            <w:r w:rsidR="004612E5">
              <w:rPr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DD2815" w:rsidRDefault="00DD2815" w:rsidP="004612E5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با اوج عصمت و حيا، به هر زمان منورم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815" w:rsidTr="00DD2815">
        <w:tblPrEx>
          <w:tblLook w:val="04A0"/>
        </w:tblPrEx>
        <w:trPr>
          <w:trHeight w:val="350"/>
        </w:trPr>
        <w:tc>
          <w:tcPr>
            <w:tcW w:w="4261" w:type="dxa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نهال عشق ايزد</w:t>
            </w:r>
            <w:r w:rsidR="004612E5">
              <w:rPr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،</w:t>
            </w:r>
            <w:r w:rsidRPr="00F3518E">
              <w:rPr>
                <w:rtl/>
                <w:lang w:bidi="fa-IR"/>
              </w:rPr>
              <w:t xml:space="preserve"> بهار حسن سرمد</w:t>
            </w:r>
            <w:r w:rsidR="004612E5">
              <w:rPr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DD2815" w:rsidRDefault="00DD2815" w:rsidP="004612E5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شكوفه محمد</w:t>
            </w:r>
            <w:r w:rsidR="004612E5">
              <w:rPr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،</w:t>
            </w:r>
            <w:r w:rsidRPr="00F3518E">
              <w:rPr>
                <w:rtl/>
                <w:lang w:bidi="fa-IR"/>
              </w:rPr>
              <w:t xml:space="preserve"> عطا</w:t>
            </w:r>
            <w:r w:rsidR="004612E5">
              <w:rPr>
                <w:rtl/>
                <w:lang w:bidi="fa-IR"/>
              </w:rPr>
              <w:t>ی</w:t>
            </w:r>
            <w:r w:rsidRPr="00F3518E">
              <w:rPr>
                <w:rtl/>
                <w:lang w:bidi="fa-IR"/>
              </w:rPr>
              <w:t xml:space="preserve"> رب و كوثرم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815" w:rsidTr="00DD2815">
        <w:tblPrEx>
          <w:tblLook w:val="04A0"/>
        </w:tblPrEx>
        <w:trPr>
          <w:trHeight w:val="350"/>
        </w:trPr>
        <w:tc>
          <w:tcPr>
            <w:tcW w:w="4261" w:type="dxa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حسين با حسن مرا، دو گوشوار زينتند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DD2815" w:rsidRDefault="00DD2815" w:rsidP="004612E5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عل</w:t>
            </w:r>
            <w:r w:rsidR="004612E5">
              <w:rPr>
                <w:rtl/>
                <w:lang w:bidi="fa-IR"/>
              </w:rPr>
              <w:t>ی</w:t>
            </w:r>
            <w:r w:rsidRPr="00F3518E">
              <w:rPr>
                <w:rtl/>
                <w:lang w:bidi="fa-IR"/>
              </w:rPr>
              <w:t xml:space="preserve"> است طوق گردنم</w:t>
            </w:r>
            <w:r>
              <w:rPr>
                <w:rtl/>
                <w:lang w:bidi="fa-IR"/>
              </w:rPr>
              <w:t>،</w:t>
            </w:r>
            <w:r w:rsidRPr="00F3518E">
              <w:rPr>
                <w:rtl/>
                <w:lang w:bidi="fa-IR"/>
              </w:rPr>
              <w:t xml:space="preserve"> محمد است افسرم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815" w:rsidTr="00DD2815">
        <w:tblPrEx>
          <w:tblLook w:val="04A0"/>
        </w:tblPrEx>
        <w:trPr>
          <w:trHeight w:val="350"/>
        </w:trPr>
        <w:tc>
          <w:tcPr>
            <w:tcW w:w="4261" w:type="dxa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محمد و عل</w:t>
            </w:r>
            <w:r w:rsidR="004612E5">
              <w:rPr>
                <w:rtl/>
                <w:lang w:bidi="fa-IR"/>
              </w:rPr>
              <w:t>ی</w:t>
            </w:r>
            <w:r w:rsidRPr="00F3518E">
              <w:rPr>
                <w:rtl/>
                <w:lang w:bidi="fa-IR"/>
              </w:rPr>
              <w:t xml:space="preserve"> و من</w:t>
            </w:r>
            <w:r>
              <w:rPr>
                <w:rtl/>
                <w:lang w:bidi="fa-IR"/>
              </w:rPr>
              <w:t>،</w:t>
            </w:r>
            <w:r w:rsidRPr="00F3518E">
              <w:rPr>
                <w:rtl/>
                <w:lang w:bidi="fa-IR"/>
              </w:rPr>
              <w:t xml:space="preserve"> چو اصل و ام خلقتيم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DD2815" w:rsidRDefault="00DD2815" w:rsidP="004612E5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منم كه باب خويش را، درين مقام مادرم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815" w:rsidTr="00DD2815">
        <w:tblPrEx>
          <w:tblLook w:val="04A0"/>
        </w:tblPrEx>
        <w:trPr>
          <w:trHeight w:val="350"/>
        </w:trPr>
        <w:tc>
          <w:tcPr>
            <w:tcW w:w="4261" w:type="dxa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فدك چه جلوه ا</w:t>
            </w:r>
            <w:r w:rsidR="004612E5">
              <w:rPr>
                <w:rtl/>
                <w:lang w:bidi="fa-IR"/>
              </w:rPr>
              <w:t>ی</w:t>
            </w:r>
            <w:r w:rsidRPr="00F3518E">
              <w:rPr>
                <w:rtl/>
                <w:lang w:bidi="fa-IR"/>
              </w:rPr>
              <w:t xml:space="preserve"> كند، به پيشگاه دولتم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DD2815" w:rsidRDefault="00DD2815" w:rsidP="004612E5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كه مالكيت جنان</w:t>
            </w:r>
            <w:r>
              <w:rPr>
                <w:rtl/>
                <w:lang w:bidi="fa-IR"/>
              </w:rPr>
              <w:t>،</w:t>
            </w:r>
            <w:r w:rsidRPr="00F3518E">
              <w:rPr>
                <w:rtl/>
                <w:lang w:bidi="fa-IR"/>
              </w:rPr>
              <w:t xml:space="preserve"> به كف بود چو حيدرم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815" w:rsidTr="00DD2815">
        <w:tblPrEx>
          <w:tblLook w:val="04A0"/>
        </w:tblPrEx>
        <w:trPr>
          <w:trHeight w:val="350"/>
        </w:trPr>
        <w:tc>
          <w:tcPr>
            <w:tcW w:w="4261" w:type="dxa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عليه غاصب فدك</w:t>
            </w:r>
            <w:r>
              <w:rPr>
                <w:rtl/>
                <w:lang w:bidi="fa-IR"/>
              </w:rPr>
              <w:t>،</w:t>
            </w:r>
            <w:r w:rsidRPr="00F3518E">
              <w:rPr>
                <w:rtl/>
                <w:lang w:bidi="fa-IR"/>
              </w:rPr>
              <w:t xml:space="preserve"> از آن قيام كرده 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DD2815" w:rsidRDefault="00DD2815" w:rsidP="004612E5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كه راه پر جهاد حق</w:t>
            </w:r>
            <w:r>
              <w:rPr>
                <w:rtl/>
                <w:lang w:bidi="fa-IR"/>
              </w:rPr>
              <w:t>،</w:t>
            </w:r>
            <w:r w:rsidRPr="00F3518E">
              <w:rPr>
                <w:rtl/>
                <w:lang w:bidi="fa-IR"/>
              </w:rPr>
              <w:t xml:space="preserve"> نشان دهم به دخترم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815" w:rsidTr="00DD2815">
        <w:tblPrEx>
          <w:tblLook w:val="04A0"/>
        </w:tblPrEx>
        <w:trPr>
          <w:trHeight w:val="350"/>
        </w:trPr>
        <w:tc>
          <w:tcPr>
            <w:tcW w:w="4261" w:type="dxa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(حسان</w:t>
            </w:r>
            <w:r w:rsidR="00EC362F">
              <w:rPr>
                <w:rtl/>
                <w:lang w:bidi="fa-IR"/>
              </w:rPr>
              <w:t>)</w:t>
            </w:r>
            <w:r w:rsidRPr="00F3518E">
              <w:rPr>
                <w:rtl/>
                <w:lang w:bidi="fa-IR"/>
              </w:rPr>
              <w:t xml:space="preserve"> بود مودت رسول و آل مصطف</w:t>
            </w:r>
            <w:r w:rsidR="004612E5">
              <w:rPr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DD2815" w:rsidRDefault="00DD2815" w:rsidP="004612E5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DD2815" w:rsidRDefault="00DD2815" w:rsidP="004612E5">
            <w:pPr>
              <w:pStyle w:val="libPoem"/>
            </w:pPr>
            <w:r w:rsidRPr="00F3518E">
              <w:rPr>
                <w:rtl/>
                <w:lang w:bidi="fa-IR"/>
              </w:rPr>
              <w:t>اميد برزخ من و، پناه روز محشرم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D2815" w:rsidRDefault="00DD2815" w:rsidP="00F3518E">
      <w:pPr>
        <w:pStyle w:val="libNormal"/>
        <w:rPr>
          <w:lang w:bidi="fa-IR"/>
        </w:rPr>
      </w:pPr>
    </w:p>
    <w:p w:rsidR="00F3518E" w:rsidRPr="00F3518E" w:rsidRDefault="00DD2815" w:rsidP="00DD2815">
      <w:pPr>
        <w:pStyle w:val="libNormal"/>
        <w:rPr>
          <w:lang w:bidi="fa-IR"/>
        </w:rPr>
      </w:pPr>
      <w:r>
        <w:rPr>
          <w:lang w:bidi="fa-IR"/>
        </w:rPr>
        <w:br w:type="page"/>
      </w:r>
    </w:p>
    <w:p w:rsidR="00F3518E" w:rsidRPr="00F3518E" w:rsidRDefault="00F3518E" w:rsidP="00C04EDC">
      <w:pPr>
        <w:pStyle w:val="libNormal"/>
        <w:rPr>
          <w:lang w:bidi="fa-IR"/>
        </w:rPr>
      </w:pPr>
      <w:r w:rsidRPr="00F3518E">
        <w:rPr>
          <w:rtl/>
          <w:lang w:bidi="fa-IR"/>
        </w:rPr>
        <w:t>فاطمة الزهراء</w:t>
      </w:r>
      <w:r w:rsidR="004612E5">
        <w:rPr>
          <w:rFonts w:hint="cs"/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: بانو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بانوان دو جهان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عطا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خداوند سبحان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كوثر پربها</w:t>
      </w:r>
      <w:r w:rsidR="004612E5">
        <w:rPr>
          <w:rtl/>
          <w:lang w:bidi="fa-IR"/>
        </w:rPr>
        <w:t>ی</w:t>
      </w:r>
      <w:r w:rsidR="00C04ED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قرآن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كفو و همتا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اميرمومنان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، و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</w:t>
      </w:r>
      <w:r w:rsidR="00C04ED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علل آفرينش عالم امكان</w:t>
      </w:r>
      <w:r>
        <w:rPr>
          <w:rtl/>
          <w:lang w:bidi="fa-IR"/>
        </w:rPr>
        <w:t>.</w:t>
      </w:r>
    </w:p>
    <w:p w:rsidR="00F3518E" w:rsidRPr="00F3518E" w:rsidRDefault="00F3518E" w:rsidP="004612E5">
      <w:pPr>
        <w:pStyle w:val="libNormal"/>
        <w:rPr>
          <w:lang w:bidi="fa-IR"/>
        </w:rPr>
      </w:pPr>
      <w:r w:rsidRPr="00F3518E">
        <w:rPr>
          <w:rtl/>
          <w:lang w:bidi="fa-IR"/>
        </w:rPr>
        <w:t>فاطمة الزهراء</w:t>
      </w:r>
      <w:r w:rsidR="004612E5">
        <w:rPr>
          <w:rFonts w:hint="cs"/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: در آل كسا محور، عزيز قلب پيغمبر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>، شفيعه محشر، ولية الله</w:t>
      </w:r>
      <w:r w:rsidR="00C04ED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اطهر، و از يازده فرزند معصومش برتر...</w:t>
      </w:r>
    </w:p>
    <w:p w:rsidR="00F3518E" w:rsidRPr="00F3518E" w:rsidRDefault="00F3518E" w:rsidP="005669BB">
      <w:pPr>
        <w:pStyle w:val="libNormal"/>
        <w:rPr>
          <w:lang w:bidi="fa-IR"/>
        </w:rPr>
      </w:pPr>
      <w:r w:rsidRPr="00F3518E">
        <w:rPr>
          <w:rtl/>
          <w:lang w:bidi="fa-IR"/>
        </w:rPr>
        <w:t>فاطمة الزهراء</w:t>
      </w:r>
      <w:r w:rsidR="004612E5">
        <w:rPr>
          <w:rFonts w:hint="cs"/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: خانه اش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منزل </w:t>
      </w:r>
      <w:r w:rsidR="005669B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هل ات</w:t>
      </w:r>
      <w:r w:rsidR="004612E5">
        <w:rPr>
          <w:rtl/>
          <w:lang w:bidi="fa-IR"/>
        </w:rPr>
        <w:t>ی</w:t>
      </w:r>
      <w:r w:rsidR="005669BB">
        <w:rPr>
          <w:rFonts w:hint="cs"/>
          <w:rtl/>
          <w:lang w:bidi="fa-IR"/>
        </w:rPr>
        <w:t>»،</w:t>
      </w:r>
      <w:r w:rsidRPr="00F3518E">
        <w:rPr>
          <w:rtl/>
          <w:lang w:bidi="fa-IR"/>
        </w:rPr>
        <w:t xml:space="preserve"> پدرش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محمد مصطف</w:t>
      </w:r>
      <w:r w:rsidR="004612E5">
        <w:rPr>
          <w:rtl/>
          <w:lang w:bidi="fa-IR"/>
        </w:rPr>
        <w:t>ی</w:t>
      </w:r>
      <w:r w:rsidR="004612E5" w:rsidRPr="004612E5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>: همسرش</w:t>
      </w:r>
      <w:r>
        <w:rPr>
          <w:rtl/>
          <w:lang w:bidi="fa-IR"/>
        </w:rPr>
        <w:t>: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مرتض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، پسرانش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امام حسن مجتب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امام حسين سيدالشهداء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، دخترانش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ام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كلثوم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زينب كبر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، دستش بوسه گاه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رسول خدا</w:t>
      </w:r>
      <w:r w:rsidR="004612E5" w:rsidRPr="004612E5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مهرش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صفابخش قلوب اولياء مودتش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اجر رسالت خاتم الانبياء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4612E5" w:rsidRPr="004612E5">
        <w:rPr>
          <w:rFonts w:hint="cs"/>
          <w:rtl/>
        </w:rPr>
        <w:t xml:space="preserve"> </w:t>
      </w:r>
      <w:r w:rsidRPr="00F3518E">
        <w:rPr>
          <w:rtl/>
          <w:lang w:bidi="fa-IR"/>
        </w:rPr>
        <w:t>و والاترين مدحش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</w:t>
      </w:r>
      <w:r w:rsidR="005669B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ام ابيها</w:t>
      </w:r>
      <w:r w:rsidR="005669BB">
        <w:rPr>
          <w:rFonts w:hint="cs"/>
          <w:rtl/>
          <w:lang w:bidi="fa-IR"/>
        </w:rPr>
        <w:t>»...</w:t>
      </w:r>
    </w:p>
    <w:p w:rsidR="00F3518E" w:rsidRPr="00F3518E" w:rsidRDefault="00F3518E" w:rsidP="004612E5">
      <w:pPr>
        <w:pStyle w:val="libNormal"/>
        <w:rPr>
          <w:lang w:bidi="fa-IR"/>
        </w:rPr>
      </w:pPr>
      <w:r w:rsidRPr="00F3518E">
        <w:rPr>
          <w:rtl/>
          <w:lang w:bidi="fa-IR"/>
        </w:rPr>
        <w:t>اين كتاب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از مناقب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شمار آن حضرت شمه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از دريا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كران فضايلش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قطره ا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از روايات موثق و متواتر و آيات رحمت قرآن بهره ا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>..</w:t>
      </w:r>
    </w:p>
    <w:p w:rsidR="00F3518E" w:rsidRPr="00F3518E" w:rsidRDefault="00F3518E" w:rsidP="004612E5">
      <w:pPr>
        <w:pStyle w:val="libNormal"/>
        <w:rPr>
          <w:lang w:bidi="fa-IR"/>
        </w:rPr>
      </w:pPr>
      <w:r w:rsidRPr="00F3518E">
        <w:rPr>
          <w:rtl/>
          <w:lang w:bidi="fa-IR"/>
        </w:rPr>
        <w:t>گفتار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از عالم كم نظير، آيت الله كبير، دانشمند روشن ضمير صاحب كتاب</w:t>
      </w:r>
      <w:r w:rsidR="004612E5">
        <w:rPr>
          <w:rFonts w:hint="cs"/>
          <w:rtl/>
          <w:lang w:bidi="fa-IR"/>
        </w:rPr>
        <w:t xml:space="preserve"> «</w:t>
      </w:r>
      <w:r w:rsidRPr="00F3518E">
        <w:rPr>
          <w:rtl/>
          <w:lang w:bidi="fa-IR"/>
        </w:rPr>
        <w:t>الغدير</w:t>
      </w:r>
      <w:r w:rsidR="004612E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علامه امين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رحمة الله عليه</w:t>
      </w:r>
      <w:r>
        <w:rPr>
          <w:rtl/>
          <w:lang w:bidi="fa-IR"/>
        </w:rPr>
        <w:t>.</w:t>
      </w:r>
    </w:p>
    <w:p w:rsidR="00F3518E" w:rsidRPr="00F3518E" w:rsidRDefault="00F3518E" w:rsidP="004612E5">
      <w:pPr>
        <w:pStyle w:val="libNormal"/>
        <w:rPr>
          <w:lang w:bidi="fa-IR"/>
        </w:rPr>
      </w:pPr>
      <w:r w:rsidRPr="00F3518E">
        <w:rPr>
          <w:rtl/>
          <w:lang w:bidi="fa-IR"/>
        </w:rPr>
        <w:t>در آن زمان كه علامه امين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ساكن نجف اشرف بود و يا در تابستان هر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سال كه به تهران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آمد، عارف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نكته دان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استاد ولايت و عرفان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عاشق دلباخته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عترت و قرآن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دوست بزرگوارم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آقا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حاج كريم رومينا (دستمالچ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، در انجام امور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مربوط به ايشان و كتابخانه حضرت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شبانه روز كوشا بود، و در راه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خدمت علامه امين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اهداف مقدس او، آنچه در توان داشت صميمانه ايثار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كرد.</w:t>
      </w:r>
    </w:p>
    <w:p w:rsidR="00F3518E" w:rsidRPr="00F3518E" w:rsidRDefault="00F3518E" w:rsidP="004612E5">
      <w:pPr>
        <w:pStyle w:val="libNormal"/>
        <w:rPr>
          <w:lang w:bidi="fa-IR"/>
        </w:rPr>
      </w:pPr>
      <w:r w:rsidRPr="00F3518E">
        <w:rPr>
          <w:rtl/>
          <w:lang w:bidi="fa-IR"/>
        </w:rPr>
        <w:t>در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اين سفرها، آن دوست ارجمند، با همت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عارفانه و با اصرار و پيگير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مداوم و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عاشقانه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علامه امين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مهيا ساخت تا مطالب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بسيار جالب درباره مقام ولايت كبرا</w:t>
      </w:r>
      <w:r w:rsidR="004612E5">
        <w:rPr>
          <w:rtl/>
          <w:lang w:bidi="fa-IR"/>
        </w:rPr>
        <w:t>ی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حضرت صديقه زهراء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سلام الله عليها بيان فرمايد، در حال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آن عارف ربان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تنها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مخاطب گفتار علامه امين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بود، آن مطالب بسيار ارزنده در نوارها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منحصر بفرد ضبط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گرديد، كه بيش از پانزده سال با دقت علاقه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كم نظير توسط ايشان نگهدار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شده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است در ط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اين مدت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آنان كه از وجود اين نوارها مطلع بودند،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صبرانه تكثير نوارها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و يا پياده كردن آن گفتار را در خواست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كردند، تا به صورت كتاب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دسترس همه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و مورد استفاده عموم قرار گيرد، و چون مطالب عالمانه </w:t>
      </w:r>
      <w:r w:rsidRPr="00F3518E">
        <w:rPr>
          <w:rtl/>
          <w:lang w:bidi="fa-IR"/>
        </w:rPr>
        <w:lastRenderedPageBreak/>
        <w:t>مذكور بطور خصوص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خطاب به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نفر ايراد شده بود، بدون اينكه در اين مورد به مراعات نظم و دقت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كامل در جمله بند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ادا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كلمات (چنان كه در سخنرانيها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رسم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عموم</w:t>
      </w:r>
      <w:r w:rsidR="004612E5">
        <w:rPr>
          <w:rtl/>
          <w:lang w:bidi="fa-IR"/>
        </w:rPr>
        <w:t>ی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معمول است) نياز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باشد؛ لذا بنظر رسيد كه بهتر از تكثير نوارها، همان پياده كردن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نوارهاست به تنظيم جملات و بازنويس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كامل آن گفتار، بدون اينكه در مفهوم آن مطالب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سنگين عالمانه و پربار كوچكترين تغيير</w:t>
      </w:r>
      <w:r w:rsidR="004612E5">
        <w:rPr>
          <w:rtl/>
          <w:lang w:bidi="fa-IR"/>
        </w:rPr>
        <w:t>ی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حاصل شود.</w:t>
      </w:r>
    </w:p>
    <w:p w:rsidR="00F3518E" w:rsidRPr="00F3518E" w:rsidRDefault="00F3518E" w:rsidP="005669BB">
      <w:pPr>
        <w:pStyle w:val="libNormal"/>
        <w:rPr>
          <w:lang w:bidi="fa-IR"/>
        </w:rPr>
      </w:pPr>
      <w:r w:rsidRPr="00F3518E">
        <w:rPr>
          <w:rtl/>
          <w:lang w:bidi="fa-IR"/>
        </w:rPr>
        <w:t>در همان ايام كه دوست بزرگوارم تصميم به پياده كردن نوارها گرفت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مرا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اين</w:t>
      </w:r>
      <w:r w:rsidR="004612E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كار مهم انتخاب كرد و در تسريع انجام آن ت</w:t>
      </w:r>
      <w:r w:rsidR="009A1B2D">
        <w:rPr>
          <w:rFonts w:hint="cs"/>
          <w:rtl/>
          <w:lang w:bidi="fa-IR"/>
        </w:rPr>
        <w:t>أ</w:t>
      </w:r>
      <w:r w:rsidRPr="00F3518E">
        <w:rPr>
          <w:rtl/>
          <w:lang w:bidi="fa-IR"/>
        </w:rPr>
        <w:t>كيد و اصرار داشت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شب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يك رؤيا</w:t>
      </w:r>
      <w:r w:rsidR="004612E5">
        <w:rPr>
          <w:rtl/>
          <w:lang w:bidi="fa-IR"/>
        </w:rPr>
        <w:t>ی</w:t>
      </w:r>
      <w:r w:rsidR="009A1B2D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صادقه علامه امين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ديدم كه بر فراز تخت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نشسته است و جمع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علاقه مندان و</w:t>
      </w:r>
      <w:r w:rsidR="009A1B2D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عاشقان مقام والا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حضرت زهرا سلام الله عليها برگرد او ازدحام نموده و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تابانه در</w:t>
      </w:r>
      <w:r w:rsidR="009A1B2D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خواست انتشار آن فرمايشان را داشتند. همان گنه كه علامه امين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زمان حياتش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با لحن</w:t>
      </w:r>
      <w:r w:rsidR="004612E5">
        <w:rPr>
          <w:rtl/>
          <w:lang w:bidi="fa-IR"/>
        </w:rPr>
        <w:t>ی</w:t>
      </w:r>
      <w:r w:rsidR="009A1B2D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گيرا و دلنشين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دستور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داد در مجالس علم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آموزنده اش به قرائت اشعارم مفتخر شوم، در آن رؤ يا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صادقه نيز، در حال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با دست به سو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 اشاره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كرد، فرمود:</w:t>
      </w:r>
      <w:r w:rsidR="009A1B2D">
        <w:rPr>
          <w:rFonts w:hint="cs"/>
          <w:rtl/>
          <w:lang w:bidi="fa-IR"/>
        </w:rPr>
        <w:t xml:space="preserve"> «</w:t>
      </w:r>
      <w:r w:rsidRPr="00F3518E">
        <w:rPr>
          <w:rtl/>
          <w:lang w:bidi="fa-IR"/>
        </w:rPr>
        <w:t>حسان م</w:t>
      </w:r>
      <w:r w:rsidR="009A1B2D">
        <w:rPr>
          <w:rFonts w:hint="cs"/>
          <w:rtl/>
          <w:lang w:bidi="fa-IR"/>
        </w:rPr>
        <w:t>أ</w:t>
      </w:r>
      <w:r w:rsidRPr="00F3518E">
        <w:rPr>
          <w:rtl/>
          <w:lang w:bidi="fa-IR"/>
        </w:rPr>
        <w:t>مور انجام اين كار است</w:t>
      </w:r>
      <w:r w:rsidR="009A1B2D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>.</w:t>
      </w:r>
    </w:p>
    <w:p w:rsidR="00F3518E" w:rsidRPr="00F3518E" w:rsidRDefault="00F3518E" w:rsidP="009A1B2D">
      <w:pPr>
        <w:pStyle w:val="libNormal"/>
        <w:rPr>
          <w:lang w:bidi="fa-IR"/>
        </w:rPr>
      </w:pPr>
      <w:r w:rsidRPr="00F3518E">
        <w:rPr>
          <w:rtl/>
          <w:lang w:bidi="fa-IR"/>
        </w:rPr>
        <w:t>من كه از اين ت</w:t>
      </w:r>
      <w:r w:rsidR="009A1B2D">
        <w:rPr>
          <w:rFonts w:hint="cs"/>
          <w:rtl/>
          <w:lang w:bidi="fa-IR"/>
        </w:rPr>
        <w:t>أ</w:t>
      </w:r>
      <w:r w:rsidRPr="00F3518E">
        <w:rPr>
          <w:rtl/>
          <w:lang w:bidi="fa-IR"/>
        </w:rPr>
        <w:t>ييد غيب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م</w:t>
      </w:r>
      <w:r w:rsidR="009A1B2D">
        <w:rPr>
          <w:rFonts w:hint="cs"/>
          <w:rtl/>
          <w:lang w:bidi="fa-IR"/>
        </w:rPr>
        <w:t>أ</w:t>
      </w:r>
      <w:r w:rsidRPr="00F3518E">
        <w:rPr>
          <w:rtl/>
          <w:lang w:bidi="fa-IR"/>
        </w:rPr>
        <w:t>موريت افتخار آفرين معنو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سر از پا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شناختم با</w:t>
      </w:r>
      <w:r w:rsidR="009A1B2D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اشتياق تمام به سو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مشهد مقدس محل سكونت دوست بزرگوارم (صاحب نوارها) شتافتم</w:t>
      </w:r>
      <w:r>
        <w:rPr>
          <w:rtl/>
          <w:lang w:bidi="fa-IR"/>
        </w:rPr>
        <w:t>.</w:t>
      </w:r>
    </w:p>
    <w:p w:rsidR="00F3518E" w:rsidRPr="00F3518E" w:rsidRDefault="00F3518E" w:rsidP="009A1B2D">
      <w:pPr>
        <w:pStyle w:val="libNormal"/>
        <w:rPr>
          <w:lang w:bidi="fa-IR"/>
        </w:rPr>
      </w:pPr>
      <w:r w:rsidRPr="00F3518E">
        <w:rPr>
          <w:rtl/>
          <w:lang w:bidi="fa-IR"/>
        </w:rPr>
        <w:t>من به فضل و يار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خداوند مستعان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با توجهات امام زمان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، آنچه در توان داشتم در</w:t>
      </w:r>
      <w:r w:rsidR="009A1B2D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انجام اين ماءموريت مقدس و معنو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بكار بردم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گاه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نگارش عبارات تا مفهوم</w:t>
      </w:r>
      <w:r>
        <w:rPr>
          <w:rtl/>
          <w:lang w:bidi="fa-IR"/>
        </w:rPr>
        <w:t>،</w:t>
      </w:r>
      <w:r w:rsidR="009A1B2D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سرعت و تسلط كم نظير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ادا فرموده است حت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بيش از ده بار به نوار آن گفتار گوش</w:t>
      </w:r>
      <w:r w:rsidR="009A1B2D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فرا دادم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با وجود اين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هر سهو و نارسائ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اشتباه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اين كتاب گرانبها به نظر</w:t>
      </w:r>
      <w:r w:rsidR="009A1B2D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خوانندگان عزيز برسد از من ناچيز است</w:t>
      </w:r>
      <w:r>
        <w:rPr>
          <w:rtl/>
          <w:lang w:bidi="fa-IR"/>
        </w:rPr>
        <w:t>.</w:t>
      </w:r>
    </w:p>
    <w:p w:rsidR="00A2221A" w:rsidRDefault="00F3518E" w:rsidP="00A2221A">
      <w:pPr>
        <w:pStyle w:val="libNormal"/>
        <w:rPr>
          <w:rtl/>
          <w:lang w:bidi="fa-IR"/>
        </w:rPr>
      </w:pPr>
      <w:r w:rsidRPr="00F3518E">
        <w:rPr>
          <w:rtl/>
          <w:lang w:bidi="fa-IR"/>
        </w:rPr>
        <w:t>من اقرار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كنم كه شايسته بود اين گفتار سنگين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عالمانه و پر بار و جاودانه با</w:t>
      </w:r>
      <w:r w:rsidR="009A1B2D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شرح و تفسير و حواش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مفصل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پياده شود، تا بهتر حق مطلب ادا گردد،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 توجه</w:t>
      </w:r>
      <w:r w:rsidR="009A1B2D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به اينكه حت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قرآن كريم كه كلام خدا و ولاترين سخنهاست اگر فقط به صورت</w:t>
      </w:r>
      <w:r w:rsidR="009A1B2D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تفاسير بسيار مفصل چاپ و منتشر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شد، عده كثير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حوصله و</w:t>
      </w:r>
      <w:r w:rsidR="009A1B2D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مجال كمتر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مطالعه دارند همواره از فيوضات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پايان آن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بهره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ماندند،</w:t>
      </w:r>
      <w:r w:rsidR="00A2221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و به همين جهت است كه در تمام قرون و اعصار، كلام خدا، بطور ساده - با ترجمه - و با</w:t>
      </w:r>
      <w:r w:rsidR="00A2221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تفاسير مفصل (به هر سه صورت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چاپ و در دسترس و مورد استفاده عموم قرار داده شده</w:t>
      </w:r>
      <w:r w:rsidR="00A2221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من نيز با پياده كردن متن اين گفتار گرانبار فقط قدم اوليه را در نشر </w:t>
      </w:r>
      <w:r w:rsidRPr="00F3518E">
        <w:rPr>
          <w:rtl/>
          <w:lang w:bidi="fa-IR"/>
        </w:rPr>
        <w:lastRenderedPageBreak/>
        <w:t>آن</w:t>
      </w:r>
      <w:r w:rsidR="00A2221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برداشته ام و به نظر من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صلاحيت شرح و تفسير و حاشيه نويس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مطالب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كتاب را،</w:t>
      </w:r>
      <w:r w:rsidR="00A2221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بيش از هر كس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دو استاد محقق و دانشمند حجت الاسلام حاج آقا رضا امين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حجت الاسلام حاج</w:t>
      </w:r>
      <w:r w:rsidR="00A2221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آقا هاد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امين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فرزندان ارجمند علامه امين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باشند، كه اميد است در آينده به اين امر</w:t>
      </w:r>
      <w:r w:rsidR="00A2221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مهم اقدام فرمايند.</w:t>
      </w:r>
    </w:p>
    <w:p w:rsidR="00F3518E" w:rsidRPr="00F3518E" w:rsidRDefault="00A2221A" w:rsidP="00A2221A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A2221A">
      <w:pPr>
        <w:pStyle w:val="libBold1"/>
        <w:rPr>
          <w:rFonts w:hint="cs"/>
          <w:rtl/>
          <w:lang w:bidi="fa-IR"/>
        </w:rPr>
      </w:pPr>
      <w:r w:rsidRPr="00F3518E">
        <w:rPr>
          <w:rtl/>
          <w:lang w:bidi="fa-IR"/>
        </w:rPr>
        <w:t>ام ابيها</w:t>
      </w:r>
      <w:r w:rsidR="00A2221A">
        <w:rPr>
          <w:rFonts w:hint="cs"/>
          <w:rtl/>
          <w:lang w:bidi="fa-IR"/>
        </w:rPr>
        <w:t xml:space="preserve"> </w:t>
      </w:r>
      <w:r w:rsidR="00A2221A" w:rsidRPr="004612E5">
        <w:rPr>
          <w:rStyle w:val="libAlaemChar"/>
          <w:rtl/>
        </w:rPr>
        <w:t>عليه‌السلام</w:t>
      </w:r>
    </w:p>
    <w:tbl>
      <w:tblPr>
        <w:tblStyle w:val="Heading2Char"/>
        <w:bidiVisual/>
        <w:tblW w:w="4562" w:type="pct"/>
        <w:tblInd w:w="384" w:type="dxa"/>
        <w:tblLook w:val="01E0"/>
      </w:tblPr>
      <w:tblGrid>
        <w:gridCol w:w="4618"/>
        <w:gridCol w:w="354"/>
        <w:gridCol w:w="4586"/>
      </w:tblGrid>
      <w:tr w:rsidR="00A2221A" w:rsidTr="00A2221A">
        <w:trPr>
          <w:trHeight w:val="350"/>
        </w:trPr>
        <w:tc>
          <w:tcPr>
            <w:tcW w:w="4261" w:type="dxa"/>
            <w:shd w:val="clear" w:color="auto" w:fill="auto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دنياست چو قطره ا</w:t>
            </w:r>
            <w:r>
              <w:rPr>
                <w:rtl/>
                <w:lang w:bidi="fa-IR"/>
              </w:rPr>
              <w:t>ی</w:t>
            </w:r>
            <w:r w:rsidRPr="00F3518E">
              <w:rPr>
                <w:rtl/>
                <w:lang w:bidi="fa-IR"/>
              </w:rPr>
              <w:t xml:space="preserve"> و، دريا،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  <w:shd w:val="clear" w:color="auto" w:fill="auto"/>
          </w:tcPr>
          <w:p w:rsidR="00A2221A" w:rsidRDefault="00A2221A" w:rsidP="00057032">
            <w:pPr>
              <w:pStyle w:val="libPoem"/>
              <w:rPr>
                <w:rtl/>
              </w:rPr>
            </w:pPr>
          </w:p>
        </w:tc>
        <w:tc>
          <w:tcPr>
            <w:tcW w:w="4231" w:type="dxa"/>
            <w:shd w:val="clear" w:color="auto" w:fill="auto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ك</w:t>
            </w:r>
            <w:r>
              <w:rPr>
                <w:rtl/>
                <w:lang w:bidi="fa-IR"/>
              </w:rPr>
              <w:t>ی</w:t>
            </w:r>
            <w:r w:rsidRPr="00F3518E">
              <w:rPr>
                <w:rtl/>
                <w:lang w:bidi="fa-IR"/>
              </w:rPr>
              <w:t xml:space="preserve"> فرصت جلوه دارد اينجا،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221A" w:rsidTr="00A2221A">
        <w:tblPrEx>
          <w:tblLook w:val="04A0"/>
        </w:tblPrEx>
        <w:trPr>
          <w:trHeight w:val="350"/>
        </w:trPr>
        <w:tc>
          <w:tcPr>
            <w:tcW w:w="426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قدرش بود امروز نهان چون ديروز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A2221A" w:rsidRDefault="00A2221A" w:rsidP="00057032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هنگامه كند و ليك فردا،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221A" w:rsidTr="00A2221A">
        <w:tblPrEx>
          <w:tblLook w:val="04A0"/>
        </w:tblPrEx>
        <w:trPr>
          <w:trHeight w:val="350"/>
        </w:trPr>
        <w:tc>
          <w:tcPr>
            <w:tcW w:w="426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خالق چو كتاب خلقت انشا فرمود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A2221A" w:rsidRDefault="00A2221A" w:rsidP="00057032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عالم جو الفبا شد و معن</w:t>
            </w:r>
            <w:r>
              <w:rPr>
                <w:rtl/>
                <w:lang w:bidi="fa-IR"/>
              </w:rPr>
              <w:t>ی،</w:t>
            </w:r>
            <w:r w:rsidRPr="00F3518E">
              <w:rPr>
                <w:rtl/>
                <w:lang w:bidi="fa-IR"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221A" w:rsidTr="00A2221A">
        <w:tblPrEx>
          <w:tblLook w:val="04A0"/>
        </w:tblPrEx>
        <w:trPr>
          <w:trHeight w:val="350"/>
        </w:trPr>
        <w:tc>
          <w:tcPr>
            <w:tcW w:w="4261" w:type="dxa"/>
          </w:tcPr>
          <w:p w:rsidR="00A2221A" w:rsidRDefault="00A2221A" w:rsidP="00057032">
            <w:pPr>
              <w:pStyle w:val="libPoem"/>
            </w:pPr>
            <w:r>
              <w:rPr>
                <w:rFonts w:hint="cs"/>
                <w:rtl/>
                <w:lang w:bidi="fa-IR"/>
              </w:rPr>
              <w:t>(</w:t>
            </w:r>
            <w:r w:rsidRPr="00F3518E">
              <w:rPr>
                <w:rtl/>
                <w:lang w:bidi="fa-IR"/>
              </w:rPr>
              <w:t>احمد) كه خدا گفت به مدحش</w:t>
            </w:r>
            <w:r>
              <w:rPr>
                <w:rtl/>
                <w:lang w:bidi="fa-IR"/>
              </w:rPr>
              <w:t>:</w:t>
            </w:r>
            <w:r w:rsidRPr="00F3518E">
              <w:rPr>
                <w:rtl/>
                <w:lang w:bidi="fa-IR"/>
              </w:rPr>
              <w:t xml:space="preserve"> لولاك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A2221A" w:rsidRDefault="00A2221A" w:rsidP="00057032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ك</w:t>
            </w:r>
            <w:r>
              <w:rPr>
                <w:rtl/>
                <w:lang w:bidi="fa-IR"/>
              </w:rPr>
              <w:t>ی</w:t>
            </w:r>
            <w:r w:rsidRPr="00F3518E">
              <w:rPr>
                <w:rtl/>
                <w:lang w:bidi="fa-IR"/>
              </w:rPr>
              <w:t xml:space="preserve"> ميشد</w:t>
            </w:r>
            <w:r>
              <w:rPr>
                <w:rtl/>
                <w:lang w:bidi="fa-IR"/>
              </w:rPr>
              <w:t>ی</w:t>
            </w:r>
            <w:r w:rsidRPr="00F3518E">
              <w:rPr>
                <w:rtl/>
                <w:lang w:bidi="fa-IR"/>
              </w:rPr>
              <w:t xml:space="preserve"> آفريده</w:t>
            </w:r>
            <w:r>
              <w:rPr>
                <w:rtl/>
                <w:lang w:bidi="fa-IR"/>
              </w:rPr>
              <w:t>،</w:t>
            </w:r>
            <w:r w:rsidRPr="00F3518E">
              <w:rPr>
                <w:rtl/>
                <w:lang w:bidi="fa-IR"/>
              </w:rPr>
              <w:t xml:space="preserve"> لولا،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221A" w:rsidTr="00A2221A">
        <w:trPr>
          <w:trHeight w:val="350"/>
        </w:trPr>
        <w:tc>
          <w:tcPr>
            <w:tcW w:w="4261" w:type="dxa"/>
            <w:shd w:val="clear" w:color="auto" w:fill="auto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((طاها)) و ((عل</w:t>
            </w:r>
            <w:r>
              <w:rPr>
                <w:rtl/>
                <w:lang w:bidi="fa-IR"/>
              </w:rPr>
              <w:t>ی</w:t>
            </w:r>
            <w:r w:rsidR="00EC362F">
              <w:rPr>
                <w:rtl/>
                <w:lang w:bidi="fa-IR"/>
              </w:rPr>
              <w:t>)</w:t>
            </w:r>
            <w:r w:rsidRPr="00F3518E">
              <w:rPr>
                <w:rtl/>
                <w:lang w:bidi="fa-IR"/>
              </w:rPr>
              <w:t>) دو پيكران دريايند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  <w:shd w:val="clear" w:color="auto" w:fill="auto"/>
          </w:tcPr>
          <w:p w:rsidR="00A2221A" w:rsidRDefault="00A2221A" w:rsidP="00057032">
            <w:pPr>
              <w:pStyle w:val="libPoem"/>
              <w:rPr>
                <w:rtl/>
              </w:rPr>
            </w:pPr>
          </w:p>
        </w:tc>
        <w:tc>
          <w:tcPr>
            <w:tcW w:w="4231" w:type="dxa"/>
            <w:shd w:val="clear" w:color="auto" w:fill="auto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و آن برزخ مابين دو دريا،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221A" w:rsidTr="00A2221A">
        <w:tblPrEx>
          <w:tblLook w:val="04A0"/>
        </w:tblPrEx>
        <w:trPr>
          <w:trHeight w:val="350"/>
        </w:trPr>
        <w:tc>
          <w:tcPr>
            <w:tcW w:w="426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او سر خدا و ليلة القدر نب</w:t>
            </w:r>
            <w:r>
              <w:rPr>
                <w:rtl/>
                <w:lang w:bidi="fa-IR"/>
              </w:rPr>
              <w:t>ی</w:t>
            </w:r>
            <w:r w:rsidRPr="00F3518E"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A2221A" w:rsidRDefault="00A2221A" w:rsidP="00057032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خير دو سرا، درخت طوب</w:t>
            </w:r>
            <w:r>
              <w:rPr>
                <w:rtl/>
                <w:lang w:bidi="fa-IR"/>
              </w:rPr>
              <w:t>ی،</w:t>
            </w:r>
            <w:r w:rsidRPr="00F3518E">
              <w:rPr>
                <w:rtl/>
                <w:lang w:bidi="fa-IR"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221A" w:rsidTr="00A2221A">
        <w:tblPrEx>
          <w:tblLook w:val="04A0"/>
        </w:tblPrEx>
        <w:trPr>
          <w:trHeight w:val="350"/>
        </w:trPr>
        <w:tc>
          <w:tcPr>
            <w:tcW w:w="426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بر تخت جلال</w:t>
            </w:r>
            <w:r>
              <w:rPr>
                <w:rtl/>
                <w:lang w:bidi="fa-IR"/>
              </w:rPr>
              <w:t>،</w:t>
            </w:r>
            <w:r w:rsidRPr="00F3518E">
              <w:rPr>
                <w:rtl/>
                <w:lang w:bidi="fa-IR"/>
              </w:rPr>
              <w:t xml:space="preserve"> از همه والاتر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A2221A" w:rsidRDefault="00A2221A" w:rsidP="00057032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بر مسند افتخار، يكتا،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221A" w:rsidTr="00A2221A">
        <w:tblPrEx>
          <w:tblLook w:val="04A0"/>
        </w:tblPrEx>
        <w:trPr>
          <w:trHeight w:val="350"/>
        </w:trPr>
        <w:tc>
          <w:tcPr>
            <w:tcW w:w="426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در ((آل كسا)) محور شخصيتهاست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A2221A" w:rsidRDefault="00A2221A" w:rsidP="00057032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مابين ((آب</w:t>
            </w:r>
            <w:r w:rsidR="00EC362F">
              <w:rPr>
                <w:rtl/>
                <w:lang w:bidi="fa-IR"/>
              </w:rPr>
              <w:t>)</w:t>
            </w:r>
            <w:r w:rsidRPr="00F3518E">
              <w:rPr>
                <w:rtl/>
                <w:lang w:bidi="fa-IR"/>
              </w:rPr>
              <w:t>) و ((بعل</w:t>
            </w:r>
            <w:r w:rsidR="00EC362F">
              <w:rPr>
                <w:rtl/>
                <w:lang w:bidi="fa-IR"/>
              </w:rPr>
              <w:t>)</w:t>
            </w:r>
            <w:r w:rsidRPr="00F3518E">
              <w:rPr>
                <w:rtl/>
                <w:lang w:bidi="fa-IR"/>
              </w:rPr>
              <w:t>) و ((بنيها))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221A" w:rsidTr="00A2221A">
        <w:tblPrEx>
          <w:tblLook w:val="04A0"/>
        </w:tblPrEx>
        <w:trPr>
          <w:trHeight w:val="350"/>
        </w:trPr>
        <w:tc>
          <w:tcPr>
            <w:tcW w:w="426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سر سلسله نسل پيمبر كوثر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A2221A" w:rsidRDefault="00A2221A" w:rsidP="00057032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سرچشمه نور چشم طاها،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221A" w:rsidTr="00A2221A">
        <w:tblPrEx>
          <w:tblLook w:val="04A0"/>
        </w:tblPrEx>
        <w:trPr>
          <w:trHeight w:val="350"/>
        </w:trPr>
        <w:tc>
          <w:tcPr>
            <w:tcW w:w="426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تنها نه همين مادر سبطين است 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A2221A" w:rsidRDefault="00A2221A" w:rsidP="00057032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فرمود نب</w:t>
            </w:r>
            <w:r>
              <w:rPr>
                <w:rtl/>
                <w:lang w:bidi="fa-IR"/>
              </w:rPr>
              <w:t>ی:</w:t>
            </w:r>
            <w:r w:rsidRPr="00F3518E">
              <w:rPr>
                <w:rtl/>
                <w:lang w:bidi="fa-IR"/>
              </w:rPr>
              <w:t xml:space="preserve"> ((ام ابيها))زهرا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221A" w:rsidTr="00A2221A">
        <w:tblPrEx>
          <w:tblLook w:val="04A0"/>
        </w:tblPrEx>
        <w:trPr>
          <w:trHeight w:val="350"/>
        </w:trPr>
        <w:tc>
          <w:tcPr>
            <w:tcW w:w="426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آن پايه كه ديروز پيمبر بنهاد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A2221A" w:rsidRDefault="00A2221A" w:rsidP="00057032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امروز نگهداشته برپا،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221A" w:rsidTr="00A2221A">
        <w:tblPrEx>
          <w:tblLook w:val="04A0"/>
        </w:tblPrEx>
        <w:trPr>
          <w:trHeight w:val="350"/>
        </w:trPr>
        <w:tc>
          <w:tcPr>
            <w:tcW w:w="426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از ((احمد)) و ((مرتض</w:t>
            </w:r>
            <w:r>
              <w:rPr>
                <w:rtl/>
                <w:lang w:bidi="fa-IR"/>
              </w:rPr>
              <w:t>ی</w:t>
            </w:r>
            <w:r w:rsidR="00EC362F">
              <w:rPr>
                <w:rtl/>
                <w:lang w:bidi="fa-IR"/>
              </w:rPr>
              <w:t>)</w:t>
            </w:r>
            <w:r w:rsidRPr="00F3518E">
              <w:rPr>
                <w:rtl/>
                <w:lang w:bidi="fa-IR"/>
              </w:rPr>
              <w:t>) چه باق</w:t>
            </w:r>
            <w:r>
              <w:rPr>
                <w:rtl/>
                <w:lang w:bidi="fa-IR"/>
              </w:rPr>
              <w:t>ی</w:t>
            </w:r>
            <w:r w:rsidRPr="00F3518E">
              <w:rPr>
                <w:rtl/>
                <w:lang w:bidi="fa-IR"/>
              </w:rPr>
              <w:t xml:space="preserve"> ماند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A2221A" w:rsidRDefault="00A2221A" w:rsidP="00057032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از مجمعشان</w:t>
            </w:r>
            <w:r>
              <w:rPr>
                <w:rtl/>
                <w:lang w:bidi="fa-IR"/>
              </w:rPr>
              <w:t>،</w:t>
            </w:r>
            <w:r w:rsidRPr="00F3518E">
              <w:rPr>
                <w:rtl/>
                <w:lang w:bidi="fa-IR"/>
              </w:rPr>
              <w:t xml:space="preserve"> شود چو منها،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221A" w:rsidTr="00A2221A">
        <w:tblPrEx>
          <w:tblLook w:val="04A0"/>
        </w:tblPrEx>
        <w:trPr>
          <w:trHeight w:val="350"/>
        </w:trPr>
        <w:tc>
          <w:tcPr>
            <w:tcW w:w="426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حرمت بنگر كه در صفوف محشر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A2221A" w:rsidRDefault="00A2221A" w:rsidP="00057032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يك زن نبود سواره الا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221A" w:rsidTr="00A2221A">
        <w:tblPrEx>
          <w:tblLook w:val="04A0"/>
        </w:tblPrEx>
        <w:trPr>
          <w:trHeight w:val="350"/>
        </w:trPr>
        <w:tc>
          <w:tcPr>
            <w:tcW w:w="426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هنگام شفاعت چو رسد روز جزا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A2221A" w:rsidRDefault="00A2221A" w:rsidP="00057032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كاف</w:t>
            </w:r>
            <w:r>
              <w:rPr>
                <w:rtl/>
                <w:lang w:bidi="fa-IR"/>
              </w:rPr>
              <w:t>ی</w:t>
            </w:r>
            <w:r w:rsidRPr="00F3518E">
              <w:rPr>
                <w:rtl/>
                <w:lang w:bidi="fa-IR"/>
              </w:rPr>
              <w:t xml:space="preserve"> است برا</w:t>
            </w:r>
            <w:r>
              <w:rPr>
                <w:rtl/>
                <w:lang w:bidi="fa-IR"/>
              </w:rPr>
              <w:t>ی</w:t>
            </w:r>
            <w:r w:rsidRPr="00F3518E">
              <w:rPr>
                <w:rtl/>
                <w:lang w:bidi="fa-IR"/>
              </w:rPr>
              <w:t xml:space="preserve"> شيعه</w:t>
            </w:r>
            <w:r>
              <w:rPr>
                <w:rtl/>
                <w:lang w:bidi="fa-IR"/>
              </w:rPr>
              <w:t>،</w:t>
            </w:r>
            <w:r w:rsidRPr="00F3518E">
              <w:rPr>
                <w:rtl/>
                <w:lang w:bidi="fa-IR"/>
              </w:rPr>
              <w:t xml:space="preserve"> تنها،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221A" w:rsidTr="00A2221A">
        <w:tblPrEx>
          <w:tblLook w:val="04A0"/>
        </w:tblPrEx>
        <w:trPr>
          <w:trHeight w:val="350"/>
        </w:trPr>
        <w:tc>
          <w:tcPr>
            <w:tcW w:w="426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حيف است (حسانا) كه در آتش بسوزد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7" w:type="dxa"/>
          </w:tcPr>
          <w:p w:rsidR="00A2221A" w:rsidRDefault="00A2221A" w:rsidP="00057032">
            <w:pPr>
              <w:pStyle w:val="libPoem"/>
              <w:rPr>
                <w:rtl/>
              </w:rPr>
            </w:pPr>
          </w:p>
        </w:tc>
        <w:tc>
          <w:tcPr>
            <w:tcW w:w="4231" w:type="dxa"/>
          </w:tcPr>
          <w:p w:rsidR="00A2221A" w:rsidRDefault="00A2221A" w:rsidP="00057032">
            <w:pPr>
              <w:pStyle w:val="libPoem"/>
            </w:pPr>
            <w:r w:rsidRPr="00F3518E">
              <w:rPr>
                <w:rtl/>
                <w:lang w:bidi="fa-IR"/>
              </w:rPr>
              <w:t>آن شيعه كه ورد اوست</w:t>
            </w:r>
            <w:r>
              <w:rPr>
                <w:rtl/>
                <w:lang w:bidi="fa-IR"/>
              </w:rPr>
              <w:t>:</w:t>
            </w:r>
            <w:r w:rsidRPr="00F3518E">
              <w:rPr>
                <w:rtl/>
                <w:lang w:bidi="fa-IR"/>
              </w:rPr>
              <w:t xml:space="preserve"> زهرا،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2221A" w:rsidRDefault="00A2221A" w:rsidP="00F3518E">
      <w:pPr>
        <w:pStyle w:val="libNormal"/>
        <w:rPr>
          <w:lang w:bidi="fa-IR"/>
        </w:rPr>
      </w:pPr>
    </w:p>
    <w:p w:rsidR="00F3518E" w:rsidRPr="00F3518E" w:rsidRDefault="00A2221A" w:rsidP="00F3518E">
      <w:pPr>
        <w:pStyle w:val="libNormal"/>
        <w:rPr>
          <w:lang w:bidi="fa-IR"/>
        </w:rPr>
      </w:pPr>
      <w:r>
        <w:rPr>
          <w:lang w:bidi="fa-IR"/>
        </w:rPr>
        <w:br w:type="page"/>
      </w:r>
    </w:p>
    <w:p w:rsidR="00F3518E" w:rsidRDefault="00F3518E" w:rsidP="00A2221A">
      <w:pPr>
        <w:pStyle w:val="Heading2"/>
        <w:rPr>
          <w:rFonts w:hint="cs"/>
          <w:rtl/>
          <w:lang w:bidi="fa-IR"/>
        </w:rPr>
      </w:pPr>
      <w:bookmarkStart w:id="1" w:name="_Toc477607225"/>
      <w:r w:rsidRPr="00F3518E">
        <w:rPr>
          <w:rtl/>
          <w:lang w:bidi="fa-IR"/>
        </w:rPr>
        <w:t>پيشگفتار</w:t>
      </w:r>
      <w:bookmarkEnd w:id="1"/>
    </w:p>
    <w:p w:rsidR="00F3518E" w:rsidRPr="00F3518E" w:rsidRDefault="00F3518E" w:rsidP="00431E70">
      <w:pPr>
        <w:pStyle w:val="libNormal"/>
        <w:rPr>
          <w:lang w:bidi="fa-IR"/>
        </w:rPr>
      </w:pPr>
      <w:r w:rsidRPr="00F3518E">
        <w:rPr>
          <w:rtl/>
          <w:lang w:bidi="fa-IR"/>
        </w:rPr>
        <w:t>اعتقاد اكثر مردم بر اين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معمولا چنين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پندارند كه مناقب و</w:t>
      </w:r>
      <w:r w:rsidR="00A2221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فضائل حضرت صديقه زهرا سلام الله عليها فقط به اين جهت است كه دختر حضرت</w:t>
      </w:r>
      <w:r w:rsidR="00A2221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رسول اكرم </w:t>
      </w:r>
      <w:r w:rsidR="00A2221A" w:rsidRPr="00A2221A">
        <w:rPr>
          <w:rStyle w:val="libAlaemChar"/>
          <w:rtl/>
        </w:rPr>
        <w:t>صلى‌الله‌عليه‌وآله‌وسلم</w:t>
      </w:r>
      <w:r w:rsidRPr="00F3518E">
        <w:rPr>
          <w:rtl/>
          <w:lang w:bidi="fa-IR"/>
        </w:rPr>
        <w:t xml:space="preserve"> بوده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اين مطلب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موضوع بسيار مهم و</w:t>
      </w:r>
      <w:r w:rsidR="00A2221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گرانبهائ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شايسته است درباره آن مفصلا بحث و گفتگو</w:t>
      </w:r>
      <w:r w:rsidR="00431E7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بعمل آيد، و بايد معتقد بود كه حضرت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صاحب ولايت كبر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يعن</w:t>
      </w:r>
      <w:r w:rsidR="004612E5">
        <w:rPr>
          <w:rtl/>
          <w:lang w:bidi="fa-IR"/>
        </w:rPr>
        <w:t>ی</w:t>
      </w:r>
      <w:r w:rsidR="00431E7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همانطور كه بايد به ولايت رسول اكرم اميرالمؤ منين و حسنين </w:t>
      </w:r>
      <w:r w:rsidR="00431E70" w:rsidRPr="00431E70">
        <w:rPr>
          <w:rStyle w:val="libAlaemChar"/>
          <w:rtl/>
        </w:rPr>
        <w:t>عليهم‌السلام</w:t>
      </w:r>
      <w:r w:rsidRPr="00F3518E">
        <w:rPr>
          <w:rtl/>
          <w:lang w:bidi="fa-IR"/>
        </w:rPr>
        <w:t xml:space="preserve"> ايمان داشت</w:t>
      </w:r>
      <w:r>
        <w:rPr>
          <w:rtl/>
          <w:lang w:bidi="fa-IR"/>
        </w:rPr>
        <w:t>،</w:t>
      </w:r>
      <w:r w:rsidR="00431E7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بايست به ولايت حضرت صديقه زهراء سلام الله عليها نيز همانگونه اعتراف كرد و</w:t>
      </w:r>
      <w:r w:rsidR="00431E7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معتقد بود.</w:t>
      </w:r>
    </w:p>
    <w:p w:rsidR="00F3518E" w:rsidRPr="00F3518E" w:rsidRDefault="00F3518E" w:rsidP="00431E70">
      <w:pPr>
        <w:pStyle w:val="libNormal"/>
        <w:rPr>
          <w:lang w:bidi="fa-IR"/>
        </w:rPr>
      </w:pPr>
      <w:r w:rsidRPr="00F3518E">
        <w:rPr>
          <w:rtl/>
          <w:lang w:bidi="fa-IR"/>
        </w:rPr>
        <w:t>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اثبات اين موضوع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توان مطالب را از دو نظر تحقيق و بررس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كرد و در دو</w:t>
      </w:r>
      <w:r w:rsidR="00431E7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بخش آنها را خلاصه نمود:</w:t>
      </w:r>
    </w:p>
    <w:p w:rsidR="00F3518E" w:rsidRPr="00F3518E" w:rsidRDefault="00F3518E" w:rsidP="00431E70">
      <w:pPr>
        <w:pStyle w:val="libNormal"/>
        <w:rPr>
          <w:lang w:bidi="fa-IR"/>
        </w:rPr>
      </w:pPr>
      <w:r w:rsidRPr="00F3518E">
        <w:rPr>
          <w:rtl/>
          <w:lang w:bidi="fa-IR"/>
        </w:rPr>
        <w:t>١ - بخش اول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فاطمه سلام الله عليها از ديدگاه قرآن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بررس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آيات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مربوط</w:t>
      </w:r>
      <w:r w:rsidR="00431E7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به آن حضرت است</w:t>
      </w:r>
      <w:r>
        <w:rPr>
          <w:rtl/>
          <w:lang w:bidi="fa-IR"/>
        </w:rPr>
        <w:t>.</w:t>
      </w:r>
    </w:p>
    <w:p w:rsidR="00F3518E" w:rsidRPr="00F3518E" w:rsidRDefault="00F3518E" w:rsidP="00431E70">
      <w:pPr>
        <w:pStyle w:val="libNormal"/>
        <w:rPr>
          <w:lang w:bidi="fa-IR"/>
        </w:rPr>
      </w:pPr>
      <w:r w:rsidRPr="00F3518E">
        <w:rPr>
          <w:rtl/>
          <w:lang w:bidi="fa-IR"/>
        </w:rPr>
        <w:t>٢ - بخش دوم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فاطمه سلام الله عليها از ديدگاه روايات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بررس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احاديث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در</w:t>
      </w:r>
      <w:r w:rsidR="00431E7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مناقب و فضائل آن حضرت وارد شده است و همرديف مناقب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درشان پيامبر اكرم و</w:t>
      </w:r>
      <w:r w:rsidR="00431E7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اميرالمؤ منين سلام الله عليها و اولاد معصوم اوست</w:t>
      </w:r>
      <w:r>
        <w:rPr>
          <w:rtl/>
          <w:lang w:bidi="fa-IR"/>
        </w:rPr>
        <w:t>.</w:t>
      </w:r>
    </w:p>
    <w:p w:rsidR="00431E70" w:rsidRDefault="00431E70" w:rsidP="00F3518E">
      <w:pPr>
        <w:pStyle w:val="libNormal"/>
        <w:rPr>
          <w:rFonts w:hint="cs"/>
          <w:rtl/>
          <w:lang w:bidi="fa-IR"/>
        </w:rPr>
      </w:pPr>
      <w:r>
        <w:rPr>
          <w:lang w:bidi="fa-IR"/>
        </w:rPr>
        <w:br w:type="page"/>
      </w:r>
    </w:p>
    <w:p w:rsidR="00F3518E" w:rsidRDefault="00F3518E" w:rsidP="00080E33">
      <w:pPr>
        <w:pStyle w:val="Heading1"/>
        <w:rPr>
          <w:rFonts w:hint="cs"/>
          <w:rtl/>
          <w:lang w:bidi="fa-IR"/>
        </w:rPr>
      </w:pPr>
      <w:bookmarkStart w:id="2" w:name="_Toc477607226"/>
      <w:r w:rsidRPr="00F3518E">
        <w:rPr>
          <w:rtl/>
          <w:lang w:bidi="fa-IR"/>
        </w:rPr>
        <w:t>فاطمه سلام الله عليها از ديده گاه قرآن</w:t>
      </w:r>
      <w:bookmarkEnd w:id="2"/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آيه اول</w:t>
      </w:r>
      <w:r w:rsidR="00431E70">
        <w:rPr>
          <w:rFonts w:hint="cs"/>
          <w:rtl/>
          <w:lang w:bidi="fa-IR"/>
        </w:rPr>
        <w:t>:</w:t>
      </w:r>
    </w:p>
    <w:p w:rsidR="00F3518E" w:rsidRPr="00F3518E" w:rsidRDefault="00431E70" w:rsidP="00431E70">
      <w:pPr>
        <w:pStyle w:val="libNormal"/>
        <w:rPr>
          <w:lang w:bidi="fa-IR"/>
        </w:rPr>
      </w:pPr>
      <w:r w:rsidRPr="00431E70">
        <w:rPr>
          <w:rStyle w:val="libAlaemChar"/>
          <w:rFonts w:hint="cs"/>
          <w:rtl/>
        </w:rPr>
        <w:t>(</w:t>
      </w:r>
      <w:r w:rsidRPr="00431E70">
        <w:rPr>
          <w:rStyle w:val="libAieChar"/>
          <w:rtl/>
          <w:lang w:bidi="fa-IR"/>
        </w:rPr>
        <w:t>إِنَّمَا يُرِيدُ اللَّهُ لِيُذْهِبَ عَنكُمُ الرِّجْسَ أَهْلَ الْبَيْتِ وَيُطَهِّرَكُمْ تَطْهِيرًا</w:t>
      </w:r>
      <w:r w:rsidRPr="00431E70">
        <w:rPr>
          <w:rStyle w:val="libAlaemChar"/>
          <w:rFonts w:hint="cs"/>
          <w:rtl/>
        </w:rPr>
        <w:t>)</w:t>
      </w:r>
    </w:p>
    <w:p w:rsidR="00F3518E" w:rsidRPr="00F3518E" w:rsidRDefault="00431E70" w:rsidP="00F3518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خدا چنين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خواهد كه رحبس (هر آلايش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را از شما خاندان نبوت ببرد و شما را پاك و</w:t>
      </w:r>
    </w:p>
    <w:p w:rsidR="00F3518E" w:rsidRPr="00F3518E" w:rsidRDefault="00F3518E" w:rsidP="00431E70">
      <w:pPr>
        <w:pStyle w:val="libNormal"/>
        <w:rPr>
          <w:lang w:bidi="fa-IR"/>
        </w:rPr>
      </w:pPr>
      <w:r w:rsidRPr="00F3518E">
        <w:rPr>
          <w:rtl/>
          <w:lang w:bidi="fa-IR"/>
        </w:rPr>
        <w:t>منزه گرداند</w:t>
      </w:r>
      <w:r w:rsidR="00431E70">
        <w:rPr>
          <w:rFonts w:hint="cs"/>
          <w:rtl/>
          <w:lang w:bidi="fa-IR"/>
        </w:rPr>
        <w:t>»</w:t>
      </w:r>
    </w:p>
    <w:p w:rsidR="00F3518E" w:rsidRPr="00F3518E" w:rsidRDefault="00F3518E" w:rsidP="00431E70">
      <w:pPr>
        <w:pStyle w:val="libNormal"/>
        <w:rPr>
          <w:lang w:bidi="fa-IR"/>
        </w:rPr>
      </w:pPr>
      <w:r w:rsidRPr="00F3518E">
        <w:rPr>
          <w:rtl/>
          <w:lang w:bidi="fa-IR"/>
        </w:rPr>
        <w:t>برخ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عقيده بر اين است كه چون اين آيه شريفه بين دو آيه واقع شده كه آن آيات</w:t>
      </w:r>
      <w:r w:rsidR="00431E7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درباره زوجات پيغمبر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نازل گرديده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بنابراين به همان نسق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اين آيه هم</w:t>
      </w:r>
      <w:r w:rsidR="00431E7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بايد درشان زوجات آن حضرت باشد، و ما لازم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دانيم كه از پنج طريق به اين آيه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نظر كنيم</w:t>
      </w:r>
      <w:r>
        <w:rPr>
          <w:rtl/>
          <w:lang w:bidi="fa-IR"/>
        </w:rPr>
        <w:t>:</w:t>
      </w:r>
    </w:p>
    <w:p w:rsidR="00F3518E" w:rsidRPr="00F3518E" w:rsidRDefault="00F3518E" w:rsidP="00431E70">
      <w:pPr>
        <w:pStyle w:val="libNormal"/>
        <w:rPr>
          <w:lang w:bidi="fa-IR"/>
        </w:rPr>
      </w:pPr>
      <w:r w:rsidRPr="00F3518E">
        <w:rPr>
          <w:rtl/>
          <w:lang w:bidi="fa-IR"/>
        </w:rPr>
        <w:t>١ - اول بررس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اينكه بعد از نزول اين آيه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از</w:t>
      </w:r>
      <w:r w:rsidR="00431E7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رسول اكرم </w:t>
      </w:r>
      <w:r w:rsidR="00A2221A" w:rsidRPr="00A2221A">
        <w:rPr>
          <w:rStyle w:val="libAlaemChar"/>
          <w:rtl/>
        </w:rPr>
        <w:t>صلى‌الله‌عليه‌وآله‌وسلم</w:t>
      </w:r>
      <w:r w:rsidRPr="00F3518E">
        <w:rPr>
          <w:rtl/>
          <w:lang w:bidi="fa-IR"/>
        </w:rPr>
        <w:t xml:space="preserve"> درباره آن نص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(كلام صريح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>) هست كه آيه تطهير</w:t>
      </w:r>
      <w:r w:rsidR="00431E7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درشان چه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نازل شده است</w:t>
      </w:r>
      <w:r>
        <w:rPr>
          <w:rtl/>
          <w:lang w:bidi="fa-IR"/>
        </w:rPr>
        <w:t>؟</w:t>
      </w:r>
    </w:p>
    <w:p w:rsidR="00F3518E" w:rsidRPr="00F3518E" w:rsidRDefault="00F3518E" w:rsidP="00076036">
      <w:pPr>
        <w:pStyle w:val="libNormal"/>
        <w:rPr>
          <w:lang w:bidi="fa-IR"/>
        </w:rPr>
      </w:pPr>
      <w:r w:rsidRPr="00F3518E">
        <w:rPr>
          <w:rtl/>
          <w:lang w:bidi="fa-IR"/>
        </w:rPr>
        <w:t>٢ - دوم اينكه در اين موضوع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از خود زنها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پيغمبر اكرم </w:t>
      </w:r>
      <w:r w:rsidR="00A2221A" w:rsidRPr="00A2221A">
        <w:rPr>
          <w:rStyle w:val="libAlaemChar"/>
          <w:rtl/>
        </w:rPr>
        <w:t>صلى‌الله‌عليه‌وآله‌وسلم</w:t>
      </w:r>
      <w:r w:rsidRPr="00F3518E">
        <w:rPr>
          <w:rtl/>
          <w:lang w:bidi="fa-IR"/>
        </w:rPr>
        <w:t xml:space="preserve"> كلام معتبر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و صريح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وجود دارد كه دلالت كند اين آيه درباره كيست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>، آيا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آنان ادعا كرده است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كه آيه تطير درشان ما زنان پيامبر نازل شده است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و يا اينكه عكس اين مطلب را اظهار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نموده است</w:t>
      </w:r>
      <w:r>
        <w:rPr>
          <w:rtl/>
          <w:lang w:bidi="fa-IR"/>
        </w:rPr>
        <w:t>؟</w:t>
      </w:r>
    </w:p>
    <w:p w:rsidR="00F3518E" w:rsidRPr="00F3518E" w:rsidRDefault="00F3518E" w:rsidP="00076036">
      <w:pPr>
        <w:pStyle w:val="libNormal"/>
        <w:rPr>
          <w:lang w:bidi="fa-IR"/>
        </w:rPr>
      </w:pPr>
      <w:r w:rsidRPr="00F3518E">
        <w:rPr>
          <w:rtl/>
          <w:lang w:bidi="fa-IR"/>
        </w:rPr>
        <w:t>٣ - سوم اينكه آيا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سلام الله عليه و يا اولاد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با اين آيه احتجاج و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مشاهده كرده اند؟ آيا ادعا كرده اند كه اين آيه درشان ما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اهل بيت است و در غير ما نيست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و آيا در مقام احتجاج از صحابه چه شنيده اند؟</w:t>
      </w:r>
    </w:p>
    <w:p w:rsidR="00F3518E" w:rsidRPr="00F3518E" w:rsidRDefault="00F3518E" w:rsidP="00076036">
      <w:pPr>
        <w:pStyle w:val="libNormal"/>
        <w:rPr>
          <w:lang w:bidi="fa-IR"/>
        </w:rPr>
      </w:pPr>
      <w:r w:rsidRPr="00F3518E">
        <w:rPr>
          <w:rtl/>
          <w:lang w:bidi="fa-IR"/>
        </w:rPr>
        <w:t>٤ - چهارم اينكه آيا از خود صحابه كلام معتبر و صريح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اين باره موجود است كه آيه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تطهير درباره چه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نازل شده است</w:t>
      </w:r>
      <w:r>
        <w:rPr>
          <w:rtl/>
          <w:lang w:bidi="fa-IR"/>
        </w:rPr>
        <w:t>؟</w:t>
      </w:r>
    </w:p>
    <w:p w:rsidR="00F3518E" w:rsidRPr="00F3518E" w:rsidRDefault="00F3518E" w:rsidP="00076036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٥ - پنجم اينكه رجال تفسير و حديث در اين مورد چه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گويند؟ ايا با نظر آن كسانيكه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گويند آيه تطهير (مانند دو آيه قبل و بعد آن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مربوط به زوجات پيغمبر است همرا</w:t>
      </w:r>
      <w:r w:rsidR="004612E5">
        <w:rPr>
          <w:rtl/>
          <w:lang w:bidi="fa-IR"/>
        </w:rPr>
        <w:t>ی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و موافق هستند؟ يا اينكه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گويند نه خير، چون درباره شان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نزول اين آيه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نص (كلام معتبر و صريح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>) وجود دارد، لذا بايد تابع آن نص شد.</w:t>
      </w:r>
    </w:p>
    <w:p w:rsidR="00076036" w:rsidRDefault="00F3518E" w:rsidP="00076036">
      <w:pPr>
        <w:pStyle w:val="libNormal"/>
        <w:rPr>
          <w:rtl/>
          <w:lang w:bidi="fa-IR"/>
        </w:rPr>
      </w:pPr>
      <w:r w:rsidRPr="00F3518E">
        <w:rPr>
          <w:rtl/>
          <w:lang w:bidi="fa-IR"/>
        </w:rPr>
        <w:t>بنابراين آنچه درباره تطهيرشان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 از اين پنج طريق كه گفته شد، بيرون نيست.</w:t>
      </w:r>
    </w:p>
    <w:p w:rsidR="00F3518E" w:rsidRDefault="00076036" w:rsidP="00076036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F3518E" w:rsidRPr="00076036" w:rsidRDefault="00F3518E" w:rsidP="00076036">
      <w:pPr>
        <w:pStyle w:val="Heading2"/>
        <w:rPr>
          <w:rFonts w:hint="cs"/>
          <w:rtl/>
        </w:rPr>
      </w:pPr>
      <w:bookmarkStart w:id="3" w:name="_Toc477607227"/>
      <w:r w:rsidRPr="00F3518E">
        <w:rPr>
          <w:rtl/>
          <w:lang w:bidi="fa-IR"/>
        </w:rPr>
        <w:t>آيه تطهير گفتار پيامبر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bookmarkEnd w:id="3"/>
    </w:p>
    <w:p w:rsidR="00F3518E" w:rsidRPr="00F3518E" w:rsidRDefault="00F3518E" w:rsidP="00076036">
      <w:pPr>
        <w:pStyle w:val="libNormal"/>
        <w:rPr>
          <w:lang w:bidi="fa-IR"/>
        </w:rPr>
      </w:pPr>
      <w:r w:rsidRPr="00F3518E">
        <w:rPr>
          <w:rtl/>
          <w:lang w:bidi="fa-IR"/>
        </w:rPr>
        <w:t>اما آنچه نفس قضيه است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درشان نزول اين آيه روايات متواتر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دست است كه حاك</w:t>
      </w:r>
      <w:r w:rsidR="004612E5">
        <w:rPr>
          <w:rtl/>
          <w:lang w:bidi="fa-IR"/>
        </w:rPr>
        <w:t>ی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است آيه تطهير در خانه ام سلمه نازل شده است و در آن هنگام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رسول اكرم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>، حضرت صديقه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اميرالمؤ منين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حسنين صلوات الله عليهم حضور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داشته اند، جناب ام سلمه خودش از رسول اكرم </w:t>
      </w:r>
      <w:r w:rsidR="00A2221A" w:rsidRPr="00A2221A">
        <w:rPr>
          <w:rStyle w:val="libAlaemChar"/>
          <w:rtl/>
        </w:rPr>
        <w:t>صلى‌الله‌عليه‌وآله‌وسلم</w:t>
      </w:r>
      <w:r w:rsidRPr="00F3518E">
        <w:rPr>
          <w:rtl/>
          <w:lang w:bidi="fa-IR"/>
        </w:rPr>
        <w:t xml:space="preserve"> تقاضا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 كه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من نيز به جمع شما داخل بشوم و تحت كسا نزد شما خاندان رسالت قرار گيرم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حضرت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او را نه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كرد و فرمود: نه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تو داخل نشو (وانت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خير) چون اين آيه مخصوص است به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ما پنج تن</w:t>
      </w:r>
      <w:r>
        <w:rPr>
          <w:rtl/>
          <w:lang w:bidi="fa-IR"/>
        </w:rPr>
        <w:t>.</w:t>
      </w:r>
    </w:p>
    <w:p w:rsidR="00F3518E" w:rsidRPr="00F3518E" w:rsidRDefault="00F3518E" w:rsidP="00076036">
      <w:pPr>
        <w:pStyle w:val="libNormal"/>
        <w:rPr>
          <w:lang w:bidi="fa-IR"/>
        </w:rPr>
      </w:pPr>
      <w:r w:rsidRPr="00F3518E">
        <w:rPr>
          <w:rtl/>
          <w:lang w:bidi="fa-IR"/>
        </w:rPr>
        <w:t>نام جماعت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صحابه كه شان نزول اين آيه را به همين ترتيب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نقل كرده اند و روايات آنها متواتر است به اين شرح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باشد:</w:t>
      </w:r>
    </w:p>
    <w:p w:rsidR="00F3518E" w:rsidRPr="00F3518E" w:rsidRDefault="00F3518E" w:rsidP="00076036">
      <w:pPr>
        <w:pStyle w:val="libNormal"/>
        <w:rPr>
          <w:lang w:bidi="fa-IR"/>
        </w:rPr>
      </w:pPr>
      <w:r w:rsidRPr="00F3518E">
        <w:rPr>
          <w:rtl/>
          <w:lang w:bidi="fa-IR"/>
        </w:rPr>
        <w:t>سعدبن اب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وقاص - انس بن مالك - ابن عباس - ابوسعيد خدر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عمر بن ابوسلمه -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واصلة بن اسقع - عبدالله بن جعفر - ابوحمرا هلال - عايشه - ام سلمه - ابوهريره -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معقل بن يسار - ابوطفيل - جعفربن حبان - حبيره - ابوبرزه اسلم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مقداد بن اسود.</w:t>
      </w:r>
    </w:p>
    <w:p w:rsidR="00F3518E" w:rsidRDefault="00F3518E" w:rsidP="00076036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روايات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صحابه مذكور نقل كرده اند، در اين موضوع هم 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هم سخن هستند كه آيه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شريه تطهير در خانه </w:t>
      </w:r>
      <w:r w:rsidR="00076036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ام سمله</w:t>
      </w:r>
      <w:r w:rsidR="00076036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نازل شده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فقط درشان پنج تن بوده است و هيچيك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از زنان پيغمبر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داخل اين قضيه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اين مطلب از مسلمات است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غير از حضرات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صحابه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تقريبا ٣٠٠ نفر ديگر نيز اين روايت را به همان ترتيب و با ذكر اينكه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محل نزول آيه خانه </w:t>
      </w:r>
      <w:r w:rsidR="00076036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ام سمله</w:t>
      </w:r>
      <w:r w:rsidR="00076036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بوده است</w:t>
      </w:r>
      <w:r>
        <w:rPr>
          <w:rtl/>
          <w:lang w:bidi="fa-IR"/>
        </w:rPr>
        <w:t>،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نقل كرده اند. و ما مشخصات اين ٣٠٠ نفر را كه در قرون مختلفه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زيسته اند بطور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تقصيل در كتاب </w:t>
      </w:r>
      <w:r w:rsidR="00076036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الغدير</w:t>
      </w:r>
      <w:r w:rsidR="00076036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شرح داده ايم</w:t>
      </w:r>
      <w:r>
        <w:rPr>
          <w:rtl/>
          <w:lang w:bidi="fa-IR"/>
        </w:rPr>
        <w:t>.</w:t>
      </w:r>
    </w:p>
    <w:p w:rsidR="00076036" w:rsidRPr="00F3518E" w:rsidRDefault="00076036" w:rsidP="00076036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Pr="00F3518E" w:rsidRDefault="00F3518E" w:rsidP="00080E33">
      <w:pPr>
        <w:pStyle w:val="libNormal"/>
        <w:rPr>
          <w:lang w:bidi="fa-IR"/>
        </w:rPr>
      </w:pPr>
      <w:r w:rsidRPr="00F3518E">
        <w:rPr>
          <w:rtl/>
          <w:lang w:bidi="fa-IR"/>
        </w:rPr>
        <w:t>تمام اين ٣٠٠ نفر نصوص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پيغمبر اكرم </w:t>
      </w:r>
      <w:r w:rsidR="00A2221A" w:rsidRPr="00A2221A">
        <w:rPr>
          <w:rStyle w:val="libAlaemChar"/>
          <w:rtl/>
        </w:rPr>
        <w:t>صلى‌الله‌عليه‌وآله‌وسلم</w:t>
      </w:r>
      <w:r w:rsidR="00080E33">
        <w:rPr>
          <w:rStyle w:val="libAlaemChar"/>
          <w:rFonts w:hint="cs"/>
          <w:rtl/>
        </w:rPr>
        <w:t xml:space="preserve"> </w:t>
      </w:r>
      <w:r w:rsidRPr="00F3518E">
        <w:rPr>
          <w:rtl/>
          <w:lang w:bidi="fa-IR"/>
        </w:rPr>
        <w:t>نقل كرده اند، كه بعد از نزول آيه تطهير از حضرت پرسيده شد كه اين آيه شريفه در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شان كيست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حضرت فرمود: منم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فاطمه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حسنين (</w:t>
      </w:r>
      <w:r w:rsidR="00431E70" w:rsidRPr="00431E70">
        <w:rPr>
          <w:rStyle w:val="libAlaemChar"/>
          <w:rtl/>
        </w:rPr>
        <w:t>عليهم‌السلام</w:t>
      </w:r>
      <w:r w:rsidRPr="00F3518E">
        <w:rPr>
          <w:rtl/>
          <w:lang w:bidi="fa-IR"/>
        </w:rPr>
        <w:t>).</w:t>
      </w:r>
    </w:p>
    <w:p w:rsidR="00F3518E" w:rsidRPr="00F3518E" w:rsidRDefault="00F3518E" w:rsidP="00076036">
      <w:pPr>
        <w:pStyle w:val="libNormal"/>
        <w:rPr>
          <w:lang w:bidi="fa-IR"/>
        </w:rPr>
      </w:pPr>
      <w:r w:rsidRPr="00F3518E">
        <w:rPr>
          <w:rtl/>
          <w:lang w:bidi="fa-IR"/>
        </w:rPr>
        <w:t>پس با توجه به مطالب فوق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جا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هيچگونه ترديد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نيست كه حضرت صديقه زهراء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سلام الله عليها نيز مشمول آيه تطهير است و در كلمه</w:t>
      </w:r>
      <w:r w:rsidR="00076036">
        <w:rPr>
          <w:rFonts w:hint="cs"/>
          <w:rtl/>
          <w:lang w:bidi="fa-IR"/>
        </w:rPr>
        <w:t xml:space="preserve"> «</w:t>
      </w:r>
      <w:r w:rsidRPr="00F3518E">
        <w:rPr>
          <w:rtl/>
          <w:lang w:bidi="fa-IR"/>
        </w:rPr>
        <w:t>اهل البيت</w:t>
      </w:r>
      <w:r w:rsidR="00076036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او نيز مراد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 گذشته از اينها، پيغمبر اكرم </w:t>
      </w:r>
      <w:r w:rsidR="00A2221A" w:rsidRPr="00A2221A">
        <w:rPr>
          <w:rStyle w:val="libAlaemChar"/>
          <w:rtl/>
        </w:rPr>
        <w:t>صلى‌الله‌عليه‌وآله‌وسلم</w:t>
      </w:r>
      <w:r w:rsidRPr="00F3518E">
        <w:rPr>
          <w:rtl/>
          <w:lang w:bidi="fa-IR"/>
        </w:rPr>
        <w:t>،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اثبات و روشن شدن حقيقت امر كار بسيار جالب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كرده است كه ٩ نفر از صحابه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آنرا نقل كرده اند، به اين شرح كه بعد از نزول اين آيه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حضرت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رسول</w:t>
      </w:r>
      <w:r w:rsidR="004612E5" w:rsidRPr="00076036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>، هر روز (تا زمان وفاتش تقريبا)، هنگام خروج از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منزل كه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اقامه نماز صبح به مسجد تشريف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برد،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قبل از نماز به در خانه حضرت صديقه سلام الله عليها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آمد و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فرمود:</w:t>
      </w:r>
    </w:p>
    <w:p w:rsidR="00F3518E" w:rsidRPr="00F3518E" w:rsidRDefault="00076036" w:rsidP="00076036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076036">
        <w:rPr>
          <w:rStyle w:val="libBold1Char"/>
          <w:rtl/>
        </w:rPr>
        <w:t>السلام عليكم يا اهل البيت، انما يريد الله ليذهب عنكم الرجس</w:t>
      </w:r>
      <w:r w:rsidRPr="00076036">
        <w:rPr>
          <w:rStyle w:val="libBold1Char"/>
          <w:rFonts w:hint="cs"/>
          <w:rtl/>
        </w:rPr>
        <w:t xml:space="preserve"> </w:t>
      </w:r>
      <w:r w:rsidR="00F3518E" w:rsidRPr="00076036">
        <w:rPr>
          <w:rStyle w:val="libBold1Char"/>
          <w:rtl/>
        </w:rPr>
        <w:t>اهل البيت و يطهركم تطهيرا</w:t>
      </w:r>
      <w:r>
        <w:rPr>
          <w:rFonts w:hint="cs"/>
          <w:rtl/>
          <w:lang w:bidi="fa-IR"/>
        </w:rPr>
        <w:t>»</w:t>
      </w:r>
    </w:p>
    <w:p w:rsidR="00F3518E" w:rsidRPr="00F3518E" w:rsidRDefault="00076036" w:rsidP="00076036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سلام بر شما 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اهل البيت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بدرستيكه خدا اراده فرموده است كه هر ناپاك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را از شما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خاندان نبوت دور گرداند و شما را پاك و منزه نمايد</w:t>
      </w:r>
      <w:r>
        <w:rPr>
          <w:rFonts w:hint="cs"/>
          <w:rtl/>
          <w:lang w:bidi="fa-IR"/>
        </w:rPr>
        <w:t>»</w:t>
      </w:r>
      <w:r w:rsidR="00F3518E">
        <w:rPr>
          <w:rtl/>
          <w:lang w:bidi="fa-IR"/>
        </w:rPr>
        <w:t>.</w:t>
      </w:r>
    </w:p>
    <w:p w:rsidR="00F3518E" w:rsidRPr="00F3518E" w:rsidRDefault="00F3518E" w:rsidP="00076036">
      <w:pPr>
        <w:pStyle w:val="libNormal"/>
        <w:rPr>
          <w:lang w:bidi="fa-IR"/>
        </w:rPr>
      </w:pPr>
      <w:r w:rsidRPr="00F3518E">
        <w:rPr>
          <w:rtl/>
          <w:lang w:bidi="fa-IR"/>
        </w:rPr>
        <w:t>راو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گويد: من شش ماه در مدينه بودم و اين جريان را هر روز مشاهده كردم</w:t>
      </w:r>
      <w:r>
        <w:rPr>
          <w:rtl/>
          <w:lang w:bidi="fa-IR"/>
        </w:rPr>
        <w:t>،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راو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ديگر نقل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كند: من نه ماه در مدينه توقف كردم و هر روز ناظر اين صحنه بودم</w:t>
      </w:r>
      <w:r>
        <w:rPr>
          <w:rtl/>
          <w:lang w:bidi="fa-IR"/>
        </w:rPr>
        <w:t>.</w:t>
      </w:r>
    </w:p>
    <w:p w:rsidR="00F3518E" w:rsidRPr="00F3518E" w:rsidRDefault="00F3518E" w:rsidP="00076036">
      <w:pPr>
        <w:pStyle w:val="libNormal"/>
        <w:rPr>
          <w:lang w:bidi="fa-IR"/>
        </w:rPr>
      </w:pPr>
      <w:r w:rsidRPr="00F3518E">
        <w:rPr>
          <w:rtl/>
          <w:lang w:bidi="fa-IR"/>
        </w:rPr>
        <w:t>راو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ديگر اظهار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دارد: من ١٢ ماه در مدينه ساكن بودم و هر روز شاهد اين روش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پيامبر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بودم و اين جريان تا آخرين روز زندگان</w:t>
      </w:r>
      <w:r w:rsidR="004612E5">
        <w:rPr>
          <w:rtl/>
          <w:lang w:bidi="fa-IR"/>
        </w:rPr>
        <w:t>ی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رسول اكرم </w:t>
      </w:r>
      <w:r w:rsidR="00A2221A" w:rsidRPr="00A2221A">
        <w:rPr>
          <w:rStyle w:val="libAlaemChar"/>
          <w:rtl/>
        </w:rPr>
        <w:t>صلى‌الله‌عليه‌وآله‌وسلم</w:t>
      </w:r>
      <w:r w:rsidRPr="00F3518E">
        <w:rPr>
          <w:rtl/>
          <w:lang w:bidi="fa-IR"/>
        </w:rPr>
        <w:t xml:space="preserve"> ادامه داشته است</w:t>
      </w:r>
      <w:r>
        <w:rPr>
          <w:rtl/>
          <w:lang w:bidi="fa-IR"/>
        </w:rPr>
        <w:t>.</w:t>
      </w:r>
    </w:p>
    <w:p w:rsidR="00F3518E" w:rsidRPr="00F3518E" w:rsidRDefault="00F3518E" w:rsidP="00076036">
      <w:pPr>
        <w:pStyle w:val="libNormal"/>
        <w:rPr>
          <w:lang w:bidi="fa-IR"/>
        </w:rPr>
      </w:pPr>
      <w:r w:rsidRPr="00F3518E">
        <w:rPr>
          <w:rtl/>
          <w:lang w:bidi="fa-IR"/>
        </w:rPr>
        <w:t>پس با توجه به مطالب مذكور كاملا روشن است كه آيه تطهير مخصوص بوده است به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خانه صديقه سلام الله عليها، و آن اشخاص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در آنجا ساكن بوده اند.</w:t>
      </w:r>
    </w:p>
    <w:p w:rsidR="00F3518E" w:rsidRPr="00F3518E" w:rsidRDefault="00F3518E" w:rsidP="00076036">
      <w:pPr>
        <w:pStyle w:val="libNormal"/>
        <w:rPr>
          <w:lang w:bidi="fa-IR"/>
        </w:rPr>
      </w:pPr>
      <w:r w:rsidRPr="00F3518E">
        <w:rPr>
          <w:rtl/>
          <w:lang w:bidi="fa-IR"/>
        </w:rPr>
        <w:t>حضرت رسول اكرم</w:t>
      </w:r>
      <w:r w:rsidR="00076036">
        <w:rPr>
          <w:rFonts w:hint="cs"/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كه به اين روش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به اين استمرار، به اين استقرار و در اين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مدت متوال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هر روز بر در خانه زهرا سلام الله عليها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آمد، منظورش اين بوده است كه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اگر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سخنان آموزنده و تعيين كننده او را ديروز نشنيده است امروز بشنود، و اگر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امروز نشد فردا، و اگر فردا نشد، روزها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ديگر</w:t>
      </w:r>
      <w:r w:rsidR="00076036">
        <w:rPr>
          <w:rFonts w:hint="cs"/>
          <w:rtl/>
          <w:lang w:bidi="fa-IR"/>
        </w:rPr>
        <w:t>....</w:t>
      </w:r>
    </w:p>
    <w:p w:rsidR="00076036" w:rsidRDefault="00F3518E" w:rsidP="00076036">
      <w:pPr>
        <w:pStyle w:val="libNormal"/>
        <w:rPr>
          <w:rtl/>
          <w:lang w:bidi="fa-IR"/>
        </w:rPr>
      </w:pPr>
      <w:r w:rsidRPr="00F3518E">
        <w:rPr>
          <w:rtl/>
          <w:lang w:bidi="fa-IR"/>
        </w:rPr>
        <w:lastRenderedPageBreak/>
        <w:t>همه صحابه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چه آنانكه در مدينه حضور داشتند، و چه مسافرين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وارد شهر م</w:t>
      </w:r>
      <w:r w:rsidR="004612E5">
        <w:rPr>
          <w:rtl/>
          <w:lang w:bidi="fa-IR"/>
        </w:rPr>
        <w:t>ی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شدند، از اين روش رسول اكرم </w:t>
      </w:r>
      <w:r w:rsidR="00A2221A" w:rsidRPr="00A2221A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آگاه شدند كه آيه تطهير فقط و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فقط درشان خاندان پيغمبر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(پنج تن) نازل شده است</w:t>
      </w:r>
      <w:r>
        <w:rPr>
          <w:rtl/>
          <w:lang w:bidi="fa-IR"/>
        </w:rPr>
        <w:t>.</w:t>
      </w:r>
    </w:p>
    <w:p w:rsidR="00F3518E" w:rsidRPr="00F3518E" w:rsidRDefault="00076036" w:rsidP="00076036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Pr="00076036" w:rsidRDefault="00F3518E" w:rsidP="00076036">
      <w:pPr>
        <w:pStyle w:val="Heading2"/>
        <w:rPr>
          <w:rFonts w:hint="cs"/>
          <w:rtl/>
        </w:rPr>
      </w:pPr>
      <w:bookmarkStart w:id="4" w:name="_Toc477607228"/>
      <w:r w:rsidRPr="00F3518E">
        <w:rPr>
          <w:rtl/>
          <w:lang w:bidi="fa-IR"/>
        </w:rPr>
        <w:t>آيه تطهير و گفتار زنان پيامبر اكرم</w:t>
      </w:r>
      <w:r w:rsidRPr="00076036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bookmarkEnd w:id="4"/>
    </w:p>
    <w:p w:rsidR="00F3518E" w:rsidRPr="00F3518E" w:rsidRDefault="00F3518E" w:rsidP="00076036">
      <w:pPr>
        <w:pStyle w:val="libNormal"/>
        <w:rPr>
          <w:lang w:bidi="fa-IR"/>
        </w:rPr>
      </w:pPr>
      <w:r w:rsidRPr="00F3518E">
        <w:rPr>
          <w:rtl/>
          <w:lang w:bidi="fa-IR"/>
        </w:rPr>
        <w:t>اينك بررس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اينكه آيا از همسران پيغمبر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 مورد آيه تطهير ادعائ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كرده است يا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نه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در اين مورد شيعيان روايات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زنان پيغمبر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، از جمله </w:t>
      </w:r>
      <w:r w:rsidR="00076036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ام سلمه</w:t>
      </w:r>
      <w:r w:rsidR="00076036">
        <w:rPr>
          <w:rFonts w:hint="cs"/>
          <w:rtl/>
          <w:lang w:bidi="fa-IR"/>
        </w:rPr>
        <w:t xml:space="preserve">» </w:t>
      </w:r>
      <w:r w:rsidRPr="00F3518E">
        <w:rPr>
          <w:rtl/>
          <w:lang w:bidi="fa-IR"/>
        </w:rPr>
        <w:t>نقل كرده اند كه آن احاديث را حضرت عامه نيز صحيح و معتبر شمرده اند.</w:t>
      </w:r>
    </w:p>
    <w:p w:rsidR="00F3518E" w:rsidRPr="00F3518E" w:rsidRDefault="00F3518E" w:rsidP="00076036">
      <w:pPr>
        <w:pStyle w:val="libNormal"/>
        <w:rPr>
          <w:lang w:bidi="fa-IR"/>
        </w:rPr>
      </w:pPr>
      <w:r w:rsidRPr="00F3518E">
        <w:rPr>
          <w:rtl/>
          <w:lang w:bidi="fa-IR"/>
        </w:rPr>
        <w:t>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آن روايات كه مورد قبول فريقين (شيعه و سن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باشد، اين است كه جناب</w:t>
      </w:r>
      <w:r w:rsidR="00076036">
        <w:rPr>
          <w:rFonts w:hint="cs"/>
          <w:rtl/>
          <w:lang w:bidi="fa-IR"/>
        </w:rPr>
        <w:t xml:space="preserve"> «</w:t>
      </w:r>
      <w:r w:rsidRPr="00F3518E">
        <w:rPr>
          <w:rtl/>
          <w:lang w:bidi="fa-IR"/>
        </w:rPr>
        <w:t>ام سلمه</w:t>
      </w:r>
      <w:r w:rsidR="00076036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 من از پيغمبر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پرسيدم كه اين آيه تطهير درشان كيست</w:t>
      </w:r>
      <w:r>
        <w:rPr>
          <w:rtl/>
          <w:lang w:bidi="fa-IR"/>
        </w:rPr>
        <w:t>؟</w:t>
      </w:r>
    </w:p>
    <w:p w:rsidR="00076036" w:rsidRDefault="00F3518E" w:rsidP="005669BB">
      <w:pPr>
        <w:pStyle w:val="libNormal"/>
        <w:rPr>
          <w:rtl/>
          <w:lang w:bidi="fa-IR"/>
        </w:rPr>
      </w:pPr>
      <w:r w:rsidRPr="00F3518E">
        <w:rPr>
          <w:rtl/>
          <w:lang w:bidi="fa-IR"/>
        </w:rPr>
        <w:t>حضرت فرمود: درباره من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فاطمه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حسنين است و تهم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مشمول اين آيه نيست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مشمول اين آيه نيستم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ما همسران نب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مورد خطاب اين قضيه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نيستيم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كاملا واضح است كه اگر آيه شريفه تطهير درباره زنان پيغمير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بود،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جناب </w:t>
      </w:r>
      <w:r w:rsidR="00076036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عايشه</w:t>
      </w:r>
      <w:r w:rsidR="00076036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آنرا بر پيشان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جمل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نوشد و غوغائ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بر پا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كرد، در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صورتيكه هيچيك از همسران رسول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هرگز چنين ادعائ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نكرده اند كه اين آيه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درشان آنان بوده است</w:t>
      </w:r>
      <w:r>
        <w:rPr>
          <w:rtl/>
          <w:lang w:bidi="fa-IR"/>
        </w:rPr>
        <w:t>.</w:t>
      </w:r>
    </w:p>
    <w:p w:rsidR="00F3518E" w:rsidRPr="00076036" w:rsidRDefault="00076036" w:rsidP="00076036">
      <w:pPr>
        <w:pStyle w:val="libNormal"/>
        <w:rPr>
          <w:rFonts w:hint="cs"/>
          <w:rtl/>
        </w:rPr>
      </w:pPr>
      <w:r>
        <w:rPr>
          <w:rtl/>
          <w:lang w:bidi="fa-IR"/>
        </w:rPr>
        <w:br w:type="page"/>
      </w:r>
    </w:p>
    <w:p w:rsidR="00F3518E" w:rsidRPr="00076036" w:rsidRDefault="00F3518E" w:rsidP="00076036">
      <w:pPr>
        <w:pStyle w:val="Heading2"/>
        <w:rPr>
          <w:rFonts w:hint="cs"/>
          <w:rtl/>
        </w:rPr>
      </w:pPr>
      <w:bookmarkStart w:id="5" w:name="_Toc477607229"/>
      <w:r w:rsidRPr="00F3518E">
        <w:rPr>
          <w:rtl/>
          <w:lang w:bidi="fa-IR"/>
        </w:rPr>
        <w:t>آيه تطهير و گفتار ائمه اطهار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حضرت زهراء</w:t>
      </w:r>
      <w:r w:rsidR="004612E5" w:rsidRPr="004612E5">
        <w:rPr>
          <w:rStyle w:val="libAlaemChar"/>
          <w:rtl/>
        </w:rPr>
        <w:t>عليه‌السلام</w:t>
      </w:r>
      <w:bookmarkEnd w:id="5"/>
    </w:p>
    <w:p w:rsidR="00F3518E" w:rsidRPr="00F3518E" w:rsidRDefault="00F3518E" w:rsidP="00495B31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اميرالمؤمنين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، حضرت صديقه سلام الله عليها، حسن بن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، حسين بن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،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حضرت سجاد، حضرت باقر، و حضرت صادق </w:t>
      </w:r>
      <w:r w:rsidR="00431E70" w:rsidRPr="00431E70">
        <w:rPr>
          <w:rStyle w:val="libAlaemChar"/>
          <w:rtl/>
        </w:rPr>
        <w:t>عليهم‌السلام</w:t>
      </w:r>
      <w:r w:rsidRPr="00F3518E">
        <w:rPr>
          <w:rtl/>
          <w:lang w:bidi="fa-IR"/>
        </w:rPr>
        <w:t xml:space="preserve"> همگ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هنگام منقبت شمار</w:t>
      </w:r>
      <w:r w:rsidR="004612E5">
        <w:rPr>
          <w:rtl/>
          <w:lang w:bidi="fa-IR"/>
        </w:rPr>
        <w:t>ی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به اين آيه استناد و احتجاج كرده و برهان سخن خويش قرار داده اند.</w:t>
      </w:r>
    </w:p>
    <w:p w:rsidR="00076036" w:rsidRDefault="00F3518E" w:rsidP="00076036">
      <w:pPr>
        <w:pStyle w:val="libNormal"/>
        <w:rPr>
          <w:rtl/>
          <w:lang w:bidi="fa-IR"/>
        </w:rPr>
      </w:pPr>
      <w:r w:rsidRPr="00F3518E">
        <w:rPr>
          <w:rtl/>
          <w:lang w:bidi="fa-IR"/>
        </w:rPr>
        <w:t xml:space="preserve">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در </w:t>
      </w:r>
      <w:r w:rsidR="00076036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يوم الدار</w:t>
      </w:r>
      <w:r w:rsidR="00076036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اثبات گفتار خود به اين آيه احتجاج و استنشاد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نموده است كه آيا آيه تطهير در مورد ما نيست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و تمام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صحابه و تابعين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ضمن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قبول اظهارات آن حضرت عرض كرده اند: بل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اين آيه درشان شماست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اين مطلب از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مسلمات است</w:t>
      </w:r>
      <w:r>
        <w:rPr>
          <w:rtl/>
          <w:lang w:bidi="fa-IR"/>
        </w:rPr>
        <w:t>.</w:t>
      </w:r>
    </w:p>
    <w:p w:rsidR="00F3518E" w:rsidRPr="00F3518E" w:rsidRDefault="00076036" w:rsidP="00076036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076036">
      <w:pPr>
        <w:pStyle w:val="Heading2"/>
        <w:rPr>
          <w:rFonts w:hint="cs"/>
          <w:rtl/>
          <w:lang w:bidi="fa-IR"/>
        </w:rPr>
      </w:pPr>
      <w:bookmarkStart w:id="6" w:name="_Toc477607230"/>
      <w:r w:rsidRPr="00F3518E">
        <w:rPr>
          <w:rtl/>
          <w:lang w:bidi="fa-IR"/>
        </w:rPr>
        <w:t>آيه تطهير و گفتار صحابه</w:t>
      </w:r>
      <w:bookmarkEnd w:id="6"/>
    </w:p>
    <w:p w:rsidR="00F3518E" w:rsidRPr="00F3518E" w:rsidRDefault="00F3518E" w:rsidP="00076036">
      <w:pPr>
        <w:pStyle w:val="libNormal"/>
        <w:rPr>
          <w:lang w:bidi="fa-IR"/>
        </w:rPr>
      </w:pPr>
      <w:r w:rsidRPr="00F3518E">
        <w:rPr>
          <w:rtl/>
          <w:lang w:bidi="fa-IR"/>
        </w:rPr>
        <w:t>همانطوريكه در قسمت اول اين بخش اشاره شد، تمام صحابه و تابعين در اين مطلب هم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هم سخن هستند كه آيه تطهير درشان پنج تن است و از آنان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مخالف اين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عقيده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فقط و فقط </w:t>
      </w:r>
      <w:r w:rsidR="00076036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عكرمه</w:t>
      </w:r>
      <w:r w:rsidR="00076036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 كه داستان </w:t>
      </w:r>
      <w:r w:rsidR="00076036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سياق</w:t>
      </w:r>
      <w:r w:rsidR="00076036">
        <w:rPr>
          <w:rFonts w:hint="cs"/>
          <w:rtl/>
          <w:lang w:bidi="fa-IR"/>
        </w:rPr>
        <w:t xml:space="preserve">» </w:t>
      </w:r>
      <w:r w:rsidRPr="00F3518E">
        <w:rPr>
          <w:rtl/>
          <w:lang w:bidi="fa-IR"/>
        </w:rPr>
        <w:t>از او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نقل شده است</w:t>
      </w:r>
      <w:r>
        <w:rPr>
          <w:rtl/>
          <w:lang w:bidi="fa-IR"/>
        </w:rPr>
        <w:t>.</w:t>
      </w:r>
    </w:p>
    <w:p w:rsidR="00F3518E" w:rsidRDefault="00F3518E" w:rsidP="00076036">
      <w:pPr>
        <w:pStyle w:val="Heading2"/>
        <w:rPr>
          <w:rFonts w:hint="cs"/>
          <w:rtl/>
          <w:lang w:bidi="fa-IR"/>
        </w:rPr>
      </w:pPr>
      <w:bookmarkStart w:id="7" w:name="_Toc477607231"/>
      <w:r w:rsidRPr="00F3518E">
        <w:rPr>
          <w:rtl/>
          <w:lang w:bidi="fa-IR"/>
        </w:rPr>
        <w:t>آيه تطهير و رجال تفسير و حديث</w:t>
      </w:r>
      <w:bookmarkEnd w:id="7"/>
    </w:p>
    <w:p w:rsidR="00F3518E" w:rsidRPr="00F3518E" w:rsidRDefault="00F3518E" w:rsidP="00076036">
      <w:pPr>
        <w:pStyle w:val="libNormal"/>
        <w:rPr>
          <w:lang w:bidi="fa-IR"/>
        </w:rPr>
      </w:pPr>
      <w:r w:rsidRPr="00F3518E">
        <w:rPr>
          <w:rtl/>
          <w:lang w:bidi="fa-IR"/>
        </w:rPr>
        <w:t>علماء و رجال تفسير و حديث پس از بررس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روايات مذكور، همگ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متفق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القول و هم عقيده اند كه سند </w:t>
      </w:r>
      <w:r w:rsidR="00076036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عكرمه</w:t>
      </w:r>
      <w:r w:rsidR="00076036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اعتبار ندارد، و اين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استدلال (</w:t>
      </w:r>
      <w:r w:rsidR="00EC362F">
        <w:rPr>
          <w:rtl/>
          <w:lang w:bidi="fa-IR"/>
        </w:rPr>
        <w:t>(</w:t>
      </w:r>
      <w:r w:rsidRPr="00F3518E">
        <w:rPr>
          <w:rtl/>
          <w:lang w:bidi="fa-IR"/>
        </w:rPr>
        <w:t>سياق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) و برهان صحيح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نيست</w:t>
      </w:r>
      <w:r>
        <w:rPr>
          <w:rtl/>
          <w:lang w:bidi="fa-IR"/>
        </w:rPr>
        <w:t>.</w:t>
      </w:r>
    </w:p>
    <w:p w:rsidR="00076036" w:rsidRDefault="00F3518E" w:rsidP="00076036">
      <w:pPr>
        <w:pStyle w:val="libNormal"/>
        <w:rPr>
          <w:rtl/>
          <w:lang w:bidi="fa-IR"/>
        </w:rPr>
      </w:pPr>
      <w:r w:rsidRPr="00F3518E">
        <w:rPr>
          <w:rtl/>
          <w:lang w:bidi="fa-IR"/>
        </w:rPr>
        <w:t>به ملاحظه اين كه ضمائر آيه شريفه تطهير همه مذكر است و ضمائر دو آيه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قبل و بعد آن مؤ نث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 بنابراين سياق آيه تطهير كه در وسط آن دو آيه است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عوض شده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تغيير كرده است در نتيجه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 كه مربوط به همسران پيغمبر</w:t>
      </w:r>
      <w:r w:rsidR="004612E5" w:rsidRPr="00076036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076036" w:rsidRPr="00076036">
        <w:rPr>
          <w:rFonts w:hint="cs"/>
          <w:rtl/>
        </w:rPr>
        <w:t xml:space="preserve"> </w:t>
      </w:r>
      <w:r w:rsidRPr="00F3518E">
        <w:rPr>
          <w:rtl/>
          <w:lang w:bidi="fa-IR"/>
        </w:rPr>
        <w:t>بوده باشد، و اگر جز آيه تطهير منقبت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درشان زهرا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اطهر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نبود، همين يك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آيه برهان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كاف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نشانگر اينكه حضرت صديقه سلام الله عليها معصومه است</w:t>
      </w:r>
      <w:r>
        <w:rPr>
          <w:rtl/>
          <w:lang w:bidi="fa-IR"/>
        </w:rPr>
        <w:t>،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و عصمت از جمله شئون و مناصب ولايت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ما، غير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معصوم باشد سراغ نداريم</w:t>
      </w:r>
      <w:r>
        <w:rPr>
          <w:rtl/>
          <w:lang w:bidi="fa-IR"/>
        </w:rPr>
        <w:t>.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از ابتدا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خلقت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آدم تا آخر، هر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معصوم است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يا پيغمبر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يا امام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يا صديق است كه حضرت صديقه سلام الله عليها نيز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آنان است</w:t>
      </w:r>
      <w:r>
        <w:rPr>
          <w:rtl/>
          <w:lang w:bidi="fa-IR"/>
        </w:rPr>
        <w:t>.</w:t>
      </w:r>
    </w:p>
    <w:p w:rsidR="00F3518E" w:rsidRPr="00F3518E" w:rsidRDefault="00076036" w:rsidP="00076036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495B31">
      <w:pPr>
        <w:pStyle w:val="Heading2"/>
        <w:rPr>
          <w:rFonts w:hint="cs"/>
          <w:rtl/>
          <w:lang w:bidi="fa-IR"/>
        </w:rPr>
      </w:pPr>
      <w:bookmarkStart w:id="8" w:name="_Toc477607232"/>
      <w:r w:rsidRPr="00F3518E">
        <w:rPr>
          <w:rtl/>
          <w:lang w:bidi="fa-IR"/>
        </w:rPr>
        <w:t>آيه دوم</w:t>
      </w:r>
      <w:r w:rsidR="00076036">
        <w:rPr>
          <w:rFonts w:hint="cs"/>
          <w:rtl/>
          <w:lang w:bidi="fa-IR"/>
        </w:rPr>
        <w:t>:</w:t>
      </w:r>
      <w:bookmarkEnd w:id="8"/>
    </w:p>
    <w:p w:rsidR="00F3518E" w:rsidRPr="00F3518E" w:rsidRDefault="00076036" w:rsidP="00076036">
      <w:pPr>
        <w:pStyle w:val="libNormal"/>
        <w:rPr>
          <w:lang w:bidi="fa-IR"/>
        </w:rPr>
      </w:pPr>
      <w:r w:rsidRPr="00076036">
        <w:rPr>
          <w:rStyle w:val="libAlaemChar"/>
          <w:rFonts w:hint="cs"/>
          <w:rtl/>
        </w:rPr>
        <w:t>(</w:t>
      </w:r>
      <w:r w:rsidRPr="00076036">
        <w:rPr>
          <w:rStyle w:val="libAieChar"/>
          <w:rtl/>
          <w:lang w:bidi="fa-IR"/>
        </w:rPr>
        <w:t>فَقُلْ تَعَالَوْا نَدْعُ أَبْنَاءَنَا وَأَبْنَاءَكُمْ وَنِسَاءَنَا وَنِسَاءَكُمْ وَأَنفُسَنَا وَأَنفُسَكُمْ ثُمَّ نَبْتَهِلْ فَنَجْعَل لَّعْنَتَ اللَّهِ عَلَى الْكَاذِبِينَ</w:t>
      </w:r>
      <w:r w:rsidRPr="00076036">
        <w:rPr>
          <w:rStyle w:val="libAlaemChar"/>
          <w:rFonts w:hint="cs"/>
          <w:rtl/>
        </w:rPr>
        <w:t>)</w:t>
      </w:r>
    </w:p>
    <w:p w:rsidR="00F3518E" w:rsidRPr="00F3518E" w:rsidRDefault="00076036" w:rsidP="00076036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پس بگو (ا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پيامبر) بيائيد ما و شما با فرزندان و زنان خود با هم با مباهله بر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خيزيم (يعن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در حق يكديگر نفرين كنيم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تا دروغگويان را به لعن و عذاب خدا گرفتار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سازيم</w:t>
      </w:r>
      <w:r>
        <w:rPr>
          <w:rFonts w:hint="cs"/>
          <w:rtl/>
          <w:lang w:bidi="fa-IR"/>
        </w:rPr>
        <w:t>»</w:t>
      </w:r>
      <w:r w:rsidR="00F3518E">
        <w:rPr>
          <w:rtl/>
          <w:lang w:bidi="fa-IR"/>
        </w:rPr>
        <w:t>.</w:t>
      </w:r>
    </w:p>
    <w:p w:rsidR="00F3518E" w:rsidRPr="00F3518E" w:rsidRDefault="00F3518E" w:rsidP="00076036">
      <w:pPr>
        <w:pStyle w:val="libNormal"/>
        <w:rPr>
          <w:lang w:bidi="fa-IR"/>
        </w:rPr>
      </w:pPr>
      <w:r w:rsidRPr="00F3518E">
        <w:rPr>
          <w:rtl/>
          <w:lang w:bidi="fa-IR"/>
        </w:rPr>
        <w:t>اين آيه بطور صريح و آشكارا ندا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 بر اينكه پيغمبر اكرم </w:t>
      </w:r>
      <w:r w:rsidR="00076036" w:rsidRPr="00076036">
        <w:rPr>
          <w:rStyle w:val="libAlaemChar"/>
          <w:rtl/>
        </w:rPr>
        <w:t>صلى‌الله‌عليه‌وآله‌وسلم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هنگام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با نصارا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نجران مباهله فرمود، حضرت صديقه سلام الله عليها نيز در اين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مورد شركت داشت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او وجود مقدس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ميان چهار معصوم ديگر در آيه مباهله قرار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گرفته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دو معصوم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ابنانا (حسنين </w:t>
      </w:r>
      <w:r w:rsidR="00076036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) و دو معصوم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انفسنا (پيغمبر </w:t>
      </w:r>
      <w:r w:rsidR="00076036" w:rsidRPr="00076036">
        <w:rPr>
          <w:rStyle w:val="libAlaemChar"/>
          <w:rtl/>
        </w:rPr>
        <w:t>صلى‌الله‌عليه‌وآله‌وسلم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و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076036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) و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يك معصومه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نسائنا: ما بين آنها، كه از نساء منحصر است به اين وجود مقدس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با توجه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به اين مطلب كه مباهله (ابتهال و نفرين كردن) با نصارا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نجران يك كار عاد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با زن و مرد عاد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توان اقدام به مباهله كرد و طرف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مقابل را مغلوب و رسوا نمود، بلكه صلاحيت اقدام به چين امر خطير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افراد مقدس و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شايسته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دارا هستند كه مورد نظر مرحمت حضرت حق تبارك و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بوده باشند، و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حضرت صديقه سلام الله عليها نيز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آن شخصيتهائ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مشمول اين آيه شريفه است و اين از مسلمات است</w:t>
      </w:r>
      <w:r>
        <w:rPr>
          <w:rtl/>
          <w:lang w:bidi="fa-IR"/>
        </w:rPr>
        <w:t>.</w:t>
      </w:r>
    </w:p>
    <w:p w:rsidR="00076036" w:rsidRDefault="00076036" w:rsidP="00F3518E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495B31">
      <w:pPr>
        <w:pStyle w:val="Heading2"/>
        <w:rPr>
          <w:rFonts w:hint="cs"/>
          <w:rtl/>
          <w:lang w:bidi="fa-IR"/>
        </w:rPr>
      </w:pPr>
      <w:bookmarkStart w:id="9" w:name="_Toc477607233"/>
      <w:r w:rsidRPr="00F3518E">
        <w:rPr>
          <w:rtl/>
          <w:lang w:bidi="fa-IR"/>
        </w:rPr>
        <w:t>آيه سوم</w:t>
      </w:r>
      <w:r w:rsidR="00076036">
        <w:rPr>
          <w:rFonts w:hint="cs"/>
          <w:rtl/>
          <w:lang w:bidi="fa-IR"/>
        </w:rPr>
        <w:t>:</w:t>
      </w:r>
      <w:bookmarkEnd w:id="9"/>
    </w:p>
    <w:p w:rsidR="00F3518E" w:rsidRPr="00F3518E" w:rsidRDefault="00076036" w:rsidP="00EC362F">
      <w:pPr>
        <w:pStyle w:val="libNormal"/>
        <w:tabs>
          <w:tab w:val="center" w:pos="4869"/>
        </w:tabs>
        <w:rPr>
          <w:lang w:bidi="fa-IR"/>
        </w:rPr>
      </w:pPr>
      <w:r w:rsidRPr="00076036">
        <w:rPr>
          <w:rStyle w:val="libAlaemChar"/>
          <w:rFonts w:hint="cs"/>
          <w:rtl/>
        </w:rPr>
        <w:t>(</w:t>
      </w:r>
      <w:r w:rsidRPr="00076036">
        <w:rPr>
          <w:rStyle w:val="libAieChar"/>
          <w:rtl/>
          <w:lang w:bidi="fa-IR"/>
        </w:rPr>
        <w:t>فَتَلَقَّىٰ آدَمُ مِن رَّبِّهِ كَلِمَاتٍ فَتَابَ عَلَيْهِ</w:t>
      </w:r>
      <w:r w:rsidRPr="00076036">
        <w:rPr>
          <w:rStyle w:val="libAlaemChar"/>
          <w:rFonts w:hint="cs"/>
          <w:rtl/>
        </w:rPr>
        <w:t>)</w:t>
      </w:r>
    </w:p>
    <w:p w:rsidR="00F3518E" w:rsidRPr="00F3518E" w:rsidRDefault="00076036" w:rsidP="00076036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پس حضرت آدم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از حضرت حق تبارك و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كلمات را فرا گرفت و آن كلمات را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وسيله (قبول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توبه خويش قرار داد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درباره اين آيه احاديث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نقل شده است كه بسيار فوق العاده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با توجه به آيه مذكور و اين روايات</w:t>
      </w:r>
      <w:r w:rsidR="00F3518E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انسان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تواند بخوب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درك نمايد كه حضرت صديقه سلام الله عليها علت خلقت است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و يك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اسباب آفرينش ‍ جهان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باشد، يعن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همانطور كه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رسول اكرم</w:t>
      </w:r>
      <w:r w:rsidR="00F3518E" w:rsidRPr="00076036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، اميرالمؤ منين و حسنين </w:t>
      </w:r>
      <w:r w:rsidR="00431E70" w:rsidRPr="00431E70">
        <w:rPr>
          <w:rStyle w:val="libAlaemChar"/>
          <w:rtl/>
        </w:rPr>
        <w:t>عليهم‌السلام</w:t>
      </w:r>
      <w:r w:rsidR="00F3518E" w:rsidRPr="00F3518E">
        <w:rPr>
          <w:rtl/>
          <w:lang w:bidi="fa-IR"/>
        </w:rPr>
        <w:t xml:space="preserve"> سبب خلقتند، حضرت صديقه سلام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الله عليها نيز يك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علل آفرينش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معقول نيست كس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علت خلقت باشد و ولايت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نداشته باشد.</w:t>
      </w:r>
    </w:p>
    <w:p w:rsidR="00F3518E" w:rsidRPr="00F3518E" w:rsidRDefault="00F3518E" w:rsidP="00076036">
      <w:pPr>
        <w:pStyle w:val="libNormal"/>
        <w:rPr>
          <w:lang w:bidi="fa-IR"/>
        </w:rPr>
      </w:pPr>
      <w:r w:rsidRPr="00F3518E">
        <w:rPr>
          <w:rtl/>
          <w:lang w:bidi="fa-IR"/>
        </w:rPr>
        <w:t>در اين باره دو روايت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جناب اميرالمؤ منين سلام الله عليها و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جناب ابن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عباس نقل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كنم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روايت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از وجود مقدس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است و جمع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حفاظ عامه آن</w:t>
      </w:r>
      <w:r w:rsidR="0007603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را ذكر كرده اند چنين است</w:t>
      </w:r>
      <w:r>
        <w:rPr>
          <w:rtl/>
          <w:lang w:bidi="fa-IR"/>
        </w:rPr>
        <w:t>:</w:t>
      </w:r>
    </w:p>
    <w:p w:rsidR="00F3518E" w:rsidRPr="00F3518E" w:rsidRDefault="00EC362F" w:rsidP="00EC362F">
      <w:pPr>
        <w:pStyle w:val="libBold2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سالت النب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 w:rsidR="00076036" w:rsidRPr="00076036">
        <w:rPr>
          <w:rStyle w:val="libAlaemChar"/>
          <w:rtl/>
        </w:rPr>
        <w:t>صلى‌الله‌عليه‌وآله‌وسلم</w:t>
      </w:r>
      <w:r w:rsidR="00F3518E" w:rsidRPr="00F3518E">
        <w:rPr>
          <w:rtl/>
          <w:lang w:bidi="fa-IR"/>
        </w:rPr>
        <w:t xml:space="preserve"> قول الله تعال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</w:t>
      </w:r>
      <w:r w:rsidRPr="00EC362F">
        <w:rPr>
          <w:rStyle w:val="libAlaemChar"/>
          <w:rFonts w:hint="cs"/>
          <w:rtl/>
        </w:rPr>
        <w:t>(</w:t>
      </w:r>
      <w:r w:rsidRPr="00EC362F">
        <w:rPr>
          <w:rStyle w:val="libAieChar"/>
          <w:rtl/>
        </w:rPr>
        <w:t>فَتَلَقَّىٰ آدَمُ مِن رَّبِّهِ كَلِمَاتٍ فَتَابَ عَلَيْهِ</w:t>
      </w:r>
      <w:r w:rsidRPr="00EC362F">
        <w:rPr>
          <w:rStyle w:val="libAlaemChar"/>
          <w:rFonts w:hint="cs"/>
          <w:rtl/>
        </w:rPr>
        <w:t>)</w:t>
      </w:r>
      <w:r w:rsidR="00F3518E" w:rsidRPr="00F3518E">
        <w:rPr>
          <w:rtl/>
          <w:lang w:bidi="fa-IR"/>
        </w:rPr>
        <w:t xml:space="preserve"> فقال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ان الله اهبط آدم بالهند، و حوا بجدة</w:t>
      </w:r>
      <w:r w:rsidR="00F3518E">
        <w:rPr>
          <w:rtl/>
          <w:lang w:bidi="fa-IR"/>
        </w:rPr>
        <w:t>.</w:t>
      </w:r>
      <w:r w:rsidR="00F3518E" w:rsidRPr="00F3518E">
        <w:rPr>
          <w:rtl/>
          <w:lang w:bidi="fa-IR"/>
        </w:rPr>
        <w:t>.. حت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بعث الله اليه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جبرئيل و قال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يا آدم الم اخلقك بيد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؟</w:t>
      </w:r>
      <w:r w:rsidR="00F3518E" w:rsidRPr="00F3518E">
        <w:rPr>
          <w:rtl/>
          <w:lang w:bidi="fa-IR"/>
        </w:rPr>
        <w:t>، المانفخ فيك من روح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؟</w:t>
      </w:r>
      <w:r w:rsidR="00F3518E" w:rsidRPr="00F3518E">
        <w:rPr>
          <w:rtl/>
          <w:lang w:bidi="fa-IR"/>
        </w:rPr>
        <w:t>،...</w:t>
      </w:r>
    </w:p>
    <w:p w:rsidR="00EC362F" w:rsidRDefault="00F3518E" w:rsidP="00EC362F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قال بل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فما هذا لبكاء؟، 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و ما يمنعن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 البكاء و قد اخرجت من جوار الرحمان.</w:t>
      </w:r>
    </w:p>
    <w:p w:rsidR="00F3518E" w:rsidRPr="00F3518E" w:rsidRDefault="00F3518E" w:rsidP="00EC362F">
      <w:pPr>
        <w:pStyle w:val="libBold2"/>
        <w:rPr>
          <w:lang w:bidi="fa-IR"/>
        </w:rPr>
      </w:pPr>
      <w:r w:rsidRPr="00F3518E">
        <w:rPr>
          <w:rtl/>
          <w:lang w:bidi="fa-IR"/>
        </w:rPr>
        <w:t>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فعليك بهولاء الكلمات فان الله قابل تويتك و غافر ذنبك</w:t>
      </w:r>
      <w:r>
        <w:rPr>
          <w:rtl/>
          <w:lang w:bidi="fa-IR"/>
        </w:rPr>
        <w:t>،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قل يا آدم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اللهم 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اسالك بحق محمد و آل محمد، سبحانك لا اله الا انت عملت سوءا و ظلمت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نفس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فاغفرل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انك انت الغفور الرحيم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فهولاء الكلمات الت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تلق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آدم</w:t>
      </w:r>
      <w:r w:rsidR="00EC362F">
        <w:rPr>
          <w:rFonts w:hint="cs"/>
          <w:rtl/>
          <w:lang w:bidi="fa-IR"/>
        </w:rPr>
        <w:t>»</w:t>
      </w:r>
    </w:p>
    <w:p w:rsidR="00F3518E" w:rsidRPr="00F3518E" w:rsidRDefault="00EC362F" w:rsidP="00EC362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اميرالمؤ منين سلام الله عليها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فرمايد: از پيغمبر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معنا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آيه شريفه </w:t>
      </w:r>
      <w:r w:rsidRPr="00076036">
        <w:rPr>
          <w:rStyle w:val="libAlaemChar"/>
          <w:rFonts w:hint="cs"/>
          <w:rtl/>
        </w:rPr>
        <w:t>(</w:t>
      </w:r>
      <w:r w:rsidRPr="00076036">
        <w:rPr>
          <w:rStyle w:val="libAieChar"/>
          <w:rtl/>
          <w:lang w:bidi="fa-IR"/>
        </w:rPr>
        <w:t>فَتَلَقَّىٰ آدَمُ مِن رَّبِّهِ كَلِمَاتٍ فَتَابَ عَلَيْهِ</w:t>
      </w:r>
      <w:r w:rsidRPr="00076036">
        <w:rPr>
          <w:rStyle w:val="libAlaemChar"/>
          <w:rFonts w:hint="cs"/>
          <w:rtl/>
        </w:rPr>
        <w:t>)</w:t>
      </w:r>
      <w:r w:rsidR="00F3518E" w:rsidRPr="00F3518E">
        <w:rPr>
          <w:rtl/>
          <w:lang w:bidi="fa-IR"/>
        </w:rPr>
        <w:t xml:space="preserve"> را سؤال كردم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فرمود: هنگام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تعال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آدم را در هند، و حوا را در جده فرود آورد....</w:t>
      </w:r>
    </w:p>
    <w:p w:rsidR="00F3518E" w:rsidRPr="00F3518E" w:rsidRDefault="00F3518E" w:rsidP="00EC362F">
      <w:pPr>
        <w:pStyle w:val="libNormal"/>
        <w:rPr>
          <w:lang w:bidi="fa-IR"/>
        </w:rPr>
      </w:pPr>
      <w:r w:rsidRPr="00F3518E">
        <w:rPr>
          <w:rtl/>
          <w:lang w:bidi="fa-IR"/>
        </w:rPr>
        <w:t>(حضرت آدم مدتها گذشت كه اشك غم بر چهره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ريخت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تا اينكه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جبرئيل را نازل كرد و فرمود:</w:t>
      </w:r>
    </w:p>
    <w:p w:rsidR="00F3518E" w:rsidRPr="00F3518E" w:rsidRDefault="00F3518E" w:rsidP="00EC362F">
      <w:pPr>
        <w:pStyle w:val="libNormal"/>
        <w:rPr>
          <w:lang w:bidi="fa-IR"/>
        </w:rPr>
      </w:pPr>
      <w:r w:rsidRPr="00F3518E">
        <w:rPr>
          <w:rtl/>
          <w:lang w:bidi="fa-IR"/>
        </w:rPr>
        <w:t>يا آدم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آيا من ترا بدست (قدرت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خودم نيافريدم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آيا از روح بر تو ندميدم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و ملائك را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به سجده كردن بر تو فرمان ندادم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و حوا كنيز خود را به تو تزويج نكردم</w:t>
      </w:r>
      <w:r>
        <w:rPr>
          <w:rtl/>
          <w:lang w:bidi="fa-IR"/>
        </w:rPr>
        <w:t>؟</w:t>
      </w:r>
    </w:p>
    <w:p w:rsidR="00EC362F" w:rsidRDefault="00F3518E" w:rsidP="00EC362F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lastRenderedPageBreak/>
        <w:t>حضرت آدم عرض كرد: بل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خطاب آمد: پس اين گريه (مداوم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تو از چيست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عرض كرد: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خدايا، چرا گريه نكنم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از جوار رحمت تو رانده شده ام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فرمود: اينك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فراگير اين كلمات را كه به وسيله آن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خدا توبه ترا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قبول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 و گناهت را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بخشد، بگو يا آدم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خدايا، پاك و منزه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تو، نيست خدائ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جز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تو، بد كردم و بخود ستم روا داشتم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پس به حق محمد و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آل محمد، مرا ببخش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بدرستيكه اين توئ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بسيار بخشنده مهربان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پايان سخن فرمود: اين است آن كلمات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 حضرت آدم آموخته است</w:t>
      </w:r>
      <w:r>
        <w:rPr>
          <w:rtl/>
          <w:lang w:bidi="fa-IR"/>
        </w:rPr>
        <w:t>،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گوئ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حضرت آدم را با اين كلمات تسل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اگر از جوار رحمت من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دور شده ا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اينكه ارزش فراگرفتن اين كلمات گرانقدر، عوض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 سن و برابر جوار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رحمان و هم تراز فردوس و جنان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جبران آن نعمت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از آن محروم شده ا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</w:p>
    <w:p w:rsidR="00F3518E" w:rsidRPr="00F3518E" w:rsidRDefault="00F3518E" w:rsidP="00EC362F">
      <w:pPr>
        <w:pStyle w:val="libNormal"/>
        <w:rPr>
          <w:lang w:bidi="fa-IR"/>
        </w:rPr>
      </w:pPr>
      <w:r w:rsidRPr="00F3518E">
        <w:rPr>
          <w:rtl/>
          <w:lang w:bidi="fa-IR"/>
        </w:rPr>
        <w:t>روايت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همين موضوع جناب ابن عباس‍ از پغمبر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EC362F" w:rsidRPr="00EC362F">
        <w:rPr>
          <w:rFonts w:hint="cs"/>
          <w:rtl/>
        </w:rPr>
        <w:t xml:space="preserve"> </w:t>
      </w:r>
      <w:r w:rsidRPr="00F3518E">
        <w:rPr>
          <w:rtl/>
          <w:lang w:bidi="fa-IR"/>
        </w:rPr>
        <w:t>نقل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 كه آن حضرت فرمود:</w:t>
      </w:r>
    </w:p>
    <w:p w:rsidR="00EC362F" w:rsidRDefault="00EC362F" w:rsidP="00EC362F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لما خلق الله عزوجل آدم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نفخ فيه من روحه عطس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فالهمه الله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الحمدلله رب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العالمين</w:t>
      </w:r>
      <w:r w:rsidR="00F3518E">
        <w:rPr>
          <w:rtl/>
          <w:lang w:bidi="fa-IR"/>
        </w:rPr>
        <w:t>.</w:t>
      </w:r>
    </w:p>
    <w:p w:rsidR="00F3518E" w:rsidRPr="00F3518E" w:rsidRDefault="00F3518E" w:rsidP="00EC362F">
      <w:pPr>
        <w:pStyle w:val="libNormal"/>
        <w:rPr>
          <w:lang w:bidi="fa-IR"/>
        </w:rPr>
      </w:pPr>
      <w:r w:rsidRPr="00F3518E">
        <w:rPr>
          <w:rtl/>
          <w:lang w:bidi="fa-IR"/>
        </w:rPr>
        <w:t>فقال له ربه يرحمك ربك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فلما سجد له الملائكه تداخله العجب</w:t>
      </w:r>
      <w:r w:rsidR="00EC362F">
        <w:rPr>
          <w:rFonts w:hint="cs"/>
          <w:rtl/>
          <w:lang w:bidi="fa-IR"/>
        </w:rPr>
        <w:t>.</w:t>
      </w:r>
    </w:p>
    <w:p w:rsidR="00EC362F" w:rsidRDefault="00F3518E" w:rsidP="00EC362F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فقال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يا رب خلقت خلقا احب اليك من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فلم يجب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ثم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قال الثانيه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فلم يجب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ثم قال الثالثة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فلم يجب ثم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قال الله عزول له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نعم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لولاهم ما خلقتك</w:t>
      </w:r>
      <w:r w:rsidR="00EC362F">
        <w:rPr>
          <w:rFonts w:hint="cs"/>
          <w:rtl/>
          <w:lang w:bidi="fa-IR"/>
        </w:rPr>
        <w:t>.</w:t>
      </w:r>
    </w:p>
    <w:p w:rsidR="00F3518E" w:rsidRPr="00F3518E" w:rsidRDefault="00F3518E" w:rsidP="00EC362F">
      <w:pPr>
        <w:pStyle w:val="libNormal"/>
        <w:rPr>
          <w:lang w:bidi="fa-IR"/>
        </w:rPr>
      </w:pPr>
      <w:r w:rsidRPr="00F3518E">
        <w:rPr>
          <w:rtl/>
          <w:lang w:bidi="fa-IR"/>
        </w:rPr>
        <w:t>فقال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يا رب ارنيهم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فاوح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الله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ملائكة الحجب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آن ارفعوا الحجب فلما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رفعت الحجب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اذا آدم بخمسة اشباح قدام العرش</w:t>
      </w:r>
      <w:r>
        <w:rPr>
          <w:rtl/>
          <w:lang w:bidi="fa-IR"/>
        </w:rPr>
        <w:t>،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فقال يا رب من هولاء؟ 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يا آدم هذا محمد نب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هذا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اميرالمؤ منين ابن عم النب</w:t>
      </w:r>
      <w:r w:rsidR="004612E5">
        <w:rPr>
          <w:rtl/>
          <w:lang w:bidi="fa-IR"/>
        </w:rPr>
        <w:t>ی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ووصيه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هذه فاطمة انبة نبب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هذآن الحسن والحسين انبا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ولدا نبب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ثم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يا آدم هم ولدك ففرح بذلك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فلما اقترف الخطيئه</w:t>
      </w:r>
      <w:r w:rsidR="00EC362F">
        <w:rPr>
          <w:rFonts w:hint="cs"/>
          <w:rtl/>
          <w:lang w:bidi="fa-IR"/>
        </w:rPr>
        <w:t>.</w:t>
      </w:r>
    </w:p>
    <w:p w:rsidR="00F3518E" w:rsidRPr="00F3518E" w:rsidRDefault="00F3518E" w:rsidP="00EC362F">
      <w:pPr>
        <w:pStyle w:val="libNormal"/>
        <w:rPr>
          <w:lang w:bidi="fa-IR"/>
        </w:rPr>
      </w:pPr>
      <w:r w:rsidRPr="00F3518E">
        <w:rPr>
          <w:rtl/>
          <w:lang w:bidi="fa-IR"/>
        </w:rPr>
        <w:t>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يا رب اسالك بحق محمد و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فاطمة والحسن والحسين لما غفرت 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فغفرالله له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بهذا فهذا الذ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قال الله عزوجل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</w:t>
      </w:r>
      <w:r w:rsidR="00EC362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فتلق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آدم من ربه كلمات فتاب عليه</w:t>
      </w:r>
      <w:r w:rsidR="00EC362F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فلما هبط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الارض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صاق خاتما، فنقش عليه </w:t>
      </w:r>
      <w:r w:rsidR="00EC362F">
        <w:rPr>
          <w:rFonts w:hint="cs"/>
          <w:rtl/>
          <w:lang w:bidi="fa-IR"/>
        </w:rPr>
        <w:t>(</w:t>
      </w:r>
      <w:r w:rsidRPr="00F3518E">
        <w:rPr>
          <w:rtl/>
          <w:lang w:bidi="fa-IR"/>
        </w:rPr>
        <w:t>محمد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رسول الله و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اميرالمؤ منين</w:t>
      </w:r>
      <w:r w:rsidR="00EC362F">
        <w:rPr>
          <w:rFonts w:hint="cs"/>
          <w:rtl/>
          <w:lang w:bidi="fa-IR"/>
        </w:rPr>
        <w:t>)</w:t>
      </w:r>
      <w:r w:rsidRPr="00F3518E">
        <w:rPr>
          <w:rtl/>
          <w:lang w:bidi="fa-IR"/>
        </w:rPr>
        <w:t xml:space="preserve"> و يكن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آدم باب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محمد</w:t>
      </w:r>
      <w:r w:rsidR="00EC362F">
        <w:rPr>
          <w:rFonts w:hint="cs"/>
          <w:rtl/>
          <w:lang w:bidi="fa-IR"/>
        </w:rPr>
        <w:t>»</w:t>
      </w:r>
    </w:p>
    <w:p w:rsidR="00F3518E" w:rsidRPr="00F3518E" w:rsidRDefault="00F3518E" w:rsidP="00EC362F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بعد از آنكه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آدم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آفريد، حضرت آدم عطسه كرد و با الهام خدائ</w:t>
      </w:r>
      <w:r w:rsidR="004612E5">
        <w:rPr>
          <w:rtl/>
          <w:lang w:bidi="fa-IR"/>
        </w:rPr>
        <w:t>ی</w:t>
      </w:r>
      <w:r w:rsidR="00EC362F">
        <w:rPr>
          <w:rFonts w:hint="cs"/>
          <w:rtl/>
          <w:lang w:bidi="fa-IR"/>
        </w:rPr>
        <w:t xml:space="preserve"> «</w:t>
      </w:r>
      <w:r w:rsidRPr="00F3518E">
        <w:rPr>
          <w:rtl/>
          <w:lang w:bidi="fa-IR"/>
        </w:rPr>
        <w:t>الحمدلله رب العالمين</w:t>
      </w:r>
      <w:r w:rsidR="00EC362F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گفت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جواب فرمود </w:t>
      </w:r>
      <w:r w:rsidR="00EC362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يرحمك ربك</w:t>
      </w:r>
      <w:r w:rsidR="00EC362F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رحمت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خدا بر تو باد (خوشا، آن بشر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جواب عطسه اش خطاب اله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باشد).</w:t>
      </w:r>
    </w:p>
    <w:p w:rsidR="00F3518E" w:rsidRPr="00F3518E" w:rsidRDefault="00F3518E" w:rsidP="00EC362F">
      <w:pPr>
        <w:pStyle w:val="libNormal"/>
        <w:rPr>
          <w:lang w:bidi="fa-IR"/>
        </w:rPr>
      </w:pPr>
      <w:r w:rsidRPr="00F3518E">
        <w:rPr>
          <w:rtl/>
          <w:lang w:bidi="fa-IR"/>
        </w:rPr>
        <w:t>هنگاميكه فرشتگان بر حضرت آدم سجده كردند، تكبر به او راه يافت و در حالكيه بر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خود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باليد عرض كرد: پروردگارا، آيا مخلوق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نزد تو محبوبتر از من باشد،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آفريده ا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و اين سؤال را سه بار تكرار كرد و هر سه بار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جواب ماند، دفعه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سوم كه حضرت آدم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پرسش خود را بازگو كرد، متوجه گرديد كه سؤ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ال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پاسخ او، سخن بجائ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نبوده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آنگاه از جانب پروردگار خطاب آمد:</w:t>
      </w:r>
    </w:p>
    <w:p w:rsidR="00F3518E" w:rsidRPr="00F3518E" w:rsidRDefault="00F3518E" w:rsidP="00EC362F">
      <w:pPr>
        <w:pStyle w:val="libNormal"/>
        <w:rPr>
          <w:lang w:bidi="fa-IR"/>
        </w:rPr>
      </w:pPr>
      <w:r w:rsidRPr="00F3518E">
        <w:rPr>
          <w:rtl/>
          <w:lang w:bidi="fa-IR"/>
        </w:rPr>
        <w:t>بل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يا آدم مخلوقات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تو محبوبتر دارم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اگر آنها بوجود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آمدند، ترا نيز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آفريد.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عرض كرد: پروردگارا آنها را به من نشان بده</w:t>
      </w:r>
      <w:r>
        <w:rPr>
          <w:rtl/>
          <w:lang w:bidi="fa-IR"/>
        </w:rPr>
        <w:t>.</w:t>
      </w:r>
    </w:p>
    <w:p w:rsidR="00F3518E" w:rsidRPr="00F3518E" w:rsidRDefault="00F3518E" w:rsidP="00EC362F">
      <w:pPr>
        <w:pStyle w:val="libNormal"/>
        <w:rPr>
          <w:lang w:bidi="fa-IR"/>
        </w:rPr>
      </w:pPr>
      <w:r w:rsidRPr="00F3518E">
        <w:rPr>
          <w:rtl/>
          <w:lang w:bidi="fa-IR"/>
        </w:rPr>
        <w:t>در آن هنگام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 فرشتگان حاجب درگاه اله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وح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شد: پرده ها را كنار بزنيد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(بل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آفريننده جهان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پشت پرده غيب موجودات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دارد كه سبب تربيت آدم و اولاد آدمند).</w:t>
      </w:r>
    </w:p>
    <w:p w:rsidR="00F3518E" w:rsidRPr="00F3518E" w:rsidRDefault="00F3518E" w:rsidP="00EC362F">
      <w:pPr>
        <w:pStyle w:val="libNormal"/>
        <w:rPr>
          <w:lang w:bidi="fa-IR"/>
        </w:rPr>
      </w:pPr>
      <w:r w:rsidRPr="00F3518E">
        <w:rPr>
          <w:rtl/>
          <w:lang w:bidi="fa-IR"/>
        </w:rPr>
        <w:t>چون حجابها برداشته شد، از پشت پرده غيب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پنج شبح ظاهر شدند كه در پيشگاه عرش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ايستاده بودند.</w:t>
      </w:r>
    </w:p>
    <w:p w:rsidR="00F3518E" w:rsidRPr="00F3518E" w:rsidRDefault="00F3518E" w:rsidP="00EC362F">
      <w:pPr>
        <w:pStyle w:val="libNormal"/>
        <w:rPr>
          <w:lang w:bidi="fa-IR"/>
        </w:rPr>
      </w:pPr>
      <w:r w:rsidRPr="00F3518E">
        <w:rPr>
          <w:rtl/>
          <w:lang w:bidi="fa-IR"/>
        </w:rPr>
        <w:t>خطاب آمد: اين پيامبر من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اين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اميرالمؤ منين پسر عم او، اين فاطمه دخترش و اين دو،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حسن و حسين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پسر آن عل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فرزندان پيامبر من هستند. و پس از معرف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نامها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آنها، خدا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فرمود: يا آدم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اينان مقام اول را دارا هستند و درجاتشان بسيار 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مرتبه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تو تال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مقام و والا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اينها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و بعدها وقت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حضرت آدم مرتكب و مبتلا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 ترك اول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شد، عرض كرد:</w:t>
      </w:r>
    </w:p>
    <w:p w:rsidR="00F3518E" w:rsidRPr="00F3518E" w:rsidRDefault="00F3518E" w:rsidP="00EC362F">
      <w:pPr>
        <w:pStyle w:val="libNormal"/>
        <w:rPr>
          <w:lang w:bidi="fa-IR"/>
        </w:rPr>
      </w:pPr>
      <w:r w:rsidRPr="00F3518E">
        <w:rPr>
          <w:rtl/>
          <w:lang w:bidi="fa-IR"/>
        </w:rPr>
        <w:t>پروردگارا، از تو مسئلت دارم كه به حق محمد، و عل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فاطمه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حسن و حسين از خطا</w:t>
      </w:r>
      <w:r w:rsidR="004612E5">
        <w:rPr>
          <w:rtl/>
          <w:lang w:bidi="fa-IR"/>
        </w:rPr>
        <w:t>ی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من درگذر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پس دعايش مستجاب شد و مشمول عفو و آمرزش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قرار گرفت و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اين است معنا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آيه شريفه كه خدا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 پس آدم كلمات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پروردگارش فرا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گرفت كه به وسيله آن كلمات توبه او مورد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قبول واقع گرديد.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ابن عباس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سپس روايت را چنين ادامه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دهد كه پيغمبر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فرمود:</w:t>
      </w:r>
    </w:p>
    <w:p w:rsidR="00F3518E" w:rsidRPr="00F3518E" w:rsidRDefault="00F3518E" w:rsidP="00EC362F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 xml:space="preserve">هنگاميكه آدم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بر زمين فرود آمد، انگشتر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خود ساخت كه نقش آن نام مبارك پيامبر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اعظم </w:t>
      </w:r>
      <w:r w:rsidR="00EC362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محمد رسول الله</w:t>
      </w:r>
      <w:r w:rsidR="00EC362F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بود، و </w:t>
      </w:r>
      <w:r w:rsidR="00EC362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محمد</w:t>
      </w:r>
      <w:r w:rsidR="00EC362F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(پدر محمد </w:t>
      </w:r>
      <w:r w:rsidR="00EC362F" w:rsidRPr="004612E5">
        <w:rPr>
          <w:rStyle w:val="libAlaemChar"/>
          <w:rtl/>
        </w:rPr>
        <w:t>صل</w:t>
      </w:r>
      <w:r w:rsidR="00EC362F">
        <w:rPr>
          <w:rStyle w:val="libAlaemChar"/>
          <w:rtl/>
        </w:rPr>
        <w:t>ی</w:t>
      </w:r>
      <w:r w:rsidR="00EC362F" w:rsidRPr="004612E5">
        <w:rPr>
          <w:rStyle w:val="libAlaemChar"/>
          <w:rtl/>
        </w:rPr>
        <w:t>‌الله‌عليه‌وآله‌وسلم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كنيه او شد.</w:t>
      </w:r>
    </w:p>
    <w:p w:rsidR="00F3518E" w:rsidRPr="00F3518E" w:rsidRDefault="00EC362F" w:rsidP="00EC362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حاف ابن النجار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كه يك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بزرگان عامه (سن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است به سند خودش از ابن عباس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روايت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كند:</w:t>
      </w:r>
    </w:p>
    <w:p w:rsidR="00F3518E" w:rsidRPr="00F3518E" w:rsidRDefault="00EC362F" w:rsidP="00EC362F">
      <w:pPr>
        <w:pStyle w:val="libBold2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سالت رسول الله </w:t>
      </w:r>
      <w:r w:rsidR="00076036" w:rsidRPr="00076036">
        <w:rPr>
          <w:rStyle w:val="libAlaemChar"/>
          <w:rtl/>
        </w:rPr>
        <w:t>صلى‌الله‌عليه‌وآله‌وسلم</w:t>
      </w:r>
      <w:r w:rsidR="00F3518E" w:rsidRPr="00F3518E">
        <w:rPr>
          <w:rtl/>
          <w:lang w:bidi="fa-IR"/>
        </w:rPr>
        <w:t xml:space="preserve"> عن الكمات الت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تليها آدم من ربه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فتاب عليه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قال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سال بحق محمد، و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فاطمة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والحسن والحسين الا تبت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فتاب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الله عليه تبارك و تعال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</w:p>
    <w:p w:rsidR="00F3518E" w:rsidRPr="00F3518E" w:rsidRDefault="00EC362F" w:rsidP="00EC362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از پيغمبر اكرم </w:t>
      </w:r>
      <w:r w:rsidR="00076036" w:rsidRPr="00076036">
        <w:rPr>
          <w:rStyle w:val="libAlaemChar"/>
          <w:rtl/>
        </w:rPr>
        <w:t>صلى‌الله‌عليه‌وآله‌وسلم</w:t>
      </w:r>
      <w:r w:rsidR="00F3518E" w:rsidRPr="00F3518E">
        <w:rPr>
          <w:rtl/>
          <w:lang w:bidi="fa-IR"/>
        </w:rPr>
        <w:t xml:space="preserve"> سوال كردم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آيا آن كلمات كه حضرت آدم از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پروردگار خود فرا گرفت و به وسيله آن توبه او مورد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قبول واقع شد چيست</w:t>
      </w:r>
      <w:r w:rsidR="00F3518E">
        <w:rPr>
          <w:rtl/>
          <w:lang w:bidi="fa-IR"/>
        </w:rPr>
        <w:t>؟</w:t>
      </w:r>
      <w:r w:rsidR="00F3518E" w:rsidRPr="00F3518E">
        <w:rPr>
          <w:rtl/>
          <w:lang w:bidi="fa-IR"/>
        </w:rPr>
        <w:t xml:space="preserve"> حضرت فرمود: آدم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با اين كلمات از خدا درخواست كرد كه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توبه او را بپذيرد:</w:t>
      </w:r>
    </w:p>
    <w:p w:rsidR="00F3518E" w:rsidRPr="00F3518E" w:rsidRDefault="00EC362F" w:rsidP="00EC362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به حق محمد،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فاطمه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حسن و حسين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توبه مرا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قبول فرما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پس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تبارك و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توبه او را پذيرفت</w:t>
      </w:r>
      <w:r w:rsidR="00F3518E">
        <w:rPr>
          <w:rtl/>
          <w:lang w:bidi="fa-IR"/>
        </w:rPr>
        <w:t>.</w:t>
      </w:r>
    </w:p>
    <w:p w:rsidR="00EC362F" w:rsidRDefault="00F3518E" w:rsidP="00EC362F">
      <w:pPr>
        <w:pStyle w:val="libNormal"/>
        <w:rPr>
          <w:rtl/>
          <w:lang w:bidi="fa-IR"/>
        </w:rPr>
      </w:pPr>
      <w:r w:rsidRPr="00F3518E">
        <w:rPr>
          <w:rtl/>
          <w:lang w:bidi="fa-IR"/>
        </w:rPr>
        <w:t xml:space="preserve">اين روايت را </w:t>
      </w:r>
      <w:r w:rsidR="00EC362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سيوط</w:t>
      </w:r>
      <w:r w:rsidR="004612E5">
        <w:rPr>
          <w:rtl/>
          <w:lang w:bidi="fa-IR"/>
        </w:rPr>
        <w:t>ی</w:t>
      </w:r>
      <w:r w:rsidR="00EC362F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EC362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درالمنثور</w:t>
      </w:r>
      <w:r w:rsidR="00EC362F">
        <w:rPr>
          <w:rFonts w:hint="cs"/>
          <w:rtl/>
          <w:lang w:bidi="fa-IR"/>
        </w:rPr>
        <w:t>»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</w:t>
      </w:r>
      <w:r w:rsidR="00EC362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بدخشان</w:t>
      </w:r>
      <w:r w:rsidR="004612E5">
        <w:rPr>
          <w:rtl/>
          <w:lang w:bidi="fa-IR"/>
        </w:rPr>
        <w:t>ی</w:t>
      </w:r>
      <w:r w:rsidR="00EC362F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از </w:t>
      </w:r>
      <w:r w:rsidR="00EC362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حافظ كبير دارقطن</w:t>
      </w:r>
      <w:r w:rsidR="004612E5">
        <w:rPr>
          <w:rtl/>
          <w:lang w:bidi="fa-IR"/>
        </w:rPr>
        <w:t>ی</w:t>
      </w:r>
      <w:r w:rsidR="00EC362F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از </w:t>
      </w:r>
      <w:r w:rsidR="00EC362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ابن النجار</w:t>
      </w:r>
      <w:r w:rsidR="00EC362F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</w:t>
      </w:r>
      <w:r w:rsidR="00EC362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ابن مغازل</w:t>
      </w:r>
      <w:r w:rsidR="004612E5">
        <w:rPr>
          <w:rtl/>
          <w:lang w:bidi="fa-IR"/>
        </w:rPr>
        <w:t>ی</w:t>
      </w:r>
      <w:r w:rsidR="00EC362F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مناقبش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با ذكر سند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نقل كرده اند، و با توجه به مطالب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گفته شد از اين آيه هم استفاده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 كه</w:t>
      </w:r>
      <w:r w:rsidR="00EC362F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وجود مقدس حضرت صديقه سلام الله عليها سبب خلقت عالم و </w:t>
      </w:r>
      <w:r w:rsidR="00EC362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ولية الله</w:t>
      </w:r>
      <w:r w:rsidR="00EC362F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بوده است</w:t>
      </w:r>
      <w:r>
        <w:rPr>
          <w:rtl/>
          <w:lang w:bidi="fa-IR"/>
        </w:rPr>
        <w:t>.</w:t>
      </w:r>
    </w:p>
    <w:p w:rsidR="00F3518E" w:rsidRPr="00F3518E" w:rsidRDefault="00EC362F" w:rsidP="00EC362F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495B31">
      <w:pPr>
        <w:pStyle w:val="Heading2"/>
        <w:rPr>
          <w:rFonts w:hint="cs"/>
          <w:rtl/>
          <w:lang w:bidi="fa-IR"/>
        </w:rPr>
      </w:pPr>
      <w:bookmarkStart w:id="10" w:name="_Toc477607234"/>
      <w:r w:rsidRPr="00F3518E">
        <w:rPr>
          <w:rtl/>
          <w:lang w:bidi="fa-IR"/>
        </w:rPr>
        <w:t>آيه چهارم</w:t>
      </w:r>
      <w:r w:rsidR="00EC362F">
        <w:rPr>
          <w:rFonts w:hint="cs"/>
          <w:rtl/>
          <w:lang w:bidi="fa-IR"/>
        </w:rPr>
        <w:t>:</w:t>
      </w:r>
      <w:bookmarkEnd w:id="10"/>
    </w:p>
    <w:p w:rsidR="00F3518E" w:rsidRPr="00F3518E" w:rsidRDefault="00D260AC" w:rsidP="00D260AC">
      <w:pPr>
        <w:pStyle w:val="libNormal"/>
        <w:rPr>
          <w:lang w:bidi="fa-IR"/>
        </w:rPr>
      </w:pPr>
      <w:r w:rsidRPr="00D260AC">
        <w:rPr>
          <w:rStyle w:val="libAlaemChar"/>
          <w:rFonts w:hint="cs"/>
          <w:rtl/>
        </w:rPr>
        <w:t>(</w:t>
      </w:r>
      <w:r w:rsidRPr="00D260AC">
        <w:rPr>
          <w:rStyle w:val="libAieChar"/>
          <w:rtl/>
          <w:lang w:bidi="fa-IR"/>
        </w:rPr>
        <w:t>وَإِذِ ابْتَلَىٰ إِبْرَاهِيمَ رَبُّهُ بِكَلِمَاتٍ فَأَتَمَّهُنَّ</w:t>
      </w:r>
      <w:r w:rsidRPr="00D260AC">
        <w:rPr>
          <w:rStyle w:val="libAlaemChar"/>
          <w:rFonts w:hint="cs"/>
          <w:rtl/>
        </w:rPr>
        <w:t>)</w:t>
      </w:r>
    </w:p>
    <w:p w:rsidR="00F3518E" w:rsidRPr="00F3518E" w:rsidRDefault="00D260AC" w:rsidP="00D260AC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هنگام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پروردگار حضرت ابراهيم را با كلمات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امتحان فرمود و آن كلمات را تمام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كرد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همانطوريكه در آيه قبل گفته شد كه مقصود از كلمات چيست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در اين آيه نيز مراد از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 xml:space="preserve">كلمات عبارتند از رسول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>، اميرالمؤ منين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حضرت صديقه و حسنين سلام الله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عليهم</w:t>
      </w:r>
      <w:r w:rsidR="00F3518E">
        <w:rPr>
          <w:rtl/>
          <w:lang w:bidi="fa-IR"/>
        </w:rPr>
        <w:t>.</w:t>
      </w:r>
    </w:p>
    <w:p w:rsidR="00F3518E" w:rsidRPr="00F3518E" w:rsidRDefault="00F3518E" w:rsidP="00D260AC">
      <w:pPr>
        <w:pStyle w:val="libNormal"/>
        <w:rPr>
          <w:lang w:bidi="fa-IR"/>
        </w:rPr>
      </w:pPr>
      <w:r w:rsidRPr="00F3518E">
        <w:rPr>
          <w:rtl/>
          <w:lang w:bidi="fa-IR"/>
        </w:rPr>
        <w:t>در اين باره (</w:t>
      </w:r>
      <w:r w:rsidR="00EC362F">
        <w:rPr>
          <w:rtl/>
          <w:lang w:bidi="fa-IR"/>
        </w:rPr>
        <w:t>(</w:t>
      </w:r>
      <w:r w:rsidRPr="00F3518E">
        <w:rPr>
          <w:rtl/>
          <w:lang w:bidi="fa-IR"/>
        </w:rPr>
        <w:t>مفضل بن عمر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)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بزرگان صحابه حضرت صادق سلام الله عليه، كه حكيم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فيلسوف و فقيه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فوق العاده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روايت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آن حضرت</w:t>
      </w:r>
      <w:r w:rsidR="00D260A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نقل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 و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گويد:</w:t>
      </w:r>
    </w:p>
    <w:p w:rsidR="00F3518E" w:rsidRPr="00F3518E" w:rsidRDefault="00F3518E" w:rsidP="00D260AC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قول الله عزوجل </w:t>
      </w:r>
      <w:r w:rsidR="00D260AC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و اذا بتل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ابراهيم ربه بكلمات فاتمهن</w:t>
      </w:r>
      <w:r w:rsidR="00D260AC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ما هذه الكلمات</w:t>
      </w:r>
      <w:r>
        <w:rPr>
          <w:rtl/>
          <w:lang w:bidi="fa-IR"/>
        </w:rPr>
        <w:t>؟</w:t>
      </w:r>
    </w:p>
    <w:p w:rsidR="00F3518E" w:rsidRPr="00F3518E" w:rsidRDefault="00F3518E" w:rsidP="00D260AC">
      <w:pPr>
        <w:pStyle w:val="libBold2"/>
        <w:rPr>
          <w:lang w:bidi="fa-IR"/>
        </w:rPr>
      </w:pPr>
      <w:r w:rsidRPr="00F3518E">
        <w:rPr>
          <w:rtl/>
          <w:lang w:bidi="fa-IR"/>
        </w:rPr>
        <w:t>قال 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الكلمات الت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تلقيها آدم من ربه فتاب عليه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هو انه</w:t>
      </w:r>
      <w:r w:rsidR="00D260A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اسالك بحق محمد و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فاطمه والحسن والحسين الا تبت عل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فتاب الله عليه</w:t>
      </w:r>
      <w:r>
        <w:rPr>
          <w:rtl/>
          <w:lang w:bidi="fa-IR"/>
        </w:rPr>
        <w:t>،</w:t>
      </w:r>
      <w:r w:rsidR="00D260A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انه هو التواب الرحيم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قلت له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يا بن رسول الله فما يعن</w:t>
      </w:r>
      <w:r w:rsidR="004612E5">
        <w:rPr>
          <w:rtl/>
          <w:lang w:bidi="fa-IR"/>
        </w:rPr>
        <w:t>ی</w:t>
      </w:r>
      <w:r w:rsidR="00D260A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عزوجل بقوله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(</w:t>
      </w:r>
      <w:r w:rsidR="00EC362F">
        <w:rPr>
          <w:rtl/>
          <w:lang w:bidi="fa-IR"/>
        </w:rPr>
        <w:t>(</w:t>
      </w:r>
      <w:r w:rsidRPr="00F3518E">
        <w:rPr>
          <w:rtl/>
          <w:lang w:bidi="fa-IR"/>
        </w:rPr>
        <w:t>فاتمهن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)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قال يعن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اتمهن 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القائم اثن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عشر اماما تسعة من ولد</w:t>
      </w:r>
      <w:r w:rsidR="00D260A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الحسين </w:t>
      </w:r>
      <w:r w:rsidR="00431E70" w:rsidRPr="00431E70">
        <w:rPr>
          <w:rStyle w:val="libAlaemChar"/>
          <w:rtl/>
        </w:rPr>
        <w:t>عليهم‌السلام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)</w:t>
      </w:r>
    </w:p>
    <w:p w:rsidR="00F3518E" w:rsidRPr="00F3518E" w:rsidRDefault="00F3518E" w:rsidP="00D260AC">
      <w:pPr>
        <w:pStyle w:val="libNormal"/>
        <w:rPr>
          <w:lang w:bidi="fa-IR"/>
        </w:rPr>
      </w:pPr>
      <w:r w:rsidRPr="00F3518E">
        <w:rPr>
          <w:rtl/>
          <w:lang w:bidi="fa-IR"/>
        </w:rPr>
        <w:t>از حضرت صادق سلام الله عليه معن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آيه شريفه </w:t>
      </w:r>
      <w:r w:rsidR="00D260AC" w:rsidRPr="00D260AC">
        <w:rPr>
          <w:rStyle w:val="libAlaemChar"/>
          <w:rFonts w:hint="cs"/>
          <w:rtl/>
        </w:rPr>
        <w:t>(</w:t>
      </w:r>
      <w:r w:rsidR="00D260AC" w:rsidRPr="00D260AC">
        <w:rPr>
          <w:rStyle w:val="libAieChar"/>
          <w:rtl/>
          <w:lang w:bidi="fa-IR"/>
        </w:rPr>
        <w:t>وَإِذِ ابْتَلَىٰ إِبْرَاهِيمَ رَبُّهُ بِكَلِمَاتٍ فَأَتَمَّهُنَّ</w:t>
      </w:r>
      <w:r w:rsidR="00D260AC" w:rsidRPr="00D260AC">
        <w:rPr>
          <w:rStyle w:val="libAlaemChar"/>
          <w:rFonts w:hint="cs"/>
          <w:rtl/>
        </w:rPr>
        <w:t>)</w:t>
      </w:r>
      <w:r w:rsidRPr="00F3518E">
        <w:rPr>
          <w:rtl/>
          <w:lang w:bidi="fa-IR"/>
        </w:rPr>
        <w:t xml:space="preserve"> را</w:t>
      </w:r>
      <w:r w:rsidR="00D260A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پرسيدم كه مقصود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اين كلمات چيست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فرمود:</w:t>
      </w:r>
      <w:r w:rsidR="00D260A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اين كلمات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همان كلمات است كه حضرت آدم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از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فرا گرفت و چنين عرض</w:t>
      </w:r>
      <w:r w:rsidR="00D260A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كرد:</w:t>
      </w:r>
    </w:p>
    <w:p w:rsidR="00F3518E" w:rsidRPr="00F3518E" w:rsidRDefault="00D260AC" w:rsidP="00D260AC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پروردگارا، به حق محمد،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فاطمه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حسن و حسين از تو درخواست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نمايم كه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توبه مرا بپذير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پس توبه اش مورد قبول واقع گرديد، بدرستيكه خدا، بسيار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توبه پذير و مهربان است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D260AC">
      <w:pPr>
        <w:pStyle w:val="libNormal"/>
        <w:rPr>
          <w:lang w:bidi="fa-IR"/>
        </w:rPr>
      </w:pPr>
      <w:r w:rsidRPr="00F3518E">
        <w:rPr>
          <w:rtl/>
          <w:lang w:bidi="fa-IR"/>
        </w:rPr>
        <w:t>مفل بن عم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گويد، سپس از حضرت صادق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پرسيدم مقصود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</w:t>
      </w:r>
      <w:r w:rsidR="00D260A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(اتمهن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در اين آيه 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فرمود:</w:t>
      </w:r>
    </w:p>
    <w:p w:rsidR="00F3518E" w:rsidRPr="00F3518E" w:rsidRDefault="00F3518E" w:rsidP="00D260AC">
      <w:pPr>
        <w:pStyle w:val="libNormal"/>
        <w:rPr>
          <w:lang w:bidi="fa-IR"/>
        </w:rPr>
      </w:pPr>
      <w:r w:rsidRPr="00F3518E">
        <w:rPr>
          <w:rtl/>
          <w:lang w:bidi="fa-IR"/>
        </w:rPr>
        <w:t>يعن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نام نه امام اگر ديگر از اولاد حسين بن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تا قائم</w:t>
      </w:r>
      <w:r w:rsidR="00D260A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آل محمد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به پنج تن محلق نمود لذا كلمات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حضرت ابراهيم به وسيله آنها</w:t>
      </w:r>
      <w:r w:rsidR="00D260A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آزموده شد، جامع تر، بالاتر، 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تر، از كلمات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حضرت آدم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فرا گرفت.</w:t>
      </w:r>
    </w:p>
    <w:p w:rsidR="00F3518E" w:rsidRPr="00F3518E" w:rsidRDefault="00F3518E" w:rsidP="00D260AC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اين كلمات همان است كه حضرت صادق سلام الله عليه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روات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 </w:t>
      </w:r>
      <w:r w:rsidR="00D260AC">
        <w:rPr>
          <w:rFonts w:hint="cs"/>
          <w:rtl/>
          <w:lang w:bidi="fa-IR"/>
        </w:rPr>
        <w:t>«</w:t>
      </w:r>
      <w:r w:rsidRPr="00D260AC">
        <w:rPr>
          <w:rStyle w:val="libBold1Char"/>
          <w:rtl/>
        </w:rPr>
        <w:t>نحن</w:t>
      </w:r>
      <w:r w:rsidR="00D260AC" w:rsidRPr="00D260AC">
        <w:rPr>
          <w:rStyle w:val="libBold1Char"/>
          <w:rFonts w:hint="cs"/>
          <w:rtl/>
        </w:rPr>
        <w:t xml:space="preserve"> </w:t>
      </w:r>
      <w:r w:rsidRPr="00D260AC">
        <w:rPr>
          <w:rStyle w:val="libBold1Char"/>
          <w:rtl/>
        </w:rPr>
        <w:t>الكلمات</w:t>
      </w:r>
      <w:r w:rsidR="00D260AC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يعن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مائيم آن كلمات كه خدا در قرآن به آنها اشاره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فرمايد. چهارده معصوم</w:t>
      </w:r>
      <w:r w:rsidR="00D260AC">
        <w:rPr>
          <w:rFonts w:hint="cs"/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از اين جهت </w:t>
      </w:r>
      <w:r w:rsidR="00D260AC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كلمه</w:t>
      </w:r>
      <w:r w:rsidR="00D260AC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ناميده اند كه نامها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آنها در عرش نوشته شده است و همچنين</w:t>
      </w:r>
      <w:r w:rsidR="00D260A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به ملاحظه آن كلمه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دوبار بر شانه آنان نقش بسته است يك بار در رحم مادر</w:t>
      </w:r>
      <w:r w:rsidR="00D260A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و بار دوم بعد از ولادت</w:t>
      </w:r>
      <w:r>
        <w:rPr>
          <w:rtl/>
          <w:lang w:bidi="fa-IR"/>
        </w:rPr>
        <w:t>.</w:t>
      </w:r>
    </w:p>
    <w:p w:rsidR="00F3518E" w:rsidRPr="00F3518E" w:rsidRDefault="00F3518E" w:rsidP="00D260AC">
      <w:pPr>
        <w:pStyle w:val="libNormal"/>
        <w:rPr>
          <w:lang w:bidi="fa-IR"/>
        </w:rPr>
      </w:pPr>
      <w:r w:rsidRPr="00F3518E">
        <w:rPr>
          <w:rtl/>
          <w:lang w:bidi="fa-IR"/>
        </w:rPr>
        <w:t>هنگام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نطفه امام سلام الله عليه منعقد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شود، بعد از دميده شدن روح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بر دوش او</w:t>
      </w:r>
      <w:r w:rsidR="00D260A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نوشته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شود:</w:t>
      </w:r>
    </w:p>
    <w:p w:rsidR="00F3518E" w:rsidRPr="00F3518E" w:rsidRDefault="00D260AC" w:rsidP="00D260AC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D260AC">
        <w:rPr>
          <w:rStyle w:val="libBold1Char"/>
          <w:rtl/>
        </w:rPr>
        <w:t>و تمت كلمة صدقا و عدلا، لا مبدل لكماته</w:t>
      </w:r>
      <w:r>
        <w:rPr>
          <w:rFonts w:hint="cs"/>
          <w:rtl/>
          <w:lang w:bidi="fa-IR"/>
        </w:rPr>
        <w:t>»</w:t>
      </w:r>
    </w:p>
    <w:p w:rsidR="00F3518E" w:rsidRPr="00F3518E" w:rsidRDefault="00D260AC" w:rsidP="00D260AC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از رو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راست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عدالت كلمه پرورگارت به حد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كمال رسيد، هيچكس تبديل و تغيير كلمات خدائ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نتواند كرد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وقت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امام سلام الله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عليه از مادر متولد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شود، آنگاه نيز بر شانه چپش آيه مذكور نقش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بندد و درباره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اين كلمات است كه حضرت ول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عصر سلام الله عليه در دعا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رجبيه اش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فرمايد:</w:t>
      </w:r>
    </w:p>
    <w:p w:rsidR="00F3518E" w:rsidRPr="00F3518E" w:rsidRDefault="00D260AC" w:rsidP="00D260AC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D260AC">
        <w:rPr>
          <w:rStyle w:val="libHadeesChar"/>
          <w:rtl/>
        </w:rPr>
        <w:t>لا فرق بينك و بينها الا انهم عبادك و خلقك فتقها و رتقها بيدك، بدوها منك و</w:t>
      </w:r>
      <w:r w:rsidRPr="00D260AC">
        <w:rPr>
          <w:rStyle w:val="libHadeesChar"/>
          <w:rFonts w:hint="cs"/>
          <w:rtl/>
        </w:rPr>
        <w:t xml:space="preserve"> </w:t>
      </w:r>
      <w:r w:rsidR="00F3518E" w:rsidRPr="00D260AC">
        <w:rPr>
          <w:rStyle w:val="libHadeesChar"/>
          <w:rtl/>
        </w:rPr>
        <w:t>عودها اليك، اعضاد و اشهاد و مناة و ادواد و حفظة و رواد</w:t>
      </w:r>
      <w:r w:rsidR="00F3518E" w:rsidRPr="00F3518E">
        <w:rPr>
          <w:rtl/>
          <w:lang w:bidi="fa-IR"/>
        </w:rPr>
        <w:t>...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D260AC">
      <w:pPr>
        <w:pStyle w:val="libNormal"/>
        <w:rPr>
          <w:lang w:bidi="fa-IR"/>
        </w:rPr>
      </w:pPr>
      <w:r w:rsidRPr="00F3518E">
        <w:rPr>
          <w:rtl/>
          <w:lang w:bidi="fa-IR"/>
        </w:rPr>
        <w:t>هرگز امكان ندارد اشخاص كه در منطق وح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(</w:t>
      </w:r>
      <w:r w:rsidR="00EC362F">
        <w:rPr>
          <w:rtl/>
          <w:lang w:bidi="fa-IR"/>
        </w:rPr>
        <w:t>(</w:t>
      </w:r>
      <w:r w:rsidRPr="00F3518E">
        <w:rPr>
          <w:rtl/>
          <w:lang w:bidi="fa-IR"/>
        </w:rPr>
        <w:t>كلمات اله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) ناميده شوند، و انبياء به</w:t>
      </w:r>
      <w:r w:rsidR="00D260A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آنان متوسل شده باشند،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خودشان عار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ولايت باشند، و حضرت صديقه سلام الله</w:t>
      </w:r>
      <w:r w:rsidR="00D260A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عليها نيز داخل اين كلمات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جزء اين كلمات است كه (معرفت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آنها را به حضرت آدم</w:t>
      </w:r>
      <w:r>
        <w:rPr>
          <w:rtl/>
          <w:lang w:bidi="fa-IR"/>
        </w:rPr>
        <w:t>،</w:t>
      </w:r>
      <w:r w:rsidR="00D260A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به حضرت موس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به حضرت عيس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ساير انبياء آموخته اند، و همه انبياء به آنان</w:t>
      </w:r>
      <w:r w:rsidR="00D260A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متوسل شده اند و باز تكرار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كنيم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هرگز</w:t>
      </w:r>
      <w:r w:rsidR="00D260A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معقول نيست كه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(</w:t>
      </w:r>
      <w:r w:rsidR="00EC362F">
        <w:rPr>
          <w:rtl/>
          <w:lang w:bidi="fa-IR"/>
        </w:rPr>
        <w:t>(</w:t>
      </w:r>
      <w:r w:rsidRPr="00F3518E">
        <w:rPr>
          <w:rtl/>
          <w:lang w:bidi="fa-IR"/>
        </w:rPr>
        <w:t>كملة الله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) باشد، و انبيا به او</w:t>
      </w:r>
      <w:r w:rsidR="00D260A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توسل كنند،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مقام ولايت نداشته باشد. لذا اين آيه هم از آيات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توان از</w:t>
      </w:r>
      <w:r w:rsidR="00D260A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آن را اثبات مقام ولايت حضرت صديقه سلام الله عليها استفاده كرد.</w:t>
      </w:r>
    </w:p>
    <w:p w:rsidR="00D260AC" w:rsidRDefault="00D260AC" w:rsidP="00F3518E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495B31">
      <w:pPr>
        <w:pStyle w:val="Heading2"/>
        <w:rPr>
          <w:rFonts w:hint="cs"/>
          <w:rtl/>
          <w:lang w:bidi="fa-IR"/>
        </w:rPr>
      </w:pPr>
      <w:bookmarkStart w:id="11" w:name="_Toc477607235"/>
      <w:r w:rsidRPr="00F3518E">
        <w:rPr>
          <w:rtl/>
          <w:lang w:bidi="fa-IR"/>
        </w:rPr>
        <w:t>آيه پنجم</w:t>
      </w:r>
      <w:r w:rsidR="00D260AC">
        <w:rPr>
          <w:rFonts w:hint="cs"/>
          <w:rtl/>
          <w:lang w:bidi="fa-IR"/>
        </w:rPr>
        <w:t>:</w:t>
      </w:r>
      <w:bookmarkEnd w:id="11"/>
    </w:p>
    <w:p w:rsidR="00F3518E" w:rsidRPr="00F3518E" w:rsidRDefault="00634C50" w:rsidP="00634C50">
      <w:pPr>
        <w:pStyle w:val="libNormal"/>
        <w:rPr>
          <w:lang w:bidi="fa-IR"/>
        </w:rPr>
      </w:pPr>
      <w:r w:rsidRPr="00634C50">
        <w:rPr>
          <w:rStyle w:val="libAlaemChar"/>
          <w:rFonts w:hint="cs"/>
          <w:rtl/>
        </w:rPr>
        <w:t>(</w:t>
      </w:r>
      <w:r w:rsidR="00F3518E" w:rsidRPr="00634C50">
        <w:rPr>
          <w:rStyle w:val="libAieChar"/>
          <w:rtl/>
        </w:rPr>
        <w:t>قل لا اسئكم عليه اجرا الا المودة ف</w:t>
      </w:r>
      <w:r w:rsidR="004612E5" w:rsidRPr="00634C50">
        <w:rPr>
          <w:rStyle w:val="libAieChar"/>
          <w:rtl/>
        </w:rPr>
        <w:t>ی</w:t>
      </w:r>
      <w:r w:rsidR="00F3518E" w:rsidRPr="00634C50">
        <w:rPr>
          <w:rStyle w:val="libAieChar"/>
          <w:rtl/>
        </w:rPr>
        <w:t xml:space="preserve"> القرب</w:t>
      </w:r>
      <w:r w:rsidR="004612E5" w:rsidRPr="00634C50">
        <w:rPr>
          <w:rStyle w:val="libAieChar"/>
          <w:rtl/>
        </w:rPr>
        <w:t>ی</w:t>
      </w:r>
      <w:r w:rsidRPr="00634C50">
        <w:rPr>
          <w:rStyle w:val="libAlaemChar"/>
          <w:rFonts w:hint="cs"/>
          <w:rtl/>
        </w:rPr>
        <w:t>)</w:t>
      </w:r>
    </w:p>
    <w:p w:rsidR="00F3518E" w:rsidRPr="00F3518E" w:rsidRDefault="00634C50" w:rsidP="00634C50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بگو (ا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پيامبر) من برا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انجام رسالتم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پاداش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شما نم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خواهم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مگر مودت با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خويشان نزديكم</w:t>
      </w:r>
      <w:r>
        <w:rPr>
          <w:rFonts w:hint="cs"/>
          <w:rtl/>
          <w:lang w:bidi="fa-IR"/>
        </w:rPr>
        <w:t>»</w:t>
      </w:r>
      <w:r w:rsidR="00F3518E">
        <w:rPr>
          <w:rtl/>
          <w:lang w:bidi="fa-IR"/>
        </w:rPr>
        <w:t>.</w:t>
      </w:r>
    </w:p>
    <w:p w:rsidR="00634C50" w:rsidRDefault="00F3518E" w:rsidP="00634C50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 xml:space="preserve">پيغمبر اكرم </w:t>
      </w:r>
      <w:r w:rsidR="00076036" w:rsidRPr="0007603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اجر رسالت خودش را، از طرف حضرت حق تبارك و</w:t>
      </w:r>
      <w:r w:rsidR="00634C5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تعال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مودت نزديكان خويش اعلام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دارد، يعن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فقط مودت خويشان حضرت</w:t>
      </w:r>
      <w:r w:rsidR="00634C5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رسول اكرم را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توان اجر و مزد رسالت عظما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احمد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دانست</w:t>
      </w:r>
      <w:r>
        <w:rPr>
          <w:rtl/>
          <w:lang w:bidi="fa-IR"/>
        </w:rPr>
        <w:t>.</w:t>
      </w:r>
    </w:p>
    <w:p w:rsidR="00F3518E" w:rsidRPr="00F3518E" w:rsidRDefault="00F3518E" w:rsidP="00634C50">
      <w:pPr>
        <w:pStyle w:val="libNormal"/>
        <w:rPr>
          <w:lang w:bidi="fa-IR"/>
        </w:rPr>
      </w:pPr>
      <w:r w:rsidRPr="00F3518E">
        <w:rPr>
          <w:rtl/>
          <w:lang w:bidi="fa-IR"/>
        </w:rPr>
        <w:t>درباره اين آيه باد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 طور تفصيل بحث و بررس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كرد تا روشن شود كه آيا اين آيه</w:t>
      </w:r>
      <w:r w:rsidR="00634C5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شريفه درشان كيست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و اين مودت ارزنده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مودت چه كسان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و مقدار و اندازه آن چگونه</w:t>
      </w:r>
      <w:r w:rsidR="00634C5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است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مودت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هم سنگ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 كفه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هم وزن اجر رسالت محمد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.</w:t>
      </w:r>
    </w:p>
    <w:p w:rsidR="00F3518E" w:rsidRPr="00F3518E" w:rsidRDefault="00F3518E" w:rsidP="00634C50">
      <w:pPr>
        <w:pStyle w:val="libNormal"/>
        <w:rPr>
          <w:lang w:bidi="fa-IR"/>
        </w:rPr>
      </w:pPr>
      <w:r w:rsidRPr="00F3518E">
        <w:rPr>
          <w:rtl/>
          <w:lang w:bidi="fa-IR"/>
        </w:rPr>
        <w:t>به اجمع فريقين (شيعه و سن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و جميع مسلمين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اين آيه در شان</w:t>
      </w:r>
      <w:r w:rsidR="00634C5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اهل بيت عصمت و قداست نازل شده است يعن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فاطمه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حسن و حسين سلام الله عليهم</w:t>
      </w:r>
      <w:r>
        <w:rPr>
          <w:rtl/>
          <w:lang w:bidi="fa-IR"/>
        </w:rPr>
        <w:t>.</w:t>
      </w:r>
    </w:p>
    <w:p w:rsidR="00F3518E" w:rsidRPr="00F3518E" w:rsidRDefault="00634C50" w:rsidP="00634C50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احمد بن حنبل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مناقب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حافظ ابن منذر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حافظ اين اب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حاتم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حافظ طبران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حافظ ابن مردويه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واحد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مفسر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ثعلب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مفسر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حافظ ابراهيم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بقو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مفسر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- و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فقيه ابن المغازل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ابن عباس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روايت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كند كه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فرمايد:</w:t>
      </w:r>
    </w:p>
    <w:p w:rsidR="00F3518E" w:rsidRPr="00F3518E" w:rsidRDefault="00634C50" w:rsidP="00634C50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634C50">
        <w:rPr>
          <w:rStyle w:val="libHadeesChar"/>
          <w:rtl/>
        </w:rPr>
        <w:t>لما نزلت هذه الايه، قبل يا رسول الله من قرابنك، هولاء الذين وجبت علينا</w:t>
      </w:r>
      <w:r w:rsidRPr="00634C50">
        <w:rPr>
          <w:rStyle w:val="libHadeesChar"/>
          <w:rFonts w:hint="cs"/>
          <w:rtl/>
        </w:rPr>
        <w:t xml:space="preserve"> </w:t>
      </w:r>
      <w:r w:rsidR="00F3518E" w:rsidRPr="00634C50">
        <w:rPr>
          <w:rStyle w:val="libHadeesChar"/>
          <w:rtl/>
        </w:rPr>
        <w:t>مودتهم فقال،: عل</w:t>
      </w:r>
      <w:r w:rsidR="004612E5" w:rsidRPr="00634C50">
        <w:rPr>
          <w:rStyle w:val="libHadeesChar"/>
          <w:rtl/>
        </w:rPr>
        <w:t>ی</w:t>
      </w:r>
      <w:r w:rsidR="00F3518E" w:rsidRPr="00634C50">
        <w:rPr>
          <w:rStyle w:val="libHadeesChar"/>
          <w:rtl/>
        </w:rPr>
        <w:t xml:space="preserve"> و فاطمه وابناهما</w:t>
      </w:r>
      <w:r>
        <w:rPr>
          <w:rFonts w:hint="cs"/>
          <w:rtl/>
          <w:lang w:bidi="fa-IR"/>
        </w:rPr>
        <w:t>»</w:t>
      </w:r>
    </w:p>
    <w:p w:rsidR="00F3518E" w:rsidRPr="00F3518E" w:rsidRDefault="00634C50" w:rsidP="00634C50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بعد از نزول اين آيه از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سؤال شد: خويشان نزديك تو كه مودت آنان بر ما واجب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چه كسان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هستند؟ حضرت در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جواب فرمود: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، فاطمه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، و دو فرزند آنها (حسن و حسين </w:t>
      </w:r>
      <w:r w:rsidRPr="004612E5">
        <w:rPr>
          <w:rStyle w:val="libAlaemChar"/>
          <w:rtl/>
        </w:rPr>
        <w:t>عليه‌السلام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>.</w:t>
      </w:r>
    </w:p>
    <w:p w:rsidR="00F3518E" w:rsidRPr="00F3518E" w:rsidRDefault="00634C50" w:rsidP="000A49FC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محب الدين طبر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ذخاير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زمخشر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كشاف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حموين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-</w:t>
      </w:r>
      <w:r w:rsidR="000A49FC"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 xml:space="preserve">در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رايد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نيشابور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تفسيرش -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ابن طلحه شافع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مطالب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السئول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راز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تفسيرش -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ابوسعيد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تفسيرش - </w:t>
      </w:r>
      <w:r>
        <w:rPr>
          <w:rFonts w:hint="cs"/>
          <w:rtl/>
          <w:lang w:bidi="fa-IR"/>
        </w:rPr>
        <w:lastRenderedPageBreak/>
        <w:t>«</w:t>
      </w:r>
      <w:r w:rsidR="00F3518E" w:rsidRPr="00F3518E">
        <w:rPr>
          <w:rtl/>
          <w:lang w:bidi="fa-IR"/>
        </w:rPr>
        <w:t>ابوحيان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 xml:space="preserve">تفسيرش -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نسف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تفسيرش -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حافظ هيثم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مجمع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ابن صباغ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مالك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فصول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حافظ گنج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كفاية الطالب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- نيز روايت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مذكور را ذكر كرده اند.</w:t>
      </w:r>
    </w:p>
    <w:p w:rsidR="00F3518E" w:rsidRPr="00F3518E" w:rsidRDefault="000A49FC" w:rsidP="000A49FC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قسطلان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المواهب اللدنيه</w:t>
      </w:r>
      <w:r>
        <w:rPr>
          <w:rFonts w:hint="cs"/>
          <w:rtl/>
          <w:lang w:bidi="fa-IR"/>
        </w:rPr>
        <w:t xml:space="preserve">» </w:t>
      </w:r>
      <w:r w:rsidR="00F3518E" w:rsidRPr="00F3518E">
        <w:rPr>
          <w:rtl/>
          <w:lang w:bidi="fa-IR"/>
        </w:rPr>
        <w:t>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فرمايد:</w:t>
      </w:r>
      <w:r>
        <w:rPr>
          <w:rFonts w:hint="cs"/>
          <w:rtl/>
          <w:lang w:bidi="fa-IR"/>
        </w:rPr>
        <w:t xml:space="preserve"> «</w:t>
      </w:r>
      <w:r w:rsidR="00F3518E" w:rsidRPr="000A49FC">
        <w:rPr>
          <w:rStyle w:val="libHadeesChar"/>
          <w:rtl/>
        </w:rPr>
        <w:t>الزم الله مودة قرباة كافة و بريته و فرض محبة جمله</w:t>
      </w:r>
      <w:r w:rsidRPr="000A49FC">
        <w:rPr>
          <w:rStyle w:val="libHadeesChar"/>
          <w:rFonts w:hint="cs"/>
          <w:rtl/>
        </w:rPr>
        <w:t xml:space="preserve"> </w:t>
      </w:r>
      <w:r w:rsidR="00F3518E" w:rsidRPr="000A49FC">
        <w:rPr>
          <w:rStyle w:val="libHadeesChar"/>
          <w:rtl/>
        </w:rPr>
        <w:t>اهل بيته المعظم و ذريته. فقال تعال</w:t>
      </w:r>
      <w:r w:rsidR="004612E5" w:rsidRPr="000A49FC">
        <w:rPr>
          <w:rStyle w:val="libHadeesChar"/>
          <w:rtl/>
        </w:rPr>
        <w:t>ی</w:t>
      </w:r>
      <w:r w:rsidR="00F3518E" w:rsidRPr="000A49FC">
        <w:rPr>
          <w:rStyle w:val="libHadeesChar"/>
          <w:rtl/>
        </w:rPr>
        <w:t>: قال لا اسالكم عليه اجرا الا المودة ف</w:t>
      </w:r>
      <w:r w:rsidR="004612E5" w:rsidRPr="000A49FC">
        <w:rPr>
          <w:rStyle w:val="libHadeesChar"/>
          <w:rtl/>
        </w:rPr>
        <w:t>ی</w:t>
      </w:r>
      <w:r w:rsidR="00F3518E" w:rsidRPr="000A49FC">
        <w:rPr>
          <w:rStyle w:val="libHadeesChar"/>
          <w:rtl/>
        </w:rPr>
        <w:t xml:space="preserve"> القرب</w:t>
      </w:r>
      <w:r w:rsidR="004612E5" w:rsidRPr="000A49FC">
        <w:rPr>
          <w:rStyle w:val="libHadeesChar"/>
          <w:rtl/>
        </w:rPr>
        <w:t>ی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0A49FC">
      <w:pPr>
        <w:pStyle w:val="libNormal"/>
        <w:rPr>
          <w:lang w:bidi="fa-IR"/>
        </w:rPr>
      </w:pPr>
      <w:r w:rsidRPr="00F3518E">
        <w:rPr>
          <w:rtl/>
          <w:lang w:bidi="fa-IR"/>
        </w:rPr>
        <w:t>(</w:t>
      </w:r>
      <w:r w:rsidR="00EC362F">
        <w:rPr>
          <w:rtl/>
          <w:lang w:bidi="fa-IR"/>
        </w:rPr>
        <w:t>(</w:t>
      </w:r>
      <w:r w:rsidRPr="00F3518E">
        <w:rPr>
          <w:rtl/>
          <w:lang w:bidi="fa-IR"/>
        </w:rPr>
        <w:t>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مودت خويشان نزديك پيامبر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را بر همگان واجب كرده است و درباره</w:t>
      </w:r>
      <w:r w:rsidR="000A49F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وجوب محبت اهل بيت معظم حضرت رسول او ذريه اوست كه خدا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F3518E" w:rsidRPr="00F3518E" w:rsidRDefault="00F3518E" w:rsidP="000A49FC">
      <w:pPr>
        <w:pStyle w:val="libNormal"/>
        <w:rPr>
          <w:lang w:bidi="fa-IR"/>
        </w:rPr>
      </w:pPr>
      <w:r w:rsidRPr="00F3518E">
        <w:rPr>
          <w:rtl/>
          <w:lang w:bidi="fa-IR"/>
        </w:rPr>
        <w:t>بگو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پيامبر، در مقابل انجام رسالتم از شما مزد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خواهم به جز مودت خويشان</w:t>
      </w:r>
      <w:r w:rsidR="000A49F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نزديكم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روايت مذكور را </w:t>
      </w:r>
      <w:r w:rsidR="000A49FC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زرقان</w:t>
      </w:r>
      <w:r w:rsidR="004612E5">
        <w:rPr>
          <w:rtl/>
          <w:lang w:bidi="fa-IR"/>
        </w:rPr>
        <w:t>ی</w:t>
      </w:r>
      <w:r w:rsidR="000A49FC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0A49FC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شرح المواهب</w:t>
      </w:r>
      <w:r w:rsidR="000A49FC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0A49FC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ابن حجر</w:t>
      </w:r>
      <w:r w:rsidR="000A49FC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</w:t>
      </w:r>
      <w:r w:rsidR="000A49FC">
        <w:rPr>
          <w:rFonts w:hint="cs"/>
          <w:rtl/>
          <w:lang w:bidi="fa-IR"/>
        </w:rPr>
        <w:t xml:space="preserve"> «</w:t>
      </w:r>
      <w:r w:rsidRPr="00F3518E">
        <w:rPr>
          <w:rtl/>
          <w:lang w:bidi="fa-IR"/>
        </w:rPr>
        <w:t>صواعق</w:t>
      </w:r>
      <w:r w:rsidR="000A49FC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0A49FC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سيوط</w:t>
      </w:r>
      <w:r w:rsidR="004612E5">
        <w:rPr>
          <w:rtl/>
          <w:lang w:bidi="fa-IR"/>
        </w:rPr>
        <w:t>ی</w:t>
      </w:r>
      <w:r w:rsidR="000A49FC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0A49FC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احاءالميت</w:t>
      </w:r>
      <w:r w:rsidR="000A49FC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در </w:t>
      </w:r>
      <w:r w:rsidR="000A49FC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اتحاف</w:t>
      </w:r>
      <w:r w:rsidR="000A49FC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0A49FC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شبلنج</w:t>
      </w:r>
      <w:r w:rsidR="004612E5">
        <w:rPr>
          <w:rtl/>
          <w:lang w:bidi="fa-IR"/>
        </w:rPr>
        <w:t>ی</w:t>
      </w:r>
      <w:r w:rsidR="000A49FC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</w:t>
      </w:r>
      <w:r w:rsidR="000A49FC">
        <w:rPr>
          <w:rFonts w:hint="cs"/>
          <w:rtl/>
          <w:lang w:bidi="fa-IR"/>
        </w:rPr>
        <w:t xml:space="preserve"> «</w:t>
      </w:r>
      <w:r w:rsidRPr="00F3518E">
        <w:rPr>
          <w:rtl/>
          <w:lang w:bidi="fa-IR"/>
        </w:rPr>
        <w:t>نورالابصار</w:t>
      </w:r>
      <w:r w:rsidR="000A49FC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و </w:t>
      </w:r>
      <w:r w:rsidR="000A49FC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صبان</w:t>
      </w:r>
      <w:r w:rsidR="000A49FC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0A49FC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اسعاف الراغبين</w:t>
      </w:r>
      <w:r w:rsidR="000A49FC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ذكر كرده اند.</w:t>
      </w:r>
    </w:p>
    <w:p w:rsidR="00F3518E" w:rsidRPr="00F3518E" w:rsidRDefault="00F3518E" w:rsidP="000A49FC">
      <w:pPr>
        <w:pStyle w:val="libNormal"/>
        <w:rPr>
          <w:lang w:bidi="fa-IR"/>
        </w:rPr>
      </w:pPr>
      <w:r w:rsidRPr="00F3518E">
        <w:rPr>
          <w:rtl/>
          <w:lang w:bidi="fa-IR"/>
        </w:rPr>
        <w:t>در اين موضوع روايت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0A49FC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حافظ ابوعبدالله ملا</w:t>
      </w:r>
      <w:r w:rsidR="000A49FC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سيره اش</w:t>
      </w:r>
      <w:r w:rsidR="000A49F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نقل كرده است كه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F3518E" w:rsidRPr="00F3518E" w:rsidRDefault="00F23C10" w:rsidP="00F23C10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آن رسول الله قال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آن الله جعل اجر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عليكم المودة ف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اهل بيت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سائلكم غدا عنهم</w:t>
      </w:r>
      <w:r>
        <w:rPr>
          <w:rFonts w:hint="cs"/>
          <w:rtl/>
          <w:lang w:bidi="fa-IR"/>
        </w:rPr>
        <w:t>»</w:t>
      </w:r>
      <w:r w:rsidR="00F3518E">
        <w:rPr>
          <w:rtl/>
          <w:lang w:bidi="fa-IR"/>
        </w:rPr>
        <w:t>.</w:t>
      </w:r>
    </w:p>
    <w:p w:rsidR="00F3518E" w:rsidRPr="00F3518E" w:rsidRDefault="00F23C10" w:rsidP="00F23C10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رسول خدا فرمود: بدرستكيه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مزد (رسالتم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را كه بر عهده شماست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مودت خويشان نزديكم قرار داده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من در روز قيامت نسبت به اين مودت از شما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بازخواست خواهم كرد، يعن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آنچه در روز قيامت همه در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 xml:space="preserve">مقابل آن مسئول هستند، عبارت از ولايت چهارده معصوم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است كه از جمله ولايت حضرت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صديقه سلام الله عليهاست</w:t>
      </w:r>
      <w:r w:rsidR="00F3518E">
        <w:rPr>
          <w:rtl/>
          <w:lang w:bidi="fa-IR"/>
        </w:rPr>
        <w:t>.</w:t>
      </w:r>
    </w:p>
    <w:p w:rsidR="00F23C10" w:rsidRDefault="00F3518E" w:rsidP="00F23C10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روايت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جابر بن عبدالله نقل شده است كه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  <w:r w:rsidR="00F23C10">
        <w:rPr>
          <w:rFonts w:hint="cs"/>
          <w:rtl/>
          <w:lang w:bidi="fa-IR"/>
        </w:rPr>
        <w:t xml:space="preserve"> «</w:t>
      </w:r>
      <w:r w:rsidRPr="00F3518E">
        <w:rPr>
          <w:rtl/>
          <w:lang w:bidi="fa-IR"/>
        </w:rPr>
        <w:t>جاء اعراب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النب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يا محمد، اعرض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الاسلام</w:t>
      </w:r>
      <w:r>
        <w:rPr>
          <w:rtl/>
          <w:lang w:bidi="fa-IR"/>
        </w:rPr>
        <w:t>.</w:t>
      </w:r>
    </w:p>
    <w:p w:rsidR="00F23C10" w:rsidRDefault="00F3518E" w:rsidP="00F23C10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فقال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تشهد آن الا اله الا الله وحده لا شريك له و آن محمدا عبده و رسوله</w:t>
      </w:r>
      <w:r w:rsidR="00F23C10">
        <w:rPr>
          <w:rFonts w:hint="cs"/>
          <w:rtl/>
          <w:lang w:bidi="fa-IR"/>
        </w:rPr>
        <w:t>.</w:t>
      </w:r>
    </w:p>
    <w:p w:rsidR="00F3518E" w:rsidRPr="00F3518E" w:rsidRDefault="00F3518E" w:rsidP="00F23C10">
      <w:pPr>
        <w:pStyle w:val="libNormal"/>
        <w:rPr>
          <w:lang w:bidi="fa-IR"/>
        </w:rPr>
      </w:pPr>
      <w:r w:rsidRPr="00F3518E">
        <w:rPr>
          <w:rtl/>
          <w:lang w:bidi="fa-IR"/>
        </w:rPr>
        <w:t>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تسالن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عليه اجرا؟ لا، الا المودة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القرب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</w:p>
    <w:p w:rsidR="00F3518E" w:rsidRPr="00F3518E" w:rsidRDefault="00F3518E" w:rsidP="00F23C10">
      <w:pPr>
        <w:pStyle w:val="libNormal"/>
        <w:rPr>
          <w:lang w:bidi="fa-IR"/>
        </w:rPr>
      </w:pPr>
      <w:r w:rsidRPr="00F3518E">
        <w:rPr>
          <w:rtl/>
          <w:lang w:bidi="fa-IR"/>
        </w:rPr>
        <w:t>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قرابت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او قرابتك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قال قرابت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هات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ابايعك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 لا يحبك و لا يحب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قرابتك لعنة الله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فقال النب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076036" w:rsidRPr="0007603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آمين</w:t>
      </w:r>
      <w:r>
        <w:rPr>
          <w:rtl/>
          <w:lang w:bidi="fa-IR"/>
        </w:rPr>
        <w:t>.</w:t>
      </w:r>
      <w:r w:rsidR="00F23C10">
        <w:rPr>
          <w:rFonts w:hint="cs"/>
          <w:rtl/>
          <w:lang w:bidi="fa-IR"/>
        </w:rPr>
        <w:t>»</w:t>
      </w:r>
    </w:p>
    <w:p w:rsidR="00F3518E" w:rsidRPr="00F3518E" w:rsidRDefault="00F3518E" w:rsidP="00F23C10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 xml:space="preserve">يك عرب بايده نشين آمد حضور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عرض كرد: يا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اسلام را به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من عرضه بدار، فرمود: شهادت بده يكتائ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اينكه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>، بنده و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فرستاده اوست</w:t>
      </w:r>
      <w:r>
        <w:rPr>
          <w:rtl/>
          <w:lang w:bidi="fa-IR"/>
        </w:rPr>
        <w:t>.</w:t>
      </w:r>
    </w:p>
    <w:p w:rsidR="00F3518E" w:rsidRPr="00F3518E" w:rsidRDefault="00F3518E" w:rsidP="00F23C10">
      <w:pPr>
        <w:pStyle w:val="libNormal"/>
        <w:rPr>
          <w:lang w:bidi="fa-IR"/>
        </w:rPr>
      </w:pPr>
      <w:r w:rsidRPr="00F3518E">
        <w:rPr>
          <w:rtl/>
          <w:lang w:bidi="fa-IR"/>
        </w:rPr>
        <w:t>اعراب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عرض كرد: يا رسول الله در مقابل اين رسالت كه مرا هدايت فرمودند آيا از من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مزد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هم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خواهيد؟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پيامبر فرمود: نه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بجز مودت خويشان نزديك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اجر رسالت من است</w:t>
      </w:r>
      <w:r>
        <w:rPr>
          <w:rtl/>
          <w:lang w:bidi="fa-IR"/>
        </w:rPr>
        <w:t>.</w:t>
      </w:r>
    </w:p>
    <w:p w:rsidR="00F3518E" w:rsidRPr="00F3518E" w:rsidRDefault="00F3518E" w:rsidP="00F23C10">
      <w:pPr>
        <w:pStyle w:val="libNormal"/>
        <w:rPr>
          <w:lang w:bidi="fa-IR"/>
        </w:rPr>
      </w:pPr>
      <w:r w:rsidRPr="00F3518E">
        <w:rPr>
          <w:rtl/>
          <w:lang w:bidi="fa-IR"/>
        </w:rPr>
        <w:t>اعراب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گفت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خويشان نزديك خودم را دوست بدارم يا خويشان ترا يا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رسول الله</w:t>
      </w:r>
      <w:r>
        <w:rPr>
          <w:rtl/>
          <w:lang w:bidi="fa-IR"/>
        </w:rPr>
        <w:t>؟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پيامبر فرمود: خويشان نزديك مرا.</w:t>
      </w:r>
    </w:p>
    <w:p w:rsidR="00F3518E" w:rsidRPr="00F3518E" w:rsidRDefault="00F3518E" w:rsidP="00F23C10">
      <w:pPr>
        <w:pStyle w:val="libNormal"/>
        <w:rPr>
          <w:lang w:bidi="fa-IR"/>
        </w:rPr>
      </w:pPr>
      <w:r w:rsidRPr="00F3518E">
        <w:rPr>
          <w:rtl/>
          <w:lang w:bidi="fa-IR"/>
        </w:rPr>
        <w:t>اعراب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عرض كرد: يا رسول اله اينك دستت را بدست من بده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تا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دوست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 و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نزديكانت با تو بيعت كنم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خدا لعنت كند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كه تو را و خويشان ترا دوست ندارد.</w:t>
      </w:r>
    </w:p>
    <w:p w:rsidR="00F3518E" w:rsidRPr="00F3518E" w:rsidRDefault="00F3518E" w:rsidP="00F23C10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به اين دعا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او آمين فرمود: پس هر كس ايمان و اعتقاد به ولايت و مودت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حضرت صديقه سلام الله عليها نداشته باشد نفرين شده است به زبان پيامبر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>، و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در روايت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طبر</w:t>
      </w:r>
      <w:r w:rsidR="004612E5">
        <w:rPr>
          <w:rtl/>
          <w:lang w:bidi="fa-IR"/>
        </w:rPr>
        <w:t>ی</w:t>
      </w:r>
      <w:r w:rsidR="00F23C10">
        <w:rPr>
          <w:rFonts w:hint="cs"/>
          <w:rtl/>
          <w:lang w:bidi="fa-IR"/>
        </w:rPr>
        <w:t>»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ابن عساكر</w:t>
      </w:r>
      <w:r w:rsidR="00F23C10">
        <w:rPr>
          <w:rFonts w:hint="cs"/>
          <w:rtl/>
          <w:lang w:bidi="fa-IR"/>
        </w:rPr>
        <w:t>»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حاكم حسكان</w:t>
      </w:r>
      <w:r w:rsidR="004612E5">
        <w:rPr>
          <w:rtl/>
          <w:lang w:bidi="fa-IR"/>
        </w:rPr>
        <w:t>ی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شواهد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التنزيل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به چند طريق از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امامه باهل</w:t>
      </w:r>
      <w:r w:rsidR="004612E5">
        <w:rPr>
          <w:rtl/>
          <w:lang w:bidi="fa-IR"/>
        </w:rPr>
        <w:t>ی</w:t>
      </w:r>
      <w:r w:rsidR="00F23C10">
        <w:rPr>
          <w:rFonts w:hint="cs"/>
          <w:rtl/>
          <w:lang w:bidi="fa-IR"/>
        </w:rPr>
        <w:t xml:space="preserve">» </w:t>
      </w:r>
      <w:r w:rsidRPr="00F3518E">
        <w:rPr>
          <w:rtl/>
          <w:lang w:bidi="fa-IR"/>
        </w:rPr>
        <w:t xml:space="preserve">نقل كرده اند كه حضرت پيغمبر اكرم </w:t>
      </w:r>
      <w:r w:rsidR="00076036" w:rsidRPr="00076036">
        <w:rPr>
          <w:rStyle w:val="libAlaemChar"/>
          <w:rtl/>
        </w:rPr>
        <w:t>صلى‌الله‌عليه‌وآله‌وسلم</w:t>
      </w:r>
      <w:r w:rsidRPr="00F3518E">
        <w:rPr>
          <w:rtl/>
          <w:lang w:bidi="fa-IR"/>
        </w:rPr>
        <w:t xml:space="preserve"> فرمود:</w:t>
      </w:r>
    </w:p>
    <w:p w:rsidR="00F3518E" w:rsidRPr="00F3518E" w:rsidRDefault="00F3518E" w:rsidP="00F23C10">
      <w:pPr>
        <w:pStyle w:val="libNormal"/>
        <w:rPr>
          <w:lang w:bidi="fa-IR"/>
        </w:rPr>
      </w:pPr>
      <w:r w:rsidRPr="00F3518E">
        <w:rPr>
          <w:rtl/>
          <w:lang w:bidi="fa-IR"/>
        </w:rPr>
        <w:t>آن الله خلق الانبياء من اشجار شت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خلقن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 شجرة واحدة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فنا اصلها، و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فرعها و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فاطمة لقاحها، والحسن والحسين ثمرها تعلق بغصن من اعصانهانج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>. و من زاع عنها هو</w:t>
      </w:r>
      <w:r w:rsidR="004612E5">
        <w:rPr>
          <w:rtl/>
          <w:lang w:bidi="fa-IR"/>
        </w:rPr>
        <w:t>ی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ولو آن عبدا عبدالله بين الصفا و المروة الف عام ثم عام ثم الف عام ثم لم يدرك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صحبتنا، اكبه الله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منخريه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النار ثم تل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: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قل لا اسالكم عليه اجرا الا المودة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القرب</w:t>
      </w:r>
      <w:r w:rsidR="004612E5">
        <w:rPr>
          <w:rtl/>
          <w:lang w:bidi="fa-IR"/>
        </w:rPr>
        <w:t>ی</w:t>
      </w:r>
      <w:r w:rsidR="00F23C10">
        <w:rPr>
          <w:rFonts w:hint="cs"/>
          <w:rtl/>
          <w:lang w:bidi="fa-IR"/>
        </w:rPr>
        <w:t>»</w:t>
      </w:r>
    </w:p>
    <w:p w:rsidR="00F23C10" w:rsidRDefault="00F3518E" w:rsidP="00F23C10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بدرستيكه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نهال وجود پيامبر آن را متفاوت متفرق آفريد،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درخت وجود من را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جداگانه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واحد، و منحصربفرد خلق فرمود.</w:t>
      </w:r>
    </w:p>
    <w:p w:rsidR="00F3518E" w:rsidRPr="00F3518E" w:rsidRDefault="00F3518E" w:rsidP="00F23C10">
      <w:pPr>
        <w:pStyle w:val="libNormal"/>
        <w:rPr>
          <w:lang w:bidi="fa-IR"/>
        </w:rPr>
      </w:pPr>
      <w:r w:rsidRPr="00F3518E">
        <w:rPr>
          <w:rtl/>
          <w:lang w:bidi="fa-IR"/>
        </w:rPr>
        <w:t>من خود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استقلال دارم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اصالت وجود من شريك من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من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اصل آن درختم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(سلام الله عليه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، ساقته آن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لقاح (مايه بارور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</w:t>
      </w:r>
      <w:r w:rsidR="00EC362F">
        <w:rPr>
          <w:rtl/>
          <w:lang w:bidi="fa-IR"/>
        </w:rPr>
        <w:t>)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و حسن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حسين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ميوه 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درخت وجود من هستند، هر كس شاخه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شاخه 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 درخت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را دستاويز خود كند نجات يافته است و هر كس از آن دور </w:t>
      </w:r>
      <w:r w:rsidRPr="00F3518E">
        <w:rPr>
          <w:rtl/>
          <w:lang w:bidi="fa-IR"/>
        </w:rPr>
        <w:lastRenderedPageBreak/>
        <w:t>شود به گمراه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افتد و اگر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بنده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بندگان خدا سه هزار سال بين صفا و مروه خدا را عبادت كند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صحبت ما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پنج تن را درك نكرده باشد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او را به رو در آتش افكند، سپس پيامبر اكرم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اين آيه را تلاوت فرمود:</w:t>
      </w:r>
    </w:p>
    <w:p w:rsidR="00F3518E" w:rsidRPr="00F3518E" w:rsidRDefault="00F23C10" w:rsidP="00F23C10">
      <w:pPr>
        <w:pStyle w:val="libNormal"/>
        <w:rPr>
          <w:lang w:bidi="fa-IR"/>
        </w:rPr>
      </w:pPr>
      <w:r w:rsidRPr="00F23C10">
        <w:rPr>
          <w:rStyle w:val="libAlaemChar"/>
          <w:rFonts w:hint="cs"/>
          <w:rtl/>
        </w:rPr>
        <w:t>(</w:t>
      </w:r>
      <w:r w:rsidRPr="00F23C10">
        <w:rPr>
          <w:rStyle w:val="libAieChar"/>
          <w:rtl/>
          <w:lang w:bidi="fa-IR"/>
        </w:rPr>
        <w:t>قُل لَّا أَسْأَلُكُمْ عَلَيْهِ أَجْرًا إِلَّا الْمَوَدَّةَ فِي الْقُرْبَىٰ</w:t>
      </w:r>
      <w:r w:rsidRPr="00F23C10">
        <w:rPr>
          <w:rStyle w:val="libAlaemChar"/>
          <w:rFonts w:hint="cs"/>
          <w:rtl/>
        </w:rPr>
        <w:t>)</w:t>
      </w:r>
    </w:p>
    <w:p w:rsidR="00F23C10" w:rsidRDefault="00F3518E" w:rsidP="00F23C10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بنابراين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اگر بشر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بنده خدائ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موحد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مسلمان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مقدس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به خدا و پيامبر او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معتقد باشد، و خدا را عبادت كند، نه اينكه بت پرست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نمايد، كجا عبادت كند؟</w:t>
      </w:r>
    </w:p>
    <w:p w:rsidR="00F3518E" w:rsidRPr="00F3518E" w:rsidRDefault="00F3518E" w:rsidP="00F23C10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 بين صفا و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مروه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نه در مكان گناه آلوده ا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به مدت عبادت كند؟ سه هزار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سال</w:t>
      </w:r>
      <w:r>
        <w:rPr>
          <w:rtl/>
          <w:lang w:bidi="fa-IR"/>
        </w:rPr>
        <w:t>؛</w:t>
      </w:r>
      <w:r w:rsidRPr="00F3518E">
        <w:rPr>
          <w:rtl/>
          <w:lang w:bidi="fa-IR"/>
        </w:rPr>
        <w:t xml:space="preserve"> ليكن به ولايت پنج تن در نتيجه به ولايت حضرت صديقه زهراء سلام الله عليها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ايمان و اعتقاد نداشته باشد، عبادت او به حساب نخواهد آمد و مورد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قبول واقع نخواهد شد و جا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او در آتش دوزخ است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اين مودت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همان است كه در آيه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شريفه ديگر بنام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حسنه</w:t>
      </w:r>
      <w:r w:rsidR="00F23C10">
        <w:rPr>
          <w:rFonts w:hint="cs"/>
          <w:rtl/>
          <w:lang w:bidi="fa-IR"/>
        </w:rPr>
        <w:t xml:space="preserve">» </w:t>
      </w:r>
      <w:r w:rsidRPr="00F3518E">
        <w:rPr>
          <w:rtl/>
          <w:lang w:bidi="fa-IR"/>
        </w:rPr>
        <w:t>عنوآن شده است كه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F3518E" w:rsidRPr="00F3518E" w:rsidRDefault="00F23C10" w:rsidP="00F23C10">
      <w:pPr>
        <w:pStyle w:val="libNormal"/>
        <w:rPr>
          <w:lang w:bidi="fa-IR"/>
        </w:rPr>
      </w:pPr>
      <w:r w:rsidRPr="00F23C10">
        <w:rPr>
          <w:rStyle w:val="libAlaemChar"/>
          <w:rFonts w:hint="cs"/>
          <w:rtl/>
        </w:rPr>
        <w:t>(</w:t>
      </w:r>
      <w:r w:rsidRPr="00F23C10">
        <w:rPr>
          <w:rStyle w:val="libAieChar"/>
          <w:rtl/>
          <w:lang w:bidi="fa-IR"/>
        </w:rPr>
        <w:t>وَمَن يَقْتَرِفْ حَسَنَةً نَّزِدْ لَهُ فِيهَا حُسْنًا</w:t>
      </w:r>
      <w:r w:rsidRPr="00F23C10">
        <w:rPr>
          <w:rStyle w:val="libAieChar"/>
          <w:rFonts w:hint="cs"/>
          <w:rtl/>
        </w:rPr>
        <w:t>)</w:t>
      </w:r>
    </w:p>
    <w:p w:rsidR="00F3518E" w:rsidRPr="00F3518E" w:rsidRDefault="00F23C10" w:rsidP="00F23C10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هر كس حسنه 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را بدست آورد، ما (عاقبت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بخير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را برا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او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افزائيم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كه مراد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از حسنه در اينجا مودت است</w:t>
      </w:r>
      <w:r w:rsidR="00F3518E">
        <w:rPr>
          <w:rtl/>
          <w:lang w:bidi="fa-IR"/>
        </w:rPr>
        <w:t>.</w:t>
      </w:r>
    </w:p>
    <w:p w:rsidR="00F3518E" w:rsidRPr="00F3518E" w:rsidRDefault="00F3518E" w:rsidP="00F23C10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چنان كه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احمد بن حنبل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ابوحاتم از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ابن عباس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روايت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كنند كه مراد از</w:t>
      </w:r>
      <w:r w:rsidR="00F23C10">
        <w:rPr>
          <w:rFonts w:hint="cs"/>
          <w:rtl/>
          <w:lang w:bidi="fa-IR"/>
        </w:rPr>
        <w:t xml:space="preserve"> «</w:t>
      </w:r>
      <w:r w:rsidRPr="00F3518E">
        <w:rPr>
          <w:rtl/>
          <w:lang w:bidi="fa-IR"/>
        </w:rPr>
        <w:t>حسنه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آيه مذكور مودت آل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.</w:t>
      </w:r>
    </w:p>
    <w:p w:rsidR="00F3518E" w:rsidRPr="00F3518E" w:rsidRDefault="00F23C10" w:rsidP="00F23C10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حافظ ابوالشيخ ابن حبان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كتاب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الثواب</w:t>
      </w:r>
      <w:r>
        <w:rPr>
          <w:rFonts w:hint="cs"/>
          <w:rtl/>
          <w:lang w:bidi="fa-IR"/>
        </w:rPr>
        <w:t xml:space="preserve">» </w:t>
      </w:r>
      <w:r w:rsidR="00F3518E" w:rsidRPr="00F3518E">
        <w:rPr>
          <w:rtl/>
          <w:lang w:bidi="fa-IR"/>
        </w:rPr>
        <w:t xml:space="preserve">از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واحد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روايت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اميرالمؤ منين سلام الله عليه نقل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كنند آن حضرت فرمود:</w:t>
      </w:r>
    </w:p>
    <w:p w:rsidR="00F3518E" w:rsidRPr="00F3518E" w:rsidRDefault="00F23C10" w:rsidP="00F23C10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فينا آل حم آيه لا يحفظ مودتنا الا كل مومن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ثم قرا اميرالمؤ منين سلام الله عليه</w:t>
      </w:r>
      <w:r w:rsidR="00F3518E">
        <w:rPr>
          <w:rtl/>
          <w:lang w:bidi="fa-IR"/>
        </w:rPr>
        <w:t>: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قل لا اسالكم عليه اجرا الا المودة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القرب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F23C10">
      <w:pPr>
        <w:pStyle w:val="libNormal"/>
        <w:rPr>
          <w:lang w:bidi="fa-IR"/>
        </w:rPr>
      </w:pPr>
      <w:r w:rsidRPr="00F3518E">
        <w:rPr>
          <w:rtl/>
          <w:lang w:bidi="fa-IR"/>
        </w:rPr>
        <w:t>در قرآن آيه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درشان ما (آل حم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مودت ما را نگهدار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كند، مگر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مؤ من است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(يعن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هر كس مودت آل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را محافظت نكند مؤ من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از او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سلب ايمان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شود) و سپس اميرالمؤ منين سلام الله عليه آيه</w:t>
      </w:r>
      <w:r>
        <w:rPr>
          <w:rtl/>
          <w:lang w:bidi="fa-IR"/>
        </w:rPr>
        <w:t>:</w:t>
      </w:r>
    </w:p>
    <w:p w:rsidR="00F23C10" w:rsidRPr="00F3518E" w:rsidRDefault="00F23C10" w:rsidP="00F23C10">
      <w:pPr>
        <w:pStyle w:val="libNormal"/>
        <w:rPr>
          <w:lang w:bidi="fa-IR"/>
        </w:rPr>
      </w:pPr>
      <w:r w:rsidRPr="00F23C10">
        <w:rPr>
          <w:rStyle w:val="libAlaemChar"/>
          <w:rFonts w:hint="cs"/>
          <w:rtl/>
        </w:rPr>
        <w:t>(</w:t>
      </w:r>
      <w:r w:rsidRPr="00F23C10">
        <w:rPr>
          <w:rStyle w:val="libAieChar"/>
          <w:rtl/>
          <w:lang w:bidi="fa-IR"/>
        </w:rPr>
        <w:t>قُل لَّا أَسْأَلُكُمْ عَلَيْهِ أَجْرًا إِلَّا الْمَوَدَّةَ فِي الْقُرْبَىٰ</w:t>
      </w:r>
      <w:r w:rsidRPr="00F23C10">
        <w:rPr>
          <w:rStyle w:val="libAlaemChar"/>
          <w:rFonts w:hint="cs"/>
          <w:rtl/>
        </w:rPr>
        <w:t>)</w:t>
      </w:r>
    </w:p>
    <w:p w:rsidR="00F3518E" w:rsidRPr="00F3518E" w:rsidRDefault="00F3518E" w:rsidP="00F23C10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را قرائت فرمود. در نتيجه هر كس به ولايت فاطمه سلام الله عليها ايمان نداشته باشد،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مؤمن (به اعتقادات اسلام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نيست</w:t>
      </w:r>
      <w:r>
        <w:rPr>
          <w:rtl/>
          <w:lang w:bidi="fa-IR"/>
        </w:rPr>
        <w:t>.</w:t>
      </w:r>
    </w:p>
    <w:p w:rsidR="00F3518E" w:rsidRPr="00F3518E" w:rsidRDefault="00F3518E" w:rsidP="00F23C10">
      <w:pPr>
        <w:pStyle w:val="libNormal"/>
        <w:rPr>
          <w:lang w:bidi="fa-IR"/>
        </w:rPr>
      </w:pPr>
      <w:r w:rsidRPr="00F3518E">
        <w:rPr>
          <w:rtl/>
          <w:lang w:bidi="fa-IR"/>
        </w:rPr>
        <w:t>در آن روز كه اميرالمؤ منين سلام الله عليه شهيد شد، حسن بن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سلام الله عليه خطبه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انشاد كرد و در آن خطبه فضايل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بر شمرد، و از جمله فرمود:</w:t>
      </w:r>
    </w:p>
    <w:p w:rsidR="00F23C10" w:rsidRDefault="00F23C10" w:rsidP="00F23C10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ايها الناس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لقد فارقكم رجل ما سبقه الا ولون يدركه الا خرون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لقد كان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رسول الله يغطيه الرايه فيقاتل جبرئيل عن يمينه و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ميكائيل عن يساره فما يرجع حت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يفتح الله عليه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لقد قبضه الله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الليلد الت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قبض فيها وص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موس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عرج بروحه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الليلة الت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عرج فيها بروح عيس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مريم</w:t>
      </w:r>
      <w:r w:rsidR="00F3518E">
        <w:rPr>
          <w:rtl/>
          <w:lang w:bidi="fa-IR"/>
        </w:rPr>
        <w:t>.</w:t>
      </w:r>
      <w:r w:rsidR="00F3518E" w:rsidRPr="00F3518E">
        <w:rPr>
          <w:rtl/>
          <w:lang w:bidi="fa-IR"/>
        </w:rPr>
        <w:t>.. ايها الناس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من عرفن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فقد عرفن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من لم يعرفن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فانا الحسن بن محمد.</w:t>
      </w:r>
    </w:p>
    <w:p w:rsidR="00F3518E" w:rsidRPr="00F3518E" w:rsidRDefault="00F3518E" w:rsidP="00F23C10">
      <w:pPr>
        <w:pStyle w:val="libNormal"/>
        <w:rPr>
          <w:lang w:bidi="fa-IR"/>
        </w:rPr>
      </w:pPr>
      <w:r w:rsidRPr="00F3518E">
        <w:rPr>
          <w:rtl/>
          <w:lang w:bidi="fa-IR"/>
        </w:rPr>
        <w:t>ثم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تل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هذه الايه قول يوسف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و اتبعت ملة آبائ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ابراهيم و اسحاق و يعقوب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ثم اخذ ف</w:t>
      </w:r>
      <w:r w:rsidR="004612E5">
        <w:rPr>
          <w:rtl/>
          <w:lang w:bidi="fa-IR"/>
        </w:rPr>
        <w:t>ی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كتاب الله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ثم قال انا ابن البشير، وانا ابن النذير، انا ابن النب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انا ابن الداع</w:t>
      </w:r>
      <w:r w:rsidR="004612E5">
        <w:rPr>
          <w:rtl/>
          <w:lang w:bidi="fa-IR"/>
        </w:rPr>
        <w:t>ی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الله باذنه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انا ابن السراح المنير، و انا ابن الذ</w:t>
      </w:r>
      <w:r w:rsidR="004612E5">
        <w:rPr>
          <w:rtl/>
          <w:lang w:bidi="fa-IR"/>
        </w:rPr>
        <w:t>ی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ارسل رحمة للعالمين و انا من اهل البيت الذين اذهب الله عنهم الرجس و طهرهم تطهيرا و انا من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اهل البيت الذين افترض الله عزوجل مودتهم و ولايتهم</w:t>
      </w:r>
      <w:r>
        <w:rPr>
          <w:rtl/>
          <w:lang w:bidi="fa-IR"/>
        </w:rPr>
        <w:t>،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فقال فينا انزل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محمد: قل لا اسالكم عليه اجرا الا المودة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القرب</w:t>
      </w:r>
      <w:r w:rsidR="004612E5">
        <w:rPr>
          <w:rtl/>
          <w:lang w:bidi="fa-IR"/>
        </w:rPr>
        <w:t>ی</w:t>
      </w:r>
      <w:r w:rsidR="00F23C10">
        <w:rPr>
          <w:rFonts w:hint="cs"/>
          <w:rtl/>
          <w:lang w:bidi="fa-IR"/>
        </w:rPr>
        <w:t>»</w:t>
      </w:r>
    </w:p>
    <w:p w:rsidR="00F3518E" w:rsidRPr="00F3518E" w:rsidRDefault="00F23C10" w:rsidP="00495B31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مردم امروز مرد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را از دست داده ايد كه به تحقيق كس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اولين و آخرين به (مرتبه) او نرسيده و از او پيش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نگرفته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هم او بود كه پيامبر اكرم</w:t>
      </w:r>
      <w:r w:rsidR="004612E5" w:rsidRPr="00F23C10">
        <w:rPr>
          <w:rtl/>
        </w:rPr>
        <w:t xml:space="preserve"> </w:t>
      </w:r>
      <w:r w:rsidR="00495B31" w:rsidRPr="004612E5">
        <w:rPr>
          <w:rStyle w:val="libAlaemChar"/>
          <w:rtl/>
        </w:rPr>
        <w:t>صل</w:t>
      </w:r>
      <w:r w:rsidR="00495B31">
        <w:rPr>
          <w:rStyle w:val="libAlaemChar"/>
          <w:rtl/>
        </w:rPr>
        <w:t>ی</w:t>
      </w:r>
      <w:r w:rsidR="00495B31" w:rsidRPr="004612E5">
        <w:rPr>
          <w:rStyle w:val="libAlaemChar"/>
          <w:rtl/>
        </w:rPr>
        <w:t>‌الله‌عليه‌وآله‌وسلم</w:t>
      </w:r>
      <w:r w:rsidR="00495B31" w:rsidRPr="00F3518E">
        <w:rPr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پرچمش را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بدست او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داد، و در هنگام جنگ جبرئيل از طرف راست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ميكائيل از جانب چپ هم رزم و هميار او بودند، و هرگز از ميدان نبرد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مراجعت نم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كرد مگر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اينكه خدا بدست او پيكار را پيروزمندانه پايان داده بود.</w:t>
      </w:r>
    </w:p>
    <w:p w:rsidR="00F3518E" w:rsidRPr="00F3518E" w:rsidRDefault="00F3518E" w:rsidP="00F23C10">
      <w:pPr>
        <w:pStyle w:val="libNormal"/>
        <w:rPr>
          <w:lang w:bidi="fa-IR"/>
        </w:rPr>
      </w:pPr>
      <w:r w:rsidRPr="00F3518E">
        <w:rPr>
          <w:rtl/>
          <w:lang w:bidi="fa-IR"/>
        </w:rPr>
        <w:t>خدا او را در همان شب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وص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موس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جان سپرد و عيس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بن مريم به آسمان عروج كرد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قبض روح فرمود.</w:t>
      </w:r>
    </w:p>
    <w:p w:rsidR="00F3518E" w:rsidRPr="00F3518E" w:rsidRDefault="00F3518E" w:rsidP="00F23C10">
      <w:pPr>
        <w:pStyle w:val="libNormal"/>
        <w:rPr>
          <w:lang w:bidi="fa-IR"/>
        </w:rPr>
      </w:pPr>
      <w:r w:rsidRPr="00F3518E">
        <w:rPr>
          <w:rtl/>
          <w:lang w:bidi="fa-IR"/>
        </w:rPr>
        <w:t>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مردم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هر كس مرا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شناسد كه شناخته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اگر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شناسد اينكه بداند</w:t>
      </w:r>
      <w:r w:rsidR="00F23C10">
        <w:rPr>
          <w:rFonts w:hint="cs"/>
          <w:rtl/>
          <w:lang w:bidi="fa-IR"/>
        </w:rPr>
        <w:t>:...</w:t>
      </w:r>
    </w:p>
    <w:p w:rsidR="00F3518E" w:rsidRPr="00F3518E" w:rsidRDefault="00F3518E" w:rsidP="00F23C10">
      <w:pPr>
        <w:pStyle w:val="libNormal"/>
        <w:rPr>
          <w:lang w:bidi="fa-IR"/>
        </w:rPr>
      </w:pPr>
      <w:r w:rsidRPr="00F3518E">
        <w:rPr>
          <w:rtl/>
          <w:lang w:bidi="fa-IR"/>
        </w:rPr>
        <w:t>من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حسن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فرزند محمدم</w:t>
      </w:r>
      <w:r w:rsidR="00F23C10">
        <w:rPr>
          <w:rFonts w:hint="cs"/>
          <w:rtl/>
          <w:lang w:bidi="fa-IR"/>
        </w:rPr>
        <w:t>،...</w:t>
      </w:r>
      <w:r w:rsidRPr="00F3518E">
        <w:rPr>
          <w:rtl/>
          <w:lang w:bidi="fa-IR"/>
        </w:rPr>
        <w:t xml:space="preserve"> منم فرزند پيامبر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بشارت دهنده به رحمت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ترسانده از عذاب اله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بود، و مردم را (به اذن خدا) بسو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خدا دعوت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كرد، منم فرزند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چراغ نور افشان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منم فرزند آنكس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رحمت </w:t>
      </w:r>
      <w:r w:rsidRPr="00F3518E">
        <w:rPr>
          <w:rtl/>
          <w:lang w:bidi="fa-IR"/>
        </w:rPr>
        <w:lastRenderedPageBreak/>
        <w:t>(خدا) در دو جهان است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منم از خاندان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خدا پليدها را از آنان دور گردانيده و منزه و پاكشان كرده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منم از آن خانواده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تبارك و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مودت و ولايت آنان را بر همگان واجب فرموده است</w:t>
      </w:r>
      <w:r>
        <w:rPr>
          <w:rtl/>
          <w:lang w:bidi="fa-IR"/>
        </w:rPr>
        <w:t>.</w:t>
      </w:r>
    </w:p>
    <w:p w:rsidR="00F3518E" w:rsidRPr="00F3518E" w:rsidRDefault="00F3518E" w:rsidP="00F23C10">
      <w:pPr>
        <w:pStyle w:val="libNormal"/>
        <w:rPr>
          <w:lang w:bidi="fa-IR"/>
        </w:rPr>
      </w:pPr>
      <w:r w:rsidRPr="00F3518E">
        <w:rPr>
          <w:rtl/>
          <w:lang w:bidi="fa-IR"/>
        </w:rPr>
        <w:t>و درشان ما اهل بيت است كه خدا بر پيامبرش اين آيه را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نازل فرموده است</w:t>
      </w:r>
      <w:r>
        <w:rPr>
          <w:rtl/>
          <w:lang w:bidi="fa-IR"/>
        </w:rPr>
        <w:t>:</w:t>
      </w:r>
    </w:p>
    <w:p w:rsidR="00F23C10" w:rsidRPr="00F3518E" w:rsidRDefault="00F23C10" w:rsidP="00F23C10">
      <w:pPr>
        <w:pStyle w:val="libNormal"/>
        <w:rPr>
          <w:lang w:bidi="fa-IR"/>
        </w:rPr>
      </w:pPr>
      <w:r w:rsidRPr="00F23C10">
        <w:rPr>
          <w:rStyle w:val="libAlaemChar"/>
          <w:rFonts w:hint="cs"/>
          <w:rtl/>
        </w:rPr>
        <w:t>(</w:t>
      </w:r>
      <w:r w:rsidRPr="00F23C10">
        <w:rPr>
          <w:rStyle w:val="libAieChar"/>
          <w:rtl/>
          <w:lang w:bidi="fa-IR"/>
        </w:rPr>
        <w:t>قُل لَّا أَسْأَلُكُمْ عَلَيْهِ أَجْرًا إِلَّا الْمَوَدَّةَ فِي الْقُرْبَىٰ</w:t>
      </w:r>
      <w:r w:rsidRPr="00F23C10">
        <w:rPr>
          <w:rStyle w:val="libAlaemChar"/>
          <w:rFonts w:hint="cs"/>
          <w:rtl/>
        </w:rPr>
        <w:t>)</w:t>
      </w:r>
    </w:p>
    <w:p w:rsidR="00F3518E" w:rsidRPr="00F3518E" w:rsidRDefault="00F3518E" w:rsidP="00F23C10">
      <w:pPr>
        <w:pStyle w:val="libNormal"/>
        <w:rPr>
          <w:lang w:bidi="fa-IR"/>
        </w:rPr>
      </w:pPr>
      <w:r w:rsidRPr="00F3518E">
        <w:rPr>
          <w:rtl/>
          <w:lang w:bidi="fa-IR"/>
        </w:rPr>
        <w:t>اين روايت را (</w:t>
      </w:r>
      <w:r w:rsidR="00EC362F">
        <w:rPr>
          <w:rtl/>
          <w:lang w:bidi="fa-IR"/>
        </w:rPr>
        <w:t>(</w:t>
      </w:r>
      <w:r w:rsidRPr="00F3518E">
        <w:rPr>
          <w:rtl/>
          <w:lang w:bidi="fa-IR"/>
        </w:rPr>
        <w:t>حاكم زرند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) نقل كرده است و چنين ادامه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دهد كه حضرت حسن سلام الله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عليه فرمود:</w:t>
      </w:r>
    </w:p>
    <w:p w:rsidR="00F3518E" w:rsidRPr="00F3518E" w:rsidRDefault="00F23C10" w:rsidP="00F23C10">
      <w:pPr>
        <w:pStyle w:val="libBold2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انا من اهل البيت الذين كان جبرئيل </w:t>
      </w:r>
      <w:r w:rsidR="00525C15" w:rsidRPr="00525C15">
        <w:rPr>
          <w:rStyle w:val="libAlaemChar"/>
          <w:rtl/>
        </w:rPr>
        <w:t>عليه‌السلام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ينزل فينا و يصعد من عندنا و انا من اهل البيت الذين افترض الله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كل مسلم و انزل الله فيهم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قل لا اسالكم عليه اجرا الا المودة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القرب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</w:p>
    <w:p w:rsidR="00F3518E" w:rsidRPr="00F3518E" w:rsidRDefault="00F23C10" w:rsidP="00F23C10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من از خاندان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هستم كه جبرئيل بر ما نازل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شد و سپس از نزد ما بر آسمان صعود م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كرد، من از خانواده 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هستم كه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مودت آنان را بر همه مسلمانان واجب كرده است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(يعن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هر كس ادعا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مسلمان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كند، بايد دارا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مودت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اهل بيت پيامبر باشد و فرد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افراد مسلمين در اين مورد استثناء نشده است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و درشان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آنهاست كه خدا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فرمايد: بگو 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پيامبر، من برا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انجام رسالتم مزد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شما نم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خواهم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بجز مودت خويشان نزديكم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F23C10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ما همان خاندانيم كه آيه مذكور و آيه </w:t>
      </w:r>
      <w:r w:rsidR="00F23C10" w:rsidRPr="00F23C10">
        <w:rPr>
          <w:rStyle w:val="libAlaemChar"/>
          <w:rFonts w:hint="cs"/>
          <w:rtl/>
        </w:rPr>
        <w:t>(</w:t>
      </w:r>
      <w:r w:rsidR="00F23C10" w:rsidRPr="00F23C10">
        <w:rPr>
          <w:rStyle w:val="libAieChar"/>
          <w:rtl/>
          <w:lang w:bidi="fa-IR"/>
        </w:rPr>
        <w:t>وَمَن يَقْتَرِفْ حَسَنَةً نَّزِدْ لَهُ فِيهَا حُسْنًا</w:t>
      </w:r>
      <w:r w:rsidR="00F23C10" w:rsidRPr="00F23C10">
        <w:rPr>
          <w:rStyle w:val="libAlaemChar"/>
          <w:rFonts w:hint="cs"/>
          <w:rtl/>
        </w:rPr>
        <w:t>)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درشان ما نازل شده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كسب حسنه عبارت است از بدست آوردن مودت ما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اهل بيت</w:t>
      </w:r>
      <w:r>
        <w:rPr>
          <w:rtl/>
          <w:lang w:bidi="fa-IR"/>
        </w:rPr>
        <w:t>.</w:t>
      </w:r>
    </w:p>
    <w:p w:rsidR="00F3518E" w:rsidRPr="00F3518E" w:rsidRDefault="00F3518E" w:rsidP="00F23C10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اين روايت را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حافظ بزاز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حافظ طبران</w:t>
      </w:r>
      <w:r w:rsidR="004612E5">
        <w:rPr>
          <w:rtl/>
          <w:lang w:bidi="fa-IR"/>
        </w:rPr>
        <w:t>ی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معجم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ابوالفرج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</w:t>
      </w:r>
      <w:r w:rsidR="00F23C10">
        <w:rPr>
          <w:rFonts w:hint="cs"/>
          <w:rtl/>
          <w:lang w:bidi="fa-IR"/>
        </w:rPr>
        <w:t xml:space="preserve"> «</w:t>
      </w:r>
      <w:r w:rsidRPr="00F3518E">
        <w:rPr>
          <w:rtl/>
          <w:lang w:bidi="fa-IR"/>
        </w:rPr>
        <w:t>مقاتل الطالبين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ابن اب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الحديد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شرح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نهج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هيثم</w:t>
      </w:r>
      <w:r w:rsidR="004612E5">
        <w:rPr>
          <w:rtl/>
          <w:lang w:bidi="fa-IR"/>
        </w:rPr>
        <w:t>ی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</w:t>
      </w:r>
      <w:r w:rsidR="00F23C10">
        <w:rPr>
          <w:rFonts w:hint="cs"/>
          <w:rtl/>
          <w:lang w:bidi="fa-IR"/>
        </w:rPr>
        <w:t xml:space="preserve"> «</w:t>
      </w:r>
      <w:r w:rsidRPr="00F3518E">
        <w:rPr>
          <w:rtl/>
          <w:lang w:bidi="fa-IR"/>
        </w:rPr>
        <w:t>مجمع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ابن الصباغ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فصول</w:t>
      </w:r>
      <w:r w:rsidR="00F23C10">
        <w:rPr>
          <w:rFonts w:hint="cs"/>
          <w:rtl/>
          <w:lang w:bidi="fa-IR"/>
        </w:rPr>
        <w:t xml:space="preserve">» </w:t>
      </w:r>
      <w:r w:rsidRPr="00F3518E">
        <w:rPr>
          <w:rtl/>
          <w:lang w:bidi="fa-IR"/>
        </w:rPr>
        <w:t xml:space="preserve">-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حافظ گنج</w:t>
      </w:r>
      <w:r w:rsidR="004612E5">
        <w:rPr>
          <w:rtl/>
          <w:lang w:bidi="fa-IR"/>
        </w:rPr>
        <w:t>ی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كفاية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</w:t>
      </w:r>
      <w:r w:rsidR="00F23C10">
        <w:rPr>
          <w:rFonts w:hint="cs"/>
          <w:rtl/>
          <w:lang w:bidi="fa-IR"/>
        </w:rPr>
        <w:t xml:space="preserve"> «</w:t>
      </w:r>
      <w:r w:rsidRPr="00F3518E">
        <w:rPr>
          <w:rtl/>
          <w:lang w:bidi="fa-IR"/>
        </w:rPr>
        <w:t>حافظ نسائ</w:t>
      </w:r>
      <w:r w:rsidR="004612E5">
        <w:rPr>
          <w:rtl/>
          <w:lang w:bidi="fa-IR"/>
        </w:rPr>
        <w:t>ی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از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هبيره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ابن حجر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صواعق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صفور</w:t>
      </w:r>
      <w:r w:rsidR="004612E5">
        <w:rPr>
          <w:rtl/>
          <w:lang w:bidi="fa-IR"/>
        </w:rPr>
        <w:t>ی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</w:t>
      </w:r>
      <w:r w:rsidR="00F23C10">
        <w:rPr>
          <w:rFonts w:hint="cs"/>
          <w:rtl/>
          <w:lang w:bidi="fa-IR"/>
        </w:rPr>
        <w:t xml:space="preserve"> «</w:t>
      </w:r>
      <w:r w:rsidRPr="00F3518E">
        <w:rPr>
          <w:rtl/>
          <w:lang w:bidi="fa-IR"/>
        </w:rPr>
        <w:t>نزهت المجالس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و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حضرم</w:t>
      </w:r>
      <w:r w:rsidR="004612E5">
        <w:rPr>
          <w:rtl/>
          <w:lang w:bidi="fa-IR"/>
        </w:rPr>
        <w:t>ی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F23C1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رشفتة الهاد</w:t>
      </w:r>
      <w:r w:rsidR="004612E5">
        <w:rPr>
          <w:rtl/>
          <w:lang w:bidi="fa-IR"/>
        </w:rPr>
        <w:t>ی</w:t>
      </w:r>
      <w:r w:rsidR="00F23C1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آنرا ذكر كرده اند. حضر</w:t>
      </w:r>
      <w:r w:rsidR="00F23C10">
        <w:rPr>
          <w:rFonts w:hint="cs"/>
          <w:rtl/>
          <w:lang w:bidi="fa-IR"/>
        </w:rPr>
        <w:t xml:space="preserve">ت </w:t>
      </w:r>
      <w:r w:rsidRPr="00F3518E">
        <w:rPr>
          <w:rtl/>
          <w:lang w:bidi="fa-IR"/>
        </w:rPr>
        <w:t>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بن الحسين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در سفرش به دمشق به آيه مودت</w:t>
      </w:r>
      <w:r w:rsidR="00F23C1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استدلال كرد و خطاب به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روايان چنين فرمود:</w:t>
      </w:r>
    </w:p>
    <w:p w:rsidR="00F3518E" w:rsidRPr="00F3518E" w:rsidRDefault="00F3518E" w:rsidP="00216CB6">
      <w:pPr>
        <w:pStyle w:val="libNormal"/>
        <w:rPr>
          <w:lang w:bidi="fa-IR"/>
        </w:rPr>
      </w:pPr>
      <w:r w:rsidRPr="00F3518E">
        <w:rPr>
          <w:rtl/>
          <w:lang w:bidi="fa-IR"/>
        </w:rPr>
        <w:t>اقرات القرآن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فقال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نعم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فقرات آل حم</w:t>
      </w:r>
      <w:r>
        <w:rPr>
          <w:rtl/>
          <w:lang w:bidi="fa-IR"/>
        </w:rPr>
        <w:t>؟</w:t>
      </w:r>
      <w:r w:rsidR="00216CB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قرات القرآن و لم اقرا آل حم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ما قرات</w:t>
      </w:r>
      <w:r>
        <w:rPr>
          <w:rtl/>
          <w:lang w:bidi="fa-IR"/>
        </w:rPr>
        <w:t>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قل لا اسالكم عليه اجرا الا المودة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القرب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و انكم لانتم هم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>! 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نعم</w:t>
      </w:r>
      <w:r>
        <w:rPr>
          <w:rtl/>
          <w:lang w:bidi="fa-IR"/>
        </w:rPr>
        <w:t>.</w:t>
      </w:r>
    </w:p>
    <w:p w:rsidR="00F3518E" w:rsidRPr="00F3518E" w:rsidRDefault="00216CB6" w:rsidP="00F3518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آيا قرآن خوانده ا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؟</w:t>
      </w:r>
      <w:r w:rsidR="00F3518E" w:rsidRPr="00F3518E">
        <w:rPr>
          <w:rtl/>
          <w:lang w:bidi="fa-IR"/>
        </w:rPr>
        <w:t xml:space="preserve"> عرض كرد: بل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.</w:t>
      </w:r>
      <w:r w:rsidR="00F3518E" w:rsidRPr="00F3518E">
        <w:rPr>
          <w:rtl/>
          <w:lang w:bidi="fa-IR"/>
        </w:rPr>
        <w:t xml:space="preserve"> حضرت فرمود:</w:t>
      </w:r>
    </w:p>
    <w:p w:rsidR="00602674" w:rsidRDefault="00F3518E" w:rsidP="00602674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lastRenderedPageBreak/>
        <w:t>آل حم را خوانده ا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عرض كرد: چگونه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 قرآن را قرائت كرده باشم و</w:t>
      </w:r>
      <w:r w:rsidR="00602674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آل حم را نخوانده باشم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حضرت فرمود: آيا آيه (</w:t>
      </w:r>
      <w:r w:rsidR="00EC362F">
        <w:rPr>
          <w:rtl/>
          <w:lang w:bidi="fa-IR"/>
        </w:rPr>
        <w:t>(</w:t>
      </w:r>
      <w:r w:rsidRPr="00F3518E">
        <w:rPr>
          <w:rtl/>
          <w:lang w:bidi="fa-IR"/>
        </w:rPr>
        <w:t>بگو (ا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پيامبر) من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رسالتم</w:t>
      </w:r>
      <w:r w:rsidR="00602674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پاداش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شما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خواهم مگر مودت نسبت به خويشان نزديكم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) را نخوانده ا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؟</w:t>
      </w:r>
    </w:p>
    <w:p w:rsidR="00F3518E" w:rsidRPr="00F3518E" w:rsidRDefault="00F3518E" w:rsidP="00602674">
      <w:pPr>
        <w:pStyle w:val="libNormal"/>
        <w:rPr>
          <w:lang w:bidi="fa-IR"/>
        </w:rPr>
      </w:pPr>
      <w:r w:rsidRPr="00F3518E">
        <w:rPr>
          <w:rtl/>
          <w:lang w:bidi="fa-IR"/>
        </w:rPr>
        <w:t>عرض</w:t>
      </w:r>
      <w:r w:rsidR="00602674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كرد راست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شما همان خانواده هستيد؟ حضرت در جواب فرمود: بل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</w:p>
    <w:p w:rsidR="00F3518E" w:rsidRPr="00F3518E" w:rsidRDefault="00F3518E" w:rsidP="00602674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اين روايت را </w:t>
      </w:r>
      <w:r w:rsidR="0060267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ثعلب</w:t>
      </w:r>
      <w:r w:rsidR="004612E5">
        <w:rPr>
          <w:rtl/>
          <w:lang w:bidi="fa-IR"/>
        </w:rPr>
        <w:t>ی</w:t>
      </w:r>
      <w:r w:rsidR="0060267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تفسيرش - </w:t>
      </w:r>
      <w:r w:rsidR="0060267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ابوحيان</w:t>
      </w:r>
      <w:r w:rsidR="0060267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تفسيرش - </w:t>
      </w:r>
      <w:r w:rsidR="0060267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سيوط</w:t>
      </w:r>
      <w:r w:rsidR="004612E5">
        <w:rPr>
          <w:rtl/>
          <w:lang w:bidi="fa-IR"/>
        </w:rPr>
        <w:t>ی</w:t>
      </w:r>
      <w:r w:rsidR="0060267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</w:t>
      </w:r>
      <w:r w:rsidR="00602674">
        <w:rPr>
          <w:rFonts w:hint="cs"/>
          <w:rtl/>
          <w:lang w:bidi="fa-IR"/>
        </w:rPr>
        <w:t xml:space="preserve"> «</w:t>
      </w:r>
      <w:r w:rsidRPr="00F3518E">
        <w:rPr>
          <w:rtl/>
          <w:lang w:bidi="fa-IR"/>
        </w:rPr>
        <w:t>درالمنثور</w:t>
      </w:r>
      <w:r w:rsidR="0060267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60267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ابن حجر</w:t>
      </w:r>
      <w:r w:rsidR="0060267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60267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صواعق</w:t>
      </w:r>
      <w:r w:rsidR="0060267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و </w:t>
      </w:r>
      <w:r w:rsidR="0060267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رزقان</w:t>
      </w:r>
      <w:r w:rsidR="004612E5">
        <w:rPr>
          <w:rtl/>
          <w:lang w:bidi="fa-IR"/>
        </w:rPr>
        <w:t>ی</w:t>
      </w:r>
      <w:r w:rsidR="0060267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60267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شرح مواهب</w:t>
      </w:r>
      <w:r w:rsidR="00602674">
        <w:rPr>
          <w:rFonts w:hint="cs"/>
          <w:rtl/>
          <w:lang w:bidi="fa-IR"/>
        </w:rPr>
        <w:t xml:space="preserve">» </w:t>
      </w:r>
      <w:r w:rsidRPr="00F3518E">
        <w:rPr>
          <w:rtl/>
          <w:lang w:bidi="fa-IR"/>
        </w:rPr>
        <w:t>ذكر كرده اند.</w:t>
      </w:r>
    </w:p>
    <w:p w:rsidR="00F3518E" w:rsidRPr="00F3518E" w:rsidRDefault="00602674" w:rsidP="0060267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طبر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تفسيرش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نويسد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سيعد بن جبير</w:t>
      </w:r>
      <w:r>
        <w:rPr>
          <w:rFonts w:hint="cs"/>
          <w:rtl/>
          <w:lang w:bidi="fa-IR"/>
        </w:rPr>
        <w:t>»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عمروبن شعيب</w:t>
      </w:r>
      <w:r>
        <w:rPr>
          <w:rFonts w:hint="cs"/>
          <w:rtl/>
          <w:lang w:bidi="fa-IR"/>
        </w:rPr>
        <w:t>»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موضوع اينكه خويشان نزديك پيامبر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چه كسان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هستند، از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زمخشر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چنين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نقل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كنند:</w:t>
      </w:r>
    </w:p>
    <w:p w:rsidR="00F3518E" w:rsidRPr="00F3518E" w:rsidRDefault="00602674" w:rsidP="0060267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آل محمد، هم الذين يعود امرههم اليه فكل من كان امرهم اليه اشد و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اكمل كانوا هم الآل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ولا شك آن فاطمد و عليا والحسن والحسين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كان التعلق بهم و بين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رسول الله اشد التعلقات و هذا كالمعلول بالنقل المتواتر وجب آن يكونوا هم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الآل</w:t>
      </w:r>
      <w:r>
        <w:rPr>
          <w:rFonts w:hint="cs"/>
          <w:rtl/>
          <w:lang w:bidi="fa-IR"/>
        </w:rPr>
        <w:t>»</w:t>
      </w:r>
    </w:p>
    <w:p w:rsidR="00602674" w:rsidRDefault="00F3518E" w:rsidP="00602674">
      <w:pPr>
        <w:pStyle w:val="libNormal"/>
        <w:rPr>
          <w:rtl/>
          <w:lang w:bidi="fa-IR"/>
        </w:rPr>
      </w:pPr>
      <w:r w:rsidRPr="00F3518E">
        <w:rPr>
          <w:rtl/>
          <w:lang w:bidi="fa-IR"/>
        </w:rPr>
        <w:t>خلاصه كلام اينكه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مسلما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،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حسنين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،</w:t>
      </w:r>
      <w:r w:rsidR="00602674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آل پيغمبرند و قطعا حب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ضميمه اجر نبوت و نشان دهند ولايت اوست</w:t>
      </w:r>
      <w:r>
        <w:rPr>
          <w:rtl/>
          <w:lang w:bidi="fa-IR"/>
        </w:rPr>
        <w:t>.</w:t>
      </w:r>
    </w:p>
    <w:p w:rsidR="00F3518E" w:rsidRPr="00F3518E" w:rsidRDefault="00602674" w:rsidP="0060267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495B31">
      <w:pPr>
        <w:pStyle w:val="Heading2"/>
        <w:rPr>
          <w:rFonts w:hint="cs"/>
          <w:rtl/>
          <w:lang w:bidi="fa-IR"/>
        </w:rPr>
      </w:pPr>
      <w:bookmarkStart w:id="12" w:name="_Toc477607236"/>
      <w:r w:rsidRPr="00F3518E">
        <w:rPr>
          <w:rtl/>
          <w:lang w:bidi="fa-IR"/>
        </w:rPr>
        <w:t>آيه ششم</w:t>
      </w:r>
      <w:r w:rsidR="00602674">
        <w:rPr>
          <w:rFonts w:hint="cs"/>
          <w:rtl/>
          <w:lang w:bidi="fa-IR"/>
        </w:rPr>
        <w:t>:</w:t>
      </w:r>
      <w:bookmarkEnd w:id="12"/>
    </w:p>
    <w:p w:rsidR="00F3518E" w:rsidRPr="00F3518E" w:rsidRDefault="00B43789" w:rsidP="00495B31">
      <w:pPr>
        <w:pStyle w:val="libNormal"/>
        <w:rPr>
          <w:lang w:bidi="fa-IR"/>
        </w:rPr>
      </w:pPr>
      <w:r w:rsidRPr="00B43789">
        <w:rPr>
          <w:rStyle w:val="libAlaemChar"/>
          <w:rFonts w:hint="cs"/>
          <w:rtl/>
        </w:rPr>
        <w:t>(</w:t>
      </w:r>
      <w:r w:rsidR="00F3518E" w:rsidRPr="00B43789">
        <w:rPr>
          <w:rStyle w:val="libAieChar"/>
          <w:rtl/>
        </w:rPr>
        <w:t>و يطعمون الطعام عل</w:t>
      </w:r>
      <w:r w:rsidR="004612E5" w:rsidRPr="00B43789">
        <w:rPr>
          <w:rStyle w:val="libAieChar"/>
          <w:rtl/>
        </w:rPr>
        <w:t>ی</w:t>
      </w:r>
      <w:r w:rsidR="00F3518E" w:rsidRPr="00B43789">
        <w:rPr>
          <w:rStyle w:val="libAieChar"/>
          <w:rtl/>
        </w:rPr>
        <w:t xml:space="preserve"> حبه مسكينا و يتيما و اسيرا</w:t>
      </w:r>
      <w:r w:rsidR="00495B31" w:rsidRPr="00495B31">
        <w:rPr>
          <w:rStyle w:val="libAieChar"/>
          <w:rFonts w:hint="cs"/>
          <w:rtl/>
        </w:rPr>
        <w:t xml:space="preserve"> (8) </w:t>
      </w:r>
      <w:r w:rsidR="00495B31" w:rsidRPr="00495B31">
        <w:rPr>
          <w:rStyle w:val="libAieChar"/>
          <w:rtl/>
          <w:lang w:bidi="fa-IR"/>
        </w:rPr>
        <w:t>إِنَّمَا نُطْعِمُكُمْ لِوَجْهِ اللَّهِ لَا نُرِيدُ مِنكُمْ جَزَاءً وَلَا شُكُورًا</w:t>
      </w:r>
      <w:r w:rsidR="00495B31">
        <w:rPr>
          <w:rStyle w:val="libAlaemChar"/>
          <w:rFonts w:hint="cs"/>
          <w:rtl/>
        </w:rPr>
        <w:t>)</w:t>
      </w:r>
    </w:p>
    <w:p w:rsidR="00F3518E" w:rsidRPr="00F3518E" w:rsidRDefault="00B43789" w:rsidP="00B43789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EC362F">
        <w:rPr>
          <w:rtl/>
          <w:lang w:bidi="fa-IR"/>
        </w:rPr>
        <w:t>(</w:t>
      </w:r>
      <w:r w:rsidR="00F3518E" w:rsidRPr="00F3518E">
        <w:rPr>
          <w:rtl/>
          <w:lang w:bidi="fa-IR"/>
        </w:rPr>
        <w:t>آنانكه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>، در راه دوست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خدا طعام (خود) را به فقير و يتيم و اسير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دهند، (و م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گويند) ما فقط برا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رضا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خدا بشما طعام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دهيم و از شما هيچ پاداش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سپاس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نم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طلبيم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از اين آيه هم در منقبت حضرت صديقه زهراء سلام الله عليها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استفاده كرد:</w:t>
      </w:r>
    </w:p>
    <w:p w:rsidR="00F3518E" w:rsidRPr="00F3518E" w:rsidRDefault="00F3518E" w:rsidP="00B43789">
      <w:pPr>
        <w:pStyle w:val="libNormal"/>
        <w:rPr>
          <w:lang w:bidi="fa-IR"/>
        </w:rPr>
      </w:pPr>
      <w:r w:rsidRPr="00F3518E">
        <w:rPr>
          <w:rtl/>
          <w:lang w:bidi="fa-IR"/>
        </w:rPr>
        <w:t>اين موضوع هم از مسلمات فريقين (شيعه و سن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است كه يقينا حضرت صديقه سلام الله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عليها از جمله اشخاص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سوره </w:t>
      </w:r>
      <w:r w:rsidR="00B43789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هل ات</w:t>
      </w:r>
      <w:r w:rsidR="004612E5">
        <w:rPr>
          <w:rtl/>
          <w:lang w:bidi="fa-IR"/>
        </w:rPr>
        <w:t>ی</w:t>
      </w:r>
      <w:r w:rsidR="00B43789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درشان آنها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نازل شده است و هيچكس در اين مطلب كه اين سوره در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فضائيل اهل بيت است (و حضرت صديقه سلام الله عليها نيز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آنان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باشد)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هيچگونه اشكال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عنوان نكرده است</w:t>
      </w:r>
      <w:r>
        <w:rPr>
          <w:rtl/>
          <w:lang w:bidi="fa-IR"/>
        </w:rPr>
        <w:t>.</w:t>
      </w:r>
    </w:p>
    <w:p w:rsidR="00F3518E" w:rsidRPr="00F3518E" w:rsidRDefault="00F3518E" w:rsidP="00B43789">
      <w:pPr>
        <w:pStyle w:val="libNormal"/>
        <w:rPr>
          <w:lang w:bidi="fa-IR"/>
        </w:rPr>
      </w:pPr>
      <w:r w:rsidRPr="00F3518E">
        <w:rPr>
          <w:rtl/>
          <w:lang w:bidi="fa-IR"/>
        </w:rPr>
        <w:t>ما ابتدا حديث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كه </w:t>
      </w:r>
      <w:r w:rsidR="00B43789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ابن عباس</w:t>
      </w:r>
      <w:r w:rsidR="00B43789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راور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 است</w:t>
      </w:r>
      <w:r>
        <w:rPr>
          <w:rtl/>
          <w:lang w:bidi="fa-IR"/>
        </w:rPr>
        <w:t>،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نقل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كنيم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بعد به بررس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سند روايت و ذكر نام راويان حديث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پردازيم</w:t>
      </w:r>
      <w:r>
        <w:rPr>
          <w:rtl/>
          <w:lang w:bidi="fa-IR"/>
        </w:rPr>
        <w:t>.</w:t>
      </w:r>
    </w:p>
    <w:p w:rsidR="00B43789" w:rsidRDefault="00B43789" w:rsidP="00B43789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قال ابن عباس رض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الله عنه آن الحسن والحسين مرضا فعادهما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 xml:space="preserve">رسول الله </w:t>
      </w:r>
      <w:r w:rsidR="00076036" w:rsidRPr="00076036">
        <w:rPr>
          <w:rStyle w:val="libAlaemChar"/>
          <w:rtl/>
        </w:rPr>
        <w:t>صلى‌الله‌عليه‌وآله‌وسلم</w:t>
      </w:r>
      <w:r w:rsidR="00F3518E" w:rsidRPr="00F3518E">
        <w:rPr>
          <w:rtl/>
          <w:lang w:bidi="fa-IR"/>
        </w:rPr>
        <w:t xml:space="preserve"> وسلم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ناس معه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فقالوا: يا ابالحسن لو نذرت عل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ولدك</w:t>
      </w:r>
      <w:r w:rsidR="00F3518E">
        <w:rPr>
          <w:rtl/>
          <w:lang w:bidi="fa-IR"/>
        </w:rPr>
        <w:t>.</w:t>
      </w:r>
    </w:p>
    <w:p w:rsidR="00B43789" w:rsidRDefault="00F3518E" w:rsidP="00B43789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فنذر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فاطمة و فضة جارية لهما، آن برئا مما بهما، آن يصوموا ثلاثه ايام، فشفيا و ما معهم شب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فاستفرض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 شمعون الخيبر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اليهود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ثلاث اصواع من شعير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فطحنت فاطمة صاعا و اختبزت خمسة اقراص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عددهم فوضعوها بين ايديهم ليفطروا،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فوقف عليهم سائل فقال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السلام عليكم اهل بيت محمد، مسكين من مساكين المسلمين</w:t>
      </w:r>
      <w:r>
        <w:rPr>
          <w:rtl/>
          <w:lang w:bidi="fa-IR"/>
        </w:rPr>
        <w:t>.</w:t>
      </w:r>
    </w:p>
    <w:p w:rsidR="00B43789" w:rsidRDefault="00F3518E" w:rsidP="00B43789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اطعمون</w:t>
      </w:r>
      <w:r w:rsidR="004612E5">
        <w:rPr>
          <w:rtl/>
          <w:lang w:bidi="fa-IR"/>
        </w:rPr>
        <w:t>ی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اطعمكم الله من موائد الجنة فاثروه و با توالم يذوقوا الا الماء و اصبحوا صياما، فلما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امسوا و وضعوا الطعام بين ايديهم وقف عليهم يتيم فاثروه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وقف عليهم اسير ف</w:t>
      </w:r>
      <w:r w:rsidR="004612E5">
        <w:rPr>
          <w:rtl/>
          <w:lang w:bidi="fa-IR"/>
        </w:rPr>
        <w:t>ی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الثالثة ففعلوا مثل ذلك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فلما اصبحوا اخذ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رض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الله عند بيدالحسن والحسين و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اقبلوا 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رسول الله </w:t>
      </w:r>
      <w:r w:rsidR="00076036" w:rsidRPr="00076036">
        <w:rPr>
          <w:rStyle w:val="libAlaemChar"/>
          <w:rtl/>
        </w:rPr>
        <w:t>صلى‌الله‌عليه‌وآله‌وسلم</w:t>
      </w:r>
      <w:r w:rsidRPr="00F3518E">
        <w:rPr>
          <w:rtl/>
          <w:lang w:bidi="fa-IR"/>
        </w:rPr>
        <w:t xml:space="preserve"> وسلم فلما ابصرهم و هم يرتعشون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كالفراخ من شدة الجوع</w:t>
      </w:r>
      <w:r>
        <w:rPr>
          <w:rtl/>
          <w:lang w:bidi="fa-IR"/>
        </w:rPr>
        <w:t>.</w:t>
      </w:r>
    </w:p>
    <w:p w:rsidR="00F3518E" w:rsidRPr="00F3518E" w:rsidRDefault="00F3518E" w:rsidP="00495B31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ما اشد ما يسوءن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ما 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يكم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>! و قام فانطلق معهم</w:t>
      </w:r>
      <w:r>
        <w:rPr>
          <w:rtl/>
          <w:lang w:bidi="fa-IR"/>
        </w:rPr>
        <w:t>،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فرا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فاطمة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محرابها قد التصق ظهرها ببطنها، و غارت عيناها، فساه ذلك</w:t>
      </w:r>
      <w:r>
        <w:rPr>
          <w:rtl/>
          <w:lang w:bidi="fa-IR"/>
        </w:rPr>
        <w:t>،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فنزل جبرئيل و 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خذها يا محمد؟ هناك الله ف</w:t>
      </w:r>
      <w:r w:rsidR="004612E5">
        <w:rPr>
          <w:rtl/>
          <w:lang w:bidi="fa-IR"/>
        </w:rPr>
        <w:t>ی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اهل بيتك فاقراه السورة</w:t>
      </w:r>
      <w:r>
        <w:rPr>
          <w:rtl/>
          <w:lang w:bidi="fa-IR"/>
        </w:rPr>
        <w:t>.</w:t>
      </w:r>
      <w:r w:rsidR="00B43789">
        <w:rPr>
          <w:rFonts w:hint="cs"/>
          <w:rtl/>
          <w:lang w:bidi="fa-IR"/>
        </w:rPr>
        <w:t>»</w:t>
      </w:r>
    </w:p>
    <w:p w:rsidR="00F3518E" w:rsidRPr="00F3518E" w:rsidRDefault="00B43789" w:rsidP="00B43789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ابن عباس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فرمايد: حسنين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بيمار شدند، پيامبر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با جمع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مردم به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عيادت آنان آمدند برخ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پيشنهاد كردند يا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ابالحسن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چه خوب است برا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شفا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فرزندانت نذر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بنمائ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آنگاه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و فاطمه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و فضه (كه جاريه آنها بود)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 xml:space="preserve">نذر كردند كه اگر حسنين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شفا يافتند سه روز روزه بگيرند هنگاميكه حسنين </w:t>
      </w:r>
      <w:r w:rsidR="004612E5" w:rsidRPr="004612E5">
        <w:rPr>
          <w:rStyle w:val="libAlaemChar"/>
          <w:rtl/>
        </w:rPr>
        <w:t>عليه‌السلام</w:t>
      </w:r>
      <w:r w:rsidRPr="00B43789">
        <w:rPr>
          <w:rFonts w:hint="cs"/>
          <w:rtl/>
        </w:rPr>
        <w:t xml:space="preserve"> </w:t>
      </w:r>
      <w:r w:rsidR="00F3518E" w:rsidRPr="00F3518E">
        <w:rPr>
          <w:rtl/>
          <w:lang w:bidi="fa-IR"/>
        </w:rPr>
        <w:t>سلامت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خود را باز يافتند در خانه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چيز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افطار موجود نبود، لذا اميرالمؤمنين سلام الله عليه از شمعون يهود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خيبر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سه صاع جو وام گرفت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فاطمه سلام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الله عليها از يك صاع آن پنج قرص نان پخت و در سفره افطار نهاد، هنگام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آماده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افطار شدند، ندا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سائل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برخاست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سلام بر شما 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خاندان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>، مسكين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مساكين مسلمين بر در خانه شما آمده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اطعام كنيد، خدا از مائده ها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بهشت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شما را روز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فرمايد، خاندان وح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نان افطار خود را ايثار كردند، و فضه نيز تبعيت از آنان نمود و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همگ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شب را بدون غذا صبح كردند و جز آب چيز ديگر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به كامشان نرسيد....</w:t>
      </w:r>
    </w:p>
    <w:p w:rsidR="00F3518E" w:rsidRPr="00F3518E" w:rsidRDefault="00F3518E" w:rsidP="00B43789">
      <w:pPr>
        <w:pStyle w:val="libNormal"/>
        <w:rPr>
          <w:lang w:bidi="fa-IR"/>
        </w:rPr>
      </w:pPr>
      <w:r w:rsidRPr="00F3518E">
        <w:rPr>
          <w:rtl/>
          <w:lang w:bidi="fa-IR"/>
        </w:rPr>
        <w:t>فردا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 شب را نيز روزه گرفتند، و چون شب فرا رسيد، و نان افطارشان در سفره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نهاده شد، يتيم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بر در خانه آمد و باز، به همان ترتيب همگ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غذا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خود را به آن يتيم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ايثار كردند. روز سوم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اسير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راه رسيد و مطالبه طعام كرد، بار سوم نيز آنچه در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سفره بود (قبل از افطار) از طرف خاندان پيامبر به آن اثر ايثار شد.</w:t>
      </w:r>
    </w:p>
    <w:p w:rsidR="00F3518E" w:rsidRPr="00F3518E" w:rsidRDefault="00F3518E" w:rsidP="00495B31">
      <w:pPr>
        <w:pStyle w:val="libNormal"/>
        <w:rPr>
          <w:lang w:bidi="fa-IR"/>
        </w:rPr>
      </w:pPr>
      <w:r w:rsidRPr="00F3518E">
        <w:rPr>
          <w:rtl/>
          <w:lang w:bidi="fa-IR"/>
        </w:rPr>
        <w:t>صبح روز چهارم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سلام الله عليه دست حسنين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گرفت و به سو</w:t>
      </w:r>
      <w:r w:rsidR="004612E5">
        <w:rPr>
          <w:rtl/>
          <w:lang w:bidi="fa-IR"/>
        </w:rPr>
        <w:t>ی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روان گرديدند،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هنگاميكه چشمش به حسنين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افتاد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كه همانند مرغكان از شدت گرسنگ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لرزيدند، فرمود:</w:t>
      </w:r>
    </w:p>
    <w:p w:rsidR="00F3518E" w:rsidRPr="00F3518E" w:rsidRDefault="00F3518E" w:rsidP="00B43789">
      <w:pPr>
        <w:pStyle w:val="libNormal"/>
        <w:rPr>
          <w:lang w:bidi="fa-IR"/>
        </w:rPr>
      </w:pPr>
      <w:r w:rsidRPr="00F3518E">
        <w:rPr>
          <w:rtl/>
          <w:lang w:bidi="fa-IR"/>
        </w:rPr>
        <w:t>چه سخت است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 كه شما را به اين حال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بينم</w:t>
      </w:r>
      <w:r>
        <w:rPr>
          <w:rtl/>
          <w:lang w:bidi="fa-IR"/>
        </w:rPr>
        <w:t>،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فورا از جا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برخاست و همراه آنان به خانه حضرت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آمد، و او را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محراب عبادتش مشاهده فرمود، اما چه مشاهده ا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از شدت گرسنگ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بطن مباركش به پشت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چسبيده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چشمهايش در گود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نشسته بود.... از اين منظره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بسيار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افسرده خاطر گرديد، در آن هنگام جبرئيل فرود آمد و چنين گفت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بگير يا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>، مبارك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باد بر تو اين خاندان تو و سپس سوره </w:t>
      </w:r>
      <w:r w:rsidR="00B43789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هل ات</w:t>
      </w:r>
      <w:r w:rsidR="004612E5">
        <w:rPr>
          <w:rtl/>
          <w:lang w:bidi="fa-IR"/>
        </w:rPr>
        <w:t>ی</w:t>
      </w:r>
      <w:r w:rsidR="00B43789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را قرائت نمود</w:t>
      </w:r>
      <w:r w:rsidR="00B43789">
        <w:rPr>
          <w:rFonts w:hint="cs"/>
          <w:rtl/>
          <w:lang w:bidi="fa-IR"/>
        </w:rPr>
        <w:t>.</w:t>
      </w:r>
    </w:p>
    <w:p w:rsidR="00F3518E" w:rsidRPr="00F3518E" w:rsidRDefault="00F3518E" w:rsidP="00B43789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روايت كه نقل شد مورد تاءييد و تصديق پيشوايان علم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حضرات (سن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شيعه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و عموم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مسلمين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باشد، و اينك نام دانشمندان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اهل سنت كه اين روايت را</w:t>
      </w:r>
      <w:r w:rsidR="00B43789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نقل كرده اند:</w:t>
      </w:r>
    </w:p>
    <w:p w:rsidR="00B310F2" w:rsidRDefault="00B43789" w:rsidP="00B4378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ابو جعفر اسكاف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٢٤٠ ه‍ ق - حكيم ترمذ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٢٨٥ ه‍ ق - محمد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بن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جليل طبر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٣١٠ ه‍ ق - ابن عبدربه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٣٢٨ ه‍ ق - حاكم ابوعبدالله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نيشابور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٤٠٥ ه‍ ق - حافظ ابن مردويه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٤١٦ ه‍ ق - ابواسحاق ثعلب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مفسر كبير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٤٢٧ ه‍ ق - ابوالحسن واحد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مفسر كبير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٤٦٨ ه‍ ق - حافظ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ابوعبدالله اندلس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حميد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٤٨٨ ه‍ ق - ابوالقاسم زمخشر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در كشاف متوفا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٥٣٨ ه‍ ق - اخطب خوارزم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٥٦٨ ه‍ ق - حافظ ابوموس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٥٨١ ه‍ ق -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ابوعبدالله راز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٦٠٦ ه‍ ق - شرخان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٦٤٣ ه‍ ق - محمدبن طلحه شافع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٦٥٢ ه‍ ق - ابوالمظفرسبط ابن جوز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٦٥٤ ه‍ ق - عزالدين عبدالحميد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٦٥٥ ه‍ ق - حافظ ابوعبدالله گنج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شافع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٦٥٨ ه‍ ق - قاض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ناصرالدين بيضاو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٦٨٥ ه‍ ق - حافظ محب الدين طبر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٦٩٤ ه‍ ق - حافظ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ابو محمد ابوحمزه عضد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اندلس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٦٩٩ ه‍ ق - حافظ الدين نسف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٧٠١ ه‍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ق - شيخ السلام حموئ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٧٢٢ ه‍ ق - نظام الدين قم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نيشابور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مفسر معروف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قرن هشتم هجر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- علاءالدين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بن محمد خازن بغداد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٧٤١ ه‍ ق -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قاض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عضدالدين ايج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٧٥٦ ه‍ ق - حافظ ابن حجر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٨٥٢ ه‍ ق - حافظ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جلال الدين سيوط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٩١١ ه‍ ق - ابوسعود عماد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حنف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٩٨٢ ه‍ ق - شيخ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اسماعيل بروس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١١٣٧ ه‍ ق - شوكائ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١١٧٣ ه‍ ق - محمد سليمان محفوظ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از علما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قرن دوازدهم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علاوه بر آنها جماعت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ديگر از علماء عامه اين حديث شريف را در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ذيل آيه مذكور آورده اند.</w:t>
      </w:r>
    </w:p>
    <w:p w:rsidR="00F3518E" w:rsidRPr="00F3518E" w:rsidRDefault="00B310F2" w:rsidP="00B43789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Pr="00F3518E" w:rsidRDefault="00E447A3" w:rsidP="00E447A3">
      <w:pPr>
        <w:pStyle w:val="libNormal"/>
        <w:rPr>
          <w:lang w:bidi="fa-IR"/>
        </w:rPr>
      </w:pPr>
      <w:r w:rsidRPr="00E447A3">
        <w:rPr>
          <w:rStyle w:val="libAlaemChar"/>
          <w:rFonts w:hint="cs"/>
          <w:rtl/>
        </w:rPr>
        <w:t>(</w:t>
      </w:r>
      <w:r w:rsidR="00F3518E" w:rsidRPr="00E447A3">
        <w:rPr>
          <w:rStyle w:val="libAieChar"/>
          <w:rtl/>
        </w:rPr>
        <w:t>انا عرضنا الامانه عل</w:t>
      </w:r>
      <w:r w:rsidR="004612E5" w:rsidRPr="00E447A3">
        <w:rPr>
          <w:rStyle w:val="libAieChar"/>
          <w:rtl/>
        </w:rPr>
        <w:t>ی</w:t>
      </w:r>
      <w:r w:rsidR="00F3518E" w:rsidRPr="00E447A3">
        <w:rPr>
          <w:rStyle w:val="libAieChar"/>
          <w:rtl/>
        </w:rPr>
        <w:t xml:space="preserve"> السوات و الارض و</w:t>
      </w:r>
      <w:r w:rsidR="00B43789" w:rsidRPr="00E447A3">
        <w:rPr>
          <w:rStyle w:val="libAieChar"/>
          <w:rFonts w:hint="cs"/>
          <w:rtl/>
        </w:rPr>
        <w:t xml:space="preserve"> </w:t>
      </w:r>
      <w:r w:rsidR="00F3518E" w:rsidRPr="00E447A3">
        <w:rPr>
          <w:rStyle w:val="libAieChar"/>
          <w:rtl/>
        </w:rPr>
        <w:t>الجبال فابين ان يحملنها و اشففن منها و حملها الانسان انه كان ظلوما جهولا</w:t>
      </w:r>
      <w:r w:rsidRPr="00E447A3">
        <w:rPr>
          <w:rStyle w:val="libAlaemChar"/>
          <w:rFonts w:hint="cs"/>
          <w:rtl/>
        </w:rPr>
        <w:t>)</w:t>
      </w:r>
      <w:r w:rsidR="00F3518E" w:rsidRPr="00F3518E">
        <w:rPr>
          <w:rtl/>
          <w:lang w:bidi="fa-IR"/>
        </w:rPr>
        <w:t xml:space="preserve"> </w:t>
      </w:r>
      <w:r w:rsidRPr="00E447A3">
        <w:rPr>
          <w:rStyle w:val="libFootnotenumChar"/>
          <w:rFonts w:hint="cs"/>
          <w:rtl/>
        </w:rPr>
        <w:t>(1)</w:t>
      </w:r>
    </w:p>
    <w:p w:rsidR="00F3518E" w:rsidRPr="00F3518E" w:rsidRDefault="00F3518E" w:rsidP="008A3D4B">
      <w:pPr>
        <w:pStyle w:val="libNormal"/>
        <w:rPr>
          <w:lang w:bidi="fa-IR"/>
        </w:rPr>
      </w:pPr>
      <w:r w:rsidRPr="00F3518E">
        <w:rPr>
          <w:rtl/>
          <w:lang w:bidi="fa-IR"/>
        </w:rPr>
        <w:t>آيه مذكور نيز از آيات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در اثبات ولايت حضرت صديقه سلام عليها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توان از</w:t>
      </w:r>
      <w:r w:rsidR="00E447A3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آن استفاده كرد امانت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 آسمانها و زمين و كوهها عرضه كرده است و آنها</w:t>
      </w:r>
      <w:r w:rsidR="00E447A3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زير بار نرفته اند، و اين همان امانت ولايت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اميرالمؤ منين و فاطمه و</w:t>
      </w:r>
      <w:r w:rsidR="00E447A3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حسنين </w:t>
      </w:r>
      <w:r w:rsidR="00431E70" w:rsidRPr="00431E70">
        <w:rPr>
          <w:rStyle w:val="libAlaemChar"/>
          <w:rtl/>
        </w:rPr>
        <w:t>عليهم‌السلام</w:t>
      </w:r>
      <w:r w:rsidRPr="00F3518E">
        <w:rPr>
          <w:rtl/>
          <w:lang w:bidi="fa-IR"/>
        </w:rPr>
        <w:t xml:space="preserve"> و ائمه بعد از آنان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</w:t>
      </w:r>
    </w:p>
    <w:p w:rsidR="00E447A3" w:rsidRDefault="00E447A3" w:rsidP="00E447A3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مفضل بن عمر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گويد حضرت صادق سلام الله عليه فرمود:</w:t>
      </w:r>
      <w:r>
        <w:rPr>
          <w:rFonts w:hint="cs"/>
          <w:rtl/>
          <w:lang w:bidi="fa-IR"/>
        </w:rPr>
        <w:t xml:space="preserve"> «</w:t>
      </w:r>
      <w:r w:rsidR="00F3518E" w:rsidRPr="00F3518E">
        <w:rPr>
          <w:rtl/>
          <w:lang w:bidi="fa-IR"/>
        </w:rPr>
        <w:t>آن الله تبارك و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خلق الارواح قبل الاجساد بالف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عام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فجعل اعلاها و اشرفها ارواح محمد و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فاطمة والحسن والحسين و الائمه بعد هم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صلوات الله عليهم فعرضها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السماوات و الارض و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الجبال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فغشيها نورهم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فقال الله تبارك و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للسماوات و الارض و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الجبال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هولا احبائ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اوليائ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حجج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خلق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ائمة بريت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ما خلقت خلقا احب ال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منهم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لمن تولاهم خلقت جنت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لمن خالفهم و عاداهم خلقت نار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.</w:t>
      </w:r>
    </w:p>
    <w:p w:rsidR="00F3518E" w:rsidRPr="00F3518E" w:rsidRDefault="00F3518E" w:rsidP="00E447A3">
      <w:pPr>
        <w:pStyle w:val="libNormal"/>
        <w:rPr>
          <w:lang w:bidi="fa-IR"/>
        </w:rPr>
      </w:pPr>
      <w:r w:rsidRPr="00F3518E">
        <w:rPr>
          <w:rtl/>
          <w:lang w:bidi="fa-IR"/>
        </w:rPr>
        <w:t>فولايتهم امانة عند</w:t>
      </w:r>
      <w:r w:rsidR="00E447A3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خلق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فايكم يحملها باثقالها و يدعيها لنفسه دون خيرت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فابت السماواتت و الارض</w:t>
      </w:r>
      <w:r w:rsidR="00E447A3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و الجبال ان يحملنها و اشفقن من ادعاء منزلنها و تمن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محلها من عظمة ربها، فلما اسكن الله</w:t>
      </w:r>
      <w:r w:rsidR="00E447A3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عزوجل آدم و زوجته الجنة قال لهما: </w:t>
      </w:r>
      <w:r w:rsidR="00E447A3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كلا منها رغدا حيث شئتما ولا تقربا هذه الشجرة</w:t>
      </w:r>
      <w:r w:rsidR="00E447A3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فتكونا من الظالمين</w:t>
      </w:r>
      <w:r w:rsidR="00E447A3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فنظرا 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منزلة محمد و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فاطمة والحسن والحسين و الائمة</w:t>
      </w:r>
      <w:r w:rsidR="00E447A3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بعدهم فوجداها اشرف منازل اهل الجنة فقالا: يا ربنا لمن هذه المنزلة</w:t>
      </w:r>
      <w:r>
        <w:rPr>
          <w:rtl/>
          <w:lang w:bidi="fa-IR"/>
        </w:rPr>
        <w:t>؟</w:t>
      </w:r>
    </w:p>
    <w:p w:rsidR="00F3518E" w:rsidRPr="00F3518E" w:rsidRDefault="00F3518E" w:rsidP="00E447A3">
      <w:pPr>
        <w:pStyle w:val="libNormal"/>
        <w:rPr>
          <w:lang w:bidi="fa-IR"/>
        </w:rPr>
      </w:pPr>
      <w:r w:rsidRPr="00F3518E">
        <w:rPr>
          <w:rtl/>
          <w:lang w:bidi="fa-IR"/>
        </w:rPr>
        <w:t>فقال الله جل جلاله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ارفعا رؤ وسكما 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ساق عرش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فرفعا رؤ وسهما فوجدا اسم</w:t>
      </w:r>
      <w:r w:rsidR="00E447A3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محمد، و عل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فاطمة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والحسن والحسين و الائمة صلوات الله عليهم مكتوبة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ساق</w:t>
      </w:r>
      <w:r w:rsidR="00E447A3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العرش بنور من نور الجبار جل جلاله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فقالا: يا ربنا ما اكرم</w:t>
      </w:r>
      <w:r w:rsidR="00E447A3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اهل هذه المنزلة عليك</w:t>
      </w:r>
      <w:r>
        <w:rPr>
          <w:rtl/>
          <w:lang w:bidi="fa-IR"/>
        </w:rPr>
        <w:t>!</w:t>
      </w:r>
      <w:r w:rsidRPr="00F3518E">
        <w:rPr>
          <w:rtl/>
          <w:lang w:bidi="fa-IR"/>
        </w:rPr>
        <w:t xml:space="preserve"> و ما احبهم اليك</w:t>
      </w:r>
      <w:r>
        <w:rPr>
          <w:rtl/>
          <w:lang w:bidi="fa-IR"/>
        </w:rPr>
        <w:t>!</w:t>
      </w:r>
      <w:r w:rsidRPr="00F3518E">
        <w:rPr>
          <w:rtl/>
          <w:lang w:bidi="fa-IR"/>
        </w:rPr>
        <w:t xml:space="preserve"> و ما اشرفهم لديك</w:t>
      </w:r>
      <w:r>
        <w:rPr>
          <w:rtl/>
          <w:lang w:bidi="fa-IR"/>
        </w:rPr>
        <w:t>!</w:t>
      </w:r>
    </w:p>
    <w:p w:rsidR="00F3518E" w:rsidRDefault="00F3518E" w:rsidP="00E447A3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فقال الله جل جلاله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لولاهم ما خلقتكما، هولاء خزنة علم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امنائ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سر</w:t>
      </w:r>
      <w:r w:rsidR="004612E5">
        <w:rPr>
          <w:rtl/>
          <w:lang w:bidi="fa-IR"/>
        </w:rPr>
        <w:t>ی</w:t>
      </w:r>
      <w:r w:rsidR="00E447A3">
        <w:rPr>
          <w:rFonts w:hint="cs"/>
          <w:rtl/>
          <w:lang w:bidi="fa-IR"/>
        </w:rPr>
        <w:t>.</w:t>
      </w:r>
    </w:p>
    <w:p w:rsidR="00B310F2" w:rsidRDefault="00B310F2" w:rsidP="00B310F2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B310F2" w:rsidRPr="00F3518E" w:rsidRDefault="00B310F2" w:rsidP="00B310F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1</w:t>
      </w:r>
      <w:r w:rsidRPr="00F3518E">
        <w:rPr>
          <w:rtl/>
          <w:lang w:bidi="fa-IR"/>
        </w:rPr>
        <w:t xml:space="preserve"> - آيه ٧٣ سوره احزاب</w:t>
      </w:r>
    </w:p>
    <w:p w:rsidR="00B310F2" w:rsidRPr="00F3518E" w:rsidRDefault="00B310F2" w:rsidP="00E447A3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A3D4B" w:rsidRDefault="008A3D4B" w:rsidP="008A3D4B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ارواح را دو هزار سال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قبل از خلقت بدنها افريد، و از اولين و آخرين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از آدم ابوالبشر تا روز قيامت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شريف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ترين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برترين روحها، ارواح محمد،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فاطمه و حسنين و ائمه نه گانه از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نسل حسين بن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(يعن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چهارده معصوم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>) هستند كه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آنان را بر آسمانها و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زمين و كوهها عرضه كرد، نور چهارده معصوم همه جا را فرا گرفت و جهانگير شد، آنگاه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از جانب حق تبارك و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خطاب آمد كه اينانند دوستان و اولياء من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اينها هستند حجتها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من بر همه مخلوقات من</w:t>
      </w:r>
      <w:r w:rsidR="00F3518E">
        <w:rPr>
          <w:rtl/>
          <w:lang w:bidi="fa-IR"/>
        </w:rPr>
        <w:t>.</w:t>
      </w:r>
    </w:p>
    <w:p w:rsidR="00F3518E" w:rsidRPr="00F3518E" w:rsidRDefault="00F3518E" w:rsidP="008A3D4B">
      <w:pPr>
        <w:pStyle w:val="libNormal"/>
        <w:rPr>
          <w:lang w:bidi="fa-IR"/>
        </w:rPr>
      </w:pPr>
      <w:r w:rsidRPr="00F3518E">
        <w:rPr>
          <w:rtl/>
          <w:lang w:bidi="fa-IR"/>
        </w:rPr>
        <w:t>(لذا حضرت صديقه سلام الله عليها، حجت الله و ولية الله است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به نص خود حضرت احديت (جلت عظمته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هيچيك از آفريدگانم نزد من محبوبتر از آنان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بهشتم را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دوستان آنها، و آتش‍ دوزخم را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مخالفين و اذيت كنندگان آنان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آفريده 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پس ولايتشان امانت من است در نزد مخلوقاتم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>.. به جز اين برگزيدگان من</w:t>
      </w:r>
      <w:r>
        <w:rPr>
          <w:rtl/>
          <w:lang w:bidi="fa-IR"/>
        </w:rPr>
        <w:t>،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آيا كيست كه بتواند اين بار امانت را با تمام سنگينش بر دوش كشد و يا مدع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اين مقام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باشد؟....</w:t>
      </w:r>
    </w:p>
    <w:p w:rsidR="00F3518E" w:rsidRPr="00F3518E" w:rsidRDefault="00F3518E" w:rsidP="008A3D4B">
      <w:pPr>
        <w:pStyle w:val="libNormal"/>
        <w:rPr>
          <w:lang w:bidi="fa-IR"/>
        </w:rPr>
      </w:pPr>
      <w:r w:rsidRPr="00F3518E">
        <w:rPr>
          <w:rtl/>
          <w:lang w:bidi="fa-IR"/>
        </w:rPr>
        <w:t>هنگام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عزوجل آدم و همسرش حوا را در بهشت ساكن گردانيد و آنها به مكان و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منزلت چهارده معصوم صلوات الله عليهم نظر افكندند و مشاهده كردند كه مقامات آنان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اشرف منازل اهل بهشت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عرض كردند: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پروردگارا، اين مقام والا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چه كسان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؟</w:t>
      </w:r>
    </w:p>
    <w:p w:rsidR="00F3518E" w:rsidRPr="00F3518E" w:rsidRDefault="00F3518E" w:rsidP="008A3D4B">
      <w:pPr>
        <w:pStyle w:val="libNormal"/>
        <w:rPr>
          <w:lang w:bidi="fa-IR"/>
        </w:rPr>
      </w:pPr>
      <w:r w:rsidRPr="00F3518E">
        <w:rPr>
          <w:rtl/>
          <w:lang w:bidi="fa-IR"/>
        </w:rPr>
        <w:t>خطاب آمد كه سر بلند كنيد و به ساق عرش من نظر افكنيد. آدم و حوا، هنگام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سر به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سو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عرش اله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بلند كردند، مشاهده كردند كه نام محمد، عل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فاطمه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حسن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حسين و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ائمه بعد از آنها با خط نور از جانب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جبار بر ساق عرش نوشته شده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عرض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كردند:</w:t>
      </w:r>
    </w:p>
    <w:p w:rsidR="00F3518E" w:rsidRPr="00F3518E" w:rsidRDefault="00F3518E" w:rsidP="008A3D4B">
      <w:pPr>
        <w:pStyle w:val="libNormal"/>
        <w:rPr>
          <w:lang w:bidi="fa-IR"/>
        </w:rPr>
      </w:pPr>
      <w:r w:rsidRPr="00F3518E">
        <w:rPr>
          <w:rtl/>
          <w:lang w:bidi="fa-IR"/>
        </w:rPr>
        <w:t>پروردگارا، اين چه كرامت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به اين چهارده تن داده ا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اين مقام و منزلت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كه به آنان عطا فرموده ا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خدايا، سبب چيست كه اين موجودات در نزد تو شريف ترين و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محبوب ترين مخلوقاتند،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عزوجل فرمود:</w:t>
      </w:r>
    </w:p>
    <w:p w:rsidR="00F3518E" w:rsidRPr="00F3518E" w:rsidRDefault="00F3518E" w:rsidP="008A3D4B">
      <w:pPr>
        <w:pStyle w:val="libNormal"/>
        <w:rPr>
          <w:lang w:bidi="fa-IR"/>
        </w:rPr>
      </w:pPr>
      <w:r w:rsidRPr="00F3518E">
        <w:rPr>
          <w:rtl/>
          <w:lang w:bidi="fa-IR"/>
        </w:rPr>
        <w:t>يا آدم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اگر اين چهارده تن نبودند تو و همسرت را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آفريدم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اينان خزانه داران علم من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و امينان اسرار من هستند.</w:t>
      </w:r>
    </w:p>
    <w:p w:rsidR="00F3518E" w:rsidRPr="00F3518E" w:rsidRDefault="00F3518E" w:rsidP="008A3D4B">
      <w:pPr>
        <w:pStyle w:val="libNormal"/>
        <w:rPr>
          <w:lang w:bidi="fa-IR"/>
        </w:rPr>
      </w:pPr>
      <w:r w:rsidRPr="00F3518E">
        <w:rPr>
          <w:rtl/>
          <w:lang w:bidi="fa-IR"/>
        </w:rPr>
        <w:t>بنابر اين حضرت صديقه زهراء سلام الله عليهما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گنجوران دانش و امانت داران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اسرار خدائ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.</w:t>
      </w:r>
    </w:p>
    <w:p w:rsidR="00F3518E" w:rsidRPr="00F3518E" w:rsidRDefault="00F3518E" w:rsidP="008A3D4B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 xml:space="preserve">در ادامه روايت شريفه پس از اينكه حضرت صادق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موضوع ارتكاب ترك اولا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آدم و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حوا را شرح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دهد چنين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F3518E" w:rsidRPr="00F3518E" w:rsidRDefault="008A3D4B" w:rsidP="008A3D4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فلما ارادالله عزوجل ان يتوب عليهما جائهما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جبرئيل فقال لهما: انكما ظلمتنا انفسكما بتمن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منزلة من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فضل عليكما، فجزاؤ كما ما قد عوقبتما به من الهبوط من جوارالله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عزوجل 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الرضه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فسلاربكما بحق الاسماء الت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رايتموها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ساق العرش حت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يتوب عليكما فقالا: اللهم انا نساللك بحق الاكرمين عليك محمد، و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فاطمة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والحسن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، والحسين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الائمة الا تبت علينا و رحمتنا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فتاب الله عليهما، انه هوالتواب الرحيم</w:t>
      </w:r>
      <w:r w:rsidR="00F3518E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فلم يزل انبياءالله بعد ذالك يحفظون هذه الامانة و يخبرون بها، اوصياءهم و المخلصين من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اممهم</w:t>
      </w:r>
      <w:r w:rsidR="00F3518E">
        <w:rPr>
          <w:rtl/>
          <w:lang w:bidi="fa-IR"/>
        </w:rPr>
        <w:t>.</w:t>
      </w:r>
      <w:r w:rsidR="00F3518E" w:rsidRPr="00F3518E">
        <w:rPr>
          <w:rtl/>
          <w:lang w:bidi="fa-IR"/>
        </w:rPr>
        <w:t>..</w:t>
      </w:r>
      <w:r>
        <w:rPr>
          <w:rFonts w:hint="cs"/>
          <w:rtl/>
          <w:lang w:bidi="fa-IR"/>
        </w:rPr>
        <w:t>»</w:t>
      </w:r>
    </w:p>
    <w:p w:rsidR="00F3518E" w:rsidRPr="00F3518E" w:rsidRDefault="008A3D4B" w:rsidP="008A3D4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هنگام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عزوجل اراده فرمود توبه آدم و حوا را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قبول كند، جبرئيل نازل شد، و خطاب به آنها چنين گفت</w:t>
      </w:r>
      <w:r w:rsidR="00F3518E">
        <w:rPr>
          <w:rtl/>
          <w:lang w:bidi="fa-IR"/>
        </w:rPr>
        <w:t>: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شما بر نفس خود ستم روا داشتيد، اينك از پروردگار خود بخواهيد كه به حق آن نامهائ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كه برساق عرش اله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مشاهده كرديد، توبه شما را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قبول فرمايد. آنگاه آدم و حوا چنين معروض داشتند:</w:t>
      </w:r>
    </w:p>
    <w:p w:rsidR="00F3518E" w:rsidRPr="00F3518E" w:rsidRDefault="00F3518E" w:rsidP="008A3D4B">
      <w:pPr>
        <w:pStyle w:val="libNormal"/>
        <w:rPr>
          <w:lang w:bidi="fa-IR"/>
        </w:rPr>
      </w:pPr>
      <w:r w:rsidRPr="00F3518E">
        <w:rPr>
          <w:rtl/>
          <w:lang w:bidi="fa-IR"/>
        </w:rPr>
        <w:t>پروردگارا، از تو درخواست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كنيم به حق محمد، عل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فاطمه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حسن و حسين و ائمه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(</w:t>
      </w:r>
      <w:r w:rsidR="00431E70" w:rsidRPr="00431E70">
        <w:rPr>
          <w:rStyle w:val="libAlaemChar"/>
          <w:rtl/>
        </w:rPr>
        <w:t>عليهم‌السلام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كه نزد تو از همه گرام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ترند، توبه ما را بپذير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ما را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مشمول رحمت خود قرار ده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بعد از آنكه آدم و حوا اين دعا را خواندند و اين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توسل بجا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آوردند،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توبه آنها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قبول فرمود، بدرستيكه اوست بسيار توبه پذير و مهربان</w:t>
      </w:r>
      <w:r w:rsidR="008A3D4B">
        <w:rPr>
          <w:rFonts w:hint="cs"/>
          <w:rtl/>
          <w:lang w:bidi="fa-IR"/>
        </w:rPr>
        <w:t>»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در ادامه حديث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حضرت صادق سلام الله عليه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F3518E" w:rsidRPr="00F3518E" w:rsidRDefault="00F3518E" w:rsidP="008A3D4B">
      <w:pPr>
        <w:pStyle w:val="libNormal"/>
        <w:rPr>
          <w:lang w:bidi="fa-IR"/>
        </w:rPr>
      </w:pPr>
      <w:r w:rsidRPr="00F3518E">
        <w:rPr>
          <w:rtl/>
          <w:lang w:bidi="fa-IR"/>
        </w:rPr>
        <w:t>بعد از اين جريان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فرستادگان اله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سايه ولايت چهارده معصوم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نگهدارنده اين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امانت و معرف آن بوده اند، و به اوصياء خود و مخلصين امت خويش نيز اين موضوع را بيان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كردند.</w:t>
      </w:r>
    </w:p>
    <w:p w:rsidR="00F3518E" w:rsidRPr="00F3518E" w:rsidRDefault="00F3518E" w:rsidP="008A3D4B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در نتيجه حضرت صديقه زهرا سلام الله عليها نيز </w:t>
      </w:r>
      <w:r w:rsidR="008A3D4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وليه</w:t>
      </w:r>
      <w:r w:rsidR="008A3D4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انبيا بوده است چنانكه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پيغمبر اعظم و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يازده امام ديگر سلام الله عليهم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آنها بوده اند، يعن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عمه انبيا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به خضوع و فروتن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در مقابل اين چهارده وجود مقدس ايمان و اعتقاد داشته اند، چنانكه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در بعض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احاديث آمده است كه از جمله اعمال امت حضرت موس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حضرت عيس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زمان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نبوت آن دو پيامبر، ذكر صلوات بر محمد و آل محمد بوده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اين خود نشان دهنده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اعتراف بر ولايت چهارده معصوم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از امام سلام الله عليه سؤ ال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كنند كه منظور از صلوات چيست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حضرت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F3518E" w:rsidRPr="00F3518E" w:rsidRDefault="00F3518E" w:rsidP="008A3D4B">
      <w:pPr>
        <w:pStyle w:val="libNormal"/>
        <w:rPr>
          <w:lang w:bidi="fa-IR"/>
        </w:rPr>
      </w:pPr>
      <w:r w:rsidRPr="00F3518E">
        <w:rPr>
          <w:rtl/>
          <w:lang w:bidi="fa-IR"/>
        </w:rPr>
        <w:t>صلوات اعتراف به ولايت محمد و آل محمد است و سپس اضافه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نمايد كه اين ولايت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همان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است كه خدا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و ذلك قول الله عزوجل</w:t>
      </w:r>
      <w:r>
        <w:rPr>
          <w:rtl/>
          <w:lang w:bidi="fa-IR"/>
        </w:rPr>
        <w:t>:</w:t>
      </w:r>
    </w:p>
    <w:p w:rsidR="00F3518E" w:rsidRPr="00F3518E" w:rsidRDefault="008A3D4B" w:rsidP="008A3D4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انا عرضنا الامانه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السماوات و الارض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والجبال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 بين ان يحملنها و اشفقن منها و حملها الانسان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انه كان ظلوما جهولا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8A3D4B">
      <w:pPr>
        <w:pStyle w:val="libNormal"/>
        <w:rPr>
          <w:lang w:bidi="fa-IR"/>
        </w:rPr>
      </w:pPr>
      <w:r w:rsidRPr="00F3518E">
        <w:rPr>
          <w:rtl/>
          <w:lang w:bidi="fa-IR"/>
        </w:rPr>
        <w:t>اين بود هفت آيه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برا شناسائ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مقام والا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حضرت صديقه سلام الله عليه م</w:t>
      </w:r>
      <w:r w:rsidR="004612E5">
        <w:rPr>
          <w:rtl/>
          <w:lang w:bidi="fa-IR"/>
        </w:rPr>
        <w:t>ی</w:t>
      </w:r>
      <w:r w:rsidR="008A3D4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توان از آنها استفاده كرد.</w:t>
      </w:r>
    </w:p>
    <w:p w:rsidR="00F3518E" w:rsidRPr="00F3518E" w:rsidRDefault="008A3D4B" w:rsidP="00F3518E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B310F2">
      <w:pPr>
        <w:pStyle w:val="Heading1"/>
        <w:rPr>
          <w:rFonts w:hint="cs"/>
          <w:rtl/>
          <w:lang w:bidi="fa-IR"/>
        </w:rPr>
      </w:pPr>
      <w:bookmarkStart w:id="13" w:name="_Toc477607237"/>
      <w:r w:rsidRPr="00F3518E">
        <w:rPr>
          <w:rtl/>
          <w:lang w:bidi="fa-IR"/>
        </w:rPr>
        <w:t>بخش دوم: فاطمه سلام الله عليها از ديدگاه روايات</w:t>
      </w:r>
      <w:bookmarkEnd w:id="13"/>
      <w:r w:rsidRPr="00F3518E">
        <w:rPr>
          <w:rtl/>
          <w:lang w:bidi="fa-IR"/>
        </w:rPr>
        <w:t xml:space="preserve"> </w:t>
      </w:r>
    </w:p>
    <w:p w:rsidR="00F3518E" w:rsidRPr="00F3518E" w:rsidRDefault="00F3518E" w:rsidP="00525C15">
      <w:pPr>
        <w:pStyle w:val="libNormal"/>
        <w:rPr>
          <w:lang w:bidi="fa-IR"/>
        </w:rPr>
      </w:pPr>
      <w:r w:rsidRPr="00F3518E">
        <w:rPr>
          <w:rtl/>
          <w:lang w:bidi="fa-IR"/>
        </w:rPr>
        <w:t>مقدمه</w:t>
      </w:r>
    </w:p>
    <w:p w:rsidR="00F3518E" w:rsidRPr="00F3518E" w:rsidRDefault="00F3518E" w:rsidP="00525C15">
      <w:pPr>
        <w:pStyle w:val="libNormal"/>
        <w:rPr>
          <w:lang w:bidi="fa-IR"/>
        </w:rPr>
      </w:pPr>
      <w:r w:rsidRPr="00F3518E">
        <w:rPr>
          <w:rtl/>
          <w:lang w:bidi="fa-IR"/>
        </w:rPr>
        <w:t>چنان كه گفته شد، اخبار و احاديث مردود اطمينان كه از فريفتن (شيعه و سن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در منقب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حضرت صديقه سلام الله عليها وارد شده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به دو بخش تقسيم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بخش اول</w:t>
      </w:r>
      <w:r>
        <w:rPr>
          <w:rtl/>
          <w:lang w:bidi="fa-IR"/>
        </w:rPr>
        <w:t>:</w:t>
      </w:r>
    </w:p>
    <w:p w:rsidR="00F3518E" w:rsidRPr="00F3518E" w:rsidRDefault="00F3518E" w:rsidP="00525C15">
      <w:pPr>
        <w:pStyle w:val="libNormal"/>
        <w:rPr>
          <w:lang w:bidi="fa-IR"/>
        </w:rPr>
      </w:pPr>
      <w:r w:rsidRPr="00F3518E">
        <w:rPr>
          <w:rtl/>
          <w:lang w:bidi="fa-IR"/>
        </w:rPr>
        <w:t>احاديث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در ذيل آيات شريفه نقل شده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ما آنها را به عنوان </w:t>
      </w:r>
      <w:r w:rsidR="00525C1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فاطمه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سلام الله عليها از ديدگاه روايات بررس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تشريح كرد. اين احاديث دو دسته است</w:t>
      </w:r>
      <w:r>
        <w:rPr>
          <w:rtl/>
          <w:lang w:bidi="fa-IR"/>
        </w:rPr>
        <w:t>،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يك دسته اشتراك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روايات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منقبت حضرت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رسول اكرم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اميرالمؤ منين و حسنين سلام الله عليهم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 كه حضرت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نيز در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آن مناقب اشتراك دارد.</w:t>
      </w:r>
    </w:p>
    <w:p w:rsidR="00F3518E" w:rsidRPr="00F3518E" w:rsidRDefault="00F3518E" w:rsidP="00525C15">
      <w:pPr>
        <w:pStyle w:val="libNormal"/>
        <w:rPr>
          <w:lang w:bidi="fa-IR"/>
        </w:rPr>
      </w:pPr>
      <w:r w:rsidRPr="00F3518E">
        <w:rPr>
          <w:rtl/>
          <w:lang w:bidi="fa-IR"/>
        </w:rPr>
        <w:t>دسته دوم احاديث اختصاص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روايات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مخصوص است به مدايح و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فضايل حضرت صديقه سلام الله عليها، و ما اخبار دسته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اول را در پانزده موضوع رده بند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مورد بحث و بررس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قرار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دهيم</w:t>
      </w:r>
      <w:r>
        <w:rPr>
          <w:rtl/>
          <w:lang w:bidi="fa-IR"/>
        </w:rPr>
        <w:t>.</w:t>
      </w:r>
    </w:p>
    <w:p w:rsidR="00525C15" w:rsidRDefault="00525C15" w:rsidP="00F3518E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080E33" w:rsidRDefault="00F3518E" w:rsidP="00080E33">
      <w:pPr>
        <w:pStyle w:val="Heading2"/>
        <w:rPr>
          <w:rFonts w:hint="cs"/>
          <w:rtl/>
          <w:lang w:bidi="fa-IR"/>
        </w:rPr>
      </w:pPr>
      <w:bookmarkStart w:id="14" w:name="_Toc477607238"/>
      <w:r w:rsidRPr="00F3518E">
        <w:rPr>
          <w:rtl/>
          <w:lang w:bidi="fa-IR"/>
        </w:rPr>
        <w:t>موضوع اول</w:t>
      </w:r>
      <w:bookmarkEnd w:id="14"/>
      <w:r w:rsidR="00080E33">
        <w:rPr>
          <w:rFonts w:hint="cs"/>
          <w:rtl/>
          <w:lang w:bidi="fa-IR"/>
        </w:rPr>
        <w:t xml:space="preserve"> </w:t>
      </w:r>
    </w:p>
    <w:p w:rsidR="00F3518E" w:rsidRDefault="00F3518E" w:rsidP="00080E33">
      <w:pPr>
        <w:pStyle w:val="libBold1"/>
        <w:rPr>
          <w:rFonts w:hint="cs"/>
          <w:rtl/>
          <w:lang w:bidi="fa-IR"/>
        </w:rPr>
      </w:pPr>
      <w:r w:rsidRPr="00F3518E">
        <w:rPr>
          <w:rtl/>
          <w:lang w:bidi="fa-IR"/>
        </w:rPr>
        <w:t>زهرا سلام الله عليها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علل آفرينش</w:t>
      </w:r>
    </w:p>
    <w:p w:rsidR="00F3518E" w:rsidRPr="00F3518E" w:rsidRDefault="00F3518E" w:rsidP="00525C15">
      <w:pPr>
        <w:pStyle w:val="libNormal"/>
        <w:rPr>
          <w:lang w:bidi="fa-IR"/>
        </w:rPr>
      </w:pPr>
      <w:r w:rsidRPr="00F3518E">
        <w:rPr>
          <w:rtl/>
          <w:lang w:bidi="fa-IR"/>
        </w:rPr>
        <w:t>در اين موضوع اخبار بسيار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فريقين (شيعه و سن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روايت شده است كه به موجب آنها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ثابت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شود، حضرت صديقه سلام الله عليها سبب آفرينش (عالم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بوده است</w:t>
      </w:r>
      <w:r>
        <w:rPr>
          <w:rtl/>
          <w:lang w:bidi="fa-IR"/>
        </w:rPr>
        <w:t>،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همانگونه كه پدربزرگوارش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اميرالمؤ منين و حسنين سلام الله عليهم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علت خلقت بوده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اند.</w:t>
      </w:r>
    </w:p>
    <w:p w:rsidR="00F3518E" w:rsidRPr="00F3518E" w:rsidRDefault="00F3518E" w:rsidP="00525C15">
      <w:pPr>
        <w:pStyle w:val="libNormal"/>
        <w:rPr>
          <w:lang w:bidi="fa-IR"/>
        </w:rPr>
      </w:pPr>
      <w:r w:rsidRPr="00F3518E">
        <w:rPr>
          <w:rtl/>
          <w:lang w:bidi="fa-IR"/>
        </w:rPr>
        <w:t>ما برخ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اخبار مربوط به اين موضوع را در بخش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اول در ذيل آيات شريفه ذكر كرديم و اينك حديث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اثبات اين مطلب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راو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</w:t>
      </w:r>
      <w:r w:rsidR="00525C15">
        <w:rPr>
          <w:rFonts w:hint="cs"/>
          <w:rtl/>
          <w:lang w:bidi="fa-IR"/>
        </w:rPr>
        <w:t xml:space="preserve"> «</w:t>
      </w:r>
      <w:r w:rsidRPr="00F3518E">
        <w:rPr>
          <w:rtl/>
          <w:lang w:bidi="fa-IR"/>
        </w:rPr>
        <w:t>ابوهريره</w:t>
      </w:r>
      <w:r w:rsidR="00525C1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:</w:t>
      </w:r>
    </w:p>
    <w:p w:rsidR="00F3518E" w:rsidRPr="00F3518E" w:rsidRDefault="00525C15" w:rsidP="00525C15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قال رسول </w:t>
      </w:r>
      <w:r w:rsidRPr="00525C15">
        <w:rPr>
          <w:rStyle w:val="libAlaemChar"/>
          <w:rtl/>
        </w:rPr>
        <w:t>صلى‌الله‌عليه‌وآله‌وسلم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لما خلق الله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آدم اباالبشر و نفخ فيه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من روحه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التفت آدم يمنه العرش فاذا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النور خمسة اشباح سجدا و ركعا،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قال آدم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(عل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نبينا و آله و </w:t>
      </w:r>
      <w:r w:rsidRPr="00525C15">
        <w:rPr>
          <w:rStyle w:val="libAlaemChar"/>
          <w:rtl/>
        </w:rPr>
        <w:t>عليه‌السلام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هل خلقت احدا من طين قبل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؟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لا يا آدم</w:t>
      </w:r>
      <w:r>
        <w:rPr>
          <w:rtl/>
          <w:lang w:bidi="fa-IR"/>
        </w:rPr>
        <w:t>!</w:t>
      </w:r>
      <w:r w:rsidRPr="00F3518E">
        <w:rPr>
          <w:rtl/>
          <w:lang w:bidi="fa-IR"/>
        </w:rPr>
        <w:t xml:space="preserve"> 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فمن هولاء الخمسه الاشباح الذين اراهم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هيئت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صورت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؟</w:t>
      </w:r>
    </w:p>
    <w:p w:rsidR="00F3518E" w:rsidRPr="00F3518E" w:rsidRDefault="00F3518E" w:rsidP="00525C15">
      <w:pPr>
        <w:pStyle w:val="libNormal"/>
        <w:rPr>
          <w:lang w:bidi="fa-IR"/>
        </w:rPr>
      </w:pPr>
      <w:r w:rsidRPr="00F3518E">
        <w:rPr>
          <w:rtl/>
          <w:lang w:bidi="fa-IR"/>
        </w:rPr>
        <w:t>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هولاء خمسة من ولدك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لولا هم ما خلقتك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هولاء خمسه شققت لهم خمسة اسماء من اسمائ</w:t>
      </w:r>
      <w:r w:rsidR="004612E5">
        <w:rPr>
          <w:rtl/>
          <w:lang w:bidi="fa-IR"/>
        </w:rPr>
        <w:t>ی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لولا هم ما خلقت الجنة و النار، و لا العرش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ولا الكرس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ولا السماء و لا الارض و لا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الملائكة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لا الانس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لا الجن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فانا المحمود، و هذا محمد، و اناالعال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هذا عل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انا الفاطر وهذه فاطمة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و انا الاحسان و هذالحسن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اناالمحسن و هذالحسن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>..</w:t>
      </w:r>
    </w:p>
    <w:p w:rsidR="00F3518E" w:rsidRPr="00F3518E" w:rsidRDefault="00F3518E" w:rsidP="00525C15">
      <w:pPr>
        <w:pStyle w:val="libNormal"/>
        <w:rPr>
          <w:lang w:bidi="fa-IR"/>
        </w:rPr>
      </w:pPr>
      <w:r w:rsidRPr="00F3518E">
        <w:rPr>
          <w:rtl/>
          <w:lang w:bidi="fa-IR"/>
        </w:rPr>
        <w:t>اليت بعزت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ان لا ياتين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احد مثقال ذرة من خردل من بغض احدهم الا ادخله نار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ولا ابال</w:t>
      </w:r>
      <w:r w:rsidR="004612E5">
        <w:rPr>
          <w:rtl/>
          <w:lang w:bidi="fa-IR"/>
        </w:rPr>
        <w:t>ی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يا آدم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هولاء صفوت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بهم انجيهم و بهم اهلكهم فاذا كان للك 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حاجة فبهولاء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توسل</w:t>
      </w:r>
      <w:r w:rsidR="00525C15">
        <w:rPr>
          <w:rFonts w:hint="cs"/>
          <w:rtl/>
          <w:lang w:bidi="fa-IR"/>
        </w:rPr>
        <w:t>»</w:t>
      </w:r>
    </w:p>
    <w:p w:rsidR="00F3518E" w:rsidRPr="00F3518E" w:rsidRDefault="00525C15" w:rsidP="00525C15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فرمود: هنگام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حضرت آدم ابوالبشر را آفريد و از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 xml:space="preserve">روح خود در او بدميد، آدم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به جانب راست عرش نظر افكند، آنجا پنج شبح غرقه در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نور به حال سجده و ركوع مشاهده كرد، عرض كرد: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خدايا قبل از آفريدن من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از خاك خلق كرده ا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خطاب آمد: نه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نيافريده ام</w:t>
      </w:r>
      <w:r>
        <w:rPr>
          <w:rtl/>
          <w:lang w:bidi="fa-IR"/>
        </w:rPr>
        <w:t>.</w:t>
      </w:r>
    </w:p>
    <w:p w:rsidR="00F3518E" w:rsidRPr="00F3518E" w:rsidRDefault="00F3518E" w:rsidP="00525C15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عرض كرد: پس اين پنج شبح كه آنها را در هيئت و صورت همانند خود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بينم چه كسان</w:t>
      </w:r>
      <w:r w:rsidR="004612E5">
        <w:rPr>
          <w:rtl/>
          <w:lang w:bidi="fa-IR"/>
        </w:rPr>
        <w:t>ی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هستند؟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فرمود:</w:t>
      </w:r>
    </w:p>
    <w:p w:rsidR="00F3518E" w:rsidRPr="00F3518E" w:rsidRDefault="00F3518E" w:rsidP="00525C15">
      <w:pPr>
        <w:pStyle w:val="libNormal"/>
        <w:rPr>
          <w:lang w:bidi="fa-IR"/>
        </w:rPr>
      </w:pPr>
      <w:r w:rsidRPr="00F3518E">
        <w:rPr>
          <w:rtl/>
          <w:lang w:bidi="fa-IR"/>
        </w:rPr>
        <w:t>اين پنج تن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از نسل تو هستند، اگر آنها نبودند، ترا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آفريدم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نامها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آنان را از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اسام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خود مشتق كرده ام (يعن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 خود، آنها را نامگذار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كرده ام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اگر اين پنج تن نبودند،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نه بهشت و دوزخ را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آفريدم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نه عرش و كرس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نه آسمان و زمين را خلق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كردم</w:t>
      </w:r>
      <w:r>
        <w:rPr>
          <w:rtl/>
          <w:lang w:bidi="fa-IR"/>
        </w:rPr>
        <w:t>،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و نه فرشتگان و انس و جن را...</w:t>
      </w:r>
    </w:p>
    <w:p w:rsidR="00F3518E" w:rsidRPr="00F3518E" w:rsidRDefault="00F3518E" w:rsidP="00525C15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منم </w:t>
      </w:r>
      <w:r w:rsidR="00525C1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محمود</w:t>
      </w:r>
      <w:r w:rsidR="00525C1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اين </w:t>
      </w:r>
      <w:r w:rsidR="00525C1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محمد</w:t>
      </w:r>
      <w:r w:rsidR="00525C1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منم </w:t>
      </w:r>
      <w:r w:rsidR="00525C1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عال</w:t>
      </w:r>
      <w:r w:rsidR="004612E5">
        <w:rPr>
          <w:rtl/>
          <w:lang w:bidi="fa-IR"/>
        </w:rPr>
        <w:t>ی</w:t>
      </w:r>
      <w:r w:rsidR="00525C1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اين </w:t>
      </w:r>
      <w:r w:rsidR="00525C1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عل</w:t>
      </w:r>
      <w:r w:rsidR="004612E5">
        <w:rPr>
          <w:rtl/>
          <w:lang w:bidi="fa-IR"/>
        </w:rPr>
        <w:t>ی</w:t>
      </w:r>
      <w:r w:rsidR="00525C1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منم </w:t>
      </w:r>
      <w:r w:rsidR="00525C1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فاطر</w:t>
      </w:r>
      <w:r w:rsidR="00525C15">
        <w:rPr>
          <w:rFonts w:hint="cs"/>
          <w:rtl/>
          <w:lang w:bidi="fa-IR"/>
        </w:rPr>
        <w:t xml:space="preserve">» </w:t>
      </w:r>
      <w:r w:rsidRPr="00F3518E">
        <w:rPr>
          <w:rtl/>
          <w:lang w:bidi="fa-IR"/>
        </w:rPr>
        <w:t xml:space="preserve">و اين </w:t>
      </w:r>
      <w:r w:rsidR="00525C1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فاطمه</w:t>
      </w:r>
      <w:r w:rsidR="00525C1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منم </w:t>
      </w:r>
      <w:r w:rsidR="00525C1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احسان</w:t>
      </w:r>
      <w:r w:rsidR="00525C1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اين </w:t>
      </w:r>
      <w:r w:rsidR="00525C1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حسن</w:t>
      </w:r>
      <w:r w:rsidR="00525C1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منم </w:t>
      </w:r>
      <w:r w:rsidR="00525C1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محسن</w:t>
      </w:r>
      <w:r w:rsidR="00525C1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اين</w:t>
      </w:r>
      <w:r w:rsidR="00525C15">
        <w:rPr>
          <w:rFonts w:hint="cs"/>
          <w:rtl/>
          <w:lang w:bidi="fa-IR"/>
        </w:rPr>
        <w:t xml:space="preserve"> «</w:t>
      </w:r>
      <w:r w:rsidRPr="00F3518E">
        <w:rPr>
          <w:rtl/>
          <w:lang w:bidi="fa-IR"/>
        </w:rPr>
        <w:t>حسين</w:t>
      </w:r>
      <w:r w:rsidR="00525C1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.</w:t>
      </w:r>
    </w:p>
    <w:p w:rsidR="00F3518E" w:rsidRPr="00F3518E" w:rsidRDefault="00F3518E" w:rsidP="00525C15">
      <w:pPr>
        <w:pStyle w:val="libNormal"/>
        <w:rPr>
          <w:lang w:bidi="fa-IR"/>
        </w:rPr>
      </w:pPr>
      <w:r w:rsidRPr="00F3518E">
        <w:rPr>
          <w:rtl/>
          <w:lang w:bidi="fa-IR"/>
        </w:rPr>
        <w:t>به عزتم سوگند، هر بشر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 مقدار ذره بسيار كوچك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كينه و دشمن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آنها را در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دل داشته باشد، او را در آتش دوزخ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افكنم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يا آدم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>... اين پنج تن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برگزيدگان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منند، و نجات و هلاك هر كس وابسته به حب و بغض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نسبت به آنها دارد. يا آدم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هر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وقت از من حاجت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خواه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به آنان توسل كن</w:t>
      </w:r>
      <w:r>
        <w:rPr>
          <w:rtl/>
          <w:lang w:bidi="fa-IR"/>
        </w:rPr>
        <w:t>.</w:t>
      </w:r>
    </w:p>
    <w:p w:rsidR="00F3518E" w:rsidRPr="00F3518E" w:rsidRDefault="00F3518E" w:rsidP="00525C15">
      <w:pPr>
        <w:pStyle w:val="libNormal"/>
        <w:rPr>
          <w:lang w:bidi="fa-IR"/>
        </w:rPr>
      </w:pPr>
      <w:r w:rsidRPr="00F3518E">
        <w:rPr>
          <w:rtl/>
          <w:lang w:bidi="fa-IR"/>
        </w:rPr>
        <w:t>ابو هريره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گويد، پيامبر اكرم</w:t>
      </w:r>
      <w:r w:rsidR="004612E5" w:rsidRPr="00525C15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 ادامه سخن فرمود:</w:t>
      </w:r>
      <w:r w:rsidR="00525C15">
        <w:rPr>
          <w:rFonts w:hint="cs"/>
          <w:rtl/>
          <w:lang w:bidi="fa-IR"/>
        </w:rPr>
        <w:t xml:space="preserve"> «</w:t>
      </w:r>
      <w:r w:rsidRPr="00525C15">
        <w:rPr>
          <w:rStyle w:val="libHadeesChar"/>
          <w:rtl/>
        </w:rPr>
        <w:t>نحن سفينه النجاة، من تعلق بها نج</w:t>
      </w:r>
      <w:r w:rsidR="004612E5" w:rsidRPr="00525C15">
        <w:rPr>
          <w:rStyle w:val="libHadeesChar"/>
          <w:rtl/>
        </w:rPr>
        <w:t>ی</w:t>
      </w:r>
      <w:r w:rsidRPr="00525C15">
        <w:rPr>
          <w:rStyle w:val="libHadeesChar"/>
          <w:rtl/>
        </w:rPr>
        <w:t>، و من حاد عنها هلك، فمن كان له ال</w:t>
      </w:r>
      <w:r w:rsidR="004612E5" w:rsidRPr="00525C15">
        <w:rPr>
          <w:rStyle w:val="libHadeesChar"/>
          <w:rtl/>
        </w:rPr>
        <w:t>ی</w:t>
      </w:r>
      <w:r w:rsidRPr="00525C15">
        <w:rPr>
          <w:rStyle w:val="libHadeesChar"/>
          <w:rtl/>
        </w:rPr>
        <w:t xml:space="preserve"> الله</w:t>
      </w:r>
      <w:r w:rsidR="00525C15" w:rsidRPr="00525C15">
        <w:rPr>
          <w:rStyle w:val="libHadeesChar"/>
          <w:rFonts w:hint="cs"/>
          <w:rtl/>
        </w:rPr>
        <w:t xml:space="preserve"> </w:t>
      </w:r>
      <w:r w:rsidRPr="00525C15">
        <w:rPr>
          <w:rStyle w:val="libHadeesChar"/>
          <w:rtl/>
        </w:rPr>
        <w:t>حاجت فليسئل بنا اهل البيت</w:t>
      </w:r>
      <w:r w:rsidR="00525C15">
        <w:rPr>
          <w:rFonts w:hint="cs"/>
          <w:rtl/>
          <w:lang w:bidi="fa-IR"/>
        </w:rPr>
        <w:t>»</w:t>
      </w:r>
    </w:p>
    <w:p w:rsidR="00F3518E" w:rsidRPr="00F3518E" w:rsidRDefault="00525C15" w:rsidP="00525C15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ما (پنج تن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كشت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نجاتيم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هر كس با ما باشد، نجات يابد، و هر كس كه از ما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روگردان شود، هلاك گردد. پس هر كس حاجت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خدا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خواهد پس به وسيله ما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اهل بيت از حضرت حق تبارك و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مسئلت نمايد</w:t>
      </w:r>
      <w:r>
        <w:rPr>
          <w:rFonts w:hint="cs"/>
          <w:rtl/>
          <w:lang w:bidi="fa-IR"/>
        </w:rPr>
        <w:t>»</w:t>
      </w:r>
      <w:r w:rsidR="00F3518E">
        <w:rPr>
          <w:rtl/>
          <w:lang w:bidi="fa-IR"/>
        </w:rPr>
        <w:t>.</w:t>
      </w:r>
    </w:p>
    <w:p w:rsidR="00F3518E" w:rsidRPr="00F3518E" w:rsidRDefault="00F3518E" w:rsidP="00525C15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اين روايت را </w:t>
      </w:r>
      <w:r w:rsidR="00525C1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شيخ الاسلام حموين</w:t>
      </w:r>
      <w:r w:rsidR="004612E5">
        <w:rPr>
          <w:rtl/>
          <w:lang w:bidi="fa-IR"/>
        </w:rPr>
        <w:t>ی</w:t>
      </w:r>
      <w:r w:rsidR="00525C1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525C1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فرائد</w:t>
      </w:r>
      <w:r w:rsidR="00525C1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525C1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حافظ خوارزم</w:t>
      </w:r>
      <w:r w:rsidR="004612E5">
        <w:rPr>
          <w:rtl/>
          <w:lang w:bidi="fa-IR"/>
        </w:rPr>
        <w:t>ی</w:t>
      </w:r>
      <w:r w:rsidR="00525C1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</w:t>
      </w:r>
      <w:r w:rsidR="00525C15">
        <w:rPr>
          <w:rFonts w:hint="cs"/>
          <w:rtl/>
          <w:lang w:bidi="fa-IR"/>
        </w:rPr>
        <w:t xml:space="preserve"> «</w:t>
      </w:r>
      <w:r w:rsidRPr="00F3518E">
        <w:rPr>
          <w:rtl/>
          <w:lang w:bidi="fa-IR"/>
        </w:rPr>
        <w:t>مناقب</w:t>
      </w:r>
      <w:r w:rsidR="00525C1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و چند تن ديگر از دانشمندان اهل سنت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نقل كرده اند، همچنين دانشمندان بزرگ شيعه اين حديث شريف را روايت نموده اند، و با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بررس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به طور خلاصه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توان به شش مطلب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يا شش منقبت پ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برد، كه هر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يك از پنج تن در آن مناقب و فضائل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به طور يك نواخت و همرديف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مشترك هستند.</w:t>
      </w:r>
    </w:p>
    <w:p w:rsidR="00F3518E" w:rsidRPr="00F3518E" w:rsidRDefault="00F3518E" w:rsidP="00525C15">
      <w:pPr>
        <w:pStyle w:val="libNormal"/>
        <w:rPr>
          <w:lang w:bidi="fa-IR"/>
        </w:rPr>
      </w:pPr>
      <w:r w:rsidRPr="00F3518E">
        <w:rPr>
          <w:rtl/>
          <w:lang w:bidi="fa-IR"/>
        </w:rPr>
        <w:t>مطلب اول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خلقت پنج تن و انوار آنان قبل از آفرينش آدم بوده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غير از روايت مذكور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احاديث بسيار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نيز از فريقين (شيعه و سن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در اين باره وارد شده است</w:t>
      </w:r>
      <w:r>
        <w:rPr>
          <w:rtl/>
          <w:lang w:bidi="fa-IR"/>
        </w:rPr>
        <w:t>.</w:t>
      </w:r>
    </w:p>
    <w:p w:rsidR="00525C15" w:rsidRDefault="00F3518E" w:rsidP="00525C15">
      <w:pPr>
        <w:pStyle w:val="libNormal"/>
        <w:rPr>
          <w:rtl/>
          <w:lang w:bidi="fa-IR"/>
        </w:rPr>
      </w:pPr>
      <w:r w:rsidRPr="00F3518E">
        <w:rPr>
          <w:rtl/>
          <w:lang w:bidi="fa-IR"/>
        </w:rPr>
        <w:lastRenderedPageBreak/>
        <w:t xml:space="preserve">از حضرت رسول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>، نسبت به مدت زمان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پنج تن</w:t>
      </w:r>
      <w:r>
        <w:rPr>
          <w:rtl/>
          <w:lang w:bidi="fa-IR"/>
        </w:rPr>
        <w:t>،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قبل از آدم بوجود آمده اند روايات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منقول است كه در برخ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٢٠٠٠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سال و در بعض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 طور مختلف ذكر گرديده است كه گمان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رود - اين ارقام تقريب</w:t>
      </w:r>
      <w:r w:rsidR="004612E5">
        <w:rPr>
          <w:rtl/>
          <w:lang w:bidi="fa-IR"/>
        </w:rPr>
        <w:t>ی</w:t>
      </w:r>
      <w:r w:rsidR="00525C1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است نه قطع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</w:p>
    <w:p w:rsidR="00F3518E" w:rsidRPr="00F3518E" w:rsidRDefault="00525C15" w:rsidP="00525C1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Pr="00F3518E" w:rsidRDefault="00F3518E" w:rsidP="000520A8">
      <w:pPr>
        <w:pStyle w:val="libBold2"/>
        <w:rPr>
          <w:lang w:bidi="fa-IR"/>
        </w:rPr>
      </w:pPr>
      <w:r w:rsidRPr="00F3518E">
        <w:rPr>
          <w:rtl/>
          <w:lang w:bidi="fa-IR"/>
        </w:rPr>
        <w:t>مطلب دوم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پنج تن سبب و علت آفرينش جهان بوده اند.</w:t>
      </w:r>
    </w:p>
    <w:p w:rsidR="00F3518E" w:rsidRPr="00F3518E" w:rsidRDefault="00F3518E" w:rsidP="000520A8">
      <w:pPr>
        <w:pStyle w:val="libBold2"/>
        <w:rPr>
          <w:lang w:bidi="fa-IR"/>
        </w:rPr>
      </w:pPr>
      <w:r w:rsidRPr="00F3518E">
        <w:rPr>
          <w:rtl/>
          <w:lang w:bidi="fa-IR"/>
        </w:rPr>
        <w:t>مطلب سوم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اسام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آنها از نامها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مشتق شده است</w:t>
      </w:r>
      <w:r>
        <w:rPr>
          <w:rtl/>
          <w:lang w:bidi="fa-IR"/>
        </w:rPr>
        <w:t>.</w:t>
      </w:r>
    </w:p>
    <w:p w:rsidR="00F3518E" w:rsidRPr="00F3518E" w:rsidRDefault="00F3518E" w:rsidP="000520A8">
      <w:pPr>
        <w:pStyle w:val="libBold2"/>
        <w:rPr>
          <w:lang w:bidi="fa-IR"/>
        </w:rPr>
      </w:pPr>
      <w:r w:rsidRPr="00F3518E">
        <w:rPr>
          <w:rtl/>
          <w:lang w:bidi="fa-IR"/>
        </w:rPr>
        <w:t>مطلب چهارم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جزا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دشمن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كينه توز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نسبت به آنان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سوختن در آتش قهر اله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.</w:t>
      </w:r>
    </w:p>
    <w:p w:rsidR="00F3518E" w:rsidRPr="00F3518E" w:rsidRDefault="00F3518E" w:rsidP="000520A8">
      <w:pPr>
        <w:pStyle w:val="libBold2"/>
        <w:rPr>
          <w:lang w:bidi="fa-IR"/>
        </w:rPr>
      </w:pPr>
      <w:r w:rsidRPr="00F3518E">
        <w:rPr>
          <w:rtl/>
          <w:lang w:bidi="fa-IR"/>
        </w:rPr>
        <w:t>مطلب پنجم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پنج تن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برگزيدگان حضرت حق تبارك و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هستند، و هلاك و نجات</w:t>
      </w:r>
      <w:r w:rsidR="000520A8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هر بشر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وابسته به حب و بغض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نسبت به آنها دارد.</w:t>
      </w:r>
    </w:p>
    <w:p w:rsidR="00F3518E" w:rsidRPr="00F3518E" w:rsidRDefault="00F3518E" w:rsidP="000520A8">
      <w:pPr>
        <w:pStyle w:val="libBold2"/>
        <w:rPr>
          <w:lang w:bidi="fa-IR"/>
        </w:rPr>
      </w:pPr>
      <w:r w:rsidRPr="00F3518E">
        <w:rPr>
          <w:rtl/>
          <w:lang w:bidi="fa-IR"/>
        </w:rPr>
        <w:t>مطلب ششم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هنگام حاجت خواستن از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بايد آنها را وسيله استجابت دعا قرار داد و</w:t>
      </w:r>
      <w:r w:rsidR="005F24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به آنها متوسل شد.</w:t>
      </w:r>
    </w:p>
    <w:p w:rsidR="005F24B5" w:rsidRDefault="00F3518E" w:rsidP="005F24B5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با توجه به اين شش مطلب كه بيان شد، اگر اشخاص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واجد اين شش منقبت بوده</w:t>
      </w:r>
      <w:r w:rsidR="005F24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باشند،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توان معتقد بود و يقين كرد كه آنها يك بشر عاد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نيستند، افراد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خدا</w:t>
      </w:r>
      <w:r w:rsidR="004612E5">
        <w:rPr>
          <w:rtl/>
          <w:lang w:bidi="fa-IR"/>
        </w:rPr>
        <w:t>ی</w:t>
      </w:r>
      <w:r w:rsidR="005F24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همان ابتدا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خلقت به آدم ابوالبشر معرف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نشان داده است كه علت خلقت تو</w:t>
      </w:r>
      <w:r w:rsidR="005F24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و اولاد تو اينها هستند، اگر حاجت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بايد به در خانه اينان برو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اينها</w:t>
      </w:r>
      <w:r w:rsidR="005F24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برگزيدگان من اند، من خود اينها را نامگذار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كرده ام</w:t>
      </w:r>
      <w:r>
        <w:rPr>
          <w:rtl/>
          <w:lang w:bidi="fa-IR"/>
        </w:rPr>
        <w:t>.</w:t>
      </w:r>
    </w:p>
    <w:p w:rsidR="005F24B5" w:rsidRDefault="00F3518E" w:rsidP="005F24B5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بنابر آنچه گفته شد، پنج تن</w:t>
      </w:r>
      <w:r w:rsidR="005F24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در شش منقبت مذكور هيچ فرق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 يكديگر ندارند و در اين مورد هيچ تفاوت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ميان پيغمبر</w:t>
      </w:r>
      <w:r w:rsidR="005F24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اكرم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حسنين </w:t>
      </w:r>
      <w:r w:rsidR="00431E70" w:rsidRPr="00431E70">
        <w:rPr>
          <w:rStyle w:val="libAlaemChar"/>
          <w:rtl/>
        </w:rPr>
        <w:t>عليهم‌السلام</w:t>
      </w:r>
      <w:r w:rsidRPr="00F3518E">
        <w:rPr>
          <w:rtl/>
          <w:lang w:bidi="fa-IR"/>
        </w:rPr>
        <w:t xml:space="preserve"> با حضرت صديقه سلام الله عليها وجود ندارد، همه</w:t>
      </w:r>
      <w:r w:rsidR="005F24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در اين مناقب يك نواخت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 رتبه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هم درجه اند.</w:t>
      </w:r>
    </w:p>
    <w:p w:rsidR="00F3518E" w:rsidRPr="00F3518E" w:rsidRDefault="00F3518E" w:rsidP="005F24B5">
      <w:pPr>
        <w:pStyle w:val="libNormal"/>
        <w:rPr>
          <w:lang w:bidi="fa-IR"/>
        </w:rPr>
      </w:pPr>
      <w:r w:rsidRPr="00F3518E">
        <w:rPr>
          <w:rtl/>
          <w:lang w:bidi="fa-IR"/>
        </w:rPr>
        <w:t>اگر چه از جهات و اعتبارات ديگر ممكن</w:t>
      </w:r>
      <w:r w:rsidR="005F24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است قائل به فضليت و برتر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برخ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بر بعض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باشيم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مثلا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5F24B5" w:rsidRPr="005F24B5">
        <w:rPr>
          <w:rFonts w:hint="cs"/>
          <w:rtl/>
        </w:rPr>
        <w:t xml:space="preserve"> </w:t>
      </w:r>
      <w:r w:rsidRPr="00F3518E">
        <w:rPr>
          <w:rtl/>
          <w:lang w:bidi="fa-IR"/>
        </w:rPr>
        <w:t>منصب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دارد كه ديگران ندارند.</w:t>
      </w:r>
    </w:p>
    <w:p w:rsidR="00F3518E" w:rsidRPr="00F3518E" w:rsidRDefault="00F3518E" w:rsidP="005F24B5">
      <w:pPr>
        <w:pStyle w:val="libNormal"/>
        <w:rPr>
          <w:lang w:bidi="fa-IR"/>
        </w:rPr>
      </w:pPr>
      <w:r w:rsidRPr="00F3518E">
        <w:rPr>
          <w:rtl/>
          <w:lang w:bidi="fa-IR"/>
        </w:rPr>
        <w:t>اگر درشان پنج تن به جز اين شش منقبت نبود، همرديف بودن آنها در اين مناقب نشان م</w:t>
      </w:r>
      <w:r w:rsidR="004612E5">
        <w:rPr>
          <w:rtl/>
          <w:lang w:bidi="fa-IR"/>
        </w:rPr>
        <w:t>ی</w:t>
      </w:r>
      <w:r w:rsidR="005F24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دهد كه هر يك از پنج تن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از همه پيامبران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از همه صديقين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از آدم تا خاتم خلاصه از</w:t>
      </w:r>
      <w:r w:rsidR="005F24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جميع مخلوقات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تبارك و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افضل و برترند.</w:t>
      </w:r>
    </w:p>
    <w:p w:rsidR="00F3518E" w:rsidRPr="00F3518E" w:rsidRDefault="00F3518E" w:rsidP="005F24B5">
      <w:pPr>
        <w:pStyle w:val="libNormal"/>
        <w:rPr>
          <w:lang w:bidi="fa-IR"/>
        </w:rPr>
      </w:pPr>
      <w:r w:rsidRPr="00F3518E">
        <w:rPr>
          <w:rtl/>
          <w:lang w:bidi="fa-IR"/>
        </w:rPr>
        <w:t>زيرا اگر آنها آفريده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شدند، اين خوان رحمت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اين سفره خلقت گسترده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شد هر</w:t>
      </w:r>
      <w:r w:rsidR="005F24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كس كه به عالم هست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پا نهاده است (يعن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هر بزرگ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هر شريف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هر نبي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هر</w:t>
      </w:r>
      <w:r w:rsidR="005F24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وصي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هر خليفه ا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هر امام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هر عالم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به وجود آمده است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در حقيقت كنار سفره</w:t>
      </w:r>
      <w:r w:rsidR="005F24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رحمت آنها نشسته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از نعمت وجودشان برخوردار گشته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نان خور و پرورش يافته و</w:t>
      </w:r>
      <w:r w:rsidR="005F24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عائله رحمت و بركت وجود پنج تن بوده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از اين جهت است كه حضرت سجاد سلام الله</w:t>
      </w:r>
      <w:r w:rsidR="005F24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عليها در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ادعيه شريفه اش كه ائمه را معرف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كند،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F3518E" w:rsidRPr="00F3518E" w:rsidRDefault="005F24B5" w:rsidP="005F24B5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lastRenderedPageBreak/>
        <w:t>«</w:t>
      </w:r>
      <w:r w:rsidR="00F3518E" w:rsidRPr="005F24B5">
        <w:rPr>
          <w:rStyle w:val="libHadeesChar"/>
          <w:rtl/>
        </w:rPr>
        <w:t>نحن رحمة من استرحمك، و غوث من استغاث بك</w:t>
      </w:r>
      <w:r>
        <w:rPr>
          <w:rFonts w:hint="cs"/>
          <w:rtl/>
          <w:lang w:bidi="fa-IR"/>
        </w:rPr>
        <w:t>»</w:t>
      </w:r>
    </w:p>
    <w:p w:rsidR="00F3518E" w:rsidRPr="00F3518E" w:rsidRDefault="005F24B5" w:rsidP="005F24B5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مائيم رحمت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مردم از تو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طلبند، مائيم غوث و پناه كس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از تو پناه م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جويد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آر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آنان در پيش آمدها پناه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در طلب حوائج ملجا همه مردمند، اغلب انبيا (از آدم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تا خاتم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در هنگام مشكلات و طلب حاجت به آنان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متوسل شده اند و از آبرومند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آنها در نزد خدا، حاجت روا گشته اند، آنها محترمند، معظمند،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معززند، علت خلقتند برگزيدگان خدا هستند، و با توجه به اينكه پنج تن در مناقب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گفته شده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همدرجه و همرديف هستند، حضرت صديقه سلام الله عليها نيز در اين مورد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كوچكترين فرق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با پدر بزرگوارش نداشته است</w:t>
      </w:r>
      <w:r w:rsidR="00F3518E">
        <w:rPr>
          <w:rtl/>
          <w:lang w:bidi="fa-IR"/>
        </w:rPr>
        <w:t>.</w:t>
      </w:r>
    </w:p>
    <w:p w:rsidR="00F3518E" w:rsidRPr="00F3518E" w:rsidRDefault="005F24B5" w:rsidP="000520A8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Pr="000520A8" w:rsidRDefault="00080E33" w:rsidP="00B310F2">
      <w:pPr>
        <w:pStyle w:val="Heading2"/>
        <w:rPr>
          <w:rFonts w:eastAsia="B Badr" w:hint="cs"/>
          <w:rtl/>
        </w:rPr>
      </w:pPr>
      <w:bookmarkStart w:id="15" w:name="_Toc477607239"/>
      <w:r>
        <w:rPr>
          <w:rFonts w:hint="cs"/>
          <w:rtl/>
          <w:lang w:bidi="fa-IR"/>
        </w:rPr>
        <w:t>موضوع دوم</w:t>
      </w:r>
      <w:bookmarkEnd w:id="15"/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موضوع دوم از فضائل مشترك اينكه نام پنج تن بر ساق عرش و بر در بهشت نوشته شده است و آن موجودات مقدس به همه فرشتگان معرف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شده اند و ملائك آنها را ديده و شناخته اند.</w:t>
      </w:r>
    </w:p>
    <w:p w:rsidR="00F3518E" w:rsidRPr="00F3518E" w:rsidRDefault="000520A8" w:rsidP="000520A8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ابن عباس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از رسول اكرم</w:t>
      </w:r>
      <w:r w:rsidR="004612E5" w:rsidRPr="000520A8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نقل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كند كه حضرت فرمود:</w:t>
      </w:r>
    </w:p>
    <w:p w:rsidR="00F3518E" w:rsidRPr="00F3518E" w:rsidRDefault="000520A8" w:rsidP="000520A8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0520A8">
        <w:rPr>
          <w:rStyle w:val="libHadeesChar"/>
          <w:rtl/>
        </w:rPr>
        <w:t>ليلة عرج ب</w:t>
      </w:r>
      <w:r w:rsidR="004612E5" w:rsidRPr="000520A8">
        <w:rPr>
          <w:rStyle w:val="libHadeesChar"/>
          <w:rtl/>
        </w:rPr>
        <w:t>ی</w:t>
      </w:r>
      <w:r w:rsidR="00F3518E" w:rsidRPr="000520A8">
        <w:rPr>
          <w:rStyle w:val="libHadeesChar"/>
          <w:rtl/>
        </w:rPr>
        <w:t xml:space="preserve"> ال</w:t>
      </w:r>
      <w:r w:rsidR="004612E5" w:rsidRPr="000520A8">
        <w:rPr>
          <w:rStyle w:val="libHadeesChar"/>
          <w:rtl/>
        </w:rPr>
        <w:t>ی</w:t>
      </w:r>
      <w:r w:rsidR="00F3518E" w:rsidRPr="000520A8">
        <w:rPr>
          <w:rStyle w:val="libHadeesChar"/>
          <w:rtl/>
        </w:rPr>
        <w:t xml:space="preserve"> السماء رايت عل</w:t>
      </w:r>
      <w:r w:rsidR="004612E5" w:rsidRPr="000520A8">
        <w:rPr>
          <w:rStyle w:val="libHadeesChar"/>
          <w:rtl/>
        </w:rPr>
        <w:t>ی</w:t>
      </w:r>
      <w:r w:rsidR="00F3518E" w:rsidRPr="000520A8">
        <w:rPr>
          <w:rStyle w:val="libHadeesChar"/>
          <w:rtl/>
        </w:rPr>
        <w:t xml:space="preserve"> باب الجنة مكتوبا: لا اله الاالله، محمد رسول الله، عل</w:t>
      </w:r>
      <w:r w:rsidR="004612E5" w:rsidRPr="000520A8">
        <w:rPr>
          <w:rStyle w:val="libHadeesChar"/>
          <w:rtl/>
        </w:rPr>
        <w:t>ی</w:t>
      </w:r>
      <w:r w:rsidR="00F3518E" w:rsidRPr="000520A8">
        <w:rPr>
          <w:rStyle w:val="libHadeesChar"/>
          <w:rtl/>
        </w:rPr>
        <w:t xml:space="preserve"> حبيب الله. الحسن والحسين صفوة الله، فاطمة خيرة الله، عل</w:t>
      </w:r>
      <w:r w:rsidR="004612E5" w:rsidRPr="000520A8">
        <w:rPr>
          <w:rStyle w:val="libHadeesChar"/>
          <w:rtl/>
        </w:rPr>
        <w:t>ی</w:t>
      </w:r>
      <w:r w:rsidR="00F3518E" w:rsidRPr="000520A8">
        <w:rPr>
          <w:rStyle w:val="libHadeesChar"/>
          <w:rtl/>
        </w:rPr>
        <w:t xml:space="preserve"> مبغضيهم لعة الله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شب معراجم به سو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آسمان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اين كلمات را ديدم كه بر در بشهت نوشته شده بود:</w:t>
      </w:r>
    </w:p>
    <w:p w:rsidR="00F3518E" w:rsidRPr="00F3518E" w:rsidRDefault="00F3518E" w:rsidP="000520A8">
      <w:pPr>
        <w:pStyle w:val="libNormal"/>
        <w:rPr>
          <w:lang w:bidi="fa-IR"/>
        </w:rPr>
      </w:pPr>
      <w:r w:rsidRPr="00F3518E">
        <w:rPr>
          <w:rtl/>
          <w:lang w:bidi="fa-IR"/>
        </w:rPr>
        <w:t>نيست خدائ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جز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همتا، </w:t>
      </w:r>
      <w:r w:rsidR="000520A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محمد</w:t>
      </w:r>
      <w:r w:rsidR="000520A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پيامبر خداست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</w:t>
      </w:r>
      <w:r w:rsidR="000520A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عل</w:t>
      </w:r>
      <w:r w:rsidR="004612E5">
        <w:rPr>
          <w:rtl/>
          <w:lang w:bidi="fa-IR"/>
        </w:rPr>
        <w:t>ی</w:t>
      </w:r>
      <w:r w:rsidR="000520A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محبوب خداس </w:t>
      </w:r>
      <w:r w:rsidR="000520A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فاطمه</w:t>
      </w:r>
      <w:r w:rsidR="000520A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</w:t>
      </w:r>
      <w:r w:rsidR="000520A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حسن</w:t>
      </w:r>
      <w:r w:rsidR="000520A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</w:t>
      </w:r>
      <w:r w:rsidR="000520A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حسين</w:t>
      </w:r>
      <w:r w:rsidR="000520A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برگزيدگان خدا هستند، لعنت خدا بر كسانيكه كينه و دشمن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آنان را دارند</w:t>
      </w:r>
      <w:r w:rsidR="000520A8">
        <w:rPr>
          <w:rFonts w:hint="cs"/>
          <w:rtl/>
          <w:lang w:bidi="fa-IR"/>
        </w:rPr>
        <w:t>.»</w:t>
      </w:r>
    </w:p>
    <w:p w:rsidR="00F3518E" w:rsidRPr="00F3518E" w:rsidRDefault="00F3518E" w:rsidP="000520A8">
      <w:pPr>
        <w:pStyle w:val="libNormal"/>
        <w:rPr>
          <w:lang w:bidi="fa-IR"/>
        </w:rPr>
      </w:pPr>
      <w:r w:rsidRPr="00F3518E">
        <w:rPr>
          <w:rtl/>
          <w:lang w:bidi="fa-IR"/>
        </w:rPr>
        <w:t>اين روايت را جمع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علما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شيعه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از رجال عامه (سن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، </w:t>
      </w:r>
      <w:r w:rsidR="000520A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خطيب بغداد</w:t>
      </w:r>
      <w:r w:rsidR="004612E5">
        <w:rPr>
          <w:rtl/>
          <w:lang w:bidi="fa-IR"/>
        </w:rPr>
        <w:t>ی</w:t>
      </w:r>
      <w:r w:rsidR="000520A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تاريخش - </w:t>
      </w:r>
      <w:r w:rsidR="000520A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ابن عسا كرد</w:t>
      </w:r>
      <w:r w:rsidR="000520A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تاريخش - </w:t>
      </w:r>
      <w:r w:rsidR="000520A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حافظ گنج</w:t>
      </w:r>
      <w:r w:rsidR="004612E5">
        <w:rPr>
          <w:rtl/>
          <w:lang w:bidi="fa-IR"/>
        </w:rPr>
        <w:t>ی</w:t>
      </w:r>
      <w:r w:rsidR="000520A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كتاب كفايه اش‍ - </w:t>
      </w:r>
      <w:r w:rsidR="000520A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حافظ خوارزم</w:t>
      </w:r>
      <w:r w:rsidR="004612E5">
        <w:rPr>
          <w:rtl/>
          <w:lang w:bidi="fa-IR"/>
        </w:rPr>
        <w:t>ی</w:t>
      </w:r>
      <w:r w:rsidR="000520A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كتاب مناقبش - </w:t>
      </w:r>
      <w:r w:rsidR="000520A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بدخشان</w:t>
      </w:r>
      <w:r w:rsidR="004612E5">
        <w:rPr>
          <w:rtl/>
          <w:lang w:bidi="fa-IR"/>
        </w:rPr>
        <w:t>ی</w:t>
      </w:r>
      <w:r w:rsidR="000520A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مفتاح النجاتش - و جماعت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ديگر از دانشمندان نقل كرده اند.</w:t>
      </w:r>
    </w:p>
    <w:p w:rsidR="00F3518E" w:rsidRPr="00F3518E" w:rsidRDefault="00F3518E" w:rsidP="000520A8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درباره </w:t>
      </w:r>
      <w:r w:rsidR="000520A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فاطمه خيرة الله</w:t>
      </w:r>
      <w:r w:rsidR="000520A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حديث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0520A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حافظ عاصم</w:t>
      </w:r>
      <w:r w:rsidR="004612E5">
        <w:rPr>
          <w:rtl/>
          <w:lang w:bidi="fa-IR"/>
        </w:rPr>
        <w:t>ی</w:t>
      </w:r>
      <w:r w:rsidR="000520A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كتاب </w:t>
      </w:r>
      <w:r w:rsidR="000520A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زين الفت</w:t>
      </w:r>
      <w:r w:rsidR="004612E5">
        <w:rPr>
          <w:rtl/>
          <w:lang w:bidi="fa-IR"/>
        </w:rPr>
        <w:t>ی</w:t>
      </w:r>
      <w:r w:rsidR="000520A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آورده است كه پيغمبر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0520A8">
        <w:rPr>
          <w:rtl/>
          <w:lang w:bidi="fa-IR"/>
        </w:rPr>
        <w:t xml:space="preserve"> خطاب به اميرالمؤ</w:t>
      </w:r>
      <w:r w:rsidRPr="00F3518E">
        <w:rPr>
          <w:rtl/>
          <w:lang w:bidi="fa-IR"/>
        </w:rPr>
        <w:t xml:space="preserve">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فرمود:</w:t>
      </w:r>
    </w:p>
    <w:p w:rsidR="00F3518E" w:rsidRPr="00F3518E" w:rsidRDefault="000520A8" w:rsidP="000520A8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0520A8">
        <w:rPr>
          <w:rStyle w:val="libHadeesChar"/>
          <w:rtl/>
        </w:rPr>
        <w:t>ان الله عزوجل اشرف عل</w:t>
      </w:r>
      <w:r w:rsidR="004612E5" w:rsidRPr="000520A8">
        <w:rPr>
          <w:rStyle w:val="libHadeesChar"/>
          <w:rtl/>
        </w:rPr>
        <w:t>ی</w:t>
      </w:r>
      <w:r w:rsidR="00F3518E" w:rsidRPr="000520A8">
        <w:rPr>
          <w:rStyle w:val="libHadeesChar"/>
          <w:rtl/>
        </w:rPr>
        <w:t xml:space="preserve"> الدنيا فاختارن</w:t>
      </w:r>
      <w:r w:rsidR="004612E5" w:rsidRPr="000520A8">
        <w:rPr>
          <w:rStyle w:val="libHadeesChar"/>
          <w:rtl/>
        </w:rPr>
        <w:t>ی</w:t>
      </w:r>
      <w:r w:rsidR="00F3518E" w:rsidRPr="000520A8">
        <w:rPr>
          <w:rStyle w:val="libHadeesChar"/>
          <w:rtl/>
        </w:rPr>
        <w:t xml:space="preserve"> منها عل</w:t>
      </w:r>
      <w:r w:rsidR="004612E5" w:rsidRPr="000520A8">
        <w:rPr>
          <w:rStyle w:val="libHadeesChar"/>
          <w:rtl/>
        </w:rPr>
        <w:t>ی</w:t>
      </w:r>
      <w:r w:rsidR="00F3518E" w:rsidRPr="000520A8">
        <w:rPr>
          <w:rStyle w:val="libHadeesChar"/>
          <w:rtl/>
        </w:rPr>
        <w:t xml:space="preserve"> رجال العالمين، ثم اطلع الثانية فاختارك عل</w:t>
      </w:r>
      <w:r w:rsidR="004612E5" w:rsidRPr="000520A8">
        <w:rPr>
          <w:rStyle w:val="libHadeesChar"/>
          <w:rtl/>
        </w:rPr>
        <w:t>ی</w:t>
      </w:r>
      <w:r w:rsidR="00F3518E" w:rsidRPr="000520A8">
        <w:rPr>
          <w:rStyle w:val="libHadeesChar"/>
          <w:rtl/>
        </w:rPr>
        <w:t xml:space="preserve"> رجال العالمين بعد</w:t>
      </w:r>
      <w:r w:rsidR="004612E5" w:rsidRPr="000520A8">
        <w:rPr>
          <w:rStyle w:val="libHadeesChar"/>
          <w:rtl/>
        </w:rPr>
        <w:t>ی</w:t>
      </w:r>
      <w:r w:rsidR="00F3518E" w:rsidRPr="000520A8">
        <w:rPr>
          <w:rStyle w:val="libHadeesChar"/>
          <w:rtl/>
        </w:rPr>
        <w:t>، ثم اطلع الثالثة فاختار الائمة من ولدك عل</w:t>
      </w:r>
      <w:r w:rsidR="004612E5" w:rsidRPr="000520A8">
        <w:rPr>
          <w:rStyle w:val="libHadeesChar"/>
          <w:rtl/>
        </w:rPr>
        <w:t>ی</w:t>
      </w:r>
      <w:r w:rsidR="00F3518E" w:rsidRPr="000520A8">
        <w:rPr>
          <w:rStyle w:val="libHadeesChar"/>
          <w:rtl/>
        </w:rPr>
        <w:t xml:space="preserve"> رجال العالمين، ثم اطلع الرابعة فاختار فاطمه عل</w:t>
      </w:r>
      <w:r w:rsidR="004612E5" w:rsidRPr="000520A8">
        <w:rPr>
          <w:rStyle w:val="libHadeesChar"/>
          <w:rtl/>
        </w:rPr>
        <w:t>ی</w:t>
      </w:r>
      <w:r w:rsidR="00F3518E" w:rsidRPr="000520A8">
        <w:rPr>
          <w:rStyle w:val="libHadeesChar"/>
          <w:rtl/>
        </w:rPr>
        <w:t xml:space="preserve"> نساء العالمين</w:t>
      </w:r>
      <w:r>
        <w:rPr>
          <w:rFonts w:hint="cs"/>
          <w:rtl/>
          <w:lang w:bidi="fa-IR"/>
        </w:rPr>
        <w:t>»</w:t>
      </w:r>
    </w:p>
    <w:p w:rsidR="00F3518E" w:rsidRPr="00F3518E" w:rsidRDefault="000520A8" w:rsidP="000520A8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تبارك و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به دنيا (يعن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جميع بشر) نظر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افكند و از همه مردان عالم مرا انتخاب كرد، آنگاه بار دوم نظر فرمود و از جميع مردان جهان ترا برگزيد، و بار سوم ائمه 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از فرزندان تو هستند انتخاب فرمود، سپس بار چهارم از جميع زنها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عالم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فاطمه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را برگزيد</w:t>
      </w:r>
      <w:r>
        <w:rPr>
          <w:rFonts w:hint="cs"/>
          <w:rtl/>
          <w:lang w:bidi="fa-IR"/>
        </w:rPr>
        <w:t>.»</w:t>
      </w:r>
    </w:p>
    <w:p w:rsidR="00F3518E" w:rsidRPr="00F3518E" w:rsidRDefault="00F3518E" w:rsidP="000520A8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به طرق متعدد از حضرت صادق سلام الله عليه درباره اين روايت سؤال شده است كه آيا مراد از جمله </w:t>
      </w:r>
      <w:r w:rsidR="000520A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نساءالعالمين</w:t>
      </w:r>
      <w:r w:rsidR="000520A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چيست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حضرت فرمود: يعن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0520A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فاطمه</w:t>
      </w:r>
      <w:r w:rsidR="000520A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بانو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بانوان جهان از اولين و آخرين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</w:t>
      </w:r>
    </w:p>
    <w:p w:rsidR="00F3518E" w:rsidRPr="00F3518E" w:rsidRDefault="00F3518E" w:rsidP="000520A8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راو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گويد كه سؤ ال شد: آيا در زمان خودش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حضرت فرمود:</w:t>
      </w:r>
      <w:r w:rsidR="000520A8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بانو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بانوان در عصر خودش حضرت مريم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بود،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سيده زنان جهان و مهين بانو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عالم است از اولين و آخرين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در نتيجه حديث مذكور به ما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آموزد كه چهارده معصوم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برگزيدگان خدا هستند و در اين مقام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همدرجه و يكسان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باشند.</w:t>
      </w:r>
    </w:p>
    <w:p w:rsidR="00F3518E" w:rsidRPr="00F3518E" w:rsidRDefault="00F3518E" w:rsidP="000520A8">
      <w:pPr>
        <w:pStyle w:val="libNormal"/>
        <w:rPr>
          <w:lang w:bidi="fa-IR"/>
        </w:rPr>
      </w:pPr>
      <w:r w:rsidRPr="00F3518E">
        <w:rPr>
          <w:rtl/>
          <w:lang w:bidi="fa-IR"/>
        </w:rPr>
        <w:t>روايت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حضرت رسول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نقل شده است كه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F3518E" w:rsidRPr="00F3518E" w:rsidRDefault="000520A8" w:rsidP="000520A8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0520A8">
        <w:rPr>
          <w:rStyle w:val="libHadeesChar"/>
          <w:rtl/>
        </w:rPr>
        <w:t>لما خلق الله تعال</w:t>
      </w:r>
      <w:r w:rsidR="004612E5" w:rsidRPr="000520A8">
        <w:rPr>
          <w:rStyle w:val="libHadeesChar"/>
          <w:rtl/>
        </w:rPr>
        <w:t>ی</w:t>
      </w:r>
      <w:r w:rsidR="00F3518E" w:rsidRPr="000520A8">
        <w:rPr>
          <w:rStyle w:val="libHadeesChar"/>
          <w:rtl/>
        </w:rPr>
        <w:t xml:space="preserve"> آدم و عطس، فاستو</w:t>
      </w:r>
      <w:r w:rsidR="004612E5" w:rsidRPr="000520A8">
        <w:rPr>
          <w:rStyle w:val="libHadeesChar"/>
          <w:rtl/>
        </w:rPr>
        <w:t>ی</w:t>
      </w:r>
      <w:r w:rsidR="00F3518E" w:rsidRPr="000520A8">
        <w:rPr>
          <w:rStyle w:val="libHadeesChar"/>
          <w:rtl/>
        </w:rPr>
        <w:t xml:space="preserve"> جالسا، قالت الملائكه يرحمك الله يا ابا محمد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0520A8">
      <w:pPr>
        <w:pStyle w:val="libNormal"/>
        <w:rPr>
          <w:lang w:bidi="fa-IR"/>
        </w:rPr>
      </w:pPr>
      <w:r w:rsidRPr="00F3518E">
        <w:rPr>
          <w:rtl/>
          <w:lang w:bidi="fa-IR"/>
        </w:rPr>
        <w:t>هنگام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آدم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آفريد، حضرت آدم عطسه كرد و نشست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فرشتگان به او گفتند: رحمت خدا بر تو باد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0520A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پدر محمد</w:t>
      </w:r>
      <w:r w:rsidR="000520A8">
        <w:rPr>
          <w:rFonts w:hint="cs"/>
          <w:rtl/>
          <w:lang w:bidi="fa-IR"/>
        </w:rPr>
        <w:t xml:space="preserve">» </w:t>
      </w:r>
      <w:r w:rsidRPr="00F3518E">
        <w:rPr>
          <w:rtl/>
          <w:lang w:bidi="fa-IR"/>
        </w:rPr>
        <w:t xml:space="preserve">ادامه حديث از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چنين است</w:t>
      </w:r>
      <w:r>
        <w:rPr>
          <w:rtl/>
          <w:lang w:bidi="fa-IR"/>
        </w:rPr>
        <w:t>:</w:t>
      </w:r>
    </w:p>
    <w:p w:rsidR="00F3518E" w:rsidRPr="00F3518E" w:rsidRDefault="000520A8" w:rsidP="000520A8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0520A8">
        <w:rPr>
          <w:rStyle w:val="libHadeesChar"/>
          <w:rtl/>
        </w:rPr>
        <w:t>فرخ راسه فاذا هو مكتوب عل</w:t>
      </w:r>
      <w:r w:rsidR="004612E5" w:rsidRPr="000520A8">
        <w:rPr>
          <w:rStyle w:val="libHadeesChar"/>
          <w:rtl/>
        </w:rPr>
        <w:t>ی</w:t>
      </w:r>
      <w:r w:rsidR="00F3518E" w:rsidRPr="000520A8">
        <w:rPr>
          <w:rStyle w:val="libHadeesChar"/>
          <w:rtl/>
        </w:rPr>
        <w:t xml:space="preserve"> ساق العرش: لا اله الاالله، محمد رسول الله، عل</w:t>
      </w:r>
      <w:r w:rsidR="004612E5" w:rsidRPr="000520A8">
        <w:rPr>
          <w:rStyle w:val="libHadeesChar"/>
          <w:rtl/>
        </w:rPr>
        <w:t>ی</w:t>
      </w:r>
      <w:r w:rsidR="00F3518E" w:rsidRPr="000520A8">
        <w:rPr>
          <w:rStyle w:val="libHadeesChar"/>
          <w:rtl/>
        </w:rPr>
        <w:t xml:space="preserve"> حب الله، والحسن والحسين صفوة الله، فاطمة خيرة الله</w:t>
      </w:r>
      <w:r>
        <w:rPr>
          <w:rFonts w:hint="cs"/>
          <w:rtl/>
          <w:lang w:bidi="fa-IR"/>
        </w:rPr>
        <w:t>».</w:t>
      </w:r>
    </w:p>
    <w:p w:rsidR="00F3518E" w:rsidRPr="00F3518E" w:rsidRDefault="000520A8" w:rsidP="000520A8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حضرت آدم هنگام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مباركش را بلند كرد، اين كلمات را مشاهده كرد كه بر ساق عرش نوشته شده است</w:t>
      </w:r>
      <w:r w:rsidR="00F3518E">
        <w:rPr>
          <w:rtl/>
          <w:lang w:bidi="fa-IR"/>
        </w:rPr>
        <w:t>:</w:t>
      </w:r>
      <w:r>
        <w:rPr>
          <w:rFonts w:hint="cs"/>
          <w:rtl/>
          <w:lang w:bidi="fa-IR"/>
        </w:rPr>
        <w:t xml:space="preserve"> «</w:t>
      </w:r>
      <w:r w:rsidR="00F3518E" w:rsidRPr="00F3518E">
        <w:rPr>
          <w:rtl/>
          <w:lang w:bidi="fa-IR"/>
        </w:rPr>
        <w:t>نيست خدائ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جز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همتا، محمد پيامبر خداست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محبوب خداست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حسن و حسين و فاطمه برگزيدگان خدا هستند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به اين ترتيب به آدم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آموخته شد كه اين پنج تن انتخاب شده از جانب خدا هستند و، فرشتگان نيز به هرسو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نگريستند، نام مبارك پنج تن را مشاهده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كردند.</w:t>
      </w:r>
    </w:p>
    <w:p w:rsidR="000520A8" w:rsidRDefault="00F3518E" w:rsidP="00F3518E">
      <w:pPr>
        <w:pStyle w:val="libNormal"/>
        <w:rPr>
          <w:rtl/>
          <w:lang w:bidi="fa-IR"/>
        </w:rPr>
      </w:pPr>
      <w:r w:rsidRPr="00F3518E">
        <w:rPr>
          <w:rtl/>
          <w:lang w:bidi="fa-IR"/>
        </w:rPr>
        <w:t>اين هم منقبت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هر يك از پنج تن به طور يكسان در اين رتبه مشتركند.</w:t>
      </w:r>
    </w:p>
    <w:p w:rsidR="00F3518E" w:rsidRPr="00F3518E" w:rsidRDefault="000520A8" w:rsidP="00F3518E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057032">
      <w:pPr>
        <w:pStyle w:val="Heading2"/>
        <w:rPr>
          <w:rFonts w:hint="cs"/>
          <w:rtl/>
          <w:lang w:bidi="fa-IR"/>
        </w:rPr>
      </w:pPr>
      <w:bookmarkStart w:id="16" w:name="_Toc477607240"/>
      <w:r w:rsidRPr="00F3518E">
        <w:rPr>
          <w:rtl/>
          <w:lang w:bidi="fa-IR"/>
        </w:rPr>
        <w:t>موضوع سوم</w:t>
      </w:r>
      <w:bookmarkEnd w:id="16"/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سومين منقبت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حضرت صديقه سلام الله عليها با پدر و همسر و فرزندانش اشتراك دارد منور بودن بهشت است با تصوير او.</w:t>
      </w:r>
    </w:p>
    <w:p w:rsidR="00F3518E" w:rsidRPr="00F3518E" w:rsidRDefault="00057032" w:rsidP="00057032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انس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از حضرت رسول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روايت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كند كه آن حضرت فرمود:</w:t>
      </w:r>
    </w:p>
    <w:p w:rsidR="00F3518E" w:rsidRPr="00F3518E" w:rsidRDefault="00057032" w:rsidP="00057032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ان آدم صلوات الله عليه نظر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الجنتة فلم ير صورت مثل صورته فقال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اله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ليس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الجنة صورة مثل صورت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؟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فاخبره الله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اشار 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جنة الفردوس فرا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قصرا من ياقوته بيضاء فد خلها فرا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خمس صور مكتوب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كل صورة اسمها: انا محمود و هذا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احمد</w:t>
      </w:r>
      <w:r>
        <w:rPr>
          <w:rFonts w:hint="cs"/>
          <w:rtl/>
          <w:lang w:bidi="fa-IR"/>
        </w:rPr>
        <w:t>»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انا الاعل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هذا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عل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انا الفاطر و هذه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فاطمه</w:t>
      </w:r>
      <w:r>
        <w:rPr>
          <w:rFonts w:hint="cs"/>
          <w:rtl/>
          <w:lang w:bidi="fa-IR"/>
        </w:rPr>
        <w:t>»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انا المحسن و هذا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حسن</w:t>
      </w:r>
      <w:r>
        <w:rPr>
          <w:rFonts w:hint="cs"/>
          <w:rtl/>
          <w:lang w:bidi="fa-IR"/>
        </w:rPr>
        <w:t>»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انا ذوالاحسان و هذا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حسين</w:t>
      </w:r>
      <w:r>
        <w:rPr>
          <w:rFonts w:hint="cs"/>
          <w:rtl/>
          <w:lang w:bidi="fa-IR"/>
        </w:rPr>
        <w:t>»</w:t>
      </w:r>
      <w:r w:rsidR="00F3518E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حضرت آدم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چون در بهشت به هر سو نگريست و صورت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را به شكل و قيافه خود نيافت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عرض كرد: خدايا، صورت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نظير چهره من نيافريده ا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؟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متعال او را متوجه بهشت فردوس كرد و حضرت آدم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در آنجا قصر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ياقوت سفيد ديد و هنگام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وارد آن قصر شد، پنج تصوير مشاهده كرد كه اسام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هر يك از آنها نيز به اين شرح نوشته شده بود.</w:t>
      </w:r>
    </w:p>
    <w:p w:rsidR="00F3518E" w:rsidRPr="00F3518E" w:rsidRDefault="00F3518E" w:rsidP="00057032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من محمودم و اين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احمد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من اعل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هستم و اين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عل</w:t>
      </w:r>
      <w:r w:rsidR="004612E5">
        <w:rPr>
          <w:rtl/>
          <w:lang w:bidi="fa-IR"/>
        </w:rPr>
        <w:t>ی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من فاطرم و اين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فاطمه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من محسنم و اين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حسن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 من ذوالاحسانم و اين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حسين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.</w:t>
      </w:r>
    </w:p>
    <w:p w:rsidR="00F3518E" w:rsidRPr="00F3518E" w:rsidRDefault="00F3518E" w:rsidP="00057032">
      <w:pPr>
        <w:pStyle w:val="libNormal"/>
        <w:rPr>
          <w:lang w:bidi="fa-IR"/>
        </w:rPr>
      </w:pPr>
      <w:r w:rsidRPr="00F3518E">
        <w:rPr>
          <w:rtl/>
          <w:lang w:bidi="fa-IR"/>
        </w:rPr>
        <w:t>حديث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همين موضوع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شيخ عبدالرحمان صفور</w:t>
      </w:r>
      <w:r w:rsidR="004612E5">
        <w:rPr>
          <w:rtl/>
          <w:lang w:bidi="fa-IR"/>
        </w:rPr>
        <w:t>ی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نزهت المجالس</w:t>
      </w:r>
      <w:r w:rsidR="00057032">
        <w:rPr>
          <w:rFonts w:hint="cs"/>
          <w:rtl/>
          <w:lang w:bidi="fa-IR"/>
        </w:rPr>
        <w:t>»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مولامحمد مبين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معارج النبوة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از حضرت صادق سلام الله عليه روايت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 كه آن حضرت فرمود:</w:t>
      </w:r>
    </w:p>
    <w:p w:rsidR="00F3518E" w:rsidRPr="00F3518E" w:rsidRDefault="00057032" w:rsidP="00F3518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كان آدم و حواء جالسين فجائهما جبرئيل و ات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بهما 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قصر من ذهب و فضة شرفاته من زمرد اخضر فيه سرير من ياقوتة حمراء و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السرير قبة من نور فيها صورة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راسها تاج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اذنيها قرطان من لولو، و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عنقها طرق من نور، فتعجبوا من نورها حت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ان آدم نس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حسن حواء فقال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ما هذه الصورة</w:t>
      </w:r>
      <w:r w:rsidR="00F3518E">
        <w:rPr>
          <w:rtl/>
          <w:lang w:bidi="fa-IR"/>
        </w:rPr>
        <w:t>؟</w:t>
      </w:r>
    </w:p>
    <w:p w:rsidR="00057032" w:rsidRDefault="00F3518E" w:rsidP="00057032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قال جبرئيل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فاطمه</w:t>
      </w:r>
      <w:r w:rsidR="00057032">
        <w:rPr>
          <w:rFonts w:hint="cs"/>
          <w:rtl/>
          <w:lang w:bidi="fa-IR"/>
        </w:rPr>
        <w:t>»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التاج ابوها، و الطوق زوجها، و القرطان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الحسن والحسين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فرفع آدم راسه 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القبة فوجد خمسة اسماء مكتوبة من نور: انا المحمود و هذا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محمد</w:t>
      </w:r>
      <w:r w:rsidR="00057032">
        <w:rPr>
          <w:rFonts w:hint="cs"/>
          <w:rtl/>
          <w:lang w:bidi="fa-IR"/>
        </w:rPr>
        <w:t>»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انا الاعل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هذا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عل</w:t>
      </w:r>
      <w:r w:rsidR="004612E5">
        <w:rPr>
          <w:rtl/>
          <w:lang w:bidi="fa-IR"/>
        </w:rPr>
        <w:t>ی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ان االفاطر و هذه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فاطمة</w:t>
      </w:r>
      <w:r w:rsidR="00057032">
        <w:rPr>
          <w:rFonts w:hint="cs"/>
          <w:rtl/>
          <w:lang w:bidi="fa-IR"/>
        </w:rPr>
        <w:t>»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انا المحسن و هذا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الحسن</w:t>
      </w:r>
      <w:r w:rsidR="00057032">
        <w:rPr>
          <w:rFonts w:hint="cs"/>
          <w:rtl/>
          <w:lang w:bidi="fa-IR"/>
        </w:rPr>
        <w:t>»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من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الاحسان و هذا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الحسين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فقال جبرئيل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يا آدم احفظ هذه </w:t>
      </w:r>
      <w:r w:rsidRPr="00F3518E">
        <w:rPr>
          <w:rtl/>
          <w:lang w:bidi="fa-IR"/>
        </w:rPr>
        <w:lastRenderedPageBreak/>
        <w:t>الاسماءفانك تحتاج اليها، فلما هبط آدم بك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ثلاثمائة عام ثم دعا بهذه الاسماء و قال يا رب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بحق محمد وعل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فاطمة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والحسن والحسين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يا محمود يا اعل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يا فاطر يا محسن اغفرل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تقبل توبت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فاوح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الله اليه يا آدم لوسئلتن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جميع ذريتك لغفرت لهم</w:t>
      </w:r>
      <w:r w:rsidR="00057032">
        <w:rPr>
          <w:rFonts w:hint="cs"/>
          <w:rtl/>
          <w:lang w:bidi="fa-IR"/>
        </w:rPr>
        <w:t>»</w:t>
      </w:r>
    </w:p>
    <w:p w:rsidR="00F3518E" w:rsidRPr="00F3518E" w:rsidRDefault="00057032" w:rsidP="00057032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آدم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و حوا، در كنار هم نشسته بودند كه جبرئيل بنزدشان آمد و آنان را همراه خود به داخل قصر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طلا برد، در آنجا تخت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ياقوت قرمز بود و بالا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آن تخت قبه 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بود نور افشان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در ميان آن قبه چهره 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غرقه در نور، كه تاج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بر سر نهاده و دو گوشوار از لولو در گوشش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گردن بند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نور بر گردنش آويخته بود. هر دو از نورانيت حيرت انگيز آن تمثال در شگفت شدند به حد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حضرت آدم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زيبائ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همسرش حواء را فراموش نمود (زيرا شاهد يك زيبائ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سابقه و حسن 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نظير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بود) لذا رو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به جبرئيل كرد و پرسيد اين صورت كيست</w:t>
      </w:r>
      <w:r w:rsidR="00F3518E">
        <w:rPr>
          <w:rtl/>
          <w:lang w:bidi="fa-IR"/>
        </w:rPr>
        <w:t>؟</w:t>
      </w:r>
      <w:r w:rsidR="00F3518E" w:rsidRPr="00F3518E">
        <w:rPr>
          <w:rtl/>
          <w:lang w:bidi="fa-IR"/>
        </w:rPr>
        <w:t xml:space="preserve"> جبرئيل گفت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اين فاطمه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آن تاجش احمدنما، گردن بندش حيدرنما و دو گوشوارش نشانگر حسن و حسين اوست</w:t>
      </w:r>
      <w:r w:rsidR="00F3518E">
        <w:rPr>
          <w:rtl/>
          <w:lang w:bidi="fa-IR"/>
        </w:rPr>
        <w:t>.</w:t>
      </w:r>
      <w:r w:rsidR="00F3518E" w:rsidRPr="00F3518E">
        <w:rPr>
          <w:rtl/>
          <w:lang w:bidi="fa-IR"/>
        </w:rPr>
        <w:t xml:space="preserve"> آنگاه حضرت آدم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سر خويش را به سو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قبه نور بلند كرد، و در آنجا اين پنج اسم را با خط نور نوشته ديد:</w:t>
      </w:r>
    </w:p>
    <w:p w:rsidR="00F3518E" w:rsidRPr="00F3518E" w:rsidRDefault="00F3518E" w:rsidP="00057032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من محمودم و اين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محمد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من اعل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هستم و اين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عل</w:t>
      </w:r>
      <w:r w:rsidR="004612E5">
        <w:rPr>
          <w:rtl/>
          <w:lang w:bidi="fa-IR"/>
        </w:rPr>
        <w:t>ی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من فاطرم و اين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فاطمه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من محسنم و اين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حسن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احسان از من است و اين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حسين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 w:rsidR="00057032">
        <w:rPr>
          <w:rFonts w:hint="cs"/>
          <w:rtl/>
          <w:lang w:bidi="fa-IR"/>
        </w:rPr>
        <w:t>»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پس از قرائت اين نامها جبرئيل گفت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يا آدم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اين نامها را به خاطر بسپار كه بعدها يقينا به آنها نيازمند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آن اسماء مشكل گشا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 خواهند بود.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بعد از آنكه حضرت آدم مرتكب آن ترك اول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شد و در نتيجه بر زمين فرود آمد، بعد از ٣٠٠ سال اشك ريختن (بياد آن نامها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مقدس افتاد) و با آن اسماء مبارك دعائ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ترتيب داد و به پيشگاه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متعال چنين معروض داشت</w:t>
      </w:r>
      <w:r>
        <w:rPr>
          <w:rtl/>
          <w:lang w:bidi="fa-IR"/>
        </w:rPr>
        <w:t>:</w:t>
      </w:r>
    </w:p>
    <w:p w:rsidR="00F3518E" w:rsidRPr="00F3518E" w:rsidRDefault="00F3518E" w:rsidP="00057032">
      <w:pPr>
        <w:pStyle w:val="libNormal"/>
        <w:rPr>
          <w:lang w:bidi="fa-IR"/>
        </w:rPr>
      </w:pPr>
      <w:r w:rsidRPr="00F3518E">
        <w:rPr>
          <w:rtl/>
          <w:lang w:bidi="fa-IR"/>
        </w:rPr>
        <w:t>پروردگارا به حق محمد، عل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فاطمه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حسن و حسين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يا محمود، يا اعل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يا محسن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يا فاطر از خطا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 در گذر و توبه مرا قبول فرما. در آن هنگام از جانب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خطاب آمد كه يا آدم اگر (در آن حال دعا) در خواست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گناهان همه فرزندانت را بيامرزم همه آنها را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بخشيدم</w:t>
      </w:r>
      <w:r w:rsidR="00057032">
        <w:rPr>
          <w:rFonts w:hint="cs"/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آر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متعال هرگز سنگين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ندارد كه از بركت اين دعا جميع گناهان ما را نيز ببخشد، لذا جا دارد كه ما نيز بگوئيم</w:t>
      </w:r>
      <w:r>
        <w:rPr>
          <w:rtl/>
          <w:lang w:bidi="fa-IR"/>
        </w:rPr>
        <w:t>:</w:t>
      </w:r>
    </w:p>
    <w:p w:rsidR="00F3518E" w:rsidRPr="00F3518E" w:rsidRDefault="00057032" w:rsidP="00057032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057032">
        <w:rPr>
          <w:rStyle w:val="libBold1Char"/>
          <w:rtl/>
        </w:rPr>
        <w:t>يا رب بحق محمد، و عل</w:t>
      </w:r>
      <w:r w:rsidR="004612E5" w:rsidRPr="00057032">
        <w:rPr>
          <w:rStyle w:val="libBold1Char"/>
          <w:rtl/>
        </w:rPr>
        <w:t>ی</w:t>
      </w:r>
      <w:r w:rsidR="00F3518E" w:rsidRPr="00057032">
        <w:rPr>
          <w:rStyle w:val="libBold1Char"/>
          <w:rtl/>
        </w:rPr>
        <w:t>، و فاطمه، والحسن والحسين، يا محمود يا اعل</w:t>
      </w:r>
      <w:r w:rsidR="004612E5" w:rsidRPr="00057032">
        <w:rPr>
          <w:rStyle w:val="libBold1Char"/>
          <w:rtl/>
        </w:rPr>
        <w:t>ی</w:t>
      </w:r>
      <w:r w:rsidR="00F3518E" w:rsidRPr="00057032">
        <w:rPr>
          <w:rStyle w:val="libBold1Char"/>
          <w:rtl/>
        </w:rPr>
        <w:t xml:space="preserve"> يا فاطر يا محسن اغفرلنا و تقبل توبتنا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حديث مفصل ديگ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جناب سلمان نقل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كند كه حضرت رسول اكرم</w:t>
      </w:r>
      <w:r w:rsidR="004612E5" w:rsidRPr="00057032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فرمود:</w:t>
      </w:r>
    </w:p>
    <w:p w:rsidR="00F3518E" w:rsidRPr="00F3518E" w:rsidRDefault="00057032" w:rsidP="00057032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اسام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خودش نامها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ما را مشتق فرموده است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خدا محمود است و من محمدم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است و نام برادرم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خدا فاطر است و اسم دخترم فاطمه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خدا محسن است و نام دو فرزند من حسن و حسين است</w:t>
      </w:r>
      <w:r w:rsidR="00F3518E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</w:p>
    <w:p w:rsidR="00057032" w:rsidRDefault="00057032" w:rsidP="0005703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اين روايت را نطنز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خصائص علويه</w:t>
      </w:r>
      <w:r>
        <w:rPr>
          <w:rFonts w:hint="cs"/>
          <w:rtl/>
          <w:lang w:bidi="fa-IR"/>
        </w:rPr>
        <w:t>»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عده 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ديگر از دانشمندان بزرگ شيعه و سن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نقل فرموده اند، و اگر به جز اين روايت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حديث ديگر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در دست ما نباشد از همين خبر، مطالب مهم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را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توان استفاده كرد، و با توجه به اين كه بعد از سيصد سال اشك ريختن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در هنگام درماندگ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احتياج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اين نامها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مقدس مشكل گشا و نجات بخش آدم ابوالبشر بوده اند، كاملا واضح است كه تمام فرزندان آدم در سخت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ها نيازمند آنان بوده و در طلب حاجت و رفع گرفتاريها با توسل به اين اسماء مبارك كامروا خواهند بود.</w:t>
      </w:r>
    </w:p>
    <w:p w:rsidR="00F3518E" w:rsidRPr="00F3518E" w:rsidRDefault="00057032" w:rsidP="00057032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057032">
      <w:pPr>
        <w:pStyle w:val="Heading2"/>
        <w:rPr>
          <w:rFonts w:hint="cs"/>
          <w:rtl/>
          <w:lang w:bidi="fa-IR"/>
        </w:rPr>
      </w:pPr>
      <w:bookmarkStart w:id="17" w:name="_Toc477607241"/>
      <w:r w:rsidRPr="00F3518E">
        <w:rPr>
          <w:rtl/>
          <w:lang w:bidi="fa-IR"/>
        </w:rPr>
        <w:t>موضوع چهارم</w:t>
      </w:r>
      <w:bookmarkEnd w:id="17"/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چهارمين منقبت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وجود مقدس حضرت زهرا سلام الله عليها با پدر و همسر و فرزندانش مشترك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اهتاء و اقتداء و تمسك است يعن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هدايت يافتن و پيرو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كردن مردم از آنان و در موقع نياز، متوسل شدن به آنها.</w:t>
      </w:r>
    </w:p>
    <w:p w:rsidR="00F3518E" w:rsidRPr="00F3518E" w:rsidRDefault="00057032" w:rsidP="00057032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انس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روايت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كند:</w:t>
      </w:r>
    </w:p>
    <w:p w:rsidR="00057032" w:rsidRDefault="00057032" w:rsidP="00057032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صل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بنا رسول الله </w:t>
      </w:r>
      <w:r w:rsidR="00076036" w:rsidRPr="00076036">
        <w:rPr>
          <w:rStyle w:val="libAlaemChar"/>
          <w:rtl/>
        </w:rPr>
        <w:t>صلى‌الله‌عليه‌وآله‌وسلم</w:t>
      </w:r>
      <w:r w:rsidR="00F3518E" w:rsidRPr="00F3518E">
        <w:rPr>
          <w:rtl/>
          <w:lang w:bidi="fa-IR"/>
        </w:rPr>
        <w:t xml:space="preserve"> صلوة الفجر فلما انقتل من الصلوة اقبل علينا بوجهه الكريم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فقال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معاشر المسلمين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من افتقد الشمس فليستمسك بالقمر، و من افتقد القمر فليستمسك بالزهرة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من افتقد الزهرة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فليستمسك بالفرقدين</w:t>
      </w:r>
      <w:r w:rsidR="00F3518E">
        <w:rPr>
          <w:rtl/>
          <w:lang w:bidi="fa-IR"/>
        </w:rPr>
        <w:t>.</w:t>
      </w:r>
      <w:r w:rsidR="00F3518E" w:rsidRPr="00F3518E">
        <w:rPr>
          <w:rtl/>
          <w:lang w:bidi="fa-IR"/>
        </w:rPr>
        <w:t xml:space="preserve"> فقيل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يا رسول الله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ما الشمس و القمرو هها الزهرة و ما الفر قدان</w:t>
      </w:r>
      <w:r w:rsidR="00F3518E">
        <w:rPr>
          <w:rtl/>
          <w:lang w:bidi="fa-IR"/>
        </w:rPr>
        <w:t>؟</w:t>
      </w:r>
      <w:r w:rsidR="00F3518E" w:rsidRPr="00F3518E">
        <w:rPr>
          <w:rtl/>
          <w:lang w:bidi="fa-IR"/>
        </w:rPr>
        <w:t xml:space="preserve"> فقال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انا الشمس و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القمر... و كتاب الله لا يفترقان حت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يردا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الحوض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</w:p>
    <w:p w:rsidR="00F3518E" w:rsidRPr="00F3518E" w:rsidRDefault="00057032" w:rsidP="00057032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روز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با ما نماز صبح بجا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آورد، و پس از فراغت از نماز رو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مباركش را به سو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ما گردانيد: و فرمود: 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جماعت مسلمانان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هر كس كه آفتاب را از دست بدهد، پس بايد به ماه تمسك جويد، و در فقدان ماه دست به دامان زهره شود، و اگر زهره را نيابد، به دو ستاره (فرقدان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پناه آورد. از پيامبر اكرم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سؤال شد كه يا رسول الله مقصود از آفتاب و ماه و زهره و (فرقدان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دو ستاره نور افشان چيست</w:t>
      </w:r>
      <w:r w:rsidR="00F3518E">
        <w:rPr>
          <w:rtl/>
          <w:lang w:bidi="fa-IR"/>
        </w:rPr>
        <w:t>؟</w:t>
      </w:r>
      <w:r w:rsidR="00F3518E" w:rsidRPr="00F3518E">
        <w:rPr>
          <w:rtl/>
          <w:lang w:bidi="fa-IR"/>
        </w:rPr>
        <w:t xml:space="preserve"> فرمود: من آفتابم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ماه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فاطمه زهره است و دو ستاره حسنين اند. آنان به كتاب خدا دو دستاويز بشرند و همواره بهم پيوسته اند و هرگز از يكديگر جدا نم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شوند تا در كنار حوض (كوثر) به من ملحق شوند.</w:t>
      </w:r>
    </w:p>
    <w:p w:rsidR="00F3518E" w:rsidRPr="00F3518E" w:rsidRDefault="00F3518E" w:rsidP="00057032">
      <w:pPr>
        <w:pStyle w:val="libNormal"/>
        <w:rPr>
          <w:lang w:bidi="fa-IR"/>
        </w:rPr>
      </w:pPr>
      <w:r w:rsidRPr="00F3518E">
        <w:rPr>
          <w:rtl/>
          <w:lang w:bidi="fa-IR"/>
        </w:rPr>
        <w:t>روايت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ابو اسحق ثعلب</w:t>
      </w:r>
      <w:r w:rsidR="004612E5">
        <w:rPr>
          <w:rtl/>
          <w:lang w:bidi="fa-IR"/>
        </w:rPr>
        <w:t>ی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عرايس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و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نطنز</w:t>
      </w:r>
      <w:r w:rsidR="004612E5">
        <w:rPr>
          <w:rtl/>
          <w:lang w:bidi="fa-IR"/>
        </w:rPr>
        <w:t>ی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خصايص علويه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نقل كرده اند كه حضرت رسول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فرمود:</w:t>
      </w:r>
    </w:p>
    <w:p w:rsidR="00057032" w:rsidRDefault="00057032" w:rsidP="00057032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اطلبوا الشمس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فاذا غابت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فاطلبوا القمر، و اذا غاب القمر، فاطلبوا الزهره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اذا غابت الزهره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فاطلبوا الفرقدين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قلنا يا رسول الله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ما الشمس</w:t>
      </w:r>
      <w:r w:rsidR="00F3518E">
        <w:rPr>
          <w:rtl/>
          <w:lang w:bidi="fa-IR"/>
        </w:rPr>
        <w:t>؟</w:t>
      </w:r>
      <w:r w:rsidR="00F3518E" w:rsidRPr="00F3518E">
        <w:rPr>
          <w:rtl/>
          <w:lang w:bidi="fa-IR"/>
        </w:rPr>
        <w:t xml:space="preserve"> قال انا، قلنا من القمر؟ قال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قلنا فمن الزهره</w:t>
      </w:r>
      <w:r w:rsidR="00F3518E">
        <w:rPr>
          <w:rtl/>
          <w:lang w:bidi="fa-IR"/>
        </w:rPr>
        <w:t>؟</w:t>
      </w:r>
      <w:r w:rsidR="00F3518E" w:rsidRPr="00F3518E">
        <w:rPr>
          <w:rtl/>
          <w:lang w:bidi="fa-IR"/>
        </w:rPr>
        <w:t xml:space="preserve"> قال فاطمه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قلنا فمن فرقدان</w:t>
      </w:r>
      <w:r w:rsidR="00F3518E">
        <w:rPr>
          <w:rtl/>
          <w:lang w:bidi="fa-IR"/>
        </w:rPr>
        <w:t>؟</w:t>
      </w:r>
      <w:r w:rsidR="00F3518E" w:rsidRPr="00F3518E">
        <w:rPr>
          <w:rtl/>
          <w:lang w:bidi="fa-IR"/>
        </w:rPr>
        <w:t xml:space="preserve"> قال الحسن والحسين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</w:p>
    <w:p w:rsidR="00F3518E" w:rsidRPr="00F3518E" w:rsidRDefault="00057032" w:rsidP="00057032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lastRenderedPageBreak/>
        <w:t>«</w:t>
      </w:r>
      <w:r w:rsidR="00F3518E" w:rsidRPr="00F3518E">
        <w:rPr>
          <w:rtl/>
          <w:lang w:bidi="fa-IR"/>
        </w:rPr>
        <w:t>آفتاب را بيابيد، و اگر آفتاب غروب كرد، ماه را طلب كنيد. در صورتيكه ماه از نظرها پنهان شد، زهره را بطلبيد، و اگر زهره ناپديد شد، دو ستاره (فرقدين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را بجوئيد.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سؤ ال شد يا رسول الله مقصود از شمس و قمر و زهره فرقدين چه كسان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هستند؟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فرمود: من آفتابم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ماه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فاطمه زهره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حسن و حسين دو ستاره (فرقدان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.</w:t>
      </w:r>
    </w:p>
    <w:p w:rsidR="00F3518E" w:rsidRPr="00F3518E" w:rsidRDefault="00F3518E" w:rsidP="00057032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اين روايت را صاحب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روضة الصفا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حبيب السير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با عبارات ديگر از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جابربن عبدالله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نقل كرده است كه حضرت رسول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فرمود:</w:t>
      </w:r>
    </w:p>
    <w:p w:rsidR="00057032" w:rsidRDefault="00057032" w:rsidP="00057032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اهتدوا بالشمس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فاذا غابت الشمس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فاهتدوا بالقمر، و اذا غاب القمر فاهتدوا بالزهره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اذا غاب فاهتدوا بالفرقدين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فقيل يا رسول الله من الشمس</w:t>
      </w:r>
      <w:r w:rsidR="00F3518E">
        <w:rPr>
          <w:rtl/>
          <w:lang w:bidi="fa-IR"/>
        </w:rPr>
        <w:t>؟</w:t>
      </w:r>
      <w:r w:rsidR="00F3518E" w:rsidRPr="00F3518E">
        <w:rPr>
          <w:rtl/>
          <w:lang w:bidi="fa-IR"/>
        </w:rPr>
        <w:t xml:space="preserve"> قال انا. من القمر؟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بن ابيطالب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من الزهرة</w:t>
      </w:r>
      <w:r w:rsidR="00F3518E">
        <w:rPr>
          <w:rtl/>
          <w:lang w:bidi="fa-IR"/>
        </w:rPr>
        <w:t>؟</w:t>
      </w:r>
      <w:r w:rsidR="00F3518E" w:rsidRPr="00F3518E">
        <w:rPr>
          <w:rtl/>
          <w:lang w:bidi="fa-IR"/>
        </w:rPr>
        <w:t xml:space="preserve"> الزهراء سلام الله عليها، والفرقدان هما الحسنان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057032">
      <w:pPr>
        <w:pStyle w:val="libNormal"/>
        <w:rPr>
          <w:lang w:bidi="fa-IR"/>
        </w:rPr>
      </w:pPr>
      <w:r w:rsidRPr="00F3518E">
        <w:rPr>
          <w:rtl/>
          <w:lang w:bidi="fa-IR"/>
        </w:rPr>
        <w:t>اين روايت را جمع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دانشمندان شيعه نيز از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جابر بن عبدالله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نقل كرده اند.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صدوق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رحمت الله عليه نيز در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معان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الاخبار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اين حديث را ذكر نموده اند است با اين تفاوت كه بجا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كلمه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اهتدوا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كلمه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اقتدوا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آورده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در تمام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روايات كه از شيعه و سن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منقول است گفتار پيغمبر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با جمله </w:t>
      </w:r>
      <w:r w:rsidR="00057032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كتاب خدا با عترت من بهم پيوسته است و هرگز از يكديگر جدا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شوند، تا در كنار حوض (كوثر) به من ملحق شوند</w:t>
      </w:r>
      <w:r w:rsidR="00057032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خاتمه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يابد و خود با اين مطلب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موضوع بسيار فوق العاده و مهم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.</w:t>
      </w:r>
    </w:p>
    <w:p w:rsidR="00F3518E" w:rsidRPr="00F3518E" w:rsidRDefault="00F3518E" w:rsidP="00057032">
      <w:pPr>
        <w:pStyle w:val="libNormal"/>
        <w:rPr>
          <w:lang w:bidi="fa-IR"/>
        </w:rPr>
      </w:pPr>
      <w:r w:rsidRPr="00F3518E">
        <w:rPr>
          <w:rtl/>
          <w:lang w:bidi="fa-IR"/>
        </w:rPr>
        <w:t>از روايات مذكور كاملا روشن است كه حضرت صديقه سلام الله عليها در مراتب و مناقب گفت شده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رديف رسول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،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حسين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است و در مقام تمسك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اهتداء، و اقتداء همانند آنها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باشد، و اگر در ولايت عصمت نظير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>،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، و حسنين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نبود، امر هدايت يافتن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پيرو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مردم از او، و توسل هر بشر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مشكلات به او، كار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بيهوده و گزاف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بود. حضرت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ذخائر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حضرت رسول اكرم</w:t>
      </w:r>
      <w:r w:rsidR="004612E5" w:rsidRPr="00057032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بعد از خود باق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گذاشته است و در اين باره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057032" w:rsidRDefault="00057032" w:rsidP="00057032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057032">
        <w:rPr>
          <w:rStyle w:val="libHadeesChar"/>
          <w:rtl/>
        </w:rPr>
        <w:t>ان</w:t>
      </w:r>
      <w:r w:rsidR="004612E5" w:rsidRPr="00057032">
        <w:rPr>
          <w:rStyle w:val="libHadeesChar"/>
          <w:rtl/>
        </w:rPr>
        <w:t>ی</w:t>
      </w:r>
      <w:r w:rsidR="00F3518E" w:rsidRPr="00057032">
        <w:rPr>
          <w:rStyle w:val="libHadeesChar"/>
          <w:rtl/>
        </w:rPr>
        <w:t xml:space="preserve"> مخلف فيكم الثقلين كتاب الله و عترت</w:t>
      </w:r>
      <w:r w:rsidR="004612E5" w:rsidRPr="00057032">
        <w:rPr>
          <w:rStyle w:val="libHadeesChar"/>
          <w:rtl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</w:p>
    <w:p w:rsidR="00F3518E" w:rsidRPr="00F3518E" w:rsidRDefault="00057032" w:rsidP="00057032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من در ميان شما دو وزنه سنگين باق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گذارم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كتاب خدا و خاندان من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و حضرت صديقه سلام الله عليها يك تن از عترت پيغمبر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>، و زهره 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است كه در مدار عصمت و ولايت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با شمس و قمر و فردين </w:t>
      </w:r>
      <w:r w:rsidR="00F3518E" w:rsidRPr="00F3518E">
        <w:rPr>
          <w:rtl/>
          <w:lang w:bidi="fa-IR"/>
        </w:rPr>
        <w:lastRenderedPageBreak/>
        <w:t>همرتبه و همدرجه است اگر چه نور شمس و قمر بر نور زهره غلبه دارد، و با وجود خورشيد و ماه نم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توان نور زهره را مشاهده كرد، و گوئ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(با تقدم و تاءخر اسام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پنج تن در همه روايات و با ترتيب مشخص و معين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خواهد بيان فرمايد كه اميرالمؤ منين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از زهراء افضل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مقام زهراء تال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بلافاصله بعد از اميرالمومين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است و اگر چنين نبود، شايسته بود كه اول نام حضرت زهرا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ذكر شود.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ترتيب اسماء پنج تن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آسمانها، در عرش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كرس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جنت و در ساير مواقف كه نوشته شده يا مورد خطاب خدائ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بوده اند به همين ترتيب و به همين سبك (نسق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بوده است</w:t>
      </w:r>
      <w:r>
        <w:rPr>
          <w:rtl/>
          <w:lang w:bidi="fa-IR"/>
        </w:rPr>
        <w:t>.</w:t>
      </w:r>
    </w:p>
    <w:p w:rsidR="00F3518E" w:rsidRPr="00F3518E" w:rsidRDefault="00F3518E" w:rsidP="00D15553">
      <w:pPr>
        <w:pStyle w:val="libNormal"/>
        <w:rPr>
          <w:lang w:bidi="fa-IR"/>
        </w:rPr>
      </w:pPr>
      <w:r w:rsidRPr="00F3518E">
        <w:rPr>
          <w:rtl/>
          <w:lang w:bidi="fa-IR"/>
        </w:rPr>
        <w:t>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 هر جا كه سخن از پنج تن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ابتدا نام خودش را ذكر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كند، بعد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سپس حضرت صديقه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را، و در تمام اخبار و احاديث اين ترتيب اسماء مراعات شده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لذا معلوم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 كه مقام حضرت زهراء سلام الله عليها تال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(بلافاصله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بعد از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اگر چه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پنج تن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در منال و فضائل و مطالب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گفته شد، همرديف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همدرجه و يكسانند، با وجود اين مقام آنان در مراتب و مدراج ديگر ممكن است با هم اختلاف داشته باشد،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آنچه محققا از ترتيب اسام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آنها در كلام پيامبر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توان استفاده كرد، اين است كه رسول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دارا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عاليترين مقام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پس از پيامبر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، و حضرت زهرا سلام الله عليها بعد از او، حسنين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پس از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، صاحب والاترين مقام در جهان آفرينش هستند.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و ما اين مطلب را نيز ثابت خواهيم كرد كه حضرت زهرا سلام الله عليها از يازده امام ديگر افضل تر و برتر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باشد، و اگر جز اين يك منقبت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فضيلت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درشان او نبود، همين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اثبات مقام ولايت آن حضرت كاف</w:t>
      </w:r>
      <w:r w:rsidR="004612E5">
        <w:rPr>
          <w:rtl/>
          <w:lang w:bidi="fa-IR"/>
        </w:rPr>
        <w:t>ی</w:t>
      </w:r>
      <w:r w:rsidR="00D15553">
        <w:rPr>
          <w:rtl/>
          <w:lang w:bidi="fa-IR"/>
        </w:rPr>
        <w:t xml:space="preserve"> بود. پيامبر اكرم</w:t>
      </w:r>
      <w:r w:rsidR="004612E5" w:rsidRPr="00D15553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امت خود، همزمان و مكان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زمينه 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علم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عمل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تمسك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اقتدائ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اهتدائ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و.... جوابگو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جميع نيازها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بشر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باشند.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حضرت صديقه سلام الله عليها در تمام شئون مذكور سهيم و مشترك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به عبارت ديگر چنان كه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بن ابيطالب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مقتدا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ما، هاد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ما، رهنما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ما، و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عينا حضرت زهرا سلام الله عليها نيز همانگون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نه تنها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ما مسلمانان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بلكه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جميع بشر از اولين و آخرين</w:t>
      </w:r>
      <w:r>
        <w:rPr>
          <w:rtl/>
          <w:lang w:bidi="fa-IR"/>
        </w:rPr>
        <w:t>.</w:t>
      </w:r>
    </w:p>
    <w:p w:rsidR="00D15553" w:rsidRDefault="00D15553" w:rsidP="00F3518E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D15553">
      <w:pPr>
        <w:pStyle w:val="Heading2"/>
        <w:rPr>
          <w:rFonts w:hint="cs"/>
          <w:rtl/>
          <w:lang w:bidi="fa-IR"/>
        </w:rPr>
      </w:pPr>
      <w:bookmarkStart w:id="18" w:name="_Toc477607242"/>
      <w:r w:rsidRPr="00F3518E">
        <w:rPr>
          <w:rtl/>
          <w:lang w:bidi="fa-IR"/>
        </w:rPr>
        <w:t>موضوع پنجم</w:t>
      </w:r>
      <w:bookmarkEnd w:id="18"/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موضوع پنجم كه از موضوعها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ديگر مهمتر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عبارت از اين است كه حضرت زهراء سلام الله عليها، در مقام ولايت شريك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حسنين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جنگ و يا صلح با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دوست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يا دشمن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نسبت به او عينا همانند حرب و يا سلم با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حسنين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، و حب و با بغض نسبت به آنهاست</w:t>
      </w:r>
      <w:r>
        <w:rPr>
          <w:rtl/>
          <w:lang w:bidi="fa-IR"/>
        </w:rPr>
        <w:t>.</w:t>
      </w:r>
    </w:p>
    <w:p w:rsidR="00F3518E" w:rsidRPr="00F3518E" w:rsidRDefault="00427058" w:rsidP="00427058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زيد بن ارقم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از رسول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چنين روايت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كند:</w:t>
      </w:r>
    </w:p>
    <w:p w:rsidR="00427058" w:rsidRDefault="00427058" w:rsidP="00427058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427058">
        <w:rPr>
          <w:rStyle w:val="libHadeesChar"/>
          <w:rtl/>
        </w:rPr>
        <w:t>قال رسول الله لعل</w:t>
      </w:r>
      <w:r w:rsidR="004612E5" w:rsidRPr="00427058">
        <w:rPr>
          <w:rStyle w:val="libHadeesChar"/>
          <w:rtl/>
        </w:rPr>
        <w:t>ی</w:t>
      </w:r>
      <w:r w:rsidR="00F3518E" w:rsidRPr="00427058">
        <w:rPr>
          <w:rStyle w:val="libHadeesChar"/>
          <w:rtl/>
        </w:rPr>
        <w:t xml:space="preserve"> و فاطمة والحسن والحسين: انا حرب لمن حاربكم و سلم لمن سالمكم</w:t>
      </w:r>
      <w:r>
        <w:rPr>
          <w:rFonts w:hint="cs"/>
          <w:rtl/>
          <w:lang w:bidi="fa-IR"/>
        </w:rPr>
        <w:t>»</w:t>
      </w:r>
    </w:p>
    <w:p w:rsidR="00F3518E" w:rsidRPr="00F3518E" w:rsidRDefault="00427058" w:rsidP="00427058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خطاب به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فاطمه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حسن و حسين </w:t>
      </w:r>
      <w:r w:rsidR="00431E70" w:rsidRPr="00431E70">
        <w:rPr>
          <w:rStyle w:val="libAlaemChar"/>
          <w:rtl/>
        </w:rPr>
        <w:t>عليهم‌السلام</w:t>
      </w:r>
      <w:r w:rsidR="00F3518E" w:rsidRPr="00F3518E">
        <w:rPr>
          <w:rtl/>
          <w:lang w:bidi="fa-IR"/>
        </w:rPr>
        <w:t xml:space="preserve"> فرمود: من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با هر كس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با شما در جنگ باشد، در جنگم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هر كس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با شما از در صلح و آشت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در آيد، من نيز با او در صلح و صفا خواهم بود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اين روايت با عبارات مختلف نقل شده است گاه آن حضرت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فرمود:</w:t>
      </w:r>
    </w:p>
    <w:p w:rsidR="00F3518E" w:rsidRPr="00F3518E" w:rsidRDefault="00427058" w:rsidP="00427058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427058">
        <w:rPr>
          <w:rStyle w:val="libHadeesChar"/>
          <w:rtl/>
        </w:rPr>
        <w:t>انا حرب لمن حاربهم و سلم لمن سالمهم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موقع ديگر چنين فرمايد:</w:t>
      </w:r>
    </w:p>
    <w:p w:rsidR="00F3518E" w:rsidRPr="00F3518E" w:rsidRDefault="00427058" w:rsidP="00F3518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Pr="00427058">
        <w:rPr>
          <w:rStyle w:val="libHadeesChar"/>
          <w:rtl/>
        </w:rPr>
        <w:t>انا حرب لمن حاربهم و سلم لمن سالمهم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و در جا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ديگر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فرمايد:</w:t>
      </w:r>
    </w:p>
    <w:p w:rsidR="00F3518E" w:rsidRPr="00F3518E" w:rsidRDefault="00427058" w:rsidP="00427058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Pr="00427058">
        <w:rPr>
          <w:rStyle w:val="libHadeesChar"/>
          <w:rtl/>
        </w:rPr>
        <w:t>انا حرب لمن حاربهم و سلم لمن سالمهم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زيد بن ارقم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روايت ديگر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گويد:</w:t>
      </w:r>
    </w:p>
    <w:p w:rsidR="00427058" w:rsidRDefault="00427058" w:rsidP="00427058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كنا معل رسول الله و هو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الحجرة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يوح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اليه و نحن ننتظره حت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اشتد الحر فجاء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بن ابيطالب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معه فاطمة والحسن والحسين سلام الله عليهم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فقدوا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ظل حائط ينتظرون رسول الله</w:t>
      </w:r>
      <w:r w:rsidR="00F3518E">
        <w:rPr>
          <w:rtl/>
          <w:lang w:bidi="fa-IR"/>
        </w:rPr>
        <w:t>.</w:t>
      </w:r>
      <w:r w:rsidR="00F3518E" w:rsidRPr="00F3518E">
        <w:rPr>
          <w:rtl/>
          <w:lang w:bidi="fa-IR"/>
        </w:rPr>
        <w:t xml:space="preserve"> فما خرج رسول الله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رآهم فاتاهم و وقفنا نحن مكاننا و هو يظلهم بثويه ممسكا بطرف الثوب و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ممسك بطرفه الاخر، فقال رسول الله اللهم 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احبهم فاحبهم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اللهم 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سلم لمن سالمهم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حرب لمن حاربهم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قال ذلك ثلاث مرات</w:t>
      </w:r>
      <w:r>
        <w:rPr>
          <w:rFonts w:hint="cs"/>
          <w:rtl/>
          <w:lang w:bidi="fa-IR"/>
        </w:rPr>
        <w:t>»</w:t>
      </w:r>
    </w:p>
    <w:p w:rsidR="00F3518E" w:rsidRPr="00F3518E" w:rsidRDefault="00427058" w:rsidP="00427058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روز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همراه پيامبر اكرم</w:t>
      </w:r>
      <w:r w:rsidR="00F3518E" w:rsidRPr="00427058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بوديم كه وح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نازل شد، و ما منتظر اتمام وح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بوديم تا آن حضرت از اتاق خارج شود، هوا بشدت گرم شده بود، در آن هنگام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بن ابيطالب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و همراه او فاطمه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حسن و حسين سلام الله عليهم از راه رسيدند و در سايه ديوار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بحال انتظار نشستند، تا نزول وح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بپايان رسد و حضرت رسول از حجره بيرون آيد.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وقت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از اطاق خارج گرديد، نظر مباركش بر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فاطمه و حسنين عيلهم السلام افتاد، حضرت به نزد آنان رفتند، و ما در حال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بجا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خود ايستاده بوديم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ديديم كه حضرت رسول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لباس (عباد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خودش را بر بالا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سر آنها سابيان كرد، با دست مباركش از يك طرف عبا گرفته بود، و طرف ديگرش در دست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بود كه در زير عبا جا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داشت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آنگاه پيامبر چنين فرمود: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خدايا، من اينان را دوست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دارم پس تو نيز دوستشان بدار، بارالها، با هر كس كه با اينان در صلح و صفا باشد، من در صلح و آشت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هستم و هر كس كه با اين چهار تن بجنگد من نيز با او در جنگ خواهم بود، و اين كلمات را سه بار تكرار نمود.</w:t>
      </w:r>
    </w:p>
    <w:p w:rsidR="00F3518E" w:rsidRPr="00F3518E" w:rsidRDefault="00F3518E" w:rsidP="00427058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اين حديث شريف را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حاكم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مستدرك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بغو</w:t>
      </w:r>
      <w:r w:rsidR="004612E5">
        <w:rPr>
          <w:rtl/>
          <w:lang w:bidi="fa-IR"/>
        </w:rPr>
        <w:t>ی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مصابيح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خطيب تبريز</w:t>
      </w:r>
      <w:r w:rsidR="004612E5">
        <w:rPr>
          <w:rtl/>
          <w:lang w:bidi="fa-IR"/>
        </w:rPr>
        <w:t>ی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مصابيح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جساس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احكام آيات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ابن كثير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بدايه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نهايه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محب الدين طبر</w:t>
      </w:r>
      <w:r w:rsidR="004612E5">
        <w:rPr>
          <w:rtl/>
          <w:lang w:bidi="fa-IR"/>
        </w:rPr>
        <w:t>ی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ذخاير العقب</w:t>
      </w:r>
      <w:r w:rsidR="004612E5">
        <w:rPr>
          <w:rtl/>
          <w:lang w:bidi="fa-IR"/>
        </w:rPr>
        <w:t>ی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ابن اثير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اسدالغابه</w:t>
      </w:r>
      <w:r w:rsidR="00427058">
        <w:rPr>
          <w:rFonts w:hint="cs"/>
          <w:rtl/>
          <w:lang w:bidi="fa-IR"/>
        </w:rPr>
        <w:t>»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ترمذ</w:t>
      </w:r>
      <w:r w:rsidR="004612E5">
        <w:rPr>
          <w:rtl/>
          <w:lang w:bidi="fa-IR"/>
        </w:rPr>
        <w:t>ی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جامع صحيح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ابن عساكر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تاريخ شام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اين جامه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سنن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ابن صباغ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فصول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طبران</w:t>
      </w:r>
      <w:r w:rsidR="004612E5">
        <w:rPr>
          <w:rtl/>
          <w:lang w:bidi="fa-IR"/>
        </w:rPr>
        <w:t>ی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معجم</w:t>
      </w:r>
      <w:r w:rsidR="00427058">
        <w:rPr>
          <w:rFonts w:hint="cs"/>
          <w:rtl/>
          <w:lang w:bidi="fa-IR"/>
        </w:rPr>
        <w:t>»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جمع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ديگر از علماء شيعه و سن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نقل كرده اند.</w:t>
      </w:r>
    </w:p>
    <w:p w:rsidR="00F3518E" w:rsidRPr="00F3518E" w:rsidRDefault="00F3518E" w:rsidP="00427058">
      <w:pPr>
        <w:pStyle w:val="libNormal"/>
        <w:rPr>
          <w:lang w:bidi="fa-IR"/>
        </w:rPr>
      </w:pPr>
      <w:r w:rsidRPr="00F3518E">
        <w:rPr>
          <w:rtl/>
          <w:lang w:bidi="fa-IR"/>
        </w:rPr>
        <w:t>روايت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 اين شرح از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ابوبكر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نقل شده است كه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گويد:</w:t>
      </w:r>
    </w:p>
    <w:p w:rsidR="00427058" w:rsidRDefault="00427058" w:rsidP="00427058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رايت رسول الله خيم خيمة و هو متك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قوس عربيه و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الخمية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فاطمة و والحسن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والحسين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قال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معشر المسلمسين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انا سلم لمن سالم اهل الخيمه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حرب لمن حاربهم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لمن والاهم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لا يحبهم الا سيعد الجد طيب المولد، ولا يبغضهم الا شق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الجد رد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الولادة</w:t>
      </w:r>
      <w:r>
        <w:rPr>
          <w:rFonts w:hint="cs"/>
          <w:rtl/>
          <w:lang w:bidi="fa-IR"/>
        </w:rPr>
        <w:t>»</w:t>
      </w:r>
    </w:p>
    <w:p w:rsidR="00427058" w:rsidRDefault="00427058" w:rsidP="00427058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روز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را در خيمه اش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در حال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بر يك كمان عرب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تكيه كرده بود نشسته ديدم</w:t>
      </w:r>
      <w:r w:rsidR="00F3518E">
        <w:rPr>
          <w:rtl/>
          <w:lang w:bidi="fa-IR"/>
        </w:rPr>
        <w:t>.</w:t>
      </w:r>
      <w:r w:rsidR="00F3518E" w:rsidRPr="00F3518E">
        <w:rPr>
          <w:rtl/>
          <w:lang w:bidi="fa-IR"/>
        </w:rPr>
        <w:t xml:space="preserve"> در آن خيمه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، فاطمه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، حسن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و حسين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نيز حضور داشتند، آن حضرت روبه حاضرين فرمود و گفت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مسلمانان بدانيد، هر كس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با اينان در صلح و صفا باشد من نيز با او در سلم و آشت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هستم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هر كس با اينان به جنگ خيزد، من هم با او در جنگ خواهم بود، من دوستدار كس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هستم كه اينان را دوست بدارد، دوست نم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داردشان مگر آن شخص بدبخت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از دامان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پاكيزه بوجود آمده است و دشمن نم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داردشان مگر آن شخص بد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بخت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از آلوده دامن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زائيده شده باشد.</w:t>
      </w:r>
    </w:p>
    <w:p w:rsidR="00F3518E" w:rsidRPr="00F3518E" w:rsidRDefault="00F3518E" w:rsidP="00427058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 xml:space="preserve">اين روايت را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حافظ طبر</w:t>
      </w:r>
      <w:r w:rsidR="004612E5">
        <w:rPr>
          <w:rtl/>
          <w:lang w:bidi="fa-IR"/>
        </w:rPr>
        <w:t>ی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نيز در </w:t>
      </w:r>
      <w:r w:rsidR="00427058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رياض النظره</w:t>
      </w:r>
      <w:r w:rsidR="00427058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ذكر كرده است</w:t>
      </w:r>
      <w:r>
        <w:rPr>
          <w:rtl/>
          <w:lang w:bidi="fa-IR"/>
        </w:rPr>
        <w:t>.</w:t>
      </w:r>
    </w:p>
    <w:p w:rsidR="00F3518E" w:rsidRPr="00F3518E" w:rsidRDefault="00427058" w:rsidP="00427058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صبيح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گويد: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كنت بباب النب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076036" w:rsidRPr="00076036">
        <w:rPr>
          <w:rStyle w:val="libAlaemChar"/>
          <w:rtl/>
        </w:rPr>
        <w:t>صلى‌الله‌عليه‌وآله‌وسلم</w:t>
      </w:r>
      <w:r w:rsidRPr="00F3518E">
        <w:rPr>
          <w:rtl/>
          <w:lang w:bidi="fa-IR"/>
        </w:rPr>
        <w:t xml:space="preserve"> فجاء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فاطمة والحسن والحسين فجاسوا ناحية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فخرج رسول الله </w:t>
      </w:r>
      <w:r w:rsidR="00076036" w:rsidRPr="00076036">
        <w:rPr>
          <w:rStyle w:val="libAlaemChar"/>
          <w:rtl/>
        </w:rPr>
        <w:t>صلى‌الله‌عليه‌وآله‌وسلم</w:t>
      </w:r>
      <w:r w:rsidRPr="00F3518E">
        <w:rPr>
          <w:rtl/>
          <w:lang w:bidi="fa-IR"/>
        </w:rPr>
        <w:t xml:space="preserve"> وسلم الينا فقال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انكم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خير - و عليه كساء خيبر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فجللهم به و 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انا حرب لمن حاربكم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سلم لمن سالمكم</w:t>
      </w:r>
      <w:r>
        <w:rPr>
          <w:rtl/>
          <w:lang w:bidi="fa-IR"/>
        </w:rPr>
        <w:t>.</w:t>
      </w:r>
    </w:p>
    <w:p w:rsidR="00F3518E" w:rsidRPr="00F3518E" w:rsidRDefault="00C52F76" w:rsidP="00C52F76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روز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در انتظار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بر در خانه آن حضرت بوديم كه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فاطمه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حسن و حسين </w:t>
      </w:r>
      <w:r w:rsidR="00431E70" w:rsidRPr="00431E70">
        <w:rPr>
          <w:rStyle w:val="libAlaemChar"/>
          <w:rtl/>
        </w:rPr>
        <w:t>عليهم‌السلام</w:t>
      </w:r>
      <w:r w:rsidR="00F3518E" w:rsidRPr="00F3518E">
        <w:rPr>
          <w:rtl/>
          <w:lang w:bidi="fa-IR"/>
        </w:rPr>
        <w:t xml:space="preserve"> از راه رسيدند و در كنار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نشستند، وفت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رسول خدا از خانه خارج گرديد خطاب به آنها فرمود: شما پيوسته در خير هستيد، و سپس غبار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خيبر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خودش را بر سر آنان سايبان كرد و فرمود:</w:t>
      </w:r>
    </w:p>
    <w:p w:rsidR="00F3518E" w:rsidRPr="00F3518E" w:rsidRDefault="00F3518E" w:rsidP="00C52F76">
      <w:pPr>
        <w:pStyle w:val="libNormal"/>
        <w:rPr>
          <w:lang w:bidi="fa-IR"/>
        </w:rPr>
      </w:pPr>
      <w:r w:rsidRPr="00F3518E">
        <w:rPr>
          <w:rtl/>
          <w:lang w:bidi="fa-IR"/>
        </w:rPr>
        <w:t>من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با هر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 شما بجنگد، در جنگ هستم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با هر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با شما در صلح و صفا باشد من نيز در سلم و آشت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باشم</w:t>
      </w:r>
      <w:r w:rsidR="00C52F76">
        <w:rPr>
          <w:rFonts w:hint="cs"/>
          <w:rtl/>
          <w:lang w:bidi="fa-IR"/>
        </w:rPr>
        <w:t>»</w:t>
      </w:r>
    </w:p>
    <w:p w:rsidR="00F3518E" w:rsidRPr="00F3518E" w:rsidRDefault="00F3518E" w:rsidP="00C52F76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اين روايت را </w:t>
      </w:r>
      <w:r w:rsidR="00C52F76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طبر</w:t>
      </w:r>
      <w:r w:rsidR="004612E5">
        <w:rPr>
          <w:rtl/>
          <w:lang w:bidi="fa-IR"/>
        </w:rPr>
        <w:t>ی</w:t>
      </w:r>
      <w:r w:rsidR="00C52F76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C52F76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واسط حساس</w:t>
      </w:r>
      <w:r w:rsidR="00C52F76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در </w:t>
      </w:r>
      <w:r w:rsidR="00C52F76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آيات الاحكام</w:t>
      </w:r>
      <w:r w:rsidR="00C52F76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C52F76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هيثم</w:t>
      </w:r>
      <w:r w:rsidR="004612E5">
        <w:rPr>
          <w:rtl/>
          <w:lang w:bidi="fa-IR"/>
        </w:rPr>
        <w:t>ی</w:t>
      </w:r>
      <w:r w:rsidR="00C52F76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C52F76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مجمع</w:t>
      </w:r>
      <w:r w:rsidR="00C52F76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ابن اثيردر </w:t>
      </w:r>
      <w:r w:rsidR="00C52F76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اسدالغابه</w:t>
      </w:r>
      <w:r w:rsidR="00C52F76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ابن حجر</w:t>
      </w:r>
      <w:r w:rsidR="00C52F76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C52F76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اصابه</w:t>
      </w:r>
      <w:r w:rsidR="00C52F76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و عده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ديگر از دانشمندان نقل كرده اند. </w:t>
      </w:r>
      <w:r w:rsidR="00C52F76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ابوهريره</w:t>
      </w:r>
      <w:r w:rsidR="00C52F76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گويد:</w:t>
      </w:r>
    </w:p>
    <w:p w:rsidR="00C52F76" w:rsidRDefault="00C52F76" w:rsidP="00C52F76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نظر النب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فاطمه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والحسن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والحسين فقال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انا حرب لمن حاربكم و سلم لمن سالمكم</w:t>
      </w:r>
      <w:r>
        <w:rPr>
          <w:rFonts w:hint="cs"/>
          <w:rtl/>
          <w:lang w:bidi="fa-IR"/>
        </w:rPr>
        <w:t>»</w:t>
      </w:r>
    </w:p>
    <w:p w:rsidR="00F3518E" w:rsidRPr="00F3518E" w:rsidRDefault="00C52F76" w:rsidP="00C52F76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نظر به سو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فاطمه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حسن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حسين </w:t>
      </w:r>
      <w:r w:rsidR="00431E70" w:rsidRPr="00431E70">
        <w:rPr>
          <w:rStyle w:val="libAlaemChar"/>
          <w:rtl/>
        </w:rPr>
        <w:t>عليهم‌السلام</w:t>
      </w:r>
      <w:r w:rsidR="00F3518E" w:rsidRPr="00F3518E">
        <w:rPr>
          <w:rtl/>
          <w:lang w:bidi="fa-IR"/>
        </w:rPr>
        <w:t xml:space="preserve"> افكند و سپس فرمود:</w:t>
      </w:r>
    </w:p>
    <w:p w:rsidR="00F3518E" w:rsidRPr="00F3518E" w:rsidRDefault="00F3518E" w:rsidP="00C52F76">
      <w:pPr>
        <w:pStyle w:val="libNormal"/>
        <w:rPr>
          <w:lang w:bidi="fa-IR"/>
        </w:rPr>
      </w:pPr>
      <w:r w:rsidRPr="00F3518E">
        <w:rPr>
          <w:rtl/>
          <w:lang w:bidi="fa-IR"/>
        </w:rPr>
        <w:t>من با هر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 شما بجنگد در ستيزم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با هر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با شما در سلم و آشت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باشد، من 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صلح و صفا هستم</w:t>
      </w:r>
      <w:r w:rsidR="00C52F76">
        <w:rPr>
          <w:rFonts w:hint="cs"/>
          <w:rtl/>
          <w:lang w:bidi="fa-IR"/>
        </w:rPr>
        <w:t>.»</w:t>
      </w:r>
    </w:p>
    <w:p w:rsidR="00F3518E" w:rsidRPr="00F3518E" w:rsidRDefault="00F3518E" w:rsidP="006B4944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اين حديث شريف را: </w:t>
      </w:r>
      <w:r w:rsidR="006B494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حاكم در مستدرك</w:t>
      </w:r>
      <w:r w:rsidR="006B494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خطيب بغداد</w:t>
      </w:r>
      <w:r w:rsidR="004612E5">
        <w:rPr>
          <w:rtl/>
          <w:lang w:bidi="fa-IR"/>
        </w:rPr>
        <w:t>ی</w:t>
      </w:r>
      <w:r w:rsidR="006B4944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6B494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تاريخ بغداد</w:t>
      </w:r>
      <w:r w:rsidR="006B494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امام حنابله</w:t>
      </w:r>
      <w:r w:rsidR="006B4944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6B494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مسند احمد</w:t>
      </w:r>
      <w:r w:rsidR="006B494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هيثم</w:t>
      </w:r>
      <w:r w:rsidR="004612E5">
        <w:rPr>
          <w:rtl/>
          <w:lang w:bidi="fa-IR"/>
        </w:rPr>
        <w:t>ی</w:t>
      </w:r>
      <w:r w:rsidR="006B4944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6B494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مجمع</w:t>
      </w:r>
      <w:r w:rsidR="006B494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ابن عساكر</w:t>
      </w:r>
      <w:r w:rsidR="006B4944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6B494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تاريخ</w:t>
      </w:r>
      <w:r w:rsidR="006B494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طبران</w:t>
      </w:r>
      <w:r w:rsidR="004612E5">
        <w:rPr>
          <w:rtl/>
          <w:lang w:bidi="fa-IR"/>
        </w:rPr>
        <w:t>ی</w:t>
      </w:r>
      <w:r w:rsidR="006B4944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6B494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مجمع</w:t>
      </w:r>
      <w:r w:rsidR="006B494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آورده اند. همچنين عده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دانشمندان شيعه آن را روايت نموده اند.</w:t>
      </w:r>
    </w:p>
    <w:p w:rsidR="00F3518E" w:rsidRPr="00F3518E" w:rsidRDefault="00F3518E" w:rsidP="006B4944">
      <w:pPr>
        <w:pStyle w:val="libNormal"/>
        <w:rPr>
          <w:lang w:bidi="fa-IR"/>
        </w:rPr>
      </w:pPr>
      <w:r w:rsidRPr="00F3518E">
        <w:rPr>
          <w:rtl/>
          <w:lang w:bidi="fa-IR"/>
        </w:rPr>
        <w:t>روايات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تحت عنوان موضوع پنجم ذكر شد بسيار جا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تامل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دقت و بررس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و بايد توجه داست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بشر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در حال غضبش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هنگام انبساط و فرحش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موقع رنج و گرفتاريش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زمان سرور و نشاطش و خلاصه در جميع اطوار و حالش صاحب اختيار، مطاع و مقتدا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همه مردم باشد، و تمام افراد بشر موظف به خضوع تسليم و اطاعت در برابر او باشند، و محبت به او دوست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 پيامبر، و دشمن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 او خصومت با رسول </w:t>
      </w:r>
      <w:r w:rsidRPr="00F3518E">
        <w:rPr>
          <w:rtl/>
          <w:lang w:bidi="fa-IR"/>
        </w:rPr>
        <w:lastRenderedPageBreak/>
        <w:t>خدا، و اطاعت از او طاعت از پيامبر، و صلح با او، سلم و آشت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 رسول خدا باشد، تحقيقا اگر در صفات همرديف پيامبر نباشد، هرگز اين احكام درباره او جار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شود، و به عبارت ديگر فرد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در ملكات انسان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فضائل و مكارم الاخلاق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صفات نفسان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خلاصه در جميع حالات و شئون بشر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طور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 كه هرگز كوچكوترين خلاف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او سر نزند، و همه مردم (به فرمان خدا و رسولش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م</w:t>
      </w:r>
      <w:r w:rsidR="006B4944">
        <w:rPr>
          <w:rFonts w:hint="cs"/>
          <w:rtl/>
          <w:lang w:bidi="fa-IR"/>
        </w:rPr>
        <w:t>أ</w:t>
      </w:r>
      <w:r w:rsidRPr="00F3518E">
        <w:rPr>
          <w:rtl/>
          <w:lang w:bidi="fa-IR"/>
        </w:rPr>
        <w:t>مور به اطاعت و خضوع و تسليم در برابر او باشند، معقول نيست كه در صفات همرديف و همتا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پيغمبر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نباشد.</w:t>
      </w:r>
    </w:p>
    <w:p w:rsidR="00F3518E" w:rsidRPr="00F3518E" w:rsidRDefault="00F3518E" w:rsidP="006B4944">
      <w:pPr>
        <w:pStyle w:val="libNormal"/>
        <w:rPr>
          <w:lang w:bidi="fa-IR"/>
        </w:rPr>
      </w:pPr>
      <w:r w:rsidRPr="00F3518E">
        <w:rPr>
          <w:rtl/>
          <w:lang w:bidi="fa-IR"/>
        </w:rPr>
        <w:t>بل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آن انسان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هرگز كلمه ا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حرف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حركت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سكون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هيچ مورد، جز به فرمان و اجازه خدا از او صادر نشود، و جز در راه محبت و رضا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پروردگار قدم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بر ندارد، و پيوسته در گفتار و كردار و در تمام حالاتش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محدود و متعهد و مقيد به امر خدا باشد تنها او شايسته است كه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صلح با او را، سلم و آشت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 خودش بداند و جنگ با او را ستيز با خودش به حساب آورد، و كاملا روشن است كه فاطمه زهراء سلام الله عليها، صاحب آن نفس پاك انسان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آنهمه صفات ربان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يقينا بايد در شئون ولايت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همرديف و همدرجه و يكسان با پيامبر اكرم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حسنين باشد.</w:t>
      </w:r>
    </w:p>
    <w:p w:rsidR="006B4944" w:rsidRDefault="006B4944" w:rsidP="00F3518E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6B4944">
      <w:pPr>
        <w:pStyle w:val="Heading2"/>
        <w:rPr>
          <w:rFonts w:hint="cs"/>
          <w:rtl/>
          <w:lang w:bidi="fa-IR"/>
        </w:rPr>
      </w:pPr>
      <w:bookmarkStart w:id="19" w:name="_Toc477607243"/>
      <w:r w:rsidRPr="00F3518E">
        <w:rPr>
          <w:rtl/>
          <w:lang w:bidi="fa-IR"/>
        </w:rPr>
        <w:t>موضوع ششم</w:t>
      </w:r>
      <w:bookmarkEnd w:id="19"/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موضوع ششم از مناقب مشترك حضرت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با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اميرالمونين و حسنين </w:t>
      </w:r>
      <w:r w:rsidR="00431E70" w:rsidRPr="00431E70">
        <w:rPr>
          <w:rStyle w:val="libAlaemChar"/>
          <w:rtl/>
        </w:rPr>
        <w:t>عليهم‌السلام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تقريبا نظير آن فضائل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ست كه در موضوع پنجم بيان شد.</w:t>
      </w:r>
    </w:p>
    <w:p w:rsidR="00F3518E" w:rsidRPr="00F3518E" w:rsidRDefault="006B4944" w:rsidP="006B494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ابن عباس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روايت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كند:</w:t>
      </w:r>
    </w:p>
    <w:p w:rsidR="006B4944" w:rsidRDefault="006B4944" w:rsidP="006B4944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ان رسول الله </w:t>
      </w:r>
      <w:r w:rsidR="00076036" w:rsidRPr="00076036">
        <w:rPr>
          <w:rStyle w:val="libAlaemChar"/>
          <w:rtl/>
        </w:rPr>
        <w:t>صلى‌الله‌عليه‌وآله‌وسلم</w:t>
      </w:r>
      <w:r w:rsidR="00F3518E" w:rsidRPr="00F3518E">
        <w:rPr>
          <w:rtl/>
          <w:lang w:bidi="fa-IR"/>
        </w:rPr>
        <w:t xml:space="preserve"> كان جالسا ذات يوم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عنده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فاطمة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والحسن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والحسين</w:t>
      </w:r>
      <w:r w:rsidR="00F3518E">
        <w:rPr>
          <w:rtl/>
          <w:lang w:bidi="fa-IR"/>
        </w:rPr>
        <w:t>.</w:t>
      </w:r>
      <w:r w:rsidR="00F3518E" w:rsidRPr="00F3518E">
        <w:rPr>
          <w:rtl/>
          <w:lang w:bidi="fa-IR"/>
        </w:rPr>
        <w:t xml:space="preserve"> فقال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اللهم انك تعلم ان هولاء اهل بيت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اكرم الناس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فاحبب من احبهم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ابغض من ابغضهم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وال من والاهم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عاد من عاداهم و اعن من اعانهم و اجعلهم مطهرين م كل دنش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معصومين من كل ذنب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ايدهم بروح القدس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منك</w:t>
      </w:r>
      <w:r>
        <w:rPr>
          <w:rFonts w:hint="cs"/>
          <w:rtl/>
          <w:lang w:bidi="fa-IR"/>
        </w:rPr>
        <w:t>»</w:t>
      </w:r>
    </w:p>
    <w:p w:rsidR="00F3518E" w:rsidRPr="00F3518E" w:rsidRDefault="006B4944" w:rsidP="006B494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روز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پيامبر اكرم</w:t>
      </w:r>
      <w:r w:rsidR="004612E5" w:rsidRPr="006B4944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نشسته بودند و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فاطمه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حسن و حسين </w:t>
      </w:r>
      <w:r w:rsidR="00431E70" w:rsidRPr="00431E70">
        <w:rPr>
          <w:rStyle w:val="libAlaemChar"/>
          <w:rtl/>
        </w:rPr>
        <w:t>عليهم‌السلام</w:t>
      </w:r>
      <w:r w:rsidR="00F3518E" w:rsidRPr="00F3518E">
        <w:rPr>
          <w:rtl/>
          <w:lang w:bidi="fa-IR"/>
        </w:rPr>
        <w:t xml:space="preserve"> نيز حضور داشتند دعا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آن حضرت در ميان آن جمع چنين بود: بارلاها، تو خوب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اينان خاندان من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عزيزترين مردم نزد منند، پس محبان و دوستانشان را دوست بدار، با دشمنانشان دشمن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فرما، و يارانشان را اهانت بنما، اينان را از جميع ناپاكيها پاك و مبرا بدار، از جميع گناهان بر كنار و مصون و محفوظ نگاهدار، و از جانب خود باروح القدس ت</w:t>
      </w:r>
      <w:r>
        <w:rPr>
          <w:rFonts w:hint="cs"/>
          <w:rtl/>
          <w:lang w:bidi="fa-IR"/>
        </w:rPr>
        <w:t>أ</w:t>
      </w:r>
      <w:r w:rsidR="00F3518E" w:rsidRPr="00F3518E">
        <w:rPr>
          <w:rtl/>
          <w:lang w:bidi="fa-IR"/>
        </w:rPr>
        <w:t>ييدشان فرما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روايات بسيار از ائمه اطهار سلام الله عليهم در موارد مختلف نقل شده است كه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 معصومين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روح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دراند غير از روح عموم بشر، كه هيچ انسان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داشتن اين روح (كه در جميع اخبار آن را روح القدس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نامند، همرديف نيست</w:t>
      </w:r>
      <w:r>
        <w:rPr>
          <w:rtl/>
          <w:lang w:bidi="fa-IR"/>
        </w:rPr>
        <w:t>.</w:t>
      </w:r>
    </w:p>
    <w:p w:rsidR="00F3518E" w:rsidRPr="00F3518E" w:rsidRDefault="00F3518E" w:rsidP="006B4944">
      <w:pPr>
        <w:pStyle w:val="libNormal"/>
        <w:rPr>
          <w:lang w:bidi="fa-IR"/>
        </w:rPr>
      </w:pPr>
      <w:r w:rsidRPr="00F3518E">
        <w:rPr>
          <w:rtl/>
          <w:lang w:bidi="fa-IR"/>
        </w:rPr>
        <w:t>روح القدس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همان روح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در سايه آن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صاحب ولايت است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اين همان روح قدس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با داشتن آن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سلام الله عليه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حسنين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امامان ديگر از اولاد حسين </w:t>
      </w:r>
      <w:r w:rsidR="00431E70" w:rsidRPr="00431E70">
        <w:rPr>
          <w:rStyle w:val="libAlaemChar"/>
          <w:rtl/>
        </w:rPr>
        <w:t>عليهم‌السلام</w:t>
      </w:r>
      <w:r w:rsidRPr="00F3518E">
        <w:rPr>
          <w:rtl/>
          <w:lang w:bidi="fa-IR"/>
        </w:rPr>
        <w:t xml:space="preserve"> بر همه مردم ولايت دارند، اين همان روح است كه به تاءييد پيامبر اكرم حضرت صديقه سلام الله عليها نيز دارنده آن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با داشتن اين روح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آن حضرت هم </w:t>
      </w:r>
      <w:r w:rsidR="006B494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ولية الله</w:t>
      </w:r>
      <w:r w:rsidR="006B494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</w:t>
      </w:r>
    </w:p>
    <w:p w:rsidR="00F3518E" w:rsidRPr="00F3518E" w:rsidRDefault="006B4944" w:rsidP="006B494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ابن عباس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روايت را از قول پيغمبر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چنين ادامه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دهد:</w:t>
      </w:r>
    </w:p>
    <w:p w:rsidR="006B4944" w:rsidRDefault="006B4944" w:rsidP="006B4944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lastRenderedPageBreak/>
        <w:t>«</w:t>
      </w:r>
      <w:r w:rsidR="00F3518E" w:rsidRPr="00F3518E">
        <w:rPr>
          <w:rtl/>
          <w:lang w:bidi="fa-IR"/>
        </w:rPr>
        <w:t>يا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انت امام امت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خليفت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عليها بعد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وانت قاتد المومنين 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الجنة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كان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انظر 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ابنت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فاطمة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قد اقبلت يوم القيامة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نجيب من نور، عن يمينها سبعون الف ملك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عن يسارها سبعون الف ملك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بين يديها سبعون الف ملك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عن خلفها سبعون الف ملك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تقود مومنات امت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الجنة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انت قائد المومنين 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الجنة و فاطمة نسقود مومنات امت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الجنة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وانها السيدة نساء العالمين فقيل يا رسول الله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>اه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سيدة نساء عالمها؟</w:t>
      </w:r>
    </w:p>
    <w:p w:rsidR="006B4944" w:rsidRDefault="00F3518E" w:rsidP="006B4944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فقال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ذلك مريم بنت عمران فاما ابنت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فاطمة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سيدة نساء العالمين من الاولين و الاخرين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انها لتقوم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محرابها فيسلم عليها سبعون الف ملك من - الملائكة المقربين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ينادونها بما نادت به الملائكة مريم فيقولون</w:t>
      </w:r>
      <w:r>
        <w:rPr>
          <w:rtl/>
          <w:lang w:bidi="fa-IR"/>
        </w:rPr>
        <w:t>:</w:t>
      </w:r>
    </w:p>
    <w:p w:rsidR="006B4944" w:rsidRDefault="00F3518E" w:rsidP="006B4944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يا فاطمة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</w:t>
      </w:r>
      <w:r w:rsidR="006B494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ان اله اصطفاك و طهرك و اصطفاك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نساء العالمين</w:t>
      </w:r>
      <w:r w:rsidR="006B494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ثم التفت 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يا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ان فاطمة بضعة من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وه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نور عين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ثمرة فواد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يسوون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ما اساءها و يسرن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ما سرها، و انها اول من يلحقن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 اهل بيت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فاحسن اليها بعد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>.. فقال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اللهم 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اشهدك 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محب لمن احبهم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مبغض لمن الغضهم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وسلم لمن سالمهم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حرب لمن حاربهم و عدولمن عاداهم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لمن والاهم</w:t>
      </w:r>
      <w:r w:rsidR="006B494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</w:t>
      </w:r>
    </w:p>
    <w:p w:rsidR="006B4944" w:rsidRDefault="006B4944" w:rsidP="006B4944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يا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بعد از من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جانشين من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امام و رهبر امت من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تو پيشقدم و پيشرو اهل ايمان به سو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بهشت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گوئ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اكنون در نظرم مجسم است و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بينم كه دخترم فاطمه در روز قيامت سوار بر شتر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نور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در حال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هفتاد هزار ملك از جانب راست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هفتاد هزار از طرف چپ او، هفتاد هزار از پيش رو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هفتاد هزار از پشت سر او همراهيش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كنند.</w:t>
      </w:r>
    </w:p>
    <w:p w:rsidR="00F3518E" w:rsidRPr="00F3518E" w:rsidRDefault="00F3518E" w:rsidP="006B4944">
      <w:pPr>
        <w:pStyle w:val="libNormal"/>
        <w:rPr>
          <w:lang w:bidi="fa-IR"/>
        </w:rPr>
      </w:pPr>
      <w:r w:rsidRPr="00F3518E">
        <w:rPr>
          <w:rtl/>
          <w:lang w:bidi="fa-IR"/>
        </w:rPr>
        <w:t>او پيشگام زنها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مؤ من است كه همراهش به سو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بهشت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روند، ياعل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تو پيشوا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مردان مؤ من امت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دخترم فاطمه سالار زنان با ايمان امت من و رهبر آنان به سو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بهشت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بدرستيكه او بانو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بانوان جهان است</w:t>
      </w:r>
      <w:r>
        <w:rPr>
          <w:rtl/>
          <w:lang w:bidi="fa-IR"/>
        </w:rPr>
        <w:t>.</w:t>
      </w:r>
    </w:p>
    <w:p w:rsidR="006B4944" w:rsidRDefault="00F3518E" w:rsidP="00F3518E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عرض شد يا رسول الله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آيا بانو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بانوان در زمان خودش</w:t>
      </w:r>
      <w:r>
        <w:rPr>
          <w:rtl/>
          <w:lang w:bidi="fa-IR"/>
        </w:rPr>
        <w:t>؟</w:t>
      </w:r>
    </w:p>
    <w:p w:rsidR="00F3518E" w:rsidRPr="00F3518E" w:rsidRDefault="00F3518E" w:rsidP="006B4944">
      <w:pPr>
        <w:pStyle w:val="libNormal"/>
        <w:rPr>
          <w:lang w:bidi="fa-IR"/>
        </w:rPr>
      </w:pPr>
      <w:r w:rsidRPr="00F3518E">
        <w:rPr>
          <w:rtl/>
          <w:lang w:bidi="fa-IR"/>
        </w:rPr>
        <w:t>پيامبر فرمود:</w:t>
      </w:r>
      <w:r w:rsidR="006B4944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سيده زنان در زمان خودش مريم بنت عرمان بود،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دخترم فاطمه بانو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بانوان جهان و سرور زنها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عالم از اولين و آخرين است</w:t>
      </w:r>
      <w:r>
        <w:rPr>
          <w:rtl/>
          <w:lang w:bidi="fa-IR"/>
        </w:rPr>
        <w:t>.</w:t>
      </w:r>
    </w:p>
    <w:p w:rsidR="00F3518E" w:rsidRPr="00F3518E" w:rsidRDefault="00F3518E" w:rsidP="006B4944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اين فاطمه است كه آنگاه كه در محراب عبادت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ايستد، هفتاد هزار فرشته مقرب بر او سلام و درود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فرستند، و ندا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كنند يا فاطمه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 را از ميان جميع زنها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عالم انتخاب كرد، و ترا از همه آلودگيها پاك و منزه گردانيد. آنگاه رسول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رو به سو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كرد و فرمود:</w:t>
      </w:r>
    </w:p>
    <w:p w:rsidR="00F3518E" w:rsidRPr="00F3518E" w:rsidRDefault="00F3518E" w:rsidP="006B4944">
      <w:pPr>
        <w:pStyle w:val="libNormal"/>
        <w:rPr>
          <w:lang w:bidi="fa-IR"/>
        </w:rPr>
      </w:pPr>
      <w:r w:rsidRPr="00F3518E">
        <w:rPr>
          <w:rtl/>
          <w:lang w:bidi="fa-IR"/>
        </w:rPr>
        <w:t>يا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، بدرستيكه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، پاره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تن و جان من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اوست نور چشم من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ميوه قلب من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آنچه زهراء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ناپسند آيد، مرا نيز ناپسند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آنچه او را مسرور كند، مرا هم شاد و خرسند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نمايد، او نخستين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از خاندان من كه به من خواهد پيوست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يا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، بعد از من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تا توان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 او نيك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سپس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اين چنين دعا نمودند: بارلاها، من تو را گواه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گيرم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دوست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دارم آن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كه اينان را دوست بدارد و دشمن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دارم شخص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كه با اينان دشمن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كند، با هر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با اين چهر تن در جنگ باشد من نيز با او در ستيزم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هر فرد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 اينان از در صلح و آشت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آيد، من هم با او در سلم و صفا خواهم بود.</w:t>
      </w:r>
      <w:r w:rsidR="006B4944">
        <w:rPr>
          <w:rFonts w:hint="cs"/>
          <w:rtl/>
          <w:lang w:bidi="fa-IR"/>
        </w:rPr>
        <w:t>»</w:t>
      </w:r>
    </w:p>
    <w:p w:rsidR="00F3518E" w:rsidRPr="00F3518E" w:rsidRDefault="00F3518E" w:rsidP="006B4944">
      <w:pPr>
        <w:pStyle w:val="libNormal"/>
        <w:rPr>
          <w:lang w:bidi="fa-IR"/>
        </w:rPr>
      </w:pPr>
      <w:r w:rsidRPr="00F3518E">
        <w:rPr>
          <w:rtl/>
          <w:lang w:bidi="fa-IR"/>
        </w:rPr>
        <w:t>بار ديگر تكرار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كنيم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با در نظر گرفتن روايت شريفه مذكور، حضرت صديقه سلام الله عليها به طور يقين صاحب ولايت كبر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زيرا هرگز معقول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دشمن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يا دوست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 او همانند عدوات و يا محبت نسبت به پيامبر باشد و آنچه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غمگين و يا مسرور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گرداند، حضرت رسول</w:t>
      </w:r>
      <w:r w:rsidR="004612E5" w:rsidRPr="006B4944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را نيز محزون و يا شد نمايد،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او صاحب مقام ولايت نباشد.</w:t>
      </w:r>
    </w:p>
    <w:p w:rsidR="00F3518E" w:rsidRPr="00F3518E" w:rsidRDefault="00F3518E" w:rsidP="006B4944">
      <w:pPr>
        <w:pStyle w:val="libNormal"/>
        <w:rPr>
          <w:lang w:bidi="fa-IR"/>
        </w:rPr>
      </w:pPr>
      <w:r w:rsidRPr="00F3518E">
        <w:rPr>
          <w:rtl/>
          <w:lang w:bidi="fa-IR"/>
        </w:rPr>
        <w:t>و اگر حضرت صديقه سلام الله عليها در ولايت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عصمت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در جميع حالاتش رديف پدر و همسر و دو فرزندش حسنين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بود، هرگز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مطالب مذكور را بيان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كرد.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كه سخن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حساب و گزاف و بيهوده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گويد، تمام گفتارش </w:t>
      </w:r>
      <w:r w:rsidR="006B494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ما ينطق عن الهو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ان هوالاوح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يوح</w:t>
      </w:r>
      <w:r w:rsidR="004612E5">
        <w:rPr>
          <w:rtl/>
          <w:lang w:bidi="fa-IR"/>
        </w:rPr>
        <w:t>ی</w:t>
      </w:r>
      <w:r w:rsidR="006B494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آنچه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گويد وح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آنهم در مقام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خدا را شاهد سخنان خود قرار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دهد.</w:t>
      </w:r>
    </w:p>
    <w:p w:rsidR="006B4944" w:rsidRDefault="00F3518E" w:rsidP="006B4944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گوئ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از جانب خدا ماءمور به ابلاغ اين مراتب و فضائل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خدا را گفتار خويش گواه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گيرد، چنان كه در انجام نبوت و ابلاغ رسالتش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مواقف متعدد شاهد قرار داده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از مردم نيز اقرار و اعتراف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خواهد، و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پرسد و خواستار جواب صريح آنان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باشد: </w:t>
      </w:r>
      <w:r w:rsidR="006B494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هل بلغت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>، بل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بلغت</w:t>
      </w:r>
      <w:r w:rsidR="006B494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سؤال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 آيا رسالت خودم را انجام دادم</w:t>
      </w:r>
      <w:r>
        <w:rPr>
          <w:rtl/>
          <w:lang w:bidi="fa-IR"/>
        </w:rPr>
        <w:t>؟</w:t>
      </w:r>
    </w:p>
    <w:p w:rsidR="00F3518E" w:rsidRPr="00F3518E" w:rsidRDefault="00F3518E" w:rsidP="005F4899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و سپس جواب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شنود: بل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ابلاغ كرد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همان گونه كه در غديرخم هنگام ابلاغ ولايت اميرالمؤ منين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سلام الله عليه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خدا را شاهد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گيرد و از مردم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اعتراف و اقرار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خواهد... اللهم اشهد... بارالها شاهد باش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>.. چنين به نظر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رسد كه وجود مقدس پيامبر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پيوسته خود را مسئول و م</w:t>
      </w:r>
      <w:r w:rsidR="006B4944">
        <w:rPr>
          <w:rFonts w:hint="cs"/>
          <w:rtl/>
          <w:lang w:bidi="fa-IR"/>
        </w:rPr>
        <w:t>أ</w:t>
      </w:r>
      <w:r w:rsidRPr="00F3518E">
        <w:rPr>
          <w:rtl/>
          <w:lang w:bidi="fa-IR"/>
        </w:rPr>
        <w:t xml:space="preserve">مور ابلاغ ولايت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نيز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داند، و گوئ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احساس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 كه همواره مورد سؤال و بازخواست حضرت حق تبارك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آيا ولايت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ابلاغ كرد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يا نه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لذا آن حضرت به طور مكرر، در گفتار خويش ضمن برشمردن فضائل فاطمه سلام الله عليها و تشريح شئون ولايت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او، بارها خدا را گواه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گيرد كه بارلاها، شاهد باش آيا ولايت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ابلاغ كردم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آيا پيغام را رساندم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حق مطلب را بخوب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ادا كردم</w:t>
      </w:r>
      <w:r>
        <w:rPr>
          <w:rtl/>
          <w:lang w:bidi="fa-IR"/>
        </w:rPr>
        <w:t>؟</w:t>
      </w:r>
    </w:p>
    <w:p w:rsidR="00F3518E" w:rsidRPr="00F3518E" w:rsidRDefault="00F3518E" w:rsidP="005F4899">
      <w:pPr>
        <w:pStyle w:val="libNormal"/>
        <w:rPr>
          <w:lang w:bidi="fa-IR"/>
        </w:rPr>
      </w:pPr>
      <w:r w:rsidRPr="00F3518E">
        <w:rPr>
          <w:rtl/>
          <w:lang w:bidi="fa-IR"/>
        </w:rPr>
        <w:t>نتيجه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توان از روايت مذكور گرفت اين است كه حضرت رسول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 قسمت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سخنانش خطاب به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چنين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آنها اول من يلحف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 اهل بيت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>.. فاحسن اليها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يعن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يا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اول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از خاندان من به من ملحق خواهد شد.</w:t>
      </w:r>
    </w:p>
    <w:p w:rsidR="00F3518E" w:rsidRPr="00F3518E" w:rsidRDefault="00F3518E" w:rsidP="005F4899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دختر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پس تا توان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 او نيك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بنما.... و اين وديعه رسالت را نگهدار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>.. لذا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بينيم قصد اميرالمؤ منين سلام الله عليها هميشه و در تمام حالاتش برآوردن خواهش پيامبر اكرم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در نتيجه تحصيل رضايت و آسايش خاطر زهرا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اطهر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البته نه تنها از اين جهت كه همسر والامقام او دختر گرام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بلكه بيشتر از اين نظر كه فاطمه سلام الله عليها </w:t>
      </w:r>
      <w:r w:rsidR="005F4899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ولية الله</w:t>
      </w:r>
      <w:r w:rsidR="005F4899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 و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خود را نسبتت به او موظف و مسئول و متعهد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داند، و متقابلا حضرت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نيز نسبت به اميرالمؤ منين كه </w:t>
      </w:r>
      <w:r w:rsidR="005F4899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الله</w:t>
      </w:r>
      <w:r w:rsidR="005F4899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عينا همين احساس وظيفه و مسئوليت را به حد اعتل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 و اين دو وجود مقدس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هر يك در حفظ و نگهدار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مراعات شخصيت آن ديگر كمال سع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كوشش را به كار برده اند.</w:t>
      </w:r>
    </w:p>
    <w:p w:rsidR="00F3518E" w:rsidRPr="00F3518E" w:rsidRDefault="00F3518E" w:rsidP="005F4899">
      <w:pPr>
        <w:pStyle w:val="libNormal"/>
        <w:rPr>
          <w:lang w:bidi="fa-IR"/>
        </w:rPr>
      </w:pPr>
      <w:r w:rsidRPr="00F3518E">
        <w:rPr>
          <w:rtl/>
          <w:lang w:bidi="fa-IR"/>
        </w:rPr>
        <w:t>ليكن اگر اين مطلب به دقت مورد بررس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مطالعه قرار گيرد، روشن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 كه حالات دفاع و مجاهدت زهرا سلام الله عليها در حفظ و صيانت اميرالمؤ منين سلام الله عليه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نظير و بسيار فوق العاده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تحقيقا اگر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نگاهدار</w:t>
      </w:r>
      <w:r w:rsidR="004612E5">
        <w:rPr>
          <w:rtl/>
          <w:lang w:bidi="fa-IR"/>
        </w:rPr>
        <w:t>ی</w:t>
      </w:r>
      <w:r w:rsidR="005F4899">
        <w:rPr>
          <w:rtl/>
          <w:lang w:bidi="fa-IR"/>
        </w:rPr>
        <w:t xml:space="preserve"> و دفاع از حريم ولايت اميرالمؤ</w:t>
      </w:r>
      <w:r w:rsidRPr="00F3518E">
        <w:rPr>
          <w:rtl/>
          <w:lang w:bidi="fa-IR"/>
        </w:rPr>
        <w:t xml:space="preserve">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مؤ كدا به زهرا عليها سلام سفارش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كرد (كه سفارش فرموده است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، هرگز رفتار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بهتر و برتر از روش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امكان پذير نبود.</w:t>
      </w:r>
    </w:p>
    <w:p w:rsidR="005F4899" w:rsidRDefault="00F3518E" w:rsidP="005F4899">
      <w:pPr>
        <w:pStyle w:val="libNormal"/>
        <w:rPr>
          <w:rtl/>
          <w:lang w:bidi="fa-IR"/>
        </w:rPr>
      </w:pPr>
      <w:r w:rsidRPr="00F3518E">
        <w:rPr>
          <w:rtl/>
          <w:lang w:bidi="fa-IR"/>
        </w:rPr>
        <w:lastRenderedPageBreak/>
        <w:t>از خود گذشتگ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فداكار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ايثار او در مراقبت و نگهدار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شئون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الله الاعظم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نظير بود، زهرا سلام الله عليها در اين راه وجود خود را كاملا فراموش كرده بود و همواره همت والا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او مصروف حفظ حرمت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525C15" w:rsidRPr="00525C1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پيوسته در فكر كمال مراقبت و حسن انجام تعهد اسلام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خود در برابر مقام منيع ولايت بود و همين توجه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نظير و بصيرت و معرفت كامل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نسبت به شئون ولايت همسر 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مقامش نشانگر مرتبه 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5F4899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ولية اله</w:t>
      </w:r>
      <w:r w:rsidR="004612E5">
        <w:rPr>
          <w:rtl/>
          <w:lang w:bidi="fa-IR"/>
        </w:rPr>
        <w:t>ی</w:t>
      </w:r>
      <w:r w:rsidR="005F4899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خود آن حضرت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</w:t>
      </w:r>
    </w:p>
    <w:p w:rsidR="00F3518E" w:rsidRPr="00F3518E" w:rsidRDefault="005F4899" w:rsidP="005F4899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5F4899">
      <w:pPr>
        <w:pStyle w:val="Heading2"/>
        <w:rPr>
          <w:rFonts w:hint="cs"/>
          <w:rtl/>
          <w:lang w:bidi="fa-IR"/>
        </w:rPr>
      </w:pPr>
      <w:bookmarkStart w:id="20" w:name="_Toc477607244"/>
      <w:r w:rsidRPr="00F3518E">
        <w:rPr>
          <w:rtl/>
          <w:lang w:bidi="fa-IR"/>
        </w:rPr>
        <w:t>موضوع هفتم</w:t>
      </w:r>
      <w:bookmarkEnd w:id="20"/>
    </w:p>
    <w:p w:rsidR="00F3518E" w:rsidRPr="00F3518E" w:rsidRDefault="00F3518E" w:rsidP="0092347B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موضوع هفتم مشترك بودن فاطمه سلام الله عليهاست با رسول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 مقام ركن بودن نسبت به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بن اب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طالب سلام الله عليه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جابربن عبدالله چنين روايت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كند،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به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فرمود:</w:t>
      </w:r>
    </w:p>
    <w:p w:rsidR="0092347B" w:rsidRDefault="0092347B" w:rsidP="0092347B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سلام عليك ابا الريحانتين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اوصيك بريحانت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من الدنيا من قبل ان ينهد ركناك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الله خليفت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عليك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فلما مات النب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 w:rsidRPr="004612E5">
        <w:rPr>
          <w:rStyle w:val="libAlaemChar"/>
          <w:rtl/>
        </w:rPr>
        <w:t>صل</w:t>
      </w:r>
      <w:r>
        <w:rPr>
          <w:rStyle w:val="libAlaemChar"/>
          <w:rtl/>
        </w:rPr>
        <w:t>ی</w:t>
      </w:r>
      <w:r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قال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هذا احد الركنين الذين قال رسول الله</w:t>
      </w:r>
      <w:r w:rsidR="00F3518E">
        <w:rPr>
          <w:rtl/>
          <w:lang w:bidi="fa-IR"/>
        </w:rPr>
        <w:t>.</w:t>
      </w:r>
      <w:r w:rsidR="00F3518E" w:rsidRPr="00F3518E">
        <w:rPr>
          <w:rtl/>
          <w:lang w:bidi="fa-IR"/>
        </w:rPr>
        <w:t xml:space="preserve"> فلما ماتت فاطمة قال هذا الركن الثان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الذ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قال رسول الله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</w:p>
    <w:p w:rsidR="00F3518E" w:rsidRPr="00F3518E" w:rsidRDefault="0092347B" w:rsidP="009234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سلام بر تو، 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پدر دو ريحانه من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يا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محافظت آن دو را به تو سفارش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قبل از آن كه هر دو ركن تو از بين برود، را بخدا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سپارم كه او نگهدارنده توست</w:t>
      </w:r>
      <w:r>
        <w:rPr>
          <w:rFonts w:hint="cs"/>
          <w:rtl/>
          <w:lang w:bidi="fa-IR"/>
        </w:rPr>
        <w:t>.»</w:t>
      </w:r>
    </w:p>
    <w:p w:rsidR="00F3518E" w:rsidRPr="00F3518E" w:rsidRDefault="0092347B" w:rsidP="009234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جابربن عبدالله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روايت را چنين ادامه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دهد:</w:t>
      </w:r>
    </w:p>
    <w:p w:rsidR="00F3518E" w:rsidRPr="00F3518E" w:rsidRDefault="0092347B" w:rsidP="00F3518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پس از رحلت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>، اميرالمؤ منين فرمود: اين بود يك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آن دو ركن من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كه رسول خدا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فرمود: و اينك منهدم گرديد، و هنگام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فاطمه سلام الله عليها چشم از جهان فروبست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فرمود:</w:t>
      </w:r>
    </w:p>
    <w:p w:rsidR="00F3518E" w:rsidRPr="00F3518E" w:rsidRDefault="0092347B" w:rsidP="009234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اين بود همان ركن دوم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بقول پيامبر اكرم</w:t>
      </w:r>
      <w:r w:rsidR="004612E5" w:rsidRPr="0092347B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>، امروز از دست دادم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اين حديث را عده 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علماء به اين شرح نقل كرده اند:</w:t>
      </w:r>
    </w:p>
    <w:p w:rsidR="00F3518E" w:rsidRPr="00F3518E" w:rsidRDefault="00F3518E" w:rsidP="0092347B">
      <w:pPr>
        <w:pStyle w:val="libNormal"/>
        <w:rPr>
          <w:lang w:bidi="fa-IR"/>
        </w:rPr>
      </w:pPr>
      <w:r w:rsidRPr="00F3518E">
        <w:rPr>
          <w:rtl/>
          <w:lang w:bidi="fa-IR"/>
        </w:rPr>
        <w:t>حافظ ابونعيم</w:t>
      </w:r>
      <w:r w:rsidR="0092347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9234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حلية الاولياء</w:t>
      </w:r>
      <w:r w:rsidR="009234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حافظ، ابن عسا كرد</w:t>
      </w:r>
      <w:r w:rsidR="0092347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9234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تاريخ شام</w:t>
      </w:r>
      <w:r w:rsidR="009234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حافظ محب الدين طبر</w:t>
      </w:r>
      <w:r w:rsidR="004612E5">
        <w:rPr>
          <w:rtl/>
          <w:lang w:bidi="fa-IR"/>
        </w:rPr>
        <w:t>ی</w:t>
      </w:r>
      <w:r w:rsidR="0092347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9234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رياض</w:t>
      </w:r>
      <w:r w:rsidR="009234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</w:t>
      </w:r>
      <w:r w:rsidR="009234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ذخاير</w:t>
      </w:r>
      <w:r w:rsidR="009234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امام احمد</w:t>
      </w:r>
      <w:r w:rsidR="0092347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بن حنبل</w:t>
      </w:r>
      <w:r w:rsidR="0092347B">
        <w:rPr>
          <w:rFonts w:hint="cs"/>
          <w:rtl/>
          <w:lang w:bidi="fa-IR"/>
        </w:rPr>
        <w:t>،</w:t>
      </w:r>
      <w:r w:rsidRPr="00F3518E">
        <w:rPr>
          <w:rtl/>
          <w:lang w:bidi="fa-IR"/>
        </w:rPr>
        <w:t xml:space="preserve"> امام حنابله</w:t>
      </w:r>
      <w:r w:rsidR="0092347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- حافظ گنج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شافع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در </w:t>
      </w:r>
      <w:r w:rsidR="009234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كفايه</w:t>
      </w:r>
      <w:r w:rsidR="009234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ابوالمظفر سبط ابن الجوز</w:t>
      </w:r>
      <w:r w:rsidR="004612E5">
        <w:rPr>
          <w:rtl/>
          <w:lang w:bidi="fa-IR"/>
        </w:rPr>
        <w:t>ی</w:t>
      </w:r>
      <w:r w:rsidR="0092347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9234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تذكره</w:t>
      </w:r>
      <w:r w:rsidR="009234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حافظ سيوط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در </w:t>
      </w:r>
      <w:r w:rsidR="009234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جامع كبير</w:t>
      </w:r>
      <w:r w:rsidR="009234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جمع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ديگر از دانشمندان و محققين</w:t>
      </w:r>
      <w:r>
        <w:rPr>
          <w:rtl/>
          <w:lang w:bidi="fa-IR"/>
        </w:rPr>
        <w:t>.</w:t>
      </w:r>
    </w:p>
    <w:p w:rsidR="00F3518E" w:rsidRPr="00F3518E" w:rsidRDefault="00F3518E" w:rsidP="0092347B">
      <w:pPr>
        <w:pStyle w:val="libNormal"/>
        <w:rPr>
          <w:lang w:bidi="fa-IR"/>
        </w:rPr>
      </w:pPr>
      <w:r w:rsidRPr="00F3518E">
        <w:rPr>
          <w:rtl/>
          <w:lang w:bidi="fa-IR"/>
        </w:rPr>
        <w:t>در اينجا لازم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موضوع ركن بودن به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92347B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دقيقا بررس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كنيم كه آيا مراد از اين </w:t>
      </w:r>
      <w:r w:rsidR="009234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ركنيت</w:t>
      </w:r>
      <w:r w:rsidR="009234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چيست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و حقيقت اين رتبه معنو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مقام بسيار والا و بزرگ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چگونه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</w:t>
      </w:r>
    </w:p>
    <w:p w:rsidR="00F3518E" w:rsidRPr="00F3518E" w:rsidRDefault="00F3518E" w:rsidP="0092347B">
      <w:pPr>
        <w:pStyle w:val="libNormal"/>
        <w:rPr>
          <w:lang w:bidi="fa-IR"/>
        </w:rPr>
      </w:pPr>
      <w:r w:rsidRPr="00F3518E">
        <w:rPr>
          <w:rtl/>
          <w:lang w:bidi="fa-IR"/>
        </w:rPr>
        <w:t>آنچه مسلم است اين است كه در اين مقام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هر معنائ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درشان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تصور شود عينا به همان گونه و به همان ترتيب درشان حضرت صديقه سلام الله عليها وارد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به عبارت ديگر، حضرت زهرا عليها </w:t>
      </w:r>
      <w:r w:rsidRPr="00F3518E">
        <w:rPr>
          <w:rtl/>
          <w:lang w:bidi="fa-IR"/>
        </w:rPr>
        <w:lastRenderedPageBreak/>
        <w:t xml:space="preserve">سلام در مقام </w:t>
      </w:r>
      <w:r w:rsidR="009234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ركنيت</w:t>
      </w:r>
      <w:r w:rsidR="009234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مثل و همانند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>، و در اين منقبت همتا و شريك و برابر با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يقينا مقصد از ركن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بودن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اين نيست كه فاطمه عليها سلام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اداره كننده امور خانواده و كدبانو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خانه و كاشانه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، و گرداننده چرخ زندگان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آسايش بخش او و خاندان اوست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زيرا كه اينها از وظايف حتم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هر زن مسلمان است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مهم اين است و رمز عظمت زهرا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اطهر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اينجاست كه با وجود آيه</w:t>
      </w:r>
      <w:r>
        <w:rPr>
          <w:rtl/>
          <w:lang w:bidi="fa-IR"/>
        </w:rPr>
        <w:t>.</w:t>
      </w:r>
    </w:p>
    <w:p w:rsidR="00F3518E" w:rsidRPr="00F3518E" w:rsidRDefault="0092347B" w:rsidP="009234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الرجال قوامون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النساء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كه موضع كل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مردان و زنان را نسبت به يكديگر معين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نمايد،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در يك مورد استثنائ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حضرت صديقه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را ركن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خواند، به همانگونه كه خودش را...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به هر معن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مفاد، و به هر نحو و كيفيت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ركن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محسوب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شود، فاطمه سلام الله عليها نيز به همان ترتيب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به همان نسق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به همان وضع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ركن مساو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همتا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ديگر، در اين منقبت است</w:t>
      </w:r>
      <w:r>
        <w:rPr>
          <w:rtl/>
          <w:lang w:bidi="fa-IR"/>
        </w:rPr>
        <w:t>.</w:t>
      </w:r>
    </w:p>
    <w:p w:rsidR="00F3518E" w:rsidRPr="00F3518E" w:rsidRDefault="00F3518E" w:rsidP="0092347B">
      <w:pPr>
        <w:pStyle w:val="libNormal"/>
        <w:rPr>
          <w:lang w:bidi="fa-IR"/>
        </w:rPr>
      </w:pPr>
      <w:r w:rsidRPr="00F3518E">
        <w:rPr>
          <w:rtl/>
          <w:lang w:bidi="fa-IR"/>
        </w:rPr>
        <w:t>در اينجا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توان گفت كه اين </w:t>
      </w:r>
      <w:r w:rsidR="00EC362F">
        <w:rPr>
          <w:rtl/>
          <w:lang w:bidi="fa-IR"/>
        </w:rPr>
        <w:t>(</w:t>
      </w:r>
      <w:r w:rsidRPr="00F3518E">
        <w:rPr>
          <w:rtl/>
          <w:lang w:bidi="fa-IR"/>
        </w:rPr>
        <w:t>ركن بودن به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) از مقام شامخ ولايت سرچشمه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گيرد، و از شئون ولايت است كه هريك از آن سه وجود مقدس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ركن دو نفر ديگر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باشد، و اين موضوع امكان پذير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مگر اينكه فاطمه سلام الله عليها نيز در مقام ولايت همتا و همانند و برابر با پيامبر اكرم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بوده باشد، يعن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چنان كه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ركن ولايت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اساس اسلام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اصل مودت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خدا آنرا اجر نبوت قرار داده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حضرت زهرا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نيز در اين شئون شريك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برابر، و همتا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او است و به همين مناسبت پيامبر اكرم</w:t>
      </w:r>
      <w:r w:rsidR="004612E5" w:rsidRPr="0092347B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92347B" w:rsidRDefault="0092347B" w:rsidP="0092347B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92347B">
        <w:rPr>
          <w:rStyle w:val="libHadeesChar"/>
          <w:rtl/>
        </w:rPr>
        <w:t>لولم يخلق الله عل</w:t>
      </w:r>
      <w:r w:rsidR="004612E5" w:rsidRPr="0092347B">
        <w:rPr>
          <w:rStyle w:val="libHadeesChar"/>
          <w:rtl/>
        </w:rPr>
        <w:t>ی</w:t>
      </w:r>
      <w:r w:rsidR="00F3518E" w:rsidRPr="0092347B">
        <w:rPr>
          <w:rStyle w:val="libHadeesChar"/>
          <w:rtl/>
        </w:rPr>
        <w:t xml:space="preserve"> بن اب</w:t>
      </w:r>
      <w:r w:rsidR="004612E5" w:rsidRPr="0092347B">
        <w:rPr>
          <w:rStyle w:val="libHadeesChar"/>
          <w:rtl/>
        </w:rPr>
        <w:t>ی</w:t>
      </w:r>
      <w:r w:rsidR="00F3518E" w:rsidRPr="0092347B">
        <w:rPr>
          <w:rStyle w:val="libHadeesChar"/>
          <w:rtl/>
        </w:rPr>
        <w:t xml:space="preserve"> طالب، ما كان لفاطمة كفو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</w:p>
    <w:p w:rsidR="00F3518E" w:rsidRPr="00F3518E" w:rsidRDefault="0092347B" w:rsidP="009234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اگر خدا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ابن ابيطالب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را نم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آفريد، فاطمه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شبيه و نظير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در عالم نداشت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روايت ديگر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آن حضرت خطاب به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فرمايد:</w:t>
      </w:r>
    </w:p>
    <w:p w:rsidR="0092347B" w:rsidRDefault="0092347B" w:rsidP="0092347B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92347B">
        <w:rPr>
          <w:rStyle w:val="libHadeesChar"/>
          <w:rtl/>
        </w:rPr>
        <w:t>لولاك يا عل</w:t>
      </w:r>
      <w:r w:rsidR="004612E5" w:rsidRPr="0092347B">
        <w:rPr>
          <w:rStyle w:val="libHadeesChar"/>
          <w:rtl/>
        </w:rPr>
        <w:t>ی</w:t>
      </w:r>
      <w:r w:rsidR="00F3518E" w:rsidRPr="0092347B">
        <w:rPr>
          <w:rStyle w:val="libHadeesChar"/>
          <w:rtl/>
        </w:rPr>
        <w:t xml:space="preserve"> لما كان لفاطمه كفو عل</w:t>
      </w:r>
      <w:r w:rsidR="004612E5" w:rsidRPr="0092347B">
        <w:rPr>
          <w:rStyle w:val="libHadeesChar"/>
          <w:rtl/>
        </w:rPr>
        <w:t>ی</w:t>
      </w:r>
      <w:r w:rsidR="00F3518E" w:rsidRPr="0092347B">
        <w:rPr>
          <w:rStyle w:val="libHadeesChar"/>
          <w:rtl/>
        </w:rPr>
        <w:t xml:space="preserve"> وجه الارض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</w:p>
    <w:p w:rsidR="00F3518E" w:rsidRPr="00F3518E" w:rsidRDefault="0092347B" w:rsidP="009234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يا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اگر تو نبود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فاطمه را بر رو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زمين همانند و نظير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نبود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مقصود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كفو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كه در اين روايات و احاديث ديگر، درشان حضرت زهرا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بكار برده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چيست</w:t>
      </w:r>
      <w:r w:rsidR="00F3518E">
        <w:rPr>
          <w:rtl/>
          <w:lang w:bidi="fa-IR"/>
        </w:rPr>
        <w:t>؟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آيا منظور آن حضرت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كفو در مال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همانند در فقر و غن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يا همتا در خلقت ظاهر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بطور يقين نه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بلكه مقصود، كفو و همانند در مقام ولايت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صفات و فضائل است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بل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در شئون ولايت همتا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همانگونه كه خود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چنين است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چنان كه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>، ركن ايمان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ركن اسلام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ركن توحيد، ركن منطق و بيان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ركن حقيقت و شرف انسان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به همان معن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مفهوم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حضرت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ائمه اطهار نيز ركن و اساس و اصل و پايه و بنيادند.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در زيارت مبعث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525C15" w:rsidRPr="00525C1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به عنوان (ركن بودن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چنين خطاب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كنيم</w:t>
      </w:r>
      <w:r>
        <w:rPr>
          <w:rtl/>
          <w:lang w:bidi="fa-IR"/>
        </w:rPr>
        <w:t>:</w:t>
      </w:r>
    </w:p>
    <w:p w:rsidR="0092347B" w:rsidRDefault="0092347B" w:rsidP="0092347B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وصل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عبدك و امينك الاوف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ركن الاولياء و عماد الاصفياء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</w:p>
    <w:p w:rsidR="00F3518E" w:rsidRPr="00F3518E" w:rsidRDefault="0092347B" w:rsidP="009234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كه ركن و پايه ستون و تكيه گاه جميع اولياء و اصفياء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باشد، ركن و تكيه گاهش بفرمايش پيغمبر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حضرت صديقه سلام الله عليهاست</w:t>
      </w:r>
      <w:r w:rsidR="00F3518E"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در زيارت ششم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حضرت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سيد الاوصياء و ركن الاصفيا ناميده شده است و در زيارت وارث حضرت اباعبدالله الحسين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چنين عرضه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داريم</w:t>
      </w:r>
      <w:r>
        <w:rPr>
          <w:rtl/>
          <w:lang w:bidi="fa-IR"/>
        </w:rPr>
        <w:t>:</w:t>
      </w:r>
    </w:p>
    <w:p w:rsidR="00F3518E" w:rsidRPr="00F3518E" w:rsidRDefault="0092347B" w:rsidP="009234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92347B">
        <w:rPr>
          <w:rStyle w:val="libHadeesChar"/>
          <w:rtl/>
        </w:rPr>
        <w:t>اشهد انك من دعائم الدين و اركان المومنين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و در زيارت عيد فطر و قربان</w:t>
      </w:r>
      <w:r w:rsidR="00F3518E">
        <w:rPr>
          <w:rtl/>
          <w:lang w:bidi="fa-IR"/>
        </w:rPr>
        <w:t>:</w:t>
      </w:r>
    </w:p>
    <w:p w:rsidR="00F3518E" w:rsidRPr="00F3518E" w:rsidRDefault="0092347B" w:rsidP="009234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92347B">
        <w:rPr>
          <w:rStyle w:val="libHadeesChar"/>
          <w:rtl/>
        </w:rPr>
        <w:t>اشهد انك من دعائم الدين و ار</w:t>
      </w:r>
      <w:r w:rsidRPr="0092347B">
        <w:rPr>
          <w:rStyle w:val="libHadeesChar"/>
          <w:rtl/>
        </w:rPr>
        <w:t>كان المسلمين و معقل المؤ</w:t>
      </w:r>
      <w:r w:rsidR="00F3518E" w:rsidRPr="0092347B">
        <w:rPr>
          <w:rStyle w:val="libHadeesChar"/>
          <w:rtl/>
        </w:rPr>
        <w:t>منين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و در زيارت اربعين حسين </w:t>
      </w:r>
      <w:r w:rsidR="00525C15" w:rsidRPr="00525C15">
        <w:rPr>
          <w:rStyle w:val="libAlaemChar"/>
          <w:rtl/>
        </w:rPr>
        <w:t>عليه‌السلام</w:t>
      </w:r>
      <w:r w:rsidR="00F3518E">
        <w:rPr>
          <w:rtl/>
          <w:lang w:bidi="fa-IR"/>
        </w:rPr>
        <w:t>:</w:t>
      </w:r>
    </w:p>
    <w:p w:rsidR="00F3518E" w:rsidRPr="00F3518E" w:rsidRDefault="0092347B" w:rsidP="009234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92347B">
        <w:rPr>
          <w:rStyle w:val="libHadeesChar"/>
          <w:rtl/>
        </w:rPr>
        <w:t>اشهد انك من دعائم الدين و اركان المسلمين، و معقل المؤمنين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و در زيارت جامعه كبيره</w:t>
      </w:r>
      <w:r w:rsidR="00F3518E">
        <w:rPr>
          <w:rtl/>
          <w:lang w:bidi="fa-IR"/>
        </w:rPr>
        <w:t>:</w:t>
      </w:r>
    </w:p>
    <w:p w:rsidR="00F3518E" w:rsidRPr="00F3518E" w:rsidRDefault="0092347B" w:rsidP="009234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92347B">
        <w:rPr>
          <w:rStyle w:val="libHadeesChar"/>
          <w:rtl/>
        </w:rPr>
        <w:t>رساسة العباد، و اركان البلاد، و ابواب الايمان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آر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چهارده معصوم </w:t>
      </w:r>
      <w:r w:rsidR="00431E70" w:rsidRPr="00431E70">
        <w:rPr>
          <w:rStyle w:val="libAlaemChar"/>
          <w:rtl/>
        </w:rPr>
        <w:t>عليهم‌السلام</w:t>
      </w:r>
      <w:r w:rsidR="00F3518E" w:rsidRPr="00F3518E">
        <w:rPr>
          <w:rtl/>
          <w:lang w:bidi="fa-IR"/>
        </w:rPr>
        <w:t xml:space="preserve"> همگ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اركان توحيد و ايمان و اسلامند، و هر يك از آنان ركن است برا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ساير معصومين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>، و حضرت صديقه سلام الله عليها در اين مقام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نظير و همانند و همتا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رسول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>، ركن است برا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اميرالمؤ منين سلام الله عليه حضرت صادق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در اين زمينه بيان روشن و واضح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فرموده اند:</w:t>
      </w:r>
    </w:p>
    <w:p w:rsidR="0092347B" w:rsidRDefault="0092347B" w:rsidP="0092347B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92347B">
        <w:rPr>
          <w:rStyle w:val="libHadeesChar"/>
          <w:rtl/>
        </w:rPr>
        <w:t>لولا ان الله عزوجل خلق اميرالمؤ منين، لم يكن لفاطمة كفو عل</w:t>
      </w:r>
      <w:r w:rsidR="004612E5" w:rsidRPr="0092347B">
        <w:rPr>
          <w:rStyle w:val="libHadeesChar"/>
          <w:rtl/>
        </w:rPr>
        <w:t>ی</w:t>
      </w:r>
      <w:r w:rsidR="00F3518E" w:rsidRPr="0092347B">
        <w:rPr>
          <w:rStyle w:val="libHadeesChar"/>
          <w:rtl/>
        </w:rPr>
        <w:t xml:space="preserve"> وجه الارض، آدم فمن دونه</w:t>
      </w:r>
      <w:r>
        <w:rPr>
          <w:rFonts w:hint="cs"/>
          <w:rtl/>
          <w:lang w:bidi="fa-IR"/>
        </w:rPr>
        <w:t>»</w:t>
      </w:r>
    </w:p>
    <w:p w:rsidR="00F3518E" w:rsidRPr="00F3518E" w:rsidRDefault="0092347B" w:rsidP="009234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اگر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عزوجل اميرالمؤ منين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را نم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آفريد، از اولين و آخرين فاطمه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را بر رو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زمين نظير و همتائ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وجود نداشت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، هر دو صاحب ولايت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هر دو دارا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مقام عصمت و طهارت و هر دو از اركان توحيد و ايمانند.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امام ششم به عبارت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F3518E" w:rsidRPr="00F3518E" w:rsidRDefault="0092347B" w:rsidP="009234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92347B">
        <w:rPr>
          <w:rStyle w:val="libHadeesChar"/>
          <w:rtl/>
        </w:rPr>
        <w:t>لولا ان اميرالمؤ منين تزوجها لما كان لها كفو ال</w:t>
      </w:r>
      <w:r w:rsidR="004612E5" w:rsidRPr="0092347B">
        <w:rPr>
          <w:rStyle w:val="libHadeesChar"/>
          <w:rtl/>
        </w:rPr>
        <w:t>ی</w:t>
      </w:r>
      <w:r w:rsidR="00F3518E" w:rsidRPr="0092347B">
        <w:rPr>
          <w:rStyle w:val="libHadeesChar"/>
          <w:rtl/>
        </w:rPr>
        <w:t xml:space="preserve"> يوم القيامه عل</w:t>
      </w:r>
      <w:r w:rsidR="004612E5" w:rsidRPr="0092347B">
        <w:rPr>
          <w:rStyle w:val="libHadeesChar"/>
          <w:rtl/>
        </w:rPr>
        <w:t>ی</w:t>
      </w:r>
      <w:r w:rsidR="00F3518E" w:rsidRPr="0092347B">
        <w:rPr>
          <w:rStyle w:val="libHadeesChar"/>
          <w:rtl/>
        </w:rPr>
        <w:t xml:space="preserve"> وجه الارض، ادم فمن دونه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تشخيص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ركن بودن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و يا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كفو وهمتا بودن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بشر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با بشر ديگر، مطلب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است كه فهم انسان از درك آن عاجز و ناتوان است و تنها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(والله يعلم ما خلق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كه از ضمائر مخلوقات خويش آگاه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داند و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تواند معين كند چه كس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كفو و نظير و همانند كيست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همتا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هر موجود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در عالم كدام است</w:t>
      </w:r>
      <w:r w:rsidR="00F3518E">
        <w:rPr>
          <w:rtl/>
          <w:lang w:bidi="fa-IR"/>
        </w:rPr>
        <w:t>.</w:t>
      </w:r>
    </w:p>
    <w:p w:rsidR="00F3518E" w:rsidRPr="00F3518E" w:rsidRDefault="00F3518E" w:rsidP="0092347B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لذا، اختيار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همسر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525C15" w:rsidRPr="00525C15">
        <w:rPr>
          <w:rStyle w:val="libAlaemChar"/>
          <w:rtl/>
        </w:rPr>
        <w:t>عليه‌السلام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يك انتخاب اله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خود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زهراعليها سلام زوج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كه كفو و همتا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اوست بر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گزيند و در اين عقد آسمان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خود خطبه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خواند، و شهود اين ازدواج مقدس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پيامبر اكرم</w:t>
      </w:r>
      <w:r w:rsidR="004612E5" w:rsidRPr="0092347B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جبرئيل و فرشتگان هستند، و بايد اين چنين باشد، زيرا جز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خالق يكتا چه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داند كفو و همانند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كيست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زهرائ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همتا ندارد و هيچ بشر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(جز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) شبيه و نظير او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در نتيجه همين جهل و نادان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ناتوان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بشر در شناخت مقام شامخ زهرا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است كه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بينيم ابوبكر و عمر نيز خواستار ازدواج با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شوند، و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 جواب آنان چنين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از آن خداست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من در اين مورد هيچگونه اختيار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ندارم (الله يعلم ما - خلق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، و تنها خدا كه خالق زهراست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داند كفو و همسر و زوج شايسته او كيست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من و دخترم اگر چه صاحب مقام ولايتيم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خدا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بر من و او ولايت دارد و انتخاب و تعيين همسر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امر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خدائ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</w:p>
    <w:p w:rsidR="0092347B" w:rsidRDefault="0092347B" w:rsidP="00F3518E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92347B">
      <w:pPr>
        <w:pStyle w:val="Heading2"/>
        <w:rPr>
          <w:rFonts w:hint="cs"/>
          <w:rtl/>
          <w:lang w:bidi="fa-IR"/>
        </w:rPr>
      </w:pPr>
      <w:bookmarkStart w:id="21" w:name="_Toc477607245"/>
      <w:r w:rsidRPr="00F3518E">
        <w:rPr>
          <w:rtl/>
          <w:lang w:bidi="fa-IR"/>
        </w:rPr>
        <w:t>موضوع هشتم</w:t>
      </w:r>
      <w:bookmarkEnd w:id="21"/>
    </w:p>
    <w:p w:rsidR="00F3518E" w:rsidRPr="00F3518E" w:rsidRDefault="00F3518E" w:rsidP="0092347B">
      <w:pPr>
        <w:pStyle w:val="libNormal"/>
        <w:rPr>
          <w:lang w:bidi="fa-IR"/>
        </w:rPr>
      </w:pPr>
      <w:r w:rsidRPr="00F3518E">
        <w:rPr>
          <w:rtl/>
          <w:lang w:bidi="fa-IR"/>
        </w:rPr>
        <w:t>اشتراك حضرت صديقه سلام الله عليهاست با پدر و همسر و فرزندانش سلام الله عليهم در مجاز بودن استثنائ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آنان به ورود و توقف در مسجد پيامبراكرم</w:t>
      </w:r>
      <w:r w:rsidR="004612E5" w:rsidRPr="0092347B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 جميع حالاتشان</w:t>
      </w:r>
      <w:r>
        <w:rPr>
          <w:rtl/>
          <w:lang w:bidi="fa-IR"/>
        </w:rPr>
        <w:t>.</w:t>
      </w:r>
    </w:p>
    <w:p w:rsidR="001E4A5A" w:rsidRDefault="00F3518E" w:rsidP="001E4A5A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مسجد پيامبر اكرم</w:t>
      </w:r>
      <w:r w:rsidR="004612E5" w:rsidRPr="0092347B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نسبت به تمام مساجد امتياز خاص دارد، به اين معن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هر شخص جنب و نفساء و حائض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تواند به هر مسجد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وارد شود و بدون توقف از آنجا عبور كند،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هرگز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مجاز نيست در حال جنايت و حيض و نفاس از مسجدالنب</w:t>
      </w:r>
      <w:r w:rsidR="004612E5">
        <w:rPr>
          <w:rtl/>
          <w:lang w:bidi="fa-IR"/>
        </w:rPr>
        <w:t>ی</w:t>
      </w:r>
      <w:r w:rsidR="004612E5" w:rsidRPr="001E4A5A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عبور نمايد و اين حكم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،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، و حسنين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مستثن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هستند آنان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توانند در هر حالت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مسجدالرسول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عبور كنند، و نه تنها عبور كنند، بلكه در آنجا ازدواج نمايند و يا در حال جنابت در آنجا توقف كنند، و حت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فرزندانشان در آن مكان مقدس و مطهر زاده شوند، و اين امتياز، مطلب بسيار مهم و فوق العاده و شايان دقت و بررس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.</w:t>
      </w:r>
    </w:p>
    <w:p w:rsidR="00F3518E" w:rsidRPr="00F3518E" w:rsidRDefault="001E4A5A" w:rsidP="001E4A5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حافظ سيوط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حافظ نسائ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ابن عباس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روايت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كنند: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قال رسول الله </w:t>
      </w:r>
      <w:r w:rsidR="00A2221A" w:rsidRPr="00A2221A">
        <w:rPr>
          <w:rStyle w:val="libAlaemChar"/>
          <w:rtl/>
        </w:rPr>
        <w:t>صلى‌الله‌عليه‌وآله‌وسلم</w:t>
      </w:r>
    </w:p>
    <w:p w:rsidR="00F3518E" w:rsidRPr="00F3518E" w:rsidRDefault="001E4A5A" w:rsidP="001E4A5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آن موس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سال ربه ان يطهر مسجده لهارون و ذريته و 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سئلت الله ان يطهر للك و لذريتك من بعدك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حضرت رسول</w:t>
      </w:r>
      <w:r w:rsidR="004612E5" w:rsidRPr="001E4A5A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به اميرالمؤ منين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فرمود:</w:t>
      </w:r>
    </w:p>
    <w:p w:rsidR="00F3518E" w:rsidRPr="00F3518E" w:rsidRDefault="001E4A5A" w:rsidP="001E4A5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موس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از پروردگار خويش درخواست كرد كه مسجدش را برا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هارون و ذريه او پاك و مطهر گرداند و من نيز اين مطلب را برا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تو و فرزندانت از خدا خواستار شدم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روايت ديگر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به همين مضمون از اميرالمؤ منين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نقل شده است كه آن حضرت فرمود:</w:t>
      </w:r>
    </w:p>
    <w:p w:rsidR="00F3518E" w:rsidRPr="00F3518E" w:rsidRDefault="001E4A5A" w:rsidP="001E4A5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اخذ رسول الله بيد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فقال ان موس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سال ربه ان يطهر مسجده لهارون و ذريته و 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سئلت الله ان يطهر للك و لذريتك من بعدك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1E4A5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اين روايت را </w:t>
      </w:r>
      <w:r w:rsidR="001E4A5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حافظ بزاز</w:t>
      </w:r>
      <w:r w:rsidR="001E4A5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1E4A5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حافظ هيثم</w:t>
      </w:r>
      <w:r w:rsidR="004612E5">
        <w:rPr>
          <w:rtl/>
          <w:lang w:bidi="fa-IR"/>
        </w:rPr>
        <w:t>ی</w:t>
      </w:r>
      <w:r w:rsidR="001E4A5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1E4A5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حافظ سيوط</w:t>
      </w:r>
      <w:r w:rsidR="004612E5">
        <w:rPr>
          <w:rtl/>
          <w:lang w:bidi="fa-IR"/>
        </w:rPr>
        <w:t>ی</w:t>
      </w:r>
      <w:r w:rsidR="001E4A5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و </w:t>
      </w:r>
      <w:r w:rsidR="001E4A5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حلب</w:t>
      </w:r>
      <w:r w:rsidR="004612E5">
        <w:rPr>
          <w:rtl/>
          <w:lang w:bidi="fa-IR"/>
        </w:rPr>
        <w:t>ی</w:t>
      </w:r>
      <w:r w:rsidR="001E4A5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سيره حلبيه اش</w:t>
      </w:r>
      <w:r w:rsidR="001E4A5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نقل كرده اند.</w:t>
      </w:r>
    </w:p>
    <w:p w:rsidR="00F3518E" w:rsidRPr="00F3518E" w:rsidRDefault="00F3518E" w:rsidP="001E4A5A">
      <w:pPr>
        <w:pStyle w:val="libNormal"/>
        <w:rPr>
          <w:lang w:bidi="fa-IR"/>
        </w:rPr>
      </w:pPr>
      <w:r w:rsidRPr="00F3518E">
        <w:rPr>
          <w:rtl/>
          <w:lang w:bidi="fa-IR"/>
        </w:rPr>
        <w:t>حافظ بيهق</w:t>
      </w:r>
      <w:r w:rsidR="004612E5">
        <w:rPr>
          <w:rtl/>
          <w:lang w:bidi="fa-IR"/>
        </w:rPr>
        <w:t>ی</w:t>
      </w:r>
      <w:r w:rsidR="001E4A5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1E4A5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سنن كبر</w:t>
      </w:r>
      <w:r w:rsidR="004612E5">
        <w:rPr>
          <w:rtl/>
          <w:lang w:bidi="fa-IR"/>
        </w:rPr>
        <w:t>ی</w:t>
      </w:r>
      <w:r w:rsidR="001E4A5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از پيامبر اكرم</w:t>
      </w:r>
      <w:r w:rsidR="004612E5" w:rsidRPr="001E4A5A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چنين روايت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 كه آن حضرت فرمود:</w:t>
      </w:r>
    </w:p>
    <w:p w:rsidR="00F3518E" w:rsidRPr="00F3518E" w:rsidRDefault="001E4A5A" w:rsidP="001E4A5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lastRenderedPageBreak/>
        <w:t>«</w:t>
      </w:r>
      <w:r w:rsidR="00F3518E" w:rsidRPr="00F3518E">
        <w:rPr>
          <w:rtl/>
          <w:lang w:bidi="fa-IR"/>
        </w:rPr>
        <w:t>الا ان مسجد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حرام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كل حائض من النساء و كل جنب من الرجال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الا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محمد و اهل بيته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فاطمة والحسن والحسين </w:t>
      </w:r>
      <w:r w:rsidR="004612E5" w:rsidRPr="004612E5">
        <w:rPr>
          <w:rStyle w:val="libAlaemChar"/>
          <w:rtl/>
        </w:rPr>
        <w:t>عليه‌السلام</w:t>
      </w:r>
      <w:r>
        <w:rPr>
          <w:rFonts w:hint="cs"/>
          <w:rtl/>
          <w:lang w:bidi="fa-IR"/>
        </w:rPr>
        <w:t>»</w:t>
      </w:r>
      <w:r w:rsidR="00F3518E">
        <w:rPr>
          <w:rtl/>
          <w:lang w:bidi="fa-IR"/>
        </w:rPr>
        <w:t>.</w:t>
      </w:r>
    </w:p>
    <w:p w:rsidR="00F3518E" w:rsidRPr="00F3518E" w:rsidRDefault="001E4A5A" w:rsidP="00F3518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آگاه باشيد، بدرستيكه ورود به مسجد من برا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زنان حائض و مردان جنب حرام است مگر برا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من و خانواده ام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فاطمه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حسن و حسين و اين روايت را جمع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ديگر از علما نيز نقل كرده اند.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1E4A5A">
      <w:pPr>
        <w:pStyle w:val="libNormal"/>
        <w:rPr>
          <w:lang w:bidi="fa-IR"/>
        </w:rPr>
      </w:pPr>
      <w:r w:rsidRPr="00F3518E">
        <w:rPr>
          <w:rtl/>
          <w:lang w:bidi="fa-IR"/>
        </w:rPr>
        <w:t>بخار</w:t>
      </w:r>
      <w:r w:rsidR="004612E5">
        <w:rPr>
          <w:rtl/>
          <w:lang w:bidi="fa-IR"/>
        </w:rPr>
        <w:t>ی</w:t>
      </w:r>
      <w:r w:rsidR="001E4A5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1E4A5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تاريخ كبيرش</w:t>
      </w:r>
      <w:r w:rsidR="001E4A5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حديث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عايشه</w:t>
      </w:r>
      <w:r w:rsidR="001E4A5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نقل ميكند كه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فرمود:</w:t>
      </w:r>
    </w:p>
    <w:p w:rsidR="00F3518E" w:rsidRPr="00F3518E" w:rsidRDefault="001E4A5A" w:rsidP="001E4A5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1E4A5A">
        <w:rPr>
          <w:rStyle w:val="libHadeesChar"/>
          <w:rtl/>
        </w:rPr>
        <w:t>لا حل المسجد لحائض و لا لجنب الا لمحمد و آل محمد</w:t>
      </w:r>
      <w:r>
        <w:rPr>
          <w:rFonts w:hint="cs"/>
          <w:rtl/>
          <w:lang w:bidi="fa-IR"/>
        </w:rPr>
        <w:t>»</w:t>
      </w:r>
    </w:p>
    <w:p w:rsidR="001E4A5A" w:rsidRDefault="001E4A5A" w:rsidP="001E4A5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ورود به اين مسجد (من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به زنان حائض و مردان جنب حلال نيست مگر به محمد و آل محمد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</w:p>
    <w:p w:rsidR="00F3518E" w:rsidRPr="00F3518E" w:rsidRDefault="00F3518E" w:rsidP="001E4A5A">
      <w:pPr>
        <w:pStyle w:val="libNormal"/>
        <w:rPr>
          <w:lang w:bidi="fa-IR"/>
        </w:rPr>
      </w:pPr>
      <w:r w:rsidRPr="00F3518E">
        <w:rPr>
          <w:rtl/>
          <w:lang w:bidi="fa-IR"/>
        </w:rPr>
        <w:t>در روايت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جامعتر از احاديث قبل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</w:t>
      </w:r>
      <w:r w:rsidR="001E4A5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حافظ بيهق</w:t>
      </w:r>
      <w:r w:rsidR="004612E5">
        <w:rPr>
          <w:rtl/>
          <w:lang w:bidi="fa-IR"/>
        </w:rPr>
        <w:t>ی</w:t>
      </w:r>
      <w:r w:rsidR="001E4A5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نويسد كه حضرت رسول</w:t>
      </w:r>
      <w:r w:rsidR="004612E5" w:rsidRPr="004612E5">
        <w:rPr>
          <w:rStyle w:val="libAlaemChar"/>
          <w:rtl/>
        </w:rPr>
        <w:t xml:space="preserve"> </w:t>
      </w:r>
      <w:r w:rsidR="001E4A5A" w:rsidRPr="004612E5">
        <w:rPr>
          <w:rStyle w:val="libAlaemChar"/>
          <w:rtl/>
        </w:rPr>
        <w:t>صل</w:t>
      </w:r>
      <w:r w:rsidR="001E4A5A">
        <w:rPr>
          <w:rStyle w:val="libAlaemChar"/>
          <w:rtl/>
        </w:rPr>
        <w:t>ی</w:t>
      </w:r>
      <w:r w:rsidR="001E4A5A" w:rsidRPr="004612E5">
        <w:rPr>
          <w:rStyle w:val="libAlaemChar"/>
          <w:rtl/>
        </w:rPr>
        <w:t>‌الله‌عليه‌وآله‌وسلم</w:t>
      </w:r>
      <w:r w:rsidR="001E4A5A" w:rsidRPr="00F3518E">
        <w:rPr>
          <w:rtl/>
          <w:lang w:bidi="fa-IR"/>
        </w:rPr>
        <w:t xml:space="preserve"> </w:t>
      </w:r>
      <w:r w:rsidRPr="00F3518E">
        <w:rPr>
          <w:rtl/>
          <w:lang w:bidi="fa-IR"/>
        </w:rPr>
        <w:t>فرمود:</w:t>
      </w:r>
    </w:p>
    <w:p w:rsidR="001E4A5A" w:rsidRDefault="001E4A5A" w:rsidP="001E4A5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الا لا يحل هذا المسجد لجنب و لا لحائض الا الرسول الله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و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فاطمه والحسن والحسين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>، الا قد بينت لكم الاسماء ان لا تضلوا</w:t>
      </w:r>
      <w:r>
        <w:rPr>
          <w:rFonts w:hint="cs"/>
          <w:rtl/>
          <w:lang w:bidi="fa-IR"/>
        </w:rPr>
        <w:t>»</w:t>
      </w:r>
    </w:p>
    <w:p w:rsidR="00F3518E" w:rsidRPr="00F3518E" w:rsidRDefault="001E4A5A" w:rsidP="001E4A5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مردم آگاه باشيد كه ورود به اين مسجد (من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برا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اشخاص جنب و حائض حلا نيست مگر به رسول خدا و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فاطمه وحسن و حسين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توجه كنيد كه من اكنون يك يك اسام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آنان را ذكر كردم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تا (بعد از من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دچار اشتباه و گمراه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نشويد</w:t>
      </w:r>
      <w:r>
        <w:rPr>
          <w:rFonts w:hint="cs"/>
          <w:rtl/>
          <w:lang w:bidi="fa-IR"/>
        </w:rPr>
        <w:t>».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در اينجا نكته مهم اين است كه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با تعيين اسام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مشخص نمودن افراد منظور، وگفتن نام پنج تن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بطور وضوح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خواهند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همگان كاملا روشن شود كه در اين مورد، مقصود از آل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>، چه كسان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هستند، تا همانندشان نزول آيه تطهير عده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مغرضانه نگويند (چنانكه جمع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علماء اهل سنت گفته اند) مراد از آل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زنها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پيامبرند، و يا مقصود از آل هر مرد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خانواده اوست كه در خانه اش با هم زندگ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كنند، و با اين منطق و استدلال درست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بخواهند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افراد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يك منقبت از خود بتراشند، و فضائل مسلم آل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را ناديده انگارند.</w:t>
      </w:r>
    </w:p>
    <w:p w:rsidR="00F3518E" w:rsidRPr="00F3518E" w:rsidRDefault="001E4A5A" w:rsidP="001E4A5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قد بينت لكم الاسماء ان لا تضلوا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يعن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مردم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خوب توجه كنيد، فقط اين اشخاص كه من نام بردم مشمول اين فضليت هستند، و در اين مورد فريقين (شيعه و سن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هم 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هم عقيده اند.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يك دسته ازعلماء عامه (سن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، ضمن اينكه تصديق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كنند در حكم مسجد النب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فقط پنج تن </w:t>
      </w:r>
      <w:r w:rsidR="00431E70" w:rsidRPr="00431E70">
        <w:rPr>
          <w:rStyle w:val="libAlaemChar"/>
          <w:rtl/>
        </w:rPr>
        <w:t>عليهم‌السلام</w:t>
      </w:r>
      <w:r w:rsidRPr="00F3518E">
        <w:rPr>
          <w:rtl/>
          <w:lang w:bidi="fa-IR"/>
        </w:rPr>
        <w:t xml:space="preserve"> استثناء شده اند،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گويند چون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در خانه اش به مسجد پيامبر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باز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شد، لذا در هر حالت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اجازه عبور از آن مسجد را داشته است</w:t>
      </w:r>
      <w:r>
        <w:rPr>
          <w:rtl/>
          <w:lang w:bidi="fa-IR"/>
        </w:rPr>
        <w:t>.</w:t>
      </w:r>
    </w:p>
    <w:p w:rsidR="00F3518E" w:rsidRPr="00F3518E" w:rsidRDefault="00F3518E" w:rsidP="00E915B5">
      <w:pPr>
        <w:pStyle w:val="libNormal"/>
        <w:rPr>
          <w:lang w:bidi="fa-IR"/>
        </w:rPr>
      </w:pPr>
      <w:r w:rsidRPr="00F3518E">
        <w:rPr>
          <w:rtl/>
          <w:lang w:bidi="fa-IR"/>
        </w:rPr>
        <w:t>جواب مسئله اين است كه اولا حق (اجتياز) عبور از مسجد را جايز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داند، آنهم نه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مسجد النب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، و نه اينكه ساكن شدن و يا جنب و حائض شدن در آنجا را ثانيا در خانه عده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اصحاب پيغمبر همانند خانه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به مسجد النب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باز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شد و اگر استدلال مذكور درست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بود بايست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 آنها هم حق (اجتياز) عبور از مسجد داده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شد، در صورتيكه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بينيم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دستور فرمود: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تمام درهائ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به مسجد باز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 بايد مسدود گردد و ورود و خروج همه افراد به خانه ها، بايد خارج از محوطه مسجد انجام پذيرد، مگر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اولاد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پس از ابلاغ اين فرمان اله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غوغائ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برپا شد و عده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بخدمت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آمدند و تقاضا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كردند راه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بسو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مسجد داشته باشند.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حت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جناب عباس عمو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پيغمبر به آن حضرت عرض كرد: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من حاضرم در خانه ام را ببندم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خواهش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اجازه ندهيد دريچه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بسو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مسجد داشته باشم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رسول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فرمود: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اختيار بسته يا باز بودن در خانه ها بسو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مسجد، بدست من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من از جانب خدا مامور ابلاغ اين حكم هستم و هرگز اجازه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دهم كه حت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يك دريچه بجانب مسجد باز باشد، و اين فضيلت مخصوص است به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خانواده او.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جمع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دانشمندان اهل سنت كه قائل به اين خصوصيت هستند، چنين اظهار نظر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كنند:</w:t>
      </w:r>
    </w:p>
    <w:p w:rsidR="00F3518E" w:rsidRPr="00F3518E" w:rsidRDefault="00F3518E" w:rsidP="00E915B5">
      <w:pPr>
        <w:pStyle w:val="libNormal"/>
        <w:rPr>
          <w:lang w:bidi="fa-IR"/>
        </w:rPr>
      </w:pPr>
      <w:r w:rsidRPr="00F3518E">
        <w:rPr>
          <w:rtl/>
          <w:lang w:bidi="fa-IR"/>
        </w:rPr>
        <w:t>علت اين كه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خانواده او مجازند از مسجد النب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هر حالت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عبور، توقف و يا سكونت كنند و از ساير مردم استثناء شده اند، اين است كه شرايط اجرا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حكم در آنان موجود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زيرا آنان پاك و مطهرند، نه جنب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شوند و نه حائض و نفساء و از اين جهت است كه فاطمه سلام الله عليها را طاهره مطهره ناميده اند، و اين مطلب را از احاديث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از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وارد شده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استنباط كرده اند قرغان</w:t>
      </w:r>
      <w:r w:rsidR="004612E5">
        <w:rPr>
          <w:rtl/>
          <w:lang w:bidi="fa-IR"/>
        </w:rPr>
        <w:t>ی</w:t>
      </w:r>
      <w:r w:rsidR="00E915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E915B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اخبار الدول</w:t>
      </w:r>
      <w:r w:rsidR="00E915B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از عايشه</w:t>
      </w:r>
      <w:r w:rsidR="00E915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چنين روايت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كند:</w:t>
      </w:r>
    </w:p>
    <w:p w:rsidR="00E915B5" w:rsidRDefault="00E915B5" w:rsidP="00E915B5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lastRenderedPageBreak/>
        <w:t>«</w:t>
      </w:r>
      <w:r w:rsidR="00F3518E" w:rsidRPr="00E915B5">
        <w:rPr>
          <w:rStyle w:val="libHadeesChar"/>
          <w:rtl/>
        </w:rPr>
        <w:t>اذا اقبلت فاطمه كانت مشيتها مشية رسول الله، و كانت لا تحيض قط، لانهاخلقت من تفاحة الجنة</w:t>
      </w:r>
      <w:r>
        <w:rPr>
          <w:rFonts w:hint="cs"/>
          <w:rtl/>
          <w:lang w:bidi="fa-IR"/>
        </w:rPr>
        <w:t>»</w:t>
      </w:r>
    </w:p>
    <w:p w:rsidR="00F3518E" w:rsidRPr="00F3518E" w:rsidRDefault="00E915B5" w:rsidP="00E915B5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راه رفتن فاطمه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همانند مش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بود، او هيچگاه مثل زنان ديگر ناپاك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ماهانه نداشت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اين پاكيزگ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سيب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است بهشت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مايه خلقت زهرا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بوده است</w:t>
      </w:r>
      <w:r>
        <w:rPr>
          <w:rFonts w:hint="cs"/>
          <w:rtl/>
          <w:lang w:bidi="fa-IR"/>
        </w:rPr>
        <w:t>».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اين همان سيب بهشت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شب معراج به حضرت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هديه فرمود، و از آن نطفه مطهر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منعقد گرديد.</w:t>
      </w:r>
    </w:p>
    <w:p w:rsidR="00F3518E" w:rsidRPr="00F3518E" w:rsidRDefault="00F3518E" w:rsidP="00E915B5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همواره سينه و دست و چهره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بوسيد و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بوئيد، و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فرمود:</w:t>
      </w:r>
    </w:p>
    <w:p w:rsidR="00F3518E" w:rsidRPr="00F3518E" w:rsidRDefault="00E915B5" w:rsidP="00E915B5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يا فاطمه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هرگاه من مشتقاق بهشت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شوم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از تو بو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بهشت را استشمام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عطر سيب بهشت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تو بر مشامم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رسد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E915B5">
      <w:pPr>
        <w:pStyle w:val="libNormal"/>
        <w:rPr>
          <w:lang w:bidi="fa-IR"/>
        </w:rPr>
      </w:pPr>
      <w:r w:rsidRPr="00F3518E">
        <w:rPr>
          <w:rtl/>
          <w:lang w:bidi="fa-IR"/>
        </w:rPr>
        <w:t>عايشه</w:t>
      </w:r>
      <w:r w:rsidR="00E915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كه خود، اين فرمايشات حضرت را شنيده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چنين استنباط و اجتهاد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نمايد كه مطهر بودن فاطمه </w:t>
      </w:r>
      <w:r w:rsidR="00E915B5" w:rsidRPr="004612E5">
        <w:rPr>
          <w:rStyle w:val="libAlaemChar"/>
          <w:rtl/>
        </w:rPr>
        <w:t>عليه</w:t>
      </w:r>
      <w:r w:rsidR="00E915B5">
        <w:rPr>
          <w:rStyle w:val="libAlaemChar"/>
          <w:rFonts w:hint="cs"/>
          <w:rtl/>
        </w:rPr>
        <w:t>ا</w:t>
      </w:r>
      <w:r w:rsidR="00E915B5" w:rsidRPr="004612E5">
        <w:rPr>
          <w:rStyle w:val="libAlaemChar"/>
          <w:rtl/>
        </w:rPr>
        <w:t>‌السلام</w:t>
      </w:r>
      <w:r w:rsidRPr="00F3518E">
        <w:rPr>
          <w:rtl/>
          <w:lang w:bidi="fa-IR"/>
        </w:rPr>
        <w:t xml:space="preserve"> از ناپاكيها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ماهانه زنانه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به سبب آن سيب بهشت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خمير مايه خلقت اوست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از حق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توان گذشت كه اجتهاد آن مخدره در اينجا صحيح بوده است</w:t>
      </w:r>
      <w:r>
        <w:rPr>
          <w:rtl/>
          <w:lang w:bidi="fa-IR"/>
        </w:rPr>
        <w:t>.</w:t>
      </w:r>
    </w:p>
    <w:p w:rsidR="00F3518E" w:rsidRPr="00F3518E" w:rsidRDefault="00F3518E" w:rsidP="00E915B5">
      <w:pPr>
        <w:pStyle w:val="libNormal"/>
        <w:rPr>
          <w:lang w:bidi="fa-IR"/>
        </w:rPr>
      </w:pPr>
      <w:r w:rsidRPr="00F3518E">
        <w:rPr>
          <w:rtl/>
          <w:lang w:bidi="fa-IR"/>
        </w:rPr>
        <w:t>عايشه</w:t>
      </w:r>
      <w:r w:rsidR="00E915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سخنش را چنين ادامه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دهد:</w:t>
      </w:r>
    </w:p>
    <w:p w:rsidR="00F3518E" w:rsidRPr="00F3518E" w:rsidRDefault="00E915B5" w:rsidP="00E915B5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ولقد وضعت الحسن بعد العصر، و طهرت من نفاسها فاغتسلت وصلت المغرب و لذالك سميت الزهراء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هنگام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حسن بن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از فاطمه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تولد يافت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در همان ساعت زهرا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از نفاس پاك شد، غسل كرد، و نماز مغربش را بجا آورد، و بدين جهت است كه او را (</w:t>
      </w:r>
      <w:r w:rsidR="00EC362F">
        <w:rPr>
          <w:rtl/>
          <w:lang w:bidi="fa-IR"/>
        </w:rPr>
        <w:t>(</w:t>
      </w:r>
      <w:r w:rsidR="00F3518E" w:rsidRPr="00F3518E">
        <w:rPr>
          <w:rtl/>
          <w:lang w:bidi="fa-IR"/>
        </w:rPr>
        <w:t>زهرا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>) ناميده اند</w:t>
      </w:r>
      <w:r>
        <w:rPr>
          <w:rFonts w:hint="cs"/>
          <w:rtl/>
          <w:lang w:bidi="fa-IR"/>
        </w:rPr>
        <w:t>.»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بل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هرگز معقول نيست كه همانند زنان ديگر، ناپاك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حيض و نفاس فاطمه علها - سلام را از عبادت باز دارد، اومحبوبه خداست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بايد هميشه در حال حضور بوده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درگاه اله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حت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يك ساعت از وجود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نبايد خال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</w:t>
      </w:r>
    </w:p>
    <w:p w:rsidR="00F3518E" w:rsidRPr="00F3518E" w:rsidRDefault="00E915B5" w:rsidP="00E915B5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وقالت ام سلمة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ولدت فاطمة بالحسن فلم ارلها دما، فقلت يا رسول الله 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لم ارلها دما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حيض ولا نفاس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فقال </w:t>
      </w:r>
      <w:r w:rsidR="00525C15" w:rsidRPr="00525C15">
        <w:rPr>
          <w:rStyle w:val="libAlaemChar"/>
          <w:rtl/>
        </w:rPr>
        <w:t>صلى‌الله‌عليه‌وآله‌وسلم</w:t>
      </w:r>
      <w:r w:rsidR="00F3518E" w:rsidRPr="00F3518E">
        <w:rPr>
          <w:rtl/>
          <w:lang w:bidi="fa-IR"/>
        </w:rPr>
        <w:t xml:space="preserve"> اما علمت ان ابنت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طاهرة مطهره لا ير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لها دم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طمث ولا ولادة</w:t>
      </w:r>
      <w:r>
        <w:rPr>
          <w:rFonts w:hint="cs"/>
          <w:rtl/>
          <w:lang w:bidi="fa-IR"/>
        </w:rPr>
        <w:t>»</w:t>
      </w:r>
      <w:r w:rsidR="00F3518E">
        <w:rPr>
          <w:rtl/>
          <w:lang w:bidi="fa-IR"/>
        </w:rPr>
        <w:t>.</w:t>
      </w:r>
    </w:p>
    <w:p w:rsidR="00F3518E" w:rsidRPr="00F3518E" w:rsidRDefault="00E915B5" w:rsidP="00F3518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ام سلمه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فرمايد: بعد از اينكه حسن </w:t>
      </w:r>
      <w:r w:rsidR="00525C15" w:rsidRPr="00525C1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از فاطمه سلام الله عليها متولد گرديد، هيچگونه آثار حيض و نفاس در او مشاهده نكردم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موضوع را از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سؤ ال كردم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آن حضرت فرمود: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مگر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دخترم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پاك و پاكيزه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ناپاك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حيض و نفاس از او دور است</w:t>
      </w:r>
      <w:r>
        <w:rPr>
          <w:rtl/>
          <w:lang w:bidi="fa-IR"/>
        </w:rPr>
        <w:t>.</w:t>
      </w:r>
    </w:p>
    <w:p w:rsidR="00F3518E" w:rsidRPr="00F3518E" w:rsidRDefault="00F3518E" w:rsidP="00E915B5">
      <w:pPr>
        <w:pStyle w:val="libNormal"/>
        <w:rPr>
          <w:lang w:bidi="fa-IR"/>
        </w:rPr>
      </w:pPr>
      <w:r w:rsidRPr="00F3518E">
        <w:rPr>
          <w:rtl/>
          <w:lang w:bidi="fa-IR"/>
        </w:rPr>
        <w:t>اين حديث را حافظ محب الدين طبر</w:t>
      </w:r>
      <w:r w:rsidR="004612E5">
        <w:rPr>
          <w:rtl/>
          <w:lang w:bidi="fa-IR"/>
        </w:rPr>
        <w:t>ی</w:t>
      </w:r>
      <w:r w:rsidR="00E915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E915B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ذخائر العقب</w:t>
      </w:r>
      <w:r w:rsidR="004612E5">
        <w:rPr>
          <w:rtl/>
          <w:lang w:bidi="fa-IR"/>
        </w:rPr>
        <w:t>ی</w:t>
      </w:r>
      <w:r w:rsidR="00E915B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روايت كرده است</w:t>
      </w:r>
      <w:r>
        <w:rPr>
          <w:rtl/>
          <w:lang w:bidi="fa-IR"/>
        </w:rPr>
        <w:t>.</w:t>
      </w:r>
    </w:p>
    <w:p w:rsidR="00F3518E" w:rsidRPr="00F3518E" w:rsidRDefault="00F3518E" w:rsidP="00E915B5">
      <w:pPr>
        <w:pStyle w:val="libNormal"/>
        <w:rPr>
          <w:lang w:bidi="fa-IR"/>
        </w:rPr>
      </w:pPr>
      <w:r w:rsidRPr="00F3518E">
        <w:rPr>
          <w:rtl/>
          <w:lang w:bidi="fa-IR"/>
        </w:rPr>
        <w:t>انس ابن مالك</w:t>
      </w:r>
      <w:r w:rsidR="00E915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از مادرش چنين نقل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كند:</w:t>
      </w:r>
      <w:r w:rsidR="00E915B5">
        <w:rPr>
          <w:rFonts w:hint="cs"/>
          <w:rtl/>
          <w:lang w:bidi="fa-IR"/>
        </w:rPr>
        <w:t xml:space="preserve"> «</w:t>
      </w:r>
      <w:r w:rsidRPr="00F3518E">
        <w:rPr>
          <w:rtl/>
          <w:lang w:bidi="fa-IR"/>
        </w:rPr>
        <w:t xml:space="preserve">قالت مارات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دما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حيض ولا نفاس</w:t>
      </w:r>
      <w:r w:rsidR="00E915B5">
        <w:rPr>
          <w:rFonts w:hint="cs"/>
          <w:rtl/>
          <w:lang w:bidi="fa-IR"/>
        </w:rPr>
        <w:t>»</w:t>
      </w:r>
    </w:p>
    <w:p w:rsidR="00F3518E" w:rsidRPr="00F3518E" w:rsidRDefault="00E915B5" w:rsidP="00E915B5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من هرگز ناپاك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حيض و نفاس معمول زنانه را در فاطمه </w:t>
      </w:r>
      <w:r w:rsidRPr="004612E5">
        <w:rPr>
          <w:rStyle w:val="libAlaemChar"/>
          <w:rtl/>
        </w:rPr>
        <w:t>عليه</w:t>
      </w:r>
      <w:r>
        <w:rPr>
          <w:rStyle w:val="libAlaemChar"/>
          <w:rFonts w:hint="cs"/>
          <w:rtl/>
        </w:rPr>
        <w:t>ا</w:t>
      </w:r>
      <w:r w:rsidRPr="004612E5">
        <w:rPr>
          <w:rStyle w:val="libAlaemChar"/>
          <w:rtl/>
        </w:rPr>
        <w:t>‌السلام</w:t>
      </w:r>
      <w:r w:rsidRPr="00F3518E">
        <w:rPr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مشاهده نكردم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>)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اميرالمؤ منين سلام الله عليه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E915B5" w:rsidRDefault="00E915B5" w:rsidP="00E915B5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سئل رسول الله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ما البتول</w:t>
      </w:r>
      <w:r w:rsidR="00F3518E">
        <w:rPr>
          <w:rtl/>
          <w:lang w:bidi="fa-IR"/>
        </w:rPr>
        <w:t>؟</w:t>
      </w:r>
      <w:r w:rsidR="00F3518E" w:rsidRPr="00F3518E">
        <w:rPr>
          <w:rtl/>
          <w:lang w:bidi="fa-IR"/>
        </w:rPr>
        <w:t xml:space="preserve"> فانا سمعناك يا رسول الله تقول ان مريم بتول و فاطمه بتول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فقال </w:t>
      </w:r>
      <w:r w:rsidR="00525C15" w:rsidRPr="00525C15">
        <w:rPr>
          <w:rStyle w:val="libAlaemChar"/>
          <w:rtl/>
        </w:rPr>
        <w:t>صلى‌الله‌عليه‌وآله‌وسلم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البتول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الت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لم ترحمره قط، 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لم تحض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ان الحيض مكروه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بنات الانبياء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E915B5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از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سؤ ال شد، معنا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بتول 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اينكه از شما شنيده ايم كه مريم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بتول بوده اند؟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 جواب فرمود: </w:t>
      </w:r>
      <w:r w:rsidR="00E915B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بتول</w:t>
      </w:r>
      <w:r w:rsidR="00E915B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آن زن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گويند كه هرگز آثار حيض و نفاس معمول زنانه در او مشاهده نشود، زيرا حالت حيض شدن در دختر پيغمبران مكروه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 لغت </w:t>
      </w:r>
      <w:r w:rsidR="00E915B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بتل</w:t>
      </w:r>
      <w:r w:rsidR="00E915B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زبان عرب معن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E915B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انقطاع</w:t>
      </w:r>
      <w:r w:rsidR="00E915B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را ميدهد، و در وجه تسميه حضرت صديقه سلام الله عليها بنام </w:t>
      </w:r>
      <w:r w:rsidR="00E915B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بتول</w:t>
      </w:r>
      <w:r w:rsidR="00E915B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علما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عامه (سن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احاديث مختلف يا مطالب گوناگون نقل كرده اند، از جمله </w:t>
      </w:r>
      <w:r w:rsidR="00E915B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ابن اثير</w:t>
      </w:r>
      <w:r w:rsidR="00E915B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چنين روايت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كند:</w:t>
      </w:r>
    </w:p>
    <w:p w:rsidR="00E915B5" w:rsidRDefault="00E915B5" w:rsidP="00E915B5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سميت فاطمه بالبتول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F3518E" w:rsidRPr="00E915B5">
        <w:rPr>
          <w:rStyle w:val="libHadeesChar"/>
          <w:rtl/>
        </w:rPr>
        <w:t>لانقطاعها نساء زمانها فضلا و دينا و حسبا</w:t>
      </w:r>
      <w:r>
        <w:rPr>
          <w:rFonts w:hint="cs"/>
          <w:rtl/>
          <w:lang w:bidi="fa-IR"/>
        </w:rPr>
        <w:t>»</w:t>
      </w:r>
    </w:p>
    <w:p w:rsidR="00F3518E" w:rsidRPr="00F3518E" w:rsidRDefault="00E915B5" w:rsidP="00E915B5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فاطمه </w:t>
      </w:r>
      <w:r w:rsidR="0092347B" w:rsidRPr="0092347B">
        <w:rPr>
          <w:rStyle w:val="libAlaemChar"/>
          <w:rtl/>
        </w:rPr>
        <w:t>عليها‌السلام</w:t>
      </w:r>
      <w:r w:rsidR="00F3518E" w:rsidRPr="00F3518E">
        <w:rPr>
          <w:rtl/>
          <w:lang w:bidi="fa-IR"/>
        </w:rPr>
        <w:t xml:space="preserve"> را به سبب انقطاع او از زنان ديگر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بتول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گفته اند، مقام او در فضل و شرف و حب و نسب و عوالم دين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جمله بانوان عالم جدا و متمايز است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 و در حديث ديگر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نويسد:</w:t>
      </w:r>
    </w:p>
    <w:p w:rsidR="00E915B5" w:rsidRDefault="00E915B5" w:rsidP="00E915B5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و قيل لانقطاعها عن الدنيا 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الله</w:t>
      </w:r>
      <w:r>
        <w:rPr>
          <w:rFonts w:hint="cs"/>
          <w:rtl/>
          <w:lang w:bidi="fa-IR"/>
        </w:rPr>
        <w:t>»</w:t>
      </w:r>
    </w:p>
    <w:p w:rsidR="00F3518E" w:rsidRPr="00F3518E" w:rsidRDefault="00E915B5" w:rsidP="00E915B5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بتول آن كس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است كه دل از دنيا گسسته و به خدا دلبسته باشد</w:t>
      </w:r>
      <w:r>
        <w:rPr>
          <w:rFonts w:hint="cs"/>
          <w:rtl/>
          <w:lang w:bidi="fa-IR"/>
        </w:rPr>
        <w:t>».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روايت شده است كه حضرت رسول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فرمود:</w:t>
      </w:r>
    </w:p>
    <w:p w:rsidR="00E915B5" w:rsidRDefault="00E915B5" w:rsidP="00E915B5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يا عايشه (ياحمير) ان فاطمه ليست كنساء الادميين لا تعتل كما تعتلين</w:t>
      </w:r>
      <w:r>
        <w:rPr>
          <w:rFonts w:hint="cs"/>
          <w:rtl/>
          <w:lang w:bidi="fa-IR"/>
        </w:rPr>
        <w:t>»</w:t>
      </w:r>
    </w:p>
    <w:p w:rsidR="00F3518E" w:rsidRPr="00F3518E" w:rsidRDefault="00E915B5" w:rsidP="00E915B5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عايشه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بدرستيكه فاطمه </w:t>
      </w:r>
      <w:r w:rsidR="0092347B" w:rsidRPr="0092347B">
        <w:rPr>
          <w:rStyle w:val="libAlaemChar"/>
          <w:rtl/>
        </w:rPr>
        <w:t>عليها‌السلام</w:t>
      </w:r>
      <w:r w:rsidR="00F3518E" w:rsidRPr="00F3518E">
        <w:rPr>
          <w:rtl/>
          <w:lang w:bidi="fa-IR"/>
        </w:rPr>
        <w:t xml:space="preserve"> همانند ساير زنان نيست و هرگز آثار حيض و نفاس در او ظاهر نم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شود</w:t>
      </w:r>
      <w:r>
        <w:rPr>
          <w:rFonts w:hint="cs"/>
          <w:rtl/>
          <w:lang w:bidi="fa-IR"/>
        </w:rPr>
        <w:t>»</w:t>
      </w:r>
    </w:p>
    <w:p w:rsidR="00F3518E" w:rsidRPr="00F3518E" w:rsidRDefault="00E915B5" w:rsidP="00E915B5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lastRenderedPageBreak/>
        <w:t>«</w:t>
      </w:r>
      <w:r w:rsidR="00F3518E" w:rsidRPr="00F3518E">
        <w:rPr>
          <w:rtl/>
          <w:lang w:bidi="fa-IR"/>
        </w:rPr>
        <w:t>قال عبيد الهرو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الغريبين سميت فاطمة بتولا لانها بتلت عن النظير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عبيد هرو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كتاب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الغربين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نويسد، فاطمه را از اين جهت بتول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گويند كه منقطع النظير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مثل و مانند و 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همتاست</w:t>
      </w:r>
      <w:r w:rsidR="00F3518E"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حضرت باقر سلام الله عليه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E915B5" w:rsidRDefault="00E915B5" w:rsidP="00E915B5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E915B5">
        <w:rPr>
          <w:rStyle w:val="libHadeesChar"/>
          <w:rtl/>
        </w:rPr>
        <w:t xml:space="preserve">انما سميت فاطمه بنت محمد </w:t>
      </w:r>
      <w:r w:rsidRPr="00E915B5">
        <w:rPr>
          <w:rStyle w:val="libHadeesChar"/>
          <w:rFonts w:hint="cs"/>
          <w:rtl/>
        </w:rPr>
        <w:t>«</w:t>
      </w:r>
      <w:r w:rsidR="00F3518E" w:rsidRPr="00E915B5">
        <w:rPr>
          <w:rStyle w:val="libHadeesChar"/>
          <w:rtl/>
        </w:rPr>
        <w:t>الطاهرة</w:t>
      </w:r>
      <w:r w:rsidRPr="00E915B5">
        <w:rPr>
          <w:rStyle w:val="libHadeesChar"/>
          <w:rFonts w:hint="cs"/>
          <w:rtl/>
        </w:rPr>
        <w:t>»</w:t>
      </w:r>
      <w:r w:rsidR="00F3518E" w:rsidRPr="00E915B5">
        <w:rPr>
          <w:rStyle w:val="libHadeesChar"/>
          <w:rtl/>
        </w:rPr>
        <w:t xml:space="preserve"> لطهارتها من كل دنس و طهارتها من كل رفث، و ما رات قط يوما حمرة ولا نفاسا</w:t>
      </w:r>
      <w:r>
        <w:rPr>
          <w:rFonts w:hint="cs"/>
          <w:rtl/>
          <w:lang w:bidi="fa-IR"/>
        </w:rPr>
        <w:t>»</w:t>
      </w:r>
    </w:p>
    <w:p w:rsidR="00E915B5" w:rsidRDefault="00E915B5" w:rsidP="00E915B5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به اين جهت فاطمه دختر پيامبر اكرم به (طاهره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موسوم شده است كه خدا او را از جميع ناپاكيها و آلودگيها پاك و منزه گردانيده است و حت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يك روز آثار حيض و نفاس‍ در او ديده نشده است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E915B5">
      <w:pPr>
        <w:pStyle w:val="libNormal"/>
        <w:rPr>
          <w:lang w:bidi="fa-IR"/>
        </w:rPr>
      </w:pPr>
      <w:r w:rsidRPr="00F3518E">
        <w:rPr>
          <w:rtl/>
          <w:lang w:bidi="fa-IR"/>
        </w:rPr>
        <w:t>جمع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دانشمندان از مطالب فوق چنين نتيجه گرفته اند كه همين پاك و منزه بودن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علت مجاز بودن اوست (در همه حالات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در نشستن و برخاستن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خوابيدن و سكونت كردن در مسجد النب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</w:p>
    <w:p w:rsidR="00F3518E" w:rsidRPr="00F3518E" w:rsidRDefault="00E915B5" w:rsidP="00E915B5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جساس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فقيه بسيار بزرگوار كه يك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بزرگان علما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حنف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در قرن سوم است در كتاب آيات الاحكام خودش چنين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فرمايد:</w:t>
      </w:r>
    </w:p>
    <w:p w:rsidR="00F3518E" w:rsidRPr="00F3518E" w:rsidRDefault="00F3518E" w:rsidP="00E915B5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مجاز بودن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>،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ابن ابيطالب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،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، و حسنين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</w:t>
      </w:r>
      <w:r w:rsidR="00E915B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در جميع حالاتشان</w:t>
      </w:r>
      <w:r w:rsidR="00E915B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به ورود، نشستن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خوابيدن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سكونت داشتن در مسجد النب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 سبب آيه تطهير است كه درشان آنان نازل شده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در نتيجه نه تنها آغوش مسجد النب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بلكه تمام مساجد، هميشه و در هر حال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برو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 موجودات مقدس باز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پنج تن </w:t>
      </w:r>
      <w:r w:rsidR="00431E70" w:rsidRPr="00431E70">
        <w:rPr>
          <w:rStyle w:val="libAlaemChar"/>
          <w:rtl/>
        </w:rPr>
        <w:t>عليهم‌السلام</w:t>
      </w:r>
      <w:r w:rsidRPr="00F3518E">
        <w:rPr>
          <w:rtl/>
          <w:lang w:bidi="fa-IR"/>
        </w:rPr>
        <w:t xml:space="preserve"> كه از جميع آلودگيها و ناپاكيها منزه و پاكيزه اند مساجد همانند خانه 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آنهايند، و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وجود مقدسشان را در احكام مسجد استثناء كرده است و به پيامبرش دستور داده است كه اين موضوع را به اطلاع امتش برساند، و اسام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يك يك آنان را اعلام نمايد، و هرگز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 هيچ بهانه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تواند به جمع آنان (در اين مورد) ملحق گردد.</w:t>
      </w:r>
    </w:p>
    <w:p w:rsidR="00E915B5" w:rsidRDefault="00E915B5" w:rsidP="00F3518E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E915B5">
      <w:pPr>
        <w:pStyle w:val="Heading2"/>
        <w:rPr>
          <w:rFonts w:hint="cs"/>
          <w:rtl/>
          <w:lang w:bidi="fa-IR"/>
        </w:rPr>
      </w:pPr>
      <w:bookmarkStart w:id="22" w:name="_Toc477607246"/>
      <w:r w:rsidRPr="00F3518E">
        <w:rPr>
          <w:rtl/>
          <w:lang w:bidi="fa-IR"/>
        </w:rPr>
        <w:t>موضوع نهم</w:t>
      </w:r>
      <w:bookmarkEnd w:id="22"/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اشتراك حضرت صديقه سلام الله عليهاست با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يازده فرزند معصومش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محدث بودن (شنيدن حديث فرشتگان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منصبها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سه قسم است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نبوت - رسالت - و امامت (كه محدث بودن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شئون آن است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.</w:t>
      </w:r>
    </w:p>
    <w:p w:rsidR="00F3518E" w:rsidRPr="00F3518E" w:rsidRDefault="00F3518E" w:rsidP="00E915B5">
      <w:pPr>
        <w:pStyle w:val="libNormal"/>
        <w:rPr>
          <w:lang w:bidi="fa-IR"/>
        </w:rPr>
      </w:pPr>
      <w:r w:rsidRPr="00F3518E">
        <w:rPr>
          <w:rtl/>
          <w:lang w:bidi="fa-IR"/>
        </w:rPr>
        <w:t>دانشمندان شيعه و سن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همگ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قائل به اين مطلب معتقد به صاحب اين منصب هستند كه بعد از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يقينا بشر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E915B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محدث</w:t>
      </w:r>
      <w:r w:rsidR="00E915B5">
        <w:rPr>
          <w:rFonts w:hint="cs"/>
          <w:rtl/>
          <w:lang w:bidi="fa-IR"/>
        </w:rPr>
        <w:t>»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الهام گيرنده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گوش فرا دهنده به حديث فرشتگان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بايد وجود داشته باشد، انسان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تمام گفتار و كردارش مطابق با فرامين اله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مورد تصديق تصويب خدائ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هم صحبت و همراز چنين فرد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آن فرشته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واسطه فيض از جانب خداست و شخص محدث آنچه دستور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گيرد، با كمال فرمان پذير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به آنها عمل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كند، و اعتقاد ما شيعيان اين است كه ائمه اطهار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همگ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محدث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باشند.</w:t>
      </w:r>
    </w:p>
    <w:p w:rsidR="00F3518E" w:rsidRPr="00F3518E" w:rsidRDefault="00F3518E" w:rsidP="00BF00CF">
      <w:pPr>
        <w:pStyle w:val="libNormal"/>
        <w:rPr>
          <w:lang w:bidi="fa-IR"/>
        </w:rPr>
      </w:pPr>
      <w:r w:rsidRPr="00F3518E">
        <w:rPr>
          <w:rtl/>
          <w:lang w:bidi="fa-IR"/>
        </w:rPr>
        <w:t>دانشمندان سن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نيز قائلند بر اين كه بعد از پيامبر اكرم</w:t>
      </w:r>
      <w:r w:rsidR="004612E5" w:rsidRPr="00BF00CF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بشر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E915B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محدث</w:t>
      </w:r>
      <w:r w:rsidR="00E915B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بايد وجود داشته باشد تا فرشتگان به او حديث گويند، و از جانب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راهها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حق و باطل را به او نشان دهند، با اين تفاوت كه علماء عامه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گويند: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كه هم صحبت فرشتگان (محدث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بعد از رسول خداست خود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معين فرموده است و آن شخص </w:t>
      </w:r>
      <w:r w:rsidR="00E915B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عمر</w:t>
      </w:r>
      <w:r w:rsidR="00E915B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!</w:t>
      </w:r>
      <w:r w:rsidRPr="00F3518E">
        <w:rPr>
          <w:rtl/>
          <w:lang w:bidi="fa-IR"/>
        </w:rPr>
        <w:t>.</w:t>
      </w:r>
    </w:p>
    <w:p w:rsidR="00F3518E" w:rsidRPr="00F3518E" w:rsidRDefault="00F3518E" w:rsidP="00E915B5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ليكن ما شيعيان معتقديم كه آن شخص </w:t>
      </w:r>
      <w:r w:rsidR="00E915B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محدث</w:t>
      </w:r>
      <w:r w:rsidR="00E915B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بعد از پيغمبر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وجود مقدس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سلام الله عليه است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در اينجا چند روايت از كتب اهل سنت كه در آنها به كلمه (</w:t>
      </w:r>
      <w:r w:rsidR="00EC362F">
        <w:rPr>
          <w:rtl/>
          <w:lang w:bidi="fa-IR"/>
        </w:rPr>
        <w:t>(</w:t>
      </w:r>
      <w:r w:rsidRPr="00F3518E">
        <w:rPr>
          <w:rtl/>
          <w:lang w:bidi="fa-IR"/>
        </w:rPr>
        <w:t>محدث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) اشاره شده است ذكر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كنيم</w:t>
      </w:r>
      <w:r>
        <w:rPr>
          <w:rtl/>
          <w:lang w:bidi="fa-IR"/>
        </w:rPr>
        <w:t>.</w:t>
      </w:r>
    </w:p>
    <w:p w:rsidR="00F3518E" w:rsidRPr="00F3518E" w:rsidRDefault="00F3518E" w:rsidP="00E915B5">
      <w:pPr>
        <w:pStyle w:val="libNormal"/>
        <w:rPr>
          <w:lang w:bidi="fa-IR"/>
        </w:rPr>
      </w:pPr>
      <w:r w:rsidRPr="00F3518E">
        <w:rPr>
          <w:rtl/>
          <w:lang w:bidi="fa-IR"/>
        </w:rPr>
        <w:t>بخار</w:t>
      </w:r>
      <w:r w:rsidR="004612E5">
        <w:rPr>
          <w:rtl/>
          <w:lang w:bidi="fa-IR"/>
        </w:rPr>
        <w:t>ی</w:t>
      </w:r>
      <w:r w:rsidR="00E915B5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E915B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صحيحش</w:t>
      </w:r>
      <w:r w:rsidR="00E915B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مناقب </w:t>
      </w:r>
      <w:r w:rsidR="00E915B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عمربن الخطاب</w:t>
      </w:r>
      <w:r w:rsidR="00E915B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گويد:</w:t>
      </w:r>
    </w:p>
    <w:p w:rsidR="00BF00CF" w:rsidRDefault="00E915B5" w:rsidP="00BF00CF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قال النب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 w:rsidR="00076036" w:rsidRPr="00076036">
        <w:rPr>
          <w:rStyle w:val="libAlaemChar"/>
          <w:rtl/>
        </w:rPr>
        <w:t>صلى‌الله‌عليه‌وآله‌وسلم</w:t>
      </w:r>
      <w:r w:rsidR="00F3518E" w:rsidRPr="00F3518E">
        <w:rPr>
          <w:rtl/>
          <w:lang w:bidi="fa-IR"/>
        </w:rPr>
        <w:t xml:space="preserve"> لقد كان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من كان قبلكم من بن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اسرائيل رجال يكلمون من غير ان انبياء فان يكن من امت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منهم احد فعمر.</w:t>
      </w:r>
      <w:r>
        <w:rPr>
          <w:rFonts w:hint="cs"/>
          <w:rtl/>
          <w:lang w:bidi="fa-IR"/>
        </w:rPr>
        <w:t>»</w:t>
      </w:r>
    </w:p>
    <w:p w:rsidR="00F3518E" w:rsidRPr="00F3518E" w:rsidRDefault="00E915B5" w:rsidP="00BF00C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lastRenderedPageBreak/>
        <w:t>«</w:t>
      </w:r>
      <w:r w:rsidR="00F3518E" w:rsidRPr="00F3518E">
        <w:rPr>
          <w:rtl/>
          <w:lang w:bidi="fa-IR"/>
        </w:rPr>
        <w:t>پيامبر اكرم</w:t>
      </w:r>
      <w:r w:rsidR="004612E5" w:rsidRPr="00E915B5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فرمود: در دوران قبل از اسلام مردان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بن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اسرائيل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محدث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بوده اند، بدون اينكه از انبيا باشند، و از امت من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عمر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محدث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باشد</w:t>
      </w:r>
      <w:r>
        <w:rPr>
          <w:rFonts w:hint="cs"/>
          <w:rtl/>
          <w:lang w:bidi="fa-IR"/>
        </w:rPr>
        <w:t>»</w:t>
      </w:r>
      <w:r w:rsidR="00F3518E">
        <w:rPr>
          <w:rtl/>
          <w:lang w:bidi="fa-IR"/>
        </w:rPr>
        <w:t>.</w:t>
      </w:r>
      <w:r w:rsidR="00F3518E" w:rsidRPr="00F3518E">
        <w:rPr>
          <w:rtl/>
          <w:lang w:bidi="fa-IR"/>
        </w:rPr>
        <w:t xml:space="preserve"> مسلم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 xml:space="preserve">در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صحيحش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فضائل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عمر</w:t>
      </w:r>
      <w:r>
        <w:rPr>
          <w:rFonts w:hint="cs"/>
          <w:rtl/>
          <w:lang w:bidi="fa-IR"/>
        </w:rPr>
        <w:t>»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تقريبا با همين مفهوم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از رسول خدا</w:t>
      </w:r>
      <w:r w:rsidR="004612E5" w:rsidRPr="004612E5">
        <w:rPr>
          <w:rStyle w:val="libAlaemChar"/>
          <w:rtl/>
        </w:rPr>
        <w:t xml:space="preserve"> </w:t>
      </w:r>
      <w:r w:rsidRPr="004612E5">
        <w:rPr>
          <w:rStyle w:val="libAlaemChar"/>
          <w:rtl/>
        </w:rPr>
        <w:t>صل</w:t>
      </w:r>
      <w:r>
        <w:rPr>
          <w:rStyle w:val="libAlaemChar"/>
          <w:rtl/>
        </w:rPr>
        <w:t>ی</w:t>
      </w:r>
      <w:r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چنين روايت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كند:</w:t>
      </w:r>
    </w:p>
    <w:p w:rsidR="00BF00CF" w:rsidRDefault="00BF00CF" w:rsidP="00BF00CF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F00CF">
        <w:rPr>
          <w:rStyle w:val="libHadeesChar"/>
          <w:rtl/>
        </w:rPr>
        <w:t>قد كان ف</w:t>
      </w:r>
      <w:r w:rsidR="004612E5" w:rsidRPr="00BF00CF">
        <w:rPr>
          <w:rStyle w:val="libHadeesChar"/>
          <w:rtl/>
        </w:rPr>
        <w:t>ی</w:t>
      </w:r>
      <w:r w:rsidR="00F3518E" w:rsidRPr="00BF00CF">
        <w:rPr>
          <w:rStyle w:val="libHadeesChar"/>
          <w:rtl/>
        </w:rPr>
        <w:t xml:space="preserve"> الامم قبلكم محدثون، فان يكن ف</w:t>
      </w:r>
      <w:r w:rsidR="004612E5" w:rsidRPr="00BF00CF">
        <w:rPr>
          <w:rStyle w:val="libHadeesChar"/>
          <w:rtl/>
        </w:rPr>
        <w:t>ی</w:t>
      </w:r>
      <w:r w:rsidR="00F3518E" w:rsidRPr="00BF00CF">
        <w:rPr>
          <w:rStyle w:val="libHadeesChar"/>
          <w:rtl/>
        </w:rPr>
        <w:t xml:space="preserve"> امت</w:t>
      </w:r>
      <w:r w:rsidR="004612E5" w:rsidRPr="00BF00CF">
        <w:rPr>
          <w:rStyle w:val="libHadeesChar"/>
          <w:rtl/>
        </w:rPr>
        <w:t>ی</w:t>
      </w:r>
      <w:r w:rsidR="00F3518E" w:rsidRPr="00BF00CF">
        <w:rPr>
          <w:rStyle w:val="libHadeesChar"/>
          <w:rtl/>
        </w:rPr>
        <w:t xml:space="preserve"> منهم احد فان عمر بن الخطاب منهم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BF00CF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موضوع </w:t>
      </w:r>
      <w:r w:rsidR="00BF00C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محدث</w:t>
      </w:r>
      <w:r w:rsidR="00BF00CF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بودن يك مسئله اسلام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نه مذهب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زيرا فريقين (شيعه و سن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در اين مطلب هم 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هم سخن هستند، و طبق روايات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ذكر شد، و احاديث ديگر بوجود شخص </w:t>
      </w:r>
      <w:r w:rsidR="00BF00C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محدث</w:t>
      </w:r>
      <w:r w:rsidR="00BF00CF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از طرف علماء سن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نيز كاملا تصريح شده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آنچه بسيار شايان توجه و دقت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اين كه به پايان تمام اين روايات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راويان سن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نام عمر بن خطاب را ملحق و اضافه نموده اند. تشخيص اينكه آيا عمر محدث است يا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، كار بسيار سهل و آسان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زيرا نمونه گفتار هر يك از آنان كه در تاريخ ضبط است روشنگر اين مسئله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در بستر احتضار پيغمر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به رسول خدا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گويد:</w:t>
      </w:r>
    </w:p>
    <w:p w:rsidR="00F3518E" w:rsidRPr="00F3518E" w:rsidRDefault="00BF00CF" w:rsidP="00BF00C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F00CF">
        <w:rPr>
          <w:rStyle w:val="libHadeesChar"/>
          <w:rtl/>
        </w:rPr>
        <w:t>ان الرجل ليهجر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يعن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اين مرد (مقصود پيامبر است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هذيان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گويد، گفتارش بخوب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نشان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دهد كه آيا استاد او فرشته است يا شيطان</w:t>
      </w:r>
      <w:r>
        <w:rPr>
          <w:rtl/>
          <w:lang w:bidi="fa-IR"/>
        </w:rPr>
        <w:t>؟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كلين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رحمة الله عليه در كتاب كاف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مسئله را چنين عنوان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 كه فرق ميان رسول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نب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محدث چيست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و سپس روايات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كه روشنگر و مشخص كننده اين سه منصب اله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ذكر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(</w:t>
      </w:r>
      <w:r w:rsidR="00EC362F">
        <w:rPr>
          <w:rtl/>
          <w:lang w:bidi="fa-IR"/>
        </w:rPr>
        <w:t>(</w:t>
      </w:r>
      <w:r w:rsidRPr="00F3518E">
        <w:rPr>
          <w:rtl/>
          <w:lang w:bidi="fa-IR"/>
        </w:rPr>
        <w:t>رسول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)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فرشته واسطه نزول وح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 او سخن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گويد، و او ملك را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بيند و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شناسد، و با فرشته گفتگو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 و اين رتبه بسيار 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بعد از مقام والا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رسالت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رتبه نبوت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پس از آن مقام محدث است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محدث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هنگام گفتگو با فرشتگان آنها را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بيند، و در اين مورد روايات بسيار از حضرت باقر و حضرت صادق سلام الله عليهما نقل شده است كه چند حديث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نمونه ذكر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شود:</w:t>
      </w:r>
    </w:p>
    <w:p w:rsidR="00F3518E" w:rsidRPr="00F3518E" w:rsidRDefault="00BF00CF" w:rsidP="00BF00C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F00CF">
        <w:rPr>
          <w:rStyle w:val="libHadeesChar"/>
          <w:rtl/>
        </w:rPr>
        <w:t>ان وصياء محمد، محدثون</w:t>
      </w:r>
      <w:r>
        <w:rPr>
          <w:rFonts w:hint="cs"/>
          <w:rtl/>
          <w:lang w:bidi="fa-IR"/>
        </w:rPr>
        <w:t>»</w:t>
      </w:r>
    </w:p>
    <w:p w:rsidR="00F3518E" w:rsidRPr="00F3518E" w:rsidRDefault="00BF00CF" w:rsidP="00BF00C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lastRenderedPageBreak/>
        <w:t>«</w:t>
      </w:r>
      <w:r w:rsidR="00F3518E" w:rsidRPr="00F3518E">
        <w:rPr>
          <w:rtl/>
          <w:lang w:bidi="fa-IR"/>
        </w:rPr>
        <w:t>بدرستيكه اوصياء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همگ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محدث بوده اند</w:t>
      </w:r>
      <w:r>
        <w:rPr>
          <w:rFonts w:hint="cs"/>
          <w:rtl/>
          <w:lang w:bidi="fa-IR"/>
        </w:rPr>
        <w:t>»</w:t>
      </w:r>
    </w:p>
    <w:p w:rsidR="00F3518E" w:rsidRPr="00F3518E" w:rsidRDefault="00BF00CF" w:rsidP="00BF00C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F00CF">
        <w:rPr>
          <w:rStyle w:val="libHadeesChar"/>
          <w:rtl/>
        </w:rPr>
        <w:t>الائمه علماء صادقون، مفهمون، محدثون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(</w:t>
      </w:r>
      <w:r w:rsidR="00EC362F">
        <w:rPr>
          <w:rtl/>
          <w:lang w:bidi="fa-IR"/>
        </w:rPr>
        <w:t>(</w:t>
      </w:r>
      <w:r w:rsidR="00F3518E" w:rsidRPr="00F3518E">
        <w:rPr>
          <w:rtl/>
          <w:lang w:bidi="fa-IR"/>
        </w:rPr>
        <w:t>امامان همگ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دانشمند، راستگو، دارا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فهم بسيار خداداد، و محدث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باشند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>)</w:t>
      </w:r>
    </w:p>
    <w:p w:rsidR="00F3518E" w:rsidRPr="00F3518E" w:rsidRDefault="00C11EFE" w:rsidP="00C11EF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C11EFE">
        <w:rPr>
          <w:rStyle w:val="libHadeesChar"/>
          <w:rtl/>
        </w:rPr>
        <w:t>المحدث، يسمع الصوت ولا ير</w:t>
      </w:r>
      <w:r w:rsidR="004612E5" w:rsidRPr="00C11EFE">
        <w:rPr>
          <w:rStyle w:val="libHadeesChar"/>
          <w:rtl/>
        </w:rPr>
        <w:t>ی</w:t>
      </w:r>
      <w:r w:rsidR="00F3518E" w:rsidRPr="00C11EFE">
        <w:rPr>
          <w:rStyle w:val="libHadeesChar"/>
          <w:rtl/>
        </w:rPr>
        <w:t xml:space="preserve"> الشخص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(</w:t>
      </w:r>
      <w:r w:rsidR="00EC362F">
        <w:rPr>
          <w:rtl/>
          <w:lang w:bidi="fa-IR"/>
        </w:rPr>
        <w:t>(</w:t>
      </w:r>
      <w:r w:rsidR="00F3518E" w:rsidRPr="00F3518E">
        <w:rPr>
          <w:rtl/>
          <w:lang w:bidi="fa-IR"/>
        </w:rPr>
        <w:t>محدث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آن كس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است كه صدا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فرشتگان را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شنود، ول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او را نم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بيند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>)</w:t>
      </w:r>
    </w:p>
    <w:p w:rsidR="00F3518E" w:rsidRPr="00F3518E" w:rsidRDefault="00C11EFE" w:rsidP="00C11EF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C11EFE">
        <w:rPr>
          <w:rStyle w:val="libHadeesChar"/>
          <w:rtl/>
        </w:rPr>
        <w:t>كان عل</w:t>
      </w:r>
      <w:r w:rsidR="004612E5" w:rsidRPr="00C11EFE">
        <w:rPr>
          <w:rStyle w:val="libHadeesChar"/>
          <w:rtl/>
        </w:rPr>
        <w:t>ی</w:t>
      </w:r>
      <w:r w:rsidR="00F3518E" w:rsidRPr="00F3518E">
        <w:rPr>
          <w:rtl/>
          <w:lang w:bidi="fa-IR"/>
        </w:rPr>
        <w:t xml:space="preserve"> </w:t>
      </w:r>
      <w:r w:rsidR="00525C15" w:rsidRPr="00525C1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</w:t>
      </w:r>
      <w:r w:rsidR="00F3518E" w:rsidRPr="00C11EFE">
        <w:rPr>
          <w:rStyle w:val="libHadeesChar"/>
          <w:rtl/>
        </w:rPr>
        <w:t>محدثا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 w:rsidR="00525C15" w:rsidRPr="00525C1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دارا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مقام محدث بودند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C11EFE">
      <w:pPr>
        <w:pStyle w:val="libNormal"/>
        <w:rPr>
          <w:lang w:bidi="fa-IR"/>
        </w:rPr>
      </w:pPr>
      <w:r w:rsidRPr="00F3518E">
        <w:rPr>
          <w:rtl/>
          <w:lang w:bidi="fa-IR"/>
        </w:rPr>
        <w:t>از حضرت صادق سؤال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شود، مقصود از </w:t>
      </w:r>
      <w:r w:rsidR="00C11EFE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محدث</w:t>
      </w:r>
      <w:r w:rsidR="00C11EFE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چيست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آن حضرت فرمود:</w:t>
      </w:r>
    </w:p>
    <w:p w:rsidR="00C11EFE" w:rsidRDefault="00C11EFE" w:rsidP="00C11EFE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C11EFE">
        <w:rPr>
          <w:rStyle w:val="libHadeesChar"/>
          <w:rtl/>
        </w:rPr>
        <w:t>ياتيه ملك فينك ف</w:t>
      </w:r>
      <w:r w:rsidR="004612E5" w:rsidRPr="00C11EFE">
        <w:rPr>
          <w:rStyle w:val="libHadeesChar"/>
          <w:rtl/>
        </w:rPr>
        <w:t>ی</w:t>
      </w:r>
      <w:r w:rsidR="00F3518E" w:rsidRPr="00C11EFE">
        <w:rPr>
          <w:rStyle w:val="libHadeesChar"/>
          <w:rtl/>
        </w:rPr>
        <w:t xml:space="preserve"> قلبه كيت كيت</w:t>
      </w:r>
      <w:r>
        <w:rPr>
          <w:rFonts w:hint="cs"/>
          <w:rtl/>
          <w:lang w:bidi="fa-IR"/>
        </w:rPr>
        <w:t>»</w:t>
      </w:r>
    </w:p>
    <w:p w:rsidR="00F3518E" w:rsidRPr="00F3518E" w:rsidRDefault="00C11EFE" w:rsidP="00C11EF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محدث كس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است كه فرشته بر او نازل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شود، و نكات وح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را بر او عرضه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دارد بدون اينكه ملك را مشاهده كند</w:t>
      </w:r>
      <w:r>
        <w:rPr>
          <w:rFonts w:hint="cs"/>
          <w:rtl/>
          <w:lang w:bidi="fa-IR"/>
        </w:rPr>
        <w:t>.»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روايات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ذكر شد از جمله احاديث مسلم و قطع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از ائمه اطهار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وارد شده است و مقصود ما از نقل آنها، اثبات اين مطلب است كه روشن شود در اين منصب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اين منقبت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حضرت صديقه سلام الله عليها با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اولاد معصومين او شريك است و او نيز محدثه بوده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چنان كه امامان دوازده گانه محدث بوده اند. حضرت صادق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C11EFE" w:rsidRDefault="00C11EFE" w:rsidP="00C11EFE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فاطمه بنت رسول الله </w:t>
      </w:r>
      <w:r w:rsidR="00076036" w:rsidRPr="00076036">
        <w:rPr>
          <w:rStyle w:val="libAlaemChar"/>
          <w:rtl/>
        </w:rPr>
        <w:t>صلى‌الله‌عليه‌وآله‌وسلم</w:t>
      </w:r>
      <w:r w:rsidR="00F3518E" w:rsidRPr="00F3518E">
        <w:rPr>
          <w:rtl/>
          <w:lang w:bidi="fa-IR"/>
        </w:rPr>
        <w:t xml:space="preserve"> كانت محدثه و لم تكن نبية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انما سميت فاطمة محدصة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لان الملائكة تهبط من السماء كما تناد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مريم بنت عمران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يا فاطمة ان الله اصطفاك و طهرك و اصطفاك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نساء العالمين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يا فاطمه اقت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لبك واسجد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اركع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مع الراكعين فتحدثهم و يحدثونها</w:t>
      </w:r>
      <w:r>
        <w:rPr>
          <w:rFonts w:hint="cs"/>
          <w:rtl/>
          <w:lang w:bidi="fa-IR"/>
        </w:rPr>
        <w:t>.»</w:t>
      </w:r>
    </w:p>
    <w:p w:rsidR="00F3518E" w:rsidRPr="00F3518E" w:rsidRDefault="00C11EFE" w:rsidP="00C11EF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فاطمه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دختر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محدثه بود، نه پيامبر، فاطمه ع را از اين جهت محدثه ناميده اند كه فرشتگان از آسمان بر او نازل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شدند و با او سخن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گفتند همان گونه كه با مريم بنت عمران گفتگو داشتند كه يا فاطمه بدرست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ترا پاك و منزه گردانيد و از تمام زنان عالم ترا برگزيد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حضرت صادق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به سخن چنين ادامه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دهند.</w:t>
      </w:r>
    </w:p>
    <w:p w:rsidR="00C11EFE" w:rsidRDefault="00C11EFE" w:rsidP="00C11EFE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lastRenderedPageBreak/>
        <w:t>«</w:t>
      </w:r>
      <w:r w:rsidR="00F3518E" w:rsidRPr="00C11EFE">
        <w:rPr>
          <w:rStyle w:val="libHadeesChar"/>
          <w:rtl/>
        </w:rPr>
        <w:t>فقالت لهم ذات ليلة اليست المفضلة عل</w:t>
      </w:r>
      <w:r w:rsidR="004612E5" w:rsidRPr="00C11EFE">
        <w:rPr>
          <w:rStyle w:val="libHadeesChar"/>
          <w:rtl/>
        </w:rPr>
        <w:t>ی</w:t>
      </w:r>
      <w:r w:rsidR="00F3518E" w:rsidRPr="00C11EFE">
        <w:rPr>
          <w:rStyle w:val="libHadeesChar"/>
          <w:rtl/>
        </w:rPr>
        <w:t xml:space="preserve"> نساء العالمين مريم بنت عمران؟ فقالوا لا، ان مريم كانت سيدة نساء عالمها و ان الله عزوجل جعلك سيدة نساء عالمك و عالمها و سيدة نساء الاولين و الآخرين</w:t>
      </w:r>
      <w:r>
        <w:rPr>
          <w:rFonts w:hint="cs"/>
          <w:rtl/>
          <w:lang w:bidi="fa-IR"/>
        </w:rPr>
        <w:t>»</w:t>
      </w:r>
    </w:p>
    <w:p w:rsidR="00F3518E" w:rsidRPr="00F3518E" w:rsidRDefault="00C11EFE" w:rsidP="00C11EF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شب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حضرت صديقه سلام الله عليها به فرشتگان هم صحبت خويش فرمود:</w:t>
      </w:r>
    </w:p>
    <w:p w:rsidR="00F3518E" w:rsidRPr="00F3518E" w:rsidRDefault="00F3518E" w:rsidP="00C11EFE">
      <w:pPr>
        <w:pStyle w:val="libNormal"/>
        <w:rPr>
          <w:lang w:bidi="fa-IR"/>
        </w:rPr>
      </w:pPr>
      <w:r w:rsidRPr="00F3518E">
        <w:rPr>
          <w:rtl/>
          <w:lang w:bidi="fa-IR"/>
        </w:rPr>
        <w:t>آيا آن زن كه از جميع زنان عالم برتر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مريم بنت عمران نيست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جواب دادند، زيرا مريم فقط سيدة زنان عالم در زمان خودش بود،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ترا هم در زمان مريم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هم در بين زنان اولين و آخرين (در تمام زمانها) بانو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بانوان جهان قرار داده است</w:t>
      </w:r>
      <w:r>
        <w:rPr>
          <w:rtl/>
          <w:lang w:bidi="fa-IR"/>
        </w:rPr>
        <w:t>.</w:t>
      </w:r>
      <w:r w:rsidR="00C11EFE">
        <w:rPr>
          <w:rFonts w:hint="cs"/>
          <w:rtl/>
          <w:lang w:bidi="fa-IR"/>
        </w:rPr>
        <w:t>»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اين روايت را عده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دانشمندان نقل كرده اند، با اين اختلاف كه در برخ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احاديث جبرئيل را هم صحبت حضرت صديقه سلام الله عليها ذكر كرده اند، و در بعض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اخبار فرشتگان ديگر را.</w:t>
      </w:r>
    </w:p>
    <w:p w:rsidR="00F3518E" w:rsidRPr="00F3518E" w:rsidRDefault="00F3518E" w:rsidP="00C11EFE">
      <w:pPr>
        <w:pStyle w:val="libNormal"/>
        <w:rPr>
          <w:lang w:bidi="fa-IR"/>
        </w:rPr>
      </w:pPr>
      <w:r w:rsidRPr="00F3518E">
        <w:rPr>
          <w:rtl/>
          <w:lang w:bidi="fa-IR"/>
        </w:rPr>
        <w:t>روايات وارده در اين موضوع صريحا حاك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اين است كه بعد از رحلت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خداوند متعال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تسل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خاطر حضرت زهرا </w:t>
      </w:r>
      <w:r w:rsidR="00C11EFE" w:rsidRPr="004612E5">
        <w:rPr>
          <w:rStyle w:val="libAlaemChar"/>
          <w:rtl/>
        </w:rPr>
        <w:t>عليه</w:t>
      </w:r>
      <w:r w:rsidR="00C11EFE">
        <w:rPr>
          <w:rStyle w:val="libAlaemChar"/>
          <w:rFonts w:hint="cs"/>
          <w:rtl/>
        </w:rPr>
        <w:t>ا</w:t>
      </w:r>
      <w:r w:rsidR="00C11EFE" w:rsidRPr="004612E5">
        <w:rPr>
          <w:rStyle w:val="libAlaemChar"/>
          <w:rtl/>
        </w:rPr>
        <w:t>‌السلام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فرشتگان را هم صحبت و ماءنوس او گردانيد، و در اين مورد حضرت صادق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C11EFE" w:rsidRDefault="00C11EFE" w:rsidP="00C11EFE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C11EFE">
        <w:rPr>
          <w:rStyle w:val="libHadeesChar"/>
          <w:rtl/>
        </w:rPr>
        <w:t>ان فاطمه مكنت بعد رسول الله خمسة و سبعين يوما و قد كان دخلها حزن شديد عل</w:t>
      </w:r>
      <w:r w:rsidR="004612E5" w:rsidRPr="00C11EFE">
        <w:rPr>
          <w:rStyle w:val="libHadeesChar"/>
          <w:rtl/>
        </w:rPr>
        <w:t>ی</w:t>
      </w:r>
      <w:r w:rsidR="00F3518E" w:rsidRPr="00C11EFE">
        <w:rPr>
          <w:rStyle w:val="libHadeesChar"/>
          <w:rtl/>
        </w:rPr>
        <w:t xml:space="preserve"> ابيها، و كان جبرئيل ياتيها فيحسن عزاها عل</w:t>
      </w:r>
      <w:r w:rsidR="004612E5" w:rsidRPr="00C11EFE">
        <w:rPr>
          <w:rStyle w:val="libHadeesChar"/>
          <w:rtl/>
        </w:rPr>
        <w:t>ی</w:t>
      </w:r>
      <w:r w:rsidR="00F3518E" w:rsidRPr="00C11EFE">
        <w:rPr>
          <w:rStyle w:val="libHadeesChar"/>
          <w:rtl/>
        </w:rPr>
        <w:t xml:space="preserve"> ابيها، و يطيب نفسها، و يحبرها عن ابيها و مكانه و يخبرها بما يكون بعدها ف</w:t>
      </w:r>
      <w:r w:rsidR="004612E5" w:rsidRPr="00C11EFE">
        <w:rPr>
          <w:rStyle w:val="libHadeesChar"/>
          <w:rtl/>
        </w:rPr>
        <w:t>ی</w:t>
      </w:r>
      <w:r w:rsidR="00F3518E" w:rsidRPr="00C11EFE">
        <w:rPr>
          <w:rStyle w:val="libHadeesChar"/>
          <w:rtl/>
        </w:rPr>
        <w:t xml:space="preserve"> ذريتها، و كان عل</w:t>
      </w:r>
      <w:r w:rsidR="004612E5" w:rsidRPr="00C11EFE">
        <w:rPr>
          <w:rStyle w:val="libHadeesChar"/>
          <w:rtl/>
        </w:rPr>
        <w:t>ی</w:t>
      </w:r>
      <w:r w:rsidR="00F3518E" w:rsidRPr="00C11EFE">
        <w:rPr>
          <w:rStyle w:val="libHadeesChar"/>
          <w:rtl/>
        </w:rPr>
        <w:t xml:space="preserve"> يكتب ذلك فهذا مصحف فاطمة</w:t>
      </w:r>
      <w:r>
        <w:rPr>
          <w:rFonts w:hint="cs"/>
          <w:rtl/>
          <w:lang w:bidi="fa-IR"/>
        </w:rPr>
        <w:t>»</w:t>
      </w:r>
    </w:p>
    <w:p w:rsidR="00C11EFE" w:rsidRDefault="00C11EFE" w:rsidP="00C11EFE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فاطمه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بعد از رحلت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بيش از ٧٥ روز زنده نماند، و غم جانسوز داغ پدر قلب او را لبريز كرده بود، به اينجهت جبرئيل پ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در پ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به حضورش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آمد، و او را در عزا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پدر سلامت باد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گفت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تسل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بخش خاطر غمين زهرا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بود، و گاه از مقام و منزلت پدر بزرگوارش سخن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گفت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گاه از حوادث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بعد از رحلت او بر ذريه اش وارد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گرديد خبر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داد، و اميرالمؤ منين سلام الله عليه نيز آنچه جبرئيل املا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كرد همه را به رشته تحرير در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آورد، و مجموعه اين سخنان است كه به مصحف فاطمه موسوم گرديد.</w:t>
      </w:r>
    </w:p>
    <w:p w:rsidR="00F3518E" w:rsidRPr="00F3518E" w:rsidRDefault="00F3518E" w:rsidP="00C11EFE">
      <w:pPr>
        <w:pStyle w:val="libNormal"/>
        <w:rPr>
          <w:lang w:bidi="fa-IR"/>
        </w:rPr>
      </w:pPr>
      <w:r w:rsidRPr="00F3518E">
        <w:rPr>
          <w:rtl/>
          <w:lang w:bidi="fa-IR"/>
        </w:rPr>
        <w:t>روايت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كتاب كاف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از حضرت صادق سلام الله عليه به اين شرح نقل شده است</w:t>
      </w:r>
      <w:r>
        <w:rPr>
          <w:rtl/>
          <w:lang w:bidi="fa-IR"/>
        </w:rPr>
        <w:t>:</w:t>
      </w:r>
    </w:p>
    <w:p w:rsidR="00C11EFE" w:rsidRDefault="00C11EFE" w:rsidP="00C11EFE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C11EFE">
        <w:rPr>
          <w:rStyle w:val="libHadeesChar"/>
          <w:rtl/>
        </w:rPr>
        <w:t>ان الله تبارك و تعال</w:t>
      </w:r>
      <w:r w:rsidR="004612E5" w:rsidRPr="00C11EFE">
        <w:rPr>
          <w:rStyle w:val="libHadeesChar"/>
          <w:rtl/>
        </w:rPr>
        <w:t>ی</w:t>
      </w:r>
      <w:r w:rsidR="00F3518E" w:rsidRPr="00C11EFE">
        <w:rPr>
          <w:rStyle w:val="libHadeesChar"/>
          <w:rtl/>
        </w:rPr>
        <w:t xml:space="preserve"> لما قبض نبيه دخل عل</w:t>
      </w:r>
      <w:r w:rsidR="004612E5" w:rsidRPr="00C11EFE">
        <w:rPr>
          <w:rStyle w:val="libHadeesChar"/>
          <w:rtl/>
        </w:rPr>
        <w:t>ی</w:t>
      </w:r>
      <w:r w:rsidR="00F3518E" w:rsidRPr="00C11EFE">
        <w:rPr>
          <w:rStyle w:val="libHadeesChar"/>
          <w:rtl/>
        </w:rPr>
        <w:t xml:space="preserve"> فاطمة من وفاته من الحزن مالا يعلمه الا اله عزول فارسل اليها ملكا يسل</w:t>
      </w:r>
      <w:r w:rsidR="004612E5" w:rsidRPr="00C11EFE">
        <w:rPr>
          <w:rStyle w:val="libHadeesChar"/>
          <w:rtl/>
        </w:rPr>
        <w:t>ی</w:t>
      </w:r>
      <w:r w:rsidR="00F3518E" w:rsidRPr="00C11EFE">
        <w:rPr>
          <w:rStyle w:val="libHadeesChar"/>
          <w:rtl/>
        </w:rPr>
        <w:t xml:space="preserve"> منها غمها و يحدثها فاخبرت بذلك اميرالمؤ منين فقال لها اذا احسست بذلك و سمعت الصوت، قول</w:t>
      </w:r>
      <w:r w:rsidR="004612E5" w:rsidRPr="00C11EFE">
        <w:rPr>
          <w:rStyle w:val="libHadeesChar"/>
          <w:rtl/>
        </w:rPr>
        <w:t>ی</w:t>
      </w:r>
      <w:r w:rsidR="00F3518E" w:rsidRPr="00C11EFE">
        <w:rPr>
          <w:rStyle w:val="libHadeesChar"/>
          <w:rtl/>
        </w:rPr>
        <w:t xml:space="preserve"> ل</w:t>
      </w:r>
      <w:r w:rsidR="004612E5" w:rsidRPr="00C11EFE">
        <w:rPr>
          <w:rStyle w:val="libHadeesChar"/>
          <w:rtl/>
        </w:rPr>
        <w:t>ی</w:t>
      </w:r>
      <w:r w:rsidR="00F3518E" w:rsidRPr="00C11EFE">
        <w:rPr>
          <w:rStyle w:val="libHadeesChar"/>
          <w:rtl/>
        </w:rPr>
        <w:t xml:space="preserve">، </w:t>
      </w:r>
      <w:r w:rsidR="00F3518E" w:rsidRPr="00C11EFE">
        <w:rPr>
          <w:rStyle w:val="libHadeesChar"/>
          <w:rtl/>
        </w:rPr>
        <w:lastRenderedPageBreak/>
        <w:t>فاعلمته فجعل يكتب كل ما سمعت حت</w:t>
      </w:r>
      <w:r w:rsidR="004612E5" w:rsidRPr="00C11EFE">
        <w:rPr>
          <w:rStyle w:val="libHadeesChar"/>
          <w:rtl/>
        </w:rPr>
        <w:t>ی</w:t>
      </w:r>
      <w:r w:rsidR="00F3518E" w:rsidRPr="00C11EFE">
        <w:rPr>
          <w:rStyle w:val="libHadeesChar"/>
          <w:rtl/>
        </w:rPr>
        <w:t xml:space="preserve"> اثبت من ذلك مصحفا، قال ثم قال اما انه ليس من الحلال والحرام ولكن فيه علم ما يكون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C11EFE">
      <w:pPr>
        <w:pStyle w:val="libNormal"/>
        <w:rPr>
          <w:lang w:bidi="fa-IR"/>
        </w:rPr>
      </w:pPr>
      <w:r w:rsidRPr="00F3518E">
        <w:rPr>
          <w:rtl/>
          <w:lang w:bidi="fa-IR"/>
        </w:rPr>
        <w:t>هنگام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پيامبرش را قبض روح فرمود، از غمها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گرانبار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قلب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در مصيبت پدرش فرا گرفت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جز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عزوجل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آگاه نبود به اين جهت حق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فرشته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مونس زهرا سلام الله عليها فرمود كه تسل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بخش غمها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او، و هم صحبت در تنهائ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او باشد.</w:t>
      </w:r>
    </w:p>
    <w:p w:rsidR="00F3518E" w:rsidRPr="00F3518E" w:rsidRDefault="00F3518E" w:rsidP="00C11EFE">
      <w:pPr>
        <w:pStyle w:val="libNormal"/>
        <w:rPr>
          <w:lang w:bidi="fa-IR"/>
        </w:rPr>
      </w:pPr>
      <w:r w:rsidRPr="00F3518E">
        <w:rPr>
          <w:rtl/>
          <w:lang w:bidi="fa-IR"/>
        </w:rPr>
        <w:t>فاطمه سلام الله عليها اين مطلب را به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525C15" w:rsidRPr="00525C1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بازگو نمود، و حضرت فرمود هر گاه احساس كرد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فرشته به حضورت آمد، و صدا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او را شنيد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مرا خبردار كن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از املاء جبرئيل و فرشتگان ديگر كه اميرالمؤ منين كاتب آنها بود، </w:t>
      </w:r>
      <w:r w:rsidR="00C11EFE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 xml:space="preserve">مصحف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فراهم آمد، كه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درباره آن فرمود:</w:t>
      </w:r>
      <w:r w:rsidR="00C11EFE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در اين مصحف مسائل شرع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حلال و حرام مطرح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بلكه دانش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از آنچه واقع شده و يا به وقوع خواهد پيوست</w:t>
      </w:r>
      <w:r>
        <w:rPr>
          <w:rtl/>
          <w:lang w:bidi="fa-IR"/>
        </w:rPr>
        <w:t>.</w:t>
      </w:r>
      <w:r w:rsidR="00C11EFE">
        <w:rPr>
          <w:rFonts w:hint="cs"/>
          <w:rtl/>
          <w:lang w:bidi="fa-IR"/>
        </w:rPr>
        <w:t>»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محدثه بودن فاطمه سلام الله عليها از مسلمات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به طوريكه در زيارت آن حضرت نيز وارد شده است</w:t>
      </w:r>
      <w:r>
        <w:rPr>
          <w:rtl/>
          <w:lang w:bidi="fa-IR"/>
        </w:rPr>
        <w:t>:</w:t>
      </w:r>
    </w:p>
    <w:p w:rsidR="00C11EFE" w:rsidRDefault="00C11EFE" w:rsidP="00C11EFE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C11EFE">
        <w:rPr>
          <w:rStyle w:val="libHadeesChar"/>
          <w:rtl/>
        </w:rPr>
        <w:t>السلام عليك ايتها التقية النقيه، السلام عليك ايتها المحدثة العليمة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C11EFE">
      <w:pPr>
        <w:pStyle w:val="libNormal"/>
        <w:rPr>
          <w:lang w:bidi="fa-IR"/>
        </w:rPr>
      </w:pPr>
      <w:r w:rsidRPr="00F3518E">
        <w:rPr>
          <w:rtl/>
          <w:lang w:bidi="fa-IR"/>
        </w:rPr>
        <w:t>در نتيجه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حضرت صديقه سلام الله عليها در مقام محدثه بودن (هم صحبت فرشتگان بودن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با اميرالمؤ منين و يازده معصوم ديگر شريك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باشد، و احراز اين مقام جز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آنكس كه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امكان پذير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چون فاطمه سلام الله عليها ولية الله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سايه مقام ولايتش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فرشتگان با او سخن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گويند،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اميرالمؤ منين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مقام ولايت را توام با محدث بودن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بيان كرده اند. هر نب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بعد از خودش يك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جانشين قرار داده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 اين باره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F3518E" w:rsidRPr="00F3518E" w:rsidRDefault="00C11EFE" w:rsidP="00C11EF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اولياء بعد از من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اميرالمؤ منين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فاطمه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حسنين و اولاد معصومين آنانند و دارا بودن اين مرتبه والا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محدث بودن در امت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جز برا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اين سيزده معصوم برا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هيچ يك از افراد امت معقول نيست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و تمام حركت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اطوار، گفتار و كردار حضرت صديقه سلام الله عليها نمايانگر مقام محدثه بودن آن حضرت است</w:t>
      </w:r>
      <w:r w:rsidR="00F3518E">
        <w:rPr>
          <w:rtl/>
          <w:lang w:bidi="fa-IR"/>
        </w:rPr>
        <w:t>.</w:t>
      </w:r>
    </w:p>
    <w:p w:rsidR="00C11EFE" w:rsidRDefault="00C11EFE" w:rsidP="00F3518E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C11EFE">
      <w:pPr>
        <w:pStyle w:val="Heading2"/>
        <w:rPr>
          <w:rFonts w:hint="cs"/>
          <w:rtl/>
          <w:lang w:bidi="fa-IR"/>
        </w:rPr>
      </w:pPr>
      <w:bookmarkStart w:id="23" w:name="_Toc477607247"/>
      <w:r w:rsidRPr="00F3518E">
        <w:rPr>
          <w:rtl/>
          <w:lang w:bidi="fa-IR"/>
        </w:rPr>
        <w:t>موضوع دهم</w:t>
      </w:r>
      <w:bookmarkEnd w:id="23"/>
    </w:p>
    <w:p w:rsidR="00F3518E" w:rsidRPr="00F3518E" w:rsidRDefault="00297534" w:rsidP="0029753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اشتركها مع ابيها و بعلها و بنيها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البشارة لشيعتها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چنانكه رسول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به شيعيان اميرالمؤ منين و فرزندان (معصومش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بشارت بهشت را داده است و در منقبت و عظمت مقام آنان مطالب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بيان داشته اند، نسبت به شيعيان زهرا </w:t>
      </w:r>
      <w:r w:rsidR="0092347B" w:rsidRPr="0092347B">
        <w:rPr>
          <w:rStyle w:val="libAlaemChar"/>
          <w:rtl/>
        </w:rPr>
        <w:t>عليها‌السلام</w:t>
      </w:r>
      <w:r w:rsidR="00F3518E" w:rsidRPr="00F3518E">
        <w:rPr>
          <w:rtl/>
          <w:lang w:bidi="fa-IR"/>
        </w:rPr>
        <w:t xml:space="preserve"> نيز عينا با ذكر مناقب مژده بهشت داده اند.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شيعه يعن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تابع و پيرو، و اقتدا كننده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شيعه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از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525C15" w:rsidRPr="00525C1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هدايت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يابد و همراه او و متمسك و دست به دامان اوست</w:t>
      </w:r>
      <w:r>
        <w:rPr>
          <w:rtl/>
          <w:lang w:bidi="fa-IR"/>
        </w:rPr>
        <w:t>.</w:t>
      </w:r>
    </w:p>
    <w:p w:rsidR="00F3518E" w:rsidRPr="00F3518E" w:rsidRDefault="00F3518E" w:rsidP="00297534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شيعه فاطمه </w:t>
      </w:r>
      <w:r w:rsidR="00297534" w:rsidRPr="0092347B">
        <w:rPr>
          <w:rStyle w:val="libAlaemChar"/>
          <w:rtl/>
        </w:rPr>
        <w:t>عليها‌السلام</w:t>
      </w:r>
      <w:r w:rsidR="00297534" w:rsidRPr="00F3518E">
        <w:rPr>
          <w:rtl/>
          <w:lang w:bidi="fa-IR"/>
        </w:rPr>
        <w:t xml:space="preserve"> </w:t>
      </w:r>
      <w:r w:rsidRPr="00F3518E">
        <w:rPr>
          <w:rtl/>
          <w:lang w:bidi="fa-IR"/>
        </w:rPr>
        <w:t>در اخبار عينا در رديف شيعيان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گاه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 مدح شيعيان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سخن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گويد، و گاه در منقبت شيعيان فاطمه سلام الله عليها، و همين روش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نشانگر اين است كه حضرت زهرا سلام الله عليها خود استقلال دارد و دارا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كرامات و مقام والا و صاحب ولايت كبر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</w:t>
      </w:r>
    </w:p>
    <w:p w:rsidR="00F3518E" w:rsidRPr="00F3518E" w:rsidRDefault="00F3518E" w:rsidP="00297534">
      <w:pPr>
        <w:pStyle w:val="libNormal"/>
        <w:rPr>
          <w:lang w:bidi="fa-IR"/>
        </w:rPr>
      </w:pPr>
      <w:r w:rsidRPr="00F3518E">
        <w:rPr>
          <w:rtl/>
          <w:lang w:bidi="fa-IR"/>
        </w:rPr>
        <w:t>اينك حديث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پيامبر اكرم</w:t>
      </w:r>
      <w:r w:rsidR="004612E5" w:rsidRPr="00297534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درشان آن حضرت</w:t>
      </w:r>
      <w:r>
        <w:rPr>
          <w:rtl/>
          <w:lang w:bidi="fa-IR"/>
        </w:rPr>
        <w:t>:</w:t>
      </w:r>
    </w:p>
    <w:p w:rsidR="00297534" w:rsidRDefault="00297534" w:rsidP="00297534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عن جابر بن عبدالله مرفوعا، اذا كان يوم القياة تقبل ابنت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فاطمة ناقة من نوق الجنة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خطامها من لولو رطب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قوائمها من الزمرد الاخضر، ذنبها من المسك الاذفر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عيناها ياقوتنان حمراوان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عليها قبة من نور، ير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ظاهرها من باطنها، و باطنها من ظاهرها، داخلها عفو الله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خارجها رحمة الله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راسها تاج من نور للتاج سبعون ركنا، كل ركن مرصع بالدر و الياقوت يضي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كما يضي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الكوكب الدر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افق السماء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يمينها سبعون الف ملك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عن شمالها سبعون الف ملك و جبرئل آخذ بخطام الناقة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ينار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با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صوته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غضوا ابصاركم حت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تجوز فاطمه بنت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>، فلا يبق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يومئذ نب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لا رسول ولا صديق ولا شهيد الا غضوا ابصارهم حت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تجوز فاطمة فتسير حت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تحاذ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عرش ربها جل جلاله فاذا، النداء من قبل الله جل جلاله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يا حبيبت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ابنة حبيب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سلين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تعط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واشفع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فتقول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اله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سيد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ذريت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شيعت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شيعة ذريت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محي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محب ذريت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فاذا، النداء من قبل الله جل جلاله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اين ذرية فاطمة و شيعتها و محبوها و محبو ذريتها فيقبلون و قد احاط بهم ملائكة الرحمة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فتقدمهم فاطمة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حت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تدخلهم الجنة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297534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 xml:space="preserve"> جابر بن عبدالله از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روايت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 كه فرمود:</w:t>
      </w:r>
    </w:p>
    <w:p w:rsidR="00F3518E" w:rsidRPr="00F3518E" w:rsidRDefault="00297534" w:rsidP="00F3518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هنگام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روز قيامت فرا رسد، دخترم فاطمه سوار بر اشتر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اشتران بهشت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وارد عرصه محشر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شود، كه مهار آن ناقه از مرواريد درخشان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چهار پا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آن از زمرد سبز، دنباله اش از مشك بهشت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چشمانش از ياقوت سرخ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بر فراز آن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قبه 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(خيمه ا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از نور، كه بيرون آن از درونش و درون آن از بيرونش نمايان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فضا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داخل آن قبه انوار عفو اله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خارج آن خيمه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پرتو رحمت خداي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بر فرازش تاج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نور كه دارا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هفتاد پايه است از در و ياقوت كه همانند ستارگان درخشان در افق آسمان نور افشانند.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از جانب راست آن مركب هفتاد هزار ملك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از طرف چپ آن هفتاد هزار فرشته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حال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جبرئيل مهار ناقه را گرفته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با صدا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بلند ندا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كند: نگاه خود فرانسو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خويش گيريد، و نظرها به پايين افكنيد، اين فاطمه دختر محمد است كه عبور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در آن هنگام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حت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پيامبران و انبيا و صديقين و شهدا همگ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ادب ديده فرو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گيرند، تا اينكه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عبور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 و در مقابل عرش پروردگارش قرار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گيرد، آنگاه از جانب خدا جل جلاله ندا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از محبوبه من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دختر حبيب من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بخواه از من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آنچه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خواه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تا عطابت كنم و شفاعت كن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هر كه را مايل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تا قبول فرمايم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در جواب عرضه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دارد: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مولا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(در باب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ذريه مرا، شيعيان مرا، پيروان ذريه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دوستان مرا، و دوستداران ذريه مرا، بار ديگر از جانب حق خطاب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رسد:</w:t>
      </w:r>
    </w:p>
    <w:p w:rsidR="00F3518E" w:rsidRPr="00F3518E" w:rsidRDefault="00F3518E" w:rsidP="00297534">
      <w:pPr>
        <w:pStyle w:val="libNormal"/>
        <w:rPr>
          <w:lang w:bidi="fa-IR"/>
        </w:rPr>
      </w:pPr>
      <w:r w:rsidRPr="00F3518E">
        <w:rPr>
          <w:rtl/>
          <w:lang w:bidi="fa-IR"/>
        </w:rPr>
        <w:t>كجا هستند ذريه فاطمه و پيوران او، كجايند دوستدارانش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دوستداران ذريه او؟ در آن هنگام جماعت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 پيش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آيند، و فرشتگان رحمت آنان را از هر سو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ميان م</w:t>
      </w:r>
      <w:r w:rsidR="004612E5">
        <w:rPr>
          <w:rtl/>
          <w:lang w:bidi="fa-IR"/>
        </w:rPr>
        <w:t>ی</w:t>
      </w:r>
      <w:r w:rsidR="00297534">
        <w:rPr>
          <w:rtl/>
          <w:lang w:bidi="fa-IR"/>
        </w:rPr>
        <w:t xml:space="preserve"> گيرند</w:t>
      </w:r>
      <w:r w:rsidRPr="00F3518E">
        <w:rPr>
          <w:rtl/>
          <w:lang w:bidi="fa-IR"/>
        </w:rPr>
        <w:t xml:space="preserve">: و فاطمه </w:t>
      </w:r>
      <w:r w:rsidR="00297534" w:rsidRPr="0092347B">
        <w:rPr>
          <w:rStyle w:val="libAlaemChar"/>
          <w:rtl/>
        </w:rPr>
        <w:t>عليه</w:t>
      </w:r>
      <w:r w:rsidR="00297534">
        <w:rPr>
          <w:rStyle w:val="libAlaemChar"/>
          <w:rFonts w:hint="cs"/>
          <w:rtl/>
        </w:rPr>
        <w:t>م</w:t>
      </w:r>
      <w:r w:rsidR="00297534" w:rsidRPr="0092347B">
        <w:rPr>
          <w:rStyle w:val="libAlaemChar"/>
          <w:rtl/>
        </w:rPr>
        <w:t>‌السلام</w:t>
      </w:r>
      <w:r w:rsidR="00297534" w:rsidRPr="00F3518E">
        <w:rPr>
          <w:rtl/>
          <w:lang w:bidi="fa-IR"/>
        </w:rPr>
        <w:t xml:space="preserve"> </w:t>
      </w:r>
      <w:r w:rsidRPr="00F3518E">
        <w:rPr>
          <w:rtl/>
          <w:lang w:bidi="fa-IR"/>
        </w:rPr>
        <w:t>در حال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پيشگام آنهاست همگ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همراه خود به بهشت وارد فرمايد.</w:t>
      </w:r>
    </w:p>
    <w:p w:rsidR="00297534" w:rsidRDefault="00F3518E" w:rsidP="00297534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حضرت صديقه سلام الله عليها در روز قيامت سوار بر مركبها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متفاوت به تناسب مواقف متعدد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اينكه در احاديث وارده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مركبها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 حضرت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متفاوت ذكر شده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به نظر بعض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ها نوع مركب مورد اختلاف بوده است صحيح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زيرا هر مركب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بيان شده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با مشخصات معين در موقف معين بوده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همه اش درست جا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اختلاف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علت اختلاف در مشخصات مركب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از اين جهت اين كه هنگام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</w:t>
      </w:r>
      <w:r w:rsidRPr="00F3518E">
        <w:rPr>
          <w:rtl/>
          <w:lang w:bidi="fa-IR"/>
        </w:rPr>
        <w:lastRenderedPageBreak/>
        <w:t xml:space="preserve">فاطمه </w:t>
      </w:r>
      <w:r w:rsidR="00297534" w:rsidRPr="0092347B">
        <w:rPr>
          <w:rStyle w:val="libAlaemChar"/>
          <w:rtl/>
        </w:rPr>
        <w:t>عليه</w:t>
      </w:r>
      <w:r w:rsidR="00297534">
        <w:rPr>
          <w:rStyle w:val="libAlaemChar"/>
          <w:rFonts w:hint="cs"/>
          <w:rtl/>
        </w:rPr>
        <w:t>م</w:t>
      </w:r>
      <w:r w:rsidR="00297534" w:rsidRPr="0092347B">
        <w:rPr>
          <w:rStyle w:val="libAlaemChar"/>
          <w:rtl/>
        </w:rPr>
        <w:t>‌السلام</w:t>
      </w:r>
      <w:r w:rsidR="00297534" w:rsidRPr="00F3518E">
        <w:rPr>
          <w:rtl/>
          <w:lang w:bidi="fa-IR"/>
        </w:rPr>
        <w:t xml:space="preserve"> </w:t>
      </w:r>
      <w:r w:rsidRPr="00F3518E">
        <w:rPr>
          <w:rtl/>
          <w:lang w:bidi="fa-IR"/>
        </w:rPr>
        <w:t>به سو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عرش اله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سير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 مركب خاص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دارد، وقتيكه از مقابل عرش به جانب بهشت روان است يك مركب مخصوص ديگر، و همچنين هنگام ورود به بهشت و جولان و طيران در فضا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خدا رحمت اله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(همانند جعفر طيار) دارا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مركبها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خاص و گوناگون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</w:t>
      </w:r>
    </w:p>
    <w:p w:rsidR="00F3518E" w:rsidRPr="00F3518E" w:rsidRDefault="00F3518E" w:rsidP="00297534">
      <w:pPr>
        <w:pStyle w:val="libNormal"/>
        <w:rPr>
          <w:lang w:bidi="fa-IR"/>
        </w:rPr>
      </w:pPr>
      <w:r w:rsidRPr="00F3518E">
        <w:rPr>
          <w:rtl/>
          <w:lang w:bidi="fa-IR"/>
        </w:rPr>
        <w:t>در روايت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ذكر شد، و مشخصات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مركبها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 حضرت بيان گرديد و گفته شد كه جبرئيل مهار ناقه بهشت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زهرا سلام الله عليها را در روز محشر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گيرد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توان گفت كه جبرئيل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نماينده خاص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لامكان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هر مكان و موقف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و در برخ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آيات و روايات كه جمله (خدا آمد) بكار رفته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دانشمندان همه را حمل بر آمدن جبرئيل نماينده حق تبارك و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نموده اند، لذا هنگام ورود فاطمه </w:t>
      </w:r>
      <w:r w:rsidR="00297534" w:rsidRPr="0092347B">
        <w:rPr>
          <w:rStyle w:val="libAlaemChar"/>
          <w:rtl/>
        </w:rPr>
        <w:t>عليه</w:t>
      </w:r>
      <w:r w:rsidR="00297534">
        <w:rPr>
          <w:rStyle w:val="libAlaemChar"/>
          <w:rFonts w:hint="cs"/>
          <w:rtl/>
        </w:rPr>
        <w:t>م</w:t>
      </w:r>
      <w:r w:rsidR="00297534" w:rsidRPr="0092347B">
        <w:rPr>
          <w:rStyle w:val="libAlaemChar"/>
          <w:rtl/>
        </w:rPr>
        <w:t>‌السلام</w:t>
      </w:r>
      <w:r w:rsidR="00297534" w:rsidRPr="00F3518E">
        <w:rPr>
          <w:rtl/>
          <w:lang w:bidi="fa-IR"/>
        </w:rPr>
        <w:t xml:space="preserve"> </w:t>
      </w:r>
      <w:r w:rsidRPr="00F3518E">
        <w:rPr>
          <w:rtl/>
          <w:lang w:bidi="fa-IR"/>
        </w:rPr>
        <w:t>به عرصه محشر، آن يكتا كنيز برگزيده خدا و بانو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بانوان عالم از اولين و آخرين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همين شايسته اوست كه مهار مركبش را جبريل امين بگيرد و با افتخار ندا كند:</w:t>
      </w:r>
    </w:p>
    <w:p w:rsidR="00F3518E" w:rsidRPr="00F3518E" w:rsidRDefault="00297534" w:rsidP="0029753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غضوا ابصاركم حت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تجوز فاطمة بنت محمد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يك روايت ديگر از رسول اكرم</w:t>
      </w:r>
      <w:r w:rsidR="004612E5" w:rsidRPr="00297534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چنين نقل شده است كه فرمود:</w:t>
      </w:r>
    </w:p>
    <w:p w:rsidR="00F3518E" w:rsidRPr="00F3518E" w:rsidRDefault="00297534" w:rsidP="0029753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297534">
        <w:rPr>
          <w:rStyle w:val="libHadeesChar"/>
          <w:rtl/>
        </w:rPr>
        <w:t>يناد</w:t>
      </w:r>
      <w:r w:rsidR="004612E5" w:rsidRPr="00297534">
        <w:rPr>
          <w:rStyle w:val="libHadeesChar"/>
          <w:rtl/>
        </w:rPr>
        <w:t>ی</w:t>
      </w:r>
      <w:r w:rsidR="00F3518E" w:rsidRPr="00297534">
        <w:rPr>
          <w:rStyle w:val="libHadeesChar"/>
          <w:rtl/>
        </w:rPr>
        <w:t xml:space="preserve"> مناد من بطنا العرش: يا اهل القيامة غضوا ابصاركم، هذه فاطمة بنت محمد، تمر عل</w:t>
      </w:r>
      <w:r w:rsidR="004612E5" w:rsidRPr="00297534">
        <w:rPr>
          <w:rStyle w:val="libHadeesChar"/>
          <w:rtl/>
        </w:rPr>
        <w:t>ی</w:t>
      </w:r>
      <w:r w:rsidR="00F3518E" w:rsidRPr="00297534">
        <w:rPr>
          <w:rStyle w:val="libHadeesChar"/>
          <w:rtl/>
        </w:rPr>
        <w:t xml:space="preserve"> الصراط، تمر فاطمه عليه و تمر شيعتها عل</w:t>
      </w:r>
      <w:r w:rsidR="004612E5" w:rsidRPr="00297534">
        <w:rPr>
          <w:rStyle w:val="libHadeesChar"/>
          <w:rtl/>
        </w:rPr>
        <w:t>ی</w:t>
      </w:r>
      <w:r w:rsidR="00F3518E" w:rsidRPr="00297534">
        <w:rPr>
          <w:rStyle w:val="libHadeesChar"/>
          <w:rtl/>
        </w:rPr>
        <w:t xml:space="preserve"> الصراط كالبرق الخاطف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روز قيامت مناد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عرش اله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ندا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كند: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اهل محشر چشمان خود فرو گيريد، اين فاطمه دختر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است كه از صراط عبور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كند، آنگاه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با شيعيانش به سرعت برق از صراط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گذرند.</w:t>
      </w:r>
    </w:p>
    <w:p w:rsidR="00F3518E" w:rsidRPr="00F3518E" w:rsidRDefault="00F3518E" w:rsidP="00297534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در حديث ديگر از حضرت رسول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منقول است كه فرمود:</w:t>
      </w:r>
    </w:p>
    <w:p w:rsidR="00297534" w:rsidRDefault="00297534" w:rsidP="00297534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297534">
        <w:rPr>
          <w:rStyle w:val="libHadeesChar"/>
          <w:rtl/>
        </w:rPr>
        <w:t>ثم يقول جبرئيل يا فاطمة سل</w:t>
      </w:r>
      <w:r w:rsidR="004612E5" w:rsidRPr="00297534">
        <w:rPr>
          <w:rStyle w:val="libHadeesChar"/>
          <w:rtl/>
        </w:rPr>
        <w:t>ی</w:t>
      </w:r>
      <w:r w:rsidR="00F3518E" w:rsidRPr="00297534">
        <w:rPr>
          <w:rStyle w:val="libHadeesChar"/>
          <w:rtl/>
        </w:rPr>
        <w:t xml:space="preserve"> حاجتك. فتقولين با رب شيعت</w:t>
      </w:r>
      <w:r w:rsidR="004612E5" w:rsidRPr="00297534">
        <w:rPr>
          <w:rStyle w:val="libHadeesChar"/>
          <w:rtl/>
        </w:rPr>
        <w:t>ی</w:t>
      </w:r>
      <w:r w:rsidR="00F3518E" w:rsidRPr="00297534">
        <w:rPr>
          <w:rStyle w:val="libHadeesChar"/>
          <w:rtl/>
        </w:rPr>
        <w:t>. فيقول الله عزوجل قد غفرت لهم. فتقولين يا برب شيعة ولد</w:t>
      </w:r>
      <w:r w:rsidR="004612E5" w:rsidRPr="00297534">
        <w:rPr>
          <w:rStyle w:val="libHadeesChar"/>
          <w:rtl/>
        </w:rPr>
        <w:t>ی</w:t>
      </w:r>
      <w:r w:rsidR="00F3518E" w:rsidRPr="00297534">
        <w:rPr>
          <w:rStyle w:val="libHadeesChar"/>
          <w:rtl/>
        </w:rPr>
        <w:t>. فيقول الله قد غفرت لهم. فتقولين يا رب شيعة شيعت</w:t>
      </w:r>
      <w:r w:rsidR="004612E5" w:rsidRPr="00297534">
        <w:rPr>
          <w:rStyle w:val="libHadeesChar"/>
          <w:rtl/>
        </w:rPr>
        <w:t>ی</w:t>
      </w:r>
      <w:r w:rsidR="00F3518E" w:rsidRPr="00297534">
        <w:rPr>
          <w:rStyle w:val="libHadeesChar"/>
          <w:rtl/>
        </w:rPr>
        <w:t>. فيقول الله تبارك و تعال</w:t>
      </w:r>
      <w:r w:rsidR="004612E5" w:rsidRPr="00297534">
        <w:rPr>
          <w:rStyle w:val="libHadeesChar"/>
          <w:rtl/>
        </w:rPr>
        <w:t>ی</w:t>
      </w:r>
      <w:r w:rsidR="00F3518E" w:rsidRPr="00297534">
        <w:rPr>
          <w:rStyle w:val="libHadeesChar"/>
          <w:rtl/>
        </w:rPr>
        <w:t xml:space="preserve"> انطلق</w:t>
      </w:r>
      <w:r w:rsidR="004612E5" w:rsidRPr="00297534">
        <w:rPr>
          <w:rStyle w:val="libHadeesChar"/>
          <w:rtl/>
        </w:rPr>
        <w:t>ی</w:t>
      </w:r>
      <w:r w:rsidR="00F3518E" w:rsidRPr="00297534">
        <w:rPr>
          <w:rStyle w:val="libHadeesChar"/>
          <w:rtl/>
        </w:rPr>
        <w:t xml:space="preserve"> فمن اعتصم بك فهو معك ف</w:t>
      </w:r>
      <w:r w:rsidR="004612E5" w:rsidRPr="00297534">
        <w:rPr>
          <w:rStyle w:val="libHadeesChar"/>
          <w:rtl/>
        </w:rPr>
        <w:t>ی</w:t>
      </w:r>
      <w:r w:rsidR="00F3518E" w:rsidRPr="00297534">
        <w:rPr>
          <w:rStyle w:val="libHadeesChar"/>
          <w:rtl/>
        </w:rPr>
        <w:t xml:space="preserve"> الجنة، فعند ذلك يود الخلائق انهم كانوا فاطميين</w:t>
      </w:r>
      <w:r>
        <w:rPr>
          <w:rStyle w:val="libHadeesChar"/>
          <w:rFonts w:hint="cs"/>
          <w:rtl/>
        </w:rPr>
        <w:t xml:space="preserve"> </w:t>
      </w:r>
      <w:r w:rsidR="00F3518E" w:rsidRPr="00297534">
        <w:rPr>
          <w:rStyle w:val="libHadeesChar"/>
          <w:rtl/>
        </w:rPr>
        <w:t>فتسرين، و معك يا زهرا شيعتك و شيعة ولدك و شيعة اميرالمؤ منين آمن روعاتهم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</w:p>
    <w:p w:rsidR="00F3518E" w:rsidRPr="00F3518E" w:rsidRDefault="00297534" w:rsidP="0029753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پس آنگه جبرئيل عرض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كند: يا فاطمه هر چه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خواه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خويش طلب كن</w:t>
      </w:r>
      <w:r w:rsidR="00F3518E"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عرض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كند: خدايا، شيعيان مرا درياب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خطاب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رسد: همه شيعيان تو را آمرزيدم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عرضه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دارد: پروردگارا شيعه فرزندانم را نيز نجات بده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ندا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آيد: همه آنان را بخشيدم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يا فاطمه اينك در ميان اهل محشر برو و هر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به تو پناهنده شود، همراه تو به بهشت وارد خواهد شد.</w:t>
      </w:r>
    </w:p>
    <w:p w:rsidR="00F3518E" w:rsidRPr="00F3518E" w:rsidRDefault="00F3518E" w:rsidP="00297534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سپس به سخن چنين ادامه داد: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در آن هنگام همه مردم آرزو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كنند كه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كاش ما نيز فاطم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بوديم</w:t>
      </w:r>
      <w:r>
        <w:rPr>
          <w:rtl/>
          <w:lang w:bidi="fa-IR"/>
        </w:rPr>
        <w:t>.</w:t>
      </w:r>
    </w:p>
    <w:p w:rsidR="00F3518E" w:rsidRPr="00F3518E" w:rsidRDefault="00F3518E" w:rsidP="00297534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يا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در چنين روز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شيعيان تو، پيروان اولاد تو، و شيعيان اميرالمؤمنين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، در پ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تو، به سلامت وارد بهشت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شوند</w:t>
      </w:r>
      <w:r w:rsidR="00297534">
        <w:rPr>
          <w:rFonts w:hint="cs"/>
          <w:rtl/>
          <w:lang w:bidi="fa-IR"/>
        </w:rPr>
        <w:t>.»</w:t>
      </w:r>
    </w:p>
    <w:p w:rsidR="00F3518E" w:rsidRPr="00F3518E" w:rsidRDefault="00F3518E" w:rsidP="00297534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جناب </w:t>
      </w:r>
      <w:r w:rsidR="0029753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جابر</w:t>
      </w:r>
      <w:r w:rsidR="0029753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يك حديث مفصل از حضرت </w:t>
      </w:r>
      <w:r w:rsidR="0029753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باقر</w:t>
      </w:r>
      <w:r w:rsidR="0029753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سلام الله عليه نقل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 كه فرمود:</w:t>
      </w:r>
    </w:p>
    <w:p w:rsidR="00F3518E" w:rsidRPr="00F3518E" w:rsidRDefault="00297534" w:rsidP="00F3518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والله يا جبر انها ذاللك اليوم لتقط شيعتها و محبيها كما يلتقط الطير الحب الجبد من الحب الرد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فاذا سار شيعتها معها عند باب الجنة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يلق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الله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قلوبهم ان التفتوا فاذا التفتوا، فيقول الله تبارك و تعال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يا احبائ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ما التفاتكم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فقد شفت فيكم فاطمة بنت حبيب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فيقولون يا رب احبينا ان يعرف قدرنا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مثل هذا اليوم فيقول الله تبارك و تعال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يا احبائ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ارجعوا، و ارجعوا و انظروا من احبكم لحب فاطمة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انظروا من اطعمكم لحب فاطمة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انظروا من احسنكم لحب فاطمه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انظروا من سقاكم لحب فاطمه شرية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انظروا، من رد عنكم غيبه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حب فاطمه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خذوا بيده و ادخلوه الجنة</w:t>
      </w:r>
      <w:r>
        <w:rPr>
          <w:rtl/>
          <w:lang w:bidi="fa-IR"/>
        </w:rPr>
        <w:t>.</w:t>
      </w:r>
    </w:p>
    <w:p w:rsidR="00297534" w:rsidRDefault="00F3518E" w:rsidP="00297534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قال ابو جعفر: والله لا يبق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الناس الا شاك او كافر او منافق</w:t>
      </w:r>
      <w:r w:rsidR="00297534">
        <w:rPr>
          <w:rFonts w:hint="cs"/>
          <w:rtl/>
          <w:lang w:bidi="fa-IR"/>
        </w:rPr>
        <w:t>»</w:t>
      </w:r>
    </w:p>
    <w:p w:rsidR="00F3518E" w:rsidRPr="00F3518E" w:rsidRDefault="00297534" w:rsidP="0029753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به خدا قسم يا جابر، اين است همان روز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مادرم زهرا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شيعيان خود را از ميان اهل محشر جدا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كند چنان مرغ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دانه ها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خوب را از بد جدا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سازد و چون همراه فاطمه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شيعيانش به در بهشت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رسند، خدا در قلب آنان چنين القاء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فرمايد كه به پشت سر خويش نگاه كنيد، آنگاه به عقب سر خود نظر افكنند، از جانب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خطاب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شود: سبب چيست كه شما به پشت سرتان نگاه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كنيد؟ من كه شفاعت فاطمه دخترم حبيبم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را درباره شما پذيرفتم</w:t>
      </w:r>
      <w:r w:rsidR="00F3518E"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عرض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كنند: پروردگارا دوست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داريم قدر و منزلت ما شيعيان فاطمه در چنين روز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شناخته شود، پس از جانب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خطاب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شود: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دوستان من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برگرديد، برگرديد (به صحنه محشر)، نظر افكنيد، </w:t>
      </w:r>
      <w:r w:rsidRPr="00F3518E">
        <w:rPr>
          <w:rtl/>
          <w:lang w:bidi="fa-IR"/>
        </w:rPr>
        <w:lastRenderedPageBreak/>
        <w:t>(در ميان آن جماعت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هر كس را كه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دوست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شما را دوست داشته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هر كس را كه به خاطر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به شما دوستداران فاطمه اطعام كرده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نموده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با جرعه آب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سيرابتان كرده و يا از غيبت شما رو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گردان شده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دست او را بگيريد و به بهشت واردش كنيد سپس حضرت ابوجعفر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اضافه فرمود: به خدا سوگند از بركت محبت جده ام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بر جا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ماند، جز آنكس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نسبت به مقام والا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آل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ترديد داشته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يا كافر و يا منافق باشد.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در تفسير فرات ابن ابراهيم روايت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حضرت رسول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منقول است كه آن حضرت فرمود:</w:t>
      </w:r>
    </w:p>
    <w:p w:rsidR="00297534" w:rsidRDefault="00297534" w:rsidP="00297534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تدخل فاطمة ابنت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الجنة و ذريتها و شيعتها، و ذلك قوله تعال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(لا يحزنهم الفزع الاكبر) و هم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ما اشتهت انفسهم خالدون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>، ه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والله فاطمة و ذريتها و شيعتها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</w:p>
    <w:p w:rsidR="00F3518E" w:rsidRPr="00F3518E" w:rsidRDefault="00297534" w:rsidP="0029753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دخترم فاطمه با ذريه و شيعيانش وارد بهشت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شوند، و در اين مورد است كه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فرمايد: هرگز فزع اكبر (هول و هراس بزرگ روز قيامت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آنها را غمگين نم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سازد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آر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فاطمه و ذريه و شيعيان او در پناه رحمت خدا، از وحشت روز محشر در امن و امان هستند و از اينجا معلوم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 كه حضرت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دارا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شيعه مخصوص به خود و صاحب استقلال شخصيت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</w:t>
      </w:r>
    </w:p>
    <w:p w:rsidR="00F3518E" w:rsidRPr="00F3518E" w:rsidRDefault="00F3518E" w:rsidP="00297534">
      <w:pPr>
        <w:pStyle w:val="libNormal"/>
        <w:rPr>
          <w:lang w:bidi="fa-IR"/>
        </w:rPr>
      </w:pPr>
      <w:r w:rsidRPr="00F3518E">
        <w:rPr>
          <w:rtl/>
          <w:lang w:bidi="fa-IR"/>
        </w:rPr>
        <w:t>عاصم</w:t>
      </w:r>
      <w:r w:rsidR="004612E5">
        <w:rPr>
          <w:rtl/>
          <w:lang w:bidi="fa-IR"/>
        </w:rPr>
        <w:t>ی</w:t>
      </w:r>
      <w:r w:rsidR="00297534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كتاب </w:t>
      </w:r>
      <w:r w:rsidR="0029753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زين الفت</w:t>
      </w:r>
      <w:r w:rsidR="004612E5">
        <w:rPr>
          <w:rtl/>
          <w:lang w:bidi="fa-IR"/>
        </w:rPr>
        <w:t>ی</w:t>
      </w:r>
      <w:r w:rsidR="0029753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بخش </w:t>
      </w:r>
      <w:r w:rsidR="0029753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الشراط الساعة</w:t>
      </w:r>
      <w:r w:rsidR="0029753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چنين روايت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 كه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فرمود:</w:t>
      </w:r>
    </w:p>
    <w:p w:rsidR="00297534" w:rsidRDefault="00297534" w:rsidP="00297534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يا سلمان و الذ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بعثن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بالنبوة لاخدن يوم القيامة بحجزة جبرئيل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اخذ بحجزت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فاطمة اخذه بحجزة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والحسن اخذ بحجزة فاطمة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والحسين اخذ بحجزة الحسن و شيعتهم اخذه بحجزتهم يا سلمان اين تر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الله ذاهبا برسول الله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يا سلمان اين تر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رسول الله ذاهبا باخيه يا سلمان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اين تر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اخا رسول الله ذاهبا بزوجته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اين تر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فاطمة ذاهبة بولدها، اين تر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ولد رسول الله ذاهبين بشيعتهم</w:t>
      </w:r>
      <w:r w:rsidR="00F3518E">
        <w:rPr>
          <w:rtl/>
          <w:lang w:bidi="fa-IR"/>
        </w:rPr>
        <w:t>؟</w:t>
      </w:r>
      <w:r w:rsidR="00F3518E" w:rsidRPr="00F3518E">
        <w:rPr>
          <w:rtl/>
          <w:lang w:bidi="fa-IR"/>
        </w:rPr>
        <w:t xml:space="preserve"> 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الجنة ورب الكعبه يا سلمان 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الجنة و رب الكعبة يا سلمان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الجنة و رب الكعبه يا سلمان عهد عهد به جبرئيل من عند رب العالمين</w:t>
      </w:r>
      <w:r>
        <w:rPr>
          <w:rFonts w:hint="cs"/>
          <w:rtl/>
          <w:lang w:bidi="fa-IR"/>
        </w:rPr>
        <w:t>»</w:t>
      </w:r>
    </w:p>
    <w:p w:rsidR="00297534" w:rsidRDefault="00297534" w:rsidP="00297534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صفوان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قسم به وجود مقدس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مرا به پيامبر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مبعوث فرموده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در روز قيامت من دامان جبرئيل (نماينده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عزوجل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را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گيرم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دامان مرا، و فاطمه دامان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را، و حسن دامان فاطمه را، و </w:t>
      </w:r>
      <w:r w:rsidR="00F3518E" w:rsidRPr="00F3518E">
        <w:rPr>
          <w:rtl/>
          <w:lang w:bidi="fa-IR"/>
        </w:rPr>
        <w:lastRenderedPageBreak/>
        <w:t>حسين دامان حسن را، و شيعيانشان دست به دامان آنها هستند، يا سلمان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آيا گمان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پيامبرش را (پناهنده خود را) كجا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برد؟</w:t>
      </w:r>
    </w:p>
    <w:p w:rsidR="00F3518E" w:rsidRPr="00F3518E" w:rsidRDefault="00F3518E" w:rsidP="00297534">
      <w:pPr>
        <w:pStyle w:val="libNormal"/>
        <w:rPr>
          <w:lang w:bidi="fa-IR"/>
        </w:rPr>
      </w:pPr>
      <w:r w:rsidRPr="00F3518E">
        <w:rPr>
          <w:rtl/>
          <w:lang w:bidi="fa-IR"/>
        </w:rPr>
        <w:t>و پيامبر برادرش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را، و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همسرش زهرا را، و فاطمه دو فرزندش را، و آنها شيعيانشان را كجا خواهند برد؟ سپس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سه بار تكرار فرمودند: قسم به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كعبه به سو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بهشت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برند، و اين پيمان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جبرئيل از جانب پروردگار جهانيان وعده داده است</w:t>
      </w:r>
      <w:r>
        <w:rPr>
          <w:rtl/>
          <w:lang w:bidi="fa-IR"/>
        </w:rPr>
        <w:t>.</w:t>
      </w:r>
    </w:p>
    <w:p w:rsidR="00F3518E" w:rsidRPr="00F3518E" w:rsidRDefault="00F3518E" w:rsidP="00297534">
      <w:pPr>
        <w:pStyle w:val="libNormal"/>
        <w:rPr>
          <w:lang w:bidi="fa-IR"/>
        </w:rPr>
      </w:pPr>
      <w:r w:rsidRPr="00F3518E">
        <w:rPr>
          <w:rtl/>
          <w:lang w:bidi="fa-IR"/>
        </w:rPr>
        <w:t>اعتراف و ايقان بر ولايت حضرت صديقه سلام الله عليها، و اظهار تشيع و دوست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نسبت به او، در زيارت مخصوص آن حضرت نيز با اين جملات بيان شده است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</w:t>
      </w:r>
      <w:r w:rsidR="0029753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خدايا، شاهد باش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من از شيعيان زهرا، و از دوستان اويم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معتقد به ولايت آن حضرت هستم</w:t>
      </w:r>
      <w:r w:rsidR="00297534">
        <w:rPr>
          <w:rFonts w:hint="cs"/>
          <w:rtl/>
          <w:lang w:bidi="fa-IR"/>
        </w:rPr>
        <w:t>».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با توجه به اينكه حضرت فاطمه سلام الله عليها در والاترين مناقب و برترين مقامات با پدر و همسر و فرزندانش مشترك است و با در نظر گرفتن مطالب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نسبت به مراتب 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 حضرت در روز قيامت بيان شد، و بشارتهائ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درباره شيعيانش از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نقل شده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هرگز معقول نيست كه صاحب اين مقامات عاليه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ولية الله نباشد.</w:t>
      </w:r>
    </w:p>
    <w:p w:rsidR="00F3518E" w:rsidRPr="00F3518E" w:rsidRDefault="00F3518E" w:rsidP="00297534">
      <w:pPr>
        <w:pStyle w:val="libNormal"/>
        <w:rPr>
          <w:lang w:bidi="fa-IR"/>
        </w:rPr>
      </w:pPr>
      <w:r w:rsidRPr="00F3518E">
        <w:rPr>
          <w:rtl/>
          <w:lang w:bidi="fa-IR"/>
        </w:rPr>
        <w:t>مطالب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كه بيان شد، از اخبار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در علت نامگذار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حضرت صديقه سلام الله عليها به اسام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29753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فاطمه</w:t>
      </w:r>
      <w:r w:rsidR="0029753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</w:t>
      </w:r>
      <w:r w:rsidR="0029753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بتول</w:t>
      </w:r>
      <w:r w:rsidR="0029753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وارد شده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توان استفاده كرد.</w:t>
      </w:r>
    </w:p>
    <w:p w:rsidR="00F3518E" w:rsidRPr="00F3518E" w:rsidRDefault="00297534" w:rsidP="0029753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قال رسول الله </w:t>
      </w:r>
      <w:r w:rsidRPr="004612E5">
        <w:rPr>
          <w:rStyle w:val="libAlaemChar"/>
          <w:rtl/>
        </w:rPr>
        <w:t>صل</w:t>
      </w:r>
      <w:r>
        <w:rPr>
          <w:rStyle w:val="libAlaemChar"/>
          <w:rtl/>
        </w:rPr>
        <w:t>ی</w:t>
      </w:r>
      <w:r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لفاطمة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يا فاطمه تدرين لم سميت فاطمة</w:t>
      </w:r>
      <w:r w:rsidR="00F3518E">
        <w:rPr>
          <w:rtl/>
          <w:lang w:bidi="fa-IR"/>
        </w:rPr>
        <w:t>؟</w:t>
      </w:r>
    </w:p>
    <w:p w:rsidR="00297534" w:rsidRDefault="00F3518E" w:rsidP="00297534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قال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525C15" w:rsidRPr="00525C15">
        <w:rPr>
          <w:rStyle w:val="libAlaemChar"/>
          <w:rtl/>
        </w:rPr>
        <w:t>عليه‌السلام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يا رسول الله لم سميت فاطمة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قال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ان الله عزوجل قد فطمها و ذريتها عن النار يوم القيامة</w:t>
      </w:r>
      <w:r w:rsidR="00297534">
        <w:rPr>
          <w:rFonts w:hint="cs"/>
          <w:rtl/>
          <w:lang w:bidi="fa-IR"/>
        </w:rPr>
        <w:t>»</w:t>
      </w:r>
    </w:p>
    <w:p w:rsidR="00F3518E" w:rsidRPr="00F3518E" w:rsidRDefault="00297534" w:rsidP="0029753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به فاطمه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فرمود: آيا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چرا اسم ترا فاطمه نهاده اند؟</w:t>
      </w:r>
    </w:p>
    <w:p w:rsidR="00F3518E" w:rsidRPr="00F3518E" w:rsidRDefault="00F3518E" w:rsidP="00297534">
      <w:pPr>
        <w:pStyle w:val="libNormal"/>
        <w:rPr>
          <w:lang w:bidi="fa-IR"/>
        </w:rPr>
      </w:pPr>
      <w:r w:rsidRPr="00F3518E">
        <w:rPr>
          <w:rtl/>
          <w:lang w:bidi="fa-IR"/>
        </w:rPr>
        <w:t>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525C15" w:rsidRPr="00525C1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عرض كرد: يا رسول الله خودتان بفرمائيد سبب اين تسميه چيست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پيامبر اكرم</w:t>
      </w:r>
      <w:r w:rsidR="004612E5" w:rsidRPr="00297534">
        <w:rPr>
          <w:rtl/>
        </w:rPr>
        <w:t xml:space="preserve"> </w:t>
      </w:r>
      <w:r w:rsidR="00297534" w:rsidRPr="004612E5">
        <w:rPr>
          <w:rStyle w:val="libAlaemChar"/>
          <w:rtl/>
        </w:rPr>
        <w:t>صل</w:t>
      </w:r>
      <w:r w:rsidR="00297534">
        <w:rPr>
          <w:rStyle w:val="libAlaemChar"/>
          <w:rtl/>
        </w:rPr>
        <w:t>ی</w:t>
      </w:r>
      <w:r w:rsidR="00297534" w:rsidRPr="004612E5">
        <w:rPr>
          <w:rStyle w:val="libAlaemChar"/>
          <w:rtl/>
        </w:rPr>
        <w:t>‌الله‌عليه‌وآله‌وسلم</w:t>
      </w:r>
      <w:r w:rsidR="00297534" w:rsidRPr="00F3518E">
        <w:rPr>
          <w:rtl/>
          <w:lang w:bidi="fa-IR"/>
        </w:rPr>
        <w:t xml:space="preserve"> </w:t>
      </w:r>
      <w:r w:rsidRPr="00F3518E">
        <w:rPr>
          <w:rtl/>
          <w:lang w:bidi="fa-IR"/>
        </w:rPr>
        <w:t>فرمود: سبب اين است كه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فاطمه و شيعيان او را از آتش روز قيامت منقطع و دور نگهداشته است</w:t>
      </w:r>
      <w:r>
        <w:rPr>
          <w:rtl/>
          <w:lang w:bidi="fa-IR"/>
        </w:rPr>
        <w:t>.</w:t>
      </w:r>
      <w:r w:rsidR="00297534">
        <w:rPr>
          <w:rFonts w:hint="cs"/>
          <w:rtl/>
          <w:lang w:bidi="fa-IR"/>
        </w:rPr>
        <w:t>»</w:t>
      </w:r>
    </w:p>
    <w:p w:rsidR="00F3518E" w:rsidRPr="00F3518E" w:rsidRDefault="00297534" w:rsidP="0029753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فاطمه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اسم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است كه از اسماء حق تبارك و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مشتق گرديده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بر عرش و جنت چنين نوشته شده است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</w:t>
      </w:r>
      <w:r w:rsidR="00F3518E" w:rsidRPr="00297534">
        <w:rPr>
          <w:rStyle w:val="libHadeesChar"/>
          <w:rtl/>
        </w:rPr>
        <w:t>انا الفاطر و هذه فاطمه</w:t>
      </w:r>
    </w:p>
    <w:p w:rsidR="00F3518E" w:rsidRPr="00F3518E" w:rsidRDefault="00F3518E" w:rsidP="00297534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روايت مذكور را محب الدين طبر</w:t>
      </w:r>
      <w:r w:rsidR="004612E5">
        <w:rPr>
          <w:rtl/>
          <w:lang w:bidi="fa-IR"/>
        </w:rPr>
        <w:t>ی</w:t>
      </w:r>
      <w:r w:rsidR="00297534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29753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ذخائر العقب</w:t>
      </w:r>
      <w:r w:rsidR="004612E5">
        <w:rPr>
          <w:rtl/>
          <w:lang w:bidi="fa-IR"/>
        </w:rPr>
        <w:t>ی</w:t>
      </w:r>
      <w:r w:rsidR="0029753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از </w:t>
      </w:r>
      <w:r w:rsidR="0029753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ابن عسا كر</w:t>
      </w:r>
      <w:r w:rsidR="0029753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نقل كرده است و اضافه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 كه اين حديث را امام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بن موس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الرضا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نيز در </w:t>
      </w:r>
      <w:r w:rsidR="0029753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مسند</w:t>
      </w:r>
      <w:r w:rsidR="0029753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خود ذكر كرده است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حضرت رضا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در كتاب مسندش چنين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297534" w:rsidRDefault="00297534" w:rsidP="00297534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ان رسول الله قال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ان الله عزوجل فطم ابنتت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فاطمه و ولدهاومن احبهم من النار فلذلك سميت فاطمه</w:t>
      </w:r>
      <w:r>
        <w:rPr>
          <w:rFonts w:hint="cs"/>
          <w:rtl/>
          <w:lang w:bidi="fa-IR"/>
        </w:rPr>
        <w:t>»</w:t>
      </w:r>
    </w:p>
    <w:p w:rsidR="00F3518E" w:rsidRPr="00F3518E" w:rsidRDefault="00297534" w:rsidP="0029753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فرمود: بدرستيكه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تبارك و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دخترم فاطمه و فرزندانش را دو هر كس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را كه آنان را دوست بدارد از آتش منقطع و دور گردانيده است واز اين جهت است كه او را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فاطمه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ناميده اند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297534">
      <w:pPr>
        <w:pStyle w:val="libNormal"/>
        <w:rPr>
          <w:lang w:bidi="fa-IR"/>
        </w:rPr>
      </w:pPr>
      <w:r w:rsidRPr="00F3518E">
        <w:rPr>
          <w:rtl/>
          <w:lang w:bidi="fa-IR"/>
        </w:rPr>
        <w:t>علاوه بر دانشمندان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نامشان برده شد، جمع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ديگر از علماء نيز اين روايت را در كتابها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خود آورده اند، از جمله </w:t>
      </w:r>
      <w:r w:rsidR="0029753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عبيد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مالك</w:t>
      </w:r>
      <w:r w:rsidR="004612E5">
        <w:rPr>
          <w:rtl/>
          <w:lang w:bidi="fa-IR"/>
        </w:rPr>
        <w:t>ی</w:t>
      </w:r>
      <w:r w:rsidR="0029753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</w:t>
      </w:r>
      <w:r w:rsidR="0029753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عمدة التحقيق</w:t>
      </w:r>
      <w:r w:rsidR="0029753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اين مطلب را ذكر كرده است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</w:t>
      </w:r>
      <w:r w:rsidR="0029753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عسقلان</w:t>
      </w:r>
      <w:r w:rsidR="004612E5">
        <w:rPr>
          <w:rtl/>
          <w:lang w:bidi="fa-IR"/>
        </w:rPr>
        <w:t>ی</w:t>
      </w:r>
      <w:r w:rsidR="0029753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كه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دانشمندان بزرگ عامه است در </w:t>
      </w:r>
      <w:r w:rsidR="0029753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مواهب اللدنيه</w:t>
      </w:r>
      <w:r w:rsidR="0029753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بعد از نقل حديث مذكور اضافه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نمايد:</w:t>
      </w:r>
    </w:p>
    <w:p w:rsidR="00F3518E" w:rsidRPr="00F3518E" w:rsidRDefault="00297534" w:rsidP="0029753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نسائ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كه از ائمه صحاح ششگانه است از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چنين روايت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كند:</w:t>
      </w:r>
    </w:p>
    <w:p w:rsidR="00297534" w:rsidRDefault="00297534" w:rsidP="00297534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297534">
        <w:rPr>
          <w:rStyle w:val="libHadeesChar"/>
          <w:rtl/>
        </w:rPr>
        <w:t>ان الله تبارك و تعال</w:t>
      </w:r>
      <w:r w:rsidR="004612E5" w:rsidRPr="00297534">
        <w:rPr>
          <w:rStyle w:val="libHadeesChar"/>
          <w:rtl/>
        </w:rPr>
        <w:t>ی</w:t>
      </w:r>
      <w:r w:rsidR="00F3518E" w:rsidRPr="00297534">
        <w:rPr>
          <w:rStyle w:val="libHadeesChar"/>
          <w:rtl/>
        </w:rPr>
        <w:t xml:space="preserve"> فطم فاطمة و محبيها عن النار، و سميت بتولا لا نقطاعها عن نساء زمانها فضلا و دينا و حسبا، و قيل لا نقطاعها عن الدنيا ال</w:t>
      </w:r>
      <w:r w:rsidR="004612E5" w:rsidRPr="00297534">
        <w:rPr>
          <w:rStyle w:val="libHadeesChar"/>
          <w:rtl/>
        </w:rPr>
        <w:t>ی</w:t>
      </w:r>
      <w:r w:rsidR="00F3518E" w:rsidRPr="00297534">
        <w:rPr>
          <w:rStyle w:val="libHadeesChar"/>
          <w:rtl/>
        </w:rPr>
        <w:t xml:space="preserve"> الله تبارك و تعال</w:t>
      </w:r>
      <w:r w:rsidR="004612E5" w:rsidRPr="00297534">
        <w:rPr>
          <w:rStyle w:val="libHadeesChar"/>
          <w:rtl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</w:p>
    <w:p w:rsidR="00F3518E" w:rsidRPr="00F3518E" w:rsidRDefault="00297534" w:rsidP="0029753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بدرستيكه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تبارك و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فاطمه و دوستانش را از آتش منقطع و دور گردانيده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او را بتول ناميده اند، زيرا از نظر ايمان به دين خود و فضيلت و اصالت از تمام زنها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عصر خويش جدا و ممتاز بوده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دل از دنيا گسسته و به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خويش پيوسته است</w:t>
      </w:r>
      <w:r>
        <w:rPr>
          <w:rFonts w:hint="cs"/>
          <w:rtl/>
          <w:lang w:bidi="fa-IR"/>
        </w:rPr>
        <w:t>.»</w:t>
      </w:r>
    </w:p>
    <w:p w:rsidR="00F3518E" w:rsidRPr="00F3518E" w:rsidRDefault="00F3518E" w:rsidP="00297534">
      <w:pPr>
        <w:pStyle w:val="libNormal"/>
        <w:rPr>
          <w:lang w:bidi="fa-IR"/>
        </w:rPr>
      </w:pPr>
      <w:r w:rsidRPr="00F3518E">
        <w:rPr>
          <w:rtl/>
          <w:lang w:bidi="fa-IR"/>
        </w:rPr>
        <w:t>هر يك از نامها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حضرت فاطمه سلام الله عليها رمز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سر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دارد كه در اخبار وارد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چرا فاطمه اش ناميده اند؟ چرا او را بتول گفته اند؟ و چرا اسمش را عذرا نهاده اند؟ چنان كه گفته شد </w:t>
      </w:r>
      <w:r w:rsidR="0029753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فاطمه</w:t>
      </w:r>
      <w:r w:rsidR="0029753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</w:t>
      </w:r>
      <w:r w:rsidR="00297534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بتول</w:t>
      </w:r>
      <w:r w:rsidR="00297534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حقيقت هر دو يك معن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دارند كه به فرمايش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حاك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اين است كه حضرت فاطمه و فرزندانش و شيعيان او در روز قيامت از آتش منقطع و دورند.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خدا ما را نيز از شيعيان فاطمه سلام الله عليها قرار بدهد، انشاءالله</w:t>
      </w:r>
      <w:r>
        <w:rPr>
          <w:rtl/>
          <w:lang w:bidi="fa-IR"/>
        </w:rPr>
        <w:t>.</w:t>
      </w:r>
    </w:p>
    <w:p w:rsidR="00297534" w:rsidRDefault="00297534" w:rsidP="00F3518E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297534">
      <w:pPr>
        <w:pStyle w:val="Heading2"/>
        <w:rPr>
          <w:rFonts w:hint="cs"/>
          <w:rtl/>
          <w:lang w:bidi="fa-IR"/>
        </w:rPr>
      </w:pPr>
      <w:bookmarkStart w:id="24" w:name="_Toc477607248"/>
      <w:r w:rsidRPr="00F3518E">
        <w:rPr>
          <w:rtl/>
          <w:lang w:bidi="fa-IR"/>
        </w:rPr>
        <w:t>موضوع يازدهم</w:t>
      </w:r>
      <w:bookmarkEnd w:id="24"/>
    </w:p>
    <w:p w:rsidR="00F3518E" w:rsidRPr="00F3518E" w:rsidRDefault="00F3518E" w:rsidP="00297534">
      <w:pPr>
        <w:pStyle w:val="libNormal"/>
        <w:rPr>
          <w:lang w:bidi="fa-IR"/>
        </w:rPr>
      </w:pPr>
      <w:r w:rsidRPr="00F3518E">
        <w:rPr>
          <w:rtl/>
          <w:lang w:bidi="fa-IR"/>
        </w:rPr>
        <w:t>اشتراك خاتون محشر فاطمه اطهر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با رسول اكرم</w:t>
      </w:r>
      <w:r w:rsidR="004612E5" w:rsidRPr="00297534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اميرالمؤمنين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ساير ائمه معصومين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در مبدا خلقت بودن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خو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سرشت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در شئون ديگر آفرينش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مزيت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محمد و آل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 كيفيت خلقت نسبت به عموم بشر دارند مقام ولايت آنان را ثابت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كند، زيرا بدون داشتن آن مقام شامخ دارا بودن اين امتياز مخصوص ‍ در آفرينش امكان ندارد، و از اين مطلب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افضليت آنان بر جميع مخلوقات استفاده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شود.</w:t>
      </w:r>
    </w:p>
    <w:p w:rsidR="004172A0" w:rsidRDefault="00F3518E" w:rsidP="004172A0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 xml:space="preserve">رسول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ائمه اطهار صلوات الله عليهم اين موضوع را مبنا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مبنا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استدلال برتر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خودشان بر تمام انبيا و فرشتگان قرار داده اند، و با در نظر گرفتن اينكه حضرت صديقه سلام الله عليها در اين فضيلت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رديف و هم شان پيامبر اكرم</w:t>
      </w:r>
      <w:r w:rsidRPr="004172A0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باشد، و با بررس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اخبار وارده در اين موضوع كاملا واضح و ثابت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 كه حضرت فاطمه سلام عليها همانند معصومين ديگر از جميع انبيا و ملائك افضل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اگر نسبت به اين مطلب در اخبار تصريح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نداشته باشيم (كه تصريح داريم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>) كيفيت آفرينش ‍ ممتاز و شئون خلقت آن حضرت حاك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مقام ولايت و برتر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رتبه آن وجود مقدس بر كافه مخلوقات خداوند تبارك و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(از انس و جان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 و در اين باره ما به بررس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چند روايت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پردازيم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روايت اول حديث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از </w:t>
      </w:r>
      <w:r w:rsidR="004172A0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مفصل بن عمر</w:t>
      </w:r>
      <w:r w:rsidR="004172A0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كه او از حضرت صادق سلام الله عليه سؤال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 كه ولادت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چگونه بوده است</w:t>
      </w:r>
      <w:r>
        <w:rPr>
          <w:rtl/>
          <w:lang w:bidi="fa-IR"/>
        </w:rPr>
        <w:t>؟</w:t>
      </w:r>
    </w:p>
    <w:p w:rsidR="00F3518E" w:rsidRPr="00F3518E" w:rsidRDefault="00F3518E" w:rsidP="004172A0">
      <w:pPr>
        <w:pStyle w:val="libNormal"/>
        <w:rPr>
          <w:lang w:bidi="fa-IR"/>
        </w:rPr>
      </w:pPr>
      <w:r w:rsidRPr="00F3518E">
        <w:rPr>
          <w:rtl/>
          <w:lang w:bidi="fa-IR"/>
        </w:rPr>
        <w:t>آن حضرت در ابتدا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كلام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  <w:r w:rsidR="004172A0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نعم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>..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گفتن كلمه نعم (بل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در شروع سخن نشانگر عظمت موض</w:t>
      </w:r>
      <w:r w:rsidR="0090111C">
        <w:rPr>
          <w:rtl/>
          <w:lang w:bidi="fa-IR"/>
        </w:rPr>
        <w:t>وع و مويد اين است كه طرح اين سؤ</w:t>
      </w:r>
      <w:r w:rsidRPr="00F3518E">
        <w:rPr>
          <w:rtl/>
          <w:lang w:bidi="fa-IR"/>
        </w:rPr>
        <w:t>ال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بسيار ارزنده و قابل بحث و گفتگو است و اين مطلب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گفتن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داستان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شنيدن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نعم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چه ولادت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چه مولود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>.. چه داستان عجيب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>..</w:t>
      </w:r>
    </w:p>
    <w:p w:rsidR="0090111C" w:rsidRDefault="0090111C" w:rsidP="00F3518E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نعم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ان خديجه لما تروج بها رسول الله </w:t>
      </w:r>
      <w:r w:rsidR="00525C15" w:rsidRPr="00525C15">
        <w:rPr>
          <w:rStyle w:val="libAlaemChar"/>
          <w:rtl/>
        </w:rPr>
        <w:t>صلى‌الله‌عليه‌وآله‌وسلم</w:t>
      </w:r>
      <w:r w:rsidR="00F3518E" w:rsidRPr="00F3518E">
        <w:rPr>
          <w:rtl/>
          <w:lang w:bidi="fa-IR"/>
        </w:rPr>
        <w:t xml:space="preserve"> هجرتهانسوة مكه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فكن لا يدخلن عليها ولا يسلمن عليها ولا يتركن امراة تدخل عليها، فاستوحشت خديجة لذالك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كان جزعها و غمها حذرا عليه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فلما حملت بفاطمة </w:t>
      </w:r>
      <w:r w:rsidR="00F3518E" w:rsidRPr="00F3518E">
        <w:rPr>
          <w:rtl/>
          <w:lang w:bidi="fa-IR"/>
        </w:rPr>
        <w:lastRenderedPageBreak/>
        <w:t>كانت فاطمة تحدثها من بطنها و تصبرها، و كانت تكتم ذلك من رسول الله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فدخل رسول الله يوما فسمع خديجه تحدث فاطمة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فقال لها يا خديجه من تحدثين</w:t>
      </w:r>
      <w:r w:rsidR="00F3518E">
        <w:rPr>
          <w:rtl/>
          <w:lang w:bidi="fa-IR"/>
        </w:rPr>
        <w:t>؟</w:t>
      </w:r>
    </w:p>
    <w:p w:rsidR="0090111C" w:rsidRDefault="00F3518E" w:rsidP="0090111C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قالت الجنين الذ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بطن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يحدثن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يونسن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قال يا خديجه هذا جبرئيل يخبرن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انها انث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انها النسله الطاهرة الميمونه و ان الله تبارك و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سيجعل نسل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منها و سيجعل من نسلها ائمة و يجعلهم خلفاء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ارضه بعد انقضاء وحيه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فلم تزل خديجه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ذلك 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ان حضرت ولادنها فوجهت 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نساء قريش و بن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هاشم ان تعالين لتلين من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ما تل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النساء من النساء فارسلن اليها انت عصيتينا و لم تقبل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قولنا، تزوجت محمدا يتيم آل ابيطالب فقيرا لا مال له فلسنا نج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ولا نل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 امرك شيئا فاعتمت خديجه لذلك فبينا 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كذلك اذ دخل عليها اربع نسوة سمر طوال كانهن من نساء بن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هاشم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ففزعت منهن لما راتهن فقالت احداهن لا محزن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يا خديجه فانا رسل ربك اليك و نحن اخواتك انا ساره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هذه اسية بنت مزاحم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رفيقتك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الجنة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هذه مريم بنت عمران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هذه كلثوم اخت موس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بن عمران بعثنا الله اليك لنل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منك ما تل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النساء من النساء فجلست واحدة عن يمينها و اخر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عن يسارها، والثالثه بين يديها، و الرابعه من خلفها، فوضعت فاطمة طاهرة مطهرة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فلما سقطت 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الارض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اشرق منها النور حت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دخل بيوتات مكة و لم يبق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شرق الارض ولا غربها موضع الااشرق فيه ذلك النور، و دخل عشر من الحور العين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كل واحدة معها طست من الجنة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ابريق من الجنة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الابريق ماء من الكوثر فتنا ولتها المراة الت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كانت بين يديها فغسلها بماء الكوثر و اخرجت خرقتين بيضاوين اشد بياضا من اللبن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اطيب ريحا من المسك و العنبر، فلسفتها بواحدة و قنعتها بالثانيه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ثم استنطقتها، فنطقت فاطمة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بالشهادتين و قالت اشهدان لا اله الاالله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ان اب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رسول الله سيد الانبياء،</w:t>
      </w:r>
      <w:r w:rsidR="0090111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و ان بعل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سيد الاوصياء و ولد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سادة الاسباط، صم سلمت عليهن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سمت كل واحدة منهن باسمها، و اقبلن يضحكن اليها و تباشرت الحورالعين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بشر اهل السماء بعضهم بعضا بولادة فاطمه و حدث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السماء نور زاهر لم تره الملائكه قبل ذلك و قالت النسوة خذيها، طاهرة مطهرة زكية ميمونه بورك فيها و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نسلها، فتناولتها فرحة مستبشرة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القمتها ثديها</w:t>
      </w:r>
      <w:r w:rsidR="0090111C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فدر عليها</w:t>
      </w:r>
      <w:r w:rsidR="0090111C">
        <w:rPr>
          <w:rFonts w:hint="cs"/>
          <w:rtl/>
          <w:lang w:bidi="fa-IR"/>
        </w:rPr>
        <w:t>.»</w:t>
      </w:r>
    </w:p>
    <w:p w:rsidR="00F3518E" w:rsidRPr="00F3518E" w:rsidRDefault="0090111C" w:rsidP="0090111C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بعد از آنكه خديجه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با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ازدواج كرد، زنها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مكه از او دور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جسته و ديگر به خانه او نم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آمدند و در هنگام ملاقات با خديجه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از سلام كردن به او خوددار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كردند و از ورود زنان به خانه </w:t>
      </w:r>
      <w:r w:rsidR="00F3518E" w:rsidRPr="00F3518E">
        <w:rPr>
          <w:rtl/>
          <w:lang w:bidi="fa-IR"/>
        </w:rPr>
        <w:lastRenderedPageBreak/>
        <w:t>او جلوگير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نمودند به اين جهت قلب خديجه را غم و وحشت فراگرفت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البته نه از ترس جان خودش بلكه برا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خطر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جان پيامبراكرم تهديد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كرد.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هنگاميكه خديجه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به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باردار شد، حضرت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در بطن او غفلتا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وارد خانه شد، و سخن گفتن فاطمه را با خديجه بشنيد، از خديجه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سؤ ال فرمود، با چه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سخن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گفت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عرض كرد: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اين كودك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در بطن من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 صحبت من و مونس تنهائ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 است</w:t>
      </w:r>
      <w:r>
        <w:rPr>
          <w:rtl/>
          <w:lang w:bidi="fa-IR"/>
        </w:rPr>
        <w:t>.</w:t>
      </w:r>
    </w:p>
    <w:p w:rsidR="00F3518E" w:rsidRPr="00F3518E" w:rsidRDefault="00F3518E" w:rsidP="0090111C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فرمود: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خديجه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اينك جبرئيل به من خبر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دهد كه اين كودك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دختر است بدرستيكه اوست اصل و ريشه نسب مبارك و پاكيزه من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تبارك و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سلسله اولاد مرا از او قرار داده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از نسل اوست ائمه طاهرين و خلفا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زمين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بعد از انقضاء دوران وح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</w:t>
      </w:r>
      <w:r>
        <w:rPr>
          <w:rtl/>
          <w:lang w:bidi="fa-IR"/>
        </w:rPr>
        <w:t>.</w:t>
      </w:r>
    </w:p>
    <w:p w:rsidR="0090111C" w:rsidRDefault="00F3518E" w:rsidP="00F3518E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 xml:space="preserve">حضرت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تا هنگام ولادتش با خديجه سخن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گفت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مونس و هم صحبت مادر بود وقت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ميلادش نزديك شد، خديجه (همانگونه كه بين ساير زنان مرسوم است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به زنان قريش و بن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هاشم پيغام داد كه زمان وضع حمل من نزديك است به نزد من آئيد، و مرا در ولادت نوزادم يار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مساعدت نمائيد.</w:t>
      </w:r>
    </w:p>
    <w:p w:rsidR="00F3518E" w:rsidRPr="00F3518E" w:rsidRDefault="00F3518E" w:rsidP="0090111C">
      <w:pPr>
        <w:pStyle w:val="libNormal"/>
        <w:rPr>
          <w:lang w:bidi="fa-IR"/>
        </w:rPr>
      </w:pPr>
      <w:r w:rsidRPr="00F3518E">
        <w:rPr>
          <w:rtl/>
          <w:lang w:bidi="fa-IR"/>
        </w:rPr>
        <w:t>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آنان چنين پاسخ دادند: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خديجه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چون تو در امر ازدواجت گفتار ما را قبول نكرد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از سخنان ما سرپيچ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نمود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محمد، يتيم آل ابيطالب را كه فقير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تهيدست است به همسر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برگزيد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ما نيز به نزد تو هرگز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آئيم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در هنگام زادن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يارو پرستارت نخواهيم بود حضرت خديجه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از جواب رد آنان سخت غمگين و آزرده خاطر شد در آن بين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ناگهان چهار زن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همانند زنان بن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هاشم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به خانه جناب خديجه وارد شدند، در حال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خديجه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از ديدار آنان هراسان شده بود،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آن چهار زن به او گفت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خديجه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غم مخور، پروردگار تو ما را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يار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 فرستاده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ما خواهران و ياوران تو هستيم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</w:t>
      </w:r>
      <w:r w:rsidR="0090111C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ساوه</w:t>
      </w:r>
      <w:r w:rsidR="0090111C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هستم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اين </w:t>
      </w:r>
      <w:r w:rsidR="0090111C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آسيه</w:t>
      </w:r>
      <w:r w:rsidR="0090111C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دختر </w:t>
      </w:r>
      <w:r w:rsidR="0090111C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مزاحم</w:t>
      </w:r>
      <w:r w:rsidR="0090111C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رفيق بهشت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</w:t>
      </w:r>
      <w:r w:rsidR="0090111C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مريم</w:t>
      </w:r>
      <w:r w:rsidR="0090111C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دختر عمران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</w:t>
      </w:r>
      <w:r w:rsidR="0090111C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كلثوم</w:t>
      </w:r>
      <w:r w:rsidR="0090111C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خواهر </w:t>
      </w:r>
      <w:r w:rsidR="0090111C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موس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بن عمران</w:t>
      </w:r>
      <w:r w:rsidR="0090111C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خدا ما را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كمك تو فرستاده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تا (در اين حالت كه هر زن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معمولا به كمك زنان ديگر نيازمند است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يارو پرستار تو باشيم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 xml:space="preserve">يك نفر از آن چهار زن در سمت راست خديجه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، دوم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طرف چپ او، سوم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پيش رويش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چهارم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پشت سر او (به ترتيب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تولد نوزاد مرسوم است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نشستند.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پاك و پاكيزه تولد يافت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چون آن مولود مقدس بر زمين فرود آمد، نور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طلعت او ساطع شد كه پرتو آن در تمام خانه 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مكه وارد گرديد، و در شرق و غرب زمين محل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نماند كه از آن نور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بهره باشد در آن هنگام ده نفر حورالعين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در دست هر يك آفتابه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بهشت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پر از آب كوثر و يك طشت بهشت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بود، وارد شدند و به خدمت آن بانوئ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در پيش رو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حضرت خديجه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نشسته بود، تقديم كردند، و آن بانو، حضرت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(نه با آبها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دنيا) بلكه با آب كوثر شست و شو نمود، و سپس در ميان پارچه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از شير سپيدتر، و از مشك و عنبر خوشبوتر بود، پيچيد و از همان پارچه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مقنعه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سر مبارك او ترتيب داد، و قبل از اينكه او سخن بگويد،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چنين به سخن آغاز فرمود:</w:t>
      </w:r>
    </w:p>
    <w:p w:rsidR="00F3518E" w:rsidRPr="00F3518E" w:rsidRDefault="00F3518E" w:rsidP="005E35AE">
      <w:pPr>
        <w:pStyle w:val="libNormal"/>
        <w:rPr>
          <w:lang w:bidi="fa-IR"/>
        </w:rPr>
      </w:pPr>
      <w:r w:rsidRPr="00F3518E">
        <w:rPr>
          <w:rtl/>
          <w:lang w:bidi="fa-IR"/>
        </w:rPr>
        <w:t>شهادت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دهم كه خدائ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جز </w:t>
      </w:r>
      <w:r w:rsidR="005E35AE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الله</w:t>
      </w:r>
      <w:r w:rsidR="005E35AE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اينكه پدرم پيام آور از جانب خدا و سيد و سالار پيمبران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اينكه همسرم سيدالاوصياء و فرزندانم سيد و سالار نوادگان رسول خدا هستند.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اين كلمات نخستين سخن حضرت صديقه سلام الله عليها، بعد از تولد اوست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سپس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به هر يك از آن چهار زن با ذكر نامش سلام فرمود، و آنان شاد و خندان به سلام او پاسخ گفتند.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حوران بهشت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در آنجا حضور داشتند ولادت حضرت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به يكديگر مباركباد گفتند، و دامنه اين شور و سرور به آسمانها كشيده شد، و اهال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آسمان هر يك در بشارت و تهنيت بر ديگران پيش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گرفت آن نور بسيار درخشان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در ميلاد حضرت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در آسمانها حادث شد، نور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قبل از آن هرگز فرشتگان نظير آنرا مشاهده نكرده بودند، بشارت دهنده اين مطلب بود، كه عالم از طلعت اين نوزاد، چراغان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جهان از پرتو رحمت نور باران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>..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آن چهار بانو، نوزاد را به خدمت خديجه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آوردند و گفتند: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خديجه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بگير فرزند خود را، كه پاك و پاكيزه و مطهر و مبارك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بركات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پايان اله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وجود او، و نسل اوست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حضرت خديجه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نوزاد را در آغوش گرفت و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نوشيدن شير بر سينه اش نهاد.</w:t>
      </w:r>
    </w:p>
    <w:p w:rsidR="00F3518E" w:rsidRPr="00F3518E" w:rsidRDefault="00F3518E" w:rsidP="005E35AE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آنچه بيان شد، صفات و خصوصيات بشر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</w:t>
      </w:r>
      <w:r w:rsidR="005E35AE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الله</w:t>
      </w:r>
      <w:r w:rsidR="005E35AE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باشد، و اين كيفيت ولادت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مخصوص اولياء خداست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اين شئون منحصر است به كسان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دارا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مقام ولايتند و اول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بنفس ديگران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>..</w:t>
      </w:r>
    </w:p>
    <w:p w:rsidR="00F3518E" w:rsidRPr="00F3518E" w:rsidRDefault="00F3518E" w:rsidP="005E35AE">
      <w:pPr>
        <w:pStyle w:val="libNormal"/>
        <w:rPr>
          <w:lang w:bidi="fa-IR"/>
        </w:rPr>
      </w:pPr>
      <w:r w:rsidRPr="00F3518E">
        <w:rPr>
          <w:rtl/>
          <w:lang w:bidi="fa-IR"/>
        </w:rPr>
        <w:t>خلق شدن از نور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سلام الله عليه از آن نور آفريده شده اند، و به سبب همان نور نيز بر جميع فرشتگان و جبرئيل برتر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يافته اند، پيامبر اكرم</w:t>
      </w:r>
      <w:r w:rsidR="004612E5" w:rsidRPr="005E35AE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خود اين مطلب را تصريح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فرمايد، هنگام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پرسيده شد يا رسول الله تو افضل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يا جبرئيل فرمود: من</w:t>
      </w:r>
      <w:r w:rsidR="005E35AE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ابن عباس پسر عمو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پيغمبر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سؤ ال كرد چرا يا رسول الله</w:t>
      </w:r>
      <w:r>
        <w:rPr>
          <w:rtl/>
          <w:lang w:bidi="fa-IR"/>
        </w:rPr>
        <w:t>؟</w:t>
      </w:r>
    </w:p>
    <w:p w:rsidR="00F3518E" w:rsidRPr="00F3518E" w:rsidRDefault="00F3518E" w:rsidP="005E35AE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در جواب فرمود: </w:t>
      </w:r>
      <w:r w:rsidR="005E35AE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مرا آفريده است (من نور مخزون مكنون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علم الله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از نور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جز خدا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كيفيت آن آگاه نيست</w:t>
      </w:r>
      <w:r>
        <w:rPr>
          <w:rtl/>
          <w:lang w:bidi="fa-IR"/>
        </w:rPr>
        <w:t>.</w:t>
      </w:r>
    </w:p>
    <w:p w:rsidR="00F3518E" w:rsidRPr="00F3518E" w:rsidRDefault="00F3518E" w:rsidP="005E35AE">
      <w:pPr>
        <w:pStyle w:val="libNormal"/>
        <w:rPr>
          <w:lang w:bidi="fa-IR"/>
        </w:rPr>
      </w:pPr>
      <w:r w:rsidRPr="00F3518E">
        <w:rPr>
          <w:rtl/>
          <w:lang w:bidi="fa-IR"/>
        </w:rPr>
        <w:t>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كلام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فرمود كه از آن نور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حاصل شد، و سپس كلام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فرمود كه از آن نيز نور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حادث گشت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آنگاه آن دو نور بهم پيوستند، از نور اول ارواح ماه و از نور دوم پيكرها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ما بوجود آمدند</w:t>
      </w:r>
      <w:r w:rsidR="005E35AE">
        <w:rPr>
          <w:rFonts w:hint="cs"/>
          <w:rtl/>
          <w:lang w:bidi="fa-IR"/>
        </w:rPr>
        <w:t>»</w:t>
      </w:r>
      <w:r>
        <w:rPr>
          <w:rtl/>
          <w:lang w:bidi="fa-IR"/>
        </w:rPr>
        <w:t>.</w:t>
      </w:r>
    </w:p>
    <w:p w:rsidR="00F3518E" w:rsidRPr="00F3518E" w:rsidRDefault="00F3518E" w:rsidP="005E35AE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امام سلام الله عليه در اثر همان نور است كه در رحم مادر بعد از انعقاد نطقه آنان و دميده شدن روحشان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از همه جا با خبر هستند، بر همه جا احاطه دارند، و همه چيز را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دانند.</w:t>
      </w:r>
    </w:p>
    <w:p w:rsidR="00F3518E" w:rsidRPr="00F3518E" w:rsidRDefault="00F3518E" w:rsidP="005E35AE">
      <w:pPr>
        <w:pStyle w:val="libNormal"/>
        <w:rPr>
          <w:lang w:bidi="fa-IR"/>
        </w:rPr>
      </w:pPr>
      <w:r w:rsidRPr="00F3518E">
        <w:rPr>
          <w:rtl/>
          <w:lang w:bidi="fa-IR"/>
        </w:rPr>
        <w:t>حضرت صديقه زهرا سلام الله عليها نيز عينا چنين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مراتب مذكور از خصوصيات نبوت و امامت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بلكه از شئون ولايت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بنفس بودن بر جميع بشر است و از بركات همان مقام است كه حضرت صديقه زهرا سلام الله عليها در هنگام ولادتش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به محض اينكه بر زمين فرود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آيد از همه چيز آگاه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ديگر تمام و كمالش به بزرگ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كوچك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سن او وابسته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همانگونه كه در ولادت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بر شانه مباركش كلمات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و تمت كلمة ربك صدقا و عدلا نقش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بندد، حضرت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نيز در نخستين لحظات ميلادش از نبوت پدرش (كه هنوز منشور نگرديده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ابلاغ نشده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بيعت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انجام نيافته است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خبر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دهد، و به يكتائ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خدا و رسالت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شهادت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دهد، علم او در روز ولادتش با دانش او در هنگام شهادتش هيچ فرق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ندارد، از همه چيز آگاه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به اوضاع جهان بيناست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از تمام قضايا خبردار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اسام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فرشتگان نامها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حورالعين و اهل جنت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اسم دشمنانش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- اسام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تمام انبيا را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داند، از اولين و آخرين چيز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بر او پوشيده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او در بطن مادر و در روز ولادتش دارا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همان علم خداداد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بوده است كه پدرش و </w:t>
      </w:r>
      <w:r w:rsidRPr="00F3518E">
        <w:rPr>
          <w:rtl/>
          <w:lang w:bidi="fa-IR"/>
        </w:rPr>
        <w:lastRenderedPageBreak/>
        <w:t>اميرالمؤمنين واجد آن بوده اند، در نتيجه جا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هيچگونه اشكال نيست اگر در ميلادش شهادت به رسالت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دهد چنان كه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بن ابيطالب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در هنگام ولادتش قرآن تلاوت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فرمايد. تمام اينها از شئون ولايت سرچشمه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گيرد، و در اثر آن نور مبارك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مايه آفرينش او بوده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نور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</w:t>
      </w:r>
      <w:r w:rsidR="005E35AE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محزون و مكنون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علم الله</w:t>
      </w:r>
      <w:r w:rsidR="005E35AE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جز خدا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كيفيت آن آگاه نيست نور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مانند آئينه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تمام نما، همه عوالم ملكوت در آن منعكس است</w:t>
      </w:r>
      <w:r>
        <w:rPr>
          <w:rtl/>
          <w:lang w:bidi="fa-IR"/>
        </w:rPr>
        <w:t>.</w:t>
      </w:r>
    </w:p>
    <w:p w:rsidR="00F3518E" w:rsidRPr="00F3518E" w:rsidRDefault="00F3518E" w:rsidP="005E35AE">
      <w:pPr>
        <w:pStyle w:val="libNormal"/>
        <w:rPr>
          <w:lang w:bidi="fa-IR"/>
        </w:rPr>
      </w:pPr>
      <w:r w:rsidRPr="00F3518E">
        <w:rPr>
          <w:rtl/>
          <w:lang w:bidi="fa-IR"/>
        </w:rPr>
        <w:t>نور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در برابر لوح محفوظ و لوح محو و اثبات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ملك حامل اوست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در مقابل اسرافيل و ديگر فرشتگان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روبرو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جميع عوالم خلقت از ابتداء تا انتها قرار گرفته است و با احاطه علم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همه چيز را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كم و كاست در بردارد، نور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درباره اش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 آنگاه كه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 نور را آفريد، به سه بخش تقسيمش فرمود، و از آن سه قسمت من و، عل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فاطمه بوجود آمديم</w:t>
      </w:r>
      <w:r>
        <w:rPr>
          <w:rtl/>
          <w:lang w:bidi="fa-IR"/>
        </w:rPr>
        <w:t>.</w:t>
      </w:r>
    </w:p>
    <w:p w:rsidR="00F3518E" w:rsidRPr="00F3518E" w:rsidRDefault="005E35AE" w:rsidP="005E35A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عمار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گويد:</w:t>
      </w:r>
    </w:p>
    <w:p w:rsidR="005E35AE" w:rsidRDefault="005E35AE" w:rsidP="005E35AE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شهدت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بن ابيطالب قد ولج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فاطمة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فلماابصرت به نادت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ادن لا حدثك بما كان و بما هو كائن و بما لم يكن 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يوم القيامة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حين تقوم الساعه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قال عمار: فرايت اميرالمؤ منين </w:t>
      </w:r>
      <w:r w:rsidR="00525C15" w:rsidRPr="00525C1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يرجع القهقر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فرجعت برجوعه اذ دخل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النب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فقال له ادن يا اباالحسن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فدنا، فلما اطمئن به المجلس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قال له يا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تحدثن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ام احدثك</w:t>
      </w:r>
      <w:r w:rsidR="00F3518E">
        <w:rPr>
          <w:rtl/>
          <w:lang w:bidi="fa-IR"/>
        </w:rPr>
        <w:t>؟</w:t>
      </w:r>
      <w:r w:rsidR="00F3518E" w:rsidRPr="00F3518E">
        <w:rPr>
          <w:rtl/>
          <w:lang w:bidi="fa-IR"/>
        </w:rPr>
        <w:t>، قال اميرالمؤ منين سلام الله عليه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الحديث منك احسن يا رسول الله فقال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كان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بك قد دخلت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فاطمه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قالت لك كيت و كيت فرجعت فقال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 w:rsidR="00525C15" w:rsidRPr="00525C1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بل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فقال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نور فاطمة من نورنا؟ فقال اولا تعلم</w:t>
      </w:r>
      <w:r w:rsidR="00F3518E">
        <w:rPr>
          <w:rtl/>
          <w:lang w:bidi="fa-IR"/>
        </w:rPr>
        <w:t>؟</w:t>
      </w:r>
      <w:r w:rsidR="00F3518E" w:rsidRPr="00F3518E">
        <w:rPr>
          <w:rtl/>
          <w:lang w:bidi="fa-IR"/>
        </w:rPr>
        <w:t xml:space="preserve"> فسجد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شكرا الله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قال عمار: فخرج اميرالمؤ منين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خرجت بخروجه فولج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فاطمه و ولجت معه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فقالت يا اميرالمؤ منين كانك رجعت 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فاخبرته بما قلته لك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قال كان كذالك يا فاطمة فقالت اعلم يا اباالحسن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ان الله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خلق نور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كان يسبح الله جل جلاله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ثم اودعه بشجرة من شجر الجنه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فاضائت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فلما دخل اب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الجنه اوح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الله اليه الهاما ان اقتطف الثمر من تلك الشجرة و...ها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لهواتك ففعل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فاودعن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الله سبحانه طلب اب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ثم اودعن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خديجه بنت خويلد فوضعتن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انا من ذللك النور، اعلم ما كان و ما يكون و ما لم يكن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يا اباالحسن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المومن ينظر بنورالله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5E35AE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 xml:space="preserve">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از نزد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به حضور پيامبر اكرم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شتافت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به محض ورود او،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فرمود: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يا اباالحسن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نزديكتر بيا، و چون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جلوس نمود،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به او فرمود: يا عل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من داستان را بازگو كنم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يا كه تو خود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گوئ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؟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اميرالمؤ منين سلام الله عليه عرض كرد: اگر شما لب به سخن بگشائيد، نيكوتر و زيباتر است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فرمود: گوئ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 همراه تو بودم كه بر حضرت صديقه زهرا (سلام الله عليها) وارد شد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او چنين و چنان گفت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تو از آنجا (به نزد من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بازگشت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مطلب را با من در ميان گذاشت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</w:p>
    <w:p w:rsidR="00F3518E" w:rsidRPr="00F3518E" w:rsidRDefault="00F3518E" w:rsidP="005E35AE">
      <w:pPr>
        <w:pStyle w:val="libNormal"/>
        <w:rPr>
          <w:lang w:bidi="fa-IR"/>
        </w:rPr>
      </w:pPr>
      <w:r w:rsidRPr="00F3518E">
        <w:rPr>
          <w:rtl/>
          <w:lang w:bidi="fa-IR"/>
        </w:rPr>
        <w:t>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525C15" w:rsidRPr="00525C1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عرض كرد: بل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يا رسول الله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سپس افزود: آيا نور فاطمه از نور ماست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فرمود: مگر اين (موضوع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را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 xml:space="preserve"> آنگاه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سجده شكر بجا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آورد. طرز سوال و جواب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نشان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دهد كه اين پرسش و پاسخ فقط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تفهيم موضوع به ديگران است (آيا نور فاطمه از نور ماست - آر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مگر تو خود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؟</w:t>
      </w:r>
      <w:r w:rsidRPr="00F3518E">
        <w:rPr>
          <w:rtl/>
          <w:lang w:bidi="fa-IR"/>
        </w:rPr>
        <w:t>) در اينجا ندانستن مطرح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گويد نه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دانم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بلكه همانطوريكه گفته شد اين گفت و شنود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تشريح موضوع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جهت آگاه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ديگران است و بس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</w:t>
      </w:r>
      <w:r w:rsidR="005E35AE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عمار</w:t>
      </w:r>
      <w:r w:rsidR="005E35AE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گويد: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از حضور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به سو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خانه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روان شد، و من نيز همراه او وارد خانه زهرا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شدم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حضرت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عرض كرد: يا اميرالمؤ منين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از اينجا به حضور پدرم بر گشت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آنچه را كه من به تو گفته بودم به آن حضرت بازگو نمود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فرمود: بل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اينچنين بود يا فاطمه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حضرت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عرض كرد: يا اباالحسن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هنگام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نور (وجود) مرا آفريد، اين نور پيوسته خدا را تسبيح و ستايش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كرد، سپس پروردگار آنرا به درخت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درختها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بهشت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امانت داد، و اين نور همواره پرتو افكن و روشنائ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بخش بود، تا اينكه پدرم به بهشت وارد گرديد، و از جانب خدا به او الهام شد، كه از ميوه آن درخت بر گيرد، در آن هنگام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نور مرا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سبحان به صلب پدرم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بعدا به رحم خديجه بنت خويلد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منتقل فرمود، تا اينكه از او متولد شدم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من از همان نورم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از آنچه در گذشته واقع شده است و يا </w:t>
      </w:r>
      <w:r w:rsidRPr="00F3518E">
        <w:rPr>
          <w:rtl/>
          <w:lang w:bidi="fa-IR"/>
        </w:rPr>
        <w:lastRenderedPageBreak/>
        <w:t>در آينده واقع خواهد شد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از آنچه هرگز واقع شدن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نيست با خبرم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يا اباالحسن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مومن با نور خدائ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نظاره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در اين حديث كه به كيفيت خلقت ائمه اطهار و حضرت صديقه زهرا سلام الله عليها اشاره شده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نشان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دهد كه نور چهارده معصوم </w:t>
      </w:r>
      <w:r w:rsidR="00431E70" w:rsidRPr="00431E70">
        <w:rPr>
          <w:rStyle w:val="libAlaemChar"/>
          <w:rtl/>
        </w:rPr>
        <w:t>عليهم‌السلام</w:t>
      </w:r>
      <w:r w:rsidRPr="00F3518E">
        <w:rPr>
          <w:rtl/>
          <w:lang w:bidi="fa-IR"/>
        </w:rPr>
        <w:t xml:space="preserve"> نور واحد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دانش خداداد آنها نيز از همين نور سرچشمه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گيرد، نور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نزد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تبارك و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مخزون و مكنون است و جز او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كيفيت آن آگاه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علم اولين و آخرين در آن نور منعكس است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روايت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نيز از حضرت رسول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 اين زمينه نقل شده است كه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F3518E" w:rsidRPr="00F3518E" w:rsidRDefault="005E35AE" w:rsidP="005E35A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لما خلق الله الجنة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خلقها من نور وجهه ثم اخذ ذلك النور فقذفه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اصابن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ثلث النور، و اصاب فاطمة ثلث النور، و اصاب عليا و اهل بيته ثلث النور، فمن اصابه ذلك النور، اهتد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ولاية آل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>، و من لم يصبه من ذلك النور، ضل عن ولاية آل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>
        <w:rPr>
          <w:rFonts w:hint="cs"/>
          <w:rtl/>
          <w:lang w:bidi="fa-IR"/>
        </w:rPr>
        <w:t>»</w:t>
      </w:r>
    </w:p>
    <w:p w:rsidR="00F3518E" w:rsidRPr="00F3518E" w:rsidRDefault="005E35AE" w:rsidP="00F3518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آنگاه كه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متعال بهشت را از نور جمالش آفريد، آن نور را باپس گرفت و ثلث آن را بر وجود من افكند، ثلث ديگرش را بر فاطمه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ثلث آخرين را بر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اولاد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بر هر كس پرتو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آن نور افكنده شود به ولايت آل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راه يابد، و هر كس از آن نور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بهره ماند، دور از ولايت آل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به گمراه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تباه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افتد. بر هر يك از شيعيان نيز شعاع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اين نور تابيده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درباره آنان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فرموده اند: شيعتنا خلقوا من فاضل طينتنا شعيعيان ما از ته مانده خمير مايه خلقت ما آفريده شده اند.</w:t>
      </w:r>
    </w:p>
    <w:p w:rsidR="00F3518E" w:rsidRPr="00F3518E" w:rsidRDefault="00F3518E" w:rsidP="005E35AE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 توصيف نور مذكور، آنرا با تعبيرات مختلف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نور وجدالله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نور عظمه الله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نورالجلال و نورالكمال ناميده است و سپس چنين به سخن ادامه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دهد: نور، مخزون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مكننون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علم الله - نور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پوشيده و پنهان در علم خدائ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همانطور كه بيان شد اين نور به سه قسمت (مساو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تقسيم شده است كه از يك قسمت آن محمد بن عبدالله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، از يك ثلثش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، و از يك سوم ديگرش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اولاد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آفريده شده اند، همانند ميوه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به طور مساو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بين سه نفر تقسيم شود، بهره هر يك از سه نفر بدون كم و زياد با ديگران برابر بوده است</w:t>
      </w:r>
      <w:r>
        <w:rPr>
          <w:rtl/>
          <w:lang w:bidi="fa-IR"/>
        </w:rPr>
        <w:t>.</w:t>
      </w:r>
    </w:p>
    <w:p w:rsidR="00F3518E" w:rsidRPr="00F3518E" w:rsidRDefault="00F3518E" w:rsidP="005E35AE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 xml:space="preserve">آنچه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>، به اقتضا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خلقتش از آن نور مبارك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(در شئون آفرينش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عالم اظله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عالم الست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عالم ارواح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عالم جنين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اين جهان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قبر، در برزخ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حشر، و در جنت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دارد، صديقه زهرا سلام الله عليها و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اولاد معصومش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ادرا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باشند، در تمام عوالم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آنها سير كرده اند همه يك نسق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به يك وضع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به يك رديف بوده است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به عنوان مثال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اگر در هنگام ولادت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>، از نور او جميع خانه 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مكه و تمام عوالم بالا و پائين روشن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شود، و فرشتگان ولادت او را بشارت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دهند، (به اقتضا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آفرينش از همان نور مقدس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بيان شد) در ميلاد حضرت زهرا سلام الله عليها نيز اين چنين است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آن نور خدائ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سرچشمه علم و تقو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زهد و صفا، رحمت و عظمت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سير در عوالم معنو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اينكه در روايات مختلف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خلقت چهارده معصوم </w:t>
      </w:r>
      <w:r w:rsidR="00431E70" w:rsidRPr="00431E70">
        <w:rPr>
          <w:rStyle w:val="libAlaemChar"/>
          <w:rtl/>
        </w:rPr>
        <w:t>عليهم‌السلام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دو هزار سال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ده هزار سال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شانزده سال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يا بيست هزار سال قبل از آفرينش بشر نقل شده است هدف اصل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اعلام اين مطلب بوده است كه همه بدانند اين چهارده تن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قبل از خلقت فرشتگان و آدميان آفريده شده اند، نه اينكه تعداد دقيق سنوات مذكور اراده شده باشد. آنها نور واحدند، كه همرديف و يكنواخت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تمام عوالم معنو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با هم سير كرده اند، و همين يك منقبت و اخبار ياد شده در اين موضوع ايجاب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 كه حضرت صديقه زهرا سلام الله عليها همانند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اولاد معصومش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صاحب ولايت كبر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بوده باشد.</w:t>
      </w:r>
    </w:p>
    <w:p w:rsidR="005E35AE" w:rsidRDefault="005E35AE" w:rsidP="00F3518E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5E35AE">
      <w:pPr>
        <w:pStyle w:val="Heading2"/>
        <w:rPr>
          <w:rFonts w:hint="cs"/>
          <w:rtl/>
          <w:lang w:bidi="fa-IR"/>
        </w:rPr>
      </w:pPr>
      <w:bookmarkStart w:id="25" w:name="_Toc477607249"/>
      <w:r w:rsidRPr="00F3518E">
        <w:rPr>
          <w:rtl/>
          <w:lang w:bidi="fa-IR"/>
        </w:rPr>
        <w:t>موضوع دوازدهم</w:t>
      </w:r>
      <w:bookmarkEnd w:id="25"/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موضوع دوازدهم در حقيقت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تابع و حاصل موضوع يازدهم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كيفيت خلقت يكسان چهارده معصوم </w:t>
      </w:r>
      <w:r w:rsidR="00431E70" w:rsidRPr="00431E70">
        <w:rPr>
          <w:rStyle w:val="libAlaemChar"/>
          <w:rtl/>
        </w:rPr>
        <w:t>عليهم‌السلام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ايجاب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 كه در تمام شئون ولايت نيز رديف يكديگر باشند لذا اثرات بغض و يا محبت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اطاعت و يا عصيان نسبت به هر معصوم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برابر و يكسان با آثار و داد و يا عناد، سر پيچ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يا پيرو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نسبت به هر يك از معصومين ديگر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اخبار وارده در اين موضوع بسيار زياد و فوق العاده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شيعه و سن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همگ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 اين روايات معتقد بوده و به صحبت آنها اعتراف دارند، در اينجا چند روايت از اين دسته اخبار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نمونه نقل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شود:</w:t>
      </w:r>
    </w:p>
    <w:p w:rsidR="0012228A" w:rsidRDefault="0012228A" w:rsidP="0012228A">
      <w:pPr>
        <w:pStyle w:val="libNormal"/>
        <w:rPr>
          <w:rFonts w:hint="cs"/>
          <w:rtl/>
          <w:lang w:bidi="fa-IR"/>
        </w:rPr>
      </w:pPr>
      <w:r w:rsidRPr="0012228A">
        <w:rPr>
          <w:rStyle w:val="libHadeesChar"/>
          <w:rFonts w:hint="cs"/>
          <w:rtl/>
        </w:rPr>
        <w:t>«</w:t>
      </w:r>
      <w:r w:rsidR="00F3518E" w:rsidRPr="0012228A">
        <w:rPr>
          <w:rStyle w:val="libHadeesChar"/>
          <w:rtl/>
        </w:rPr>
        <w:t>اخذ الرسول الاكرم</w:t>
      </w:r>
      <w:r w:rsidR="00F3518E" w:rsidRPr="00F3518E">
        <w:rPr>
          <w:rtl/>
          <w:lang w:bidi="fa-IR"/>
        </w:rPr>
        <w:t xml:space="preserve"> </w:t>
      </w:r>
      <w:r w:rsidR="00076036" w:rsidRPr="00076036">
        <w:rPr>
          <w:rStyle w:val="libAlaemChar"/>
          <w:rtl/>
        </w:rPr>
        <w:t>صلى‌الله‌عليه‌وآله‌وسلم</w:t>
      </w:r>
      <w:r w:rsidR="00F3518E" w:rsidRPr="00F3518E">
        <w:rPr>
          <w:rtl/>
          <w:lang w:bidi="fa-IR"/>
        </w:rPr>
        <w:t xml:space="preserve"> </w:t>
      </w:r>
      <w:r w:rsidR="00F3518E" w:rsidRPr="0012228A">
        <w:rPr>
          <w:rStyle w:val="libHadeesChar"/>
          <w:rtl/>
        </w:rPr>
        <w:t>بيد الحسن والحسين فقال: من احبن</w:t>
      </w:r>
      <w:r w:rsidR="004612E5" w:rsidRPr="0012228A">
        <w:rPr>
          <w:rStyle w:val="libHadeesChar"/>
          <w:rtl/>
        </w:rPr>
        <w:t>ی</w:t>
      </w:r>
      <w:r w:rsidR="00F3518E" w:rsidRPr="0012228A">
        <w:rPr>
          <w:rStyle w:val="libHadeesChar"/>
          <w:rtl/>
        </w:rPr>
        <w:t xml:space="preserve"> و احب هذين و اباهما و امهما كان مع</w:t>
      </w:r>
      <w:r w:rsidR="004612E5" w:rsidRPr="0012228A">
        <w:rPr>
          <w:rStyle w:val="libHadeesChar"/>
          <w:rtl/>
        </w:rPr>
        <w:t>ی</w:t>
      </w:r>
      <w:r w:rsidR="00F3518E" w:rsidRPr="0012228A">
        <w:rPr>
          <w:rStyle w:val="libHadeesChar"/>
          <w:rtl/>
        </w:rPr>
        <w:t xml:space="preserve"> ف</w:t>
      </w:r>
      <w:r w:rsidR="004612E5" w:rsidRPr="0012228A">
        <w:rPr>
          <w:rStyle w:val="libHadeesChar"/>
          <w:rtl/>
        </w:rPr>
        <w:t>ی</w:t>
      </w:r>
      <w:r w:rsidR="00F3518E" w:rsidRPr="0012228A">
        <w:rPr>
          <w:rStyle w:val="libHadeesChar"/>
          <w:rtl/>
        </w:rPr>
        <w:t xml:space="preserve"> درجت</w:t>
      </w:r>
      <w:r w:rsidR="004612E5" w:rsidRPr="0012228A">
        <w:rPr>
          <w:rStyle w:val="libHadeesChar"/>
          <w:rtl/>
        </w:rPr>
        <w:t>ی</w:t>
      </w:r>
      <w:r w:rsidR="00F3518E" w:rsidRPr="0012228A">
        <w:rPr>
          <w:rStyle w:val="libHadeesChar"/>
          <w:rtl/>
        </w:rPr>
        <w:t xml:space="preserve"> يوم القيامة</w:t>
      </w:r>
      <w:r>
        <w:rPr>
          <w:rFonts w:hint="cs"/>
          <w:rtl/>
          <w:lang w:bidi="fa-IR"/>
        </w:rPr>
        <w:t>»</w:t>
      </w:r>
    </w:p>
    <w:p w:rsidR="00F3518E" w:rsidRPr="00F3518E" w:rsidRDefault="0012228A" w:rsidP="0012228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دست حسنين را گرفت و فرمود: هر كس مرا، و اين دو فرزند مرا، و پدر و مادر اين دو را دوست بدارد، روز قيامت با من همدرجه خواهد بود.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هم درجه بودن با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مطلب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جا دارد به طور تفضيل درباره آن بحث و بررس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بعمل آيد تا كاملا موضوع بر همگان روشن گردد.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آيا چگونه امكان دارد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روز قيامت با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هم درجه باشد؟</w:t>
      </w:r>
    </w:p>
    <w:p w:rsidR="00F3518E" w:rsidRPr="00F3518E" w:rsidRDefault="00F3518E" w:rsidP="0012228A">
      <w:pPr>
        <w:pStyle w:val="libNormal"/>
        <w:rPr>
          <w:lang w:bidi="fa-IR"/>
        </w:rPr>
      </w:pPr>
      <w:r w:rsidRPr="00F3518E">
        <w:rPr>
          <w:rtl/>
          <w:lang w:bidi="fa-IR"/>
        </w:rPr>
        <w:t>مگر بشر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تواند به درجه رفيع و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نظير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نائل شود؟</w:t>
      </w:r>
    </w:p>
    <w:p w:rsidR="0012228A" w:rsidRDefault="00F3518E" w:rsidP="00F3518E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آيا چطور ممكن است كه انسان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 درجه والا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دسترس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پيدا كند؟</w:t>
      </w:r>
    </w:p>
    <w:p w:rsidR="00F3518E" w:rsidRPr="00F3518E" w:rsidRDefault="00F3518E" w:rsidP="0012228A">
      <w:pPr>
        <w:pStyle w:val="libNormal"/>
        <w:rPr>
          <w:lang w:bidi="fa-IR"/>
        </w:rPr>
      </w:pPr>
      <w:r w:rsidRPr="00F3518E">
        <w:rPr>
          <w:rtl/>
          <w:lang w:bidi="fa-IR"/>
        </w:rPr>
        <w:t>در اين كلام حضرت رسول</w:t>
      </w:r>
      <w:r w:rsidR="004612E5" w:rsidRPr="0012228A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يك سر مگو، ويا يك راز گفتن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نهفته است و آن عبارت از اين است كه آن حضرت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خواهد بگويد، هر كس مرا و عترت مرا دوست بدارد به درجه مؤ منين به ولايت نائل شده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با من در رديف مولايان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در صف معتقدين به ولايت قرار دارد، اگرچه در اين صف و در اين درجه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هر فرد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رتبه متفاوت و مخصوص به خود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باشد، چنان كه موحدان و افراد با ايمان را در روز قيامت درجات متفاوت بيشمار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مؤمنين به ولايت را نيز به تعداد افرادشان درجات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عين حال همه </w:t>
      </w:r>
      <w:r w:rsidRPr="00F3518E">
        <w:rPr>
          <w:rtl/>
          <w:lang w:bidi="fa-IR"/>
        </w:rPr>
        <w:lastRenderedPageBreak/>
        <w:t>آنان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صف موحدين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صف معتقدين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در درجه مومنين به ولايت به محمد بن عبدالله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>، هم صف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 رديف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 دين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هم درجه اند (و يا به عبارت ديگر، ممكن است عده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 درجه شهادت نائل آيند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رتبه و مقام معنو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هر يك با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متفاوت بوده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تنها در مرتبه شهادت همه با نسبت 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مختلف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مشترك باشند و با حفظ مراتب و مقامات مخصوص به خود، يكديگر هم صف و همرديف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.</w:t>
      </w:r>
    </w:p>
    <w:p w:rsidR="00F3518E" w:rsidRPr="00F3518E" w:rsidRDefault="00F3518E" w:rsidP="0012228A">
      <w:pPr>
        <w:pStyle w:val="libNormal"/>
        <w:rPr>
          <w:lang w:bidi="fa-IR"/>
        </w:rPr>
      </w:pPr>
      <w:r w:rsidRPr="00F3518E">
        <w:rPr>
          <w:rtl/>
          <w:lang w:bidi="fa-IR"/>
        </w:rPr>
        <w:t>بايد توجه داشت كه درجات معنو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 تعداد افراد بشر متفاوت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مثلا جميع موحدين اگر چه به (درجة التوحيد) نائل شده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با يكديگر در اين موضوع نزديك و هم درجه اند، ليكن خود اين درجه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انبيا دارد، اوصيا دارد، علما دارد، شهدا دارد، مخلصون دارد، كه هر يك را مقام و مرتبه بسيار متفاوت و مخصوص به خود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تنها در موحدين بودن با هم مشتركند، و عينا همين گونه است </w:t>
      </w:r>
      <w:r w:rsidR="0012228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درجة الولايت</w:t>
      </w:r>
      <w:r w:rsidR="0012228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</w:t>
      </w:r>
      <w:r w:rsidR="0012228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درجة المحبت</w:t>
      </w:r>
      <w:r w:rsidR="0012228A">
        <w:rPr>
          <w:rFonts w:hint="cs"/>
          <w:rtl/>
          <w:lang w:bidi="fa-IR"/>
        </w:rPr>
        <w:t>»</w:t>
      </w:r>
    </w:p>
    <w:p w:rsidR="00F3518E" w:rsidRPr="00F3518E" w:rsidRDefault="00F3518E" w:rsidP="0012228A">
      <w:pPr>
        <w:pStyle w:val="libNormal"/>
        <w:rPr>
          <w:lang w:bidi="fa-IR"/>
        </w:rPr>
      </w:pPr>
      <w:r w:rsidRPr="00F3518E">
        <w:rPr>
          <w:rtl/>
          <w:lang w:bidi="fa-IR"/>
        </w:rPr>
        <w:t>روايت مورد بحث را عده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علماء سن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كتابها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خود نقل كرده اند كه از جمله آنان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احمد بن حنبل امام حنابله در </w:t>
      </w:r>
      <w:r w:rsidR="0012228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مسند</w:t>
      </w:r>
      <w:r w:rsidR="0012228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ترمذ</w:t>
      </w:r>
      <w:r w:rsidR="004612E5">
        <w:rPr>
          <w:rtl/>
          <w:lang w:bidi="fa-IR"/>
        </w:rPr>
        <w:t>ی</w:t>
      </w:r>
      <w:r w:rsidR="0012228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12228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جامع صحيح</w:t>
      </w:r>
      <w:r w:rsidR="0012228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كه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صحاص ششگانه است - </w:t>
      </w:r>
      <w:r w:rsidR="0012228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خطيب بغداد</w:t>
      </w:r>
      <w:r w:rsidR="004612E5">
        <w:rPr>
          <w:rtl/>
          <w:lang w:bidi="fa-IR"/>
        </w:rPr>
        <w:t>ی</w:t>
      </w:r>
      <w:r w:rsidR="0012228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تاريخش - </w:t>
      </w:r>
      <w:r w:rsidR="0012228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ابن عساكر</w:t>
      </w:r>
      <w:r w:rsidR="0012228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تاريخش - جزر</w:t>
      </w:r>
      <w:r w:rsidR="004612E5">
        <w:rPr>
          <w:rtl/>
          <w:lang w:bidi="fa-IR"/>
        </w:rPr>
        <w:t>ی</w:t>
      </w:r>
      <w:r w:rsidR="0012228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12228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اسن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المطالب</w:t>
      </w:r>
      <w:r w:rsidR="0012228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ابن اثير</w:t>
      </w:r>
      <w:r w:rsidR="0012228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12228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اسدالغابه</w:t>
      </w:r>
      <w:r w:rsidR="0012228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ابوالمظفر</w:t>
      </w:r>
      <w:r w:rsidR="0012228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12228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تذكره</w:t>
      </w:r>
      <w:r w:rsidR="0012228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محب الدين طبر</w:t>
      </w:r>
      <w:r w:rsidR="004612E5">
        <w:rPr>
          <w:rtl/>
          <w:lang w:bidi="fa-IR"/>
        </w:rPr>
        <w:t>ی</w:t>
      </w:r>
      <w:r w:rsidR="0012228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12228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رياض</w:t>
      </w:r>
      <w:r w:rsidR="0012228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</w:t>
      </w:r>
      <w:r w:rsidR="0012228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ذخاير</w:t>
      </w:r>
      <w:r w:rsidR="0012228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ابن حجر</w:t>
      </w:r>
      <w:r w:rsidR="0012228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12228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تهذيب</w:t>
      </w:r>
      <w:r w:rsidR="0012228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</w:t>
      </w:r>
      <w:r w:rsidR="0012228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صواعق</w:t>
      </w:r>
      <w:r w:rsidR="0012228A">
        <w:rPr>
          <w:rFonts w:hint="cs"/>
          <w:rtl/>
          <w:lang w:bidi="fa-IR"/>
        </w:rPr>
        <w:t>».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ابن حجر در تشريح حديث مذكور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12228A" w:rsidRDefault="0012228A" w:rsidP="0012228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ليس المراد بالمعية هنا، المعية من حيث المقام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بل من جهت رفع الحجاب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12228A">
      <w:pPr>
        <w:pStyle w:val="libNormal"/>
        <w:rPr>
          <w:lang w:bidi="fa-IR"/>
        </w:rPr>
      </w:pPr>
      <w:r w:rsidRPr="00F3518E">
        <w:rPr>
          <w:rtl/>
          <w:lang w:bidi="fa-IR"/>
        </w:rPr>
        <w:t>اين دانشمند سن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بسيار نيكو مطلب را درك نموده است كه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گويد: </w:t>
      </w:r>
      <w:r w:rsidR="0012228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 xml:space="preserve">در اينجا كه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 هر كس مرا و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دو فرزندم (حسن و حسين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را دوست بدارد با من در روز قيامت هم درجه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مبادا چنين به نظر آيد كه مقصود هم مقام بودن با رسول خداست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بلكه مراد اين است كه چون هر مسلمان با ايمان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اولاد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محبت داشته باشد،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او را به جوار رحمتش نزديك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فرمايد، و در مركز لطف و احسانش قرار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دهد، و پردهاه بر داشته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شود، در اين مقام رفع حجاب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پرده در محضر حق تبارك و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قرار گرفتن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با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هم صف و همراه است</w:t>
      </w:r>
      <w:r>
        <w:rPr>
          <w:rtl/>
          <w:lang w:bidi="fa-IR"/>
        </w:rPr>
        <w:t>.</w:t>
      </w:r>
      <w:r w:rsidR="0012228A">
        <w:rPr>
          <w:rFonts w:hint="cs"/>
          <w:rtl/>
          <w:lang w:bidi="fa-IR"/>
        </w:rPr>
        <w:t>»</w:t>
      </w:r>
    </w:p>
    <w:p w:rsidR="00F3518E" w:rsidRPr="00F3518E" w:rsidRDefault="0012228A" w:rsidP="0012228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ابن حجر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آنگاه به سخن چنين ادامه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دهد:</w:t>
      </w:r>
    </w:p>
    <w:p w:rsidR="0012228A" w:rsidRDefault="0012228A" w:rsidP="0012228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lastRenderedPageBreak/>
        <w:t>«</w:t>
      </w:r>
      <w:r w:rsidR="00F3518E" w:rsidRPr="00F3518E">
        <w:rPr>
          <w:rtl/>
          <w:lang w:bidi="fa-IR"/>
        </w:rPr>
        <w:t>نظيره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قوله تعال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فاولئك مع الذين انعم الله عليهم من النبيين و الصديقن و الشهداء والصالحين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حسن اولئك رفيقا</w:t>
      </w:r>
      <w:r>
        <w:rPr>
          <w:rFonts w:hint="cs"/>
          <w:rtl/>
          <w:lang w:bidi="fa-IR"/>
        </w:rPr>
        <w:t>»</w:t>
      </w:r>
    </w:p>
    <w:p w:rsidR="0012228A" w:rsidRDefault="0012228A" w:rsidP="0012228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چنانكه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فرمايد: مسلمانان مؤ من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با انبياء و صديقين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شهداء و صالحين كه خدا نعمتها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خويش را به آنان اعطا فرموده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همگام و همراهند، و چه رفقا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نيكوي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و كاملا روشن است كه در اين آيه يكسان بودن مقامات مطرح نيست بلكه مراد برابر بودن همه اهل ايمان است در معرض فيض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در جلوگاه رحمت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پرده در محضر لطف و مرحمت خدا قرار گرفتن</w:t>
      </w:r>
      <w:r w:rsidR="00F3518E">
        <w:rPr>
          <w:rtl/>
          <w:lang w:bidi="fa-IR"/>
        </w:rPr>
        <w:t>.</w:t>
      </w:r>
    </w:p>
    <w:p w:rsidR="00F3518E" w:rsidRPr="00F3518E" w:rsidRDefault="00F3518E" w:rsidP="0012228A">
      <w:pPr>
        <w:pStyle w:val="libNormal"/>
        <w:rPr>
          <w:lang w:bidi="fa-IR"/>
        </w:rPr>
      </w:pPr>
      <w:r w:rsidRPr="00F3518E">
        <w:rPr>
          <w:rtl/>
          <w:lang w:bidi="fa-IR"/>
        </w:rPr>
        <w:t>وگرنه هر يك از انبياء صديقين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شهداء، علماء، صالحين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ابرار، اخيار، و مخلصون را مقام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خاص و جداگانه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درجه و مرتبه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مخصوص به خود پنج تن به طور يكسان در آن مشتركند، و هرگز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به آن مقام والا راه نيست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روايات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اين مورد علماء سن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شيعه نقل كرده اند كه برخ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آنها ذكر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شود:</w:t>
      </w:r>
    </w:p>
    <w:p w:rsidR="00F3518E" w:rsidRPr="00F3518E" w:rsidRDefault="00F3518E" w:rsidP="0012228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حضرت رسول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12228A" w:rsidRDefault="0012228A" w:rsidP="0012228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من احب هولاء يعن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الحسن والحسين و فاطمة و عليا فقد احبن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من ابغضهم فقد ابغضن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</w:p>
    <w:p w:rsidR="00F3518E" w:rsidRPr="00F3518E" w:rsidRDefault="0012228A" w:rsidP="0012228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هر كس اينان (يعن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حسن و حسين و فاطمه و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 w:rsidR="00431E70" w:rsidRPr="00431E70">
        <w:rPr>
          <w:rStyle w:val="libAlaemChar"/>
          <w:rtl/>
        </w:rPr>
        <w:t>عليهم‌السلام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را دوست بدارد، مرا دوست داشته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كس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با اينها دشمن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كند، با من خصومت كرده است</w:t>
      </w:r>
      <w:r w:rsidR="00F3518E">
        <w:rPr>
          <w:rtl/>
          <w:lang w:bidi="fa-IR"/>
        </w:rPr>
        <w:t>.</w:t>
      </w:r>
      <w:r w:rsidR="002F1D77">
        <w:rPr>
          <w:rFonts w:hint="cs"/>
          <w:rtl/>
          <w:lang w:bidi="fa-IR"/>
        </w:rPr>
        <w:t>»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و درباره حضرت صديقه زهرا </w:t>
      </w:r>
      <w:r w:rsidR="002F1D77" w:rsidRPr="002F1D77">
        <w:rPr>
          <w:rStyle w:val="libAlaemChar"/>
          <w:rtl/>
        </w:rPr>
        <w:t>عليهم‌السلام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2F1D77" w:rsidRDefault="002F1D77" w:rsidP="002F1D77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من آذاها فقد آذان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من آذان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فقد آذ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الله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و ذلك قوله تعال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</w:t>
      </w:r>
      <w:r w:rsidRPr="002F1D77">
        <w:rPr>
          <w:rStyle w:val="libAlaemChar"/>
          <w:rFonts w:hint="cs"/>
          <w:rtl/>
        </w:rPr>
        <w:t>(</w:t>
      </w:r>
      <w:r w:rsidRPr="002F1D77">
        <w:rPr>
          <w:rStyle w:val="libAieChar"/>
          <w:rtl/>
          <w:lang w:bidi="fa-IR"/>
        </w:rPr>
        <w:t>إِنَّ الَّذِينَ يُؤْذُونَ اللَّهَ وَرَسُولَهُ لَعَنَهُمُ اللَّهُ فِي الدُّنْيَا وَالْآخِرَةِ</w:t>
      </w:r>
      <w:r w:rsidRPr="002F1D77">
        <w:rPr>
          <w:rStyle w:val="libAlaemChar"/>
          <w:rFonts w:hint="cs"/>
          <w:rtl/>
        </w:rPr>
        <w:t>)</w:t>
      </w:r>
      <w:r w:rsidR="00F3518E" w:rsidRPr="00F3518E">
        <w:rPr>
          <w:rtl/>
          <w:lang w:bidi="fa-IR"/>
        </w:rPr>
        <w:t xml:space="preserve"> </w:t>
      </w:r>
    </w:p>
    <w:p w:rsidR="00F3518E" w:rsidRPr="00F3518E" w:rsidRDefault="002F1D77" w:rsidP="002F1D77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هر كس فاطمه را بيازارد، مرا آزرده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هر مرا اذيت كند (گوئ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خدا را آزرده است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چنان كه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فرمايد: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همانا، آن كسان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خدا و رسول او را بيازارند، خدا آنان را در دنيا و آخرت لعنت كرده است (از رحمت خود دور فرموده است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، كه با توجه به فرمايش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آزار خدا و رسولش برابر با ايذاء حضرت صديقه زهرا سلام الله عليهاست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روايات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نقل شد و احاديث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از قول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 اين موضوع بيان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شود، همه آنها عبارات كتب عامه است كه شيعه و سن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صحت آنها متفق القول هستند:</w:t>
      </w:r>
    </w:p>
    <w:p w:rsidR="002F1D77" w:rsidRDefault="002F1D77" w:rsidP="002F1D77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2F1D77">
        <w:rPr>
          <w:rStyle w:val="libHadeesChar"/>
          <w:rtl/>
        </w:rPr>
        <w:t>فاطمة بضعة من</w:t>
      </w:r>
      <w:r w:rsidR="004612E5" w:rsidRPr="002F1D77">
        <w:rPr>
          <w:rStyle w:val="libHadeesChar"/>
          <w:rtl/>
        </w:rPr>
        <w:t>ی</w:t>
      </w:r>
      <w:r w:rsidR="00F3518E" w:rsidRPr="002F1D77">
        <w:rPr>
          <w:rStyle w:val="libHadeesChar"/>
          <w:rtl/>
        </w:rPr>
        <w:t>، من اغضبها اغضبن</w:t>
      </w:r>
      <w:r w:rsidR="004612E5" w:rsidRPr="002F1D77">
        <w:rPr>
          <w:rStyle w:val="libHadeesChar"/>
          <w:rtl/>
        </w:rPr>
        <w:t>ی</w:t>
      </w:r>
      <w:r>
        <w:rPr>
          <w:rFonts w:hint="cs"/>
          <w:rtl/>
          <w:lang w:bidi="fa-IR"/>
        </w:rPr>
        <w:t>»</w:t>
      </w:r>
    </w:p>
    <w:p w:rsidR="00F3518E" w:rsidRPr="00F3518E" w:rsidRDefault="002F1D77" w:rsidP="002F1D77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فاطمه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پاره تن من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هر كس او را خشمگين كند، مرا به خشم آورده است</w:t>
      </w:r>
      <w:r>
        <w:rPr>
          <w:rFonts w:hint="cs"/>
          <w:rtl/>
          <w:lang w:bidi="fa-IR"/>
        </w:rPr>
        <w:t>»</w:t>
      </w:r>
    </w:p>
    <w:p w:rsidR="002F1D77" w:rsidRDefault="002F1D77" w:rsidP="002F1D77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2F1D77">
        <w:rPr>
          <w:rStyle w:val="libHadeesChar"/>
          <w:rtl/>
        </w:rPr>
        <w:t>فاطمة بضعة من</w:t>
      </w:r>
      <w:r w:rsidR="004612E5" w:rsidRPr="002F1D77">
        <w:rPr>
          <w:rStyle w:val="libHadeesChar"/>
          <w:rtl/>
        </w:rPr>
        <w:t>ی</w:t>
      </w:r>
      <w:r w:rsidR="00F3518E" w:rsidRPr="002F1D77">
        <w:rPr>
          <w:rStyle w:val="libHadeesChar"/>
          <w:rtl/>
        </w:rPr>
        <w:t>، يوذين</w:t>
      </w:r>
      <w:r w:rsidR="004612E5" w:rsidRPr="002F1D77">
        <w:rPr>
          <w:rStyle w:val="libHadeesChar"/>
          <w:rtl/>
        </w:rPr>
        <w:t>ی</w:t>
      </w:r>
      <w:r w:rsidR="00F3518E" w:rsidRPr="002F1D77">
        <w:rPr>
          <w:rStyle w:val="libHadeesChar"/>
          <w:rtl/>
        </w:rPr>
        <w:t xml:space="preserve"> ما آذاها، و يغضبن</w:t>
      </w:r>
      <w:r w:rsidR="004612E5" w:rsidRPr="002F1D77">
        <w:rPr>
          <w:rStyle w:val="libHadeesChar"/>
          <w:rtl/>
        </w:rPr>
        <w:t>ی</w:t>
      </w:r>
      <w:r w:rsidR="00F3518E" w:rsidRPr="002F1D77">
        <w:rPr>
          <w:rStyle w:val="libHadeesChar"/>
          <w:rtl/>
        </w:rPr>
        <w:t xml:space="preserve"> ما اغضبها</w:t>
      </w:r>
      <w:r>
        <w:rPr>
          <w:rFonts w:hint="cs"/>
          <w:rtl/>
          <w:lang w:bidi="fa-IR"/>
        </w:rPr>
        <w:t>»</w:t>
      </w:r>
    </w:p>
    <w:p w:rsidR="00F3518E" w:rsidRPr="00F3518E" w:rsidRDefault="002F1D77" w:rsidP="002F1D77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فاطمه پاره تن من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آنچه فاطمه را بيازارد، مرا نيز آزرده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سازد، و آنچه فاطمه را به خشم آورد، مرا هم غضبناك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كند.</w:t>
      </w:r>
      <w:r>
        <w:rPr>
          <w:rFonts w:hint="cs"/>
          <w:rtl/>
          <w:lang w:bidi="fa-IR"/>
        </w:rPr>
        <w:t>»</w:t>
      </w:r>
    </w:p>
    <w:p w:rsidR="002F1D77" w:rsidRDefault="002F1D77" w:rsidP="002F1D77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2F1D77">
        <w:rPr>
          <w:rStyle w:val="libHadeesChar"/>
          <w:rtl/>
        </w:rPr>
        <w:t>فاطمة بضعة من</w:t>
      </w:r>
      <w:r w:rsidR="004612E5" w:rsidRPr="002F1D77">
        <w:rPr>
          <w:rStyle w:val="libHadeesChar"/>
          <w:rtl/>
        </w:rPr>
        <w:t>ی</w:t>
      </w:r>
      <w:r w:rsidR="00F3518E" w:rsidRPr="002F1D77">
        <w:rPr>
          <w:rStyle w:val="libHadeesChar"/>
          <w:rtl/>
        </w:rPr>
        <w:t>، يقبضن</w:t>
      </w:r>
      <w:r w:rsidR="004612E5" w:rsidRPr="002F1D77">
        <w:rPr>
          <w:rStyle w:val="libHadeesChar"/>
          <w:rtl/>
        </w:rPr>
        <w:t>ی</w:t>
      </w:r>
      <w:r w:rsidR="00F3518E" w:rsidRPr="002F1D77">
        <w:rPr>
          <w:rStyle w:val="libHadeesChar"/>
          <w:rtl/>
        </w:rPr>
        <w:t xml:space="preserve"> ما يقبضها، يبسطن</w:t>
      </w:r>
      <w:r w:rsidR="004612E5" w:rsidRPr="002F1D77">
        <w:rPr>
          <w:rStyle w:val="libHadeesChar"/>
          <w:rtl/>
        </w:rPr>
        <w:t>ی</w:t>
      </w:r>
      <w:r w:rsidR="00F3518E" w:rsidRPr="002F1D77">
        <w:rPr>
          <w:rStyle w:val="libHadeesChar"/>
          <w:rtl/>
        </w:rPr>
        <w:t xml:space="preserve"> ما يبسطها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</w:p>
    <w:p w:rsidR="00F3518E" w:rsidRPr="00F3518E" w:rsidRDefault="002F1D77" w:rsidP="002F1D77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فاطمه پاره تن من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آنچه او را دلگير كند مرا گرفته خاطر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سازد، و آنچه او را مسرور گرداند، مرا شاد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نمايد</w:t>
      </w:r>
      <w:r>
        <w:rPr>
          <w:rFonts w:hint="cs"/>
          <w:rtl/>
          <w:lang w:bidi="fa-IR"/>
        </w:rPr>
        <w:t>»</w:t>
      </w:r>
    </w:p>
    <w:p w:rsidR="002F1D77" w:rsidRDefault="002F1D77" w:rsidP="002F1D77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فاطمة بضعد من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يوذين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ما آذاها، و ينصبن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ما انصبها</w:t>
      </w:r>
      <w:r>
        <w:rPr>
          <w:rFonts w:hint="cs"/>
          <w:rtl/>
          <w:lang w:bidi="fa-IR"/>
        </w:rPr>
        <w:t>»</w:t>
      </w:r>
    </w:p>
    <w:p w:rsidR="00F3518E" w:rsidRPr="00F3518E" w:rsidRDefault="002F1D77" w:rsidP="002F1D77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فامطه پاره تن من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آنچه او را آزرده كند مرا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آزارد، و آنچه او را به زحمت اندازد مرا دچار مشقت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نمايد</w:t>
      </w:r>
      <w:r>
        <w:rPr>
          <w:rFonts w:hint="cs"/>
          <w:rtl/>
          <w:lang w:bidi="fa-IR"/>
        </w:rPr>
        <w:t>.»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روايات بسيار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با مفهوم تقريبا همانند احاديث مذكور،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 عبارات مختلف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علماء فريقين (شيعه و سن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نقل كرده اند كه چند نمونه از آنها را در اينجا ياد آورد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شويم</w:t>
      </w:r>
      <w:r>
        <w:rPr>
          <w:rtl/>
          <w:lang w:bidi="fa-IR"/>
        </w:rPr>
        <w:t>:</w:t>
      </w:r>
    </w:p>
    <w:p w:rsidR="00F3518E" w:rsidRPr="00F3518E" w:rsidRDefault="002F1D77" w:rsidP="002F1D77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2F1D77">
        <w:rPr>
          <w:rStyle w:val="libHadeesChar"/>
          <w:rtl/>
        </w:rPr>
        <w:t>فاطمة بضعة من</w:t>
      </w:r>
      <w:r w:rsidR="004612E5" w:rsidRPr="002F1D77">
        <w:rPr>
          <w:rStyle w:val="libHadeesChar"/>
          <w:rtl/>
        </w:rPr>
        <w:t>ی</w:t>
      </w:r>
      <w:r w:rsidR="00F3518E" w:rsidRPr="002F1D77">
        <w:rPr>
          <w:rStyle w:val="libHadeesChar"/>
          <w:rtl/>
        </w:rPr>
        <w:t>، يسعفن</w:t>
      </w:r>
      <w:r w:rsidR="004612E5" w:rsidRPr="002F1D77">
        <w:rPr>
          <w:rStyle w:val="libHadeesChar"/>
          <w:rtl/>
        </w:rPr>
        <w:t>ی</w:t>
      </w:r>
      <w:r w:rsidR="00F3518E" w:rsidRPr="002F1D77">
        <w:rPr>
          <w:rStyle w:val="libHadeesChar"/>
          <w:rtl/>
        </w:rPr>
        <w:t xml:space="preserve"> ما يسعفها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F3518E" w:rsidRPr="002F1D77">
        <w:rPr>
          <w:rStyle w:val="libHadeesChar"/>
          <w:rtl/>
        </w:rPr>
        <w:t>فاطمة شجنة من</w:t>
      </w:r>
      <w:r w:rsidR="004612E5" w:rsidRPr="002F1D77">
        <w:rPr>
          <w:rStyle w:val="libHadeesChar"/>
          <w:rtl/>
        </w:rPr>
        <w:t>ی</w:t>
      </w:r>
      <w:r w:rsidR="00F3518E" w:rsidRPr="002F1D77">
        <w:rPr>
          <w:rStyle w:val="libHadeesChar"/>
          <w:rtl/>
        </w:rPr>
        <w:t>، يبسطن</w:t>
      </w:r>
      <w:r w:rsidR="004612E5" w:rsidRPr="002F1D77">
        <w:rPr>
          <w:rStyle w:val="libHadeesChar"/>
          <w:rtl/>
        </w:rPr>
        <w:t>ی</w:t>
      </w:r>
      <w:r w:rsidR="00F3518E" w:rsidRPr="002F1D77">
        <w:rPr>
          <w:rStyle w:val="libHadeesChar"/>
          <w:rtl/>
        </w:rPr>
        <w:t xml:space="preserve"> ما يبسطها، و يقبضن</w:t>
      </w:r>
      <w:r w:rsidR="004612E5" w:rsidRPr="002F1D77">
        <w:rPr>
          <w:rStyle w:val="libHadeesChar"/>
          <w:rtl/>
        </w:rPr>
        <w:t>ی</w:t>
      </w:r>
      <w:r w:rsidR="00F3518E" w:rsidRPr="002F1D77">
        <w:rPr>
          <w:rStyle w:val="libHadeesChar"/>
          <w:rtl/>
        </w:rPr>
        <w:t xml:space="preserve"> ما يقبضها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F3518E" w:rsidRPr="002F1D77">
        <w:rPr>
          <w:rStyle w:val="libHadeesChar"/>
          <w:rtl/>
        </w:rPr>
        <w:t>فاطمة مضعة من</w:t>
      </w:r>
      <w:r w:rsidR="004612E5" w:rsidRPr="002F1D77">
        <w:rPr>
          <w:rStyle w:val="libHadeesChar"/>
          <w:rtl/>
        </w:rPr>
        <w:t>ی</w:t>
      </w:r>
      <w:r w:rsidR="00F3518E" w:rsidRPr="002F1D77">
        <w:rPr>
          <w:rStyle w:val="libHadeesChar"/>
          <w:rtl/>
        </w:rPr>
        <w:t>، من آذاها فقد آذات</w:t>
      </w:r>
      <w:r w:rsidR="004612E5" w:rsidRPr="002F1D77">
        <w:rPr>
          <w:rStyle w:val="libHadeesChar"/>
          <w:rtl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F3518E" w:rsidRPr="002F1D77">
        <w:rPr>
          <w:rStyle w:val="libHadeesChar"/>
          <w:rtl/>
        </w:rPr>
        <w:t>فاطمة مضعة من</w:t>
      </w:r>
      <w:r w:rsidR="004612E5" w:rsidRPr="002F1D77">
        <w:rPr>
          <w:rStyle w:val="libHadeesChar"/>
          <w:rtl/>
        </w:rPr>
        <w:t>ی</w:t>
      </w:r>
      <w:r w:rsidR="00F3518E" w:rsidRPr="002F1D77">
        <w:rPr>
          <w:rStyle w:val="libHadeesChar"/>
          <w:rtl/>
        </w:rPr>
        <w:t>، يقبضن</w:t>
      </w:r>
      <w:r w:rsidR="004612E5" w:rsidRPr="002F1D77">
        <w:rPr>
          <w:rStyle w:val="libHadeesChar"/>
          <w:rtl/>
        </w:rPr>
        <w:t>ی</w:t>
      </w:r>
      <w:r w:rsidR="00F3518E" w:rsidRPr="002F1D77">
        <w:rPr>
          <w:rStyle w:val="libHadeesChar"/>
          <w:rtl/>
        </w:rPr>
        <w:t xml:space="preserve"> ما قبضها، و يبسطن</w:t>
      </w:r>
      <w:r w:rsidR="004612E5" w:rsidRPr="002F1D77">
        <w:rPr>
          <w:rStyle w:val="libHadeesChar"/>
          <w:rtl/>
        </w:rPr>
        <w:t>ی</w:t>
      </w:r>
      <w:r w:rsidR="00F3518E" w:rsidRPr="002F1D77">
        <w:rPr>
          <w:rStyle w:val="libHadeesChar"/>
          <w:rtl/>
        </w:rPr>
        <w:t xml:space="preserve"> ما بسطها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F3518E" w:rsidRPr="002F1D77">
        <w:rPr>
          <w:rStyle w:val="libHadeesChar"/>
          <w:rtl/>
        </w:rPr>
        <w:t>فاطمة مضعة من</w:t>
      </w:r>
      <w:r w:rsidR="004612E5" w:rsidRPr="002F1D77">
        <w:rPr>
          <w:rStyle w:val="libHadeesChar"/>
          <w:rtl/>
        </w:rPr>
        <w:t>ی</w:t>
      </w:r>
      <w:r w:rsidR="00F3518E" w:rsidRPr="002F1D77">
        <w:rPr>
          <w:rStyle w:val="libHadeesChar"/>
          <w:rtl/>
        </w:rPr>
        <w:t>، يسرن</w:t>
      </w:r>
      <w:r w:rsidR="004612E5" w:rsidRPr="002F1D77">
        <w:rPr>
          <w:rStyle w:val="libHadeesChar"/>
          <w:rtl/>
        </w:rPr>
        <w:t>ی</w:t>
      </w:r>
      <w:r w:rsidR="00F3518E" w:rsidRPr="002F1D77">
        <w:rPr>
          <w:rStyle w:val="libHadeesChar"/>
          <w:rtl/>
        </w:rPr>
        <w:t xml:space="preserve"> ما يسرها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هدف و منظور ما از نقل اين احاديث شريف در منقبت حضرت صديقه زهرا سلام الله عليها، اين است كه بر همگان ثابت شود موضوع محبت و يار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آن حضرت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يا بغض و دشمن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اذيت او، عينا همانند محبت و دوست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با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و يا عدوات و عناد نسبت به مقام نبوت است و اعتقاد داشتن به اين مطلب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هرگز منحصر به يك مذهب خاص نيست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بلكه اين موضوع كاملا اسلام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كل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بدون ترديد از معتقدات تمام مسلمين جهان است</w:t>
      </w:r>
      <w:r w:rsidR="00F3518E"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لذا ما در اينجا نام عده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دانشمندان سن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روايات مذكور را در طول چهارده قرن در كتابها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خويش ثبت كرده اند، نقل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كنيم</w:t>
      </w:r>
      <w:r>
        <w:rPr>
          <w:rtl/>
          <w:lang w:bidi="fa-IR"/>
        </w:rPr>
        <w:t>:</w:t>
      </w:r>
    </w:p>
    <w:p w:rsidR="00F3518E" w:rsidRPr="00F3518E" w:rsidRDefault="00F3518E" w:rsidP="002F1D77">
      <w:pPr>
        <w:pStyle w:val="libVar"/>
        <w:rPr>
          <w:lang w:bidi="fa-IR"/>
        </w:rPr>
      </w:pPr>
      <w:r w:rsidRPr="00F3518E">
        <w:rPr>
          <w:rtl/>
          <w:lang w:bidi="fa-IR"/>
        </w:rPr>
        <w:t>ابن اب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مليكه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١١٧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قمر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ابن دينار مك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١٢٥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ليث بن سعد مصر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١٧٥ ه -.ق - ابو محمد بن عينيه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١٩٨ - ابوالنظر بغداد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٢٠٥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احمد بن يونس يربوع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٢٢٧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ابواليد طيالس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٢٢٧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ابوالمعمر هذل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٣٣٦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فتيبه بن سعيد ثقف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٢٤٠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عيس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بن حماد مصر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٢٤٨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احمد امام حنابله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٢٤١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بخار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(ابوعبدالله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صاحب صحيح معروف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٢٥٦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مسلم در صحيحش (كه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صحاح سته است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٢٦١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ابوعبدالله بن ماجه در سننش (كه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صحاح سته است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٢٧٣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ابودواد سيستان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سننش (كه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صحاح سته است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٢٧٥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ابو عيس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ترمذ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صحيح (كه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صحاح ششگانه است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٢٧٥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حكيم ابوعبدالله ترمذ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٢٨٥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ابوعبدالرحمن نسائ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(كه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صحاح ششگانه است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٣٠٣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ابوالفرج اصفنهان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٣٠٣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حاكم ابوعبدالله نيسابور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٤٠٥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ابونعيم اصفهان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٤٣٠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حافظ ابوبكر بيهق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٤٥٨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ابو ذكريا خطيب تبريز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٥٠٢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ابوالقاسم بغو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٥١٠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قاض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ابوالفضل قاض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ابوالعياط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٥٤٤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اخطب خوارزم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٥٦٨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ابوالقاسم ابن عساكر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٥٧١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ابوالقاسم سهيل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٥٨١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ابن اب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الحديد معتزل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٥٨٦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ابوالفرج ابن جوز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٥٩٧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ابن اثير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٦٣٠ - ابوسالم ابن طلحه شافع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٦٥٢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سبط ابن جوز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حنف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٦٥٤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گنج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شافع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٦٥٨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محب الدين طبر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٦٩٤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عدل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اندلس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٦٩٩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ذهب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شافع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٧٤٧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قاض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ايج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معروف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٧٥٦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جمال الدين زرند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٧٥٠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ابوسعادت يافع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٧٦٨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زين الدين عراق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٨٠٦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معزالدين هيثم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٨٠٧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ابن حجر عسقلان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٨٥٢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جلال الدين سيوط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٩١١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ابوالعباس قسطلان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٩٢٣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قاض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ديار بكر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٩٦٦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ابن حجر هيثم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٩٧٤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زين الدين مناو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١٠٣١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و عده كثير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علما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عامه (سن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در قرن ١٠ و ١١ و ١٢ و ١٣ و ١٤ تا امروز.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چون اين مطلب مورد بحث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نزد علما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عامه نيز بسيار حائز اهميت است و با اين روايات شريفه كه ذكر صريح استدلال و ثابت كرده اند كه هر كس نسبت به حضرت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محبت نداشته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يا به نحو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انحاء آو را آزرده باشد، كافر است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لذا ما اين موضوع را عميقا مورد بررس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قرار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دهيم</w:t>
      </w:r>
      <w:r>
        <w:rPr>
          <w:rtl/>
          <w:lang w:bidi="fa-IR"/>
        </w:rPr>
        <w:t>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گاه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مطلب را معتقدين يك مذهب عنوان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كنند، و گاه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موضوع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صددرصد عموم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اسلام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و با توجه به مدارك و اسناد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از دانشمندان فريقين (شيعه و سن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نقل شد كاملا ثابت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 كه اين مطلب اسلام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كه هر كس حضرت صديقه زهرا سلام الله عليها را آزار اذيت نمايد و آن حضرت از او دل آزرده و ناخشنود باشد، كاف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.</w:t>
      </w:r>
    </w:p>
    <w:p w:rsidR="00477E2F" w:rsidRDefault="00F3518E" w:rsidP="00477E2F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>روايت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فوق العاده مهم و حيرت انگيز از پيامبر اكرم</w:t>
      </w:r>
      <w:r w:rsidR="00477E2F">
        <w:rPr>
          <w:rFonts w:hint="cs"/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كه از آن حضرت فرمود: </w:t>
      </w:r>
      <w:r w:rsidR="00477E2F">
        <w:rPr>
          <w:rFonts w:hint="cs"/>
          <w:rtl/>
          <w:lang w:bidi="fa-IR"/>
        </w:rPr>
        <w:t>«</w:t>
      </w:r>
      <w:r w:rsidRPr="00477E2F">
        <w:rPr>
          <w:rStyle w:val="libHadeesChar"/>
          <w:rtl/>
        </w:rPr>
        <w:t>ان تبارك و تعال</w:t>
      </w:r>
      <w:r w:rsidR="004612E5" w:rsidRPr="00477E2F">
        <w:rPr>
          <w:rStyle w:val="libHadeesChar"/>
          <w:rtl/>
        </w:rPr>
        <w:t>ی</w:t>
      </w:r>
      <w:r w:rsidRPr="00477E2F">
        <w:rPr>
          <w:rStyle w:val="libHadeesChar"/>
          <w:rtl/>
        </w:rPr>
        <w:t xml:space="preserve"> يغضب لغضب فاطمه، و يرض</w:t>
      </w:r>
      <w:r w:rsidR="004612E5" w:rsidRPr="00477E2F">
        <w:rPr>
          <w:rStyle w:val="libHadeesChar"/>
          <w:rtl/>
        </w:rPr>
        <w:t>ی</w:t>
      </w:r>
      <w:r w:rsidRPr="00477E2F">
        <w:rPr>
          <w:rStyle w:val="libHadeesChar"/>
          <w:rtl/>
        </w:rPr>
        <w:t xml:space="preserve"> لرضاها</w:t>
      </w:r>
      <w:r w:rsidR="00477E2F">
        <w:rPr>
          <w:rFonts w:hint="cs"/>
          <w:rtl/>
          <w:lang w:bidi="fa-IR"/>
        </w:rPr>
        <w:t>»</w:t>
      </w:r>
    </w:p>
    <w:p w:rsidR="00F3518E" w:rsidRPr="00F3518E" w:rsidRDefault="00477E2F" w:rsidP="00477E2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همانا، خداوند تبارك و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غضب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كند هنگام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فاطمه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به خشم آيد، و راض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شود آنگاه كه او راض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خشنود گردد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477E2F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و در روايت ديگر به فاطمه </w:t>
      </w:r>
      <w:r w:rsidR="00477E2F" w:rsidRPr="004612E5">
        <w:rPr>
          <w:rStyle w:val="libAlaemChar"/>
          <w:rtl/>
        </w:rPr>
        <w:t>عليه</w:t>
      </w:r>
      <w:r w:rsidR="00477E2F">
        <w:rPr>
          <w:rStyle w:val="libAlaemChar"/>
          <w:rFonts w:hint="cs"/>
          <w:rtl/>
        </w:rPr>
        <w:t>ا</w:t>
      </w:r>
      <w:r w:rsidR="00477E2F" w:rsidRPr="004612E5">
        <w:rPr>
          <w:rStyle w:val="libAlaemChar"/>
          <w:rtl/>
        </w:rPr>
        <w:t>‌السلام</w:t>
      </w:r>
      <w:r w:rsidR="00477E2F" w:rsidRPr="00F3518E">
        <w:rPr>
          <w:rtl/>
          <w:lang w:bidi="fa-IR"/>
        </w:rPr>
        <w:t xml:space="preserve"> </w:t>
      </w:r>
      <w:r w:rsidRPr="00F3518E">
        <w:rPr>
          <w:rtl/>
          <w:lang w:bidi="fa-IR"/>
        </w:rPr>
        <w:t>فرمود:</w:t>
      </w:r>
    </w:p>
    <w:p w:rsidR="00477E2F" w:rsidRDefault="00477E2F" w:rsidP="00477E2F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477E2F">
        <w:rPr>
          <w:rStyle w:val="libHadeesChar"/>
          <w:rtl/>
        </w:rPr>
        <w:t>ان الله يغضب لغضبك، و يرضا لرضاك</w:t>
      </w:r>
      <w:r>
        <w:rPr>
          <w:rFonts w:hint="cs"/>
          <w:rtl/>
          <w:lang w:bidi="fa-IR"/>
        </w:rPr>
        <w:t>»</w:t>
      </w:r>
    </w:p>
    <w:p w:rsidR="00F3518E" w:rsidRPr="00F3518E" w:rsidRDefault="00477E2F" w:rsidP="00477E2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يا فاطمه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خدا با غضب تو غضب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كند، و با رضا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تو راض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گردد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اين دو روايت عجيب را عده زياد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دانشمندان عامه (سن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نقل كرده اند كه از جمله آنهايند:</w:t>
      </w:r>
    </w:p>
    <w:p w:rsidR="00F3518E" w:rsidRPr="00F3518E" w:rsidRDefault="00F3518E" w:rsidP="00477E2F">
      <w:pPr>
        <w:pStyle w:val="libVar"/>
        <w:rPr>
          <w:lang w:bidi="fa-IR"/>
        </w:rPr>
      </w:pPr>
      <w:r w:rsidRPr="00F3518E">
        <w:rPr>
          <w:rtl/>
          <w:lang w:bidi="fa-IR"/>
        </w:rPr>
        <w:t>ابوموس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ابن المثن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٢٥٢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ابن اب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عاصم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٢٨٧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ابويعل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مسلم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٣٠٧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ابوالقاسم طبران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٣٦٠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ابوحاكم نيسابور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٤٠٥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ابوسعيد خرگوش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٤٠٦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ابونعيم اصفهان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٤٣٠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ابوالقاسم ابن عساكر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٥٧١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ابوالمظفر سبط ابن جوز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٦٥٤ - حافظ ابوالعباس طبر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٦٩٤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ابن حجر عسقلان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٨٥٢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شهاب الدين ابن حجر هيثم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٩٧٤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حافظ ابوعبدالله زرقان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مالك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١١٢٢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ابوالعرفان صبان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١٢٠٦ هجر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- بدخشان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(صاحب مفتاح الجنات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قرن ١٣ و عده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ديگر...</w:t>
      </w:r>
    </w:p>
    <w:p w:rsidR="00F3518E" w:rsidRPr="00F3518E" w:rsidRDefault="00F3518E" w:rsidP="00477E2F">
      <w:pPr>
        <w:pStyle w:val="libNormal"/>
        <w:rPr>
          <w:lang w:bidi="fa-IR"/>
        </w:rPr>
      </w:pPr>
      <w:r w:rsidRPr="00F3518E">
        <w:rPr>
          <w:rtl/>
          <w:lang w:bidi="fa-IR"/>
        </w:rPr>
        <w:t>با توجه به اينكه هر بشر حالات مختلف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دارد، و در هر ساعت دستخوش تحولات گوناگون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معقول نيست كه بشر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تمام لحظات زندگان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با وجود انهمه دگرگونيها، هميشه و همه جا مورد توجه خدا بوده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رضايتش رضا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خدا، غضبش خشم خدا، مسرتش خشنود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خدا، محبتش حب خدا، و دشمن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 او دشمن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 خدا باشد، و بر هر كس به چشم حقارت نگاه كند خدا نيز با نظر حقارت بر او بنگرد، مگر اينكه صاحب مقام </w:t>
      </w:r>
      <w:r w:rsidRPr="00F3518E">
        <w:rPr>
          <w:rtl/>
          <w:lang w:bidi="fa-IR"/>
        </w:rPr>
        <w:lastRenderedPageBreak/>
        <w:t>ولايت (مطلقه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بوده باشد، و به اعتبار همان مقام كه عينا پيامبر اكرم</w:t>
      </w:r>
      <w:r w:rsidR="004612E5" w:rsidRPr="00477E2F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نيز دارا هستند، تنها اين موضوع امكان پذير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</w:t>
      </w:r>
    </w:p>
    <w:p w:rsidR="00F3518E" w:rsidRPr="00F3518E" w:rsidRDefault="00F3518E" w:rsidP="00477E2F">
      <w:pPr>
        <w:pStyle w:val="libNormal"/>
        <w:rPr>
          <w:lang w:bidi="fa-IR"/>
        </w:rPr>
      </w:pPr>
      <w:r w:rsidRPr="00F3518E">
        <w:rPr>
          <w:rtl/>
          <w:lang w:bidi="fa-IR"/>
        </w:rPr>
        <w:t>و با عدم توجه به شئون ولايت است كه حضرات عامه (سنيها)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گويند پيامبر اكرم نيز همانند ساير مردم دشنام و ناسزا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گويد، خشمناك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 و... و بالاخره سخن را تا بجائ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رسانند كه در بستر مرگ خطاب به آن حضرت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گويند، </w:t>
      </w:r>
      <w:r w:rsidR="00477E2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ان الرجل ليهجر</w:t>
      </w:r>
      <w:r w:rsidR="00477E2F">
        <w:rPr>
          <w:rFonts w:hint="cs"/>
          <w:rtl/>
          <w:lang w:bidi="fa-IR"/>
        </w:rPr>
        <w:t>...»</w:t>
      </w:r>
      <w:r w:rsidRPr="00F3518E">
        <w:rPr>
          <w:rtl/>
          <w:lang w:bidi="fa-IR"/>
        </w:rPr>
        <w:t xml:space="preserve"> </w:t>
      </w:r>
      <w:r w:rsidR="00477E2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اين مرد هذيان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گويد</w:t>
      </w:r>
      <w:r w:rsidR="00477E2F">
        <w:rPr>
          <w:rFonts w:hint="cs"/>
          <w:rtl/>
          <w:lang w:bidi="fa-IR"/>
        </w:rPr>
        <w:t>...»</w:t>
      </w:r>
      <w:r w:rsidRPr="00F3518E">
        <w:rPr>
          <w:rtl/>
          <w:lang w:bidi="fa-IR"/>
        </w:rPr>
        <w:t xml:space="preserve"> فاطمه سلام الله عليها وجود مقدس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يك عمر او را به تمام امتش معرف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مقامات معنويش را بيان فرموده است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چنان كه گفته شد كاملا روشن و مبرهن است آن بشر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محبتش محبت خدا، اطاعتش اطاعت خدا، رضايتش رضايت خدا، مخالفتش مخالفت خدا، سنحطش سنحط خدا، غضبش غضب خداست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لازمه اش اين است كه بايد صاحب مقام شامخ ولايت (مطلقه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باشد، و در نتيجه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هر كس به صاحب ولايت ايمان نياورد و محبتش را در دل نداشته باشد، كافر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اين مطلب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علما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عامه نيز به آن ايمان و اعتقاد دارند كه در اينجا نقل بعض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عبارات آنان مفيد و ضرور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:</w:t>
      </w:r>
    </w:p>
    <w:p w:rsidR="00F3518E" w:rsidRPr="00F3518E" w:rsidRDefault="00477E2F" w:rsidP="00477E2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ابوالقاسم سهيل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متوفا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سال ٥٨١ هجر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در كتاب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الروض الانف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جلد دوم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فرمايد:</w:t>
      </w:r>
    </w:p>
    <w:p w:rsidR="00477E2F" w:rsidRDefault="00477E2F" w:rsidP="00477E2F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ان ابا لبابه رفاعة بن عبدالمنذر ربط نفسه فس توبه</w:t>
      </w:r>
      <w:r w:rsidR="00F3518E">
        <w:rPr>
          <w:rtl/>
          <w:lang w:bidi="fa-IR"/>
        </w:rPr>
        <w:t>.</w:t>
      </w:r>
      <w:r w:rsidR="00F3518E" w:rsidRPr="00F3518E">
        <w:rPr>
          <w:rtl/>
          <w:lang w:bidi="fa-IR"/>
        </w:rPr>
        <w:t>.. و ان فاطمه ارادت حله حين نزلت تويته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فقال ابا لبابه قد اقسمت ان لا يحلن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الا رسول الله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فقال رسول الله ان فاطمه مضعة من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صل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الله عليه و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فاطمة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فهذا حديث يدل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ان من سبها فقد كفر، و من صل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عليها فقد صل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ابيها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477E2F">
      <w:pPr>
        <w:pStyle w:val="libNormal"/>
        <w:rPr>
          <w:lang w:bidi="fa-IR"/>
        </w:rPr>
      </w:pPr>
      <w:r w:rsidRPr="00F3518E">
        <w:rPr>
          <w:rtl/>
          <w:lang w:bidi="fa-IR"/>
        </w:rPr>
        <w:t>هنگام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(</w:t>
      </w:r>
      <w:r w:rsidR="00EC362F">
        <w:rPr>
          <w:rtl/>
          <w:lang w:bidi="fa-IR"/>
        </w:rPr>
        <w:t>(</w:t>
      </w:r>
      <w:r w:rsidRPr="00F3518E">
        <w:rPr>
          <w:rtl/>
          <w:lang w:bidi="fa-IR"/>
        </w:rPr>
        <w:t>رفاعه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) از گناه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مرتكب شده بود توبه كرد، خودش را به چوب توبه محكم ببست و سوگند خورد هرگز آن بند را نگشايد مگر اينكه محمد بن عبدالله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بدست خود آنرا باز فرمايد، و اين را نشان قبول شدن توبه خود قرار داده بود، تا اينكه آيه قبول شدن توبه او از جانب پروردگار نازل شد و در آن هنگام حضرت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اراده فرمود آن بندها را بگشايد،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ابالبابه گفت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جز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نبايد مرا از بند رها نمايد، زيرا من به اين امر سوگند ياد كرده 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چون اين سخن به گوش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رسيد، حضرت فرمود: </w:t>
      </w:r>
      <w:r w:rsidR="00477E2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همانا، فاطمه پاره تن من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درود خدا بر او و بر فاطمه باد.</w:t>
      </w:r>
      <w:r w:rsidR="00477E2F">
        <w:rPr>
          <w:rFonts w:hint="cs"/>
          <w:rtl/>
          <w:lang w:bidi="fa-IR"/>
        </w:rPr>
        <w:t>»</w:t>
      </w:r>
    </w:p>
    <w:p w:rsidR="00F3518E" w:rsidRPr="00F3518E" w:rsidRDefault="00F3518E" w:rsidP="00477E2F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>سپس راو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حديث چنين نتيجه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گيرد: </w:t>
      </w:r>
      <w:r w:rsidR="00477E2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 xml:space="preserve">كه اين حديث دلالت دارد بر اينكه هر كس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دشنام دهد كافر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شود، و هر كس بر او صلوات فرستد، برابر است با صلوات بر پدرش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477E2F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كيفيت صلوات و سلام بر او و زيارتش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اخبار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نقل شده است كه همه نشانگر اين است كه حضرت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همانند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 اين مطلب كاملا استقلال داشته و صلوات و زيارات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مخصوص به خود دارد.</w:t>
      </w:r>
    </w:p>
    <w:p w:rsidR="00F3518E" w:rsidRPr="00F3518E" w:rsidRDefault="00F3518E" w:rsidP="00477E2F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اين روايت را </w:t>
      </w:r>
      <w:r w:rsidR="00477E2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ابن حجر</w:t>
      </w:r>
      <w:r w:rsidR="00477E2F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نيز در شرح كتاب </w:t>
      </w:r>
      <w:r w:rsidR="00477E2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جامع صغير</w:t>
      </w:r>
      <w:r w:rsidR="00477E2F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نقل كرده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اجالبتر اينكه </w:t>
      </w:r>
      <w:r w:rsidR="00477E2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زين الدين مناو</w:t>
      </w:r>
      <w:r w:rsidR="004612E5">
        <w:rPr>
          <w:rtl/>
          <w:lang w:bidi="fa-IR"/>
        </w:rPr>
        <w:t>ی</w:t>
      </w:r>
      <w:r w:rsidR="00477E2F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صاحب كتاب </w:t>
      </w:r>
      <w:r w:rsidR="00477E2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كنوزالدقايق</w:t>
      </w:r>
      <w:r w:rsidR="00477E2F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ضمن بيان اين حديث چنين نتيجه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گيرد:</w:t>
      </w:r>
    </w:p>
    <w:p w:rsidR="00F3518E" w:rsidRPr="00F3518E" w:rsidRDefault="00F3518E" w:rsidP="00477E2F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(با توجه به استدلال </w:t>
      </w:r>
      <w:r w:rsidR="00477E2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ابوالقاسم سهيل</w:t>
      </w:r>
      <w:r w:rsidR="004612E5">
        <w:rPr>
          <w:rtl/>
          <w:lang w:bidi="fa-IR"/>
        </w:rPr>
        <w:t>ی</w:t>
      </w:r>
      <w:r w:rsidR="00477E2F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شرح حديث شريف </w:t>
      </w:r>
      <w:r w:rsidR="00477E2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فاطمه بضعه من</w:t>
      </w:r>
      <w:r w:rsidR="004612E5">
        <w:rPr>
          <w:rtl/>
          <w:lang w:bidi="fa-IR"/>
        </w:rPr>
        <w:t>ی</w:t>
      </w:r>
      <w:r w:rsidR="00477E2F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كه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گويد: </w:t>
      </w:r>
      <w:r w:rsidR="00477E2F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 xml:space="preserve">هر كس فاطمه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را دشنام دهد، چون اين عمل مشعر بر بغض او نسبت به آن حضرت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خدا چنين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دشمن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دارد، و هر كس را كه خدا دشمن بدارد يقينا كافر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لذا ناسزا گفتن به حضرت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موجب كفر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داند، و همين دلالت دارد بر اينكه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از شيخين (ابوبكر و عمر) افضل است</w:t>
      </w:r>
      <w:r>
        <w:rPr>
          <w:rtl/>
          <w:lang w:bidi="fa-IR"/>
        </w:rPr>
        <w:t>!</w:t>
      </w:r>
      <w:r w:rsidRPr="00F3518E">
        <w:rPr>
          <w:rtl/>
          <w:lang w:bidi="fa-IR"/>
        </w:rPr>
        <w:t>؟...)</w:t>
      </w:r>
    </w:p>
    <w:p w:rsidR="00F3518E" w:rsidRPr="00F3518E" w:rsidRDefault="00477E2F" w:rsidP="00477E2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شريف سمهود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كه يك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بزرگان عامه است در ادامه تشريح آن حديث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فرمايد:</w:t>
      </w:r>
    </w:p>
    <w:p w:rsidR="00477E2F" w:rsidRDefault="00477E2F" w:rsidP="00477E2F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477E2F">
        <w:rPr>
          <w:rStyle w:val="libHadeesChar"/>
          <w:rtl/>
        </w:rPr>
        <w:t>و معلوم ان اولادها بضعة منها فيكونون بواسطتها بضعة منه و من ثم لم رات ام الفضل ف</w:t>
      </w:r>
      <w:r w:rsidR="004612E5" w:rsidRPr="00477E2F">
        <w:rPr>
          <w:rStyle w:val="libHadeesChar"/>
          <w:rtl/>
        </w:rPr>
        <w:t>ی</w:t>
      </w:r>
      <w:r w:rsidR="00F3518E" w:rsidRPr="00477E2F">
        <w:rPr>
          <w:rStyle w:val="libHadeesChar"/>
          <w:rtl/>
        </w:rPr>
        <w:t xml:space="preserve"> النوم ان بضعة منه وضعت ف</w:t>
      </w:r>
      <w:r w:rsidR="004612E5" w:rsidRPr="00477E2F">
        <w:rPr>
          <w:rStyle w:val="libHadeesChar"/>
          <w:rtl/>
        </w:rPr>
        <w:t>ی</w:t>
      </w:r>
      <w:r w:rsidR="00F3518E" w:rsidRPr="00477E2F">
        <w:rPr>
          <w:rStyle w:val="libHadeesChar"/>
          <w:rtl/>
        </w:rPr>
        <w:t xml:space="preserve"> حجرها، اولها رسول الله بان تلد فاطمه غلاما، فيوضع ف</w:t>
      </w:r>
      <w:r w:rsidR="004612E5" w:rsidRPr="00477E2F">
        <w:rPr>
          <w:rStyle w:val="libHadeesChar"/>
          <w:rtl/>
        </w:rPr>
        <w:t>ی</w:t>
      </w:r>
      <w:r w:rsidR="00F3518E" w:rsidRPr="00477E2F">
        <w:rPr>
          <w:rStyle w:val="libHadeesChar"/>
          <w:rtl/>
        </w:rPr>
        <w:t xml:space="preserve"> حجرها، فكل من يشاهد الان من ذريتها، بضعة من تلك البضعة، و ان تعددت الوسائط، و من تامل ذلك انبعث ف</w:t>
      </w:r>
      <w:r w:rsidR="004612E5" w:rsidRPr="00477E2F">
        <w:rPr>
          <w:rStyle w:val="libHadeesChar"/>
          <w:rtl/>
        </w:rPr>
        <w:t>ی</w:t>
      </w:r>
      <w:r w:rsidR="00F3518E" w:rsidRPr="00477E2F">
        <w:rPr>
          <w:rStyle w:val="libHadeesChar"/>
          <w:rtl/>
        </w:rPr>
        <w:t xml:space="preserve"> قلبه داع</w:t>
      </w:r>
      <w:r w:rsidR="004612E5" w:rsidRPr="00477E2F">
        <w:rPr>
          <w:rStyle w:val="libHadeesChar"/>
          <w:rtl/>
        </w:rPr>
        <w:t>ی</w:t>
      </w:r>
      <w:r w:rsidR="00F3518E" w:rsidRPr="00477E2F">
        <w:rPr>
          <w:rStyle w:val="libHadeesChar"/>
          <w:rtl/>
        </w:rPr>
        <w:t xml:space="preserve"> الاجلال لهم، و تجنب بغضهم عل</w:t>
      </w:r>
      <w:r w:rsidR="004612E5" w:rsidRPr="00477E2F">
        <w:rPr>
          <w:rStyle w:val="libHadeesChar"/>
          <w:rtl/>
        </w:rPr>
        <w:t>ی</w:t>
      </w:r>
      <w:r w:rsidR="00F3518E" w:rsidRPr="00477E2F">
        <w:rPr>
          <w:rStyle w:val="libHadeesChar"/>
          <w:rtl/>
        </w:rPr>
        <w:t xml:space="preserve"> ا</w:t>
      </w:r>
      <w:r w:rsidR="004612E5" w:rsidRPr="00477E2F">
        <w:rPr>
          <w:rStyle w:val="libHadeesChar"/>
          <w:rtl/>
        </w:rPr>
        <w:t>ی</w:t>
      </w:r>
      <w:r w:rsidR="00F3518E" w:rsidRPr="00477E2F">
        <w:rPr>
          <w:rStyle w:val="libHadeesChar"/>
          <w:rtl/>
        </w:rPr>
        <w:t xml:space="preserve"> حال كانوا عليه</w:t>
      </w:r>
      <w:r>
        <w:rPr>
          <w:rFonts w:hint="cs"/>
          <w:rtl/>
          <w:lang w:bidi="fa-IR"/>
        </w:rPr>
        <w:t>»</w:t>
      </w:r>
    </w:p>
    <w:p w:rsidR="00F3518E" w:rsidRPr="00F3518E" w:rsidRDefault="00477E2F" w:rsidP="00477E2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و كاملا روشن است كه نه تنها فاطمه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پاره تن پيامبر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بلكه اولاد او چون بضعه فاطمه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>اند، آنان نيز به واسطه زهرا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پاره تن پيامبر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محسوب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شوند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477E2F">
      <w:pPr>
        <w:pStyle w:val="libNormal"/>
        <w:rPr>
          <w:lang w:bidi="fa-IR"/>
        </w:rPr>
      </w:pPr>
      <w:r w:rsidRPr="00F3518E">
        <w:rPr>
          <w:rtl/>
          <w:lang w:bidi="fa-IR"/>
        </w:rPr>
        <w:t>اكنون نيز در هر كجا ذريه پيامبر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مشاهده شود، پاره تن رسول خداست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اگر چه شما واسطه بسيار زياد شد، لذا هر كس اين موضوع را بدقت بررس</w:t>
      </w:r>
      <w:r w:rsidR="004612E5">
        <w:rPr>
          <w:rtl/>
          <w:lang w:bidi="fa-IR"/>
        </w:rPr>
        <w:t>ی</w:t>
      </w:r>
      <w:r w:rsidR="00477E2F">
        <w:rPr>
          <w:rtl/>
          <w:lang w:bidi="fa-IR"/>
        </w:rPr>
        <w:t xml:space="preserve"> كند، در قلب خويش </w:t>
      </w:r>
      <w:r w:rsidRPr="00F3518E">
        <w:rPr>
          <w:rtl/>
          <w:lang w:bidi="fa-IR"/>
        </w:rPr>
        <w:t>نسبت به آل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احساس محبت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نمايد، و از دشمن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نسبت به آنان در هر حال دور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جويد.</w:t>
      </w:r>
    </w:p>
    <w:p w:rsidR="00F3518E" w:rsidRPr="00F3518E" w:rsidRDefault="00477E2F" w:rsidP="00477E2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ابن حجر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فرمايد:</w:t>
      </w:r>
    </w:p>
    <w:p w:rsidR="00477E2F" w:rsidRDefault="00477E2F" w:rsidP="00477E2F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lastRenderedPageBreak/>
        <w:t>«</w:t>
      </w:r>
      <w:r w:rsidR="00F3518E" w:rsidRPr="00F3518E">
        <w:rPr>
          <w:rtl/>
          <w:lang w:bidi="fa-IR"/>
        </w:rPr>
        <w:t>و فيه تحريم اذ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من يتاد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المصطف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بتاذيه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فكل من وقع منه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حق فاطمة ش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فتاذت به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فالنب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يتاذ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بشهادة هذالخبر، ولا ش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اعظم من ادخال الاذ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عليها من قبل ولدها، و لهذا عرف بالاستقراء معالجة من نعاط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ذالك بالعقوية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الدنيا و لعذاب الاخرة اشد</w:t>
      </w:r>
      <w:r>
        <w:rPr>
          <w:rFonts w:hint="cs"/>
          <w:rtl/>
          <w:lang w:bidi="fa-IR"/>
        </w:rPr>
        <w:t>»</w:t>
      </w:r>
    </w:p>
    <w:p w:rsidR="00F3518E" w:rsidRPr="00F3518E" w:rsidRDefault="00477E2F" w:rsidP="00D82CB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حارم است آزار و اذيت فاطمه </w:t>
      </w:r>
      <w:r w:rsidR="00D82CBA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>، زيرا هر چيز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او را آزرده خاطر كند، پيامبر ص را دل آزرده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نمايد، و آنچه رسول خدا را بيازارد، (در حقيقت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خدا را اذيت كرده است</w:t>
      </w:r>
      <w:r>
        <w:rPr>
          <w:rFonts w:hint="cs"/>
          <w:rtl/>
          <w:lang w:bidi="fa-IR"/>
        </w:rPr>
        <w:t>.»</w:t>
      </w:r>
    </w:p>
    <w:p w:rsidR="00F3518E" w:rsidRPr="00F3518E" w:rsidRDefault="00F3518E" w:rsidP="00D82CBA">
      <w:pPr>
        <w:pStyle w:val="libNormal"/>
        <w:rPr>
          <w:lang w:bidi="fa-IR"/>
        </w:rPr>
      </w:pPr>
      <w:r w:rsidRPr="00F3518E">
        <w:rPr>
          <w:rtl/>
          <w:lang w:bidi="fa-IR"/>
        </w:rPr>
        <w:t>(</w:t>
      </w:r>
      <w:r w:rsidR="00EC362F">
        <w:rPr>
          <w:rtl/>
          <w:lang w:bidi="fa-IR"/>
        </w:rPr>
        <w:t>(</w:t>
      </w:r>
      <w:r w:rsidRPr="00F3518E">
        <w:rPr>
          <w:rtl/>
          <w:lang w:bidi="fa-IR"/>
        </w:rPr>
        <w:t>ابن حجر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) در پايان سخن چنين نتيجه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گيرد: آنچه تاريخ گذشته به ما گوشزد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 اين است كه جزا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كس كه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بيازارد، گرفتار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دنياست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البته عذاب او در آخرت شديدتر خواهد بود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)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ناسزا گفتن به حضرت صديقه سلام الله عليها، برابر است با دشنام به پيامبر اكرم</w:t>
      </w:r>
      <w:r w:rsidR="004612E5" w:rsidRPr="00D82CBA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در نتيجه مساو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با دشنام به حضرت حق تبارك تعال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چنان كه رسول خدا</w:t>
      </w:r>
      <w:r w:rsidR="004612E5" w:rsidRPr="00D82CBA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درباره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D82CBA" w:rsidRDefault="00D82CBA" w:rsidP="00D82CB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لا تسبوا عليا، من سب عليا فقد سبن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من سبن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فقد سب الله</w:t>
      </w:r>
      <w:r>
        <w:rPr>
          <w:rFonts w:hint="cs"/>
          <w:rtl/>
          <w:lang w:bidi="fa-IR"/>
        </w:rPr>
        <w:t>»</w:t>
      </w:r>
    </w:p>
    <w:p w:rsidR="00F3518E" w:rsidRPr="00F3518E" w:rsidRDefault="00D82CBA" w:rsidP="00D82CB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به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دشنام ندهيد، هر كس به او دشنام دهد در حقيقت مرا ناسزا گفت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هر كس به من دشنام دهد، همانا به خدا بد زبان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كرده است</w:t>
      </w:r>
      <w:r>
        <w:rPr>
          <w:rFonts w:hint="cs"/>
          <w:rtl/>
          <w:lang w:bidi="fa-IR"/>
        </w:rPr>
        <w:t>»</w:t>
      </w:r>
    </w:p>
    <w:p w:rsidR="00D82CBA" w:rsidRDefault="00D82CBA" w:rsidP="00D82CB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لا تبغضوا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من اغضب عليا فقد اغضبن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من اغضبن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فقد اغضب الله</w:t>
      </w:r>
      <w:r>
        <w:rPr>
          <w:rFonts w:hint="cs"/>
          <w:rtl/>
          <w:lang w:bidi="fa-IR"/>
        </w:rPr>
        <w:t>»</w:t>
      </w:r>
    </w:p>
    <w:p w:rsidR="00F3518E" w:rsidRPr="00F3518E" w:rsidRDefault="00D82CBA" w:rsidP="00D82CB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را خشمگين مسازيد، كه هر كس او را به خشم آورد همانا مرا غضبناك كرده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هر كس مرا خشمگين كند در حقيقت خدا را به خشم آورده است</w:t>
      </w:r>
      <w:r>
        <w:rPr>
          <w:rFonts w:hint="cs"/>
          <w:rtl/>
          <w:lang w:bidi="fa-IR"/>
        </w:rPr>
        <w:t>»</w:t>
      </w:r>
    </w:p>
    <w:p w:rsidR="00D82CBA" w:rsidRDefault="00D82CBA" w:rsidP="00D82CB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و من احبه فقد احبن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من احبن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فقد احب الله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</w:p>
    <w:p w:rsidR="00F3518E" w:rsidRPr="00F3518E" w:rsidRDefault="00D82CBA" w:rsidP="00D82CB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هر كس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را دوست داشته باشد، در حقيقت به من مهر ورزيده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هر كس محبت مرا در دل داشته باشد، همانا خدا را دوست داشته است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D82CB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اين فرمايشات پيامبر اكرم </w:t>
      </w:r>
      <w:r w:rsidR="00D82CBA" w:rsidRPr="004612E5">
        <w:rPr>
          <w:rStyle w:val="libAlaemChar"/>
          <w:rtl/>
        </w:rPr>
        <w:t>صل</w:t>
      </w:r>
      <w:r w:rsidR="00D82CBA">
        <w:rPr>
          <w:rStyle w:val="libAlaemChar"/>
          <w:rtl/>
        </w:rPr>
        <w:t>ی</w:t>
      </w:r>
      <w:r w:rsidR="00D82CBA" w:rsidRPr="004612E5">
        <w:rPr>
          <w:rStyle w:val="libAlaemChar"/>
          <w:rtl/>
        </w:rPr>
        <w:t>‌الله‌عليه‌وآله‌وسلم</w:t>
      </w:r>
      <w:r w:rsidR="00D82CBA" w:rsidRPr="00F3518E">
        <w:rPr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و نظاير آنها درباره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بيان داشته اند، تنها شايسته آن وجود مقدس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دارا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مقام شامخ ولايت باشد، و مراتب مذكور از شئون مخصوص آن مرتبه والاست</w:t>
      </w:r>
      <w:r>
        <w:rPr>
          <w:rtl/>
          <w:lang w:bidi="fa-IR"/>
        </w:rPr>
        <w:t>.</w:t>
      </w:r>
    </w:p>
    <w:p w:rsidR="00D82CBA" w:rsidRDefault="00F3518E" w:rsidP="00D82CBA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lastRenderedPageBreak/>
        <w:t xml:space="preserve">روايات بسيار از قول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 منقبت حضرت زهرا سلام الله عليها، عينا با همين مضامين در كتب معتبر (شيعه و سن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نقل شده است كه نشان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دهد آن حضرت در جميع احكام و شئون ولايت با رسول خدا</w:t>
      </w:r>
      <w:r w:rsidR="004612E5" w:rsidRPr="00D82CBA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شريك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لذا علما چنين فتو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دهند كه هر كس به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، يا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، يا فاطمه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دشنام دهد واجب القتل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شود، و دانشمندان عامه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فرمايند: هم كافر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هم واجب القتل</w:t>
      </w:r>
      <w:r>
        <w:rPr>
          <w:rtl/>
          <w:lang w:bidi="fa-IR"/>
        </w:rPr>
        <w:t>.</w:t>
      </w:r>
    </w:p>
    <w:p w:rsidR="00F3518E" w:rsidRPr="00F3518E" w:rsidRDefault="00F3518E" w:rsidP="00D82CBA">
      <w:pPr>
        <w:pStyle w:val="libNormal"/>
        <w:rPr>
          <w:lang w:bidi="fa-IR"/>
        </w:rPr>
      </w:pPr>
      <w:r w:rsidRPr="00F3518E">
        <w:rPr>
          <w:rtl/>
          <w:lang w:bidi="fa-IR"/>
        </w:rPr>
        <w:t>پروردگارا، به حق محمد و آل محمد، ما را از نظر لطف فاطمه زهرا سلام الله عليها دور مكن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(پرتو) ولايت او را در قلب ما جايگزين فرما، و با اعتقاد به اين مقام ولايت عمر ما را بپايان برسان</w:t>
      </w:r>
      <w:r>
        <w:rPr>
          <w:rtl/>
          <w:lang w:bidi="fa-IR"/>
        </w:rPr>
        <w:t>.</w:t>
      </w:r>
    </w:p>
    <w:p w:rsidR="00D82CBA" w:rsidRDefault="00D82CBA" w:rsidP="00F3518E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D82CBA">
      <w:pPr>
        <w:pStyle w:val="Heading2"/>
        <w:rPr>
          <w:rFonts w:hint="cs"/>
          <w:rtl/>
          <w:lang w:bidi="fa-IR"/>
        </w:rPr>
      </w:pPr>
      <w:bookmarkStart w:id="26" w:name="_Toc477607250"/>
      <w:r w:rsidRPr="00F3518E">
        <w:rPr>
          <w:rtl/>
          <w:lang w:bidi="fa-IR"/>
        </w:rPr>
        <w:t>موضوع سيزدهم</w:t>
      </w:r>
      <w:bookmarkEnd w:id="26"/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اشتراك فاطمه زهرا سلام الله عليها با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حسنين </w:t>
      </w:r>
      <w:r w:rsidR="00431E70" w:rsidRPr="00431E70">
        <w:rPr>
          <w:rStyle w:val="libAlaemChar"/>
          <w:rtl/>
        </w:rPr>
        <w:t>عليهم‌السلام</w:t>
      </w:r>
      <w:r w:rsidRPr="00F3518E">
        <w:rPr>
          <w:rtl/>
          <w:lang w:bidi="fa-IR"/>
        </w:rPr>
        <w:t xml:space="preserve"> در مقامات و درجا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مخصوص و منحصر است به پنج تن آل عبا.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و با دقت در اين دسته روايات كاملا روشن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 كه آنان را مقام و مركزيت خاص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هرگز هيچ بشر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به آن درجات والا راه نيست</w:t>
      </w:r>
      <w:r>
        <w:rPr>
          <w:rtl/>
          <w:lang w:bidi="fa-IR"/>
        </w:rPr>
        <w:t>.</w:t>
      </w:r>
    </w:p>
    <w:p w:rsidR="00F3518E" w:rsidRPr="00F3518E" w:rsidRDefault="004126F4" w:rsidP="004126F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زيدبن ارقم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از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روايت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كند كه آن حضرت خطاب به اميرالمؤ منين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فرمود:</w:t>
      </w:r>
    </w:p>
    <w:p w:rsidR="004126F4" w:rsidRDefault="004126F4" w:rsidP="004126F4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انت يا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مع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قصر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الجنة مع فاطمة ابنت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ثم تل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اخوانا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سرر متقابلين</w:t>
      </w:r>
      <w:r>
        <w:rPr>
          <w:rFonts w:hint="cs"/>
          <w:rtl/>
          <w:lang w:bidi="fa-IR"/>
        </w:rPr>
        <w:t>»</w:t>
      </w:r>
    </w:p>
    <w:p w:rsidR="00F3518E" w:rsidRPr="00F3518E" w:rsidRDefault="004126F4" w:rsidP="004126F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يا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تو و دخترم فاطمه در بهشت در قصر من همنشين من هستيد، سپس پيامبر اكرم</w:t>
      </w:r>
      <w:r w:rsidR="004612E5" w:rsidRPr="004126F4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اين آيه را تلاوت فرمود: برادران بر تختها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بهشت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روبرو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هم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نشينند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اين روايت را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محب الدين طبر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در كتاب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رياض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- ابن مغازل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 xml:space="preserve">در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مناقب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- حميون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 xml:space="preserve">در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فرائد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- ابن با كثير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 xml:space="preserve">در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وسيلة المآل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- و عاصم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زين الفت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»،</w:t>
      </w:r>
      <w:r w:rsidR="00F3518E" w:rsidRPr="00F3518E">
        <w:rPr>
          <w:rtl/>
          <w:lang w:bidi="fa-IR"/>
        </w:rPr>
        <w:t xml:space="preserve"> احمد ابن حنبل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 xml:space="preserve">در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مناقب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نقل كرده اند.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حديث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مرفوعا از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نقل كرده اند كه رسول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فرمود:</w:t>
      </w:r>
    </w:p>
    <w:p w:rsidR="00F3518E" w:rsidRPr="00F3518E" w:rsidRDefault="001559C3" w:rsidP="001559C3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الجنة درجة تدع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الوسيله</w:t>
      </w:r>
      <w:r>
        <w:rPr>
          <w:rFonts w:hint="cs"/>
          <w:rtl/>
          <w:lang w:bidi="fa-IR"/>
        </w:rPr>
        <w:t>»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فاذا سالتم الله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فسلوا 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الوسيله</w:t>
      </w:r>
      <w:r>
        <w:rPr>
          <w:rFonts w:hint="cs"/>
          <w:rtl/>
          <w:lang w:bidi="fa-IR"/>
        </w:rPr>
        <w:t>»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قالوا يا رسول الله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من يسكن معك فيها، قال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فاطمة والحسن والحسين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در بهشت درجه 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است به نام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الوسيله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هر گاه بخواهيد در هنگام دعا چيز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من از خدا بطلبيد، مقام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وسيله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را مسئلت نمائيد، گفتند يا رسول الله چه كسان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در اين درجه (مخصوص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با شما همنشين هستند، فرمود: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، فاطمه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، حسن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و حسين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1559C3">
      <w:pPr>
        <w:pStyle w:val="libNormal"/>
        <w:rPr>
          <w:lang w:bidi="fa-IR"/>
        </w:rPr>
      </w:pPr>
      <w:r w:rsidRPr="00F3518E">
        <w:rPr>
          <w:rtl/>
          <w:lang w:bidi="fa-IR"/>
        </w:rPr>
        <w:t>اين حديث از دانشمندان عامه (سن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نيز در كتب خود ذكر نموده اند، از جمله </w:t>
      </w:r>
      <w:r w:rsidR="001559C3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سيوط</w:t>
      </w:r>
      <w:r w:rsidR="004612E5">
        <w:rPr>
          <w:rtl/>
          <w:lang w:bidi="fa-IR"/>
        </w:rPr>
        <w:t>ی</w:t>
      </w:r>
      <w:r w:rsidR="001559C3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كتاب </w:t>
      </w:r>
      <w:r w:rsidR="001559C3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جامع الكبير</w:t>
      </w:r>
      <w:r w:rsidR="001559C3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از </w:t>
      </w:r>
      <w:r w:rsidR="001559C3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حافظ ابن مردويه</w:t>
      </w:r>
      <w:r w:rsidR="001559C3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نقل كرده است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ما شيعيان نيز در زيارت پيامبر اكرم</w:t>
      </w:r>
      <w:r w:rsidR="004612E5" w:rsidRPr="001559C3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چنين عرض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كنيم</w:t>
      </w:r>
      <w:r>
        <w:rPr>
          <w:rtl/>
          <w:lang w:bidi="fa-IR"/>
        </w:rPr>
        <w:t>:</w:t>
      </w:r>
    </w:p>
    <w:p w:rsidR="00F3518E" w:rsidRPr="00F3518E" w:rsidRDefault="001559C3" w:rsidP="001559C3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lastRenderedPageBreak/>
        <w:t>«</w:t>
      </w:r>
      <w:r w:rsidR="00F3518E" w:rsidRPr="00F3518E">
        <w:rPr>
          <w:rtl/>
          <w:lang w:bidi="fa-IR"/>
        </w:rPr>
        <w:t>اللهم اعطه الدرجة الرفيعة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وآته الوسيلة من الجنة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چنان كه گفته شد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درجة الوسيله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كه والاترين درجات بهشت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مخصوص و منحصر است به پنج تن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هرگز بشر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را به آن رتبه اعل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راه نيست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درجة الوسيله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برتر از درجات جميع انبياء اوصياء، اولياء، و علماء و مخلصون است</w:t>
      </w:r>
      <w:r w:rsidR="00F3518E"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چنين روايت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 كه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فرمود:</w:t>
      </w:r>
    </w:p>
    <w:p w:rsidR="001559C3" w:rsidRDefault="001559C3" w:rsidP="001559C3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انا، و فاطمة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والحسن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والحسين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مكان واحد يوم القيامة</w:t>
      </w:r>
      <w:r>
        <w:rPr>
          <w:rFonts w:hint="cs"/>
          <w:rtl/>
          <w:lang w:bidi="fa-IR"/>
        </w:rPr>
        <w:t>»</w:t>
      </w:r>
    </w:p>
    <w:p w:rsidR="00F3518E" w:rsidRPr="00F3518E" w:rsidRDefault="001559C3" w:rsidP="001559C3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روز قيامت من و فاطمه و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حسن و حسين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دارا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مقام و منزلت واحد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هستيم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آر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اينان در تمام عوالم خلقت مقام و منزلتشان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عالم نور، در عالم ذر، در عالم اظله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محشر، در عوالم سفل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علو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ملك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ملكوت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غيب و شهود، خلاصه در تمام مسير آفرينش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از آغاز تا پايان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همه جا با هم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همرديف و هم شان و هم مقامند. از علماء عامه (سن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كه حديث مذكور را نقل كرده اند عبارتند از:</w:t>
      </w:r>
    </w:p>
    <w:p w:rsidR="00F3518E" w:rsidRPr="00F3518E" w:rsidRDefault="00F3518E" w:rsidP="001559C3">
      <w:pPr>
        <w:pStyle w:val="libNormal"/>
        <w:rPr>
          <w:lang w:bidi="fa-IR"/>
        </w:rPr>
      </w:pPr>
      <w:r w:rsidRPr="00F3518E">
        <w:rPr>
          <w:rtl/>
          <w:lang w:bidi="fa-IR"/>
        </w:rPr>
        <w:t>احمد بن حنبل</w:t>
      </w:r>
      <w:r w:rsidR="001559C3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1559C3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مسند</w:t>
      </w:r>
      <w:r w:rsidR="001559C3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حافظ محب الدين طبر</w:t>
      </w:r>
      <w:r w:rsidR="004612E5">
        <w:rPr>
          <w:rtl/>
          <w:lang w:bidi="fa-IR"/>
        </w:rPr>
        <w:t>ی</w:t>
      </w:r>
      <w:r w:rsidR="001559C3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1559C3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رياض النضره</w:t>
      </w:r>
      <w:r w:rsidR="001559C3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روايت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حضرت عامه (سن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نيز نسبت به آن اهميت بسيار قائل شده اند عبارت از اين است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روز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رسول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وارد خانه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شد، و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در حال استراحت مشاهده كرد، و خطاب به حضرت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چنين فرمود:</w:t>
      </w:r>
    </w:p>
    <w:p w:rsidR="00F3518E" w:rsidRPr="00F3518E" w:rsidRDefault="001559C3" w:rsidP="001559C3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اياك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هذين الحسنين و هذالراقد (يعن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النائم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>، يوم القيامة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مكان واحد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همانا، من و تو (يا زهرا) و حسن و حسين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اين شخص كه در اينجا آرميده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روز قيامت همه در يكجا خواهيم بود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1559C3">
      <w:pPr>
        <w:pStyle w:val="libNormal"/>
        <w:rPr>
          <w:lang w:bidi="fa-IR"/>
        </w:rPr>
      </w:pPr>
      <w:r w:rsidRPr="00F3518E">
        <w:rPr>
          <w:rtl/>
          <w:lang w:bidi="fa-IR"/>
        </w:rPr>
        <w:t>راويان اين حديث عبارتند از: احمد ابن حنبل</w:t>
      </w:r>
      <w:r w:rsidR="001559C3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1559C3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مسند</w:t>
      </w:r>
      <w:r w:rsidR="001559C3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1559C3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حافظ ابن عساكر</w:t>
      </w:r>
      <w:r w:rsidR="001559C3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1559C3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محب الدين طبر</w:t>
      </w:r>
      <w:r w:rsidR="004612E5">
        <w:rPr>
          <w:rtl/>
          <w:lang w:bidi="fa-IR"/>
        </w:rPr>
        <w:t>ی</w:t>
      </w:r>
      <w:r w:rsidR="001559C3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</w:t>
      </w:r>
      <w:r w:rsidR="001559C3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حاكم حسكان</w:t>
      </w:r>
      <w:r w:rsidR="004612E5">
        <w:rPr>
          <w:rtl/>
          <w:lang w:bidi="fa-IR"/>
        </w:rPr>
        <w:t>ی</w:t>
      </w:r>
      <w:r w:rsidR="001559C3">
        <w:rPr>
          <w:rFonts w:hint="cs"/>
          <w:rtl/>
          <w:lang w:bidi="fa-IR"/>
        </w:rPr>
        <w:t>»</w:t>
      </w:r>
      <w:r>
        <w:rPr>
          <w:rtl/>
          <w:lang w:bidi="fa-IR"/>
        </w:rPr>
        <w:t>.</w:t>
      </w:r>
    </w:p>
    <w:p w:rsidR="00F3518E" w:rsidRPr="00F3518E" w:rsidRDefault="001559C3" w:rsidP="001559C3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حاكم نيشابور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اسناد اين روايت را بررس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صحت آنرا تاءييد نموده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ما نيز مدارك اين حديث شريف را كاملا رسيدگ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كرديم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ترديد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در صحت آن نيست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مسلما از فرمايشات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باشد.</w:t>
      </w:r>
    </w:p>
    <w:p w:rsidR="00F3518E" w:rsidRPr="00F3518E" w:rsidRDefault="001559C3" w:rsidP="001559C3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عبدالله بن قيس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از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نقل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كند كه فرمود:</w:t>
      </w:r>
    </w:p>
    <w:p w:rsidR="006D157B" w:rsidRDefault="006D157B" w:rsidP="006D157B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lastRenderedPageBreak/>
        <w:t>«</w:t>
      </w:r>
      <w:r w:rsidR="00F3518E" w:rsidRPr="00F3518E">
        <w:rPr>
          <w:rtl/>
          <w:lang w:bidi="fa-IR"/>
        </w:rPr>
        <w:t>انا و عل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فاطمة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والحسن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والحسين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يوم القيامة 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قبة تحت العرش</w:t>
      </w:r>
      <w:r>
        <w:rPr>
          <w:rFonts w:hint="cs"/>
          <w:rtl/>
          <w:lang w:bidi="fa-IR"/>
        </w:rPr>
        <w:t>»</w:t>
      </w:r>
    </w:p>
    <w:p w:rsidR="00F3518E" w:rsidRPr="00F3518E" w:rsidRDefault="006D157B" w:rsidP="006D15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جايگاه من و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فاطمه و حسن و حسين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روز قيامت در قبه 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است كه زير عرش قرار دارد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6D157B">
      <w:pPr>
        <w:pStyle w:val="libNormal"/>
        <w:rPr>
          <w:lang w:bidi="fa-IR"/>
        </w:rPr>
      </w:pPr>
      <w:r w:rsidRPr="00F3518E">
        <w:rPr>
          <w:rtl/>
          <w:lang w:bidi="fa-IR"/>
        </w:rPr>
        <w:t>از اين روايت چنين معلوم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 كه والاترين مقامات كه </w:t>
      </w:r>
      <w:r w:rsidR="006D15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وسيله</w:t>
      </w:r>
      <w:r w:rsidR="006D15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نا دارد، در پايتخت عظمت حضرت حق تبارك و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هرگز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به آنجا راه نيست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آر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پايتخت عالم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فقط جايگاه پنچ تن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آنجا كه نشانگر عظمت و جلال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جلوگاه نور جمال و جلال كبريائ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چنان كه گفته شد، اين انوار پنجگانه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جميع منازل خلقت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در تمام شئون ولايت همه جا همراه و همگام و همتايند، و در ابتدا و انتها، در عالم اظله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عالم ذر، در عالم ارواح و اشباح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دنيا و برزخ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حشر و نشر، خلاصه تا روز قيامت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از يكديگر جدا نبوده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كنار هم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جميع مراحل و در تمام ملكات و فضائل بطور يكسان سهيمند.</w:t>
      </w:r>
    </w:p>
    <w:p w:rsidR="00F3518E" w:rsidRPr="00F3518E" w:rsidRDefault="006D157B" w:rsidP="00F3518E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6D157B">
      <w:pPr>
        <w:pStyle w:val="Heading2"/>
        <w:rPr>
          <w:rFonts w:hint="cs"/>
          <w:rtl/>
          <w:lang w:bidi="fa-IR"/>
        </w:rPr>
      </w:pPr>
      <w:bookmarkStart w:id="27" w:name="_Toc477607251"/>
      <w:r w:rsidRPr="00F3518E">
        <w:rPr>
          <w:rtl/>
          <w:lang w:bidi="fa-IR"/>
        </w:rPr>
        <w:t>موضوع چهاردهم</w:t>
      </w:r>
      <w:bookmarkEnd w:id="27"/>
    </w:p>
    <w:p w:rsidR="00F3518E" w:rsidRPr="00F3518E" w:rsidRDefault="00F3518E" w:rsidP="006D157B">
      <w:pPr>
        <w:pStyle w:val="libNormal"/>
        <w:rPr>
          <w:lang w:bidi="fa-IR"/>
        </w:rPr>
      </w:pPr>
      <w:r w:rsidRPr="00F3518E">
        <w:rPr>
          <w:rtl/>
          <w:lang w:bidi="fa-IR"/>
        </w:rPr>
        <w:t>منقبت چهاردهم مقام ركوب (سواره بودن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در روز قيامت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بهشت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در هنگام سير در مواقف ديگر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حضرت زهرا سلام الله عليها با پدر بزرگوارش و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حسنين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اشتراك دارد، و هيچ زن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عالم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از اولين و آخرين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دارا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اين مقام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فاطمه </w:t>
      </w:r>
      <w:r w:rsidR="006D157B" w:rsidRPr="004612E5">
        <w:rPr>
          <w:rStyle w:val="libAlaemChar"/>
          <w:rtl/>
        </w:rPr>
        <w:t>عليه</w:t>
      </w:r>
      <w:r w:rsidR="006D157B">
        <w:rPr>
          <w:rStyle w:val="libAlaemChar"/>
          <w:rFonts w:hint="cs"/>
          <w:rtl/>
        </w:rPr>
        <w:t>ا</w:t>
      </w:r>
      <w:r w:rsidR="006D157B" w:rsidRPr="004612E5">
        <w:rPr>
          <w:rStyle w:val="libAlaemChar"/>
          <w:rtl/>
        </w:rPr>
        <w:t>‌السلام</w:t>
      </w:r>
      <w:r w:rsidR="006D157B" w:rsidRPr="00F3518E">
        <w:rPr>
          <w:rtl/>
          <w:lang w:bidi="fa-IR"/>
        </w:rPr>
        <w:t xml:space="preserve"> </w:t>
      </w:r>
      <w:r w:rsidRPr="00F3518E">
        <w:rPr>
          <w:rtl/>
          <w:lang w:bidi="fa-IR"/>
        </w:rPr>
        <w:t>در اين رتبه نيز بين بانوان جهان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همتاست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تنها اوست كه سواره وارد عرصه محشر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شود، فرق او با زنها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ديگر، بلكه با جميع انبياء و مرسلين است.</w:t>
      </w:r>
    </w:p>
    <w:p w:rsidR="00F3518E" w:rsidRPr="00F3518E" w:rsidRDefault="006D157B" w:rsidP="006D15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بريده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از پيامبر اكرم</w:t>
      </w:r>
      <w:r w:rsidR="004612E5" w:rsidRPr="006D157B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روايت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كند كه آن حضرت فرمود:</w:t>
      </w:r>
    </w:p>
    <w:p w:rsidR="006D157B" w:rsidRDefault="006D157B" w:rsidP="006D157B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6D157B">
        <w:rPr>
          <w:rStyle w:val="libHadeesChar"/>
          <w:rtl/>
        </w:rPr>
        <w:t>يبعث الله ناقة صالح، فيشرب من لبنها هو و من آمن به من قومه ول</w:t>
      </w:r>
      <w:r w:rsidR="004612E5" w:rsidRPr="006D157B">
        <w:rPr>
          <w:rStyle w:val="libHadeesChar"/>
          <w:rtl/>
        </w:rPr>
        <w:t>ی</w:t>
      </w:r>
      <w:r w:rsidR="00F3518E" w:rsidRPr="006D157B">
        <w:rPr>
          <w:rStyle w:val="libHadeesChar"/>
          <w:rtl/>
        </w:rPr>
        <w:t xml:space="preserve"> حوض كما بين عدن ال</w:t>
      </w:r>
      <w:r w:rsidR="004612E5" w:rsidRPr="006D157B">
        <w:rPr>
          <w:rStyle w:val="libHadeesChar"/>
          <w:rtl/>
        </w:rPr>
        <w:t>ی</w:t>
      </w:r>
      <w:r w:rsidR="00F3518E" w:rsidRPr="006D157B">
        <w:rPr>
          <w:rStyle w:val="libHadeesChar"/>
          <w:rtl/>
        </w:rPr>
        <w:t xml:space="preserve"> عمان، اكوابه عدد نجوم السماء فيستق</w:t>
      </w:r>
      <w:r w:rsidR="004612E5" w:rsidRPr="006D157B">
        <w:rPr>
          <w:rStyle w:val="libHadeesChar"/>
          <w:rtl/>
        </w:rPr>
        <w:t>ی</w:t>
      </w:r>
      <w:r w:rsidR="00F3518E" w:rsidRPr="006D157B">
        <w:rPr>
          <w:rStyle w:val="libHadeesChar"/>
          <w:rtl/>
        </w:rPr>
        <w:t xml:space="preserve"> الانبياء</w:t>
      </w:r>
      <w:r>
        <w:rPr>
          <w:rFonts w:hint="cs"/>
          <w:rtl/>
          <w:lang w:bidi="fa-IR"/>
        </w:rPr>
        <w:t>»</w:t>
      </w:r>
    </w:p>
    <w:p w:rsidR="00F3518E" w:rsidRPr="00F3518E" w:rsidRDefault="006D157B" w:rsidP="006D15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ناقه حضرت صالح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را در روز رستاخيز بر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انگيزد، پس حضرت صالح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و ايمان آورندگان به او از شير آن شتر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نوشند و سيراب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شوند، ليكن مرا حوض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است به پهنا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عدن و تا عمان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كه تعداد جامها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آن به شمار ستارگان آسمان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من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انبيا را سيراب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كنم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و در ادامه سخن پيامبر اكرم چنين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6D157B" w:rsidRDefault="006D157B" w:rsidP="006D157B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6D157B">
        <w:rPr>
          <w:rStyle w:val="libHadeesChar"/>
          <w:rtl/>
        </w:rPr>
        <w:t>و يبعث الله صالحا عل</w:t>
      </w:r>
      <w:r w:rsidR="004612E5" w:rsidRPr="006D157B">
        <w:rPr>
          <w:rStyle w:val="libHadeesChar"/>
          <w:rtl/>
        </w:rPr>
        <w:t>ی</w:t>
      </w:r>
      <w:r w:rsidR="00F3518E" w:rsidRPr="006D157B">
        <w:rPr>
          <w:rStyle w:val="libHadeesChar"/>
          <w:rtl/>
        </w:rPr>
        <w:t xml:space="preserve"> ناقته، قال معاذ: يا رسول الله، و انت عل</w:t>
      </w:r>
      <w:r w:rsidR="004612E5" w:rsidRPr="006D157B">
        <w:rPr>
          <w:rStyle w:val="libHadeesChar"/>
          <w:rtl/>
        </w:rPr>
        <w:t>ی</w:t>
      </w:r>
      <w:r w:rsidR="00F3518E" w:rsidRPr="006D157B">
        <w:rPr>
          <w:rStyle w:val="libHadeesChar"/>
          <w:rtl/>
        </w:rPr>
        <w:t xml:space="preserve"> العضباء؟ قال لا، انا عل</w:t>
      </w:r>
      <w:r w:rsidR="004612E5" w:rsidRPr="006D157B">
        <w:rPr>
          <w:rStyle w:val="libHadeesChar"/>
          <w:rtl/>
        </w:rPr>
        <w:t>ی</w:t>
      </w:r>
      <w:r w:rsidR="00F3518E" w:rsidRPr="006D157B">
        <w:rPr>
          <w:rStyle w:val="libHadeesChar"/>
          <w:rtl/>
        </w:rPr>
        <w:t xml:space="preserve"> البراق، خصن</w:t>
      </w:r>
      <w:r w:rsidR="004612E5" w:rsidRPr="006D157B">
        <w:rPr>
          <w:rStyle w:val="libHadeesChar"/>
          <w:rtl/>
        </w:rPr>
        <w:t>ی</w:t>
      </w:r>
      <w:r w:rsidR="00F3518E" w:rsidRPr="006D157B">
        <w:rPr>
          <w:rStyle w:val="libHadeesChar"/>
          <w:rtl/>
        </w:rPr>
        <w:t xml:space="preserve"> الله به من بين الانبياء... و قال: فاطمة ابنت</w:t>
      </w:r>
      <w:r w:rsidR="004612E5" w:rsidRPr="006D157B">
        <w:rPr>
          <w:rStyle w:val="libHadeesChar"/>
          <w:rtl/>
        </w:rPr>
        <w:t>ی</w:t>
      </w:r>
      <w:r w:rsidR="00F3518E" w:rsidRPr="006D157B">
        <w:rPr>
          <w:rStyle w:val="libHadeesChar"/>
          <w:rtl/>
        </w:rPr>
        <w:t xml:space="preserve"> عل</w:t>
      </w:r>
      <w:r w:rsidR="004612E5" w:rsidRPr="006D157B">
        <w:rPr>
          <w:rStyle w:val="libHadeesChar"/>
          <w:rtl/>
        </w:rPr>
        <w:t>ی</w:t>
      </w:r>
      <w:r w:rsidR="00F3518E" w:rsidRPr="006D157B">
        <w:rPr>
          <w:rStyle w:val="libHadeesChar"/>
          <w:rtl/>
        </w:rPr>
        <w:t xml:space="preserve"> العضباء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</w:p>
    <w:p w:rsidR="00F3518E" w:rsidRPr="00F3518E" w:rsidRDefault="00F3518E" w:rsidP="006D157B">
      <w:pPr>
        <w:pStyle w:val="libNormal"/>
        <w:rPr>
          <w:lang w:bidi="fa-IR"/>
        </w:rPr>
      </w:pPr>
      <w:r w:rsidRPr="00F3518E">
        <w:rPr>
          <w:rtl/>
          <w:lang w:bidi="fa-IR"/>
        </w:rPr>
        <w:t>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6D15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 xml:space="preserve">در روز حشر، صالح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سوار بر ناقه اش بر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انگيزد، </w:t>
      </w:r>
      <w:r w:rsidR="006D15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معاذ</w:t>
      </w:r>
      <w:r w:rsidR="006D15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از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پرسيد يا رسول الله آيا شما نيز سوار بر (شتر) عضباء به محشر وارد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شويد، آن حضرت در جواب فرمود: نه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مركب اختصاص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من </w:t>
      </w:r>
      <w:r w:rsidR="006D15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براق</w:t>
      </w:r>
      <w:r w:rsidR="006D15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مرا در ميان انبياء به اين مركب مخصوص گردانيده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</w:t>
      </w:r>
      <w:r w:rsidR="006D15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عضباء</w:t>
      </w:r>
      <w:r w:rsidR="006D15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مركب مخصوص دخترم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.</w:t>
      </w:r>
      <w:r w:rsidR="006D157B">
        <w:rPr>
          <w:rFonts w:hint="cs"/>
          <w:rtl/>
          <w:lang w:bidi="fa-IR"/>
        </w:rPr>
        <w:t>»</w:t>
      </w:r>
    </w:p>
    <w:p w:rsidR="00F3518E" w:rsidRPr="00F3518E" w:rsidRDefault="00F3518E" w:rsidP="006D157B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اين روايت را </w:t>
      </w:r>
      <w:r w:rsidR="006D15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حافظ ابن عساكر</w:t>
      </w:r>
      <w:r w:rsidR="006D15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تاريخش ذكر كرده است و علماء شيعه نيز آن را نقل كرده اند. </w:t>
      </w:r>
      <w:r w:rsidR="006D15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عضباء</w:t>
      </w:r>
      <w:r w:rsidR="006D15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نام شتر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هر وقت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525C15" w:rsidRPr="00525C1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از جانب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تبليغ اسلام </w:t>
      </w:r>
      <w:r w:rsidRPr="00F3518E">
        <w:rPr>
          <w:rtl/>
          <w:lang w:bidi="fa-IR"/>
        </w:rPr>
        <w:lastRenderedPageBreak/>
        <w:t>ماءموريت داشت بر آن سوار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شد، چنانكه جهت قرائت سوره برائت (توبه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در برابر كفاره نيز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بر اين مركب مخصوص سوار بود.</w:t>
      </w:r>
    </w:p>
    <w:p w:rsidR="00F3518E" w:rsidRPr="00F3518E" w:rsidRDefault="006D157B" w:rsidP="006D15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كثير ابن مره حضرم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گويد، از حضرت رسول اكرم</w:t>
      </w:r>
      <w:r w:rsidR="004612E5" w:rsidRPr="006D157B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شنيدم كه فرمود:</w:t>
      </w:r>
    </w:p>
    <w:p w:rsidR="006D157B" w:rsidRDefault="006D157B" w:rsidP="006D157B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حوض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اشرب منه يوم القيامة و من آمن ب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من استسقان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من الانبياء و تبعث ناقة ثمود الصالح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فيحتلبها فيشرب من لبنها هو والذين آمنوا معه من قومه ثم يركيها من عند قره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حت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تواف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به المحشر، فقال معاذ: اذا تركب العضباء يا رسول الله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قال لا، تركبها ابنت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زهراء و انا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البراق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اختصصت به من دون الانبياء</w:t>
      </w:r>
      <w:r>
        <w:rPr>
          <w:rFonts w:hint="cs"/>
          <w:rtl/>
          <w:lang w:bidi="fa-IR"/>
        </w:rPr>
        <w:t>»</w:t>
      </w:r>
    </w:p>
    <w:p w:rsidR="00F3518E" w:rsidRPr="00F3518E" w:rsidRDefault="006D157B" w:rsidP="006D15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در روز قيامت مرا حوض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است كه من و هر كس كه به من ايمان آورده است از آن سيراب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شويم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از پيامبران نيز آنكه بخواهد سيراب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گردد، در آن روز، ناقه ثمود برا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صالح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برانگيخته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شود، صالح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و آنان كه از قومش به او ايمان آورده اند از شير آن شتر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نوشند، سپس صالح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در كنار قبرش بر آن ناقه سوار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شود و به صحنه محشر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آيد.</w:t>
      </w:r>
    </w:p>
    <w:p w:rsidR="00F3518E" w:rsidRPr="00F3518E" w:rsidRDefault="006D157B" w:rsidP="006D15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معاذ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عرض كر: يا رسول الله آيا در آن هنگام شما هم برشتر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عضباء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سوار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شويد؟ فرمود: نه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عضباء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مركب دخترم فاطمه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مركب من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براق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است كه در ميان انبياء به آن اختصاص يافته ام</w:t>
      </w:r>
      <w:r w:rsidR="00F3518E">
        <w:rPr>
          <w:rtl/>
          <w:lang w:bidi="fa-IR"/>
        </w:rPr>
        <w:t>.</w:t>
      </w:r>
    </w:p>
    <w:p w:rsidR="00F3518E" w:rsidRPr="00F3518E" w:rsidRDefault="006D157B" w:rsidP="006D15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ابوهريره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گويد شنيدم از پيامبر اكرم</w:t>
      </w:r>
      <w:r w:rsidR="00F3518E" w:rsidRPr="006D157B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كه فرمود:</w:t>
      </w:r>
    </w:p>
    <w:p w:rsidR="006D157B" w:rsidRDefault="006D157B" w:rsidP="006D157B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6D157B">
        <w:rPr>
          <w:rStyle w:val="libHadeesChar"/>
          <w:rtl/>
        </w:rPr>
        <w:t>تبعث الانبياء يوم القيامة عل</w:t>
      </w:r>
      <w:r w:rsidR="004612E5" w:rsidRPr="006D157B">
        <w:rPr>
          <w:rStyle w:val="libHadeesChar"/>
          <w:rtl/>
        </w:rPr>
        <w:t>ی</w:t>
      </w:r>
      <w:r w:rsidR="00F3518E" w:rsidRPr="006D157B">
        <w:rPr>
          <w:rStyle w:val="libHadeesChar"/>
          <w:rtl/>
        </w:rPr>
        <w:t xml:space="preserve"> الدواب و يبعث صالح عل</w:t>
      </w:r>
      <w:r w:rsidR="004612E5" w:rsidRPr="006D157B">
        <w:rPr>
          <w:rStyle w:val="libHadeesChar"/>
          <w:rtl/>
        </w:rPr>
        <w:t>ی</w:t>
      </w:r>
      <w:r w:rsidR="00F3518E" w:rsidRPr="006D157B">
        <w:rPr>
          <w:rStyle w:val="libHadeesChar"/>
          <w:rtl/>
        </w:rPr>
        <w:t xml:space="preserve"> ناقته، و ابعث عل</w:t>
      </w:r>
      <w:r w:rsidR="004612E5" w:rsidRPr="006D157B">
        <w:rPr>
          <w:rStyle w:val="libHadeesChar"/>
          <w:rtl/>
        </w:rPr>
        <w:t>ی</w:t>
      </w:r>
      <w:r w:rsidR="00F3518E" w:rsidRPr="006D157B">
        <w:rPr>
          <w:rStyle w:val="libHadeesChar"/>
          <w:rtl/>
        </w:rPr>
        <w:t xml:space="preserve"> البراق</w:t>
      </w:r>
      <w:r>
        <w:rPr>
          <w:rFonts w:hint="cs"/>
          <w:rtl/>
          <w:lang w:bidi="fa-IR"/>
        </w:rPr>
        <w:t>»</w:t>
      </w:r>
    </w:p>
    <w:p w:rsidR="006D157B" w:rsidRDefault="006D157B" w:rsidP="006D157B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6D157B">
        <w:rPr>
          <w:rStyle w:val="libHadeesChar"/>
          <w:rtl/>
        </w:rPr>
        <w:t>و تبعث فاطمة امام</w:t>
      </w:r>
      <w:r w:rsidR="004612E5" w:rsidRPr="006D157B">
        <w:rPr>
          <w:rStyle w:val="libHadeesChar"/>
          <w:rtl/>
        </w:rPr>
        <w:t>ی</w:t>
      </w:r>
      <w:r w:rsidR="00F3518E" w:rsidRPr="006D157B">
        <w:rPr>
          <w:rStyle w:val="libHadeesChar"/>
          <w:rtl/>
        </w:rPr>
        <w:t xml:space="preserve"> عل</w:t>
      </w:r>
      <w:r w:rsidR="004612E5" w:rsidRPr="006D157B">
        <w:rPr>
          <w:rStyle w:val="libHadeesChar"/>
          <w:rtl/>
        </w:rPr>
        <w:t>ی</w:t>
      </w:r>
      <w:r w:rsidR="00F3518E" w:rsidRPr="006D157B">
        <w:rPr>
          <w:rStyle w:val="libHadeesChar"/>
          <w:rtl/>
        </w:rPr>
        <w:t xml:space="preserve"> العضباء، و يبعث ابن</w:t>
      </w:r>
      <w:r w:rsidR="004612E5" w:rsidRPr="006D157B">
        <w:rPr>
          <w:rStyle w:val="libHadeesChar"/>
          <w:rtl/>
        </w:rPr>
        <w:t>ی</w:t>
      </w:r>
      <w:r w:rsidR="00F3518E" w:rsidRPr="006D157B">
        <w:rPr>
          <w:rStyle w:val="libHadeesChar"/>
          <w:rtl/>
        </w:rPr>
        <w:t xml:space="preserve"> فاطمه الحسن والحسين عل</w:t>
      </w:r>
      <w:r w:rsidR="004612E5" w:rsidRPr="006D157B">
        <w:rPr>
          <w:rStyle w:val="libHadeesChar"/>
          <w:rtl/>
        </w:rPr>
        <w:t>ی</w:t>
      </w:r>
      <w:r w:rsidR="00F3518E" w:rsidRPr="006D157B">
        <w:rPr>
          <w:rStyle w:val="libHadeesChar"/>
          <w:rtl/>
        </w:rPr>
        <w:t xml:space="preserve"> ناقتين</w:t>
      </w:r>
      <w:r w:rsidR="00F3518E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</w:p>
    <w:p w:rsidR="006D157B" w:rsidRDefault="006D157B" w:rsidP="006D157B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6D157B">
        <w:rPr>
          <w:rStyle w:val="libHadeesChar"/>
          <w:rtl/>
        </w:rPr>
        <w:t>و عل</w:t>
      </w:r>
      <w:r w:rsidR="004612E5" w:rsidRPr="006D157B">
        <w:rPr>
          <w:rStyle w:val="libHadeesChar"/>
          <w:rtl/>
        </w:rPr>
        <w:t>ی</w:t>
      </w:r>
      <w:r w:rsidR="00F3518E" w:rsidRPr="006D157B">
        <w:rPr>
          <w:rStyle w:val="libHadeesChar"/>
          <w:rtl/>
        </w:rPr>
        <w:t xml:space="preserve"> ابن ابيطالب عل</w:t>
      </w:r>
      <w:r w:rsidR="004612E5" w:rsidRPr="006D157B">
        <w:rPr>
          <w:rStyle w:val="libHadeesChar"/>
          <w:rtl/>
        </w:rPr>
        <w:t>ی</w:t>
      </w:r>
      <w:r w:rsidR="00F3518E" w:rsidRPr="006D157B">
        <w:rPr>
          <w:rStyle w:val="libHadeesChar"/>
          <w:rtl/>
        </w:rPr>
        <w:t xml:space="preserve"> ناقت</w:t>
      </w:r>
      <w:r w:rsidR="004612E5" w:rsidRPr="006D157B">
        <w:rPr>
          <w:rStyle w:val="libHadeesChar"/>
          <w:rtl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</w:p>
    <w:p w:rsidR="00F3518E" w:rsidRPr="00F3518E" w:rsidRDefault="006D157B" w:rsidP="006D15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در روز قيامت انبياء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سوار بر مركبها هستند، و صالح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سوار با ناقه اش مبعوث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شود، و من نيز بر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براق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و فاطمه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در پيشاپيش من بر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عضباء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و دو فرزند فاطمه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حسن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و حسين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بر دو ناقه ديگر، و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ابن ابيطالب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بر ناقه مخصوص من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همگ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سوار مبعوث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شويم</w:t>
      </w:r>
      <w:r>
        <w:rPr>
          <w:rFonts w:hint="cs"/>
          <w:rtl/>
          <w:lang w:bidi="fa-IR"/>
        </w:rPr>
        <w:t>»</w:t>
      </w:r>
      <w:r w:rsidR="00F3518E"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مركب انبياء (چنان كه را روايات استفاده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شود) از مركبها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عموم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بهشت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نه اختصاص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با توجه به روايت قبل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 سواره مبعوث شدن در روز قيامت بين </w:t>
      </w:r>
      <w:r w:rsidRPr="00F3518E">
        <w:rPr>
          <w:rtl/>
          <w:lang w:bidi="fa-IR"/>
        </w:rPr>
        <w:lastRenderedPageBreak/>
        <w:t>انبياء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مخصوص من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حشر سواره بودن بعد از آن حضرت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مخصوص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حسنين سلام الله عليهما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در تمام مواقف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آنجا كه از مسير پنج تن سخن رفته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رديف و ترتيب حركت چنين است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از همه جلوتر، و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پشتر سر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، و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بعد از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>، حسنين پشت سر آنان هستند، حت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ورود پنج تن </w:t>
      </w:r>
      <w:r w:rsidR="00431E70" w:rsidRPr="00431E70">
        <w:rPr>
          <w:rStyle w:val="libAlaemChar"/>
          <w:rtl/>
        </w:rPr>
        <w:t>عليهم‌السلام</w:t>
      </w:r>
      <w:r w:rsidRPr="00F3518E">
        <w:rPr>
          <w:rtl/>
          <w:lang w:bidi="fa-IR"/>
        </w:rPr>
        <w:t xml:space="preserve"> به بهشت نيز به همين ترتيب است</w:t>
      </w:r>
      <w:r>
        <w:rPr>
          <w:rtl/>
          <w:lang w:bidi="fa-IR"/>
        </w:rPr>
        <w:t>.</w:t>
      </w:r>
    </w:p>
    <w:p w:rsidR="00F3518E" w:rsidRPr="00F3518E" w:rsidRDefault="00F3518E" w:rsidP="006D157B">
      <w:pPr>
        <w:pStyle w:val="libNormal"/>
        <w:rPr>
          <w:lang w:bidi="fa-IR"/>
        </w:rPr>
      </w:pPr>
      <w:r w:rsidRPr="00F3518E">
        <w:rPr>
          <w:rtl/>
          <w:lang w:bidi="fa-IR"/>
        </w:rPr>
        <w:t>دانشمندان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اين روايت </w:t>
      </w:r>
      <w:r w:rsidR="006D15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ابوهريره</w:t>
      </w:r>
      <w:r w:rsidR="006D15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را نقل كرده اند عبارتند از: محب الذين طبر</w:t>
      </w:r>
      <w:r w:rsidR="004612E5">
        <w:rPr>
          <w:rtl/>
          <w:lang w:bidi="fa-IR"/>
        </w:rPr>
        <w:t>ی</w:t>
      </w:r>
      <w:r w:rsidR="006D157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6D15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ذخاير العقب</w:t>
      </w:r>
      <w:r w:rsidR="004612E5">
        <w:rPr>
          <w:rtl/>
          <w:lang w:bidi="fa-IR"/>
        </w:rPr>
        <w:t>ی</w:t>
      </w:r>
      <w:r w:rsidR="006D15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- حاكم</w:t>
      </w:r>
      <w:r w:rsidR="006D157B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در </w:t>
      </w:r>
      <w:r w:rsidR="006D15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مستدرك</w:t>
      </w:r>
      <w:r w:rsidR="006D15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كه صحت آنرا بررس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ت</w:t>
      </w:r>
      <w:r w:rsidR="006D157B">
        <w:rPr>
          <w:rFonts w:hint="cs"/>
          <w:rtl/>
          <w:lang w:bidi="fa-IR"/>
        </w:rPr>
        <w:t>أ</w:t>
      </w:r>
      <w:r w:rsidRPr="00F3518E">
        <w:rPr>
          <w:rtl/>
          <w:lang w:bidi="fa-IR"/>
        </w:rPr>
        <w:t xml:space="preserve">ييد كرده است - </w:t>
      </w:r>
      <w:r w:rsidR="006D15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ابن عساكر</w:t>
      </w:r>
      <w:r w:rsidR="006D15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تاريخش - </w:t>
      </w:r>
      <w:r w:rsidR="006D15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خطيب</w:t>
      </w:r>
      <w:r w:rsidR="006D15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تاريخش - </w:t>
      </w:r>
      <w:r w:rsidR="006D15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سيوط</w:t>
      </w:r>
      <w:r w:rsidR="004612E5">
        <w:rPr>
          <w:rtl/>
          <w:lang w:bidi="fa-IR"/>
        </w:rPr>
        <w:t>ی</w:t>
      </w:r>
      <w:r w:rsidR="006D15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ضمن نقل اين حديث از </w:t>
      </w:r>
      <w:r w:rsidR="006D15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ابوالشيخ</w:t>
      </w:r>
      <w:r w:rsidR="006D15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</w:t>
      </w:r>
      <w:r w:rsidR="006D15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حاكم</w:t>
      </w:r>
      <w:r w:rsidR="006D15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</w:t>
      </w:r>
      <w:r w:rsidR="006D15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خطيب</w:t>
      </w:r>
      <w:r w:rsidR="006D15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</w:t>
      </w:r>
      <w:r w:rsidR="006D15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ابن عساكر</w:t>
      </w:r>
      <w:r w:rsidR="006D15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چنين نتيجه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گيرد كه اين روايت آن احاديث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كه از طريق شيعه درباره پيشگام بودن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در هنگام سير پنج تن نقل شده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ت</w:t>
      </w:r>
      <w:r w:rsidR="006D157B">
        <w:rPr>
          <w:rFonts w:hint="cs"/>
          <w:rtl/>
          <w:lang w:bidi="fa-IR"/>
        </w:rPr>
        <w:t>أ</w:t>
      </w:r>
      <w:r w:rsidRPr="00F3518E">
        <w:rPr>
          <w:rtl/>
          <w:lang w:bidi="fa-IR"/>
        </w:rPr>
        <w:t>ييد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كند، </w:t>
      </w:r>
      <w:r w:rsidR="006D15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حافظ سيوط</w:t>
      </w:r>
      <w:r w:rsidR="004612E5">
        <w:rPr>
          <w:rtl/>
          <w:lang w:bidi="fa-IR"/>
        </w:rPr>
        <w:t>ی</w:t>
      </w:r>
      <w:r w:rsidR="006D15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با ذكر اسناد و مدارك در كتاب </w:t>
      </w:r>
      <w:r w:rsidR="006D15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جمع الجوامع</w:t>
      </w:r>
      <w:r w:rsidR="006D15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آورده است كه حضرت رسول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فرمود:</w:t>
      </w:r>
    </w:p>
    <w:p w:rsidR="006D157B" w:rsidRDefault="006D157B" w:rsidP="006D157B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6D157B">
        <w:rPr>
          <w:rStyle w:val="libHadeesChar"/>
          <w:rtl/>
        </w:rPr>
        <w:t>اول شخص يدخل الجنه فاطمة بنت محمد</w:t>
      </w:r>
      <w:r>
        <w:rPr>
          <w:rFonts w:hint="cs"/>
          <w:rtl/>
          <w:lang w:bidi="fa-IR"/>
        </w:rPr>
        <w:t>»</w:t>
      </w:r>
    </w:p>
    <w:p w:rsidR="00F3518E" w:rsidRPr="00F3518E" w:rsidRDefault="006D157B" w:rsidP="006D15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اول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به بهشت وارد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شود فاطمه دختر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است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و در حديث ديگر:</w:t>
      </w:r>
    </w:p>
    <w:p w:rsidR="006D157B" w:rsidRDefault="006D157B" w:rsidP="006D157B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6D157B">
        <w:rPr>
          <w:rStyle w:val="libHadeesChar"/>
          <w:rtl/>
        </w:rPr>
        <w:t>ان اول من يدخل الجنة: انا، و عل</w:t>
      </w:r>
      <w:r w:rsidR="004612E5" w:rsidRPr="006D157B">
        <w:rPr>
          <w:rStyle w:val="libHadeesChar"/>
          <w:rtl/>
        </w:rPr>
        <w:t>ی</w:t>
      </w:r>
      <w:r w:rsidR="00F3518E" w:rsidRPr="006D157B">
        <w:rPr>
          <w:rStyle w:val="libHadeesChar"/>
          <w:rtl/>
        </w:rPr>
        <w:t>، وفاطمة، والحسن والحسين</w:t>
      </w:r>
      <w:r>
        <w:rPr>
          <w:rFonts w:hint="cs"/>
          <w:rtl/>
          <w:lang w:bidi="fa-IR"/>
        </w:rPr>
        <w:t>»</w:t>
      </w:r>
    </w:p>
    <w:p w:rsidR="00F3518E" w:rsidRPr="00F3518E" w:rsidRDefault="006D157B" w:rsidP="006D157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ما پنج تن قبل از همه كس به بهشت وارد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شويم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6D157B">
      <w:pPr>
        <w:pStyle w:val="libNormal"/>
        <w:rPr>
          <w:lang w:bidi="fa-IR"/>
        </w:rPr>
      </w:pPr>
      <w:r w:rsidRPr="00F3518E">
        <w:rPr>
          <w:rtl/>
          <w:lang w:bidi="fa-IR"/>
        </w:rPr>
        <w:t>از اين دسته اخبار، و احاديث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در اين موضوع از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وارد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معلوم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 كه فاطمه </w:t>
      </w:r>
      <w:r w:rsidR="006D157B" w:rsidRPr="004612E5">
        <w:rPr>
          <w:rStyle w:val="libAlaemChar"/>
          <w:rtl/>
        </w:rPr>
        <w:t>عليه</w:t>
      </w:r>
      <w:r w:rsidR="006D157B">
        <w:rPr>
          <w:rStyle w:val="libAlaemChar"/>
          <w:rFonts w:hint="cs"/>
          <w:rtl/>
        </w:rPr>
        <w:t>ا</w:t>
      </w:r>
      <w:r w:rsidR="006D157B" w:rsidRPr="004612E5">
        <w:rPr>
          <w:rStyle w:val="libAlaemChar"/>
          <w:rtl/>
        </w:rPr>
        <w:t>‌السلام</w:t>
      </w:r>
      <w:r w:rsidR="006D157B" w:rsidRPr="00F3518E">
        <w:rPr>
          <w:rtl/>
          <w:lang w:bidi="fa-IR"/>
        </w:rPr>
        <w:t xml:space="preserve"> </w:t>
      </w:r>
      <w:r w:rsidRPr="00F3518E">
        <w:rPr>
          <w:rtl/>
          <w:lang w:bidi="fa-IR"/>
        </w:rPr>
        <w:t>دارا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مركبهائ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مخصوص به خود، كه گاه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نور، گاه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ياقوت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گاه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زمرد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مركبها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 حضرت نيز </w:t>
      </w:r>
      <w:r w:rsidR="006D157B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عضباء</w:t>
      </w:r>
      <w:r w:rsidR="006D157B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فاطمه سلام الله عليها هنگام سير در مواقف متعدد، مركبها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مختلف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دارد، موقع ورود به محشر، هنگام داخل شدن به بهشت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وقت سير در جنت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مراحل ديگر در موقف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سوار بر مركب مخصوص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باشد، و اينكه در احاديثمركبها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 حضرت را متنوع ذكر كرده اند، به سبب همين تعداد مواقف و منازل است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اين منقبت فاطمه </w:t>
      </w:r>
      <w:r w:rsidRPr="00F3518E">
        <w:rPr>
          <w:rtl/>
          <w:lang w:bidi="fa-IR"/>
        </w:rPr>
        <w:lastRenderedPageBreak/>
        <w:t>سلام الله عليها كه در ميان جميع زنان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از اولين و آخرين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تنها بانوئ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سوار بر مركب محشور دارد، خود برهان روشن و قاطع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آن حضرت دارا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مقام شامخ ولايت بوده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از شئون همين رتبه والاست كه جميع زنان عالم در محشر پياده اند، و او كه ولية الله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سوار بر مركب مخصوص به خود.</w:t>
      </w:r>
    </w:p>
    <w:p w:rsidR="00F3518E" w:rsidRPr="00F3518E" w:rsidRDefault="006D157B" w:rsidP="00F3518E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6D157B">
      <w:pPr>
        <w:pStyle w:val="Heading2"/>
        <w:rPr>
          <w:rFonts w:hint="cs"/>
          <w:rtl/>
          <w:lang w:bidi="fa-IR"/>
        </w:rPr>
      </w:pPr>
      <w:bookmarkStart w:id="28" w:name="_Toc477607252"/>
      <w:r w:rsidRPr="00F3518E">
        <w:rPr>
          <w:rtl/>
          <w:lang w:bidi="fa-IR"/>
        </w:rPr>
        <w:t>موضوع پانزدهم</w:t>
      </w:r>
      <w:bookmarkEnd w:id="28"/>
    </w:p>
    <w:p w:rsidR="00F3518E" w:rsidRPr="00F3518E" w:rsidRDefault="00F3518E" w:rsidP="00F93873">
      <w:pPr>
        <w:pStyle w:val="libNormal"/>
        <w:rPr>
          <w:lang w:bidi="fa-IR"/>
        </w:rPr>
      </w:pPr>
      <w:r w:rsidRPr="00F3518E">
        <w:rPr>
          <w:rtl/>
          <w:lang w:bidi="fa-IR"/>
        </w:rPr>
        <w:t>دليل ديگر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</w:t>
      </w:r>
      <w:r w:rsidR="00F93873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ولية الله</w:t>
      </w:r>
      <w:r w:rsidR="00F93873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بودن حضرت صديقه زهرا سلام الله عليها را اثبات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كند، استقلال اوست در موضوع صلوات فرستادن بر آن حضرت و كيفيت زيارتش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همانند صلوات بر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حسنين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زيارات آنان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همانگونه كه به صلوات بر آن چهار وجود مقدس و زيارتشان امر شده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نسبت به حضرت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نيز در اين موارد، همگان مامور، و ماجورند.</w:t>
      </w:r>
    </w:p>
    <w:p w:rsidR="00F3518E" w:rsidRPr="00F3518E" w:rsidRDefault="00F3518E" w:rsidP="00F93873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فاطمه </w:t>
      </w:r>
      <w:r w:rsidR="00F93873" w:rsidRPr="004612E5">
        <w:rPr>
          <w:rStyle w:val="libAlaemChar"/>
          <w:rtl/>
        </w:rPr>
        <w:t>عليه</w:t>
      </w:r>
      <w:r w:rsidR="00F93873">
        <w:rPr>
          <w:rStyle w:val="libAlaemChar"/>
          <w:rFonts w:hint="cs"/>
          <w:rtl/>
        </w:rPr>
        <w:t>ا</w:t>
      </w:r>
      <w:r w:rsidR="00F93873" w:rsidRPr="004612E5">
        <w:rPr>
          <w:rStyle w:val="libAlaemChar"/>
          <w:rtl/>
        </w:rPr>
        <w:t>‌السلام</w:t>
      </w:r>
      <w:r w:rsidR="00F93873" w:rsidRPr="00F3518E">
        <w:rPr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كه مشمول آيه تطهير و از اهل بيت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يعن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آل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است كيفيت صلوات بر او را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بصراحت چنين بيان داشته است</w:t>
      </w:r>
      <w:r>
        <w:rPr>
          <w:rtl/>
          <w:lang w:bidi="fa-IR"/>
        </w:rPr>
        <w:t>:</w:t>
      </w:r>
    </w:p>
    <w:p w:rsidR="00F93873" w:rsidRDefault="00F93873" w:rsidP="00F93873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لا تصلوا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صلوة بتراء، ان تصلوا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تكستوا عن آل</w:t>
      </w:r>
      <w:r w:rsidR="004612E5">
        <w:rPr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</w:p>
    <w:p w:rsidR="00F3518E" w:rsidRPr="00F3518E" w:rsidRDefault="00F93873" w:rsidP="003B1FB7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بر من صلوات بريده شده (ناقص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نفرستيد، سول شد يا رسول الله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صلوات بريده شده چيست</w:t>
      </w:r>
      <w:r w:rsidR="00F3518E">
        <w:rPr>
          <w:rtl/>
          <w:lang w:bidi="fa-IR"/>
        </w:rPr>
        <w:t>؟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فرمود: اينكه بر من صلوات بفرستيد ول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در باره </w:t>
      </w:r>
      <w:r w:rsidR="003B1FB7"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آل من</w:t>
      </w:r>
      <w:r w:rsidR="003B1FB7"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ساكت باشيد.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3B1FB7">
      <w:pPr>
        <w:pStyle w:val="libNormal"/>
        <w:rPr>
          <w:lang w:bidi="fa-IR"/>
        </w:rPr>
      </w:pPr>
      <w:r w:rsidRPr="00F3518E">
        <w:rPr>
          <w:rtl/>
          <w:lang w:bidi="fa-IR"/>
        </w:rPr>
        <w:t>صلوات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شامل عل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فاطمه و حسنين </w:t>
      </w:r>
      <w:r w:rsidR="00431E70" w:rsidRPr="00431E70">
        <w:rPr>
          <w:rStyle w:val="libAlaemChar"/>
          <w:rtl/>
        </w:rPr>
        <w:t>عليهم‌السلام</w:t>
      </w:r>
      <w:r w:rsidRPr="00F3518E">
        <w:rPr>
          <w:rtl/>
          <w:lang w:bidi="fa-IR"/>
        </w:rPr>
        <w:t xml:space="preserve"> نباشد، مقطوع و بريده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مورد قبول خدا و رسولش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باشد، لذا حضرت صديقه زهرا</w:t>
      </w:r>
      <w:r w:rsidR="00525C15" w:rsidRPr="00525C1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همرديف و برابر افراد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جميع مسلمين با ايمان جهان (از شيعه و سن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هر شبانه روز در تشهد نمازها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پنجگانه بر او درود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فرستند، و او در اين مقام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همتا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محمد بن عبدالله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>، و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، و حسنين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است و همين لزوم صلوات بر فاطمه عليهالسلام در هنگام اقامه نماز، يك منقبت و فضيلت ساده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بلكه نشانگر مرتبه اعل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منصب والا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 حضرت است كه اينچنين در جنب صاحبان رسالت و امامت قرار گرفته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بدون ترديد بايد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خود </w:t>
      </w:r>
      <w:r w:rsidR="003B1FB7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ولية الله</w:t>
      </w:r>
      <w:r w:rsidR="003B1FB7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و دارا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مقام ولايت بوده باشد، تا همرديف و همتا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اولياء خدا، مورد خضوع و مشمول صلوات و درود جميع مومنين جهان در هر زمان و مكان باشد.</w:t>
      </w:r>
    </w:p>
    <w:p w:rsidR="00F3518E" w:rsidRPr="00F3518E" w:rsidRDefault="00F3518E" w:rsidP="003B1FB7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3B1FB7" w:rsidRDefault="003B1FB7" w:rsidP="003B1FB7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3B1FB7">
        <w:rPr>
          <w:rStyle w:val="libHadeesChar"/>
          <w:rtl/>
        </w:rPr>
        <w:t>من صل</w:t>
      </w:r>
      <w:r w:rsidR="004612E5" w:rsidRPr="003B1FB7">
        <w:rPr>
          <w:rStyle w:val="libHadeesChar"/>
          <w:rtl/>
        </w:rPr>
        <w:t>ی</w:t>
      </w:r>
      <w:r w:rsidR="00F3518E" w:rsidRPr="003B1FB7">
        <w:rPr>
          <w:rStyle w:val="libHadeesChar"/>
          <w:rtl/>
        </w:rPr>
        <w:t xml:space="preserve"> عليك يا فاطمة غفرالله له والحقه حيث كنت من الجنة</w:t>
      </w:r>
      <w:r>
        <w:rPr>
          <w:rFonts w:hint="cs"/>
          <w:rtl/>
          <w:lang w:bidi="fa-IR"/>
        </w:rPr>
        <w:t>»</w:t>
      </w:r>
    </w:p>
    <w:p w:rsidR="00B00F2A" w:rsidRDefault="003B1FB7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lastRenderedPageBreak/>
        <w:t>«</w:t>
      </w:r>
      <w:r w:rsidR="00F3518E" w:rsidRPr="00F3518E">
        <w:rPr>
          <w:rtl/>
          <w:lang w:bidi="fa-IR"/>
        </w:rPr>
        <w:t>يا فاطمه هر كس بر تو صلوات فرستد،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از او در گذرد، و او را در بهشت به من ملحق گرداند.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>چنان كه در موضوعها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قبل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مشروحا بيان شد، مقصود از تعبيرات (همدرجه شدن با رسول الله</w:t>
      </w:r>
      <w:r w:rsidR="004612E5" w:rsidRPr="004612E5">
        <w:rPr>
          <w:rStyle w:val="libAlaemChar"/>
          <w:rtl/>
        </w:rPr>
        <w:t xml:space="preserve"> </w:t>
      </w:r>
      <w:r w:rsidR="00B00F2A" w:rsidRPr="004612E5">
        <w:rPr>
          <w:rStyle w:val="libAlaemChar"/>
          <w:rtl/>
        </w:rPr>
        <w:t>صل</w:t>
      </w:r>
      <w:r w:rsidR="00B00F2A">
        <w:rPr>
          <w:rStyle w:val="libAlaemChar"/>
          <w:rtl/>
        </w:rPr>
        <w:t>ی</w:t>
      </w:r>
      <w:r w:rsidR="00B00F2A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>) يا (ملحق شدن به پيامبر اكرم در بهشت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و يا (همسايه بودن با آن حضرت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كه در روايات مكرر بكار رفته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جمع شدن جميع مؤ منين در مرتبه (درجة الايمان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است كه جامع تمام آن كسان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با عقايد درست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با ايمان به آنچه از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به ما رسيده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از جهان رفته اند. در آن درجه همه مؤ منين يكسانند و در كنار هم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جا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هيچگونه ترديد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نيست كه مراتب و درجات ديگر كه شمار آنها برابر تعداد افراد بشر و بسيار متفاوت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كاملا محفوظ بوده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مقام هر كس مخصوص به خود او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حضرت رسول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 حديث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فضائل حضرت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چنين بيان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اتان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الروح، قال ان فاطمة اذا قبضت و دفنت يسئلها الملكان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قبرها، من ربك</w:t>
      </w:r>
      <w:r w:rsidR="00F3518E">
        <w:rPr>
          <w:rtl/>
          <w:lang w:bidi="fa-IR"/>
        </w:rPr>
        <w:t>؟</w:t>
      </w:r>
      <w:r>
        <w:rPr>
          <w:rFonts w:hint="cs"/>
          <w:rtl/>
          <w:lang w:bidi="fa-IR"/>
        </w:rPr>
        <w:t>»</w:t>
      </w:r>
    </w:p>
    <w:p w:rsidR="00F3518E" w:rsidRPr="00F3518E" w:rsidRDefault="00B00F2A" w:rsidP="00B00F2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فتقول الله رب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>، فيقولان فمن نبيك؟، فتقول اب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>، فيقولان فمن وليك؟، فتقول هذا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القائم عل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شفير قبر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عل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ابن ابيطالب، الا و ازيدكم من فضلها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جبرئيل (روح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آمد به نزد من و گفت</w:t>
      </w:r>
      <w:r w:rsidR="00F3518E">
        <w:rPr>
          <w:rtl/>
          <w:lang w:bidi="fa-IR"/>
        </w:rPr>
        <w:t>:</w:t>
      </w:r>
      <w:r w:rsidR="00F3518E" w:rsidRPr="00F3518E">
        <w:rPr>
          <w:rtl/>
          <w:lang w:bidi="fa-IR"/>
        </w:rPr>
        <w:t xml:space="preserve"> هنگام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فاطمه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قبض روح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شود و دفن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گردد، دو ملك در قبر از او سؤ ال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كنند: پروردگار تو كيست</w:t>
      </w:r>
      <w:r w:rsidR="00F3518E">
        <w:rPr>
          <w:rtl/>
          <w:lang w:bidi="fa-IR"/>
        </w:rPr>
        <w:t>؟</w:t>
      </w:r>
      <w:r w:rsidR="00F3518E" w:rsidRPr="00F3518E">
        <w:rPr>
          <w:rtl/>
          <w:lang w:bidi="fa-IR"/>
        </w:rPr>
        <w:t>،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فرمايد (الله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پروردگار من است</w:t>
      </w:r>
      <w:r w:rsidR="00F3518E">
        <w:rPr>
          <w:rtl/>
          <w:lang w:bidi="fa-IR"/>
        </w:rPr>
        <w:t>.</w:t>
      </w:r>
      <w:r w:rsidR="00F3518E" w:rsidRPr="00F3518E">
        <w:rPr>
          <w:rtl/>
          <w:lang w:bidi="fa-IR"/>
        </w:rPr>
        <w:t xml:space="preserve"> سپس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پرسند پيامبرت كيست</w:t>
      </w:r>
      <w:r w:rsidR="00F3518E">
        <w:rPr>
          <w:rtl/>
          <w:lang w:bidi="fa-IR"/>
        </w:rPr>
        <w:t>؟</w:t>
      </w:r>
      <w:r w:rsidR="00F3518E" w:rsidRPr="00F3518E">
        <w:rPr>
          <w:rtl/>
          <w:lang w:bidi="fa-IR"/>
        </w:rPr>
        <w:t>، در پاسخ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فرمايد: پدرم</w:t>
      </w:r>
      <w:r w:rsidR="00F3518E">
        <w:rPr>
          <w:rtl/>
          <w:lang w:bidi="fa-IR"/>
        </w:rPr>
        <w:t>.</w:t>
      </w:r>
      <w:r w:rsidR="00F3518E" w:rsidRPr="00F3518E">
        <w:rPr>
          <w:rtl/>
          <w:lang w:bidi="fa-IR"/>
        </w:rPr>
        <w:t xml:space="preserve"> آنگاه سؤ ال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كنند: ول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تو كيست</w:t>
      </w:r>
      <w:r w:rsidR="00F3518E">
        <w:rPr>
          <w:rtl/>
          <w:lang w:bidi="fa-IR"/>
        </w:rPr>
        <w:t>؟</w:t>
      </w:r>
      <w:r w:rsidR="00F3518E" w:rsidRPr="00F3518E">
        <w:rPr>
          <w:rtl/>
          <w:lang w:bidi="fa-IR"/>
        </w:rPr>
        <w:t xml:space="preserve"> در جواب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گويد: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بن ابيطالب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>، همين كس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در كنار قبرم ايستاده است</w:t>
      </w:r>
      <w:r w:rsidR="00F3518E">
        <w:rPr>
          <w:rtl/>
          <w:lang w:bidi="fa-IR"/>
        </w:rPr>
        <w:t>.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 پايان سخن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 آيا باز هم فضائل ديگر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بيان كنم</w:t>
      </w:r>
      <w:r>
        <w:rPr>
          <w:rtl/>
          <w:lang w:bidi="fa-IR"/>
        </w:rPr>
        <w:t>؟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شايد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خواهد بدينوسيله تذكر دهد كه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تنها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در عالم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پدرش </w:t>
      </w:r>
      <w:r w:rsidR="00B00F2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 xml:space="preserve">رسول الله و همسرش </w:t>
      </w:r>
      <w:r w:rsidR="00B00F2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الله</w:t>
      </w:r>
      <w:r w:rsidR="00B00F2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</w:t>
      </w:r>
      <w:r w:rsidR="00B00F2A">
        <w:rPr>
          <w:rFonts w:hint="cs"/>
          <w:rtl/>
          <w:lang w:bidi="fa-IR"/>
        </w:rPr>
        <w:t>».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در يك روايت ديگر پيامبر اكرم</w:t>
      </w:r>
      <w:r w:rsidR="004612E5" w:rsidRPr="00B00F2A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ان الله قد و كل بها رعيلا من الملائكه، يحفظونها من بين يديها و من خلفها و عن يمينها و عن شمالها و هم معها حياتها، و عند قبرها و عند موتها يكثرون الصلوة عليها و عل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ابيها و بعلها و بنيها، فمن زارن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بعد وفات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فكانما زارن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حيات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>، و من زار فاطمة فكانما زارن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>، و من زار عل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ابن ابيطالب فكانما زار فاطمه، و من زار الحسن و الحسين فكانما زار علينا، و من زار ذريتهما فكانما زارهما</w:t>
      </w:r>
      <w:r>
        <w:rPr>
          <w:rFonts w:hint="cs"/>
          <w:rtl/>
          <w:lang w:bidi="fa-IR"/>
        </w:rPr>
        <w:t>»</w:t>
      </w:r>
    </w:p>
    <w:p w:rsidR="00F3518E" w:rsidRPr="00F3518E" w:rsidRDefault="00B00F2A" w:rsidP="00B00F2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lastRenderedPageBreak/>
        <w:t>«</w:t>
      </w:r>
      <w:r w:rsidR="00F3518E" w:rsidRPr="00F3518E">
        <w:rPr>
          <w:rtl/>
          <w:lang w:bidi="fa-IR"/>
        </w:rPr>
        <w:t>همانا،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يك دسته از فرشتگان را برا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محافظت فاطمه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گماشته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تا از چهار طرف نگهبان او باشند، و اين ملائك در حال حيات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هنگام مرگ او، و كنار قبرش پيوسته در خدمت او هستند، و كارشان صلوات فرستادن بر فاطمه و پدرش و همسر و فرزندان اوست (يعن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در منطق ملائك و لسان فرشتگان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صلوات بر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و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و حسنين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همواره بايد با صلوات بر فاطمه </w:t>
      </w:r>
      <w:r w:rsidR="0092347B" w:rsidRPr="0092347B">
        <w:rPr>
          <w:rStyle w:val="libAlaemChar"/>
          <w:rtl/>
        </w:rPr>
        <w:t>عليها‌السلام</w:t>
      </w:r>
      <w:r w:rsidR="00F3518E" w:rsidRPr="00F3518E">
        <w:rPr>
          <w:rtl/>
          <w:lang w:bidi="fa-IR"/>
        </w:rPr>
        <w:t xml:space="preserve"> توام باشد، و در اين منقبت نيز آن حضرت برابر و همرديف آن چهار وجود مقدس ديگر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باشد) سپس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چنين به سخن ادامه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دهد: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هر كس مرا بعد از وفاتم زيارت كند، مثل اين است كه مرا در حال حيات زيارت كرده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زيارت كند، گوئ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مرا زيارت نموده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هر كس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ابن ابيطالب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زيارت نمايد مثل زيارت كردن حسنين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آن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زيارت كند ذرية آنان را، همانند زيارت خود آنهاست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لذا زيارت حضرت عبدالعظيم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در شهر ر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بازيارت حسين بن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در كربلا همانند دانسته اند، و اين مطلب را علماء عامه (سن</w:t>
      </w:r>
      <w:r w:rsidR="004612E5">
        <w:rPr>
          <w:rtl/>
          <w:lang w:bidi="fa-IR"/>
        </w:rPr>
        <w:t>ی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هم عنوان كرده اند، مخصوصا موضوع صلوات بر فاطمه سلام الله عليها را.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چنان كه </w:t>
      </w:r>
      <w:r w:rsidR="00B00F2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سهيل</w:t>
      </w:r>
      <w:r w:rsidR="004612E5">
        <w:rPr>
          <w:rtl/>
          <w:lang w:bidi="fa-IR"/>
        </w:rPr>
        <w:t>ی</w:t>
      </w:r>
      <w:r w:rsidR="00B00F2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كتاب </w:t>
      </w:r>
      <w:r w:rsidR="00B00F2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روض الانف</w:t>
      </w:r>
      <w:r w:rsidR="00B00F2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در ذيل مطلب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نويسد:</w:t>
      </w:r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و من صل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عليها فقد صل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عل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ابيها</w:t>
      </w:r>
      <w:r>
        <w:rPr>
          <w:rFonts w:hint="cs"/>
          <w:rtl/>
          <w:lang w:bidi="fa-IR"/>
        </w:rPr>
        <w:t>»</w:t>
      </w:r>
    </w:p>
    <w:p w:rsidR="00B00F2A" w:rsidRDefault="00B00F2A" w:rsidP="00B00F2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هر كس بر فاطمه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صلوات فرستد، در حقيقت بر پدر او صلوات فرستاده است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و از اين حديث نيز ولية الله بودن حضرت زهرا سلام الله عليها استنباط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شود.</w:t>
      </w:r>
    </w:p>
    <w:p w:rsidR="00F3518E" w:rsidRPr="00F3518E" w:rsidRDefault="00B00F2A" w:rsidP="00B00F2A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080E33">
      <w:pPr>
        <w:pStyle w:val="Heading1"/>
        <w:rPr>
          <w:rFonts w:hint="cs"/>
          <w:rtl/>
          <w:lang w:bidi="fa-IR"/>
        </w:rPr>
      </w:pPr>
      <w:bookmarkStart w:id="29" w:name="_Toc477607253"/>
      <w:r w:rsidRPr="00F3518E">
        <w:rPr>
          <w:rtl/>
          <w:lang w:bidi="fa-IR"/>
        </w:rPr>
        <w:t>چهل منقبت</w:t>
      </w:r>
      <w:bookmarkEnd w:id="29"/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>نتيجه و خلاصه آنچه در پانزده موضوع بيان داشتيم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چهل منقبت و يا چهل مطلب است كه بسيار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آنها از شئون ولايت و از خصوصيات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الله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اينكه حضرت صديقه زهرا سلام عليها در اين چهل منقبت با پدر و همسر و فرزندانش سهيم و شريك و همسان و كاملا برابر با آنها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باشد، خود حاك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مقام والا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B00F2A">
        <w:rPr>
          <w:rFonts w:hint="cs"/>
          <w:rtl/>
          <w:lang w:bidi="fa-IR"/>
        </w:rPr>
        <w:t>«</w:t>
      </w:r>
      <w:r w:rsidRPr="00B00F2A">
        <w:rPr>
          <w:rStyle w:val="libBold1Char"/>
          <w:rtl/>
        </w:rPr>
        <w:t>ولية اله</w:t>
      </w:r>
      <w:r w:rsidR="004612E5" w:rsidRPr="00B00F2A">
        <w:rPr>
          <w:rStyle w:val="libBold1Char"/>
          <w:rtl/>
        </w:rPr>
        <w:t>ی</w:t>
      </w:r>
      <w:r w:rsidR="00B00F2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آن حضرت است حاصل گفتار و نتيجه بحث ما، همين چهل منقبت است كه به ترتيب و بطور اختصار يك به يك اشاره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كنيم</w:t>
      </w:r>
      <w:r>
        <w:rPr>
          <w:rtl/>
          <w:lang w:bidi="fa-IR"/>
        </w:rPr>
        <w:t>: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30" w:name="_Toc477607254"/>
      <w:r w:rsidRPr="00F3518E">
        <w:rPr>
          <w:rtl/>
          <w:lang w:bidi="fa-IR"/>
        </w:rPr>
        <w:t>منقبت اول</w:t>
      </w:r>
      <w:bookmarkEnd w:id="30"/>
    </w:p>
    <w:p w:rsidR="00F3518E" w:rsidRPr="00F3518E" w:rsidRDefault="00B00F2A" w:rsidP="00B00F2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خلقتها قبل الناس،</w:t>
      </w:r>
      <w:r w:rsidRPr="00B00F2A">
        <w:rPr>
          <w:rStyle w:val="libHadeesChar"/>
          <w:rFonts w:hint="cs"/>
          <w:rtl/>
        </w:rPr>
        <w:t xml:space="preserve"> </w:t>
      </w:r>
      <w:r w:rsidR="00F3518E" w:rsidRPr="00B00F2A">
        <w:rPr>
          <w:rStyle w:val="libHadeesChar"/>
          <w:rtl/>
        </w:rPr>
        <w:t>شان ابيها و بعلها و بنيها، و هم انوار يسبحون الله و يقد سوته و يهللونه و يكبرونه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آفرينش زهرا سلام الله عليها قبل از خلقت ديگران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همانند پدر و همسر و فرزندانش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آن انوار مقدس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كه پيش از آفرينش كليه عوالم علو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سفل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خلقت بشر، در پيشگاه عرش عظمت حق تبارك و تعال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در حال تسبيح و تقديس و تهليل و تكبير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يكتا بوده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در عبادت استاد و آموزگار جبرئيل و ساير فرشتگان بوده اند.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31" w:name="_Toc477607255"/>
      <w:r w:rsidRPr="00F3518E">
        <w:rPr>
          <w:rtl/>
          <w:lang w:bidi="fa-IR"/>
        </w:rPr>
        <w:t>منقبت دوم</w:t>
      </w:r>
      <w:bookmarkEnd w:id="31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خلقها من نور عظمة الله تبارك و تعال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>، وه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ثلث النور المقسوم بينها و بين ابيها و بعلها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>آفرينش زهرا عليها سلام از نور عظمت حضرت حق تبارك و تعال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="00B00F2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همان نور واحد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حضرت رسول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ابن ابيطالب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نيز از آن آفريده شده اند، و مايه خلقت فاطمه </w:t>
      </w:r>
      <w:r w:rsidR="00B00F2A" w:rsidRPr="004612E5">
        <w:rPr>
          <w:rStyle w:val="libAlaemChar"/>
          <w:rtl/>
        </w:rPr>
        <w:t>عليه</w:t>
      </w:r>
      <w:r w:rsidR="00B00F2A">
        <w:rPr>
          <w:rStyle w:val="libAlaemChar"/>
          <w:rFonts w:hint="cs"/>
          <w:rtl/>
        </w:rPr>
        <w:t>ا</w:t>
      </w:r>
      <w:r w:rsidR="00B00F2A" w:rsidRPr="004612E5">
        <w:rPr>
          <w:rStyle w:val="libAlaemChar"/>
          <w:rtl/>
        </w:rPr>
        <w:t>‌السلام</w:t>
      </w:r>
      <w:r w:rsidR="00B00F2A" w:rsidRPr="00F3518E">
        <w:rPr>
          <w:rtl/>
          <w:lang w:bidi="fa-IR"/>
        </w:rPr>
        <w:t xml:space="preserve"> </w:t>
      </w:r>
      <w:r w:rsidRPr="00F3518E">
        <w:rPr>
          <w:rtl/>
          <w:lang w:bidi="fa-IR"/>
        </w:rPr>
        <w:t>يك سوم همان نور بوده است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و هو نور مخزون مكنون 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الله</w:t>
      </w:r>
      <w:r>
        <w:rPr>
          <w:rtl/>
          <w:lang w:bidi="fa-IR"/>
        </w:rPr>
        <w:t>.</w:t>
      </w:r>
    </w:p>
    <w:p w:rsidR="00B00F2A" w:rsidRDefault="00F3518E" w:rsidP="00F3518E">
      <w:pPr>
        <w:pStyle w:val="libNormal"/>
        <w:rPr>
          <w:rtl/>
          <w:lang w:bidi="fa-IR"/>
        </w:rPr>
      </w:pPr>
      <w:r w:rsidRPr="00F3518E">
        <w:rPr>
          <w:rtl/>
          <w:lang w:bidi="fa-IR"/>
        </w:rPr>
        <w:t>نرو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نهفته در خزينه علم خدا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نور قدس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نور جلال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نور كمال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نور كبريائ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اله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</w:p>
    <w:p w:rsidR="00F3518E" w:rsidRPr="00F3518E" w:rsidRDefault="00B00F2A" w:rsidP="00F3518E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32" w:name="_Toc477607256"/>
      <w:r w:rsidRPr="00F3518E">
        <w:rPr>
          <w:rtl/>
          <w:lang w:bidi="fa-IR"/>
        </w:rPr>
        <w:t>منقبت سوم</w:t>
      </w:r>
      <w:bookmarkEnd w:id="32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عليتها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خلقه السماء والارض، و الجنة النار، و العرش و الكرس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والملائكه و الانس و الجن،</w:t>
      </w:r>
      <w:r>
        <w:rPr>
          <w:rStyle w:val="libHadeesChar"/>
          <w:rFonts w:hint="cs"/>
          <w:rtl/>
        </w:rPr>
        <w:t xml:space="preserve"> </w:t>
      </w:r>
      <w:r w:rsidR="00F3518E" w:rsidRPr="00B00F2A">
        <w:rPr>
          <w:rStyle w:val="libHadeesChar"/>
          <w:rtl/>
        </w:rPr>
        <w:t>شان ابيها و بعلها و بنيها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فاطمه </w:t>
      </w:r>
      <w:r w:rsidR="00B00F2A" w:rsidRPr="004612E5">
        <w:rPr>
          <w:rStyle w:val="libAlaemChar"/>
          <w:rtl/>
        </w:rPr>
        <w:t>عليه</w:t>
      </w:r>
      <w:r w:rsidR="00B00F2A">
        <w:rPr>
          <w:rStyle w:val="libAlaemChar"/>
          <w:rFonts w:hint="cs"/>
          <w:rtl/>
        </w:rPr>
        <w:t>ا</w:t>
      </w:r>
      <w:r w:rsidR="00B00F2A" w:rsidRPr="004612E5">
        <w:rPr>
          <w:rStyle w:val="libAlaemChar"/>
          <w:rtl/>
        </w:rPr>
        <w:t>‌السلام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همتا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پدر و همسر و فرزندانش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سبب آفرينش آسمانها و زمين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بهشت و دوزخ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عرش و كرس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فرشتگان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انس و جن بوده است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وجود مقدس زهرا سلام عليها،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پنج تن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همان كسان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علت آفرينش جهان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آدم و آدميان بوده اند اگر آنها نبودند انبياء و اولياء صديقين و شهداء ملك و ملكوت زمينها و آسمانها، نار و نور، بهشت و دوزخ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ساير مخلوقات جهان بوجود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آمدند، اگر حضرت زهراسلام عليها نبود، اثر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آدم و اولاد آدم نبود، اگر او نبود موس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عيس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نوح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ابراهيم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آفريده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شدند، اگر او نبود از اسلام و خداشناس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توحيد خبر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نبود.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33" w:name="_Toc477607257"/>
      <w:r w:rsidRPr="00F3518E">
        <w:rPr>
          <w:rtl/>
          <w:lang w:bidi="fa-IR"/>
        </w:rPr>
        <w:t>منقبت چهارم</w:t>
      </w:r>
      <w:bookmarkEnd w:id="33"/>
    </w:p>
    <w:p w:rsidR="00F3518E" w:rsidRPr="00F3518E" w:rsidRDefault="00B00F2A" w:rsidP="00B00F2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تسميتها من عند رب العزة شان ابيها و بعلها و بنيها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نامگذار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زهرا </w:t>
      </w:r>
      <w:r w:rsidR="0092347B" w:rsidRPr="0092347B">
        <w:rPr>
          <w:rStyle w:val="libAlaemChar"/>
          <w:rtl/>
        </w:rPr>
        <w:t>عليها‌السلام</w:t>
      </w:r>
      <w:r w:rsidR="00F3518E" w:rsidRPr="00F3518E">
        <w:rPr>
          <w:rtl/>
          <w:lang w:bidi="fa-IR"/>
        </w:rPr>
        <w:t xml:space="preserve"> است از طرف خداوند متعال همانند اسم گذار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>، و عل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و حسن و حسين </w:t>
      </w:r>
      <w:r w:rsidR="00431E70" w:rsidRPr="00431E70">
        <w:rPr>
          <w:rStyle w:val="libAlaemChar"/>
          <w:rtl/>
        </w:rPr>
        <w:t>عليهم‌السلام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همين مطلب دلالت دارد برا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اينكه اين پنج نفر از خود هيچگونه اختيار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ندارند، و تمام امورشان حت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انتخاب نامشان مربوط به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بوده و به كس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در مورد آنان اجازه دخالت داده نشده است</w:t>
      </w:r>
      <w:r w:rsidR="00F3518E">
        <w:rPr>
          <w:rtl/>
          <w:lang w:bidi="fa-IR"/>
        </w:rPr>
        <w:t>.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حضرت محمد بن عبدالله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هرگز مجاز نيست كه از جانب خدا فاطمه و حسن و حسين </w:t>
      </w:r>
      <w:r w:rsidR="00431E70" w:rsidRPr="00431E70">
        <w:rPr>
          <w:rStyle w:val="libAlaemChar"/>
          <w:rtl/>
        </w:rPr>
        <w:t>عليهم‌السلام</w:t>
      </w:r>
      <w:r w:rsidRPr="00F3518E">
        <w:rPr>
          <w:rtl/>
          <w:lang w:bidi="fa-IR"/>
        </w:rPr>
        <w:t xml:space="preserve"> را نامگذار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كند، همچنين در اسم گذار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ابن ابيطالب كه مولود كعبه و خانه زاد، خداست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پيامبر گرام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ابوطالب را اختيار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نيست</w:t>
      </w:r>
      <w:r>
        <w:rPr>
          <w:rtl/>
          <w:lang w:bidi="fa-IR"/>
        </w:rPr>
        <w:t>.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34" w:name="_Toc477607258"/>
      <w:r w:rsidRPr="00F3518E">
        <w:rPr>
          <w:rtl/>
          <w:lang w:bidi="fa-IR"/>
        </w:rPr>
        <w:t>منقبت پنجم</w:t>
      </w:r>
      <w:bookmarkEnd w:id="34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اشتقاق اسمها من اسماء الله تبارك و تعال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>،شان ابيها و بعلها و بنيها</w:t>
      </w:r>
      <w:r>
        <w:rPr>
          <w:rFonts w:hint="cs"/>
          <w:rtl/>
          <w:lang w:bidi="fa-IR"/>
        </w:rPr>
        <w:t>»</w:t>
      </w:r>
    </w:p>
    <w:p w:rsidR="00B00F2A" w:rsidRDefault="00B00F2A" w:rsidP="00B00F2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 xml:space="preserve">نام فاطمه 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از اسمائ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خدا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تبارك و تعال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مشتق شده است</w:t>
      </w:r>
      <w:r w:rsidR="00F3518E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F3518E" w:rsidRPr="00F3518E">
        <w:rPr>
          <w:rtl/>
          <w:lang w:bidi="fa-IR"/>
        </w:rPr>
        <w:t>همانند نام پدر و همسر و فرزندانش</w:t>
      </w:r>
      <w:r>
        <w:rPr>
          <w:rFonts w:hint="cs"/>
          <w:rtl/>
          <w:lang w:bidi="fa-IR"/>
        </w:rPr>
        <w:t>»</w:t>
      </w:r>
    </w:p>
    <w:p w:rsidR="00F3518E" w:rsidRPr="00F3518E" w:rsidRDefault="00B00F2A" w:rsidP="00B00F2A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35" w:name="_Toc477607259"/>
      <w:r w:rsidRPr="00F3518E">
        <w:rPr>
          <w:rtl/>
          <w:lang w:bidi="fa-IR"/>
        </w:rPr>
        <w:t>منقبت ششم</w:t>
      </w:r>
      <w:bookmarkEnd w:id="35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توسل الانبيا بها و باسمائهاشان ابيها و بعلها و بنيها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تسول انبياء است به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و نامها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او، همتا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پدر و همسر و فرزندانش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تمسك به اوست كه وسيله نجات انبياء و اوصياء و ساير افراد بشر از مشكلات بوده است</w:t>
      </w:r>
      <w:r>
        <w:rPr>
          <w:rtl/>
          <w:lang w:bidi="fa-IR"/>
        </w:rPr>
        <w:t>.</w:t>
      </w:r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من امن بها فقد نج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و من لم يومن بها فقد هلك</w:t>
      </w:r>
      <w:r>
        <w:rPr>
          <w:rFonts w:hint="cs"/>
          <w:rtl/>
          <w:lang w:bidi="fa-IR"/>
        </w:rPr>
        <w:t>»</w:t>
      </w:r>
    </w:p>
    <w:p w:rsidR="00F3518E" w:rsidRPr="00F3518E" w:rsidRDefault="00B00F2A" w:rsidP="00B00F2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هر كس كه به او ايمان آورد، همانا رستگار شد، و هر كس به او اعتقاد نداشت به تحقيق هلاك گرديد</w:t>
      </w:r>
      <w:r>
        <w:rPr>
          <w:rFonts w:hint="cs"/>
          <w:rtl/>
          <w:lang w:bidi="fa-IR"/>
        </w:rPr>
        <w:t>»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36" w:name="_Toc477607260"/>
      <w:r w:rsidRPr="00F3518E">
        <w:rPr>
          <w:rtl/>
          <w:lang w:bidi="fa-IR"/>
        </w:rPr>
        <w:t>منقبت هفتم</w:t>
      </w:r>
      <w:bookmarkEnd w:id="36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كتابه اسمها عل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ساق العرش وابواب الجنة لدة ابيها و بعلها و بنيها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نام فاطمه </w:t>
      </w:r>
      <w:r w:rsidR="0092347B" w:rsidRPr="0092347B">
        <w:rPr>
          <w:rStyle w:val="libAlaemChar"/>
          <w:rtl/>
        </w:rPr>
        <w:t>عليها‌السلام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همرديف پدر و همسر و فرزندانش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بر ساق عرش و درها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بهشت نوشته شده است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شگفتا...! اين چه مقام والائ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با وجود انبياء اوصياء مخلصون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فرشتگان مقرب نام هيچ موجود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بر عرش اله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آن پايتخت عظمت و جلال خدائ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نگاشته شده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مگر اسام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مقدس پنج تن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زينت بخش تمام مراكز معنو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ترين منازل اخرو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.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37" w:name="_Toc477607261"/>
      <w:r w:rsidRPr="00F3518E">
        <w:rPr>
          <w:rtl/>
          <w:lang w:bidi="fa-IR"/>
        </w:rPr>
        <w:t>منقبت هشتم</w:t>
      </w:r>
      <w:bookmarkEnd w:id="37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كونها شبحا عن يمنة العرش و صورة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الجنه، ردف اشباح ابيها و بعلها و بنيها و صورهم</w:t>
      </w:r>
      <w:r>
        <w:rPr>
          <w:rFonts w:hint="cs"/>
          <w:rtl/>
          <w:lang w:bidi="fa-IR"/>
        </w:rPr>
        <w:t>»</w:t>
      </w:r>
    </w:p>
    <w:p w:rsidR="00F3518E" w:rsidRPr="00F3518E" w:rsidRDefault="00B00F2A" w:rsidP="00B00F2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F3518E">
        <w:rPr>
          <w:rtl/>
          <w:lang w:bidi="fa-IR"/>
        </w:rPr>
        <w:t>وجود شبح زهراسلام عليها در راستا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عرش اله</w:t>
      </w:r>
      <w:r w:rsidR="004612E5">
        <w:rPr>
          <w:rtl/>
          <w:lang w:bidi="fa-IR"/>
        </w:rPr>
        <w:t>ی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تصويرش در بهشت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همرديف اشباح و تصاوير پدر و همسر و فرزندانش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نه تنها اسام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مقدس پنج تن زا زينت بخش عوالم بالا قرار داده است بلكه با اشباح و تصاوير نوران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عرش عظمت خويش و بهشت رحمتش را مزين فرموده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يمين عرش برين را ميمنت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بيشتر بخشيده است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 xml:space="preserve">لذا آدم </w:t>
      </w:r>
      <w:r w:rsidR="00525C15" w:rsidRPr="00525C1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هنگاميكه به عرش نظر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افكند، اشباح پنج ترين را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بيند، و چون به بهشت رو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آورد، تصاوير زيبا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آنان را مشاهده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كند، و به هر جا كه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نگرد آثار جلال و جمال آن اركان خلقت منظر چشمان اوست</w:t>
      </w:r>
      <w:r>
        <w:rPr>
          <w:rtl/>
          <w:lang w:bidi="fa-IR"/>
        </w:rPr>
        <w:t>.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38" w:name="_Toc477607262"/>
      <w:r w:rsidRPr="00F3518E">
        <w:rPr>
          <w:rtl/>
          <w:lang w:bidi="fa-IR"/>
        </w:rPr>
        <w:t>منقبت نهم</w:t>
      </w:r>
      <w:bookmarkEnd w:id="38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اشتراكها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الاهتداء، والاقتداء، و التمسك بها، ردف ابيها و بعلها و بنيها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>هر فرد مسلمان و مؤ من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با محمدبن عبدالله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بيعت كرده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به او ايمان آورده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رسالت و اطاعتش را پذيرفته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آن حضرت را پيام آور از جانب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خود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داند، و پيشوايانش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اولاد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هستند، ناگزير حضرت زهرا</w:t>
      </w:r>
      <w:r w:rsidR="00B00F2A">
        <w:rPr>
          <w:rFonts w:hint="cs"/>
          <w:rtl/>
          <w:lang w:bidi="fa-IR"/>
        </w:rPr>
        <w:t xml:space="preserve"> </w:t>
      </w:r>
      <w:r w:rsidR="00B00F2A" w:rsidRPr="004612E5">
        <w:rPr>
          <w:rStyle w:val="libAlaemChar"/>
          <w:rtl/>
        </w:rPr>
        <w:t>عليه‌السلام</w:t>
      </w:r>
      <w:r w:rsidR="00B00F2A" w:rsidRPr="00F3518E">
        <w:rPr>
          <w:rtl/>
          <w:lang w:bidi="fa-IR"/>
        </w:rPr>
        <w:t xml:space="preserve"> </w:t>
      </w:r>
      <w:r w:rsidR="00B00F2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وليه</w:t>
      </w:r>
      <w:r w:rsidR="00B00F2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او، رهنما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او، و مرجع او، و در مشكلات </w:t>
      </w:r>
      <w:r w:rsidR="00B00F2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همانند پدر و همسر و فرزندانش</w:t>
      </w:r>
      <w:r w:rsidR="00B00F2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دستاويز و پناهگاه اوست</w:t>
      </w:r>
      <w:r>
        <w:rPr>
          <w:rtl/>
          <w:lang w:bidi="fa-IR"/>
        </w:rPr>
        <w:t>.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39" w:name="_Toc477607263"/>
      <w:r w:rsidRPr="00F3518E">
        <w:rPr>
          <w:rtl/>
          <w:lang w:bidi="fa-IR"/>
        </w:rPr>
        <w:t>منقبت دهم</w:t>
      </w:r>
      <w:bookmarkEnd w:id="39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اشتراكها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العصمة، و دخولها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آية التطهير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اشتراك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با پيامبراكرم</w:t>
      </w:r>
      <w:r w:rsidR="004612E5" w:rsidRPr="00B00F2A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حسين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در مقام عصمت و طهارت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او نيز عصمت الله و مورد خطاب آيه تطهير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40" w:name="_Toc477607264"/>
      <w:r w:rsidRPr="00F3518E">
        <w:rPr>
          <w:rtl/>
          <w:lang w:bidi="fa-IR"/>
        </w:rPr>
        <w:t>منقبت يازدهم</w:t>
      </w:r>
      <w:bookmarkEnd w:id="40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كونها من الامانة المعروضة عل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السموات و الارض و الجبال</w:t>
      </w:r>
      <w:r>
        <w:rPr>
          <w:rFonts w:hint="cs"/>
          <w:rtl/>
          <w:lang w:bidi="fa-IR"/>
        </w:rPr>
        <w:t>»</w:t>
      </w:r>
    </w:p>
    <w:p w:rsidR="00B00F2A" w:rsidRDefault="00F3518E" w:rsidP="00B00F2A">
      <w:pPr>
        <w:pStyle w:val="libNormal"/>
        <w:rPr>
          <w:rtl/>
          <w:lang w:bidi="fa-IR"/>
        </w:rPr>
      </w:pPr>
      <w:r w:rsidRPr="00F3518E">
        <w:rPr>
          <w:rtl/>
          <w:lang w:bidi="fa-IR"/>
        </w:rPr>
        <w:t>ان امانيت كه از جانب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بر آسمانها و زمين كوهها عرضه شد، و آنها زير بار آن امانت وزين (و مسئوليت سنگين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نرفته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از قبولش امتناع نمودند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بشر آنرا پذيرا شد، همانا ولايت پنج تن </w:t>
      </w:r>
      <w:r w:rsidR="00431E70" w:rsidRPr="00431E70">
        <w:rPr>
          <w:rStyle w:val="libAlaemChar"/>
          <w:rtl/>
        </w:rPr>
        <w:t>عليهم‌السلام</w:t>
      </w:r>
      <w:r w:rsidRPr="00F3518E">
        <w:rPr>
          <w:rtl/>
          <w:lang w:bidi="fa-IR"/>
        </w:rPr>
        <w:t xml:space="preserve"> بوده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وجود مقدس زهراسلام الله عليها ولية الله و جزء امانت معروضه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</w:t>
      </w:r>
    </w:p>
    <w:p w:rsidR="00F3518E" w:rsidRPr="00F3518E" w:rsidRDefault="00B00F2A" w:rsidP="00B00F2A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41" w:name="_Toc477607265"/>
      <w:r w:rsidRPr="00F3518E">
        <w:rPr>
          <w:rtl/>
          <w:lang w:bidi="fa-IR"/>
        </w:rPr>
        <w:t>منقبت دوازدهم</w:t>
      </w:r>
      <w:bookmarkEnd w:id="41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اشتراكها مع رسول الله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الركنية لعل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ابن ابيطالب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فاطمه </w:t>
      </w:r>
      <w:r w:rsidR="00B00F2A" w:rsidRPr="004612E5">
        <w:rPr>
          <w:rStyle w:val="libAlaemChar"/>
          <w:rtl/>
        </w:rPr>
        <w:t>عليه‌السلام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مقام ركن بودن نسبت به اميرالمؤ منين </w:t>
      </w:r>
      <w:r w:rsidR="00525C15" w:rsidRPr="00525C1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با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همسان و همتا بوده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اين منقبت منحصر است به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صديقه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مقصود از (ركنيت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در ذيل روايات مربوطه اش به طور تفصيل بيان گرديد.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42" w:name="_Toc477607266"/>
      <w:r w:rsidRPr="00F3518E">
        <w:rPr>
          <w:rtl/>
          <w:lang w:bidi="fa-IR"/>
        </w:rPr>
        <w:t>منقبت سيزدهم</w:t>
      </w:r>
      <w:bookmarkEnd w:id="42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اشتراكها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تطهير مسجد رسول الله لها نظير ابيها و بعلها و بنيها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اشتراك فاطمه سلام الله عليها با پدر و همسر و فرزندانش در مجاز بودن به ورود به مسجد پيغمبراكرم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پاك بودنش در هر زمان و در هر حال</w:t>
      </w:r>
      <w:r>
        <w:rPr>
          <w:rtl/>
          <w:lang w:bidi="fa-IR"/>
        </w:rPr>
        <w:t>.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43" w:name="_Toc477607267"/>
      <w:r w:rsidRPr="00F3518E">
        <w:rPr>
          <w:rtl/>
          <w:lang w:bidi="fa-IR"/>
        </w:rPr>
        <w:t>منقبت چهاردهم</w:t>
      </w:r>
      <w:bookmarkEnd w:id="43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كونها محدثة كالائمة، امير المؤ منين و اولاده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>(محدثه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بودن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به اين معن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فرشتگان با او سخن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گفتند، و اين مقام شئون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يازده اولاد معصوم اوست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با وجود اينكه حضرت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منصب امامت نداشت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 صحبت ملائك بوده است</w:t>
      </w:r>
      <w:r>
        <w:rPr>
          <w:rtl/>
          <w:lang w:bidi="fa-IR"/>
        </w:rPr>
        <w:t>.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44" w:name="_Toc477607268"/>
      <w:r w:rsidRPr="00F3518E">
        <w:rPr>
          <w:rtl/>
          <w:lang w:bidi="fa-IR"/>
        </w:rPr>
        <w:t>منقبت پانزدهم</w:t>
      </w:r>
      <w:bookmarkEnd w:id="44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اشتراكها مع اميرالمؤ منين و اولاده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التبشير بشيعتها و محبيها</w:t>
      </w:r>
      <w:r>
        <w:rPr>
          <w:rFonts w:hint="cs"/>
          <w:rtl/>
          <w:lang w:bidi="fa-IR"/>
        </w:rPr>
        <w:t>»</w:t>
      </w:r>
    </w:p>
    <w:p w:rsidR="00B00F2A" w:rsidRDefault="00F3518E" w:rsidP="00B00F2A">
      <w:pPr>
        <w:pStyle w:val="libNormal"/>
        <w:rPr>
          <w:rtl/>
          <w:lang w:bidi="fa-IR"/>
        </w:rPr>
      </w:pPr>
      <w:r w:rsidRPr="00F3518E">
        <w:rPr>
          <w:rtl/>
          <w:lang w:bidi="fa-IR"/>
        </w:rPr>
        <w:t xml:space="preserve">چنانكه رسول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به شيعيان و دوستان امير المؤمنين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يازده اولادش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مژده رستگار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موارد بسيار به شيعيان و محبان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نيز بشارت نجات و رهائ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عذاب داده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اين خود از شئون مخصوص صاحبان ولايت است</w:t>
      </w:r>
      <w:r>
        <w:rPr>
          <w:rtl/>
          <w:lang w:bidi="fa-IR"/>
        </w:rPr>
        <w:t>.</w:t>
      </w:r>
    </w:p>
    <w:p w:rsidR="00F3518E" w:rsidRPr="00F3518E" w:rsidRDefault="00B00F2A" w:rsidP="00B00F2A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45" w:name="_Toc477607269"/>
      <w:r w:rsidRPr="00F3518E">
        <w:rPr>
          <w:rtl/>
          <w:lang w:bidi="fa-IR"/>
        </w:rPr>
        <w:t>منقبت شانزدهم</w:t>
      </w:r>
      <w:bookmarkEnd w:id="45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ركوبها يوم القايمة كبايها و بعلها و بنيها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سواره محشور شدن زهرا </w:t>
      </w:r>
      <w:r w:rsidR="0092347B" w:rsidRPr="0092347B">
        <w:rPr>
          <w:rStyle w:val="libAlaemChar"/>
          <w:rtl/>
        </w:rPr>
        <w:t>عليها‌السلام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همانند پدر و همسر و فرزندانش</w:t>
      </w:r>
      <w:r>
        <w:rPr>
          <w:rtl/>
          <w:lang w:bidi="fa-IR"/>
        </w:rPr>
        <w:t>.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46" w:name="_Toc477607270"/>
      <w:r w:rsidRPr="00F3518E">
        <w:rPr>
          <w:rtl/>
          <w:lang w:bidi="fa-IR"/>
        </w:rPr>
        <w:t>منقبت هفدهم</w:t>
      </w:r>
      <w:bookmarkEnd w:id="46"/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رسول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 در روز قيامت من دست به دامان جبرئيل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شوم (گويا مقصود پيامبر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اين باشد كه جبرئيل نماينده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متعال است و من متمسك به دامان رحمت اله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هستم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، سپس در ادامه سخن چنين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 دخترم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دست به دامان من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ابن ابيطالب متمسك به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يازده فرزندش ‍ دست به دامان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هستند.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47" w:name="_Toc477607271"/>
      <w:r w:rsidRPr="00F3518E">
        <w:rPr>
          <w:rtl/>
          <w:lang w:bidi="fa-IR"/>
        </w:rPr>
        <w:t>منقبت هجدهم</w:t>
      </w:r>
      <w:bookmarkEnd w:id="47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كانت تحدث امها و ه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بطنها، و تصبرها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سخن گفتن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با مادرش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آنگاه كه در رحم مادر بود، و او را به شكيبائ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دعوت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فرمود، و اين خود از نشانه 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مقام ولايت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48" w:name="_Toc477607272"/>
      <w:r w:rsidRPr="00F3518E">
        <w:rPr>
          <w:rtl/>
          <w:lang w:bidi="fa-IR"/>
        </w:rPr>
        <w:t>منقبت نوزدهم</w:t>
      </w:r>
      <w:bookmarkEnd w:id="48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تكلمها بالشهاد تين حين الولادة و بذكر امير المؤ منين و اولاده الاسباط كاالائمة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>حضرت صديقه زهرا</w:t>
      </w:r>
      <w:r w:rsidR="00B00F2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 xml:space="preserve">سلام الله عليها نيز همانند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فرزندان معصومش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هنگام ولادت لب به شهادتين گشوده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اين خود از شئون مخصوص ‍ صاحبان ولايت است</w:t>
      </w:r>
      <w:r>
        <w:rPr>
          <w:rtl/>
          <w:lang w:bidi="fa-IR"/>
        </w:rPr>
        <w:t>.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49" w:name="_Toc477607273"/>
      <w:r w:rsidRPr="00F3518E">
        <w:rPr>
          <w:rtl/>
          <w:lang w:bidi="fa-IR"/>
        </w:rPr>
        <w:t>منقبت بيست</w:t>
      </w:r>
      <w:bookmarkEnd w:id="49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اشتراكها مع ابيها و بعلها و بنيها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العلم بما كان و ما يكون و ما لم يكن ال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يوم القيامة</w:t>
      </w:r>
      <w:r>
        <w:rPr>
          <w:rFonts w:hint="cs"/>
          <w:rtl/>
          <w:lang w:bidi="fa-IR"/>
        </w:rPr>
        <w:t>»</w:t>
      </w:r>
    </w:p>
    <w:p w:rsidR="00B00F2A" w:rsidRDefault="00F3518E" w:rsidP="00B00F2A">
      <w:pPr>
        <w:pStyle w:val="libNormal"/>
        <w:rPr>
          <w:rtl/>
          <w:lang w:bidi="fa-IR"/>
        </w:rPr>
      </w:pPr>
      <w:r w:rsidRPr="00F3518E">
        <w:rPr>
          <w:rtl/>
          <w:lang w:bidi="fa-IR"/>
        </w:rPr>
        <w:t xml:space="preserve">اشتراك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با پدر و همسر و فرزندانش در علم به آنچه در گذشته واقع شده است و آنچه در آينده بوقوع خواهد پيوست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آنچه تا روز قيامت واقع شدن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نيست و اين دانش نيز مخصوص اولياء خداست و دارا بودن چنين علم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نشانه 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مقام ولايت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باشد.</w:t>
      </w:r>
    </w:p>
    <w:p w:rsidR="00F3518E" w:rsidRPr="00F3518E" w:rsidRDefault="00B00F2A" w:rsidP="00B00F2A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50" w:name="_Toc477607274"/>
      <w:r w:rsidRPr="00F3518E">
        <w:rPr>
          <w:rtl/>
          <w:lang w:bidi="fa-IR"/>
        </w:rPr>
        <w:t>منقبت بيست و يكم</w:t>
      </w:r>
      <w:bookmarkEnd w:id="50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ولادتها طاهرة مطهرة زكية، ميمونة تقية، كما يعتقد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الائمة الاطهار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همانند ائمه اطهار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مبارك و با طهارت و پاك و پاكيزه از مادر تولد يافته است</w:t>
      </w:r>
      <w:r>
        <w:rPr>
          <w:rtl/>
          <w:lang w:bidi="fa-IR"/>
        </w:rPr>
        <w:t>.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51" w:name="_Toc477607275"/>
      <w:r w:rsidRPr="00F3518E">
        <w:rPr>
          <w:rtl/>
          <w:lang w:bidi="fa-IR"/>
        </w:rPr>
        <w:t>منقبت بيست و دوم</w:t>
      </w:r>
      <w:bookmarkEnd w:id="51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نموها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اليوم و الشهر مثل ما جاء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نمو الائمة الاطهار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رشد حضرت صديقه زهرا </w:t>
      </w:r>
      <w:r w:rsidR="00B00F2A" w:rsidRPr="004612E5">
        <w:rPr>
          <w:rStyle w:val="libAlaemChar"/>
          <w:rtl/>
        </w:rPr>
        <w:t>عليه</w:t>
      </w:r>
      <w:r w:rsidR="00B00F2A">
        <w:rPr>
          <w:rStyle w:val="libAlaemChar"/>
          <w:rFonts w:hint="cs"/>
          <w:rtl/>
        </w:rPr>
        <w:t>ا</w:t>
      </w:r>
      <w:r w:rsidR="00B00F2A" w:rsidRPr="004612E5">
        <w:rPr>
          <w:rStyle w:val="libAlaemChar"/>
          <w:rtl/>
        </w:rPr>
        <w:t>‌السلام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همسان با ائمه اطهار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در هر ماه به قدر يكماه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در هر ماه به اندازه يك</w:t>
      </w:r>
      <w:r w:rsidR="00B00F2A">
        <w:rPr>
          <w:rFonts w:hint="cs"/>
          <w:rtl/>
          <w:lang w:bidi="fa-IR"/>
        </w:rPr>
        <w:t xml:space="preserve"> </w:t>
      </w:r>
      <w:r w:rsidRPr="00F3518E">
        <w:rPr>
          <w:rtl/>
          <w:lang w:bidi="fa-IR"/>
        </w:rPr>
        <w:t>سال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ممكن است در اينجا مقصود نمو معنو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روح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 نه رشد جسمان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هر حال و به هر معنا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درباره ائمه اطهار </w:t>
      </w:r>
      <w:r w:rsidR="00431E70" w:rsidRPr="00431E70">
        <w:rPr>
          <w:rStyle w:val="libAlaemChar"/>
          <w:rtl/>
        </w:rPr>
        <w:t>عليهم‌السلام</w:t>
      </w:r>
      <w:r w:rsidRPr="00F3518E">
        <w:rPr>
          <w:rtl/>
          <w:lang w:bidi="fa-IR"/>
        </w:rPr>
        <w:t xml:space="preserve"> متصور است عينا در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نيز آن چنان است</w:t>
      </w:r>
      <w:r>
        <w:rPr>
          <w:rtl/>
          <w:lang w:bidi="fa-IR"/>
        </w:rPr>
        <w:t>.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52" w:name="_Toc477607276"/>
      <w:r w:rsidRPr="00F3518E">
        <w:rPr>
          <w:rtl/>
          <w:lang w:bidi="fa-IR"/>
        </w:rPr>
        <w:t>منقبت بيست و سوم</w:t>
      </w:r>
      <w:bookmarkEnd w:id="52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دخول نورها حين ولدت بيوتات مكه كولاده ابيها</w:t>
      </w:r>
      <w:r>
        <w:rPr>
          <w:rFonts w:hint="cs"/>
          <w:rtl/>
          <w:lang w:bidi="fa-IR"/>
        </w:rPr>
        <w:t>»</w:t>
      </w:r>
    </w:p>
    <w:p w:rsidR="00B00F2A" w:rsidRDefault="00F3518E" w:rsidP="00B00F2A">
      <w:pPr>
        <w:pStyle w:val="libNormal"/>
        <w:rPr>
          <w:rFonts w:hint="cs"/>
          <w:rtl/>
          <w:lang w:bidi="fa-IR"/>
        </w:rPr>
      </w:pPr>
      <w:r w:rsidRPr="00F3518E">
        <w:rPr>
          <w:rtl/>
          <w:lang w:bidi="fa-IR"/>
        </w:rPr>
        <w:t xml:space="preserve">هنگام ولادت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نور او تمام خانه 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مكه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شرق و غرب را فرا گرفت چنان كه در تولد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نيز تمام جهان از نور مباركش روشن شد، گوئ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 نور افشان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اين موجود مقدس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 اهل آسمان و زمين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به فرشتگان و تمام مخلوقات اعلام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</w:t>
      </w:r>
    </w:p>
    <w:p w:rsidR="00B00F2A" w:rsidRDefault="00F3518E" w:rsidP="00B00F2A">
      <w:pPr>
        <w:pStyle w:val="libNormal"/>
        <w:rPr>
          <w:rtl/>
          <w:lang w:bidi="fa-IR"/>
        </w:rPr>
      </w:pPr>
      <w:r w:rsidRPr="00F3518E">
        <w:rPr>
          <w:rtl/>
          <w:lang w:bidi="fa-IR"/>
        </w:rPr>
        <w:t>اينك تولد يافت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بشر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نور جهانيان از اوست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سبب خلقت علميان و علت آفرينش تمام مخلوقات بوده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آن وجود مقدس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باعث شد موجودات از ظلمات عدم به عالم نور ظهور چشم گشايند و به لباس آفرينش مزين گردند.</w:t>
      </w:r>
    </w:p>
    <w:p w:rsidR="00F3518E" w:rsidRPr="00F3518E" w:rsidRDefault="00B00F2A" w:rsidP="00B00F2A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53" w:name="_Toc477607277"/>
      <w:r w:rsidRPr="00F3518E">
        <w:rPr>
          <w:rtl/>
          <w:lang w:bidi="fa-IR"/>
        </w:rPr>
        <w:t>منقبت بيست و چهارم</w:t>
      </w:r>
      <w:bookmarkEnd w:id="53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تبشير اهل السماء بعضهم فعضا كما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رسول الله و الائمه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در آن هنگام كه حضرت زهراسلام الله عليها از جانب خديجه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ولادت يافت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فرشتگان ميلاد او را به يكديگر بشارت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دادند و تهنيت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گفتند، چنانكه در تولد پيامبر اكرم</w:t>
      </w:r>
      <w:r w:rsidR="004612E5" w:rsidRPr="00B00F2A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ائمه اطهار نيز ملائك مقدم مباركشان را به يكديگر مژده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دادند، و بايد اين چنين باشد، زيرا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اسباب آفرينش و علت العلل بوده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فرشتگان نيز همانند ساير موجودات در سايه خلقت او و از يمن وجودش آفريده شده اند.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54" w:name="_Toc477607278"/>
      <w:r w:rsidRPr="00F3518E">
        <w:rPr>
          <w:rtl/>
          <w:lang w:bidi="fa-IR"/>
        </w:rPr>
        <w:t>منقبت بيست و پنجم</w:t>
      </w:r>
      <w:bookmarkEnd w:id="54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وجوب حبها كحب بعلها و بينها اجرا للرسالة الخاتمه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حب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همانند حب همسر و فرزندان معصومش (كه اجر رسالت خاتم الانبياء است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بر همگان واجب است حت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>.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مرا به دوست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اين چهار نفر فرمان داده است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،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، حسن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حسين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>.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>البته وجوب دوست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محبت آنان نه به 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جهت است كه آن چهار نفر داماد و دختر و فرزندان پيامبرند بلكه رسول خدا نيز همانند ساير بندگان مؤ من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بايد معتقد و معترف به مقام ولايت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بوده و به اين امر شهادت دهد.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55" w:name="_Toc477607279"/>
      <w:r w:rsidRPr="00F3518E">
        <w:rPr>
          <w:rtl/>
          <w:lang w:bidi="fa-IR"/>
        </w:rPr>
        <w:t>منقبت بيست و ششم</w:t>
      </w:r>
      <w:bookmarkEnd w:id="55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اشتراكها مع ابيها و بعلها و بنيها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درجة الوسيلة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الجنة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>اشتراك زهراسلام الله عليها و همرديف و همدرجه بودن اوست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با پدر و همسر و فرزندانش در قبد الوسيله يا درجة الوسيله بهشت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آنجا كه پايتخت (عظمت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حضرت حق تبارك و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وجز پنج تن </w:t>
      </w:r>
      <w:r w:rsidR="00431E70" w:rsidRPr="00431E70">
        <w:rPr>
          <w:rStyle w:val="libAlaemChar"/>
          <w:rtl/>
        </w:rPr>
        <w:t>عليهم‌السلام</w:t>
      </w:r>
      <w:r w:rsidRPr="00F3518E">
        <w:rPr>
          <w:rtl/>
          <w:lang w:bidi="fa-IR"/>
        </w:rPr>
        <w:t xml:space="preserve"> از انبياء و مرسيلن و صالحين و فرشتگان مقرب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به آن مقام والا راه نيست</w:t>
      </w:r>
      <w:r>
        <w:rPr>
          <w:rtl/>
          <w:lang w:bidi="fa-IR"/>
        </w:rPr>
        <w:t>.</w:t>
      </w:r>
    </w:p>
    <w:p w:rsidR="00B00F2A" w:rsidRDefault="00B00F2A" w:rsidP="00F3518E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56" w:name="_Toc477607280"/>
      <w:r w:rsidRPr="00F3518E">
        <w:rPr>
          <w:rtl/>
          <w:lang w:bidi="fa-IR"/>
        </w:rPr>
        <w:t>منقبت بيست و هفتم</w:t>
      </w:r>
      <w:bookmarkEnd w:id="56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اشتراكها مع ابيها و بعلها و بنيها يوم القيامة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قبة تحت العرش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اشتراك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با پدر و همسر و فرزندانش در قبه 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نور كه زير عرش بر پا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 و جز پنج تن </w:t>
      </w:r>
      <w:r w:rsidR="00431E70" w:rsidRPr="00431E70">
        <w:rPr>
          <w:rStyle w:val="libAlaemChar"/>
          <w:rtl/>
        </w:rPr>
        <w:t>عليهم‌السلام</w:t>
      </w:r>
      <w:r w:rsidRPr="00F3518E">
        <w:rPr>
          <w:rtl/>
          <w:lang w:bidi="fa-IR"/>
        </w:rPr>
        <w:t xml:space="preserve">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به آن رتبه والا راه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اين مقام غير از </w:t>
      </w:r>
      <w:r w:rsidR="00B00F2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درجه الوسيه</w:t>
      </w:r>
      <w:r w:rsidR="00B00F2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است كه قبلا بيان شد.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57" w:name="_Toc477607281"/>
      <w:r w:rsidRPr="00F3518E">
        <w:rPr>
          <w:rtl/>
          <w:lang w:bidi="fa-IR"/>
        </w:rPr>
        <w:t>منقبت بيست و هشتم</w:t>
      </w:r>
      <w:bookmarkEnd w:id="57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الدخول ال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الجنة قبل الناس مع ابيها و بعلها و بنيها و ه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قبل الجميع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ورود پنج تن </w:t>
      </w:r>
      <w:r w:rsidR="00431E70" w:rsidRPr="00431E70">
        <w:rPr>
          <w:rStyle w:val="libAlaemChar"/>
          <w:rtl/>
        </w:rPr>
        <w:t>عليهم‌السلام</w:t>
      </w:r>
      <w:r w:rsidRPr="00F3518E">
        <w:rPr>
          <w:rtl/>
          <w:lang w:bidi="fa-IR"/>
        </w:rPr>
        <w:t xml:space="preserve"> به بهشت قبل از همه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درحال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در پيشاپيش پدر و همسر و فرزندانش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نخستين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وارد بهشت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شود.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58" w:name="_Toc477607282"/>
      <w:r w:rsidRPr="00F3518E">
        <w:rPr>
          <w:rtl/>
          <w:lang w:bidi="fa-IR"/>
        </w:rPr>
        <w:t>منقبت بيست و نهم</w:t>
      </w:r>
      <w:bookmarkEnd w:id="58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انها من الكمات الت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تلقيهاآدم بها ابراهيم ربه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كلمات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حضرت آدم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فراگرفت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حضرت ابراهيم نيز با همان كلمات امتحان شد، يعن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 كلمات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محمد، عل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فاطمه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حسن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حسين </w:t>
      </w:r>
      <w:r w:rsidR="00431E70" w:rsidRPr="00431E70">
        <w:rPr>
          <w:rStyle w:val="libAlaemChar"/>
          <w:rtl/>
        </w:rPr>
        <w:t>عليهم‌السلام</w:t>
      </w:r>
      <w:r>
        <w:rPr>
          <w:rtl/>
          <w:lang w:bidi="fa-IR"/>
        </w:rPr>
        <w:t>.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59" w:name="_Toc477607283"/>
      <w:r w:rsidRPr="00F3518E">
        <w:rPr>
          <w:rtl/>
          <w:lang w:bidi="fa-IR"/>
        </w:rPr>
        <w:t>منقبت 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ام</w:t>
      </w:r>
      <w:bookmarkEnd w:id="59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دخولها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اية المباهلة بين ابنائنا و انفسنا</w:t>
      </w:r>
      <w:r>
        <w:rPr>
          <w:rFonts w:hint="cs"/>
          <w:rtl/>
          <w:lang w:bidi="fa-IR"/>
        </w:rPr>
        <w:t>»</w:t>
      </w:r>
    </w:p>
    <w:p w:rsidR="00B00F2A" w:rsidRDefault="00F3518E" w:rsidP="00B00F2A">
      <w:pPr>
        <w:pStyle w:val="libNormal"/>
        <w:rPr>
          <w:rtl/>
        </w:rPr>
      </w:pPr>
      <w:r w:rsidRPr="00F3518E">
        <w:rPr>
          <w:rtl/>
          <w:lang w:bidi="fa-IR"/>
        </w:rPr>
        <w:t xml:space="preserve">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يك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افراد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آيه مباهله درشان آنها نازل شده است و آن وجود مقدس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بين چهار معصوم قرار گرفته است يعن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انفسنا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ابنائنا حسن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حسين </w:t>
      </w:r>
      <w:r w:rsidR="004612E5" w:rsidRPr="004612E5">
        <w:rPr>
          <w:rStyle w:val="libAlaemChar"/>
          <w:rtl/>
        </w:rPr>
        <w:t>عليه‌السلام</w:t>
      </w:r>
      <w:r w:rsidR="00B00F2A">
        <w:rPr>
          <w:rFonts w:hint="cs"/>
          <w:rtl/>
        </w:rPr>
        <w:t>.</w:t>
      </w:r>
    </w:p>
    <w:p w:rsidR="00F3518E" w:rsidRPr="00F3518E" w:rsidRDefault="00B00F2A" w:rsidP="00B00F2A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60" w:name="_Toc477607284"/>
      <w:r w:rsidRPr="00F3518E">
        <w:rPr>
          <w:rtl/>
          <w:lang w:bidi="fa-IR"/>
        </w:rPr>
        <w:t>منقبت 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يكم</w:t>
      </w:r>
      <w:bookmarkEnd w:id="60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وحدتها مع رسول الله و عل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و بنيه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حكم الحب و البعض والولاء و العداء و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حكم السلم و الحرب و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السب والاذ</w:t>
      </w:r>
      <w:r w:rsidR="004612E5" w:rsidRPr="00B00F2A">
        <w:rPr>
          <w:rStyle w:val="libHadeesChar"/>
          <w:rtl/>
        </w:rPr>
        <w:t>ی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>سن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شيعه و اين موضوع متفق القول و هم عقيده هستند: احكام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در اسلام در مورد محبت و يا عاوت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صلح و يا جنگ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دشنام دادن و اذيت كردن نسبت به پيامبر اكرم</w:t>
      </w:r>
      <w:r w:rsidR="004612E5" w:rsidRPr="00B00F2A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جار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عينا نسبت به زهرا اسلام الله عليها نيز معتبر و واجب الاجر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اگر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نسبت به رسول خدا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دشمن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ورزد و يا آن حضرت را بيازارد، و يا دشنام دهد چنان كه مجازاتش حد زدن بر او و يا كشتن او، و يا موجب كفر اوست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عينا در اين موارد حضرت زهرا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با پيامبر اكرم</w:t>
      </w:r>
      <w:r w:rsidR="004612E5" w:rsidRPr="00B00F2A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يكسان و برابر است</w:t>
      </w:r>
      <w:r>
        <w:rPr>
          <w:rtl/>
          <w:lang w:bidi="fa-IR"/>
        </w:rPr>
        <w:t>.</w:t>
      </w:r>
    </w:p>
    <w:p w:rsidR="00F3518E" w:rsidRDefault="00F3518E" w:rsidP="00B00F2A">
      <w:pPr>
        <w:pStyle w:val="Heading3"/>
        <w:rPr>
          <w:rFonts w:hint="cs"/>
          <w:rtl/>
          <w:lang w:bidi="fa-IR"/>
        </w:rPr>
      </w:pPr>
      <w:bookmarkStart w:id="61" w:name="_Toc477607285"/>
      <w:r w:rsidRPr="00F3518E">
        <w:rPr>
          <w:rtl/>
          <w:lang w:bidi="fa-IR"/>
        </w:rPr>
        <w:t>منقبت 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دوم</w:t>
      </w:r>
      <w:bookmarkEnd w:id="61"/>
    </w:p>
    <w:p w:rsidR="00B00F2A" w:rsidRDefault="00B00F2A" w:rsidP="00B00F2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B00F2A">
        <w:rPr>
          <w:rStyle w:val="libHadeesChar"/>
          <w:rtl/>
        </w:rPr>
        <w:t>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كفويتها مع عل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ف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الملكات و النفسانيات ن ولو لم يخلق عل</w:t>
      </w:r>
      <w:r w:rsidR="004612E5" w:rsidRPr="00B00F2A">
        <w:rPr>
          <w:rStyle w:val="libHadeesChar"/>
          <w:rtl/>
        </w:rPr>
        <w:t>ی</w:t>
      </w:r>
      <w:r w:rsidR="00F3518E" w:rsidRPr="00B00F2A">
        <w:rPr>
          <w:rStyle w:val="libHadeesChar"/>
          <w:rtl/>
        </w:rPr>
        <w:t xml:space="preserve"> لم يكن لها كفو من آدم و من دونه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همتا بودن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با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525C15" w:rsidRPr="00525C1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در صفات و ارزشها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معنو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</w:p>
    <w:p w:rsidR="00F3518E" w:rsidRPr="00F3518E" w:rsidRDefault="00F3518E" w:rsidP="00B00F2A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 اگر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آفريده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شد، هرگز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همتائ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وجود نداشت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همچنين اگر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خلق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شد، فاطمه را در جهان نظير و مانند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نبود، سپس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روشن شدن مطلب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رفع اين اشتباه احتمال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مبادا تصور شود مقصود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اين بوده است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ديگران كه خواستار همسر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شدند، كفو و هم شان او نبودند، رسول خدا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تصريح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فرمايند، نه تنها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در زمان حاضر جز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نظير و مانند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بلكه از آدم و اولاد آدم (يعن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انبياء </w:t>
      </w:r>
      <w:r w:rsidR="00B00F2A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جز پيامبر اسلام</w:t>
      </w:r>
      <w:r w:rsidR="00B00F2A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اوصياء، اولياء، صديقون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علماء و حكماء) هرگز كس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همتا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نيست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تنها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است كه كفو و همانند اوست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كه چون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نظير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بشر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ملكات فاضله و مقامات عاليه برابر او نيست و اين دو وجود مقدس در اين منقبت بطور يكسان شريكند.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lastRenderedPageBreak/>
        <w:t xml:space="preserve">اگر بجز اين فرمايش از جانب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تصريح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اين مورد در دسترس ما نبود (با اينكه وجود دارد) همين حديث شريف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اثبات برتر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حضرت صديقه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بر جميع انبياء (جز پدر بزرگوارش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>، كاف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بود.</w:t>
      </w:r>
    </w:p>
    <w:p w:rsidR="00F3518E" w:rsidRDefault="00F3518E" w:rsidP="00403845">
      <w:pPr>
        <w:pStyle w:val="Heading3"/>
        <w:rPr>
          <w:rFonts w:hint="cs"/>
          <w:rtl/>
          <w:lang w:bidi="fa-IR"/>
        </w:rPr>
      </w:pPr>
      <w:bookmarkStart w:id="62" w:name="_Toc477607286"/>
      <w:r w:rsidRPr="00F3518E">
        <w:rPr>
          <w:rtl/>
          <w:lang w:bidi="fa-IR"/>
        </w:rPr>
        <w:t>منقبت 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سوم</w:t>
      </w:r>
      <w:bookmarkEnd w:id="62"/>
    </w:p>
    <w:p w:rsidR="00403845" w:rsidRDefault="00403845" w:rsidP="00403845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403845">
        <w:rPr>
          <w:rStyle w:val="libHadeesChar"/>
          <w:rtl/>
        </w:rPr>
        <w:t>كفر من ابغض فاطمه كابيها و بعلها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403845">
      <w:pPr>
        <w:pStyle w:val="libNormal"/>
        <w:rPr>
          <w:lang w:bidi="fa-IR"/>
        </w:rPr>
      </w:pPr>
      <w:r w:rsidRPr="00F3518E">
        <w:rPr>
          <w:rtl/>
          <w:lang w:bidi="fa-IR"/>
        </w:rPr>
        <w:t>حكماء ودانشمندان چنين فتو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داده اند كه هر كس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يا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دشمن بدارد كافر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فاطمه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نيز در اين مورد با پدر و همسرش شريك است و مشمول اين حكم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شود، آيا چگونه ممكن است بشر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صاحب مقاوم ولايت نباشد، و دشمن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 او موجب كفر گردد؟</w:t>
      </w:r>
    </w:p>
    <w:p w:rsidR="00F3518E" w:rsidRDefault="00F3518E" w:rsidP="00403845">
      <w:pPr>
        <w:pStyle w:val="Heading3"/>
        <w:rPr>
          <w:rFonts w:hint="cs"/>
          <w:rtl/>
          <w:lang w:bidi="fa-IR"/>
        </w:rPr>
      </w:pPr>
      <w:bookmarkStart w:id="63" w:name="_Toc477607287"/>
      <w:r w:rsidRPr="00F3518E">
        <w:rPr>
          <w:rtl/>
          <w:lang w:bidi="fa-IR"/>
        </w:rPr>
        <w:t>منقبت 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چهارم</w:t>
      </w:r>
      <w:bookmarkEnd w:id="63"/>
    </w:p>
    <w:p w:rsidR="00403845" w:rsidRDefault="00403845" w:rsidP="00403845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403845">
        <w:rPr>
          <w:rStyle w:val="libHadeesChar"/>
          <w:rtl/>
        </w:rPr>
        <w:t>ف</w:t>
      </w:r>
      <w:r w:rsidR="004612E5" w:rsidRPr="00403845">
        <w:rPr>
          <w:rStyle w:val="libHadeesChar"/>
          <w:rtl/>
        </w:rPr>
        <w:t>ی</w:t>
      </w:r>
      <w:r w:rsidR="00F3518E" w:rsidRPr="00403845">
        <w:rPr>
          <w:rStyle w:val="libHadeesChar"/>
          <w:rtl/>
        </w:rPr>
        <w:t xml:space="preserve"> الامر بالتوسل اليها كابيها و بعلها و بنيها ف</w:t>
      </w:r>
      <w:r w:rsidR="004612E5" w:rsidRPr="00403845">
        <w:rPr>
          <w:rStyle w:val="libHadeesChar"/>
          <w:rtl/>
        </w:rPr>
        <w:t>ی</w:t>
      </w:r>
      <w:r w:rsidR="00F3518E" w:rsidRPr="00403845">
        <w:rPr>
          <w:rStyle w:val="libHadeesChar"/>
          <w:rtl/>
        </w:rPr>
        <w:t xml:space="preserve"> الحوائج و عند كل مسئلة و الامر بحبها والصلوة عليها و زيارتها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403845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چنانكه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امير المومنين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فرزندان معصوم او ملجا و مرجع توسل جميع انبياء بوده اند، بشر از آدم تا خاتم مامور به توسل به حضرت صديقه زهرا </w:t>
      </w:r>
      <w:r w:rsidR="0092347B" w:rsidRPr="0092347B">
        <w:rPr>
          <w:rStyle w:val="libAlaemChar"/>
          <w:rtl/>
        </w:rPr>
        <w:t>عليها‌السلام</w:t>
      </w:r>
      <w:r w:rsidRPr="00F3518E">
        <w:rPr>
          <w:rtl/>
          <w:lang w:bidi="fa-IR"/>
        </w:rPr>
        <w:t xml:space="preserve"> بوده است</w:t>
      </w:r>
      <w:r>
        <w:rPr>
          <w:rtl/>
          <w:lang w:bidi="fa-IR"/>
        </w:rPr>
        <w:t>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از همان وقت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آدم </w:t>
      </w:r>
      <w:r w:rsidR="00525C15" w:rsidRPr="00525C1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آفريده شد، و برا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استجابت دعا و رفع مشكلاتش توسل به پنج تن </w:t>
      </w:r>
      <w:r w:rsidR="00431E70" w:rsidRPr="00431E70">
        <w:rPr>
          <w:rStyle w:val="libAlaemChar"/>
          <w:rtl/>
        </w:rPr>
        <w:t>عليهم‌السلام</w:t>
      </w:r>
      <w:r w:rsidRPr="00F3518E">
        <w:rPr>
          <w:rtl/>
          <w:lang w:bidi="fa-IR"/>
        </w:rPr>
        <w:t xml:space="preserve"> و شفيع قرار دادن آنها در پيشگاه پروردگار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همتا توسط جبرئيل به او آموخته شد تكليف بن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آدم روشن گرديد.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انسان كه در جهان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پر از شدائد و مشكلات قدم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نهد، دنيائ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دائما در آغوش امواج بلا و گرداب حوادث عظيمه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رحمت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كران اله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ايجاب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كند كه دست آويزها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محكم و عروة الوثقا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ناگستن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در اختيار اين بشر سرگردان قرار دهد تا در مسير ناهموار زندگانيش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اميد گاه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خداپسند، و پناهگاه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دور از گزند داشته باشد و با توسل و تمسك و چنگ زدن به ريسمان رحمت واسعه اله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فرزندان آدم نيز همانند حضرت آدم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به ساحل نجات دست يابند.</w:t>
      </w:r>
    </w:p>
    <w:p w:rsidR="00F3518E" w:rsidRPr="00F3518E" w:rsidRDefault="00F3518E" w:rsidP="00403845">
      <w:pPr>
        <w:pStyle w:val="libNormal"/>
        <w:rPr>
          <w:lang w:bidi="fa-IR"/>
        </w:rPr>
      </w:pPr>
      <w:r w:rsidRPr="00F3518E">
        <w:rPr>
          <w:rtl/>
          <w:lang w:bidi="fa-IR"/>
        </w:rPr>
        <w:t>اكنون با قلب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سرشار از خلوص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اميدوار (همانگونه كه خداوند يكتا به پيامبرانش راه نجات را نشان داده است و به آنها طريق دعا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خداپسند را آموخته است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ما نيز به درگاه </w:t>
      </w:r>
      <w:r w:rsidR="0040384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الله</w:t>
      </w:r>
      <w:r w:rsidR="0040384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رو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نياز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آوريم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وجود </w:t>
      </w:r>
      <w:r w:rsidRPr="00F3518E">
        <w:rPr>
          <w:rtl/>
          <w:lang w:bidi="fa-IR"/>
        </w:rPr>
        <w:lastRenderedPageBreak/>
        <w:t>مقدس آبرومند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شفيع و راه گشا و واسطه فيض خدائ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قرار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دهيم و عرضه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داريم</w:t>
      </w:r>
      <w:r>
        <w:rPr>
          <w:rtl/>
          <w:lang w:bidi="fa-IR"/>
        </w:rPr>
        <w:t>:</w:t>
      </w:r>
      <w:r w:rsidRPr="00F3518E">
        <w:rPr>
          <w:rtl/>
          <w:lang w:bidi="fa-IR"/>
        </w:rPr>
        <w:t xml:space="preserve"> يا فاطم</w:t>
      </w:r>
      <w:r w:rsidR="00403845">
        <w:rPr>
          <w:rFonts w:hint="cs"/>
          <w:rtl/>
          <w:lang w:bidi="fa-IR"/>
        </w:rPr>
        <w:t>ه</w:t>
      </w:r>
      <w:r w:rsidRPr="00F3518E">
        <w:rPr>
          <w:rtl/>
          <w:lang w:bidi="fa-IR"/>
        </w:rPr>
        <w:t xml:space="preserve"> اغيثين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يا فاطم</w:t>
      </w:r>
      <w:r w:rsidR="00403845">
        <w:rPr>
          <w:rFonts w:hint="cs"/>
          <w:rtl/>
          <w:lang w:bidi="fa-IR"/>
        </w:rPr>
        <w:t>ه</w:t>
      </w:r>
      <w:r w:rsidRPr="00F3518E">
        <w:rPr>
          <w:rtl/>
          <w:lang w:bidi="fa-IR"/>
        </w:rPr>
        <w:t xml:space="preserve"> اغيثين</w:t>
      </w:r>
      <w:r w:rsidR="004612E5">
        <w:rPr>
          <w:rtl/>
          <w:lang w:bidi="fa-IR"/>
        </w:rPr>
        <w:t>ی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>..</w:t>
      </w:r>
    </w:p>
    <w:p w:rsidR="00F3518E" w:rsidRPr="00F3518E" w:rsidRDefault="00F3518E" w:rsidP="00403845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چنان كه به صلوات بر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ائمه اطهار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زيارت آنان به عنوان يك فرمان اله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امر اسلام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دستور داده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عينا به صلوات بر فاطمه </w:t>
      </w:r>
      <w:r w:rsidR="00403845" w:rsidRPr="004612E5">
        <w:rPr>
          <w:rStyle w:val="libAlaemChar"/>
          <w:rtl/>
        </w:rPr>
        <w:t>عليه‌السلام</w:t>
      </w:r>
      <w:r w:rsidR="00403845" w:rsidRPr="00F3518E">
        <w:rPr>
          <w:rtl/>
          <w:lang w:bidi="fa-IR"/>
        </w:rPr>
        <w:t xml:space="preserve"> </w:t>
      </w:r>
      <w:r w:rsidRPr="00F3518E">
        <w:rPr>
          <w:rtl/>
          <w:lang w:bidi="fa-IR"/>
        </w:rPr>
        <w:t>و زيارتش تصريح و تاكيد گرديده است</w:t>
      </w:r>
      <w:r>
        <w:rPr>
          <w:rtl/>
          <w:lang w:bidi="fa-IR"/>
        </w:rPr>
        <w:t>.</w:t>
      </w:r>
    </w:p>
    <w:p w:rsidR="00F3518E" w:rsidRDefault="00F3518E" w:rsidP="00403845">
      <w:pPr>
        <w:pStyle w:val="Heading3"/>
        <w:rPr>
          <w:rFonts w:hint="cs"/>
          <w:rtl/>
          <w:lang w:bidi="fa-IR"/>
        </w:rPr>
      </w:pPr>
      <w:bookmarkStart w:id="64" w:name="_Toc477607288"/>
      <w:r w:rsidRPr="00F3518E">
        <w:rPr>
          <w:rtl/>
          <w:lang w:bidi="fa-IR"/>
        </w:rPr>
        <w:t>منقبت 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پنجم</w:t>
      </w:r>
      <w:bookmarkEnd w:id="64"/>
    </w:p>
    <w:p w:rsidR="00403845" w:rsidRDefault="00403845" w:rsidP="00403845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403845">
        <w:rPr>
          <w:rStyle w:val="libHadeesChar"/>
          <w:rtl/>
        </w:rPr>
        <w:t>دخولها ف</w:t>
      </w:r>
      <w:r w:rsidR="004612E5" w:rsidRPr="00403845">
        <w:rPr>
          <w:rStyle w:val="libHadeesChar"/>
          <w:rtl/>
        </w:rPr>
        <w:t>ی</w:t>
      </w:r>
      <w:r w:rsidR="00F3518E" w:rsidRPr="00403845">
        <w:rPr>
          <w:rStyle w:val="libHadeesChar"/>
          <w:rtl/>
        </w:rPr>
        <w:t xml:space="preserve"> فضل سورة هل ات</w:t>
      </w:r>
      <w:r w:rsidR="004612E5" w:rsidRPr="00403845">
        <w:rPr>
          <w:rStyle w:val="libHadeesChar"/>
          <w:rtl/>
        </w:rPr>
        <w:t>ی</w:t>
      </w:r>
      <w:r w:rsidR="00F3518E" w:rsidRPr="00403845">
        <w:rPr>
          <w:rStyle w:val="libHadeesChar"/>
          <w:rtl/>
        </w:rPr>
        <w:t>، مع بعلها و بنيها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403845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فاطمه زهرا سلام الله عليها همسان با اميرالمؤ منين و حسنين </w:t>
      </w:r>
      <w:r w:rsidR="00431E70" w:rsidRPr="00431E70">
        <w:rPr>
          <w:rStyle w:val="libAlaemChar"/>
          <w:rtl/>
        </w:rPr>
        <w:t>عليهم‌السلام</w:t>
      </w:r>
      <w:r w:rsidRPr="00F3518E">
        <w:rPr>
          <w:rtl/>
          <w:lang w:bidi="fa-IR"/>
        </w:rPr>
        <w:t xml:space="preserve"> در فضيلت سوره </w:t>
      </w:r>
      <w:r w:rsidR="0040384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هل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ات</w:t>
      </w:r>
      <w:r w:rsidR="004612E5">
        <w:rPr>
          <w:rtl/>
          <w:lang w:bidi="fa-IR"/>
        </w:rPr>
        <w:t>ی</w:t>
      </w:r>
      <w:r w:rsidR="0040384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شريك و سهيم است</w:t>
      </w:r>
      <w:r>
        <w:rPr>
          <w:rtl/>
          <w:lang w:bidi="fa-IR"/>
        </w:rPr>
        <w:t>.</w:t>
      </w:r>
    </w:p>
    <w:p w:rsidR="00F3518E" w:rsidRDefault="00F3518E" w:rsidP="00403845">
      <w:pPr>
        <w:pStyle w:val="Heading3"/>
        <w:rPr>
          <w:rFonts w:hint="cs"/>
          <w:rtl/>
          <w:lang w:bidi="fa-IR"/>
        </w:rPr>
      </w:pPr>
      <w:bookmarkStart w:id="65" w:name="_Toc477607289"/>
      <w:r w:rsidRPr="00F3518E">
        <w:rPr>
          <w:rtl/>
          <w:lang w:bidi="fa-IR"/>
        </w:rPr>
        <w:t>منقبت 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ششم</w:t>
      </w:r>
      <w:bookmarkEnd w:id="65"/>
    </w:p>
    <w:p w:rsidR="00403845" w:rsidRDefault="00403845" w:rsidP="00403845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403845">
        <w:rPr>
          <w:rStyle w:val="libHadeesChar"/>
          <w:rtl/>
        </w:rPr>
        <w:t>عرفانها رسل اليها عند ولادتها والتسليم عليها باسمائها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403845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فاطمه </w:t>
      </w:r>
      <w:r w:rsidR="00403845" w:rsidRPr="004612E5">
        <w:rPr>
          <w:rStyle w:val="libAlaemChar"/>
          <w:rtl/>
        </w:rPr>
        <w:t>عليه</w:t>
      </w:r>
      <w:r w:rsidR="00403845">
        <w:rPr>
          <w:rStyle w:val="libAlaemChar"/>
          <w:rFonts w:hint="cs"/>
          <w:rtl/>
        </w:rPr>
        <w:t>ا</w:t>
      </w:r>
      <w:r w:rsidR="00403845" w:rsidRPr="004612E5">
        <w:rPr>
          <w:rStyle w:val="libAlaemChar"/>
          <w:rtl/>
        </w:rPr>
        <w:t>‌السلام</w:t>
      </w:r>
      <w:r w:rsidR="00403845" w:rsidRPr="00F3518E">
        <w:rPr>
          <w:rtl/>
          <w:lang w:bidi="fa-IR"/>
        </w:rPr>
        <w:t xml:space="preserve"> </w:t>
      </w:r>
      <w:r w:rsidRPr="00F3518E">
        <w:rPr>
          <w:rtl/>
          <w:lang w:bidi="fa-IR"/>
        </w:rPr>
        <w:t>در هنگام ولادتش حورالعين و بانوان عاليمقام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را كه از جانب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متعال به نزد آن حضرت ارسال شده بودند كه كاملا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شناخت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قبل از سلام و احوالپرس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 ذكر نام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يك يك آنان را مخاطب قرار داد:</w:t>
      </w:r>
    </w:p>
    <w:p w:rsidR="00403845" w:rsidRDefault="00403845" w:rsidP="0040384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403845">
        <w:rPr>
          <w:rStyle w:val="libHadeesChar"/>
          <w:rtl/>
        </w:rPr>
        <w:t>يا ساره السلام عليك، يا مريم السلام عليك</w:t>
      </w:r>
      <w:r w:rsidR="00F3518E">
        <w:rPr>
          <w:rtl/>
          <w:lang w:bidi="fa-IR"/>
        </w:rPr>
        <w:t>.</w:t>
      </w:r>
      <w:r w:rsidR="00F3518E" w:rsidRPr="00F3518E">
        <w:rPr>
          <w:rtl/>
          <w:lang w:bidi="fa-IR"/>
        </w:rPr>
        <w:t>..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از اين مطلب معلوم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شود كه ملاقات و آشنائ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زهرا</w:t>
      </w:r>
      <w:r w:rsidR="004612E5" w:rsidRPr="004612E5">
        <w:rPr>
          <w:rStyle w:val="libAlaemChar"/>
          <w:rtl/>
        </w:rPr>
        <w:t>عليه‌السلام</w:t>
      </w:r>
      <w:r w:rsidR="00F3518E" w:rsidRPr="00F3518E">
        <w:rPr>
          <w:rtl/>
          <w:lang w:bidi="fa-IR"/>
        </w:rPr>
        <w:t xml:space="preserve"> با آنان ب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سابقه نبوده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آن وجود مقدس قبلا عوالم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را ط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كرده است كه در مسير ملكوت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خويش آن فرستادگان آسمان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را ديده و شناخته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و بايد اينچنين باشد، زيرا مقام شامخ ولايت ايجاب م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كند كه هر ول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الله (يا ولية الله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شيعيان خود را (با آگاه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خدادادش</w:t>
      </w:r>
      <w:r w:rsidR="00EC362F">
        <w:rPr>
          <w:rtl/>
          <w:lang w:bidi="fa-IR"/>
        </w:rPr>
        <w:t>)</w:t>
      </w:r>
      <w:r w:rsidR="00F3518E" w:rsidRPr="00F3518E">
        <w:rPr>
          <w:rtl/>
          <w:lang w:bidi="fa-IR"/>
        </w:rPr>
        <w:t xml:space="preserve"> يك يك بشناسد.</w:t>
      </w:r>
    </w:p>
    <w:p w:rsidR="00F3518E" w:rsidRPr="00F3518E" w:rsidRDefault="00403845" w:rsidP="0040384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18E" w:rsidRDefault="00F3518E" w:rsidP="00403845">
      <w:pPr>
        <w:pStyle w:val="Heading3"/>
        <w:rPr>
          <w:rFonts w:hint="cs"/>
          <w:rtl/>
          <w:lang w:bidi="fa-IR"/>
        </w:rPr>
      </w:pPr>
      <w:bookmarkStart w:id="66" w:name="_Toc477607290"/>
      <w:r w:rsidRPr="00F3518E">
        <w:rPr>
          <w:rtl/>
          <w:lang w:bidi="fa-IR"/>
        </w:rPr>
        <w:t>منقبت 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هفتم</w:t>
      </w:r>
      <w:bookmarkEnd w:id="66"/>
    </w:p>
    <w:p w:rsidR="00403845" w:rsidRDefault="00403845" w:rsidP="00403845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403845">
        <w:rPr>
          <w:rStyle w:val="libHadeesChar"/>
          <w:rtl/>
        </w:rPr>
        <w:t>اطلاع الله عل</w:t>
      </w:r>
      <w:r w:rsidR="004612E5" w:rsidRPr="00403845">
        <w:rPr>
          <w:rStyle w:val="libHadeesChar"/>
          <w:rtl/>
        </w:rPr>
        <w:t>ی</w:t>
      </w:r>
      <w:r w:rsidR="00F3518E" w:rsidRPr="00403845">
        <w:rPr>
          <w:rStyle w:val="libHadeesChar"/>
          <w:rtl/>
        </w:rPr>
        <w:t xml:space="preserve"> الارض و اختيارها عل</w:t>
      </w:r>
      <w:r w:rsidR="004612E5" w:rsidRPr="00403845">
        <w:rPr>
          <w:rStyle w:val="libHadeesChar"/>
          <w:rtl/>
        </w:rPr>
        <w:t>ی</w:t>
      </w:r>
      <w:r w:rsidR="00F3518E" w:rsidRPr="00403845">
        <w:rPr>
          <w:rStyle w:val="libHadeesChar"/>
          <w:rtl/>
        </w:rPr>
        <w:t xml:space="preserve"> نساء العالمين كاطلاعه عل</w:t>
      </w:r>
      <w:r w:rsidR="004612E5" w:rsidRPr="00403845">
        <w:rPr>
          <w:rStyle w:val="libHadeesChar"/>
          <w:rtl/>
        </w:rPr>
        <w:t>ی</w:t>
      </w:r>
      <w:r w:rsidR="00F3518E" w:rsidRPr="00403845">
        <w:rPr>
          <w:rStyle w:val="libHadeesChar"/>
          <w:rtl/>
        </w:rPr>
        <w:t xml:space="preserve"> الارض و اختيار ابيها و بعلمها و ولدها الائمة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</w:t>
      </w:r>
    </w:p>
    <w:p w:rsidR="00F3518E" w:rsidRPr="00F3518E" w:rsidRDefault="00F3518E" w:rsidP="00403845">
      <w:pPr>
        <w:pStyle w:val="libNormal"/>
        <w:rPr>
          <w:lang w:bidi="fa-IR"/>
        </w:rPr>
      </w:pPr>
      <w:r w:rsidRPr="00F3518E">
        <w:rPr>
          <w:rtl/>
          <w:lang w:bidi="fa-IR"/>
        </w:rPr>
        <w:t>پيامبر اكرم</w:t>
      </w:r>
      <w:r w:rsidR="004612E5" w:rsidRPr="00403845">
        <w:rPr>
          <w:rtl/>
        </w:rPr>
        <w:t xml:space="preserve">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با كمال صراحت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 خدا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تبارك و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يك بار بر زمين نظر افكند و از اولين و آخرين مرا برگزيد، و دفعه دوم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را، و در سومين نظر، اولاد معصوم او را، و در چهارمين بار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را از ميان جميع زنان عالم و از اولين و آخرين انتخاب فرمود.</w:t>
      </w:r>
    </w:p>
    <w:p w:rsidR="00F3518E" w:rsidRPr="00F3518E" w:rsidRDefault="00F3518E" w:rsidP="00403845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پس همانگونه كه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مصطف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چنان كه عل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مرتض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همان سان كه حسن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حسين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برگزيده و مختارند، زهرا سلام الله عليها (همتا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آنان</w:t>
      </w:r>
      <w:r w:rsidR="00EC362F">
        <w:rPr>
          <w:rtl/>
          <w:lang w:bidi="fa-IR"/>
        </w:rPr>
        <w:t>)</w:t>
      </w:r>
      <w:r w:rsidRPr="00F3518E">
        <w:rPr>
          <w:rtl/>
          <w:lang w:bidi="fa-IR"/>
        </w:rPr>
        <w:t xml:space="preserve"> مصطفاة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مرتضاة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مختاره برگزيده خداوند تبارك و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</w:t>
      </w:r>
      <w:r>
        <w:rPr>
          <w:rtl/>
          <w:lang w:bidi="fa-IR"/>
        </w:rPr>
        <w:t>.</w:t>
      </w:r>
    </w:p>
    <w:p w:rsidR="00F3518E" w:rsidRDefault="00F3518E" w:rsidP="00403845">
      <w:pPr>
        <w:pStyle w:val="Heading3"/>
        <w:rPr>
          <w:rFonts w:hint="cs"/>
          <w:rtl/>
          <w:lang w:bidi="fa-IR"/>
        </w:rPr>
      </w:pPr>
      <w:bookmarkStart w:id="67" w:name="_Toc477607291"/>
      <w:r w:rsidRPr="00F3518E">
        <w:rPr>
          <w:rtl/>
          <w:lang w:bidi="fa-IR"/>
        </w:rPr>
        <w:t>منقبت 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هشتم</w:t>
      </w:r>
      <w:bookmarkEnd w:id="67"/>
    </w:p>
    <w:p w:rsidR="00403845" w:rsidRDefault="00403845" w:rsidP="00403845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403845">
        <w:rPr>
          <w:rStyle w:val="libHadeesChar"/>
          <w:rtl/>
        </w:rPr>
        <w:t>كونها شفيعة كبر</w:t>
      </w:r>
      <w:r w:rsidR="004612E5" w:rsidRPr="00403845">
        <w:rPr>
          <w:rStyle w:val="libHadeesChar"/>
          <w:rtl/>
        </w:rPr>
        <w:t>ی</w:t>
      </w:r>
      <w:r w:rsidR="00F3518E" w:rsidRPr="00403845">
        <w:rPr>
          <w:rStyle w:val="libHadeesChar"/>
          <w:rtl/>
        </w:rPr>
        <w:t xml:space="preserve"> يوم القيامة لشيعتها و محبيها كابيها و بعلها و بنيها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403845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بزرگترين مقام شفاعت را در روز قيامت حضرت صديقه سلام الله عليها همسان با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و اميرالمؤ منين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حائز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باشد، بلكه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توان گفت آن حضرت را در اين رتبه و مقام امتيازات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مخصوص به خود و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نظير.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بزرگداشت تشريف فرمائ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او به محشر و پيشگاه عرش اله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به نحو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تمام توجهات بسو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 وجود مقدس معطوف خواهد شد، و امام سلام الله عليه در اين باره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فرمايد: مقام شامخ حضرت صديقه زهرا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در روز قيامت چنان است كه حت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نظر يك نفر هم پنهان نم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ماند.</w:t>
      </w:r>
    </w:p>
    <w:p w:rsidR="00F3518E" w:rsidRDefault="00F3518E" w:rsidP="00403845">
      <w:pPr>
        <w:pStyle w:val="Heading3"/>
        <w:rPr>
          <w:rFonts w:hint="cs"/>
          <w:rtl/>
          <w:lang w:bidi="fa-IR"/>
        </w:rPr>
      </w:pPr>
      <w:bookmarkStart w:id="68" w:name="_Toc477607292"/>
      <w:r w:rsidRPr="00F3518E">
        <w:rPr>
          <w:rtl/>
          <w:lang w:bidi="fa-IR"/>
        </w:rPr>
        <w:t>منقبت 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نهم</w:t>
      </w:r>
      <w:bookmarkEnd w:id="68"/>
    </w:p>
    <w:p w:rsidR="00403845" w:rsidRDefault="00403845" w:rsidP="00403845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403845">
        <w:rPr>
          <w:rStyle w:val="libHadeesChar"/>
          <w:rtl/>
        </w:rPr>
        <w:t>يعرف الله قدرها كما يعرف قدر ابيها و بعلها و بنيها يوم القيامة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403845">
      <w:pPr>
        <w:pStyle w:val="libNormal"/>
        <w:rPr>
          <w:lang w:bidi="fa-IR"/>
        </w:rPr>
      </w:pPr>
      <w:r w:rsidRPr="00F3518E">
        <w:rPr>
          <w:rtl/>
          <w:lang w:bidi="fa-IR"/>
        </w:rPr>
        <w:t>در روز قيامت از نور بر پا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 كه پيامبر اكرم 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بر آن جلوس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نمايد، در حال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جبرئيل و انبياء و اولياء گرد آمده اند خداوند تبارك و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مقام و منزلت زهرا سلام الله عليها و پدر و همسر و فرزندان </w:t>
      </w:r>
      <w:r w:rsidRPr="00F3518E">
        <w:rPr>
          <w:rtl/>
          <w:lang w:bidi="fa-IR"/>
        </w:rPr>
        <w:lastRenderedPageBreak/>
        <w:t>معصومش را به اهل محشر معرف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فرمايد، و هنگام ورود فاطمه </w:t>
      </w:r>
      <w:r w:rsidR="00403845" w:rsidRPr="004612E5">
        <w:rPr>
          <w:rStyle w:val="libAlaemChar"/>
          <w:rtl/>
        </w:rPr>
        <w:t>عليه‌السلام</w:t>
      </w:r>
      <w:r w:rsidR="00403845" w:rsidRPr="00F3518E">
        <w:rPr>
          <w:rtl/>
          <w:lang w:bidi="fa-IR"/>
        </w:rPr>
        <w:t xml:space="preserve"> </w:t>
      </w:r>
      <w:r w:rsidRPr="00F3518E">
        <w:rPr>
          <w:rtl/>
          <w:lang w:bidi="fa-IR"/>
        </w:rPr>
        <w:t>به صحنه محشر از جانب حضرت حق تبارك و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ندا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شود:</w:t>
      </w:r>
    </w:p>
    <w:p w:rsidR="00403845" w:rsidRDefault="00403845" w:rsidP="00403845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403845">
        <w:rPr>
          <w:rStyle w:val="libHadeesChar"/>
          <w:rtl/>
        </w:rPr>
        <w:t>يا اهل المحشر غضوا ابصاركم حت</w:t>
      </w:r>
      <w:r w:rsidR="004612E5" w:rsidRPr="00403845">
        <w:rPr>
          <w:rStyle w:val="libHadeesChar"/>
          <w:rtl/>
        </w:rPr>
        <w:t>ی</w:t>
      </w:r>
      <w:r w:rsidR="00F3518E" w:rsidRPr="00403845">
        <w:rPr>
          <w:rStyle w:val="libHadeesChar"/>
          <w:rtl/>
        </w:rPr>
        <w:t xml:space="preserve"> تجوز فاطمه</w:t>
      </w:r>
      <w:r>
        <w:rPr>
          <w:rFonts w:hint="cs"/>
          <w:rtl/>
          <w:lang w:bidi="fa-IR"/>
        </w:rPr>
        <w:t>»</w:t>
      </w:r>
    </w:p>
    <w:p w:rsidR="00F3518E" w:rsidRPr="00F3518E" w:rsidRDefault="00F3518E" w:rsidP="00403845">
      <w:pPr>
        <w:pStyle w:val="libNormal"/>
        <w:rPr>
          <w:lang w:bidi="fa-IR"/>
        </w:rPr>
      </w:pPr>
      <w:r w:rsidRPr="00F3518E">
        <w:rPr>
          <w:rtl/>
          <w:lang w:bidi="fa-IR"/>
        </w:rPr>
        <w:t>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اهل محشر نگاهتان را فرو افكنيد، تا فاطمه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عبور نمايد....</w:t>
      </w:r>
    </w:p>
    <w:p w:rsidR="00F3518E" w:rsidRDefault="00F3518E" w:rsidP="00403845">
      <w:pPr>
        <w:pStyle w:val="Heading3"/>
        <w:rPr>
          <w:rFonts w:hint="cs"/>
          <w:rtl/>
          <w:lang w:bidi="fa-IR"/>
        </w:rPr>
      </w:pPr>
      <w:bookmarkStart w:id="69" w:name="_Toc477607293"/>
      <w:r w:rsidRPr="00F3518E">
        <w:rPr>
          <w:rtl/>
          <w:lang w:bidi="fa-IR"/>
        </w:rPr>
        <w:t>منقبت چهلم</w:t>
      </w:r>
      <w:bookmarkEnd w:id="69"/>
    </w:p>
    <w:p w:rsidR="00F3518E" w:rsidRPr="00F3518E" w:rsidRDefault="00403845" w:rsidP="00403845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3518E" w:rsidRPr="00403845">
        <w:rPr>
          <w:rStyle w:val="libHadeesChar"/>
          <w:rtl/>
        </w:rPr>
        <w:t>ف</w:t>
      </w:r>
      <w:r w:rsidR="004612E5" w:rsidRPr="00403845">
        <w:rPr>
          <w:rStyle w:val="libHadeesChar"/>
          <w:rtl/>
        </w:rPr>
        <w:t>ی</w:t>
      </w:r>
      <w:r w:rsidR="00F3518E" w:rsidRPr="00403845">
        <w:rPr>
          <w:rStyle w:val="libHadeesChar"/>
          <w:rtl/>
        </w:rPr>
        <w:t xml:space="preserve"> افضليتها عل</w:t>
      </w:r>
      <w:r w:rsidR="004612E5" w:rsidRPr="00403845">
        <w:rPr>
          <w:rStyle w:val="libHadeesChar"/>
          <w:rtl/>
        </w:rPr>
        <w:t>ی</w:t>
      </w:r>
      <w:r w:rsidR="00F3518E" w:rsidRPr="00403845">
        <w:rPr>
          <w:rStyle w:val="libHadeesChar"/>
          <w:rtl/>
        </w:rPr>
        <w:t xml:space="preserve"> الملائكة والجن والانس كابيها و بعلها وبنيها</w:t>
      </w:r>
      <w:r>
        <w:rPr>
          <w:rFonts w:hint="cs"/>
          <w:rtl/>
          <w:lang w:bidi="fa-IR"/>
        </w:rPr>
        <w:t>»</w:t>
      </w:r>
      <w:r w:rsidR="00F3518E" w:rsidRPr="00F3518E">
        <w:rPr>
          <w:rtl/>
          <w:lang w:bidi="fa-IR"/>
        </w:rPr>
        <w:t xml:space="preserve"> چنانكه برتر</w:t>
      </w:r>
      <w:r w:rsidR="004612E5">
        <w:rPr>
          <w:rtl/>
          <w:lang w:bidi="fa-IR"/>
        </w:rPr>
        <w:t>ی</w:t>
      </w:r>
      <w:r w:rsidR="00F3518E" w:rsidRPr="00F3518E">
        <w:rPr>
          <w:rtl/>
          <w:lang w:bidi="fa-IR"/>
        </w:rPr>
        <w:t xml:space="preserve"> رسول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="00F3518E" w:rsidRPr="00F3518E">
        <w:rPr>
          <w:rtl/>
          <w:lang w:bidi="fa-IR"/>
        </w:rPr>
        <w:t xml:space="preserve"> بر انبيا و مرسلين و ملائكه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با تفحص و تحقيق در روايات معتبر، ثابت شده است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به همان طريق افضليت زهرا سلام الله عليها نيز بر جميع مخلوقات از انس و جن و ملك</w:t>
      </w:r>
      <w:r w:rsidR="00F3518E">
        <w:rPr>
          <w:rtl/>
          <w:lang w:bidi="fa-IR"/>
        </w:rPr>
        <w:t>،</w:t>
      </w:r>
      <w:r w:rsidR="00F3518E" w:rsidRPr="00F3518E">
        <w:rPr>
          <w:rtl/>
          <w:lang w:bidi="fa-IR"/>
        </w:rPr>
        <w:t xml:space="preserve"> منصوص و مسلم است</w:t>
      </w:r>
      <w:r w:rsidR="00F3518E">
        <w:rPr>
          <w:rtl/>
          <w:lang w:bidi="fa-IR"/>
        </w:rPr>
        <w:t>.</w:t>
      </w:r>
    </w:p>
    <w:p w:rsidR="00F3518E" w:rsidRPr="00F3518E" w:rsidRDefault="00F3518E" w:rsidP="00403845">
      <w:pPr>
        <w:pStyle w:val="libNormal"/>
        <w:rPr>
          <w:lang w:bidi="fa-IR"/>
        </w:rPr>
      </w:pPr>
      <w:r w:rsidRPr="00F3518E">
        <w:rPr>
          <w:rtl/>
          <w:lang w:bidi="fa-IR"/>
        </w:rPr>
        <w:t xml:space="preserve">اين چهل منقبت فاطمه </w:t>
      </w:r>
      <w:r w:rsidR="00403845" w:rsidRPr="004612E5">
        <w:rPr>
          <w:rStyle w:val="libAlaemChar"/>
          <w:rtl/>
        </w:rPr>
        <w:t>عليه‌السلام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خلاصه پانزده موضوع اين كتاب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با آيات قرآن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روايات معتبر مربوطه و با ذكر اسناد بسيار مدارك اطمينان بخش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آنها را قبلا به طور بيان كرده بوديم</w:t>
      </w:r>
      <w:r>
        <w:rPr>
          <w:rtl/>
          <w:lang w:bidi="fa-IR"/>
        </w:rPr>
        <w:t>.</w:t>
      </w:r>
    </w:p>
    <w:p w:rsidR="00F3518E" w:rsidRPr="00F3518E" w:rsidRDefault="00F3518E" w:rsidP="00403845">
      <w:pPr>
        <w:pStyle w:val="libNormal"/>
        <w:rPr>
          <w:lang w:bidi="fa-IR"/>
        </w:rPr>
      </w:pPr>
      <w:r w:rsidRPr="00F3518E">
        <w:rPr>
          <w:rtl/>
          <w:lang w:bidi="fa-IR"/>
        </w:rPr>
        <w:t>اگر بخواهيم با قلب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حقيقت جو، منصفانه قضاوت نمائيم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يقينا در م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يابيم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اين چهل منقبت از شئون مخصوص صاحبان ولايت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لازم و ملزوم يكديگرند، مناقب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مبنا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آنها آيات انكار ناپذير كلام الله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گفتار معصومين دل آگاه است</w:t>
      </w:r>
      <w:r>
        <w:rPr>
          <w:rtl/>
          <w:lang w:bidi="fa-IR"/>
        </w:rPr>
        <w:t>.</w:t>
      </w:r>
      <w:r w:rsidRPr="00F3518E">
        <w:rPr>
          <w:rtl/>
          <w:lang w:bidi="fa-IR"/>
        </w:rPr>
        <w:t xml:space="preserve"> بشر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كه خداوند يكتا او را به اقتضا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حكمتش از ابتداء خلقت جهان تا برچيده شدن بساط آن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كنار سفره رحمت خويش نشانده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او را در مراحل مختلف و مواقف بسيار سير داده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منزلت والا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اين بانو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بانوان و خاتون دو جهان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عالم اظله اش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عالم ميثاقش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عالم خلقتش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عالم علو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و سفل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عالم رحم مادرش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ولادت و روز قيامت و محشرش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 ورود به جنتش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همه و همه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حاك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مقام اعلا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</w:t>
      </w:r>
      <w:r w:rsidR="00403845">
        <w:rPr>
          <w:rFonts w:hint="cs"/>
          <w:rtl/>
          <w:lang w:bidi="fa-IR"/>
        </w:rPr>
        <w:t>«</w:t>
      </w:r>
      <w:r w:rsidRPr="00F3518E">
        <w:rPr>
          <w:rtl/>
          <w:lang w:bidi="fa-IR"/>
        </w:rPr>
        <w:t>ولية الله</w:t>
      </w:r>
      <w:r w:rsidR="00403845">
        <w:rPr>
          <w:rFonts w:hint="cs"/>
          <w:rtl/>
          <w:lang w:bidi="fa-IR"/>
        </w:rPr>
        <w:t>»</w:t>
      </w:r>
      <w:r w:rsidRPr="00F3518E">
        <w:rPr>
          <w:rtl/>
          <w:lang w:bidi="fa-IR"/>
        </w:rPr>
        <w:t xml:space="preserve"> اوست</w:t>
      </w:r>
      <w:r>
        <w:rPr>
          <w:rtl/>
          <w:lang w:bidi="fa-IR"/>
        </w:rPr>
        <w:t>.</w:t>
      </w:r>
    </w:p>
    <w:p w:rsidR="00F3518E" w:rsidRPr="00F3518E" w:rsidRDefault="00F3518E" w:rsidP="00403845">
      <w:pPr>
        <w:pStyle w:val="libNormal"/>
        <w:rPr>
          <w:lang w:bidi="fa-IR"/>
        </w:rPr>
      </w:pPr>
      <w:r w:rsidRPr="00F3518E">
        <w:rPr>
          <w:rtl/>
          <w:lang w:bidi="fa-IR"/>
        </w:rPr>
        <w:t>هرگز معقول نيست كه موجود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دارا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مقام ولايت كبر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نباشد، ول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علت آفرينش بوده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اعتقاد به قدر و مرتبه خداداد او از شرايط ايمان بشمار آيد و وجود مقدسش با پيامبر اكرم </w:t>
      </w:r>
      <w:r w:rsidR="004612E5" w:rsidRPr="004612E5">
        <w:rPr>
          <w:rStyle w:val="libAlaemChar"/>
          <w:rtl/>
        </w:rPr>
        <w:t>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در مناقب چهل گانه مذكور بطور همسان شريك و سهيم باشد.</w:t>
      </w:r>
    </w:p>
    <w:p w:rsidR="00F3518E" w:rsidRPr="00F3518E" w:rsidRDefault="00F3518E" w:rsidP="00F3518E">
      <w:pPr>
        <w:pStyle w:val="libNormal"/>
        <w:rPr>
          <w:lang w:bidi="fa-IR"/>
        </w:rPr>
      </w:pPr>
      <w:r w:rsidRPr="00F3518E">
        <w:rPr>
          <w:rtl/>
          <w:lang w:bidi="fa-IR"/>
        </w:rPr>
        <w:t>اما قسمت دوم مناقب زهرا سلام الله عليها، احاديث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است كه مربوط و مخصوص است به خود آن حضرت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درباره مكارم الاخلاقش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زهدش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عبادتش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ايثارش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پرورش ‍ فرزندانش شوهرداريش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نگاهدار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از پدرش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و </w:t>
      </w:r>
      <w:r w:rsidRPr="00F3518E">
        <w:rPr>
          <w:rtl/>
          <w:lang w:bidi="fa-IR"/>
        </w:rPr>
        <w:lastRenderedPageBreak/>
        <w:t>كمالات و فضايل ب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شمار ديگرش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در كتب شيعه و سن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مسطور است</w:t>
      </w:r>
      <w:r>
        <w:rPr>
          <w:rtl/>
          <w:lang w:bidi="fa-IR"/>
        </w:rPr>
        <w:t>،</w:t>
      </w:r>
      <w:r w:rsidRPr="00F3518E">
        <w:rPr>
          <w:rtl/>
          <w:lang w:bidi="fa-IR"/>
        </w:rPr>
        <w:t xml:space="preserve"> كه در اينجا مورد بحث و بررس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ما نيست</w:t>
      </w:r>
      <w:r>
        <w:rPr>
          <w:rtl/>
          <w:lang w:bidi="fa-IR"/>
        </w:rPr>
        <w:t>.</w:t>
      </w:r>
    </w:p>
    <w:p w:rsidR="00F3518E" w:rsidRPr="00F3518E" w:rsidRDefault="00F3518E" w:rsidP="00403845">
      <w:pPr>
        <w:pStyle w:val="libNormal"/>
        <w:rPr>
          <w:lang w:bidi="fa-IR"/>
        </w:rPr>
      </w:pPr>
      <w:r w:rsidRPr="00F3518E">
        <w:rPr>
          <w:rtl/>
          <w:lang w:bidi="fa-IR"/>
        </w:rPr>
        <w:t>خداوند تعال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بحق محمد و آل محمد</w:t>
      </w:r>
      <w:r w:rsidR="004612E5" w:rsidRPr="004612E5">
        <w:rPr>
          <w:rStyle w:val="libAlaemChar"/>
          <w:rtl/>
        </w:rPr>
        <w:t xml:space="preserve"> صل</w:t>
      </w:r>
      <w:r w:rsidR="004612E5">
        <w:rPr>
          <w:rStyle w:val="libAlaemChar"/>
          <w:rtl/>
        </w:rPr>
        <w:t>ی</w:t>
      </w:r>
      <w:r w:rsidR="004612E5" w:rsidRPr="004612E5">
        <w:rPr>
          <w:rStyle w:val="libAlaemChar"/>
          <w:rtl/>
        </w:rPr>
        <w:t>‌الله‌عليه‌وآله‌وسلم</w:t>
      </w:r>
      <w:r w:rsidRPr="00F3518E">
        <w:rPr>
          <w:rtl/>
          <w:lang w:bidi="fa-IR"/>
        </w:rPr>
        <w:t xml:space="preserve"> ما را در سايه ولايت حضرت صديقه زهرا </w:t>
      </w:r>
      <w:r w:rsidR="00403845" w:rsidRPr="004612E5">
        <w:rPr>
          <w:rStyle w:val="libAlaemChar"/>
          <w:rtl/>
        </w:rPr>
        <w:t>عليه‌السلام</w:t>
      </w:r>
      <w:r w:rsidR="00403845" w:rsidRPr="00F3518E">
        <w:rPr>
          <w:rtl/>
          <w:lang w:bidi="fa-IR"/>
        </w:rPr>
        <w:t xml:space="preserve"> </w:t>
      </w:r>
      <w:r w:rsidRPr="00F3518E">
        <w:rPr>
          <w:rtl/>
          <w:lang w:bidi="fa-IR"/>
        </w:rPr>
        <w:t>محشور نمايد، و دستمان را از دامان ولا</w:t>
      </w:r>
      <w:r w:rsidR="004612E5">
        <w:rPr>
          <w:rtl/>
          <w:lang w:bidi="fa-IR"/>
        </w:rPr>
        <w:t>ی</w:t>
      </w:r>
      <w:r w:rsidRPr="00F3518E">
        <w:rPr>
          <w:rtl/>
          <w:lang w:bidi="fa-IR"/>
        </w:rPr>
        <w:t xml:space="preserve"> اين خاتون دو جهان كوتاه نفرمايد، و از مؤ منين به رسول اكرم </w:t>
      </w:r>
      <w:r w:rsidR="004612E5" w:rsidRPr="004612E5">
        <w:rPr>
          <w:rStyle w:val="libAlaemChar"/>
          <w:rtl/>
        </w:rPr>
        <w:t>عليه‌السلام</w:t>
      </w:r>
      <w:r w:rsidRPr="00F3518E">
        <w:rPr>
          <w:rtl/>
          <w:lang w:bidi="fa-IR"/>
        </w:rPr>
        <w:t xml:space="preserve"> و اولاد معصومش قرار دهد، خدا پدر شما را نيز بيامرزد، و انشاءالله عزيزتان بدارد، كه شما باب اين بحث را گشوديد.</w:t>
      </w:r>
    </w:p>
    <w:p w:rsidR="008F24C2" w:rsidRDefault="00F3518E" w:rsidP="00403845">
      <w:pPr>
        <w:pStyle w:val="libLeft"/>
        <w:rPr>
          <w:rFonts w:hint="cs"/>
          <w:rtl/>
          <w:lang w:bidi="fa-IR"/>
        </w:rPr>
      </w:pPr>
      <w:r w:rsidRPr="00F3518E">
        <w:rPr>
          <w:rtl/>
          <w:lang w:bidi="fa-IR"/>
        </w:rPr>
        <w:t>الحمدلله رب العالمين</w:t>
      </w:r>
    </w:p>
    <w:p w:rsidR="00525C15" w:rsidRDefault="008A3D4B" w:rsidP="008A3D4B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sdt>
      <w:sdtPr>
        <w:rPr>
          <w:rtl/>
        </w:rPr>
        <w:id w:val="264996860"/>
        <w:docPartObj>
          <w:docPartGallery w:val="Table of Contents"/>
          <w:docPartUnique/>
        </w:docPartObj>
      </w:sdtPr>
      <w:sdtEndPr>
        <w:rPr>
          <w:b w:val="0"/>
          <w:bCs w:val="0"/>
          <w:sz w:val="2"/>
          <w:szCs w:val="2"/>
        </w:rPr>
      </w:sdtEndPr>
      <w:sdtContent>
        <w:p w:rsidR="00080E33" w:rsidRDefault="00080E33" w:rsidP="00080E33">
          <w:pPr>
            <w:pStyle w:val="libBold1"/>
          </w:pPr>
          <w:r>
            <w:rPr>
              <w:rFonts w:hint="cs"/>
              <w:rtl/>
            </w:rPr>
            <w:t>فهرست مطالب</w:t>
          </w:r>
        </w:p>
        <w:p w:rsidR="00495B31" w:rsidRDefault="00080E33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7607224" w:history="1">
            <w:r w:rsidR="00495B31" w:rsidRPr="003A4E6B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495B31">
              <w:rPr>
                <w:noProof/>
                <w:webHidden/>
                <w:rtl/>
              </w:rPr>
              <w:tab/>
            </w:r>
            <w:r w:rsidR="00495B31">
              <w:rPr>
                <w:noProof/>
                <w:webHidden/>
                <w:rtl/>
              </w:rPr>
              <w:fldChar w:fldCharType="begin"/>
            </w:r>
            <w:r w:rsidR="00495B31">
              <w:rPr>
                <w:noProof/>
                <w:webHidden/>
                <w:rtl/>
              </w:rPr>
              <w:instrText xml:space="preserve"> </w:instrText>
            </w:r>
            <w:r w:rsidR="00495B31">
              <w:rPr>
                <w:noProof/>
                <w:webHidden/>
              </w:rPr>
              <w:instrText>PAGEREF</w:instrText>
            </w:r>
            <w:r w:rsidR="00495B31">
              <w:rPr>
                <w:noProof/>
                <w:webHidden/>
                <w:rtl/>
              </w:rPr>
              <w:instrText xml:space="preserve"> _</w:instrText>
            </w:r>
            <w:r w:rsidR="00495B31">
              <w:rPr>
                <w:noProof/>
                <w:webHidden/>
              </w:rPr>
              <w:instrText>Toc477607224 \h</w:instrText>
            </w:r>
            <w:r w:rsidR="00495B31">
              <w:rPr>
                <w:noProof/>
                <w:webHidden/>
                <w:rtl/>
              </w:rPr>
              <w:instrText xml:space="preserve"> </w:instrText>
            </w:r>
            <w:r w:rsidR="00495B31">
              <w:rPr>
                <w:noProof/>
                <w:webHidden/>
                <w:rtl/>
              </w:rPr>
            </w:r>
            <w:r w:rsidR="00495B31">
              <w:rPr>
                <w:noProof/>
                <w:webHidden/>
                <w:rtl/>
              </w:rPr>
              <w:fldChar w:fldCharType="separate"/>
            </w:r>
            <w:r w:rsidR="00495B31">
              <w:rPr>
                <w:noProof/>
                <w:webHidden/>
                <w:rtl/>
              </w:rPr>
              <w:t>3</w:t>
            </w:r>
            <w:r w:rsidR="00495B31"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25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پيشگفتار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07226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سلام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عليها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ديده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گاه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27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آيه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تطهير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پيامبر</w:t>
            </w:r>
            <w:r w:rsidRPr="003A4E6B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Pr="003A4E6B">
              <w:rPr>
                <w:rStyle w:val="Hyperlink"/>
                <w:rFonts w:cs="Rafed Alaem" w:hint="eastAsia"/>
                <w:noProof/>
                <w:rtl/>
              </w:rPr>
              <w:t>صل</w:t>
            </w:r>
            <w:r w:rsidRPr="003A4E6B">
              <w:rPr>
                <w:rStyle w:val="Hyperlink"/>
                <w:rFonts w:cs="Rafed Alaem" w:hint="cs"/>
                <w:noProof/>
                <w:rtl/>
              </w:rPr>
              <w:t>ی</w:t>
            </w:r>
            <w:r w:rsidRPr="003A4E6B">
              <w:rPr>
                <w:rStyle w:val="Hyperlink"/>
                <w:rFonts w:cs="Rafed Alaem" w:hint="eastAsia"/>
                <w:noProof/>
                <w:rtl/>
              </w:rPr>
              <w:t>‌الله‌عليه‌وآله‌وسلم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28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آيه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تطهير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زنان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پيامبر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اكرم</w:t>
            </w:r>
            <w:r w:rsidRPr="003A4E6B">
              <w:rPr>
                <w:rStyle w:val="Hyperlink"/>
                <w:noProof/>
                <w:rtl/>
              </w:rPr>
              <w:t xml:space="preserve"> </w:t>
            </w:r>
            <w:r w:rsidRPr="003A4E6B">
              <w:rPr>
                <w:rStyle w:val="Hyperlink"/>
                <w:rFonts w:cs="Rafed Alaem" w:hint="eastAsia"/>
                <w:noProof/>
                <w:rtl/>
              </w:rPr>
              <w:t>صل</w:t>
            </w:r>
            <w:r w:rsidRPr="003A4E6B">
              <w:rPr>
                <w:rStyle w:val="Hyperlink"/>
                <w:rFonts w:cs="Rafed Alaem" w:hint="cs"/>
                <w:noProof/>
                <w:rtl/>
              </w:rPr>
              <w:t>ی</w:t>
            </w:r>
            <w:r w:rsidRPr="003A4E6B">
              <w:rPr>
                <w:rStyle w:val="Hyperlink"/>
                <w:rFonts w:cs="Rafed Alaem" w:hint="eastAsia"/>
                <w:noProof/>
                <w:rtl/>
              </w:rPr>
              <w:t>‌الله‌عليه‌وآله‌وسلم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29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آيه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تطهير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ائمه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اطهار</w:t>
            </w:r>
            <w:r w:rsidRPr="003A4E6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زهراء</w:t>
            </w:r>
            <w:r w:rsidRPr="003A4E6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30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آيه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تطهير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صحابه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31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آيه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تطهير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رجال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تفسير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حديث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32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آيه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Pr="003A4E6B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33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آيه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Pr="003A4E6B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34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آيه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Pr="003A4E6B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35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آيه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Pr="003A4E6B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36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آيه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 w:rsidRPr="003A4E6B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07237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سلام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عليها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ديدگاه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روايات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38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موضوع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39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موضوع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40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موضوع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41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موضوع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42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موضوع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43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موضوع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44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موضوع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45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موضوع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46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موضوع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نهم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47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موضوع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دهم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48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موضوع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يازدهم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49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موضوع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دوازدهم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50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موضوع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سيزدهم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51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موضوع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چهاردهم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2"/>
            <w:tabs>
              <w:tab w:val="right" w:leader="dot" w:pos="102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52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موضوع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پانزدهم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07253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چهل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54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55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56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57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58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59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60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61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62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نهم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63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دهم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64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يازدهم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65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دوازدهم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66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سيزدهم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67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چهاردهم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68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پانزدهم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69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شانزدهم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70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هفدهم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71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هجدهم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72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نوزدهم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73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بيست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74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بيست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يكم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75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بيست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76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بيست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77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بيست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78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بيست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79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بيست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80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بيست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81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بيست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82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بيست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نهم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83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3A4E6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84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3A4E6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يكم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85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3A4E6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86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3A4E6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87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3A4E6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88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3A4E6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89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3A4E6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90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3A4E6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91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3A4E6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92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3A4E6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نهم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95B31" w:rsidRDefault="00495B3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607293" w:history="1"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منقبت</w:t>
            </w:r>
            <w:r w:rsidRPr="003A4E6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A4E6B">
              <w:rPr>
                <w:rStyle w:val="Hyperlink"/>
                <w:rFonts w:hint="eastAsia"/>
                <w:noProof/>
                <w:rtl/>
                <w:lang w:bidi="fa-IR"/>
              </w:rPr>
              <w:t>چهلم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Toc477607293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80E33" w:rsidRDefault="00080E33" w:rsidP="00080E33">
          <w:pPr>
            <w:pStyle w:val="libPoemTiniChar"/>
          </w:pPr>
          <w:r>
            <w:fldChar w:fldCharType="end"/>
          </w:r>
        </w:p>
      </w:sdtContent>
    </w:sdt>
    <w:p w:rsidR="008A3D4B" w:rsidRPr="00B300E7" w:rsidRDefault="008A3D4B" w:rsidP="00080E33">
      <w:pPr>
        <w:pStyle w:val="libPoemTiniChar"/>
        <w:rPr>
          <w:lang w:bidi="fa-IR"/>
        </w:rPr>
      </w:pPr>
    </w:p>
    <w:sectPr w:rsidR="008A3D4B" w:rsidRPr="00B300E7" w:rsidSect="00057032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927" w:bottom="1701" w:left="720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9E8" w:rsidRDefault="008129E8">
      <w:r>
        <w:separator/>
      </w:r>
    </w:p>
  </w:endnote>
  <w:endnote w:type="continuationSeparator" w:id="0">
    <w:p w:rsidR="008129E8" w:rsidRDefault="008129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B" w:rsidRDefault="005669BB">
    <w:pPr>
      <w:pStyle w:val="Footer"/>
    </w:pPr>
    <w:fldSimple w:instr=" PAGE   \* MERGEFORMAT ">
      <w:r w:rsidR="00495B31">
        <w:rPr>
          <w:noProof/>
          <w:rtl/>
        </w:rPr>
        <w:t>126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B" w:rsidRDefault="005669BB">
    <w:pPr>
      <w:pStyle w:val="Footer"/>
    </w:pPr>
    <w:fldSimple w:instr=" PAGE   \* MERGEFORMAT ">
      <w:r w:rsidR="00495B31">
        <w:rPr>
          <w:noProof/>
          <w:rtl/>
        </w:rPr>
        <w:t>127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B" w:rsidRDefault="005669BB">
    <w:pPr>
      <w:pStyle w:val="Footer"/>
    </w:pPr>
    <w:fldSimple w:instr=" PAGE   \* MERGEFORMAT ">
      <w:r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9E8" w:rsidRDefault="008129E8">
      <w:r>
        <w:separator/>
      </w:r>
    </w:p>
  </w:footnote>
  <w:footnote w:type="continuationSeparator" w:id="0">
    <w:p w:rsidR="008129E8" w:rsidRDefault="008129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815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20A8"/>
    <w:rsid w:val="00054406"/>
    <w:rsid w:val="00057032"/>
    <w:rsid w:val="0006216A"/>
    <w:rsid w:val="00067F84"/>
    <w:rsid w:val="00071C97"/>
    <w:rsid w:val="00076036"/>
    <w:rsid w:val="000761F7"/>
    <w:rsid w:val="00076A3A"/>
    <w:rsid w:val="00080E33"/>
    <w:rsid w:val="00092805"/>
    <w:rsid w:val="00092A0C"/>
    <w:rsid w:val="00096C12"/>
    <w:rsid w:val="000A49FC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28A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59C3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A5A"/>
    <w:rsid w:val="001E4B5F"/>
    <w:rsid w:val="001F0713"/>
    <w:rsid w:val="001F160F"/>
    <w:rsid w:val="00202C7B"/>
    <w:rsid w:val="002054C5"/>
    <w:rsid w:val="00213662"/>
    <w:rsid w:val="002139CB"/>
    <w:rsid w:val="00214801"/>
    <w:rsid w:val="00216CB6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36C2"/>
    <w:rsid w:val="00257657"/>
    <w:rsid w:val="00263F56"/>
    <w:rsid w:val="00264F12"/>
    <w:rsid w:val="0027369F"/>
    <w:rsid w:val="002818EF"/>
    <w:rsid w:val="0028271F"/>
    <w:rsid w:val="00294EFB"/>
    <w:rsid w:val="00297534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1D77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1FB7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3845"/>
    <w:rsid w:val="00404EB7"/>
    <w:rsid w:val="00407D56"/>
    <w:rsid w:val="004126F4"/>
    <w:rsid w:val="00416E2B"/>
    <w:rsid w:val="004172A0"/>
    <w:rsid w:val="0042098A"/>
    <w:rsid w:val="004209BA"/>
    <w:rsid w:val="00420C44"/>
    <w:rsid w:val="00427058"/>
    <w:rsid w:val="00427638"/>
    <w:rsid w:val="00430581"/>
    <w:rsid w:val="00431E70"/>
    <w:rsid w:val="00434A97"/>
    <w:rsid w:val="00437035"/>
    <w:rsid w:val="00440C62"/>
    <w:rsid w:val="00446BBA"/>
    <w:rsid w:val="004538D5"/>
    <w:rsid w:val="00455A59"/>
    <w:rsid w:val="004612E5"/>
    <w:rsid w:val="0046634E"/>
    <w:rsid w:val="00467E54"/>
    <w:rsid w:val="00470378"/>
    <w:rsid w:val="004722F9"/>
    <w:rsid w:val="00475E99"/>
    <w:rsid w:val="00477E2F"/>
    <w:rsid w:val="00481FD0"/>
    <w:rsid w:val="00482060"/>
    <w:rsid w:val="0048221F"/>
    <w:rsid w:val="004857ED"/>
    <w:rsid w:val="00487AE8"/>
    <w:rsid w:val="004919C3"/>
    <w:rsid w:val="00494861"/>
    <w:rsid w:val="004953C3"/>
    <w:rsid w:val="00495B31"/>
    <w:rsid w:val="00497042"/>
    <w:rsid w:val="004A086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036B"/>
    <w:rsid w:val="0051305D"/>
    <w:rsid w:val="00520645"/>
    <w:rsid w:val="005254BC"/>
    <w:rsid w:val="00525C15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69BB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35AE"/>
    <w:rsid w:val="005E4DD0"/>
    <w:rsid w:val="005E7821"/>
    <w:rsid w:val="005F24B5"/>
    <w:rsid w:val="005F4899"/>
    <w:rsid w:val="00602674"/>
    <w:rsid w:val="00613E8E"/>
    <w:rsid w:val="00614301"/>
    <w:rsid w:val="00620B12"/>
    <w:rsid w:val="006210F4"/>
    <w:rsid w:val="006224EE"/>
    <w:rsid w:val="00625C71"/>
    <w:rsid w:val="00627A7B"/>
    <w:rsid w:val="00634C50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4944"/>
    <w:rsid w:val="006B5C71"/>
    <w:rsid w:val="006B7F0E"/>
    <w:rsid w:val="006C4B43"/>
    <w:rsid w:val="006D157B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29E8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3D4B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111C"/>
    <w:rsid w:val="009036AC"/>
    <w:rsid w:val="009046DF"/>
    <w:rsid w:val="0091682D"/>
    <w:rsid w:val="00922370"/>
    <w:rsid w:val="0092347B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1B2D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21A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0F2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10F2"/>
    <w:rsid w:val="00B37FEA"/>
    <w:rsid w:val="00B426ED"/>
    <w:rsid w:val="00B42E0C"/>
    <w:rsid w:val="00B43789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00CF"/>
    <w:rsid w:val="00BF3B5E"/>
    <w:rsid w:val="00C005CF"/>
    <w:rsid w:val="00C04EDC"/>
    <w:rsid w:val="00C07E02"/>
    <w:rsid w:val="00C11EFE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2F76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D0599C"/>
    <w:rsid w:val="00D10971"/>
    <w:rsid w:val="00D15553"/>
    <w:rsid w:val="00D20EAE"/>
    <w:rsid w:val="00D212D5"/>
    <w:rsid w:val="00D24B24"/>
    <w:rsid w:val="00D24EB0"/>
    <w:rsid w:val="00D25987"/>
    <w:rsid w:val="00D260AC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2CBA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2815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47A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5B5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62F"/>
    <w:rsid w:val="00EC381F"/>
    <w:rsid w:val="00EC5C01"/>
    <w:rsid w:val="00ED0194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3C10"/>
    <w:rsid w:val="00F26388"/>
    <w:rsid w:val="00F3089C"/>
    <w:rsid w:val="00F31BE3"/>
    <w:rsid w:val="00F34B21"/>
    <w:rsid w:val="00F34CA5"/>
    <w:rsid w:val="00F3518E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3873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2815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080E33"/>
    <w:pPr>
      <w:tabs>
        <w:tab w:val="right" w:leader="dot" w:pos="10170"/>
      </w:tabs>
      <w:jc w:val="center"/>
    </w:pPr>
    <w:rPr>
      <w:rFonts w:ascii="B Badr" w:eastAsia="B Badr" w:hAnsi="B Badr"/>
      <w:b/>
      <w:bCs/>
    </w:rPr>
  </w:style>
  <w:style w:type="character" w:customStyle="1" w:styleId="TOC1Char">
    <w:name w:val="TOC 1 Char"/>
    <w:basedOn w:val="libNormal0Char"/>
    <w:link w:val="TOC1"/>
    <w:uiPriority w:val="39"/>
    <w:rsid w:val="00080E33"/>
    <w:rPr>
      <w:rFonts w:ascii="B Badr" w:eastAsia="B Badr" w:hAnsi="B Badr" w:cs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080E33"/>
    <w:pPr>
      <w:tabs>
        <w:tab w:val="right" w:leader="dot" w:pos="10170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character" w:customStyle="1" w:styleId="libTitr1Char">
    <w:name w:val="libTitr1 Char"/>
    <w:basedOn w:val="libCenterBold1Char"/>
    <w:link w:val="libTitr1"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Titr2Char">
    <w:name w:val="libTitr2 Char"/>
    <w:basedOn w:val="libCenterBold2Char"/>
    <w:link w:val="libTitr2"/>
    <w:rsid w:val="00F515B7"/>
  </w:style>
  <w:style w:type="paragraph" w:customStyle="1" w:styleId="libnotice0">
    <w:name w:val="libnotice"/>
    <w:basedOn w:val="Normal"/>
    <w:rsid w:val="002536C2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495B31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495B31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495B31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495B31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ahimi\Template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CD7F3-2BF4-4AA1-A94B-7D861F8E8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232</TotalTime>
  <Pages>129</Pages>
  <Words>28855</Words>
  <Characters>164478</Characters>
  <Application>Microsoft Office Word</Application>
  <DocSecurity>0</DocSecurity>
  <Lines>1370</Lines>
  <Paragraphs>385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192948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Rahimi2</dc:creator>
  <cp:lastModifiedBy>Rahimi2</cp:lastModifiedBy>
  <cp:revision>48</cp:revision>
  <cp:lastPrinted>1601-01-01T00:00:00Z</cp:lastPrinted>
  <dcterms:created xsi:type="dcterms:W3CDTF">2017-03-18T06:09:00Z</dcterms:created>
  <dcterms:modified xsi:type="dcterms:W3CDTF">2017-03-18T10:01:00Z</dcterms:modified>
</cp:coreProperties>
</file>