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A6" w:rsidRDefault="00D819A6" w:rsidP="00D819A6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D819A6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D819A6" w:rsidRDefault="00D819A6" w:rsidP="00D819A6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D819A6" w:rsidRDefault="00D819A6" w:rsidP="00124095">
      <w:pPr>
        <w:pStyle w:val="libCenterBold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D819A6" w:rsidRDefault="00D819A6" w:rsidP="00D819A6">
      <w:pPr>
        <w:pStyle w:val="libCenterBold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جلد دوازدهم</w:t>
      </w:r>
    </w:p>
    <w:p w:rsidR="00D819A6" w:rsidRDefault="00D819A6" w:rsidP="00D819A6">
      <w:pPr>
        <w:pStyle w:val="libCenterBold1"/>
        <w:rPr>
          <w:rtl/>
          <w:lang w:bidi="fa-IR"/>
        </w:rPr>
      </w:pPr>
      <w:r>
        <w:rPr>
          <w:rtl/>
          <w:lang w:bidi="fa-IR"/>
        </w:rPr>
        <w:t>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سادات چرا؟</w:t>
      </w:r>
    </w:p>
    <w:p w:rsidR="00D819A6" w:rsidRDefault="00D819A6" w:rsidP="00D819A6">
      <w:pPr>
        <w:pStyle w:val="libCenterBold1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</w:p>
    <w:p w:rsidR="00D819A6" w:rsidRDefault="00D819A6" w:rsidP="00D819A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6488490"/>
      <w:r>
        <w:rPr>
          <w:rFonts w:hint="eastAsia"/>
          <w:rtl/>
          <w:lang w:bidi="fa-IR"/>
        </w:rPr>
        <w:lastRenderedPageBreak/>
        <w:t>مقدمه</w:t>
      </w:r>
      <w:bookmarkEnd w:id="0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حق تعداد چهارده جلد کتاب در موضوعات مختلف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همگان که کم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عمل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دانستن آن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نام 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همراه با سند از منابع معتبر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شهرت هستند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که انشاء الله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مورد قبول حضرت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شما خوانندگان آگاه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دعاگو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نام موضوعات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1.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2. خدمت به پدر و مادر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3. عزت نفس، بلند همت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شرافت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4. خوردن مال مردم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5.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معاشرت خوب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6.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7. مهمان نواز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8. حرص و قناعت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9. اسراف و سخت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10. صدقه و انفاق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11.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مخالفت با نفس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12. 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سادات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13.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14. دعا و توسل چرا؟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1383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124095">
      <w:pPr>
        <w:pStyle w:val="Heading1"/>
        <w:rPr>
          <w:rtl/>
          <w:lang w:bidi="fa-IR"/>
        </w:rPr>
      </w:pPr>
      <w:bookmarkStart w:id="1" w:name="_Toc6488491"/>
      <w:r>
        <w:rPr>
          <w:rFonts w:hint="eastAsia"/>
          <w:rtl/>
          <w:lang w:bidi="fa-IR"/>
        </w:rPr>
        <w:t>تاجر</w:t>
      </w:r>
      <w:r>
        <w:rPr>
          <w:rtl/>
          <w:lang w:bidi="fa-IR"/>
        </w:rPr>
        <w:t xml:space="preserve"> ورشکسته و حساب سادات</w:t>
      </w:r>
      <w:bookmarkEnd w:id="1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کتاب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که از فقهاء و دانشمندان بزرگ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است در کتاب فضائل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که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مهران گفت در شهر کوفه تاجر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ابوجعفر نام و در کسب روش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سودا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به اغراض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ثروت نبود بلکه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شتر توجه به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داشت.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سادات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به قرض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عذر و بهانه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به غلامش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فلان مبلغ قرض کرده و آن نوشته را به همان 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 مدت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ورشکسته شد و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دست داد.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غلام خود را گفت دفتر حساب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فوت شده اند نام آنها را از دفتر محو کند و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زنده بودند دستور داد مطالبه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نکار</w:t>
      </w:r>
      <w:r>
        <w:rPr>
          <w:rtl/>
          <w:lang w:bidi="fa-IR"/>
        </w:rPr>
        <w:t xml:space="preserve"> هم جبران ورشکستگ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نکرد.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بر در منزل نشسته بود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 شد و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تمس</w:t>
      </w:r>
      <w:r>
        <w:rPr>
          <w:rFonts w:hint="eastAsia"/>
          <w:rtl/>
          <w:lang w:bidi="fa-IR"/>
        </w:rPr>
        <w:t>خر</w:t>
      </w:r>
      <w:r>
        <w:rPr>
          <w:rtl/>
          <w:lang w:bidi="fa-IR"/>
        </w:rPr>
        <w:t xml:space="preserve"> گفت چه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او قرض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دل خوش کرده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نامش را در دفتر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(منظورش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بود.) </w:t>
      </w:r>
    </w:p>
    <w:p w:rsidR="00D819A6" w:rsidRDefault="00D819A6" w:rsidP="001240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تاجر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سرزنش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 و با همان اندوه روز را شب کرد. شب در خواب حضرت رسول و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Fonts w:eastAsiaTheme="minorHAnsi"/>
          <w:rtl/>
        </w:rPr>
        <w:t>عليهم‌السلام</w:t>
      </w:r>
      <w:r w:rsidR="0012409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حضرت رسول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 پدرت کجاست؟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 من در خدمت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فرمود چرا طلب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اکنون آمده ام در خدمت شما بپردازم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داد. فرمود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 توست و از گرفتن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مکن.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فرزندان من قرض خواست به او بده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مستمند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جعفر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دست دارد آن را برداشت و به زوجه خود نشان داد. زنش ابتدا باور نکرد گفت اگر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کار برده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مسامحه در حقوق مردم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بترس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و تزو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ترک کن. تاجر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خواب خود را شرح 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>. زن گفت اگر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دارد آن دفتر را نشان بده. چون دفتر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معلوم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جا قرض بنام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مبلغ آن محو و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شده.</w:t>
      </w:r>
      <w:r w:rsidRPr="00124095">
        <w:rPr>
          <w:rStyle w:val="libFootnotenumChar"/>
          <w:rtl/>
          <w:lang w:bidi="fa-IR"/>
        </w:rPr>
        <w:t>(1)</w:t>
      </w:r>
    </w:p>
    <w:p w:rsidR="00D819A6" w:rsidRDefault="00124095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124095">
      <w:pPr>
        <w:pStyle w:val="Heading1"/>
        <w:rPr>
          <w:rtl/>
          <w:lang w:bidi="fa-IR"/>
        </w:rPr>
      </w:pPr>
      <w:bookmarkStart w:id="2" w:name="_Toc6488492"/>
      <w:r>
        <w:rPr>
          <w:rFonts w:hint="eastAsia"/>
          <w:rtl/>
          <w:lang w:bidi="fa-IR"/>
        </w:rPr>
        <w:t>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کمک کافر به خاندان نبوت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bookmarkEnd w:id="2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ثروتمند در بلاد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بود.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متوکل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متوکل او را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که به طرف سامرا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آشفته خاطر بود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(بسر من رآ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خود را از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 به صد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هرگاه از متوکل به من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صد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به ابن الرضا که از اولاد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است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او را از حجاز به سامرا آورده و خانه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از جهت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دروازه سامرا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خود گفت خوب است قبل از آنکه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متوکل بروم صد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را خدمت آن آقا ببرم؛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شد که منزل آنجناب را بلد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فکر کرد اگر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بپرسد مبادا به متوکل خبر دهند که او از منزل ابن الرضا سراغ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و خشمش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شود.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گفت بر خاطرم گذشت که الاغ را آزاد بگذارم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لطف خداوند بدون پرسش به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برسم. گفت الاغ را آزاد گذاشتم از کوچه و بازارها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عبور کرد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بر در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هر چه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از آنجا رد نشد.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منزل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 من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ابن الرضا امام رافض است. گفتم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در عظمت و شرافت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بس که بدون پرسش مرکب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بر در خانه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بودم که غلام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پوست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و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تو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شو و مرا به داخل منزل برد و خودش وارد اطاق شد. با خود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دوم،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چگونه از نامم اطلاع </w:t>
      </w:r>
      <w:r>
        <w:rPr>
          <w:rtl/>
          <w:lang w:bidi="fa-IR"/>
        </w:rPr>
        <w:lastRenderedPageBreak/>
        <w:t>داشت. من که تاکنون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ام؟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رتبه</w:t>
      </w:r>
      <w:r>
        <w:rPr>
          <w:rtl/>
          <w:lang w:bidi="fa-IR"/>
        </w:rPr>
        <w:t xml:space="preserve"> دوم غلام آمد و گفت آن صد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پنهان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بده. با خود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سوم. غلام رفت و فورا برگشت. مرا به قسمت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الاغ را بستم و داخل شدم.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فرمود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آنقدر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اسلام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 به اندازه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مشاهده کردم. فرمود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هات</w:t>
      </w:r>
      <w:r>
        <w:rPr>
          <w:rtl/>
          <w:lang w:bidi="fa-IR"/>
        </w:rPr>
        <w:t xml:space="preserve"> تو مسلمان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فرزندت اسح</w:t>
      </w:r>
      <w:r w:rsidR="004B4473">
        <w:rPr>
          <w:rFonts w:hint="cs"/>
          <w:rtl/>
          <w:lang w:bidi="fa-IR"/>
        </w:rPr>
        <w:t>ا</w:t>
      </w:r>
      <w:r>
        <w:rPr>
          <w:rtl/>
          <w:lang w:bidi="fa-IR"/>
        </w:rPr>
        <w:t>ق مسلمان خواهد شد و او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دوستان ما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>!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محبت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با ما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به خدا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هر که با ما محبت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بهره اش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چه از اهل اسلام و چه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با خاطر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آسوده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متوکل برو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 از او ب</w:t>
      </w:r>
      <w:r w:rsidR="004B4473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تو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شهر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مقرر ساخت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س</w:t>
      </w:r>
      <w:r>
        <w:rPr>
          <w:rFonts w:hint="eastAsia"/>
          <w:rtl/>
          <w:lang w:bidi="fa-IR"/>
        </w:rPr>
        <w:t>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شد و او را آورد تا در خانه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داخل بستانها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خواهد شد. اسح</w:t>
      </w:r>
      <w:r w:rsidR="004B4473">
        <w:rPr>
          <w:rFonts w:hint="cs"/>
          <w:rtl/>
          <w:lang w:bidi="fa-IR"/>
        </w:rPr>
        <w:t>ا</w:t>
      </w:r>
      <w:r>
        <w:rPr>
          <w:rtl/>
          <w:lang w:bidi="fa-IR"/>
        </w:rPr>
        <w:t xml:space="preserve">ق پسر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پس از بازگشت پدرش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مسلمان شد. حال پدرش را از حضرت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فرمود چون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ناچار وارد جهنم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واسطه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داشت و مرا کمک کرد آتش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سوزاند.</w:t>
      </w:r>
      <w:r w:rsidRPr="004B4473">
        <w:rPr>
          <w:rStyle w:val="libFootnotenumChar"/>
          <w:rtl/>
          <w:lang w:bidi="fa-IR"/>
        </w:rPr>
        <w:t>(2)</w:t>
      </w:r>
    </w:p>
    <w:p w:rsidR="004B4473" w:rsidRDefault="004B4473" w:rsidP="00D819A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4B4473">
      <w:pPr>
        <w:pStyle w:val="Heading1"/>
        <w:rPr>
          <w:rtl/>
          <w:lang w:bidi="fa-IR"/>
        </w:rPr>
      </w:pPr>
      <w:bookmarkStart w:id="3" w:name="_Toc6488493"/>
      <w:r>
        <w:rPr>
          <w:rFonts w:hint="eastAsia"/>
          <w:rtl/>
          <w:lang w:bidi="fa-IR"/>
        </w:rPr>
        <w:t>گواه</w:t>
      </w:r>
      <w:r>
        <w:rPr>
          <w:rtl/>
          <w:lang w:bidi="fa-IR"/>
        </w:rPr>
        <w:t xml:space="preserve"> خواستن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با دخترانش</w:t>
      </w:r>
      <w:bookmarkEnd w:id="3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سبط</w:t>
      </w:r>
      <w:r>
        <w:rPr>
          <w:rtl/>
          <w:lang w:bidi="fa-IR"/>
        </w:rPr>
        <w:t xml:space="preserve"> ابن جوز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مورخ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مشهور است در تذکرة الخواص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بلخ ساکن بود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و چند دختر داشت.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مرد فوت شد. وضع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او (از نظر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مخارج معاش)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سخت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چون آبرومند بود به واسطه سرزنش دشمنان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بلخ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4B447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به سمرقند رفت. گفت در موقع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وارد سمرقند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دختران خود را داخل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در شهر به جستجو شدم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چشمم</w:t>
      </w:r>
      <w:r>
        <w:rPr>
          <w:rtl/>
          <w:lang w:bidi="fa-IR"/>
        </w:rPr>
        <w:t xml:space="preserve"> به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مردم اطراف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گرفته اند.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شهر و بزرگ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 نزد او رفتم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شرح دادم. گفت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است شاهد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که تو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ساداتند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نکرد. از آن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شدم و به </w:t>
      </w:r>
      <w:r>
        <w:rPr>
          <w:rFonts w:hint="eastAsia"/>
          <w:rtl/>
          <w:lang w:bidi="fa-IR"/>
        </w:rPr>
        <w:t>طرف</w:t>
      </w:r>
      <w:r>
        <w:rPr>
          <w:rtl/>
          <w:lang w:bidi="fa-IR"/>
        </w:rPr>
        <w:t xml:space="preserve"> مسجد بازگشتم در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و اطرافش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گفتند داروغه شهر 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 است.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فرج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ما بدست او بدهد.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شدم و حال خود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شرح دادم.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صدا زد، خادم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آمد. گفت برو به خانم و زوجه من بگو لباس بپوشد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خادم</w:t>
      </w:r>
      <w:r>
        <w:rPr>
          <w:rtl/>
          <w:lang w:bidi="fa-IR"/>
        </w:rPr>
        <w:t xml:space="preserve"> رفت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زن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جلالت با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آراسته و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آمد.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علو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برو در مسجد فلان محله و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به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 آن زن به مسجد آمد و دخترها را برداشته با هم به خانه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اطاق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جداگانه قرار داد و ما را به حمام فرستاد. </w:t>
      </w:r>
      <w:r>
        <w:rPr>
          <w:rtl/>
          <w:lang w:bidi="fa-IR"/>
        </w:rPr>
        <w:lastRenderedPageBreak/>
        <w:t>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فاخر و گرانبها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ما آماده کرد. بعد از حمام انواع غذاها آورد. آن شب با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همان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شهر که مسلمان بود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برپا شده و پرچم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حضرت رسول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اهتزار است قصر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زمرد سبز به چشم او خورد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به او گفتند متعلق 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مسلمان و خداپرست باشد. خدمت حضر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رسول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رفت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ورود به آن قصر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آنجناب صورت را از او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مسلمانم! حضرت فرمود گواه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که تو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شد. فرمود فراموش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زن علو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قصر متعلق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آن زن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پناه داده.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 و از آشفتگ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غلامان خود را در شهر فرستاد تا محل آن زن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 و خودش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شهر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اطلاع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در خانه آن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داروغه رفت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زن علو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در خانه ما هستند.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با من بفرست که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تو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دستور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گذاشت و درخواست کرد پول را بردارد و آن زن را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او بگذارد. داروغه گفت اگر صد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چون اصرار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هم آن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 قصر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مشاهده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به من داده تو افتخار به اسلامت بر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 قسم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چکدام</w:t>
      </w:r>
      <w:r>
        <w:rPr>
          <w:rtl/>
          <w:lang w:bidi="fa-IR"/>
        </w:rPr>
        <w:t xml:space="preserve"> از خانواده ما نخ</w:t>
      </w:r>
      <w:r>
        <w:rPr>
          <w:rFonts w:hint="eastAsia"/>
          <w:rtl/>
          <w:lang w:bidi="fa-IR"/>
        </w:rPr>
        <w:t>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دست آن علو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مسلمان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خواب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 آن قصر از تو و </w:t>
      </w:r>
      <w:r>
        <w:rPr>
          <w:rtl/>
          <w:lang w:bidi="fa-IR"/>
        </w:rPr>
        <w:lastRenderedPageBreak/>
        <w:t>خانواده 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آن زن علو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پناه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 از اهل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4B4473">
        <w:rPr>
          <w:rStyle w:val="libFootnotenumChar"/>
          <w:rtl/>
          <w:lang w:bidi="fa-IR"/>
        </w:rPr>
        <w:t>(3)</w:t>
      </w:r>
    </w:p>
    <w:p w:rsidR="00D819A6" w:rsidRDefault="004B4473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4B4473">
      <w:pPr>
        <w:pStyle w:val="Heading1"/>
        <w:rPr>
          <w:rtl/>
          <w:lang w:bidi="fa-IR"/>
        </w:rPr>
      </w:pPr>
      <w:bookmarkStart w:id="4" w:name="_Toc6488494"/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بن مبارک و زن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bookmarkEnd w:id="4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جوز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تذکرة الخواص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عبدالله بن مبارک مدت پنجاه سال مرتب هر دو 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مکه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حج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خانه خارج شد.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منازل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برخورد که مشغول پاک کردن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مرغاب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مرده است.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رفت و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مرغاب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مرده را پاک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ندارد از چه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عبدالله اصرار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کرد. زن گفت حالا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هستم و چهار دختر دارم که پدر آنها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 امروز روز چهارم است که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نخورده و به حال اضطرار افتاده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مرده بر ما حلال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مرغاب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غذا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کنم.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دل گفتم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تو چگونه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 را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به زن اشاره کردم دامنت را باز کن چون باز کرد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نارها</w:t>
      </w:r>
      <w:r>
        <w:rPr>
          <w:rtl/>
          <w:lang w:bidi="fa-IR"/>
        </w:rPr>
        <w:t xml:space="preserve"> را در دامن او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>. زن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شرمندگ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سر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انداخته بود. او رفت و من از همانجا به منزل خود برگشتم و خداو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رفتن مکه را در آن سال از قلبم برداشت. به شهر خود بازگشتم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تا مردم از مکه برگشتند.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سفر رفته به خانه آنها رفتم. هر کدام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ما با هم در فلانجا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شما را در فلان محل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به آنها تهن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گفتم،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مرا تهن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که حج تو هم قبول باشد.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شب را در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خواب رفتم در خواب حضرت رسول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 عبدالله!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کمک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خداوند خواستم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صورت تو خلق کند تا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هر سال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حج بگذارد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حج برو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 کن.(4)</w:t>
      </w:r>
    </w:p>
    <w:p w:rsidR="00D819A6" w:rsidRDefault="004B4473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4B4473">
      <w:pPr>
        <w:pStyle w:val="Heading1"/>
        <w:rPr>
          <w:rtl/>
          <w:lang w:bidi="fa-IR"/>
        </w:rPr>
      </w:pPr>
      <w:bookmarkStart w:id="5" w:name="_Toc6488495"/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متوکل عباس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سادات چه کرد؟</w:t>
      </w:r>
      <w:bookmarkEnd w:id="5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فضائل السادات از ابن جوز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 از جد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ابوالفرج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ابن الخض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گفت من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مادر متوکل بودم.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دفتر کار او نشسته بودم خادم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داد گفت خانم مادر متوکل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از حلال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اموال من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مستمندان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کن. از دوستان خود درخواست کردم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آنها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نشان دادند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کردم.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ماند. 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گذشت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را زد؛ درب را باز کردم و از کارش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ساداتم 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دارم.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دانه از همان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او دادم چون وارد خانه شدم. زنم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زننده در که بود؟ گفتم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من به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دانه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زنم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گفت خجالت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که از فرزندان او به در خانه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حال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با عجله خود را به او برسان و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آن پول را به او بده.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گفته او حرکت کردم و خود را به او رسانده هر چه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به او دادم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برگشتن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شدم که اگر متوکل بفهمد مرا خواهد کشت و از ترس خواب از چشمم رفت. زنم گفت به خدا توکل کن جده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حافظ تو است. </w:t>
      </w:r>
    </w:p>
    <w:p w:rsidR="00D819A6" w:rsidRDefault="00D819A6" w:rsidP="00C504E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در را زندند وحشتم افزون شد.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 باز کردم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غلامان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با مشعلها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افروخته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بانو مادر متوکل شما را خواسته. با هزاران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منزل به همراه آنها خارج شدم و 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پشت سر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عجله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مادر متوکل منتظر است.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پشت</w:t>
      </w:r>
      <w:r>
        <w:rPr>
          <w:rtl/>
          <w:lang w:bidi="fa-IR"/>
        </w:rPr>
        <w:t xml:space="preserve"> پرده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متوکل بلند شد 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احمد بن خض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خداوند تو و زنت را پاداش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مگر از ما چه خدمت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زده است؟ گفت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خواب رفتم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گفت خداوند تو و زن احمد بن خض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پاداش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لطف کند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بگو چه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داستان مرد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او گفتم. مادر متوکل شاد شد دستور داد همان ساعت معادل صد هزار درهم پول و جامه به من دادند و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از زوجه ات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به من تخص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داد.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را گرفتم و به در خانه مرد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را زدم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درون خانه بلند شد که: آنچه همراه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احمد بن خض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با حال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آمد. سوال کردم از کجا دانست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پشت در منم و چرا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از تو گرفتم، وارد خانه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شدم زوجه ام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شرح دادم. گفت سزاوار است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بعد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احمد بن خض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دعا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نماز خوانده و دعا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خواب رفتم در عالم خواب جدم رسول خدا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فرمود شما شکر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را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اکنون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عطا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شخص اول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از او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C504E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من منتظر شما بودم.</w:t>
      </w:r>
      <w:r w:rsidRPr="00C504E2">
        <w:rPr>
          <w:rStyle w:val="libFootnotenumChar"/>
          <w:rtl/>
          <w:lang w:bidi="fa-IR"/>
        </w:rPr>
        <w:t>(5)</w:t>
      </w:r>
    </w:p>
    <w:p w:rsidR="00C504E2" w:rsidRDefault="00C504E2" w:rsidP="00D819A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C504E2">
      <w:pPr>
        <w:pStyle w:val="Heading1"/>
        <w:rPr>
          <w:rtl/>
          <w:lang w:bidi="fa-IR"/>
        </w:rPr>
      </w:pPr>
      <w:bookmarkStart w:id="6" w:name="_Toc6488496"/>
      <w:r>
        <w:rPr>
          <w:rFonts w:hint="eastAsia"/>
          <w:rtl/>
          <w:lang w:bidi="fa-IR"/>
        </w:rPr>
        <w:t>مراعات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بودن با سادات را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6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تذکرة الخواص از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نقل شده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رسول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او فرمودند برو به فلان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 آن دعا مستجاب شد.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رفتن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ثروتمند بود.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مرتبه</w:t>
      </w:r>
      <w:r>
        <w:rPr>
          <w:rtl/>
          <w:lang w:bidi="fa-IR"/>
        </w:rPr>
        <w:t xml:space="preserve"> دوم باز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همان سخن را به او فرمودند باز هم نرفت. مرتبه سوم در خواب به او فرمودند برو به آن مرد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 خداوند آن دعا را مستجاب کرد.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رفت و گفت من فرستاده رسول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او هستم به من فرمود به تو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دعا مستجاب شده.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مسلک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جواب داد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من منکر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محمد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بوده ام تا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اشهد ان لا اله الا الله لاشر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له و اشهد ان محمدا عبده و رسوله.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 تمام خانواده خود را خواست و گفت تاکنون همراه بودم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و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ام هر کس از بستگان من مسلمان شود آنچه از اموالم در دست اوست همانطور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ارش</w:t>
      </w:r>
      <w:r>
        <w:rPr>
          <w:rtl/>
          <w:lang w:bidi="fa-IR"/>
        </w:rPr>
        <w:t xml:space="preserve"> باشد و هر که امتناع ورزد دست از اموال من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تمام بستگان او اسلام آوردند،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او را به پسر خود تزو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کرده بود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جدائ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دعا چه بود؟ گفتم به خدا سوگند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دخترم را به پسرم تزو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کردم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مفصل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نمودم و تمام دوستان را به آن دعوت کردم. در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خانواده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سادات بودند که بضاعت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غلامانم دستور دادم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وسط خانه پهن کنند و من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نشستم در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دختران علو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 بود بلند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به مادرش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مادرجان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ما را ناراحت کرده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بدون درنگ حرک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و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و لباس و پول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آنها فرستادم. چشم فرزندان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 غذا و لباسها افتاد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مسرور و شادمان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همان دخترک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گفت قسم به خدا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دست دراز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اول صاحبش را دعا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D819A6" w:rsidRDefault="00D819A6" w:rsidP="00C504E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بلند نمود و گفت خداوندا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را با جدمان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محشور گردان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گفتند آن دعائ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به تو فرمود به من اطلاع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مستجاب شدنش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سادات بود.</w:t>
      </w:r>
      <w:r w:rsidRPr="00C504E2">
        <w:rPr>
          <w:rStyle w:val="libFootnotenumChar"/>
          <w:rtl/>
          <w:lang w:bidi="fa-IR"/>
        </w:rPr>
        <w:t>(6)</w:t>
      </w:r>
      <w:r>
        <w:rPr>
          <w:rtl/>
          <w:lang w:bidi="fa-IR"/>
        </w:rPr>
        <w:t xml:space="preserve"> من و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توجه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شفاعت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شرط حفظ آداب و مراسم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خاندان. </w:t>
      </w:r>
      <w:r w:rsidR="00C504E2" w:rsidRPr="00C504E2">
        <w:rPr>
          <w:rStyle w:val="libAlaemChar"/>
          <w:rFonts w:eastAsiaTheme="minorHAnsi"/>
          <w:rtl/>
        </w:rPr>
        <w:t>عليهم‌السلام</w:t>
      </w:r>
    </w:p>
    <w:p w:rsidR="00D819A6" w:rsidRDefault="00D819A6" w:rsidP="00D819A6">
      <w:pPr>
        <w:pStyle w:val="libNormal"/>
        <w:rPr>
          <w:rtl/>
          <w:lang w:bidi="fa-IR"/>
        </w:rPr>
      </w:pPr>
    </w:p>
    <w:p w:rsidR="00D819A6" w:rsidRDefault="00D819A6" w:rsidP="0052298E">
      <w:pPr>
        <w:pStyle w:val="Heading1"/>
        <w:rPr>
          <w:rtl/>
          <w:lang w:bidi="fa-IR"/>
        </w:rPr>
      </w:pPr>
      <w:bookmarkStart w:id="7" w:name="_Toc6488497"/>
      <w:r>
        <w:rPr>
          <w:rFonts w:hint="eastAsia"/>
          <w:rtl/>
          <w:lang w:bidi="fa-IR"/>
        </w:rPr>
        <w:t>نصرالله</w:t>
      </w:r>
      <w:r>
        <w:rPr>
          <w:rtl/>
          <w:lang w:bidi="fa-IR"/>
        </w:rPr>
        <w:t xml:space="preserve"> ابن عن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سادات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</w:t>
      </w:r>
      <w:bookmarkEnd w:id="7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عمدة الطالب در احوال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 ارزش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دانشمندان علم رجال مشهور و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ابن عن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ذکر شده. </w:t>
      </w:r>
    </w:p>
    <w:p w:rsidR="00D819A6" w:rsidRDefault="00D819A6" w:rsidP="00D819A6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المحاسن نصرالله بن عن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جانب مکه معظمه متوجه شد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کالا و پارچه با خود همراه داشت.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سادات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بر او راه را گرفته و تمام اموال و پارچه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بردند و خودش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مجروح کردند. در آن زمان ملک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پادشاه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را ت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ساحل مسکن </w:t>
      </w:r>
      <w:r>
        <w:rPr>
          <w:rtl/>
          <w:lang w:bidi="fa-IR"/>
        </w:rPr>
        <w:lastRenderedPageBreak/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ساحل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فتح شده بود 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دشت. ابن عن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ملک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نوشت و او را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کرد که در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بماند و سادات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که اموال او را برده بودند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و پاداش دهد و او را از رفت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ساحل در آن نامه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اشعار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که اول آنها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6"/>
        <w:gridCol w:w="268"/>
        <w:gridCol w:w="3338"/>
      </w:tblGrid>
      <w:tr w:rsidR="001733DB" w:rsidTr="00B7536E">
        <w:trPr>
          <w:trHeight w:val="350"/>
        </w:trPr>
        <w:tc>
          <w:tcPr>
            <w:tcW w:w="3920" w:type="dxa"/>
            <w:shd w:val="clear" w:color="auto" w:fill="auto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صفات نداک المصقع اللنسا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و جزت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الجود حدالحسن و الحسنا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3DB" w:rsidTr="00B7536E">
        <w:trPr>
          <w:trHeight w:val="350"/>
        </w:trPr>
        <w:tc>
          <w:tcPr>
            <w:tcW w:w="3920" w:type="dxa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لا تقل ساحل الافرنج افتحه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فما تساو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ادا قا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سته</w:t>
            </w:r>
            <w:r>
              <w:rPr>
                <w:rtl/>
                <w:lang w:bidi="fa-IR"/>
              </w:rPr>
              <w:t xml:space="preserve"> عدنا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3DB" w:rsidTr="00B7536E">
        <w:trPr>
          <w:trHeight w:val="350"/>
        </w:trPr>
        <w:tc>
          <w:tcPr>
            <w:tcW w:w="3920" w:type="dxa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ان اردت جهادا فارق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فک</w:t>
            </w:r>
            <w:r>
              <w:rPr>
                <w:rtl/>
                <w:lang w:bidi="fa-IR"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قوم اضاعوا فروض الله و السننا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3DB" w:rsidTr="00B7536E">
        <w:trPr>
          <w:trHeight w:val="350"/>
        </w:trPr>
        <w:tc>
          <w:tcPr>
            <w:tcW w:w="3920" w:type="dxa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لا تقل انهم اولاد فاطمة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لوادرکوا آل حرب حاربوا الحسنا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819A6" w:rsidRDefault="00D819A6" w:rsidP="001733DB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گفت همان شب حضرت فاطمه </w:t>
      </w:r>
      <w:r w:rsidR="001733DB" w:rsidRPr="001733DB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مشغول طواف خانه خدا است. سلام عرض کرد حضرت جواب ندادند.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گناه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که موجب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 سوال نمود. در آن حال حضرت زهرا </w:t>
      </w:r>
      <w:r w:rsidR="001733DB" w:rsidRPr="001733DB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 را در جواب او گفتند.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8"/>
        <w:gridCol w:w="3312"/>
      </w:tblGrid>
      <w:tr w:rsidR="001733DB" w:rsidTr="001733DB">
        <w:trPr>
          <w:trHeight w:val="350"/>
        </w:trPr>
        <w:tc>
          <w:tcPr>
            <w:tcW w:w="3342" w:type="dxa"/>
            <w:shd w:val="clear" w:color="auto" w:fill="auto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حاشا</w:t>
            </w:r>
            <w:r>
              <w:rPr>
                <w:rtl/>
                <w:lang w:bidi="fa-IR"/>
              </w:rPr>
              <w:t xml:space="preserve"> بن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فاطمة کلهم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312" w:type="dxa"/>
            <w:shd w:val="clear" w:color="auto" w:fill="auto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من خسة تعرض او من خنا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3DB" w:rsidTr="001733DB">
        <w:trPr>
          <w:trHeight w:val="350"/>
        </w:trPr>
        <w:tc>
          <w:tcPr>
            <w:tcW w:w="3342" w:type="dxa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انما الا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غدرها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و فعلها السوء اسائت 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3DB" w:rsidTr="001733DB">
        <w:trPr>
          <w:trHeight w:val="350"/>
        </w:trPr>
        <w:tc>
          <w:tcPr>
            <w:tcW w:w="3342" w:type="dxa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لئن</w:t>
            </w:r>
            <w:r>
              <w:rPr>
                <w:rtl/>
                <w:lang w:bidi="fa-IR"/>
              </w:rPr>
              <w:t xml:space="preserve"> اسا من ولد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جعلت کل السب عمدا 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3DB" w:rsidTr="001733DB">
        <w:trPr>
          <w:trHeight w:val="350"/>
        </w:trPr>
        <w:tc>
          <w:tcPr>
            <w:tcW w:w="3342" w:type="dxa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فتب</w:t>
            </w:r>
            <w:r>
              <w:rPr>
                <w:rtl/>
                <w:lang w:bidi="fa-IR"/>
              </w:rPr>
              <w:t xml:space="preserve"> 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الله فمن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قترف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 xml:space="preserve">ذنبا بنا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غفر</w:t>
            </w:r>
            <w:r>
              <w:rPr>
                <w:rtl/>
                <w:lang w:bidi="fa-IR"/>
              </w:rPr>
              <w:t xml:space="preserve"> له ما جن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3DB" w:rsidTr="001733DB">
        <w:tblPrEx>
          <w:tblLook w:val="04A0"/>
        </w:tblPrEx>
        <w:trPr>
          <w:trHeight w:val="350"/>
        </w:trPr>
        <w:tc>
          <w:tcPr>
            <w:tcW w:w="3342" w:type="dxa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اکرم</w:t>
            </w:r>
            <w:r>
              <w:rPr>
                <w:rtl/>
                <w:lang w:bidi="fa-IR"/>
              </w:rPr>
              <w:t xml:space="preserve"> لع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المصطف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و لاتهن من آله اع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3DB" w:rsidTr="001733DB">
        <w:tblPrEx>
          <w:tblLook w:val="04A0"/>
        </w:tblPrEx>
        <w:trPr>
          <w:trHeight w:val="350"/>
        </w:trPr>
        <w:tc>
          <w:tcPr>
            <w:tcW w:w="3342" w:type="dxa"/>
          </w:tcPr>
          <w:p w:rsidR="001733DB" w:rsidRDefault="001733D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فکلما</w:t>
            </w:r>
            <w:r>
              <w:rPr>
                <w:rtl/>
                <w:lang w:bidi="fa-IR"/>
              </w:rPr>
              <w:t xml:space="preserve"> نالک منهم 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733DB" w:rsidRDefault="001733DB" w:rsidP="00B7536E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1733DB" w:rsidRDefault="001733DB" w:rsidP="00B7536E">
            <w:pPr>
              <w:pStyle w:val="libPoem"/>
            </w:pPr>
            <w:r>
              <w:rPr>
                <w:rtl/>
                <w:lang w:bidi="fa-IR"/>
              </w:rPr>
              <w:t>تلق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الحشر مناهنا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819A6" w:rsidRDefault="001733DB" w:rsidP="001733D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D819A6" w:rsidRDefault="00D819A6" w:rsidP="00322B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منزه</w:t>
      </w:r>
      <w:r>
        <w:rPr>
          <w:rtl/>
          <w:lang w:bidi="fa-IR"/>
        </w:rPr>
        <w:t xml:space="preserve"> و دورند فاطمه </w:t>
      </w:r>
      <w:r w:rsidR="001733DB" w:rsidRPr="001733DB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از پست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روزگار با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در آورده و فرزندان مرا دست تنگ نموده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من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عمدا بما نسبت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توبه کن از کرده خود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کس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خداوند به واسطه ما ا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خاطر جدشان محمد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آنها را و مبادا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نفرشان را اهانت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هر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تو از فرزندان فاطمه </w:t>
      </w:r>
      <w:r w:rsidR="00322B8B" w:rsidRPr="00322B8B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برسد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از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D819A6" w:rsidRDefault="00D819A6" w:rsidP="00D819A6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نصرالله</w:t>
      </w:r>
      <w:r>
        <w:rPr>
          <w:rtl/>
          <w:lang w:bidi="fa-IR"/>
        </w:rPr>
        <w:t xml:space="preserve"> بن عن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آشفته و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جراحتهائ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سادات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به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مشاهده کردم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 اشعار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در آن حال گفت و 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قبل را پاره کرد: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4"/>
        <w:gridCol w:w="268"/>
        <w:gridCol w:w="3330"/>
      </w:tblGrid>
      <w:tr w:rsidR="00322B8B" w:rsidTr="00B7536E">
        <w:trPr>
          <w:trHeight w:val="350"/>
        </w:trPr>
        <w:tc>
          <w:tcPr>
            <w:tcW w:w="3920" w:type="dxa"/>
            <w:shd w:val="clear" w:color="auto" w:fill="auto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عذرا</w:t>
            </w:r>
            <w:r>
              <w:rPr>
                <w:rtl/>
                <w:lang w:bidi="fa-IR"/>
              </w:rPr>
              <w:t xml:space="preserve"> 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بنت نب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الهد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تصفح عن ذنب مس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ء جنا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B8B" w:rsidTr="00B7536E">
        <w:trPr>
          <w:trHeight w:val="350"/>
        </w:trPr>
        <w:tc>
          <w:tcPr>
            <w:tcW w:w="3920" w:type="dxa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الله لو قطعن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منهم بس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</w:t>
            </w:r>
            <w:r>
              <w:rPr>
                <w:rtl/>
                <w:lang w:bidi="fa-IR"/>
              </w:rPr>
              <w:t xml:space="preserve"> البغ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اوبالقنا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B8B" w:rsidTr="00B7536E">
        <w:trPr>
          <w:trHeight w:val="350"/>
        </w:trPr>
        <w:tc>
          <w:tcPr>
            <w:tcW w:w="3920" w:type="dxa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لم</w:t>
            </w:r>
            <w:r>
              <w:rPr>
                <w:rtl/>
                <w:lang w:bidi="fa-IR"/>
              </w:rPr>
              <w:t xml:space="preserve"> ارما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فعله</w:t>
            </w:r>
            <w:r>
              <w:rPr>
                <w:rtl/>
                <w:lang w:bidi="fa-IR"/>
              </w:rPr>
              <w:t xml:space="preserve">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ئا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بل اره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الفعل قداحسنا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819A6" w:rsidRDefault="00322B8B" w:rsidP="00322B8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عذر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از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،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از گنه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کرده، به خدا سوگند اگر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فرزندان شما پاره پاره کند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گناه نخواهم دانست بلکه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کار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کرده.</w:t>
      </w:r>
      <w:r w:rsidRPr="00322B8B">
        <w:rPr>
          <w:rStyle w:val="libFootnotenumChar"/>
          <w:rtl/>
          <w:lang w:bidi="fa-IR"/>
        </w:rPr>
        <w:t xml:space="preserve">(7)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2"/>
        <w:gridCol w:w="268"/>
        <w:gridCol w:w="3322"/>
      </w:tblGrid>
      <w:tr w:rsidR="00322B8B" w:rsidTr="00322B8B">
        <w:trPr>
          <w:trHeight w:val="350"/>
        </w:trPr>
        <w:tc>
          <w:tcPr>
            <w:tcW w:w="3332" w:type="dxa"/>
            <w:shd w:val="clear" w:color="auto" w:fill="auto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را کجا بکو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ممکن شود وصول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322" w:type="dxa"/>
            <w:shd w:val="clear" w:color="auto" w:fill="auto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کانجا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ال</w:t>
            </w:r>
            <w:r>
              <w:rPr>
                <w:rtl/>
                <w:lang w:bidi="fa-IR"/>
              </w:rPr>
              <w:t xml:space="preserve"> را نبود قدرت نزول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B8B" w:rsidTr="00322B8B">
        <w:trPr>
          <w:trHeight w:val="350"/>
        </w:trPr>
        <w:tc>
          <w:tcPr>
            <w:tcW w:w="3332" w:type="dxa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طول</w:t>
            </w:r>
            <w:r>
              <w:rPr>
                <w:rtl/>
                <w:lang w:bidi="fa-IR"/>
              </w:rPr>
              <w:t xml:space="preserve"> زمان هو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از سر بدر نبرد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کاصل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بود محبت والاصل 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B8B" w:rsidTr="00322B8B">
        <w:trPr>
          <w:trHeight w:val="350"/>
        </w:trPr>
        <w:tc>
          <w:tcPr>
            <w:tcW w:w="3332" w:type="dxa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چشم</w:t>
            </w:r>
            <w:r>
              <w:rPr>
                <w:rtl/>
                <w:lang w:bidi="fa-IR"/>
              </w:rPr>
              <w:t xml:space="preserve">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به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آستان 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الا به آستانه فرخنده بتول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B8B" w:rsidTr="00322B8B">
        <w:tblPrEx>
          <w:tblLook w:val="04A0"/>
        </w:tblPrEx>
        <w:trPr>
          <w:trHeight w:val="350"/>
        </w:trPr>
        <w:tc>
          <w:tcPr>
            <w:tcW w:w="3332" w:type="dxa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ام</w:t>
            </w:r>
            <w:r>
              <w:rPr>
                <w:rtl/>
                <w:lang w:bidi="fa-IR"/>
              </w:rPr>
              <w:t xml:space="preserve"> الائمة النقبا بانو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جزا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نور الهد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حق بضعة الرسول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B8B" w:rsidTr="00322B8B">
        <w:tblPrEx>
          <w:tblLook w:val="04A0"/>
        </w:tblPrEx>
        <w:trPr>
          <w:trHeight w:val="350"/>
        </w:trPr>
        <w:tc>
          <w:tcPr>
            <w:tcW w:w="3332" w:type="dxa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زهرا</w:t>
            </w:r>
            <w:r>
              <w:rPr>
                <w:rtl/>
                <w:lang w:bidi="fa-IR"/>
              </w:rPr>
              <w:t xml:space="preserve"> که ز امر حق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تعظ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شأن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در شب نموده زهره به کاخ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نزول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B8B" w:rsidTr="00322B8B">
        <w:tblPrEx>
          <w:tblLook w:val="04A0"/>
        </w:tblPrEx>
        <w:trPr>
          <w:trHeight w:val="350"/>
        </w:trPr>
        <w:tc>
          <w:tcPr>
            <w:tcW w:w="3332" w:type="dxa"/>
          </w:tcPr>
          <w:p w:rsidR="00322B8B" w:rsidRDefault="00322B8B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قه</w:t>
            </w:r>
            <w:r>
              <w:rPr>
                <w:rtl/>
                <w:lang w:bidi="fa-IR"/>
              </w:rPr>
              <w:t xml:space="preserve"> آنکه کرد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کسب عز و جاه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2B8B" w:rsidRDefault="00322B8B" w:rsidP="00B7536E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322B8B" w:rsidRDefault="00322B8B" w:rsidP="00B7536E">
            <w:pPr>
              <w:pStyle w:val="libPoem"/>
            </w:pPr>
            <w:r>
              <w:rPr>
                <w:rtl/>
                <w:lang w:bidi="fa-IR"/>
              </w:rPr>
              <w:t>روح الام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ز روز ازل خدمتش قبول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22B8B" w:rsidRDefault="00322B8B" w:rsidP="00D819A6">
      <w:pPr>
        <w:pStyle w:val="libNormal"/>
        <w:rPr>
          <w:rtl/>
          <w:lang w:bidi="fa-IR"/>
        </w:rPr>
      </w:pPr>
    </w:p>
    <w:p w:rsidR="00D819A6" w:rsidRDefault="00322B8B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322B8B">
      <w:pPr>
        <w:pStyle w:val="Heading1"/>
        <w:rPr>
          <w:rtl/>
          <w:lang w:bidi="fa-IR"/>
        </w:rPr>
      </w:pPr>
      <w:bookmarkStart w:id="8" w:name="_Toc6488498"/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سادات چگونه رفتار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bookmarkEnd w:id="8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حسن فرزند جعفر بن محمد بن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(پسر حضرت صادق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>) در قم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آشکارا شرب خمر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واسطه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احمد بن اسح</w:t>
      </w:r>
      <w:r w:rsidR="00322B8B">
        <w:rPr>
          <w:rFonts w:hint="cs"/>
          <w:rtl/>
          <w:lang w:bidi="fa-IR"/>
        </w:rPr>
        <w:t>ا</w:t>
      </w:r>
      <w:r>
        <w:rPr>
          <w:rtl/>
          <w:lang w:bidi="fa-IR"/>
        </w:rPr>
        <w:t>ق که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اوقاف بود رفت و اجازه ورود خواست. احمد او را اجازه نداد.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اندوه و گرفتگ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منزل خود برگشت.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احمد بن اسح</w:t>
      </w:r>
      <w:r w:rsidR="00322B8B">
        <w:rPr>
          <w:rFonts w:hint="cs"/>
          <w:rtl/>
          <w:lang w:bidi="fa-IR"/>
        </w:rPr>
        <w:t>ا</w:t>
      </w:r>
      <w:r>
        <w:rPr>
          <w:rtl/>
          <w:lang w:bidi="fa-IR"/>
        </w:rPr>
        <w:t>ق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دادن مراسم حج به طرف مکه رهسپار شد. 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بسر من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(سامرا)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ورود به خانه حضرت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خواست تا خدمت آنجناب مشرف شود. حضرت به او اجازه ندادند. احمد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بالاخره از کثرت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تضرع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کرد اجازه گرفت.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وارد</w:t>
      </w:r>
      <w:r>
        <w:rPr>
          <w:rtl/>
          <w:lang w:bidi="fa-IR"/>
        </w:rPr>
        <w:t xml:space="preserve"> شد، پس از سلام عرض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الله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چه رو به من اجازه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من از دوستان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هستم. فرمود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تو پسر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از در خانه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احمد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سوگند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 که او را فقط به واسطه شرابخوار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ندادم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متنبه شود و توبه کند. حضرت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از احترام و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 آنها به هر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باشند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خوار و کوچک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اهانت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نصورت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انکاران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چون به ما انتساب 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احمد به قم بازگشت.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اشراف مردم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 آمدند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آنها همراه بود.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چشم احمد بن اسحاق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را استقبال کرد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احترام نمود، و در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</w:t>
      </w: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احمد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اندازه در شگفت شد و سبب آنرا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احمد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خدمت حضرت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آنچه آنجناب گف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بود شرح داد.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بعد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 و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زشت خود توبه کرد.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منزل برگشت هر چه شراب داشت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شرابخوار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شکست.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واسطه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زگاران</w:t>
      </w:r>
      <w:r>
        <w:rPr>
          <w:rtl/>
          <w:lang w:bidi="fa-IR"/>
        </w:rPr>
        <w:t xml:space="preserve"> و عبادت کنندگان شد.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ملازم مساجد بود و در آستانه حرم حضرت فاطمه </w:t>
      </w: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دفن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322B8B">
        <w:rPr>
          <w:rStyle w:val="libFootnotenumChar"/>
          <w:rtl/>
          <w:lang w:bidi="fa-IR"/>
        </w:rPr>
        <w:t>.(8)</w:t>
      </w:r>
    </w:p>
    <w:p w:rsidR="00322B8B" w:rsidRDefault="00322B8B" w:rsidP="00D819A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322B8B">
      <w:pPr>
        <w:pStyle w:val="Heading1"/>
        <w:rPr>
          <w:rtl/>
          <w:lang w:bidi="fa-IR"/>
        </w:rPr>
      </w:pPr>
      <w:bookmarkStart w:id="9" w:name="_Toc6488499"/>
      <w:r>
        <w:rPr>
          <w:rtl/>
          <w:lang w:bidi="fa-IR"/>
        </w:rPr>
        <w:t>سادات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بدانند</w:t>
      </w:r>
      <w:bookmarkEnd w:id="9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من به علو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احسان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و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سالانه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آنها مخارج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لباس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رمضان شروع به 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تا آخر ماه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اولا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در هر سال مبلغ پنج هزار درهم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زمستان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همان مرد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مست افتاده و استفراغ کرده. تمام سر و صورت و لباسها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گل آلوده شده و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مسخره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تأثرانگ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دارد. با خود گفتم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فاسق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سال پنج هزار درهم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و او در راه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مصر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امسال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او نخواهم داد.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ماه</w:t>
      </w:r>
      <w:r>
        <w:rPr>
          <w:rtl/>
          <w:lang w:bidi="fa-IR"/>
        </w:rPr>
        <w:t xml:space="preserve"> مبارک رسد، آن</w:t>
      </w:r>
      <w:r w:rsidR="00E0628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مرد بر در خانه من آمد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آمدم سلام کرد و مطالبه مقرر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نمود. گفتم به تو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چون آن را در راه گناه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مگر فراموش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زمستان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مست افتاده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به خانه خود برگرد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مخواه.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شب شد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مردم گرداگرد آن حضرت جمع بودند من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دشوار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من آمد. گفتم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نسبت به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فرزندانت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و به آنها بخشش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شان را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فرمود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فلان فرزند مرا با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از در خانه ات </w:t>
      </w:r>
      <w:r>
        <w:rPr>
          <w:rtl/>
          <w:lang w:bidi="fa-IR"/>
        </w:rPr>
        <w:lastRenderedPageBreak/>
        <w:t>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 چون او را در حال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گناه و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شرح دادم. گفتم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خود را قطع کردم تا او را کمک در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نکرده باشم. فرمود: آن پول را تو به خاطر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واسطه من. گفتم به جهت شما. فرمود 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از تو سر زده بود به واسطه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فرزندان من است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منت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با احترام هر چه فرمود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شدم. صبحگاه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مرد فرستادم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وزارتخانه به منزل برگشتم دستور دادم او را وارد کنند و به غلام خود گفتم ده هزار درهم در دو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 وارد شد و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ده هزار درهم را به او دادم و با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گرفت و رفت. ه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وسط منزل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برگشت و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سبب راندن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و دو برابر کردن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چه بود. گفتم جز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به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برگرد. گفت به خدا سوگند تا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اطلاع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نکنم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گردم، آنچه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به او گفتم، ناگاه اشکش مانند ژال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گفت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واجب و لازم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بستم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گرد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نگردم و هرگز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آنچه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نروم تا جدم محتاج نشود با تو محاجه کند.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از گناه کناره گرفت و توبه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  <w:r w:rsidRPr="00E0628E">
        <w:rPr>
          <w:rStyle w:val="libFootnotenumChar"/>
          <w:rtl/>
          <w:lang w:bidi="fa-IR"/>
        </w:rPr>
        <w:t>(9)</w:t>
      </w:r>
    </w:p>
    <w:p w:rsidR="00D819A6" w:rsidRDefault="00E0628E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E0628E">
      <w:pPr>
        <w:pStyle w:val="Heading1"/>
        <w:rPr>
          <w:rtl/>
          <w:lang w:bidi="fa-IR"/>
        </w:rPr>
      </w:pPr>
      <w:bookmarkStart w:id="10" w:name="_Toc6488500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جسارت به سادات</w:t>
      </w:r>
      <w:bookmarkEnd w:id="10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1229 ه 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لداران</w:t>
      </w:r>
      <w:r>
        <w:rPr>
          <w:rtl/>
          <w:lang w:bidi="fa-IR"/>
        </w:rPr>
        <w:t xml:space="preserve"> دولت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مطالبه وجه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چه سوگند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 و اظهار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قلب آنمرد نبخش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بر سختگ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فشار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افزود. چون از اظهار عجز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گفت چ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مهلت بده تا خدا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از جدم رسول خدا شرم کن.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لدار</w:t>
      </w:r>
      <w:r>
        <w:rPr>
          <w:rtl/>
          <w:lang w:bidi="fa-IR"/>
        </w:rPr>
        <w:t xml:space="preserve"> گفت اگر جد تو کارساز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شر مرا از سر تو دفع کند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حاجت تو را روا سازد. آنگاه ضامن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گرفت و گفت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ساعت اول فردا صبح وجه را حاضر نکرد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نجاست به حلق تو خوا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بگو به جدت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بکند.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لدار</w:t>
      </w:r>
      <w:r>
        <w:rPr>
          <w:rtl/>
          <w:lang w:bidi="fa-IR"/>
        </w:rPr>
        <w:t xml:space="preserve"> شب به خانه خود مراجعت کرد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پشت بام رفت.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نصف</w:t>
      </w:r>
      <w:r>
        <w:rPr>
          <w:rtl/>
          <w:lang w:bidi="fa-IR"/>
        </w:rPr>
        <w:t xml:space="preserve"> شب به قصد ادرار کردن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برخاست و چون هوا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ناودان گذاشت و با ناودان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 تصادفا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ناودان چاه مستراح بود.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لدار</w:t>
      </w:r>
      <w:r>
        <w:rPr>
          <w:rtl/>
          <w:lang w:bidi="fa-IR"/>
        </w:rPr>
        <w:t xml:space="preserve"> در همان خلوت شب به چاه سرنگون شد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. روز که شد از او جستجو کردند. پس از تفحص فراوان او را در چاه مستراح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که سرش تا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ناف در نجاست فرو رفته و آنقدر نجاست به حلق او وارد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شکمش ورم کر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خفه شده بود.</w:t>
      </w:r>
      <w:r w:rsidRPr="00E0628E">
        <w:rPr>
          <w:rStyle w:val="libFootnotenumChar"/>
          <w:rtl/>
          <w:lang w:bidi="fa-IR"/>
        </w:rPr>
        <w:t>(10)</w:t>
      </w:r>
    </w:p>
    <w:p w:rsidR="00D819A6" w:rsidRDefault="00E0628E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0628E" w:rsidRDefault="00D819A6" w:rsidP="00E0628E">
      <w:pPr>
        <w:pStyle w:val="Heading1"/>
        <w:rPr>
          <w:rFonts w:hint="cs"/>
          <w:rtl/>
          <w:lang w:bidi="fa-IR"/>
        </w:rPr>
      </w:pPr>
      <w:bookmarkStart w:id="11" w:name="_Toc6488501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باقر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1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زراره</w:t>
      </w:r>
      <w:r>
        <w:rPr>
          <w:rtl/>
          <w:lang w:bidi="fa-IR"/>
        </w:rPr>
        <w:t xml:space="preserve"> از عبدالملک نقل کرد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 باقر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امام حسن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اختلاف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شد. من خدمت حضرت باقر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رفتم. خواستم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اصلاح شود. حضرت فرمود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مگو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مثل ما با پسر عم</w:t>
      </w:r>
      <w:r>
        <w:rPr>
          <w:rFonts w:hint="eastAsia"/>
          <w:rtl/>
          <w:lang w:bidi="fa-IR"/>
        </w:rPr>
        <w:t>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مانند همان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او را دو دختر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آندو را 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کشاورز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کوزه گر شوهر داده بود.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آنها حرکت کرد. اول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 کشاورز بود رفت و از او احوال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دختر گفت پدرجان شوهرم کشت و زراعت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اگر باران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حال ما از تمام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بهتر است.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منزل آن دختر به خانه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از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احوال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پدر، شوهرم کوزه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اگر خداوند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باران نفرستد تا کوزه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خشک شود حال ما از همه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tl/>
          <w:lang w:bidi="fa-IR"/>
        </w:rPr>
        <w:t xml:space="preserve"> است. آنمرد از خانه دختر خود خارج شد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خودت هر چه صلاح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 در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به نفع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بکنم، هر چه صلاح آنها است انجام دهد.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مبادا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شود،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 w:rsidR="000A45AA">
        <w:rPr>
          <w:rFonts w:hint="cs"/>
          <w:rtl/>
          <w:lang w:bidi="fa-IR"/>
        </w:rPr>
        <w:t>ش</w:t>
      </w:r>
      <w:r>
        <w:rPr>
          <w:rtl/>
          <w:lang w:bidi="fa-IR"/>
        </w:rPr>
        <w:t>ما احترام نسبت به همه ماها است به واسطه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.</w:t>
      </w:r>
      <w:r w:rsidRPr="000A45AA">
        <w:rPr>
          <w:rStyle w:val="libFootnotenumChar"/>
          <w:rtl/>
          <w:lang w:bidi="fa-IR"/>
        </w:rPr>
        <w:t>(11)</w:t>
      </w:r>
      <w:r>
        <w:rPr>
          <w:rtl/>
          <w:lang w:bidi="fa-IR"/>
        </w:rPr>
        <w:t xml:space="preserve">  </w:t>
      </w:r>
    </w:p>
    <w:p w:rsidR="000A45AA" w:rsidRDefault="000A45AA" w:rsidP="00D819A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D819A6" w:rsidRDefault="00D819A6" w:rsidP="000A45AA">
      <w:pPr>
        <w:pStyle w:val="Heading1"/>
        <w:rPr>
          <w:rtl/>
          <w:lang w:bidi="fa-IR"/>
        </w:rPr>
      </w:pPr>
      <w:bookmarkStart w:id="12" w:name="_Toc6488502"/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درباره 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سادات</w:t>
      </w:r>
      <w:bookmarkEnd w:id="12"/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1.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قال، قال رسول الله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انا شافع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 xml:space="preserve"> لاربعة اصناف و لو جاؤا بذنوب اهل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رجل نصر 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رجل بذل ما له لذر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 الض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رجل احب 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باللسان و القلب و رجل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حوائج 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طردوا او شردوا.</w:t>
      </w:r>
      <w:r w:rsidRPr="000A45AA">
        <w:rPr>
          <w:rStyle w:val="libFootnotenumChar"/>
          <w:rtl/>
          <w:lang w:bidi="fa-IR"/>
        </w:rPr>
        <w:t>(12)</w:t>
      </w:r>
      <w:r>
        <w:rPr>
          <w:rtl/>
          <w:lang w:bidi="fa-IR"/>
        </w:rPr>
        <w:t xml:space="preserve">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کرد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من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چهار دسته را شفاعت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اگر چه گناهانشان به اندازه مردم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باشد. 1.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کمک کند فرزندان و بازماندگان مرا 2.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دس</w:t>
      </w:r>
      <w:r>
        <w:rPr>
          <w:rFonts w:hint="eastAsia"/>
          <w:rtl/>
          <w:lang w:bidi="fa-IR"/>
        </w:rPr>
        <w:t>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3. هر کس که با دل و زبان آنها را دوست داشته باشد 4.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برآوردن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اجات</w:t>
      </w:r>
      <w:r>
        <w:rPr>
          <w:rtl/>
          <w:lang w:bidi="fa-IR"/>
        </w:rPr>
        <w:t xml:space="preserve"> فرزندان من کوشش کند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دست ستمگران دور افتاده و فرار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</w:t>
      </w:r>
    </w:p>
    <w:p w:rsidR="00D819A6" w:rsidRDefault="00D819A6" w:rsidP="000A45A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2. قال الصادق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اذا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>
        <w:rPr>
          <w:rtl/>
          <w:lang w:bidi="fa-IR"/>
        </w:rPr>
        <w:t xml:space="preserve"> 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منهاد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الخلائق انصتوا فان محمدا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کلمکم</w:t>
      </w:r>
      <w:r>
        <w:rPr>
          <w:rtl/>
          <w:lang w:bidi="fa-IR"/>
        </w:rPr>
        <w:t xml:space="preserve"> فتنصت الخلائق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معشر الخلائق من کانت له عند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داومنة</w:t>
      </w:r>
      <w:r>
        <w:rPr>
          <w:rtl/>
          <w:lang w:bidi="fa-IR"/>
        </w:rPr>
        <w:t xml:space="preserve"> او معروف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 xml:space="preserve"> بابائنا و امهاتنا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منة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لنابل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المنة و المعروف لله و لرسوله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الخلائق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لهم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احدا من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برهم او کساهم من 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اشبع جائعهم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اناس قد فعلوا ذلک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النداء من عندالله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 جعلت مکافاتهم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فاسکنهم من الجنة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شئت قال: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سکنهم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حجبون</w:t>
      </w:r>
      <w:r>
        <w:rPr>
          <w:rtl/>
          <w:lang w:bidi="fa-IR"/>
        </w:rPr>
        <w:t xml:space="preserve"> عن محمد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</w:t>
      </w:r>
      <w:r w:rsidR="000A45AA" w:rsidRPr="000A45AA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>.</w:t>
      </w:r>
      <w:r w:rsidRPr="000A45AA">
        <w:rPr>
          <w:rStyle w:val="libFootnotenumChar"/>
          <w:rtl/>
          <w:lang w:bidi="fa-IR"/>
        </w:rPr>
        <w:t>(13)</w:t>
      </w:r>
      <w:r>
        <w:rPr>
          <w:rtl/>
          <w:lang w:bidi="fa-IR"/>
        </w:rPr>
        <w:t xml:space="preserve">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صادق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آواز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محشر گوش فرا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خاتم حضرت محمد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شما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همه ساکت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حضرت رسول </w:t>
      </w:r>
      <w:r w:rsidR="00124095" w:rsidRPr="00124095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هر که را بر من حق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کمک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حرکت کند تا او را پاداش دهم.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پدر و مادرمان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ت؛</w:t>
      </w:r>
      <w:r>
        <w:rPr>
          <w:rtl/>
          <w:lang w:bidi="fa-IR"/>
        </w:rPr>
        <w:t xml:space="preserve"> تمام حقوق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از جانب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است بر مردم.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کس فرزندان مرا پناه داده،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موقع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آنها را لباس پوشانده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تا 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را کرده اند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طرف خداوند خطاب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ما پاداش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از مردم را به تو واگذاشت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آنها را در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(محل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بهشت)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بطور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و خانواده او هستند و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. </w:t>
      </w:r>
    </w:p>
    <w:p w:rsidR="00D819A6" w:rsidRDefault="00D819A6" w:rsidP="000A45AA">
      <w:pPr>
        <w:pStyle w:val="libNormal"/>
        <w:rPr>
          <w:rtl/>
          <w:lang w:bidi="fa-IR"/>
        </w:rPr>
      </w:pPr>
      <w:r>
        <w:rPr>
          <w:rtl/>
          <w:lang w:bidi="fa-IR"/>
        </w:rPr>
        <w:t>3.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للرضا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الا نخبرک بالخاسر المتخلف قال من هو قالوا فلان باع دنان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بدراهم فرد ماله من عشرة آلاف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عشرة آلاف درهم قال بدرة باعها بالف درهم الم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اعظم تخلفا و حسرة قالوا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قال: الا انبئکم باعظم من هذا تخلفا و حسرة قالوا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قال: ارأ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تهم</w:t>
      </w:r>
      <w:r>
        <w:rPr>
          <w:rtl/>
          <w:lang w:bidi="fa-IR"/>
        </w:rPr>
        <w:t xml:space="preserve"> لو کان له الف جبل من ذهب باعها بالف حبة من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اعظم تخلفا و اعظم من هذا حسرة قالوا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افلا انبئکم باشد من هذا حسرة قالوا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من آثر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البر و المعروف قرابة ابو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قرابة ابو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محمد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صلوات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لان فضل قرابات محمد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A45AA" w:rsidRPr="000A45AA">
        <w:rPr>
          <w:rStyle w:val="libAlaemChar"/>
          <w:rFonts w:eastAsiaTheme="minorHAnsi"/>
          <w:rtl/>
        </w:rPr>
        <w:t>عليهما‌السلام</w:t>
      </w:r>
      <w:r w:rsidR="000A45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قرابات ابو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نسبه افضل الف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ذهب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زائف.</w:t>
      </w:r>
      <w:r w:rsidRPr="000A45AA">
        <w:rPr>
          <w:rStyle w:val="libFootnotenumChar"/>
          <w:rtl/>
          <w:lang w:bidi="fa-IR"/>
        </w:rPr>
        <w:t>(14)</w:t>
      </w:r>
      <w:r>
        <w:rPr>
          <w:rtl/>
          <w:lang w:bidi="fa-IR"/>
        </w:rPr>
        <w:t xml:space="preserve">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عرض</w:t>
      </w:r>
      <w:r>
        <w:rPr>
          <w:rtl/>
          <w:lang w:bidi="fa-IR"/>
        </w:rPr>
        <w:t xml:space="preserve"> شد خدمت حضرت رضا </w:t>
      </w:r>
      <w:r w:rsidR="00124095" w:rsidRPr="0012409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وضع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فاحش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آن شخص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گفتند فلان مرد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معادل ده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طلا بود در معامله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ده هزار درهم نقره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داده. </w:t>
      </w:r>
    </w:p>
    <w:p w:rsidR="00EF4FF5" w:rsidRDefault="00D819A6" w:rsidP="00EF4FF5">
      <w:pPr>
        <w:pStyle w:val="libNormal"/>
        <w:rPr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فرمودند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ثروت هنگفت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هزار درهم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اندوهش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عرض کردند چرا.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شما خبر دهم از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دو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ذکر شد. فرض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معادل هزار کوه طلا داشته باشد و آن هزار کوه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هزار دانه گندم فاسد و پست بفروشد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اندوهش از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گفتند البته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 فرمود اکنون نفر چهارم را به شما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ندامت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سه نفر قبل است 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بستگان پدر و مادر خود را در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کمک مقدم بدارد بر </w:t>
      </w:r>
      <w:r>
        <w:rPr>
          <w:rFonts w:hint="eastAsia"/>
          <w:rtl/>
          <w:lang w:bidi="fa-IR"/>
        </w:rPr>
        <w:t>بستگان</w:t>
      </w:r>
      <w:r>
        <w:rPr>
          <w:rtl/>
          <w:lang w:bidi="fa-IR"/>
        </w:rPr>
        <w:t xml:space="preserve"> دو پدر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محمد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F4FF5" w:rsidRPr="00EF4FF5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(سادات) بر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خود شخص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 از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هزار</w:t>
      </w:r>
      <w:r w:rsidR="00EF4FF5">
        <w:rPr>
          <w:rtl/>
          <w:lang w:bidi="fa-IR"/>
        </w:rPr>
        <w:t xml:space="preserve"> کوه طلا بر هزار دانه گندم فا</w:t>
      </w:r>
      <w:r w:rsidR="00EF4FF5">
        <w:rPr>
          <w:lang w:bidi="fa-IR"/>
        </w:rPr>
        <w:t>zzz`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1) کشکول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228 نقل از روضه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کامه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2) مجمع النور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نقل از خرا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و بحار، ج 12.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3) کشکول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از منهاج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4) شجره طوب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11 در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مدت حج را پنج سال نوشته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کشکول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از منهاج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علامه.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5)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 2، ص 139.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6)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15 و بحارالانوار.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7)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الاحزان، ص 7.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8) مستدرک الوسائل، ج 2، ص 500.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9)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الامال، ص 268، ج 2.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10) خزائن نراق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11) روضه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آخوند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85.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12)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باب الامر بالمعروف، ص 56. </w:t>
      </w:r>
    </w:p>
    <w:p w:rsidR="00D819A6" w:rsidRDefault="00D819A6" w:rsidP="00D819A6">
      <w:pPr>
        <w:pStyle w:val="libNormal"/>
        <w:rPr>
          <w:rtl/>
          <w:lang w:bidi="fa-IR"/>
        </w:rPr>
      </w:pPr>
      <w:r>
        <w:rPr>
          <w:rtl/>
          <w:lang w:bidi="fa-IR"/>
        </w:rPr>
        <w:t>13)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ص 56. </w:t>
      </w:r>
    </w:p>
    <w:p w:rsidR="00EF4FF5" w:rsidRDefault="00D819A6" w:rsidP="00EF4FF5">
      <w:pPr>
        <w:pStyle w:val="libNormal"/>
        <w:rPr>
          <w:rtl/>
          <w:lang w:bidi="fa-IR"/>
        </w:rPr>
      </w:pPr>
      <w:r>
        <w:rPr>
          <w:rtl/>
          <w:lang w:bidi="fa-IR"/>
        </w:rPr>
        <w:t>14) مستدرک الوسائل، ج 2، ص 401.</w:t>
      </w:r>
      <w:r w:rsidR="00EF4FF5" w:rsidRPr="00EF4FF5">
        <w:rPr>
          <w:rtl/>
        </w:rPr>
        <w:t xml:space="preserve"> </w:t>
      </w:r>
      <w:r w:rsidR="00EF4FF5">
        <w:rPr>
          <w:rtl/>
          <w:lang w:bidi="fa-IR"/>
        </w:rPr>
        <w:t>عرض کردند چرا. فرمود ا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نک</w:t>
      </w:r>
      <w:r w:rsidR="00EF4FF5">
        <w:rPr>
          <w:rtl/>
          <w:lang w:bidi="fa-IR"/>
        </w:rPr>
        <w:t xml:space="preserve"> به شما خبر دهم از شخص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که ز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ان</w:t>
      </w:r>
      <w:r w:rsidR="00EF4FF5">
        <w:rPr>
          <w:rtl/>
          <w:lang w:bidi="fa-IR"/>
        </w:rPr>
        <w:t xml:space="preserve"> او ب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شتر</w:t>
      </w:r>
      <w:r w:rsidR="00EF4FF5">
        <w:rPr>
          <w:rtl/>
          <w:lang w:bidi="fa-IR"/>
        </w:rPr>
        <w:t xml:space="preserve"> از دو نفر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ست</w:t>
      </w:r>
      <w:r w:rsidR="00EF4FF5">
        <w:rPr>
          <w:rtl/>
          <w:lang w:bidi="fa-IR"/>
        </w:rPr>
        <w:t xml:space="preserve"> که ذکر شد. فرض کن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م</w:t>
      </w:r>
      <w:r w:rsidR="00EF4FF5">
        <w:rPr>
          <w:rtl/>
          <w:lang w:bidi="fa-IR"/>
        </w:rPr>
        <w:t xml:space="preserve"> شخص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معادل هزار کوه طلا داشته باشد و آن هزار کوه را به هزار دانه گندم فاسد و پست بفروشد آ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ا</w:t>
      </w:r>
      <w:r w:rsidR="00EF4FF5">
        <w:rPr>
          <w:rtl/>
          <w:lang w:bidi="fa-IR"/>
        </w:rPr>
        <w:t xml:space="preserve"> پش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مان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و اندوهش از آنها ب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شتر</w:t>
      </w:r>
      <w:r w:rsidR="00EF4FF5">
        <w:rPr>
          <w:rtl/>
          <w:lang w:bidi="fa-IR"/>
        </w:rPr>
        <w:t xml:space="preserve"> ن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ست؟</w:t>
      </w:r>
      <w:r w:rsidR="00EF4FF5">
        <w:rPr>
          <w:rtl/>
          <w:lang w:bidi="fa-IR"/>
        </w:rPr>
        <w:t xml:space="preserve"> گفتند البته ب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شتر</w:t>
      </w:r>
      <w:r w:rsidR="00EF4FF5">
        <w:rPr>
          <w:rtl/>
          <w:lang w:bidi="fa-IR"/>
        </w:rPr>
        <w:t xml:space="preserve"> است. فرمود اکنون نفر چهارم را به شما معرف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م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کنم که ندامت او ب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شتر</w:t>
      </w:r>
      <w:r w:rsidR="00EF4FF5">
        <w:rPr>
          <w:rtl/>
          <w:lang w:bidi="fa-IR"/>
        </w:rPr>
        <w:t xml:space="preserve"> از سه نفر قبل است و آن کس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است که بستگان پدر و مادر خود را در دستگ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ر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و کمک مقدم بدارد بر بستگان دو پدر د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ن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خو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ش</w:t>
      </w:r>
      <w:r w:rsidR="00EF4FF5">
        <w:rPr>
          <w:rtl/>
          <w:lang w:bidi="fa-IR"/>
        </w:rPr>
        <w:t xml:space="preserve"> محمد و عل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(عل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هما</w:t>
      </w:r>
      <w:r w:rsidR="00EF4FF5">
        <w:rPr>
          <w:rtl/>
          <w:lang w:bidi="fa-IR"/>
        </w:rPr>
        <w:t xml:space="preserve"> السلام،) ز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را</w:t>
      </w:r>
      <w:r w:rsidR="00EF4FF5">
        <w:rPr>
          <w:rtl/>
          <w:lang w:bidi="fa-IR"/>
        </w:rPr>
        <w:t xml:space="preserve"> برتر</w:t>
      </w:r>
      <w:r w:rsidR="00EF4FF5">
        <w:rPr>
          <w:rFonts w:hint="cs"/>
          <w:rtl/>
          <w:lang w:bidi="fa-IR"/>
        </w:rPr>
        <w:t>ی</w:t>
      </w:r>
      <w:r w:rsidR="00EF4FF5">
        <w:rPr>
          <w:rtl/>
          <w:lang w:bidi="fa-IR"/>
        </w:rPr>
        <w:t xml:space="preserve"> خو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شاوندان</w:t>
      </w:r>
      <w:r w:rsidR="00EF4FF5">
        <w:rPr>
          <w:rtl/>
          <w:lang w:bidi="fa-IR"/>
        </w:rPr>
        <w:t xml:space="preserve"> پ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غمبر</w:t>
      </w:r>
      <w:r w:rsidR="00EF4FF5">
        <w:rPr>
          <w:rtl/>
          <w:lang w:bidi="fa-IR"/>
        </w:rPr>
        <w:t xml:space="preserve"> (سادات) بر خو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شاوندان</w:t>
      </w:r>
      <w:r w:rsidR="00EF4FF5">
        <w:rPr>
          <w:rtl/>
          <w:lang w:bidi="fa-IR"/>
        </w:rPr>
        <w:t xml:space="preserve"> خود ش</w:t>
      </w:r>
      <w:r w:rsidR="00EF4FF5">
        <w:rPr>
          <w:rFonts w:hint="eastAsia"/>
          <w:rtl/>
          <w:lang w:bidi="fa-IR"/>
        </w:rPr>
        <w:t>خص</w:t>
      </w:r>
      <w:r w:rsidR="00EF4FF5">
        <w:rPr>
          <w:rtl/>
          <w:lang w:bidi="fa-IR"/>
        </w:rPr>
        <w:t xml:space="preserve"> ب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شتر</w:t>
      </w:r>
      <w:r w:rsidR="00EF4FF5">
        <w:rPr>
          <w:rtl/>
          <w:lang w:bidi="fa-IR"/>
        </w:rPr>
        <w:t xml:space="preserve"> است از فض</w:t>
      </w:r>
      <w:r w:rsidR="00EF4FF5">
        <w:rPr>
          <w:rFonts w:hint="cs"/>
          <w:rtl/>
          <w:lang w:bidi="fa-IR"/>
        </w:rPr>
        <w:t>ی</w:t>
      </w:r>
      <w:r w:rsidR="00EF4FF5">
        <w:rPr>
          <w:rFonts w:hint="eastAsia"/>
          <w:rtl/>
          <w:lang w:bidi="fa-IR"/>
        </w:rPr>
        <w:t>لت</w:t>
      </w:r>
      <w:r w:rsidR="00EF4FF5">
        <w:rPr>
          <w:rtl/>
          <w:lang w:bidi="fa-IR"/>
        </w:rPr>
        <w:t xml:space="preserve"> هزار کوه طلا بر هزار دانه گندم فاسد.</w:t>
      </w:r>
    </w:p>
    <w:p w:rsidR="00EF4FF5" w:rsidRDefault="00EF4FF5" w:rsidP="00EF4FF5">
      <w:pPr>
        <w:pStyle w:val="libNormal"/>
        <w:rPr>
          <w:lang w:bidi="fa-IR"/>
        </w:rPr>
      </w:pPr>
      <w:r>
        <w:rPr>
          <w:lang w:bidi="fa-IR"/>
        </w:rPr>
        <w:t>.</w:t>
      </w:r>
    </w:p>
    <w:p w:rsidR="00EF4FF5" w:rsidRDefault="00EF4FF5" w:rsidP="00EF4FF5">
      <w:pPr>
        <w:pStyle w:val="Heading1"/>
        <w:rPr>
          <w:rFonts w:hint="cs"/>
          <w:rtl/>
          <w:lang w:bidi="fa-IR"/>
        </w:rPr>
      </w:pPr>
      <w:r>
        <w:rPr>
          <w:lang w:bidi="fa-IR"/>
        </w:rPr>
        <w:br w:type="page"/>
      </w:r>
      <w:bookmarkStart w:id="13" w:name="_Toc6488503"/>
      <w:r>
        <w:rPr>
          <w:rFonts w:hint="cs"/>
          <w:rtl/>
          <w:lang w:bidi="fa-IR"/>
        </w:rPr>
        <w:lastRenderedPageBreak/>
        <w:t>پاورقی ها</w:t>
      </w:r>
      <w:bookmarkEnd w:id="13"/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1) کشکول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228 نقل از روضه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کامه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2) مجمع النور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نقل از خرا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و بحار، ج 12.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3) کشکول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از منهاج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4) شجره طوب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11 در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مدت حج را پنج سال نوشته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کشکول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از منهاج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علامه.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5)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 2، ص 139.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6)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15 و بحارالانوار.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7)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الاحزان، ص 7.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8) مستدرک الوسائل، ج 2، ص 500.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9)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الامال، ص 268، ج 2.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10) خزائن نراق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11) روضه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آخوند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85.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12)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باب الامر بالمعروف، ص 56.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13)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ص 56. </w:t>
      </w:r>
    </w:p>
    <w:p w:rsidR="00EF4FF5" w:rsidRDefault="00EF4FF5" w:rsidP="00EF4FF5">
      <w:pPr>
        <w:pStyle w:val="libFootnote0"/>
        <w:rPr>
          <w:rtl/>
          <w:lang w:bidi="fa-IR"/>
        </w:rPr>
      </w:pPr>
      <w:r>
        <w:rPr>
          <w:rtl/>
          <w:lang w:bidi="fa-IR"/>
        </w:rPr>
        <w:t>14) مستدرک الوسائل، ج 2، ص 401.</w:t>
      </w:r>
    </w:p>
    <w:p w:rsidR="008F24C2" w:rsidRDefault="00EF4FF5" w:rsidP="00EF4FF5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4" w:name="_Toc6488504"/>
      <w:r>
        <w:rPr>
          <w:rFonts w:hint="cs"/>
          <w:rtl/>
          <w:lang w:bidi="fa-IR"/>
        </w:rPr>
        <w:lastRenderedPageBreak/>
        <w:t>فهرست مطالب</w:t>
      </w:r>
      <w:bookmarkEnd w:id="14"/>
    </w:p>
    <w:sdt>
      <w:sdtPr>
        <w:id w:val="1764551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AB741D" w:rsidRDefault="00AB741D" w:rsidP="00AB741D">
          <w:pPr>
            <w:pStyle w:val="TOCHeading"/>
          </w:pPr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488490" w:history="1">
            <w:r w:rsidRPr="003D1A61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1" w:history="1">
            <w:r w:rsidRPr="003D1A61">
              <w:rPr>
                <w:rStyle w:val="Hyperlink"/>
                <w:noProof/>
                <w:rtl/>
                <w:lang w:bidi="fa-IR"/>
              </w:rPr>
              <w:t>تاجر ورشکسته و حساب سادات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2" w:history="1">
            <w:r w:rsidRPr="003D1A61">
              <w:rPr>
                <w:rStyle w:val="Hyperlink"/>
                <w:noProof/>
                <w:rtl/>
                <w:lang w:bidi="fa-IR"/>
              </w:rPr>
              <w:t>دوست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 و کمک کافر به خاندان نبوت پذ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رفته م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 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3" w:history="1">
            <w:r w:rsidRPr="003D1A61">
              <w:rPr>
                <w:rStyle w:val="Hyperlink"/>
                <w:noProof/>
                <w:rtl/>
                <w:lang w:bidi="fa-IR"/>
              </w:rPr>
              <w:t>گواه خواستن ش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خ برا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 س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ادت 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ک زن با دخترانش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4" w:history="1">
            <w:r w:rsidRPr="003D1A61">
              <w:rPr>
                <w:rStyle w:val="Hyperlink"/>
                <w:noProof/>
                <w:rtl/>
                <w:lang w:bidi="fa-IR"/>
              </w:rPr>
              <w:t>عبدالله بن مبارک و زن س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5" w:history="1">
            <w:r w:rsidRPr="003D1A61">
              <w:rPr>
                <w:rStyle w:val="Hyperlink"/>
                <w:noProof/>
                <w:rtl/>
                <w:lang w:bidi="fa-IR"/>
              </w:rPr>
              <w:t>مادر متوکل عباس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 با سادات چه کرد؟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6" w:history="1">
            <w:r w:rsidRPr="003D1A61">
              <w:rPr>
                <w:rStyle w:val="Hyperlink"/>
                <w:noProof/>
                <w:rtl/>
                <w:lang w:bidi="fa-IR"/>
              </w:rPr>
              <w:t>مراعات همسا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ه بودن با سادات را بکن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7" w:history="1">
            <w:r w:rsidRPr="003D1A61">
              <w:rPr>
                <w:rStyle w:val="Hyperlink"/>
                <w:noProof/>
                <w:rtl/>
                <w:lang w:bidi="fa-IR"/>
              </w:rPr>
              <w:t>نصرالله ابن عن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ن و سادات بن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 داود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8" w:history="1">
            <w:r w:rsidRPr="003D1A61">
              <w:rPr>
                <w:rStyle w:val="Hyperlink"/>
                <w:noProof/>
                <w:rtl/>
                <w:lang w:bidi="fa-IR"/>
              </w:rPr>
              <w:t>با سادات چگونه رفتار کن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499" w:history="1">
            <w:r w:rsidRPr="003D1A61">
              <w:rPr>
                <w:rStyle w:val="Hyperlink"/>
                <w:noProof/>
                <w:rtl/>
                <w:lang w:bidi="fa-IR"/>
              </w:rPr>
              <w:t>سادات با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د قدر خو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ش را بدانند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500" w:history="1">
            <w:r w:rsidRPr="003D1A61">
              <w:rPr>
                <w:rStyle w:val="Hyperlink"/>
                <w:noProof/>
                <w:rtl/>
                <w:lang w:bidi="fa-IR"/>
              </w:rPr>
              <w:t>ا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ن هم نت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جه جسارت به سادات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501" w:history="1">
            <w:r w:rsidRPr="003D1A61">
              <w:rPr>
                <w:rStyle w:val="Hyperlink"/>
                <w:noProof/>
                <w:rtl/>
                <w:lang w:bidi="fa-IR"/>
              </w:rPr>
              <w:t xml:space="preserve">از حضرت باقر </w:t>
            </w:r>
            <w:r w:rsidRPr="003D1A6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 بشنو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502" w:history="1">
            <w:r w:rsidRPr="003D1A61">
              <w:rPr>
                <w:rStyle w:val="Hyperlink"/>
                <w:noProof/>
                <w:rtl/>
                <w:lang w:bidi="fa-IR"/>
              </w:rPr>
              <w:t>چند روا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ت درباره احترام و ن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>ک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 به سادات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503" w:history="1">
            <w:r w:rsidRPr="003D1A61">
              <w:rPr>
                <w:rStyle w:val="Hyperlink"/>
                <w:noProof/>
                <w:rtl/>
                <w:lang w:bidi="fa-IR"/>
              </w:rPr>
              <w:t>پاورق</w:t>
            </w:r>
            <w:r w:rsidRPr="003D1A6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D1A61">
              <w:rPr>
                <w:rStyle w:val="Hyperlink"/>
                <w:noProof/>
                <w:rtl/>
                <w:lang w:bidi="fa-IR"/>
              </w:rPr>
              <w:t xml:space="preserve">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88504" w:history="1">
            <w:r w:rsidRPr="003D1A61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Toc6488504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741D" w:rsidRDefault="00AB741D">
          <w:r>
            <w:fldChar w:fldCharType="end"/>
          </w:r>
        </w:p>
      </w:sdtContent>
    </w:sdt>
    <w:p w:rsidR="00EF4FF5" w:rsidRPr="00B300E7" w:rsidRDefault="00EF4FF5" w:rsidP="00EF4FF5">
      <w:pPr>
        <w:pStyle w:val="libNormal"/>
        <w:rPr>
          <w:lang w:bidi="fa-IR"/>
        </w:rPr>
      </w:pPr>
    </w:p>
    <w:sectPr w:rsidR="00EF4FF5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0BF" w:rsidRDefault="006E00BF">
      <w:r>
        <w:separator/>
      </w:r>
    </w:p>
  </w:endnote>
  <w:endnote w:type="continuationSeparator" w:id="0">
    <w:p w:rsidR="006E00BF" w:rsidRDefault="006E0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336963">
    <w:pPr>
      <w:pStyle w:val="Footer"/>
    </w:pPr>
    <w:fldSimple w:instr=" PAGE   \* MERGEFORMAT ">
      <w:r w:rsidR="00AB741D">
        <w:rPr>
          <w:noProof/>
          <w:rtl/>
        </w:rPr>
        <w:t>32</w:t>
      </w:r>
    </w:fldSimple>
  </w:p>
  <w:p w:rsidR="0080155A" w:rsidRDefault="008015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336963">
    <w:pPr>
      <w:pStyle w:val="Footer"/>
    </w:pPr>
    <w:fldSimple w:instr=" PAGE   \* MERGEFORMAT ">
      <w:r w:rsidR="00AB741D">
        <w:rPr>
          <w:noProof/>
          <w:rtl/>
        </w:rPr>
        <w:t>31</w:t>
      </w:r>
    </w:fldSimple>
  </w:p>
  <w:p w:rsidR="0080155A" w:rsidRDefault="008015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336963">
    <w:pPr>
      <w:pStyle w:val="Footer"/>
    </w:pPr>
    <w:fldSimple w:instr=" PAGE   \* MERGEFORMAT ">
      <w:r w:rsidR="00AB741D">
        <w:rPr>
          <w:noProof/>
          <w:rtl/>
        </w:rPr>
        <w:t>1</w:t>
      </w:r>
    </w:fldSimple>
  </w:p>
  <w:p w:rsidR="0080155A" w:rsidRDefault="00801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0BF" w:rsidRDefault="006E00BF">
      <w:r>
        <w:separator/>
      </w:r>
    </w:p>
  </w:footnote>
  <w:footnote w:type="continuationSeparator" w:id="0">
    <w:p w:rsidR="006E00BF" w:rsidRDefault="006E0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095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45AA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095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33DB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2B8B"/>
    <w:rsid w:val="00324B78"/>
    <w:rsid w:val="00325A62"/>
    <w:rsid w:val="00330D70"/>
    <w:rsid w:val="003339D0"/>
    <w:rsid w:val="003353BB"/>
    <w:rsid w:val="0033620A"/>
    <w:rsid w:val="00336963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B4473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298E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00BF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B741D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04E2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19A6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628E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4FF5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2B8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-saban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EC46C-4019-45C4-98E5-E0849462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89</TotalTime>
  <Pages>32</Pages>
  <Words>4621</Words>
  <Characters>26341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5</cp:revision>
  <cp:lastPrinted>1601-01-01T00:00:00Z</cp:lastPrinted>
  <dcterms:created xsi:type="dcterms:W3CDTF">2019-04-18T08:00:00Z</dcterms:created>
  <dcterms:modified xsi:type="dcterms:W3CDTF">2019-04-18T09:31:00Z</dcterms:modified>
</cp:coreProperties>
</file>